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0C2" w:rsidRPr="00DE1411" w:rsidRDefault="00DE50C2">
      <w:pPr>
        <w:rPr>
          <w:rFonts w:ascii="Arial" w:hAnsi="Arial" w:cs="Arial"/>
          <w:sz w:val="48"/>
          <w:szCs w:val="48"/>
        </w:rPr>
      </w:pPr>
      <w:r w:rsidRPr="00DE1411">
        <w:rPr>
          <w:rFonts w:ascii="Arial" w:hAnsi="Arial" w:cs="Arial"/>
          <w:sz w:val="48"/>
          <w:szCs w:val="48"/>
        </w:rPr>
        <w:t>2</w:t>
      </w:r>
      <w:r w:rsidRPr="00DE1411">
        <w:rPr>
          <w:rFonts w:ascii="Arial" w:hAnsi="Arial" w:cs="Arial"/>
          <w:sz w:val="48"/>
          <w:szCs w:val="48"/>
        </w:rPr>
        <w:tab/>
      </w:r>
      <w:r w:rsidRPr="00DE1411">
        <w:rPr>
          <w:rFonts w:ascii="Arial" w:hAnsi="Arial" w:cs="Arial"/>
          <w:sz w:val="48"/>
          <w:szCs w:val="48"/>
        </w:rPr>
        <w:tab/>
        <w:t>Review and Applications of Algebra</w:t>
      </w:r>
    </w:p>
    <w:p w:rsidR="00DE50C2" w:rsidRPr="00DE1411" w:rsidRDefault="00DE50C2">
      <w:pPr>
        <w:rPr>
          <w:rFonts w:ascii="Arial" w:hAnsi="Arial" w:cs="Arial"/>
          <w:sz w:val="48"/>
          <w:szCs w:val="48"/>
        </w:rPr>
      </w:pPr>
    </w:p>
    <w:p w:rsidR="00DE50C2" w:rsidRPr="00DE1411" w:rsidRDefault="00DE50C2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DE1411">
        <w:rPr>
          <w:rFonts w:ascii="Arial" w:hAnsi="Arial" w:cs="Arial"/>
          <w:b/>
          <w:bCs/>
          <w:sz w:val="24"/>
          <w:szCs w:val="24"/>
        </w:rPr>
        <w:t>Exercise 2.1</w:t>
      </w:r>
    </w:p>
    <w:p w:rsidR="00DE50C2" w:rsidRPr="00DE1411" w:rsidRDefault="00D6191E" w:rsidP="00517DC6">
      <w:pPr>
        <w:pStyle w:val="ISM"/>
        <w:tabs>
          <w:tab w:val="clear" w:pos="270"/>
        </w:tabs>
        <w:spacing w:after="180"/>
        <w:rPr>
          <w:u w:val="double"/>
        </w:rPr>
      </w:pPr>
      <w:r w:rsidRPr="00DE1411">
        <w:t>a.</w:t>
      </w:r>
      <w:r w:rsidRPr="00DE1411">
        <w:tab/>
      </w:r>
      <w:r w:rsidR="00DE50C2" w:rsidRPr="00DE1411">
        <w:t xml:space="preserve">(– p) + (– 3p) + </w:t>
      </w:r>
      <w:r w:rsidR="00E02440" w:rsidRPr="00DE1411">
        <w:t>(</w:t>
      </w:r>
      <w:r w:rsidR="00DE50C2" w:rsidRPr="00DE1411">
        <w:t>4p</w:t>
      </w:r>
      <w:r w:rsidR="00E02440" w:rsidRPr="00DE1411">
        <w:t>)</w:t>
      </w:r>
      <w:r w:rsidR="00DE50C2" w:rsidRPr="00DE1411">
        <w:t xml:space="preserve"> = – p – 3p + 4p = </w:t>
      </w:r>
      <w:r w:rsidR="00DE50C2" w:rsidRPr="00DE1411">
        <w:rPr>
          <w:u w:val="double"/>
        </w:rPr>
        <w:t>0</w:t>
      </w:r>
    </w:p>
    <w:p w:rsidR="00D71816" w:rsidRPr="00DE1411" w:rsidRDefault="00D6191E" w:rsidP="007C5743">
      <w:pPr>
        <w:pStyle w:val="ISM"/>
        <w:tabs>
          <w:tab w:val="clear" w:pos="270"/>
        </w:tabs>
        <w:spacing w:after="180"/>
      </w:pPr>
      <w:r w:rsidRPr="00DE1411">
        <w:t>c.</w:t>
      </w:r>
      <w:r w:rsidRPr="00DE1411">
        <w:tab/>
      </w:r>
      <w:r w:rsidR="00D71816" w:rsidRPr="00DE1411">
        <w:t>4x</w:t>
      </w:r>
      <w:r w:rsidR="00D71816" w:rsidRPr="00DE1411">
        <w:rPr>
          <w:vertAlign w:val="superscript"/>
        </w:rPr>
        <w:t>2</w:t>
      </w:r>
      <w:r w:rsidR="00D71816" w:rsidRPr="00DE1411">
        <w:t>y – 3x</w:t>
      </w:r>
      <w:r w:rsidR="00D71816" w:rsidRPr="00DE1411">
        <w:rPr>
          <w:vertAlign w:val="superscript"/>
        </w:rPr>
        <w:t>2</w:t>
      </w:r>
      <w:r w:rsidR="00D71816" w:rsidRPr="00DE1411">
        <w:t xml:space="preserve">y </w:t>
      </w:r>
      <w:proofErr w:type="gramStart"/>
      <w:r w:rsidR="00D71816" w:rsidRPr="00DE1411">
        <w:t>+(</w:t>
      </w:r>
      <w:proofErr w:type="gramEnd"/>
      <w:r w:rsidR="00D71816" w:rsidRPr="00DE1411">
        <w:t>-5x</w:t>
      </w:r>
      <w:r w:rsidR="00D71816" w:rsidRPr="00DE1411">
        <w:rPr>
          <w:vertAlign w:val="superscript"/>
        </w:rPr>
        <w:t>2</w:t>
      </w:r>
      <w:r w:rsidR="00D71816" w:rsidRPr="00DE1411">
        <w:t>y) = 4x</w:t>
      </w:r>
      <w:r w:rsidR="00D71816" w:rsidRPr="00DE1411">
        <w:rPr>
          <w:vertAlign w:val="superscript"/>
        </w:rPr>
        <w:t>2</w:t>
      </w:r>
      <w:r w:rsidR="00D71816" w:rsidRPr="00DE1411">
        <w:t>y – 3x</w:t>
      </w:r>
      <w:r w:rsidR="00D71816" w:rsidRPr="00DE1411">
        <w:rPr>
          <w:vertAlign w:val="superscript"/>
        </w:rPr>
        <w:t>2</w:t>
      </w:r>
      <w:r w:rsidR="00D71816" w:rsidRPr="00DE1411">
        <w:t>y - 5x</w:t>
      </w:r>
      <w:r w:rsidR="00D71816" w:rsidRPr="00DE1411">
        <w:rPr>
          <w:vertAlign w:val="superscript"/>
        </w:rPr>
        <w:t>2</w:t>
      </w:r>
      <w:r w:rsidR="00D71816" w:rsidRPr="00DE1411">
        <w:t xml:space="preserve">y = </w:t>
      </w:r>
      <w:r w:rsidR="00D71816" w:rsidRPr="00DE1411">
        <w:rPr>
          <w:u w:val="double"/>
        </w:rPr>
        <w:t>-</w:t>
      </w:r>
      <w:r w:rsidR="00504368" w:rsidRPr="00DE1411">
        <w:rPr>
          <w:u w:val="double"/>
        </w:rPr>
        <w:t>4</w:t>
      </w:r>
      <w:r w:rsidR="00D71816" w:rsidRPr="00DE1411">
        <w:rPr>
          <w:u w:val="double"/>
        </w:rPr>
        <w:t>x</w:t>
      </w:r>
      <w:r w:rsidR="00D71816" w:rsidRPr="00DE1411">
        <w:rPr>
          <w:u w:val="double"/>
          <w:vertAlign w:val="superscript"/>
        </w:rPr>
        <w:t>2</w:t>
      </w:r>
      <w:r w:rsidR="00D71816" w:rsidRPr="00DE1411">
        <w:rPr>
          <w:u w:val="double"/>
        </w:rPr>
        <w:t>y</w:t>
      </w:r>
    </w:p>
    <w:p w:rsidR="00DE50C2" w:rsidRPr="00DE1411" w:rsidRDefault="00D6191E" w:rsidP="007C5743">
      <w:pPr>
        <w:pStyle w:val="ISM"/>
        <w:tabs>
          <w:tab w:val="clear" w:pos="270"/>
        </w:tabs>
        <w:spacing w:after="180"/>
      </w:pPr>
      <w:proofErr w:type="gramStart"/>
      <w:r w:rsidRPr="00DE1411">
        <w:t>e</w:t>
      </w:r>
      <w:proofErr w:type="gramEnd"/>
      <w:r w:rsidRPr="00DE1411">
        <w:t>.</w:t>
      </w:r>
      <w:r w:rsidRPr="00DE1411">
        <w:tab/>
      </w:r>
      <w:r w:rsidR="00DE50C2" w:rsidRPr="00DE1411">
        <w:t>4x</w:t>
      </w:r>
      <w:r w:rsidR="00DE50C2" w:rsidRPr="00DE1411">
        <w:rPr>
          <w:vertAlign w:val="superscript"/>
        </w:rPr>
        <w:t>2</w:t>
      </w:r>
      <w:r w:rsidR="00DE50C2" w:rsidRPr="00DE1411">
        <w:t>y+ (– 3x</w:t>
      </w:r>
      <w:r w:rsidR="00DE50C2" w:rsidRPr="00DE1411">
        <w:rPr>
          <w:vertAlign w:val="superscript"/>
        </w:rPr>
        <w:t>2</w:t>
      </w:r>
      <w:r w:rsidR="00DE50C2" w:rsidRPr="00DE1411">
        <w:t>y) – ( – 5x</w:t>
      </w:r>
      <w:r w:rsidR="00DE50C2" w:rsidRPr="00DE1411">
        <w:rPr>
          <w:vertAlign w:val="superscript"/>
        </w:rPr>
        <w:t>2</w:t>
      </w:r>
      <w:r w:rsidR="00DE50C2" w:rsidRPr="00DE1411">
        <w:t>y) = 4x</w:t>
      </w:r>
      <w:r w:rsidR="00DE50C2" w:rsidRPr="00DE1411">
        <w:rPr>
          <w:vertAlign w:val="superscript"/>
        </w:rPr>
        <w:t>2</w:t>
      </w:r>
      <w:r w:rsidR="00DE50C2" w:rsidRPr="00DE1411">
        <w:t>y – 3x</w:t>
      </w:r>
      <w:r w:rsidR="00DE50C2" w:rsidRPr="00DE1411">
        <w:rPr>
          <w:vertAlign w:val="superscript"/>
        </w:rPr>
        <w:t>2</w:t>
      </w:r>
      <w:r w:rsidR="00DE50C2" w:rsidRPr="00DE1411">
        <w:t>y + 5x</w:t>
      </w:r>
      <w:r w:rsidR="00DE50C2" w:rsidRPr="00DE1411">
        <w:rPr>
          <w:vertAlign w:val="superscript"/>
        </w:rPr>
        <w:t>2</w:t>
      </w:r>
      <w:r w:rsidR="00DE50C2" w:rsidRPr="00DE1411">
        <w:t xml:space="preserve">y = </w:t>
      </w:r>
      <w:r w:rsidR="00DE50C2" w:rsidRPr="00DE1411">
        <w:rPr>
          <w:u w:val="double"/>
        </w:rPr>
        <w:t>6x</w:t>
      </w:r>
      <w:r w:rsidR="00DE50C2" w:rsidRPr="00DE1411">
        <w:rPr>
          <w:u w:val="double"/>
          <w:vertAlign w:val="superscript"/>
        </w:rPr>
        <w:t>2</w:t>
      </w:r>
      <w:r w:rsidR="00DE50C2" w:rsidRPr="00DE1411">
        <w:rPr>
          <w:u w:val="double"/>
        </w:rPr>
        <w:t>y</w:t>
      </w:r>
    </w:p>
    <w:p w:rsidR="00DE50C2" w:rsidRDefault="00D6191E" w:rsidP="007C5743">
      <w:pPr>
        <w:pStyle w:val="ISM"/>
        <w:tabs>
          <w:tab w:val="clear" w:pos="270"/>
        </w:tabs>
        <w:spacing w:after="60"/>
        <w:rPr>
          <w:vertAlign w:val="superscript"/>
        </w:rPr>
      </w:pPr>
      <w:r w:rsidRPr="00DE1411">
        <w:t>g.</w:t>
      </w:r>
      <w:r w:rsidRPr="00DE1411">
        <w:tab/>
        <w:t xml:space="preserve"> </w:t>
      </w:r>
      <w:r w:rsidR="00DE50C2" w:rsidRPr="00DE1411">
        <w:t>(6x</w:t>
      </w:r>
      <w:r w:rsidR="00DE50C2" w:rsidRPr="00DE1411">
        <w:rPr>
          <w:vertAlign w:val="superscript"/>
        </w:rPr>
        <w:t xml:space="preserve">2 </w:t>
      </w:r>
      <w:r w:rsidR="00DE50C2" w:rsidRPr="00DE1411">
        <w:t>– 3xy + 4y</w:t>
      </w:r>
      <w:r w:rsidR="00DE50C2" w:rsidRPr="00DE1411">
        <w:rPr>
          <w:vertAlign w:val="superscript"/>
        </w:rPr>
        <w:t>2</w:t>
      </w:r>
      <w:r w:rsidR="00DE50C2" w:rsidRPr="00DE1411">
        <w:t>) – (8y</w:t>
      </w:r>
      <w:r w:rsidR="00DE50C2" w:rsidRPr="00DE1411">
        <w:rPr>
          <w:vertAlign w:val="superscript"/>
        </w:rPr>
        <w:t>2</w:t>
      </w:r>
      <w:r w:rsidR="00DE50C2" w:rsidRPr="00DE1411">
        <w:t xml:space="preserve"> – 10xy – x</w:t>
      </w:r>
      <w:r w:rsidR="00DE50C2" w:rsidRPr="00DE1411">
        <w:rPr>
          <w:vertAlign w:val="superscript"/>
        </w:rPr>
        <w:t>2</w:t>
      </w:r>
      <w:r w:rsidR="00DE50C2" w:rsidRPr="00DE1411">
        <w:t>) = 6x</w:t>
      </w:r>
      <w:r w:rsidR="00DE50C2" w:rsidRPr="00DE1411">
        <w:rPr>
          <w:vertAlign w:val="superscript"/>
        </w:rPr>
        <w:t>2</w:t>
      </w:r>
      <w:r w:rsidR="00DE50C2" w:rsidRPr="00DE1411">
        <w:t xml:space="preserve"> – 3xy + 4y</w:t>
      </w:r>
      <w:r w:rsidR="00DE50C2" w:rsidRPr="00DE1411">
        <w:rPr>
          <w:vertAlign w:val="superscript"/>
        </w:rPr>
        <w:t>2</w:t>
      </w:r>
      <w:r w:rsidR="00DE50C2" w:rsidRPr="00DE1411">
        <w:t xml:space="preserve"> – 8y</w:t>
      </w:r>
      <w:r w:rsidR="00DE50C2" w:rsidRPr="00DE1411">
        <w:rPr>
          <w:vertAlign w:val="superscript"/>
        </w:rPr>
        <w:t>2</w:t>
      </w:r>
      <w:r w:rsidR="00DE50C2" w:rsidRPr="00DE1411">
        <w:t xml:space="preserve"> + 10xy + x</w:t>
      </w:r>
      <w:r w:rsidR="00DE50C2" w:rsidRPr="00DE1411">
        <w:rPr>
          <w:vertAlign w:val="superscript"/>
        </w:rPr>
        <w:t>2</w:t>
      </w:r>
    </w:p>
    <w:p w:rsidR="002632A7" w:rsidRDefault="002632A7" w:rsidP="002632A7">
      <w:pPr>
        <w:pStyle w:val="ISM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= </w:t>
      </w:r>
      <w:r>
        <w:rPr>
          <w:u w:val="double"/>
        </w:rPr>
        <w:t>7x</w:t>
      </w:r>
      <w:r>
        <w:rPr>
          <w:u w:val="double"/>
          <w:vertAlign w:val="superscript"/>
        </w:rPr>
        <w:t>2</w:t>
      </w:r>
      <w:r>
        <w:rPr>
          <w:u w:val="double"/>
        </w:rPr>
        <w:t xml:space="preserve"> + 7xy – 4y</w:t>
      </w:r>
      <w:r>
        <w:rPr>
          <w:u w:val="double"/>
          <w:vertAlign w:val="superscript"/>
        </w:rPr>
        <w:t>2</w:t>
      </w:r>
    </w:p>
    <w:p w:rsidR="002632A7" w:rsidRPr="00DE1411" w:rsidRDefault="002632A7" w:rsidP="007C5743">
      <w:pPr>
        <w:pStyle w:val="ISM"/>
        <w:tabs>
          <w:tab w:val="clear" w:pos="270"/>
        </w:tabs>
        <w:spacing w:after="60"/>
      </w:pPr>
    </w:p>
    <w:p w:rsidR="00DE50C2" w:rsidRPr="00DE1411" w:rsidRDefault="00954D58" w:rsidP="007C5743">
      <w:pPr>
        <w:pStyle w:val="ISM"/>
        <w:tabs>
          <w:tab w:val="clear" w:pos="270"/>
        </w:tabs>
        <w:spacing w:after="180"/>
      </w:pPr>
      <w:proofErr w:type="spellStart"/>
      <w:r w:rsidRPr="00DE1411">
        <w:t>i</w:t>
      </w:r>
      <w:proofErr w:type="spellEnd"/>
      <w:r w:rsidRPr="00DE1411">
        <w:t>.</w:t>
      </w:r>
      <w:r w:rsidRPr="00DE1411">
        <w:tab/>
      </w:r>
      <w:r w:rsidR="00DE50C2" w:rsidRPr="00DE1411">
        <w:t xml:space="preserve">2(7x – 3y) – 3(2x – 3y) = 14x – 6y – 6x + 9y = </w:t>
      </w:r>
      <w:r w:rsidR="00DE50C2" w:rsidRPr="00DE1411">
        <w:rPr>
          <w:u w:val="double"/>
        </w:rPr>
        <w:t>8x + 3y</w:t>
      </w:r>
    </w:p>
    <w:p w:rsidR="00B954C6" w:rsidRPr="00DE1411" w:rsidRDefault="00D6191E" w:rsidP="007C5743">
      <w:pPr>
        <w:pStyle w:val="ISM"/>
        <w:tabs>
          <w:tab w:val="clear" w:pos="270"/>
        </w:tabs>
      </w:pPr>
      <w:r w:rsidRPr="00DE1411">
        <w:t>k.</w:t>
      </w:r>
      <w:r w:rsidRPr="00DE1411">
        <w:tab/>
      </w:r>
      <w:r w:rsidR="00B954C6" w:rsidRPr="00DE1411">
        <w:t xml:space="preserve">15x – [4 – 5x – 6] = 15x – 4 + 5x + 6 = </w:t>
      </w:r>
      <w:r w:rsidR="00B954C6" w:rsidRPr="00DE1411">
        <w:rPr>
          <w:u w:val="double"/>
        </w:rPr>
        <w:t>20x + 2</w:t>
      </w:r>
    </w:p>
    <w:p w:rsidR="00DE50C2" w:rsidRPr="00DE1411" w:rsidRDefault="00D6191E" w:rsidP="007C5743">
      <w:pPr>
        <w:pStyle w:val="ISM"/>
        <w:tabs>
          <w:tab w:val="clear" w:pos="270"/>
        </w:tabs>
      </w:pPr>
      <w:r w:rsidRPr="00DE1411">
        <w:t>m.</w:t>
      </w:r>
      <w:r w:rsidRPr="00DE1411">
        <w:tab/>
      </w:r>
      <w:r w:rsidR="00DE50C2" w:rsidRPr="00DE1411">
        <w:t xml:space="preserve">15x – </w:t>
      </w:r>
      <w:r w:rsidR="00DE50C2" w:rsidRPr="00DE1411">
        <w:rPr>
          <w:position w:val="-10"/>
        </w:rPr>
        <w:object w:dxaOrig="13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17.25pt" o:ole="" fillcolor="window">
            <v:imagedata r:id="rId8" o:title=""/>
          </v:shape>
          <o:OLEObject Type="Embed" ProgID="Equation.3" ShapeID="_x0000_i1025" DrawAspect="Content" ObjectID="_1654950759" r:id="rId9"/>
        </w:object>
      </w:r>
      <w:r w:rsidR="00DE50C2" w:rsidRPr="00DE1411">
        <w:t xml:space="preserve"> = 15x – 4 + 10x – 12 = </w:t>
      </w:r>
      <w:r w:rsidR="00DE50C2" w:rsidRPr="00DE1411">
        <w:rPr>
          <w:u w:val="double"/>
        </w:rPr>
        <w:t>25x – 16</w:t>
      </w:r>
    </w:p>
    <w:p w:rsidR="00DE50C2" w:rsidRPr="00DE1411" w:rsidRDefault="00D6191E" w:rsidP="007C5743">
      <w:pPr>
        <w:pStyle w:val="ISM"/>
        <w:tabs>
          <w:tab w:val="clear" w:pos="270"/>
        </w:tabs>
        <w:spacing w:after="180"/>
      </w:pPr>
      <w:r w:rsidRPr="00DE1411">
        <w:t>o.</w:t>
      </w:r>
      <w:r w:rsidRPr="00DE1411">
        <w:tab/>
      </w:r>
      <w:proofErr w:type="gramStart"/>
      <w:r w:rsidR="00DE50C2" w:rsidRPr="00DE1411">
        <w:t>4a(</w:t>
      </w:r>
      <w:proofErr w:type="gramEnd"/>
      <w:r w:rsidR="00DE50C2" w:rsidRPr="00DE1411">
        <w:t xml:space="preserve">3ab – 5a + 6b) = </w:t>
      </w:r>
      <w:r w:rsidR="00DE50C2" w:rsidRPr="00DE1411">
        <w:rPr>
          <w:u w:val="double"/>
        </w:rPr>
        <w:t>12a</w:t>
      </w:r>
      <w:r w:rsidR="00DE50C2" w:rsidRPr="00DE1411">
        <w:rPr>
          <w:u w:val="double"/>
          <w:vertAlign w:val="superscript"/>
        </w:rPr>
        <w:t>2</w:t>
      </w:r>
      <w:r w:rsidR="00DE50C2" w:rsidRPr="00DE1411">
        <w:rPr>
          <w:u w:val="double"/>
        </w:rPr>
        <w:t>b – 20a</w:t>
      </w:r>
      <w:r w:rsidR="00DE50C2" w:rsidRPr="00DE1411">
        <w:rPr>
          <w:u w:val="double"/>
          <w:vertAlign w:val="superscript"/>
        </w:rPr>
        <w:t>2</w:t>
      </w:r>
      <w:r w:rsidR="00DE50C2" w:rsidRPr="00DE1411">
        <w:rPr>
          <w:u w:val="double"/>
        </w:rPr>
        <w:t xml:space="preserve"> + 24ab</w:t>
      </w:r>
    </w:p>
    <w:p w:rsidR="00AD2543" w:rsidRPr="00DE1411" w:rsidRDefault="00D6191E" w:rsidP="007C5743">
      <w:pPr>
        <w:pStyle w:val="ISM"/>
        <w:tabs>
          <w:tab w:val="clear" w:pos="270"/>
        </w:tabs>
        <w:spacing w:after="60"/>
      </w:pPr>
      <w:r w:rsidRPr="00DE1411">
        <w:t>q.</w:t>
      </w:r>
      <w:r w:rsidRPr="00DE1411">
        <w:tab/>
      </w:r>
      <w:r w:rsidR="00DE50C2" w:rsidRPr="00DE1411">
        <w:t xml:space="preserve">– </w:t>
      </w:r>
      <w:proofErr w:type="gramStart"/>
      <w:r w:rsidR="00DE50C2" w:rsidRPr="00DE1411">
        <w:t>5xy(</w:t>
      </w:r>
      <w:proofErr w:type="gramEnd"/>
      <w:r w:rsidR="00DE50C2" w:rsidRPr="00DE1411">
        <w:t>2x</w:t>
      </w:r>
      <w:r w:rsidR="00DE50C2" w:rsidRPr="00DE1411">
        <w:rPr>
          <w:vertAlign w:val="superscript"/>
        </w:rPr>
        <w:t>2</w:t>
      </w:r>
      <w:r w:rsidR="00DE50C2" w:rsidRPr="00DE1411">
        <w:t xml:space="preserve"> – </w:t>
      </w:r>
      <w:proofErr w:type="spellStart"/>
      <w:r w:rsidR="00DE50C2" w:rsidRPr="00DE1411">
        <w:t>xy</w:t>
      </w:r>
      <w:proofErr w:type="spellEnd"/>
      <w:r w:rsidR="00DE50C2" w:rsidRPr="00DE1411">
        <w:t xml:space="preserve"> – 3y</w:t>
      </w:r>
      <w:r w:rsidR="00DE50C2" w:rsidRPr="00DE1411">
        <w:rPr>
          <w:vertAlign w:val="superscript"/>
        </w:rPr>
        <w:t>2</w:t>
      </w:r>
      <w:r w:rsidR="00DE50C2" w:rsidRPr="00DE1411">
        <w:t xml:space="preserve">)  =  </w:t>
      </w:r>
      <w:r w:rsidR="00DE50C2" w:rsidRPr="00DE1411">
        <w:rPr>
          <w:u w:val="double"/>
        </w:rPr>
        <w:t>– 10x</w:t>
      </w:r>
      <w:r w:rsidR="00DE50C2" w:rsidRPr="00DE1411">
        <w:rPr>
          <w:u w:val="double"/>
          <w:vertAlign w:val="superscript"/>
        </w:rPr>
        <w:t>3</w:t>
      </w:r>
      <w:r w:rsidR="00DE50C2" w:rsidRPr="00DE1411">
        <w:rPr>
          <w:u w:val="double"/>
        </w:rPr>
        <w:t>y + 5x</w:t>
      </w:r>
      <w:r w:rsidR="00DE50C2" w:rsidRPr="00DE1411">
        <w:rPr>
          <w:u w:val="double"/>
          <w:vertAlign w:val="superscript"/>
        </w:rPr>
        <w:t>2</w:t>
      </w:r>
      <w:r w:rsidR="00DE50C2" w:rsidRPr="00DE1411">
        <w:rPr>
          <w:u w:val="double"/>
        </w:rPr>
        <w:t>y</w:t>
      </w:r>
      <w:r w:rsidR="00DE50C2" w:rsidRPr="00DE1411">
        <w:rPr>
          <w:u w:val="double"/>
          <w:vertAlign w:val="superscript"/>
        </w:rPr>
        <w:t>2</w:t>
      </w:r>
      <w:r w:rsidR="00DE50C2" w:rsidRPr="00DE1411">
        <w:rPr>
          <w:u w:val="double"/>
        </w:rPr>
        <w:t xml:space="preserve"> + 15xy</w:t>
      </w:r>
      <w:r w:rsidR="00DE50C2" w:rsidRPr="00DE1411">
        <w:rPr>
          <w:u w:val="double"/>
          <w:vertAlign w:val="superscript"/>
        </w:rPr>
        <w:t>3</w:t>
      </w:r>
    </w:p>
    <w:p w:rsidR="00DE50C2" w:rsidRPr="00DE1411" w:rsidRDefault="00D6191E" w:rsidP="007C5743">
      <w:pPr>
        <w:pStyle w:val="ISM"/>
        <w:tabs>
          <w:tab w:val="clear" w:pos="270"/>
        </w:tabs>
        <w:spacing w:after="180"/>
        <w:jc w:val="left"/>
      </w:pPr>
      <w:r w:rsidRPr="00DE1411">
        <w:t>s.</w:t>
      </w:r>
      <w:r w:rsidRPr="00DE1411">
        <w:tab/>
        <w:t xml:space="preserve"> </w:t>
      </w:r>
      <w:r w:rsidR="00DE50C2" w:rsidRPr="00DE1411">
        <w:t>(4r – 3t</w:t>
      </w:r>
      <w:proofErr w:type="gramStart"/>
      <w:r w:rsidR="00DE50C2" w:rsidRPr="00DE1411">
        <w:t>)(</w:t>
      </w:r>
      <w:proofErr w:type="gramEnd"/>
      <w:r w:rsidR="00DE50C2" w:rsidRPr="00DE1411">
        <w:t>2t + 5r)  =  8rt + 20r</w:t>
      </w:r>
      <w:r w:rsidR="00DE50C2" w:rsidRPr="00DE1411">
        <w:rPr>
          <w:vertAlign w:val="superscript"/>
        </w:rPr>
        <w:t>2</w:t>
      </w:r>
      <w:r w:rsidR="00DE50C2" w:rsidRPr="00DE1411">
        <w:t xml:space="preserve"> – 6t</w:t>
      </w:r>
      <w:r w:rsidR="00DE50C2" w:rsidRPr="00DE1411">
        <w:rPr>
          <w:vertAlign w:val="superscript"/>
        </w:rPr>
        <w:t>2</w:t>
      </w:r>
      <w:r w:rsidR="00DE50C2" w:rsidRPr="00DE1411">
        <w:t xml:space="preserve"> – 15rt  =  </w:t>
      </w:r>
      <w:r w:rsidR="00DE50C2" w:rsidRPr="00DE1411">
        <w:rPr>
          <w:u w:val="double"/>
        </w:rPr>
        <w:t>20r</w:t>
      </w:r>
      <w:r w:rsidR="00DE50C2" w:rsidRPr="00DE1411">
        <w:rPr>
          <w:u w:val="double"/>
          <w:vertAlign w:val="superscript"/>
        </w:rPr>
        <w:t>2</w:t>
      </w:r>
      <w:r w:rsidR="00DE50C2" w:rsidRPr="00DE1411">
        <w:rPr>
          <w:u w:val="double"/>
        </w:rPr>
        <w:t xml:space="preserve"> – 7rt – 6t</w:t>
      </w:r>
      <w:r w:rsidR="00DE50C2" w:rsidRPr="00DE1411">
        <w:rPr>
          <w:u w:val="double"/>
          <w:vertAlign w:val="superscript"/>
        </w:rPr>
        <w:t>2</w:t>
      </w:r>
    </w:p>
    <w:p w:rsidR="0023392F" w:rsidRPr="00DE1411" w:rsidRDefault="00D6191E" w:rsidP="007C5743">
      <w:pPr>
        <w:pStyle w:val="ISM"/>
        <w:tabs>
          <w:tab w:val="clear" w:pos="270"/>
        </w:tabs>
        <w:spacing w:after="0"/>
      </w:pPr>
      <w:r w:rsidRPr="00DE1411">
        <w:t>u.</w:t>
      </w:r>
      <w:r w:rsidRPr="00DE1411">
        <w:tab/>
        <w:t xml:space="preserve"> </w:t>
      </w:r>
      <w:r w:rsidR="00021708" w:rsidRPr="00DE1411">
        <w:t xml:space="preserve">(4r – 3t) – (2t + 5r) = 4r – 3t – 2t – 5r = </w:t>
      </w:r>
      <w:r w:rsidR="00021708" w:rsidRPr="00DE1411">
        <w:rPr>
          <w:u w:val="double"/>
        </w:rPr>
        <w:t>– r – 5t</w:t>
      </w:r>
    </w:p>
    <w:p w:rsidR="00DE50C2" w:rsidRPr="00DE1411" w:rsidRDefault="00D6191E" w:rsidP="007C5743">
      <w:pPr>
        <w:pStyle w:val="ISM"/>
        <w:tabs>
          <w:tab w:val="clear" w:pos="270"/>
        </w:tabs>
        <w:spacing w:after="0"/>
      </w:pPr>
      <w:r w:rsidRPr="00DE1411">
        <w:t>w.</w:t>
      </w:r>
      <w:r w:rsidRPr="00DE1411">
        <w:tab/>
      </w:r>
      <w:r w:rsidR="00DE50C2" w:rsidRPr="00DE1411">
        <w:t>3(a – 2</w:t>
      </w:r>
      <w:proofErr w:type="gramStart"/>
      <w:r w:rsidR="00DE50C2" w:rsidRPr="00DE1411">
        <w:t>)(</w:t>
      </w:r>
      <w:proofErr w:type="gramEnd"/>
      <w:r w:rsidR="00DE50C2" w:rsidRPr="00DE1411">
        <w:t xml:space="preserve">4a + 1) – 5(2a + 3)(a – 7) = 3(4a </w:t>
      </w:r>
      <w:r w:rsidR="00DE50C2" w:rsidRPr="00DE1411">
        <w:rPr>
          <w:vertAlign w:val="superscript"/>
        </w:rPr>
        <w:t>2</w:t>
      </w:r>
      <w:r w:rsidR="00DE50C2" w:rsidRPr="00DE1411">
        <w:t xml:space="preserve"> + a – 8a – 2) – 5(2a</w:t>
      </w:r>
      <w:r w:rsidR="00DE50C2" w:rsidRPr="00DE1411">
        <w:rPr>
          <w:vertAlign w:val="superscript"/>
        </w:rPr>
        <w:t>2</w:t>
      </w:r>
      <w:r w:rsidR="00DE50C2" w:rsidRPr="00DE1411">
        <w:t xml:space="preserve"> – 14a + 3a – 21)</w:t>
      </w:r>
    </w:p>
    <w:p w:rsidR="00DE50C2" w:rsidRPr="00DE1411" w:rsidRDefault="00DE50C2" w:rsidP="007C5743">
      <w:pPr>
        <w:pStyle w:val="ISM"/>
        <w:tabs>
          <w:tab w:val="clear" w:pos="270"/>
        </w:tabs>
        <w:spacing w:after="0"/>
        <w:ind w:left="547"/>
      </w:pPr>
      <w:r w:rsidRPr="00DE1411">
        <w:t>= 12a</w:t>
      </w:r>
      <w:r w:rsidRPr="00DE1411">
        <w:rPr>
          <w:vertAlign w:val="superscript"/>
        </w:rPr>
        <w:t>2</w:t>
      </w:r>
      <w:r w:rsidRPr="00DE1411">
        <w:t xml:space="preserve"> – 21a – 6 – 10a</w:t>
      </w:r>
      <w:r w:rsidRPr="00DE1411">
        <w:rPr>
          <w:vertAlign w:val="superscript"/>
        </w:rPr>
        <w:t>2</w:t>
      </w:r>
      <w:r w:rsidRPr="00DE1411">
        <w:t xml:space="preserve"> + 55a + 105</w:t>
      </w:r>
    </w:p>
    <w:p w:rsidR="00DE50C2" w:rsidRPr="00DE1411" w:rsidRDefault="00DE50C2" w:rsidP="007C5743">
      <w:pPr>
        <w:pStyle w:val="ISM"/>
        <w:tabs>
          <w:tab w:val="clear" w:pos="270"/>
        </w:tabs>
        <w:spacing w:after="60" w:line="360" w:lineRule="auto"/>
        <w:ind w:left="547"/>
      </w:pPr>
      <w:r w:rsidRPr="00DE1411">
        <w:t xml:space="preserve">= </w:t>
      </w:r>
      <w:r w:rsidRPr="00DE1411">
        <w:rPr>
          <w:u w:val="double"/>
        </w:rPr>
        <w:t>2a</w:t>
      </w:r>
      <w:r w:rsidRPr="00DE1411">
        <w:rPr>
          <w:u w:val="double"/>
          <w:vertAlign w:val="superscript"/>
        </w:rPr>
        <w:t>2</w:t>
      </w:r>
      <w:r w:rsidRPr="00DE1411">
        <w:rPr>
          <w:u w:val="double"/>
        </w:rPr>
        <w:t xml:space="preserve"> + 34a + 99</w:t>
      </w:r>
    </w:p>
    <w:p w:rsidR="00DE50C2" w:rsidRPr="00DE1411" w:rsidRDefault="00954D58" w:rsidP="007C5743">
      <w:pPr>
        <w:pStyle w:val="ISM"/>
        <w:tabs>
          <w:tab w:val="clear" w:pos="270"/>
        </w:tabs>
        <w:spacing w:after="60"/>
        <w:jc w:val="left"/>
      </w:pPr>
      <w:r w:rsidRPr="00DE1411">
        <w:t>y.</w:t>
      </w:r>
      <w:r w:rsidRPr="00DE1411">
        <w:tab/>
      </w:r>
      <w:r w:rsidR="00DE50C2" w:rsidRPr="00DE1411">
        <w:rPr>
          <w:position w:val="-22"/>
        </w:rPr>
        <w:object w:dxaOrig="600" w:dyaOrig="620">
          <v:shape id="_x0000_i1026" type="#_x0000_t75" style="width:30pt;height:30.75pt" o:ole="" fillcolor="window">
            <v:imagedata r:id="rId10" o:title=""/>
          </v:shape>
          <o:OLEObject Type="Embed" ProgID="Equation.3" ShapeID="_x0000_i1026" DrawAspect="Content" ObjectID="_1654950760" r:id="rId11"/>
        </w:object>
      </w:r>
      <w:r w:rsidR="00DE50C2" w:rsidRPr="00DE1411">
        <w:t xml:space="preserve"> = </w:t>
      </w:r>
      <w:r w:rsidR="00DE50C2" w:rsidRPr="00DE1411">
        <w:rPr>
          <w:u w:val="double"/>
        </w:rPr>
        <w:t>6x</w:t>
      </w:r>
    </w:p>
    <w:p w:rsidR="00DE50C2" w:rsidRPr="00DE1411" w:rsidRDefault="00954D58" w:rsidP="007C5743">
      <w:pPr>
        <w:pStyle w:val="ISM"/>
        <w:tabs>
          <w:tab w:val="clear" w:pos="270"/>
        </w:tabs>
        <w:spacing w:after="60"/>
        <w:jc w:val="left"/>
        <w:rPr>
          <w:u w:val="double"/>
        </w:rPr>
      </w:pPr>
      <w:proofErr w:type="gramStart"/>
      <w:r w:rsidRPr="00DE1411">
        <w:t>aa</w:t>
      </w:r>
      <w:proofErr w:type="gramEnd"/>
      <w:r w:rsidRPr="00DE1411">
        <w:t>.</w:t>
      </w:r>
      <w:r w:rsidRPr="00DE1411">
        <w:tab/>
      </w:r>
      <w:r w:rsidR="00DE50C2" w:rsidRPr="00DE1411">
        <w:rPr>
          <w:position w:val="-28"/>
        </w:rPr>
        <w:object w:dxaOrig="1300" w:dyaOrig="700">
          <v:shape id="_x0000_i1027" type="#_x0000_t75" style="width:64.5pt;height:34.5pt" o:ole="" fillcolor="window">
            <v:imagedata r:id="rId12" o:title=""/>
          </v:shape>
          <o:OLEObject Type="Embed" ProgID="Equation.3" ShapeID="_x0000_i1027" DrawAspect="Content" ObjectID="_1654950761" r:id="rId13"/>
        </w:object>
      </w:r>
      <w:r w:rsidR="00DE50C2" w:rsidRPr="00DE1411">
        <w:t xml:space="preserve"> </w:t>
      </w:r>
      <w:r w:rsidR="00DE50C2" w:rsidRPr="00DE1411">
        <w:rPr>
          <w:u w:val="double"/>
        </w:rPr>
        <w:t xml:space="preserve">x – </w:t>
      </w:r>
      <w:proofErr w:type="gramStart"/>
      <w:r w:rsidR="00DE50C2" w:rsidRPr="00DE1411">
        <w:rPr>
          <w:u w:val="double"/>
        </w:rPr>
        <w:t>y</w:t>
      </w:r>
      <w:proofErr w:type="gramEnd"/>
      <w:r w:rsidR="00DE50C2" w:rsidRPr="00DE1411">
        <w:rPr>
          <w:u w:val="double"/>
        </w:rPr>
        <w:t xml:space="preserve"> </w:t>
      </w:r>
    </w:p>
    <w:p w:rsidR="00DE50C2" w:rsidRPr="00DE1411" w:rsidRDefault="002632A7" w:rsidP="007C5743">
      <w:pPr>
        <w:pStyle w:val="ISM"/>
        <w:tabs>
          <w:tab w:val="clear" w:pos="270"/>
        </w:tabs>
        <w:spacing w:after="60"/>
        <w:jc w:val="left"/>
      </w:pPr>
      <w:r>
        <w:t>c</w:t>
      </w:r>
      <w:r w:rsidR="00954D58" w:rsidRPr="00DE1411">
        <w:t>c.</w:t>
      </w:r>
      <w:r w:rsidR="00954D58" w:rsidRPr="00DE1411">
        <w:tab/>
      </w:r>
      <w:r w:rsidR="00696BDA" w:rsidRPr="00DE1411">
        <w:rPr>
          <w:position w:val="-34"/>
        </w:rPr>
        <w:object w:dxaOrig="3300" w:dyaOrig="760">
          <v:shape id="_x0000_i1028" type="#_x0000_t75" style="width:162.75pt;height:37.5pt" o:ole="" fillcolor="window">
            <v:imagedata r:id="rId14" o:title=""/>
          </v:shape>
          <o:OLEObject Type="Embed" ProgID="Equation.3" ShapeID="_x0000_i1028" DrawAspect="Content" ObjectID="_1654950762" r:id="rId15"/>
        </w:object>
      </w:r>
    </w:p>
    <w:p w:rsidR="00DE50C2" w:rsidRPr="00DE1411" w:rsidRDefault="002632A7" w:rsidP="007C5743">
      <w:pPr>
        <w:pStyle w:val="ISM"/>
        <w:tabs>
          <w:tab w:val="clear" w:pos="270"/>
        </w:tabs>
        <w:spacing w:after="60"/>
        <w:jc w:val="left"/>
      </w:pPr>
      <w:proofErr w:type="spellStart"/>
      <w:proofErr w:type="gramStart"/>
      <w:r>
        <w:t>e</w:t>
      </w:r>
      <w:r w:rsidR="00954D58" w:rsidRPr="00DE1411">
        <w:t>e</w:t>
      </w:r>
      <w:proofErr w:type="spellEnd"/>
      <w:proofErr w:type="gramEnd"/>
      <w:r w:rsidR="00954D58" w:rsidRPr="00DE1411">
        <w:t>.</w:t>
      </w:r>
      <w:r w:rsidR="00954D58" w:rsidRPr="00DE1411">
        <w:tab/>
      </w:r>
      <w:r w:rsidR="00DE50C2" w:rsidRPr="00DE1411">
        <w:rPr>
          <w:position w:val="-24"/>
        </w:rPr>
        <w:object w:dxaOrig="1560" w:dyaOrig="639">
          <v:shape id="_x0000_i1029" type="#_x0000_t75" style="width:77.25pt;height:32.25pt" o:ole="" fillcolor="window">
            <v:imagedata r:id="rId16" o:title=""/>
          </v:shape>
          <o:OLEObject Type="Embed" ProgID="Equation.3" ShapeID="_x0000_i1029" DrawAspect="Content" ObjectID="_1654950763" r:id="rId17"/>
        </w:object>
      </w:r>
      <w:r w:rsidR="00DE50C2" w:rsidRPr="00DE1411">
        <w:t xml:space="preserve"> = </w:t>
      </w:r>
      <w:r w:rsidR="00DE50C2" w:rsidRPr="00DE1411">
        <w:rPr>
          <w:u w:val="double"/>
        </w:rPr>
        <w:t>2ab – 3a</w:t>
      </w:r>
      <w:r w:rsidR="00DE50C2" w:rsidRPr="00DE1411">
        <w:rPr>
          <w:u w:val="double"/>
          <w:vertAlign w:val="superscript"/>
        </w:rPr>
        <w:t>2</w:t>
      </w:r>
      <w:r w:rsidR="00DE50C2" w:rsidRPr="00DE1411">
        <w:t xml:space="preserve"> </w:t>
      </w:r>
    </w:p>
    <w:p w:rsidR="0023392F" w:rsidRPr="00DE1411" w:rsidRDefault="002632A7" w:rsidP="007C5743">
      <w:pPr>
        <w:pStyle w:val="ISM"/>
        <w:tabs>
          <w:tab w:val="clear" w:pos="270"/>
        </w:tabs>
        <w:rPr>
          <w:position w:val="-24"/>
        </w:rPr>
      </w:pPr>
      <w:proofErr w:type="gramStart"/>
      <w:r>
        <w:t>g</w:t>
      </w:r>
      <w:r w:rsidR="00954D58" w:rsidRPr="00DE1411">
        <w:t>g</w:t>
      </w:r>
      <w:proofErr w:type="gramEnd"/>
      <w:r w:rsidR="00954D58" w:rsidRPr="00DE1411">
        <w:t>.</w:t>
      </w:r>
      <w:r w:rsidR="00954D58" w:rsidRPr="00DE1411">
        <w:tab/>
      </w:r>
      <w:r w:rsidR="003E4DCB" w:rsidRPr="00DE1411">
        <w:rPr>
          <w:position w:val="-24"/>
        </w:rPr>
        <w:object w:dxaOrig="3220" w:dyaOrig="640">
          <v:shape id="_x0000_i1030" type="#_x0000_t75" style="width:162pt;height:32.25pt" o:ole="">
            <v:imagedata r:id="rId18" o:title=""/>
          </v:shape>
          <o:OLEObject Type="Embed" ProgID="Equation.3" ShapeID="_x0000_i1030" DrawAspect="Content" ObjectID="_1654950764" r:id="rId19"/>
        </w:object>
      </w:r>
    </w:p>
    <w:p w:rsidR="00DE50C2" w:rsidRPr="00DE1411" w:rsidRDefault="00667EEF" w:rsidP="00667EEF">
      <w:pPr>
        <w:pStyle w:val="ISM"/>
        <w:suppressAutoHyphens/>
        <w:jc w:val="left"/>
      </w:pPr>
      <w:r w:rsidRPr="00DE1411">
        <w:tab/>
        <w:t>1.</w:t>
      </w:r>
      <w:r w:rsidRPr="00DE1411">
        <w:tab/>
      </w:r>
      <w:r w:rsidR="00DE50C2" w:rsidRPr="00DE1411">
        <w:t>3d</w:t>
      </w:r>
      <w:r w:rsidR="00DE50C2" w:rsidRPr="00DE1411">
        <w:rPr>
          <w:vertAlign w:val="superscript"/>
        </w:rPr>
        <w:t>2</w:t>
      </w:r>
      <w:r w:rsidR="00DE50C2" w:rsidRPr="00DE1411">
        <w:t xml:space="preserve"> – 4d + </w:t>
      </w:r>
      <w:r w:rsidR="0002463F" w:rsidRPr="00DE1411">
        <w:t>$</w:t>
      </w:r>
      <w:r w:rsidR="00DE50C2" w:rsidRPr="00DE1411">
        <w:t>15 = 3(</w:t>
      </w:r>
      <w:r w:rsidR="0002463F" w:rsidRPr="00DE1411">
        <w:t>$</w:t>
      </w:r>
      <w:r w:rsidR="00DE50C2" w:rsidRPr="00DE1411">
        <w:t>2.5</w:t>
      </w:r>
      <w:r w:rsidR="0002463F" w:rsidRPr="00DE1411">
        <w:t>0</w:t>
      </w:r>
      <w:r w:rsidR="00DE50C2" w:rsidRPr="00DE1411">
        <w:t>)</w:t>
      </w:r>
      <w:r w:rsidR="00DE50C2" w:rsidRPr="00DE1411">
        <w:rPr>
          <w:vertAlign w:val="superscript"/>
        </w:rPr>
        <w:t>2</w:t>
      </w:r>
      <w:r w:rsidR="00DE50C2" w:rsidRPr="00DE1411">
        <w:t xml:space="preserve"> – 4(</w:t>
      </w:r>
      <w:r w:rsidR="0002463F" w:rsidRPr="00DE1411">
        <w:t>$</w:t>
      </w:r>
      <w:r w:rsidR="00DE50C2" w:rsidRPr="00DE1411">
        <w:t>2.5</w:t>
      </w:r>
      <w:r w:rsidR="0002463F" w:rsidRPr="00DE1411">
        <w:t>0</w:t>
      </w:r>
      <w:r w:rsidR="00DE50C2" w:rsidRPr="00DE1411">
        <w:t xml:space="preserve">) + </w:t>
      </w:r>
      <w:r w:rsidR="0002463F" w:rsidRPr="00DE1411">
        <w:t>$</w:t>
      </w:r>
      <w:r w:rsidR="00DE50C2" w:rsidRPr="00DE1411">
        <w:t>15</w:t>
      </w:r>
    </w:p>
    <w:p w:rsidR="00DE50C2" w:rsidRPr="00DE1411" w:rsidRDefault="00DE50C2" w:rsidP="00517DC6">
      <w:pPr>
        <w:pStyle w:val="ISM"/>
        <w:suppressAutoHyphens/>
        <w:ind w:left="2016"/>
        <w:jc w:val="left"/>
      </w:pPr>
      <w:r w:rsidRPr="00DE1411">
        <w:t xml:space="preserve">= </w:t>
      </w:r>
      <w:r w:rsidR="0002463F" w:rsidRPr="00DE1411">
        <w:t>$</w:t>
      </w:r>
      <w:r w:rsidRPr="00DE1411">
        <w:t xml:space="preserve">18.75 – </w:t>
      </w:r>
      <w:r w:rsidR="0002463F" w:rsidRPr="00DE1411">
        <w:t>$</w:t>
      </w:r>
      <w:r w:rsidRPr="00DE1411">
        <w:t xml:space="preserve">10 + </w:t>
      </w:r>
      <w:r w:rsidR="0002463F" w:rsidRPr="00DE1411">
        <w:t>$</w:t>
      </w:r>
      <w:r w:rsidRPr="00DE1411">
        <w:t>15</w:t>
      </w:r>
    </w:p>
    <w:p w:rsidR="00DE50C2" w:rsidRPr="00DE1411" w:rsidRDefault="00DE50C2" w:rsidP="00517DC6">
      <w:pPr>
        <w:pStyle w:val="ISM"/>
        <w:suppressAutoHyphens/>
        <w:ind w:left="2016"/>
        <w:jc w:val="left"/>
      </w:pPr>
      <w:r w:rsidRPr="00DE1411">
        <w:t xml:space="preserve">= </w:t>
      </w:r>
      <w:r w:rsidR="0002463F" w:rsidRPr="00DE1411">
        <w:t>$</w:t>
      </w:r>
      <w:r w:rsidRPr="00DE1411">
        <w:rPr>
          <w:u w:val="double"/>
        </w:rPr>
        <w:t>23.75</w:t>
      </w:r>
      <w:r w:rsidRPr="00DE1411">
        <w:t xml:space="preserve"> </w:t>
      </w:r>
    </w:p>
    <w:p w:rsidR="00DE50C2" w:rsidRPr="00DE1411" w:rsidRDefault="00667EEF" w:rsidP="00667EEF">
      <w:pPr>
        <w:pStyle w:val="ISM"/>
        <w:suppressAutoHyphens/>
        <w:jc w:val="left"/>
      </w:pPr>
      <w:r w:rsidRPr="00DE1411">
        <w:tab/>
        <w:t>3.</w:t>
      </w:r>
      <w:r w:rsidRPr="00DE1411">
        <w:tab/>
      </w:r>
      <w:proofErr w:type="gramStart"/>
      <w:r w:rsidR="00DE50C2" w:rsidRPr="00DE1411">
        <w:t>7</w:t>
      </w:r>
      <w:r w:rsidR="00DE50C2" w:rsidRPr="00DE1411">
        <w:rPr>
          <w:rFonts w:ascii="Times New Roman" w:hAnsi="Times New Roman" w:cs="Times New Roman"/>
          <w:i/>
          <w:iCs/>
        </w:rPr>
        <w:t>x</w:t>
      </w:r>
      <w:r w:rsidR="00DE50C2" w:rsidRPr="00DE1411">
        <w:t>(</w:t>
      </w:r>
      <w:proofErr w:type="gramEnd"/>
      <w:r w:rsidR="00DE50C2" w:rsidRPr="00DE1411">
        <w:t xml:space="preserve">4y – </w:t>
      </w:r>
      <w:r w:rsidR="0002463F" w:rsidRPr="00DE1411">
        <w:t>$</w:t>
      </w:r>
      <w:r w:rsidR="00DE50C2" w:rsidRPr="00DE1411">
        <w:t>8) = 7(</w:t>
      </w:r>
      <w:r w:rsidR="0002463F" w:rsidRPr="00DE1411">
        <w:t>$</w:t>
      </w:r>
      <w:r w:rsidR="00DE50C2" w:rsidRPr="00DE1411">
        <w:t>3.2</w:t>
      </w:r>
      <w:r w:rsidR="0002463F" w:rsidRPr="00DE1411">
        <w:t>0</w:t>
      </w:r>
      <w:r w:rsidR="00DE50C2" w:rsidRPr="00DE1411">
        <w:t xml:space="preserve">)(4 </w:t>
      </w:r>
      <w:r w:rsidR="00DE50C2" w:rsidRPr="00DE1411">
        <w:rPr>
          <w:sz w:val="24"/>
          <w:szCs w:val="24"/>
        </w:rPr>
        <w:sym w:font="Symbol" w:char="F0B4"/>
      </w:r>
      <w:r w:rsidR="00DE50C2" w:rsidRPr="00DE1411">
        <w:t xml:space="preserve"> </w:t>
      </w:r>
      <w:r w:rsidR="0002463F" w:rsidRPr="00DE1411">
        <w:t>$</w:t>
      </w:r>
      <w:r w:rsidR="00DE50C2" w:rsidRPr="00DE1411">
        <w:t>1.5</w:t>
      </w:r>
      <w:r w:rsidR="0002463F" w:rsidRPr="00DE1411">
        <w:t>0</w:t>
      </w:r>
      <w:r w:rsidR="00DE50C2" w:rsidRPr="00DE1411">
        <w:t xml:space="preserve"> – </w:t>
      </w:r>
      <w:r w:rsidR="0002463F" w:rsidRPr="00DE1411">
        <w:t>$</w:t>
      </w:r>
      <w:r w:rsidR="00DE50C2" w:rsidRPr="00DE1411">
        <w:t xml:space="preserve">8) = </w:t>
      </w:r>
      <w:r w:rsidR="0002463F" w:rsidRPr="00DE1411">
        <w:t>$</w:t>
      </w:r>
      <w:r w:rsidR="00DE50C2" w:rsidRPr="00DE1411">
        <w:t>22.4(</w:t>
      </w:r>
      <w:r w:rsidR="0002463F" w:rsidRPr="00DE1411">
        <w:t>$</w:t>
      </w:r>
      <w:r w:rsidR="00DE50C2" w:rsidRPr="00DE1411">
        <w:t xml:space="preserve">6 – </w:t>
      </w:r>
      <w:r w:rsidR="0002463F" w:rsidRPr="00DE1411">
        <w:t>$</w:t>
      </w:r>
      <w:r w:rsidR="00DE50C2" w:rsidRPr="00DE1411">
        <w:t xml:space="preserve">8) = </w:t>
      </w:r>
      <w:r w:rsidR="00DE50C2" w:rsidRPr="00DE1411">
        <w:rPr>
          <w:u w:val="double"/>
        </w:rPr>
        <w:t xml:space="preserve">– </w:t>
      </w:r>
      <w:r w:rsidR="0002463F" w:rsidRPr="00DE1411">
        <w:rPr>
          <w:u w:val="double"/>
        </w:rPr>
        <w:t>$</w:t>
      </w:r>
      <w:r w:rsidR="00DE50C2" w:rsidRPr="00DE1411">
        <w:rPr>
          <w:u w:val="double"/>
        </w:rPr>
        <w:t>44.8</w:t>
      </w:r>
      <w:r w:rsidR="0002463F" w:rsidRPr="00DE1411">
        <w:rPr>
          <w:u w:val="double"/>
        </w:rPr>
        <w:t>0</w:t>
      </w:r>
    </w:p>
    <w:p w:rsidR="00DE50C2" w:rsidRPr="00DE1411" w:rsidRDefault="00667EEF" w:rsidP="00667EEF">
      <w:pPr>
        <w:pStyle w:val="ISM"/>
        <w:suppressAutoHyphens/>
        <w:jc w:val="left"/>
      </w:pPr>
      <w:r w:rsidRPr="00DE1411">
        <w:tab/>
        <w:t>5.</w:t>
      </w:r>
      <w:r w:rsidRPr="00DE1411">
        <w:tab/>
      </w:r>
      <w:r w:rsidR="00DE50C2" w:rsidRPr="00DE1411">
        <w:rPr>
          <w:position w:val="-36"/>
        </w:rPr>
        <w:object w:dxaOrig="2860" w:dyaOrig="720">
          <v:shape id="_x0000_i1031" type="#_x0000_t75" style="width:140.25pt;height:36.75pt" o:ole="" fillcolor="window">
            <v:imagedata r:id="rId20" o:title=""/>
          </v:shape>
          <o:OLEObject Type="Embed" ProgID="Equation.3" ShapeID="_x0000_i1031" DrawAspect="Content" ObjectID="_1654950765" r:id="rId21"/>
        </w:object>
      </w:r>
      <w:r w:rsidR="00DE50C2" w:rsidRPr="00DE1411">
        <w:t xml:space="preserve"> = </w:t>
      </w:r>
      <w:r w:rsidR="00DE50C2" w:rsidRPr="00DE1411">
        <w:rPr>
          <w:u w:val="double"/>
        </w:rPr>
        <w:t>$315.11</w:t>
      </w:r>
    </w:p>
    <w:p w:rsidR="00DE50C2" w:rsidRPr="00DE1411" w:rsidRDefault="00667EEF" w:rsidP="00667EEF">
      <w:pPr>
        <w:pStyle w:val="ISM"/>
        <w:suppressAutoHyphens/>
        <w:jc w:val="left"/>
      </w:pPr>
      <w:r w:rsidRPr="00DE1411">
        <w:lastRenderedPageBreak/>
        <w:tab/>
        <w:t>7.</w:t>
      </w:r>
      <w:r w:rsidRPr="00DE1411">
        <w:tab/>
      </w:r>
      <w:proofErr w:type="gramStart"/>
      <w:r w:rsidR="00DE50C2" w:rsidRPr="00DE1411">
        <w:rPr>
          <w:rFonts w:ascii="Times New Roman" w:hAnsi="Times New Roman" w:cs="Times New Roman"/>
          <w:i/>
          <w:iCs/>
        </w:rPr>
        <w:t>L</w:t>
      </w:r>
      <w:r w:rsidR="00DE50C2" w:rsidRPr="00DE1411">
        <w:rPr>
          <w:rFonts w:ascii="Times New Roman" w:hAnsi="Times New Roman" w:cs="Times New Roman"/>
        </w:rPr>
        <w:t>(</w:t>
      </w:r>
      <w:proofErr w:type="gramEnd"/>
      <w:r w:rsidR="00DE50C2" w:rsidRPr="00DE1411">
        <w:rPr>
          <w:rFonts w:ascii="Times New Roman" w:hAnsi="Times New Roman" w:cs="Times New Roman"/>
        </w:rPr>
        <w:t xml:space="preserve">1 – </w:t>
      </w:r>
      <w:r w:rsidR="00DE50C2" w:rsidRPr="00DE1411">
        <w:rPr>
          <w:rFonts w:ascii="Times New Roman" w:hAnsi="Times New Roman" w:cs="Times New Roman"/>
          <w:i/>
          <w:iCs/>
        </w:rPr>
        <w:t>d</w:t>
      </w:r>
      <w:r w:rsidR="00DE50C2" w:rsidRPr="00DE1411">
        <w:rPr>
          <w:rFonts w:ascii="Times New Roman" w:hAnsi="Times New Roman" w:cs="Times New Roman"/>
          <w:vertAlign w:val="subscript"/>
        </w:rPr>
        <w:t>1</w:t>
      </w:r>
      <w:r w:rsidR="00DE50C2" w:rsidRPr="00DE1411">
        <w:rPr>
          <w:rFonts w:ascii="Times New Roman" w:hAnsi="Times New Roman" w:cs="Times New Roman"/>
        </w:rPr>
        <w:t xml:space="preserve">)(1 – </w:t>
      </w:r>
      <w:r w:rsidR="00DE50C2" w:rsidRPr="00DE1411">
        <w:rPr>
          <w:rFonts w:ascii="Times New Roman" w:hAnsi="Times New Roman" w:cs="Times New Roman"/>
          <w:i/>
          <w:iCs/>
        </w:rPr>
        <w:t>d</w:t>
      </w:r>
      <w:r w:rsidR="00DE50C2" w:rsidRPr="00DE1411">
        <w:rPr>
          <w:rFonts w:ascii="Times New Roman" w:hAnsi="Times New Roman" w:cs="Times New Roman"/>
          <w:vertAlign w:val="subscript"/>
        </w:rPr>
        <w:t>2</w:t>
      </w:r>
      <w:r w:rsidR="00DE50C2" w:rsidRPr="00DE1411">
        <w:rPr>
          <w:rFonts w:ascii="Times New Roman" w:hAnsi="Times New Roman" w:cs="Times New Roman"/>
        </w:rPr>
        <w:t xml:space="preserve">)(1 – </w:t>
      </w:r>
      <w:r w:rsidR="00DE50C2" w:rsidRPr="00DE1411">
        <w:rPr>
          <w:rFonts w:ascii="Times New Roman" w:hAnsi="Times New Roman" w:cs="Times New Roman"/>
          <w:i/>
          <w:iCs/>
        </w:rPr>
        <w:t>d</w:t>
      </w:r>
      <w:r w:rsidR="00DE50C2" w:rsidRPr="00DE1411">
        <w:rPr>
          <w:rFonts w:ascii="Times New Roman" w:hAnsi="Times New Roman" w:cs="Times New Roman"/>
          <w:vertAlign w:val="subscript"/>
        </w:rPr>
        <w:t>3</w:t>
      </w:r>
      <w:r w:rsidR="00DE50C2" w:rsidRPr="00DE1411">
        <w:rPr>
          <w:rFonts w:ascii="Times New Roman" w:hAnsi="Times New Roman" w:cs="Times New Roman"/>
        </w:rPr>
        <w:t>)</w:t>
      </w:r>
      <w:r w:rsidR="00DE50C2" w:rsidRPr="00DE1411">
        <w:t xml:space="preserve"> = $490(1 – 0.125)(1 – 0.15)(1 – 0.05) = </w:t>
      </w:r>
      <w:r w:rsidR="00DE50C2" w:rsidRPr="00DE1411">
        <w:rPr>
          <w:u w:val="double"/>
        </w:rPr>
        <w:t>$346.22</w:t>
      </w:r>
    </w:p>
    <w:p w:rsidR="00DE50C2" w:rsidRPr="00DE1411" w:rsidRDefault="004B56F8" w:rsidP="00212BB2">
      <w:pPr>
        <w:pStyle w:val="ISM"/>
        <w:suppressAutoHyphens/>
        <w:jc w:val="left"/>
      </w:pPr>
      <w:r w:rsidRPr="00DE1411">
        <w:tab/>
        <w:t>9.</w:t>
      </w:r>
      <w:r w:rsidRPr="00DE1411">
        <w:tab/>
      </w:r>
      <w:r w:rsidR="00DE50C2" w:rsidRPr="00DE1411">
        <w:rPr>
          <w:position w:val="-32"/>
        </w:rPr>
        <w:object w:dxaOrig="3400" w:dyaOrig="680">
          <v:shape id="_x0000_i1032" type="#_x0000_t75" style="width:168.75pt;height:33.75pt" o:ole="" fillcolor="window">
            <v:imagedata r:id="rId22" o:title=""/>
          </v:shape>
          <o:OLEObject Type="Embed" ProgID="Equation.3" ShapeID="_x0000_i1032" DrawAspect="Content" ObjectID="_1654950766" r:id="rId23"/>
        </w:object>
      </w:r>
      <w:r w:rsidR="00DE50C2" w:rsidRPr="00DE1411">
        <w:t xml:space="preserve">= </w:t>
      </w:r>
      <w:r w:rsidR="00DE50C2" w:rsidRPr="00DE1411">
        <w:rPr>
          <w:u w:val="double"/>
        </w:rPr>
        <w:t>$2430.38</w:t>
      </w:r>
    </w:p>
    <w:p w:rsidR="00DE50C2" w:rsidRPr="00DE1411" w:rsidRDefault="00667EEF" w:rsidP="00667EEF">
      <w:pPr>
        <w:pStyle w:val="ISM"/>
        <w:suppressAutoHyphens/>
        <w:jc w:val="left"/>
        <w:rPr>
          <w:u w:val="double"/>
        </w:rPr>
      </w:pPr>
      <w:r w:rsidRPr="00DE1411">
        <w:tab/>
      </w:r>
      <w:r w:rsidR="004B56F8" w:rsidRPr="00DE1411">
        <w:t>11</w:t>
      </w:r>
      <w:r w:rsidRPr="00DE1411">
        <w:t>.</w:t>
      </w:r>
      <w:r w:rsidRPr="00DE1411">
        <w:tab/>
      </w:r>
      <w:proofErr w:type="gramStart"/>
      <w:r w:rsidR="00DE50C2" w:rsidRPr="00DE1411">
        <w:rPr>
          <w:rFonts w:ascii="Times New Roman" w:hAnsi="Times New Roman" w:cs="Times New Roman"/>
          <w:i/>
          <w:iCs/>
        </w:rPr>
        <w:t>P</w:t>
      </w:r>
      <w:r w:rsidR="00DE50C2" w:rsidRPr="00DE1411">
        <w:rPr>
          <w:rFonts w:ascii="Times New Roman" w:hAnsi="Times New Roman" w:cs="Times New Roman"/>
        </w:rPr>
        <w:t>(</w:t>
      </w:r>
      <w:proofErr w:type="gramEnd"/>
      <w:r w:rsidR="00DE50C2" w:rsidRPr="00DE1411">
        <w:t>1</w:t>
      </w:r>
      <w:r w:rsidR="00DE50C2" w:rsidRPr="00DE1411">
        <w:rPr>
          <w:rFonts w:ascii="Times New Roman" w:hAnsi="Times New Roman" w:cs="Times New Roman"/>
        </w:rPr>
        <w:t xml:space="preserve"> + </w:t>
      </w:r>
      <w:proofErr w:type="spellStart"/>
      <w:r w:rsidR="00DE50C2" w:rsidRPr="00DE1411">
        <w:rPr>
          <w:rFonts w:ascii="Times New Roman" w:hAnsi="Times New Roman" w:cs="Times New Roman"/>
          <w:i/>
          <w:iCs/>
        </w:rPr>
        <w:t>i</w:t>
      </w:r>
      <w:proofErr w:type="spellEnd"/>
      <w:r w:rsidR="00DE50C2" w:rsidRPr="00DE1411">
        <w:rPr>
          <w:rFonts w:ascii="Times New Roman" w:hAnsi="Times New Roman" w:cs="Times New Roman"/>
        </w:rPr>
        <w:t>)</w:t>
      </w:r>
      <w:r w:rsidR="00DE50C2" w:rsidRPr="00DE1411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n</w:t>
      </w:r>
      <w:r w:rsidR="00DE50C2" w:rsidRPr="00DE1411">
        <w:t xml:space="preserve">  =  $1280(1 + 0.025)</w:t>
      </w:r>
      <w:r w:rsidR="00DE50C2" w:rsidRPr="00DE1411">
        <w:rPr>
          <w:sz w:val="24"/>
          <w:szCs w:val="24"/>
          <w:vertAlign w:val="superscript"/>
        </w:rPr>
        <w:t>3</w:t>
      </w:r>
      <w:r w:rsidR="00DE50C2" w:rsidRPr="00DE1411">
        <w:t xml:space="preserve">  =  </w:t>
      </w:r>
      <w:r w:rsidR="00DE50C2" w:rsidRPr="00DE1411">
        <w:rPr>
          <w:u w:val="double"/>
        </w:rPr>
        <w:t>$1378.42</w:t>
      </w:r>
    </w:p>
    <w:p w:rsidR="00F82F20" w:rsidRPr="00DE1411" w:rsidRDefault="00F82F20" w:rsidP="00667EEF">
      <w:pPr>
        <w:pStyle w:val="ISM"/>
        <w:suppressAutoHyphens/>
        <w:jc w:val="left"/>
        <w:rPr>
          <w:u w:val="double"/>
        </w:rPr>
      </w:pPr>
      <w:r w:rsidRPr="00DE1411">
        <w:tab/>
      </w:r>
      <w:r w:rsidR="00667EEF" w:rsidRPr="00DE1411">
        <w:t>1</w:t>
      </w:r>
      <w:r w:rsidR="004B56F8" w:rsidRPr="00DE1411">
        <w:t>3</w:t>
      </w:r>
      <w:r w:rsidR="00667EEF" w:rsidRPr="00DE1411">
        <w:t>.</w:t>
      </w:r>
      <w:r w:rsidR="00667EEF" w:rsidRPr="00DE1411">
        <w:tab/>
      </w:r>
      <w:r w:rsidRPr="00DE1411">
        <w:rPr>
          <w:position w:val="-22"/>
        </w:rPr>
        <w:object w:dxaOrig="1740" w:dyaOrig="580">
          <v:shape id="_x0000_i1033" type="#_x0000_t75" style="width:87.75pt;height:27.75pt" o:ole="" fillcolor="window">
            <v:imagedata r:id="rId24" o:title=""/>
          </v:shape>
          <o:OLEObject Type="Embed" ProgID="Equation.3" ShapeID="_x0000_i1033" DrawAspect="Content" ObjectID="_1654950767" r:id="rId25"/>
        </w:object>
      </w:r>
      <w:r w:rsidRPr="00DE1411">
        <w:t xml:space="preserve">= 0.5x + 2.25 – 1.2x + 1.2 = </w:t>
      </w:r>
      <w:r w:rsidRPr="00DE1411">
        <w:rPr>
          <w:u w:val="double"/>
        </w:rPr>
        <w:t>– 0.7x + 3.45</w:t>
      </w:r>
    </w:p>
    <w:p w:rsidR="006F110B" w:rsidRPr="00DE1411" w:rsidRDefault="00667EEF" w:rsidP="00667EEF">
      <w:pPr>
        <w:pStyle w:val="ISM"/>
        <w:suppressAutoHyphens/>
        <w:jc w:val="left"/>
        <w:rPr>
          <w:u w:val="double"/>
        </w:rPr>
      </w:pPr>
      <w:r w:rsidRPr="00DE1411">
        <w:tab/>
        <w:t>1</w:t>
      </w:r>
      <w:r w:rsidR="004B56F8" w:rsidRPr="00DE1411">
        <w:t>5</w:t>
      </w:r>
      <w:r w:rsidRPr="00DE1411">
        <w:t>.</w:t>
      </w:r>
      <w:r w:rsidRPr="00DE1411">
        <w:tab/>
      </w:r>
      <w:r w:rsidR="00F82F20" w:rsidRPr="00DE1411">
        <w:rPr>
          <w:position w:val="-22"/>
        </w:rPr>
        <w:object w:dxaOrig="2640" w:dyaOrig="580">
          <v:shape id="_x0000_i1034" type="#_x0000_t75" style="width:132.75pt;height:27.75pt" o:ole="" fillcolor="window">
            <v:imagedata r:id="rId26" o:title=""/>
          </v:shape>
          <o:OLEObject Type="Embed" ProgID="Equation.3" ShapeID="_x0000_i1034" DrawAspect="Content" ObjectID="_1654950768" r:id="rId27"/>
        </w:object>
      </w:r>
      <w:r w:rsidR="00F82F20" w:rsidRPr="00DE1411">
        <w:t xml:space="preserve">  </w:t>
      </w:r>
      <w:proofErr w:type="gramStart"/>
      <w:r w:rsidR="00F82F20" w:rsidRPr="00DE1411">
        <w:t>=  16x</w:t>
      </w:r>
      <w:proofErr w:type="gramEnd"/>
      <w:r w:rsidR="00F82F20" w:rsidRPr="00DE1411">
        <w:t xml:space="preserve"> + 0.5x + 2.3x – 8.5  =  </w:t>
      </w:r>
      <w:r w:rsidR="00F82F20" w:rsidRPr="00DE1411">
        <w:rPr>
          <w:u w:val="double"/>
        </w:rPr>
        <w:t>18.8x – 8.5</w:t>
      </w:r>
    </w:p>
    <w:p w:rsidR="009A7202" w:rsidRPr="00DE1411" w:rsidRDefault="00667EEF" w:rsidP="00667EEF">
      <w:pPr>
        <w:pStyle w:val="ISM"/>
        <w:suppressAutoHyphens/>
        <w:jc w:val="left"/>
        <w:rPr>
          <w:u w:val="double"/>
        </w:rPr>
      </w:pPr>
      <w:r w:rsidRPr="00DE1411">
        <w:tab/>
        <w:t>1</w:t>
      </w:r>
      <w:r w:rsidR="004B56F8" w:rsidRPr="00DE1411">
        <w:t>7</w:t>
      </w:r>
      <w:r w:rsidRPr="00DE1411">
        <w:t>.</w:t>
      </w:r>
      <w:r w:rsidRPr="00DE1411">
        <w:tab/>
      </w:r>
      <w:r w:rsidR="009A7202" w:rsidRPr="00DE1411">
        <w:rPr>
          <w:position w:val="-32"/>
        </w:rPr>
        <w:object w:dxaOrig="3680" w:dyaOrig="700">
          <v:shape id="_x0000_i1035" type="#_x0000_t75" style="width:184.5pt;height:34.5pt" o:ole="" fillcolor="window">
            <v:imagedata r:id="rId28" o:title=""/>
          </v:shape>
          <o:OLEObject Type="Embed" ProgID="Equation.3" ShapeID="_x0000_i1035" DrawAspect="Content" ObjectID="_1654950769" r:id="rId29"/>
        </w:object>
      </w:r>
      <w:r w:rsidR="009A7202" w:rsidRPr="00DE1411">
        <w:t xml:space="preserve">  </w:t>
      </w:r>
      <w:proofErr w:type="gramStart"/>
      <w:r w:rsidR="009A7202" w:rsidRPr="00DE1411">
        <w:t>=  0.96192P</w:t>
      </w:r>
      <w:proofErr w:type="gramEnd"/>
      <w:r w:rsidR="009A7202" w:rsidRPr="00DE1411">
        <w:t xml:space="preserve"> + 2.08901P  =  </w:t>
      </w:r>
      <w:r w:rsidR="009A7202" w:rsidRPr="00DE1411">
        <w:rPr>
          <w:u w:val="double"/>
        </w:rPr>
        <w:t>3.0509P</w:t>
      </w:r>
    </w:p>
    <w:p w:rsidR="006F110B" w:rsidRPr="00DE1411" w:rsidRDefault="006F110B" w:rsidP="00667EEF">
      <w:pPr>
        <w:pStyle w:val="ISM"/>
        <w:suppressAutoHyphens/>
        <w:jc w:val="left"/>
      </w:pPr>
      <w:r w:rsidRPr="00DE1411">
        <w:tab/>
      </w:r>
      <w:r w:rsidR="00667EEF" w:rsidRPr="00DE1411">
        <w:t>1</w:t>
      </w:r>
      <w:r w:rsidR="004B56F8" w:rsidRPr="00DE1411">
        <w:t>9</w:t>
      </w:r>
      <w:r w:rsidR="00667EEF" w:rsidRPr="00DE1411">
        <w:t>.</w:t>
      </w:r>
      <w:r w:rsidR="00667EEF" w:rsidRPr="00DE1411">
        <w:tab/>
      </w:r>
      <w:proofErr w:type="gramStart"/>
      <w:r w:rsidRPr="00DE1411">
        <w:t>k(</w:t>
      </w:r>
      <w:proofErr w:type="gramEnd"/>
      <w:r w:rsidRPr="00DE1411">
        <w:t>1 + 0.04)</w:t>
      </w:r>
      <w:r w:rsidRPr="00DE1411">
        <w:rPr>
          <w:vertAlign w:val="superscript"/>
        </w:rPr>
        <w:t>2</w:t>
      </w:r>
      <w:r w:rsidRPr="00DE1411">
        <w:t xml:space="preserve"> + </w:t>
      </w:r>
      <w:r w:rsidRPr="00DE1411">
        <w:rPr>
          <w:position w:val="-34"/>
        </w:rPr>
        <w:object w:dxaOrig="1100" w:dyaOrig="700">
          <v:shape id="_x0000_i1036" type="#_x0000_t75" style="width:54pt;height:34.5pt" o:ole="" fillcolor="window">
            <v:imagedata r:id="rId30" o:title=""/>
          </v:shape>
          <o:OLEObject Type="Embed" ProgID="Equation.3" ShapeID="_x0000_i1036" DrawAspect="Content" ObjectID="_1654950770" r:id="rId31"/>
        </w:object>
      </w:r>
      <w:r w:rsidRPr="00DE1411">
        <w:t xml:space="preserve">  =  1.08160k + 1.84911k  =  </w:t>
      </w:r>
      <w:r w:rsidRPr="00DE1411">
        <w:rPr>
          <w:u w:val="double"/>
        </w:rPr>
        <w:t>2.9307k</w:t>
      </w:r>
    </w:p>
    <w:p w:rsidR="00DE50C2" w:rsidRPr="00DE1411" w:rsidRDefault="00DE50C2" w:rsidP="00667EEF">
      <w:pPr>
        <w:pStyle w:val="ISM"/>
        <w:suppressAutoHyphens/>
        <w:jc w:val="left"/>
      </w:pPr>
      <w:r w:rsidRPr="00DE1411">
        <w:tab/>
      </w:r>
      <w:r w:rsidR="004B56F8" w:rsidRPr="00DE1411">
        <w:t>21</w:t>
      </w:r>
      <w:r w:rsidR="00667EEF" w:rsidRPr="00DE1411">
        <w:t>.</w:t>
      </w:r>
      <w:r w:rsidR="00667EEF" w:rsidRPr="00DE1411">
        <w:tab/>
      </w:r>
      <w:r w:rsidRPr="00DE1411">
        <w:rPr>
          <w:position w:val="-34"/>
        </w:rPr>
        <w:object w:dxaOrig="5319" w:dyaOrig="780">
          <v:shape id="_x0000_i1037" type="#_x0000_t75" style="width:262.5pt;height:39.75pt" o:ole="" fillcolor="window">
            <v:imagedata r:id="rId32" o:title=""/>
          </v:shape>
          <o:OLEObject Type="Embed" ProgID="Equation.3" ShapeID="_x0000_i1037" DrawAspect="Content" ObjectID="_1654950771" r:id="rId33"/>
        </w:object>
      </w:r>
      <w:r w:rsidRPr="00DE1411">
        <w:t xml:space="preserve">= </w:t>
      </w:r>
      <w:r w:rsidRPr="00DE1411">
        <w:rPr>
          <w:u w:val="double"/>
        </w:rPr>
        <w:t>$1794.22</w:t>
      </w:r>
    </w:p>
    <w:p w:rsidR="00DE50C2" w:rsidRPr="00DE1411" w:rsidRDefault="00667EEF" w:rsidP="00667EEF">
      <w:pPr>
        <w:pStyle w:val="ISM"/>
        <w:suppressAutoHyphens/>
        <w:jc w:val="left"/>
      </w:pPr>
      <w:r w:rsidRPr="00DE1411">
        <w:tab/>
      </w:r>
      <w:r w:rsidR="004B56F8" w:rsidRPr="00DE1411">
        <w:t>23</w:t>
      </w:r>
      <w:r w:rsidRPr="00DE1411">
        <w:t>.</w:t>
      </w:r>
      <w:r w:rsidRPr="00DE1411">
        <w:tab/>
      </w:r>
      <w:r w:rsidR="00DE50C2" w:rsidRPr="00DE1411">
        <w:rPr>
          <w:position w:val="-34"/>
        </w:rPr>
        <w:object w:dxaOrig="3560" w:dyaOrig="780">
          <v:shape id="_x0000_i1038" type="#_x0000_t75" style="width:177.75pt;height:39.75pt" o:ole="" fillcolor="window">
            <v:imagedata r:id="rId34" o:title=""/>
          </v:shape>
          <o:OLEObject Type="Embed" ProgID="Equation.3" ShapeID="_x0000_i1038" DrawAspect="Content" ObjectID="_1654950772" r:id="rId35"/>
        </w:object>
      </w:r>
      <w:r w:rsidR="00DE50C2" w:rsidRPr="00DE1411">
        <w:t xml:space="preserve">= </w:t>
      </w:r>
      <w:r w:rsidR="00DE50C2" w:rsidRPr="00DE1411">
        <w:rPr>
          <w:u w:val="double"/>
        </w:rPr>
        <w:t>$1071.77</w:t>
      </w:r>
    </w:p>
    <w:p w:rsidR="00DE50C2" w:rsidRPr="00DE1411" w:rsidRDefault="00DE50C2">
      <w:pPr>
        <w:spacing w:after="60"/>
        <w:rPr>
          <w:rFonts w:ascii="Arial" w:hAnsi="Arial" w:cs="Arial"/>
          <w:sz w:val="22"/>
          <w:szCs w:val="22"/>
        </w:rPr>
      </w:pPr>
    </w:p>
    <w:p w:rsidR="00DE50C2" w:rsidRPr="00DE1411" w:rsidRDefault="00DE50C2">
      <w:pPr>
        <w:pStyle w:val="ISM"/>
        <w:spacing w:after="60"/>
        <w:rPr>
          <w:b/>
          <w:bCs/>
          <w:sz w:val="24"/>
          <w:szCs w:val="24"/>
        </w:rPr>
      </w:pPr>
      <w:r w:rsidRPr="00DE1411">
        <w:rPr>
          <w:b/>
          <w:bCs/>
          <w:sz w:val="24"/>
          <w:szCs w:val="24"/>
        </w:rPr>
        <w:t>Exercise 2.2</w:t>
      </w:r>
    </w:p>
    <w:p w:rsidR="001B32A2" w:rsidRPr="00DE1411" w:rsidRDefault="00517DC6" w:rsidP="00AE3E52">
      <w:pPr>
        <w:pStyle w:val="ISM"/>
        <w:tabs>
          <w:tab w:val="clear" w:pos="270"/>
          <w:tab w:val="clear" w:pos="540"/>
          <w:tab w:val="left" w:pos="547"/>
        </w:tabs>
        <w:suppressAutoHyphens/>
        <w:jc w:val="left"/>
      </w:pPr>
      <w:r w:rsidRPr="00DE1411">
        <w:t>a.</w:t>
      </w:r>
      <w:r w:rsidRPr="00DE1411">
        <w:tab/>
      </w:r>
      <w:r w:rsidR="001B32A2" w:rsidRPr="00DE1411">
        <w:t>a</w:t>
      </w:r>
      <w:r w:rsidR="001B32A2" w:rsidRPr="00DE1411">
        <w:rPr>
          <w:vertAlign w:val="superscript"/>
        </w:rPr>
        <w:t>2</w:t>
      </w:r>
      <w:r w:rsidR="001B32A2" w:rsidRPr="00DE1411">
        <w:t xml:space="preserve"> </w:t>
      </w:r>
      <w:r w:rsidR="001B32A2" w:rsidRPr="00DE1411">
        <w:rPr>
          <w:sz w:val="28"/>
          <w:szCs w:val="28"/>
        </w:rPr>
        <w:sym w:font="Symbol" w:char="F0B4"/>
      </w:r>
      <w:r w:rsidR="001B32A2" w:rsidRPr="00DE1411">
        <w:t xml:space="preserve"> a</w:t>
      </w:r>
      <w:r w:rsidR="001B32A2" w:rsidRPr="00DE1411">
        <w:rPr>
          <w:vertAlign w:val="superscript"/>
        </w:rPr>
        <w:t>3</w:t>
      </w:r>
      <w:r w:rsidR="001B32A2" w:rsidRPr="00DE1411">
        <w:t xml:space="preserve"> = </w:t>
      </w:r>
      <w:r w:rsidR="001B32A2" w:rsidRPr="00DE1411">
        <w:rPr>
          <w:u w:val="double"/>
        </w:rPr>
        <w:t>a</w:t>
      </w:r>
      <w:r w:rsidR="001B32A2" w:rsidRPr="00DE1411">
        <w:rPr>
          <w:u w:val="double"/>
          <w:vertAlign w:val="superscript"/>
        </w:rPr>
        <w:t>5</w:t>
      </w:r>
    </w:p>
    <w:p w:rsidR="001B32A2" w:rsidRPr="00DE1411" w:rsidRDefault="00517DC6" w:rsidP="00AE3E52">
      <w:pPr>
        <w:pStyle w:val="ISM"/>
        <w:tabs>
          <w:tab w:val="clear" w:pos="270"/>
          <w:tab w:val="clear" w:pos="540"/>
          <w:tab w:val="left" w:pos="547"/>
        </w:tabs>
        <w:suppressAutoHyphens/>
        <w:jc w:val="left"/>
      </w:pPr>
      <w:r w:rsidRPr="00DE1411">
        <w:t>c.</w:t>
      </w:r>
      <w:r w:rsidRPr="00DE1411">
        <w:tab/>
      </w:r>
      <w:r w:rsidR="001B32A2" w:rsidRPr="00DE1411">
        <w:t>b</w:t>
      </w:r>
      <w:r w:rsidR="001B32A2" w:rsidRPr="00DE1411">
        <w:rPr>
          <w:vertAlign w:val="superscript"/>
        </w:rPr>
        <w:t>10</w:t>
      </w:r>
      <w:r w:rsidR="001B32A2" w:rsidRPr="00DE1411">
        <w:t xml:space="preserve"> </w:t>
      </w:r>
      <w:r w:rsidR="001B32A2" w:rsidRPr="00DE1411">
        <w:rPr>
          <w:rFonts w:ascii="Lucida Sans Unicode" w:hAnsi="Lucida Sans Unicode" w:cs="Lucida Sans Unicode"/>
        </w:rPr>
        <w:t>÷</w:t>
      </w:r>
      <w:r w:rsidR="001B32A2" w:rsidRPr="00DE1411">
        <w:t xml:space="preserve"> b</w:t>
      </w:r>
      <w:r w:rsidR="001B32A2" w:rsidRPr="00DE1411">
        <w:rPr>
          <w:vertAlign w:val="superscript"/>
        </w:rPr>
        <w:t xml:space="preserve">6 </w:t>
      </w:r>
      <w:r w:rsidR="001B32A2" w:rsidRPr="00DE1411">
        <w:t>= b</w:t>
      </w:r>
      <w:r w:rsidR="001B32A2" w:rsidRPr="00DE1411">
        <w:rPr>
          <w:vertAlign w:val="superscript"/>
        </w:rPr>
        <w:t>10 – 6</w:t>
      </w:r>
      <w:r w:rsidR="001B32A2" w:rsidRPr="00DE1411">
        <w:t xml:space="preserve"> = </w:t>
      </w:r>
      <w:r w:rsidR="001B32A2" w:rsidRPr="00DE1411">
        <w:rPr>
          <w:u w:val="double"/>
        </w:rPr>
        <w:t>b</w:t>
      </w:r>
      <w:r w:rsidR="001B32A2" w:rsidRPr="00DE1411">
        <w:rPr>
          <w:u w:val="double"/>
          <w:vertAlign w:val="superscript"/>
        </w:rPr>
        <w:t>4</w:t>
      </w:r>
      <w:r w:rsidR="001B32A2" w:rsidRPr="00DE1411">
        <w:t xml:space="preserve"> </w:t>
      </w:r>
    </w:p>
    <w:p w:rsidR="001B32A2" w:rsidRPr="00DE1411" w:rsidRDefault="00517DC6" w:rsidP="00AE3E52">
      <w:pPr>
        <w:pStyle w:val="ISM"/>
        <w:tabs>
          <w:tab w:val="clear" w:pos="270"/>
          <w:tab w:val="clear" w:pos="540"/>
          <w:tab w:val="left" w:pos="547"/>
        </w:tabs>
        <w:suppressAutoHyphens/>
        <w:jc w:val="left"/>
      </w:pPr>
      <w:r w:rsidRPr="00DE1411">
        <w:t>e.</w:t>
      </w:r>
      <w:r w:rsidRPr="00DE1411">
        <w:tab/>
        <w:t xml:space="preserve"> </w:t>
      </w:r>
      <w:r w:rsidR="001B32A2" w:rsidRPr="00DE1411">
        <w:t xml:space="preserve">(1 + </w:t>
      </w:r>
      <w:proofErr w:type="spellStart"/>
      <w:r w:rsidR="001B32A2" w:rsidRPr="00DE1411">
        <w:rPr>
          <w:rFonts w:ascii="Times New Roman" w:hAnsi="Times New Roman" w:cs="Times New Roman"/>
          <w:i/>
          <w:iCs/>
        </w:rPr>
        <w:t>i</w:t>
      </w:r>
      <w:proofErr w:type="spellEnd"/>
      <w:proofErr w:type="gramStart"/>
      <w:r w:rsidR="001B32A2" w:rsidRPr="00DE1411">
        <w:t>)</w:t>
      </w:r>
      <w:r w:rsidR="001B32A2" w:rsidRPr="00DE1411">
        <w:rPr>
          <w:vertAlign w:val="superscript"/>
        </w:rPr>
        <w:t>4</w:t>
      </w:r>
      <w:proofErr w:type="gramEnd"/>
      <w:r w:rsidR="001B32A2" w:rsidRPr="00DE1411">
        <w:rPr>
          <w:vertAlign w:val="superscript"/>
        </w:rPr>
        <w:t xml:space="preserve"> </w:t>
      </w:r>
      <w:r w:rsidR="001B32A2" w:rsidRPr="00DE1411">
        <w:rPr>
          <w:sz w:val="24"/>
          <w:szCs w:val="24"/>
        </w:rPr>
        <w:sym w:font="Symbol" w:char="F0B4"/>
      </w:r>
      <w:r w:rsidR="001B32A2" w:rsidRPr="00DE1411">
        <w:t xml:space="preserve"> (1 + </w:t>
      </w:r>
      <w:proofErr w:type="spellStart"/>
      <w:r w:rsidR="001B32A2" w:rsidRPr="00DE1411">
        <w:rPr>
          <w:rFonts w:ascii="Times New Roman" w:hAnsi="Times New Roman" w:cs="Times New Roman"/>
          <w:i/>
          <w:iCs/>
        </w:rPr>
        <w:t>i</w:t>
      </w:r>
      <w:proofErr w:type="spellEnd"/>
      <w:r w:rsidR="001B32A2" w:rsidRPr="00DE1411">
        <w:t>)</w:t>
      </w:r>
      <w:r w:rsidR="001B32A2" w:rsidRPr="00DE1411">
        <w:rPr>
          <w:vertAlign w:val="superscript"/>
        </w:rPr>
        <w:t>9</w:t>
      </w:r>
      <w:r w:rsidR="001B32A2" w:rsidRPr="00DE1411">
        <w:t xml:space="preserve"> = </w:t>
      </w:r>
      <w:r w:rsidR="001B32A2" w:rsidRPr="00DE1411">
        <w:rPr>
          <w:u w:val="double"/>
        </w:rPr>
        <w:t xml:space="preserve">(1 + </w:t>
      </w:r>
      <w:proofErr w:type="spellStart"/>
      <w:r w:rsidR="001B32A2" w:rsidRPr="00DE1411">
        <w:rPr>
          <w:rFonts w:ascii="Times New Roman" w:hAnsi="Times New Roman" w:cs="Times New Roman"/>
          <w:i/>
          <w:iCs/>
          <w:u w:val="double"/>
        </w:rPr>
        <w:t>i</w:t>
      </w:r>
      <w:proofErr w:type="spellEnd"/>
      <w:r w:rsidR="001B32A2" w:rsidRPr="00DE1411">
        <w:rPr>
          <w:u w:val="double"/>
        </w:rPr>
        <w:t>)</w:t>
      </w:r>
      <w:r w:rsidR="001B32A2" w:rsidRPr="00DE1411">
        <w:rPr>
          <w:u w:val="double"/>
          <w:vertAlign w:val="superscript"/>
        </w:rPr>
        <w:t>13</w:t>
      </w:r>
      <w:r w:rsidR="001B32A2" w:rsidRPr="00DE1411">
        <w:t xml:space="preserve"> </w:t>
      </w:r>
    </w:p>
    <w:p w:rsidR="001B32A2" w:rsidRPr="00DE1411" w:rsidRDefault="00517DC6" w:rsidP="00AE3E52">
      <w:pPr>
        <w:pStyle w:val="ISM"/>
        <w:tabs>
          <w:tab w:val="clear" w:pos="270"/>
          <w:tab w:val="clear" w:pos="540"/>
          <w:tab w:val="left" w:pos="547"/>
        </w:tabs>
        <w:suppressAutoHyphens/>
        <w:jc w:val="left"/>
      </w:pPr>
      <w:r w:rsidRPr="00DE1411">
        <w:t>g.</w:t>
      </w:r>
      <w:r w:rsidRPr="00DE1411">
        <w:tab/>
        <w:t xml:space="preserve"> </w:t>
      </w:r>
      <w:r w:rsidR="001B32A2" w:rsidRPr="00DE1411">
        <w:t>(</w:t>
      </w:r>
      <w:r w:rsidR="001B32A2" w:rsidRPr="00DE1411">
        <w:rPr>
          <w:rFonts w:ascii="Times New Roman" w:hAnsi="Times New Roman" w:cs="Times New Roman"/>
          <w:i/>
          <w:iCs/>
        </w:rPr>
        <w:t>x</w:t>
      </w:r>
      <w:r w:rsidR="001B32A2" w:rsidRPr="00DE1411">
        <w:rPr>
          <w:vertAlign w:val="superscript"/>
        </w:rPr>
        <w:t>4</w:t>
      </w:r>
      <w:r w:rsidR="001B32A2" w:rsidRPr="00DE1411">
        <w:t>)</w:t>
      </w:r>
      <w:r w:rsidR="001B32A2" w:rsidRPr="00DE1411">
        <w:rPr>
          <w:vertAlign w:val="superscript"/>
        </w:rPr>
        <w:t>7</w:t>
      </w:r>
      <w:r w:rsidR="001B32A2" w:rsidRPr="00DE1411">
        <w:t xml:space="preserve"> = </w:t>
      </w:r>
      <w:r w:rsidR="001B32A2" w:rsidRPr="00DE1411">
        <w:rPr>
          <w:rFonts w:ascii="Times New Roman" w:hAnsi="Times New Roman" w:cs="Times New Roman"/>
          <w:i/>
          <w:iCs/>
        </w:rPr>
        <w:t>x</w:t>
      </w:r>
      <w:r w:rsidR="001B32A2" w:rsidRPr="00DE1411">
        <w:rPr>
          <w:vertAlign w:val="superscript"/>
        </w:rPr>
        <w:t>4x7</w:t>
      </w:r>
      <w:r w:rsidR="001B32A2" w:rsidRPr="00DE1411">
        <w:t xml:space="preserve"> = </w:t>
      </w:r>
      <w:r w:rsidR="001B32A2" w:rsidRPr="00DE1411">
        <w:rPr>
          <w:rFonts w:ascii="Times New Roman" w:hAnsi="Times New Roman" w:cs="Times New Roman"/>
          <w:i/>
          <w:iCs/>
          <w:u w:val="double"/>
        </w:rPr>
        <w:t>x</w:t>
      </w:r>
      <w:r w:rsidR="001B32A2" w:rsidRPr="00DE1411">
        <w:rPr>
          <w:u w:val="double"/>
          <w:vertAlign w:val="superscript"/>
        </w:rPr>
        <w:t>28</w:t>
      </w:r>
      <w:r w:rsidR="001B32A2" w:rsidRPr="00DE1411">
        <w:t xml:space="preserve"> </w:t>
      </w:r>
    </w:p>
    <w:p w:rsidR="001B32A2" w:rsidRPr="00DE1411" w:rsidRDefault="00517DC6" w:rsidP="00AE3E52">
      <w:pPr>
        <w:pStyle w:val="ISM"/>
        <w:tabs>
          <w:tab w:val="clear" w:pos="270"/>
          <w:tab w:val="clear" w:pos="540"/>
          <w:tab w:val="left" w:pos="547"/>
        </w:tabs>
        <w:suppressAutoHyphens/>
        <w:jc w:val="left"/>
      </w:pPr>
      <w:proofErr w:type="spellStart"/>
      <w:r w:rsidRPr="00DE1411">
        <w:t>i</w:t>
      </w:r>
      <w:proofErr w:type="spellEnd"/>
      <w:r w:rsidRPr="00DE1411">
        <w:t>.</w:t>
      </w:r>
      <w:r w:rsidRPr="00DE1411">
        <w:tab/>
      </w:r>
      <w:r w:rsidR="001B32A2" w:rsidRPr="00DE1411">
        <w:rPr>
          <w:position w:val="-18"/>
        </w:rPr>
        <w:object w:dxaOrig="560" w:dyaOrig="620">
          <v:shape id="_x0000_i1039" type="#_x0000_t75" style="width:27.75pt;height:30.75pt" o:ole="" fillcolor="window">
            <v:imagedata r:id="rId36" o:title=""/>
          </v:shape>
          <o:OLEObject Type="Embed" ProgID="Equation.3" ShapeID="_x0000_i1039" DrawAspect="Content" ObjectID="_1654950773" r:id="rId37"/>
        </w:object>
      </w:r>
      <w:r w:rsidR="001B32A2" w:rsidRPr="00DE1411">
        <w:t xml:space="preserve">= </w:t>
      </w:r>
      <w:r w:rsidR="001B32A2" w:rsidRPr="00DE1411">
        <w:rPr>
          <w:u w:val="double"/>
        </w:rPr>
        <w:t>t</w:t>
      </w:r>
      <w:r w:rsidR="001B32A2" w:rsidRPr="00DE1411">
        <w:rPr>
          <w:u w:val="double"/>
          <w:vertAlign w:val="superscript"/>
        </w:rPr>
        <w:t>2</w:t>
      </w:r>
      <w:r w:rsidR="001B32A2" w:rsidRPr="00DE1411">
        <w:t xml:space="preserve"> </w:t>
      </w:r>
    </w:p>
    <w:p w:rsidR="001B32A2" w:rsidRPr="00DE1411" w:rsidRDefault="00517DC6" w:rsidP="00AE3E52">
      <w:pPr>
        <w:pStyle w:val="ISM"/>
        <w:tabs>
          <w:tab w:val="clear" w:pos="270"/>
          <w:tab w:val="clear" w:pos="540"/>
          <w:tab w:val="left" w:pos="547"/>
        </w:tabs>
        <w:suppressAutoHyphens/>
        <w:jc w:val="left"/>
      </w:pPr>
      <w:proofErr w:type="gramStart"/>
      <w:r w:rsidRPr="00DE1411">
        <w:t>k</w:t>
      </w:r>
      <w:proofErr w:type="gramEnd"/>
      <w:r w:rsidRPr="00DE1411">
        <w:t>.</w:t>
      </w:r>
      <w:r w:rsidRPr="00DE1411">
        <w:tab/>
      </w:r>
      <w:r w:rsidR="001B32A2" w:rsidRPr="00DE1411">
        <w:rPr>
          <w:position w:val="-26"/>
        </w:rPr>
        <w:object w:dxaOrig="2180" w:dyaOrig="660">
          <v:shape id="_x0000_i1040" type="#_x0000_t75" style="width:108.75pt;height:33.75pt" o:ole="" fillcolor="window">
            <v:imagedata r:id="rId38" o:title=""/>
          </v:shape>
          <o:OLEObject Type="Embed" ProgID="Equation.3" ShapeID="_x0000_i1040" DrawAspect="Content" ObjectID="_1654950774" r:id="rId39"/>
        </w:object>
      </w:r>
      <w:r w:rsidR="001B32A2" w:rsidRPr="00DE1411">
        <w:t xml:space="preserve"> </w:t>
      </w:r>
    </w:p>
    <w:p w:rsidR="001B32A2" w:rsidRPr="00DE1411" w:rsidRDefault="00517DC6" w:rsidP="00AE3E52">
      <w:pPr>
        <w:pStyle w:val="ISM"/>
        <w:tabs>
          <w:tab w:val="clear" w:pos="270"/>
          <w:tab w:val="clear" w:pos="540"/>
          <w:tab w:val="left" w:pos="547"/>
        </w:tabs>
        <w:suppressAutoHyphens/>
        <w:jc w:val="left"/>
      </w:pPr>
      <w:r w:rsidRPr="00DE1411">
        <w:t>m.</w:t>
      </w:r>
      <w:r w:rsidRPr="00DE1411">
        <w:tab/>
      </w:r>
      <w:r w:rsidR="001B32A2" w:rsidRPr="00DE1411">
        <w:rPr>
          <w:position w:val="-14"/>
        </w:rPr>
        <w:object w:dxaOrig="940" w:dyaOrig="460">
          <v:shape id="_x0000_i1041" type="#_x0000_t75" style="width:46.5pt;height:22.5pt" o:ole="" fillcolor="window">
            <v:imagedata r:id="rId40" o:title=""/>
          </v:shape>
          <o:OLEObject Type="Embed" ProgID="Equation.3" ShapeID="_x0000_i1041" DrawAspect="Content" ObjectID="_1654950775" r:id="rId41"/>
        </w:object>
      </w:r>
      <w:r w:rsidR="001B32A2" w:rsidRPr="00DE1411">
        <w:t xml:space="preserve">= </w:t>
      </w:r>
      <w:r w:rsidR="001B32A2" w:rsidRPr="00DE1411">
        <w:rPr>
          <w:u w:val="double"/>
        </w:rPr>
        <w:t>4(1+</w:t>
      </w:r>
      <w:r w:rsidR="001B32A2" w:rsidRPr="00DE1411">
        <w:rPr>
          <w:rFonts w:ascii="Times New Roman" w:hAnsi="Times New Roman" w:cs="Times New Roman"/>
          <w:i/>
          <w:iCs/>
          <w:u w:val="double"/>
        </w:rPr>
        <w:t>i</w:t>
      </w:r>
      <w:proofErr w:type="gramStart"/>
      <w:r w:rsidR="001B32A2" w:rsidRPr="00DE1411">
        <w:rPr>
          <w:u w:val="double"/>
        </w:rPr>
        <w:t>)</w:t>
      </w:r>
      <w:r w:rsidR="001B32A2" w:rsidRPr="00DE1411">
        <w:rPr>
          <w:u w:val="double"/>
          <w:vertAlign w:val="superscript"/>
        </w:rPr>
        <w:t>2</w:t>
      </w:r>
      <w:proofErr w:type="gramEnd"/>
      <w:r w:rsidR="001B32A2" w:rsidRPr="00DE1411">
        <w:t xml:space="preserve"> </w:t>
      </w:r>
    </w:p>
    <w:p w:rsidR="001B32A2" w:rsidRPr="00DE1411" w:rsidRDefault="001D5190" w:rsidP="00AE3E52">
      <w:pPr>
        <w:pStyle w:val="ISM"/>
        <w:tabs>
          <w:tab w:val="clear" w:pos="270"/>
          <w:tab w:val="clear" w:pos="540"/>
          <w:tab w:val="left" w:pos="547"/>
        </w:tabs>
        <w:suppressAutoHyphens/>
        <w:jc w:val="left"/>
      </w:pPr>
      <w:proofErr w:type="gramStart"/>
      <w:r w:rsidRPr="00DE1411">
        <w:t>o</w:t>
      </w:r>
      <w:proofErr w:type="gramEnd"/>
      <w:r w:rsidRPr="00DE1411">
        <w:t>.</w:t>
      </w:r>
      <w:r w:rsidRPr="00DE1411">
        <w:tab/>
      </w:r>
      <w:r w:rsidR="001B32A2" w:rsidRPr="00DE1411">
        <w:rPr>
          <w:position w:val="-36"/>
        </w:rPr>
        <w:object w:dxaOrig="3200" w:dyaOrig="760">
          <v:shape id="_x0000_i1042" type="#_x0000_t75" style="width:160.5pt;height:37.5pt" o:ole="" fillcolor="window">
            <v:imagedata r:id="rId42" o:title=""/>
          </v:shape>
          <o:OLEObject Type="Embed" ProgID="Equation.3" ShapeID="_x0000_i1042" DrawAspect="Content" ObjectID="_1654950776" r:id="rId43"/>
        </w:object>
      </w:r>
      <w:r w:rsidR="001B32A2" w:rsidRPr="00DE1411">
        <w:t xml:space="preserve"> </w:t>
      </w:r>
    </w:p>
    <w:p w:rsidR="001B32A2" w:rsidRPr="00DE1411" w:rsidRDefault="00212BB2" w:rsidP="00212BB2">
      <w:pPr>
        <w:pStyle w:val="ISM"/>
        <w:tabs>
          <w:tab w:val="clear" w:pos="270"/>
          <w:tab w:val="clear" w:pos="540"/>
          <w:tab w:val="decimal" w:pos="274"/>
          <w:tab w:val="left" w:pos="547"/>
        </w:tabs>
        <w:spacing w:after="0"/>
        <w:ind w:left="634" w:hanging="634"/>
      </w:pPr>
      <w:r w:rsidRPr="00DE1411">
        <w:tab/>
        <w:t>1.</w:t>
      </w:r>
      <w:r w:rsidRPr="00DE1411">
        <w:tab/>
      </w:r>
      <w:r w:rsidR="001B32A2" w:rsidRPr="00DE1411">
        <w:rPr>
          <w:position w:val="-24"/>
        </w:rPr>
        <w:object w:dxaOrig="1719" w:dyaOrig="639">
          <v:shape id="_x0000_i1043" type="#_x0000_t75" style="width:84.75pt;height:32.25pt" o:ole="" o:allowoverlap="f" fillcolor="window">
            <v:imagedata r:id="rId44" o:title=""/>
          </v:shape>
          <o:OLEObject Type="Embed" ProgID="Equation.3" ShapeID="_x0000_i1043" DrawAspect="Content" ObjectID="_1654950777" r:id="rId45"/>
        </w:object>
      </w:r>
      <w:r w:rsidR="001B32A2" w:rsidRPr="00DE1411">
        <w:t xml:space="preserve">= </w:t>
      </w:r>
      <w:r w:rsidR="001B32A2" w:rsidRPr="00DE1411">
        <w:rPr>
          <w:u w:val="double"/>
        </w:rPr>
        <w:t>16.0000</w:t>
      </w:r>
    </w:p>
    <w:p w:rsidR="001B32A2" w:rsidRPr="00DE1411" w:rsidRDefault="00212BB2" w:rsidP="00212BB2">
      <w:pPr>
        <w:pStyle w:val="ISM"/>
        <w:tabs>
          <w:tab w:val="clear" w:pos="270"/>
          <w:tab w:val="clear" w:pos="540"/>
          <w:tab w:val="decimal" w:pos="274"/>
          <w:tab w:val="left" w:pos="547"/>
        </w:tabs>
      </w:pPr>
      <w:r w:rsidRPr="00DE1411">
        <w:tab/>
        <w:t>3.</w:t>
      </w:r>
      <w:r w:rsidRPr="00DE1411">
        <w:tab/>
      </w:r>
      <w:r w:rsidR="001B32A2" w:rsidRPr="00DE1411">
        <w:rPr>
          <w:position w:val="-14"/>
        </w:rPr>
        <w:object w:dxaOrig="2020" w:dyaOrig="499">
          <v:shape id="_x0000_i1044" type="#_x0000_t75" style="width:99.75pt;height:25.5pt" o:ole="" fillcolor="window">
            <v:imagedata r:id="rId46" o:title=""/>
          </v:shape>
          <o:OLEObject Type="Embed" ProgID="Equation.3" ShapeID="_x0000_i1044" DrawAspect="Content" ObjectID="_1654950778" r:id="rId47"/>
        </w:object>
      </w:r>
      <w:r w:rsidR="001B32A2" w:rsidRPr="00DE1411">
        <w:t xml:space="preserve"> </w:t>
      </w:r>
    </w:p>
    <w:p w:rsidR="001B32A2" w:rsidRPr="00DE1411" w:rsidRDefault="00212BB2" w:rsidP="00212BB2">
      <w:pPr>
        <w:pStyle w:val="ISM"/>
        <w:tabs>
          <w:tab w:val="clear" w:pos="270"/>
          <w:tab w:val="clear" w:pos="540"/>
          <w:tab w:val="decimal" w:pos="274"/>
          <w:tab w:val="left" w:pos="547"/>
        </w:tabs>
      </w:pPr>
      <w:r w:rsidRPr="00DE1411">
        <w:tab/>
        <w:t>5.</w:t>
      </w:r>
      <w:r w:rsidRPr="00DE1411">
        <w:tab/>
        <w:t xml:space="preserve"> </w:t>
      </w:r>
      <w:r w:rsidR="001B32A2" w:rsidRPr="00DE1411">
        <w:t>(0.001</w:t>
      </w:r>
      <w:proofErr w:type="gramStart"/>
      <w:r w:rsidR="001B32A2" w:rsidRPr="00DE1411">
        <w:t>)</w:t>
      </w:r>
      <w:r w:rsidR="001B32A2" w:rsidRPr="00DE1411">
        <w:rPr>
          <w:vertAlign w:val="superscript"/>
        </w:rPr>
        <w:t>–</w:t>
      </w:r>
      <w:proofErr w:type="gramEnd"/>
      <w:r w:rsidR="001B32A2" w:rsidRPr="00DE1411">
        <w:rPr>
          <w:vertAlign w:val="superscript"/>
        </w:rPr>
        <w:t xml:space="preserve"> </w:t>
      </w:r>
      <w:r w:rsidR="001B32A2" w:rsidRPr="00DE1411">
        <w:rPr>
          <w:sz w:val="24"/>
          <w:szCs w:val="24"/>
          <w:vertAlign w:val="superscript"/>
        </w:rPr>
        <w:t>2</w:t>
      </w:r>
      <w:r w:rsidR="001B32A2" w:rsidRPr="00DE1411">
        <w:t xml:space="preserve"> = </w:t>
      </w:r>
      <w:r w:rsidR="001B32A2" w:rsidRPr="00DE1411">
        <w:rPr>
          <w:u w:val="double"/>
        </w:rPr>
        <w:t>1,000,000</w:t>
      </w:r>
      <w:r w:rsidR="001B32A2" w:rsidRPr="00DE1411">
        <w:t xml:space="preserve"> </w:t>
      </w:r>
    </w:p>
    <w:p w:rsidR="001B32A2" w:rsidRPr="00DE1411" w:rsidRDefault="00212BB2" w:rsidP="00212BB2">
      <w:pPr>
        <w:pStyle w:val="ISM"/>
        <w:tabs>
          <w:tab w:val="clear" w:pos="270"/>
          <w:tab w:val="clear" w:pos="540"/>
          <w:tab w:val="decimal" w:pos="274"/>
          <w:tab w:val="left" w:pos="547"/>
        </w:tabs>
        <w:spacing w:after="0" w:line="360" w:lineRule="auto"/>
      </w:pPr>
      <w:r w:rsidRPr="00DE1411">
        <w:tab/>
        <w:t>7.</w:t>
      </w:r>
      <w:r w:rsidRPr="00DE1411">
        <w:tab/>
        <w:t xml:space="preserve"> </w:t>
      </w:r>
      <w:r w:rsidR="001B32A2" w:rsidRPr="00DE1411">
        <w:t>(1.0085)</w:t>
      </w:r>
      <w:r w:rsidR="001B32A2" w:rsidRPr="00DE1411">
        <w:rPr>
          <w:vertAlign w:val="superscript"/>
        </w:rPr>
        <w:t>5</w:t>
      </w:r>
      <w:r w:rsidR="001B32A2" w:rsidRPr="00DE1411">
        <w:t>(1.0085)</w:t>
      </w:r>
      <w:r w:rsidR="001B32A2" w:rsidRPr="00DE1411">
        <w:rPr>
          <w:vertAlign w:val="superscript"/>
        </w:rPr>
        <w:t>3</w:t>
      </w:r>
      <w:r w:rsidR="001B32A2" w:rsidRPr="00DE1411">
        <w:t xml:space="preserve"> = 1.0085</w:t>
      </w:r>
      <w:r w:rsidR="001B32A2" w:rsidRPr="00DE1411">
        <w:rPr>
          <w:vertAlign w:val="superscript"/>
        </w:rPr>
        <w:t>8</w:t>
      </w:r>
      <w:r w:rsidR="001B32A2" w:rsidRPr="00DE1411">
        <w:t xml:space="preserve"> = </w:t>
      </w:r>
      <w:r w:rsidR="001B32A2" w:rsidRPr="00DE1411">
        <w:rPr>
          <w:u w:val="double"/>
        </w:rPr>
        <w:t>1.07006</w:t>
      </w:r>
      <w:r w:rsidR="001B32A2" w:rsidRPr="00DE1411">
        <w:t xml:space="preserve"> </w:t>
      </w:r>
    </w:p>
    <w:p w:rsidR="001B32A2" w:rsidRPr="00DE1411" w:rsidRDefault="00212BB2" w:rsidP="00212BB2">
      <w:pPr>
        <w:pStyle w:val="ISM"/>
        <w:tabs>
          <w:tab w:val="clear" w:pos="270"/>
          <w:tab w:val="clear" w:pos="540"/>
          <w:tab w:val="decimal" w:pos="274"/>
          <w:tab w:val="left" w:pos="547"/>
        </w:tabs>
      </w:pPr>
      <w:r w:rsidRPr="00DE1411">
        <w:lastRenderedPageBreak/>
        <w:tab/>
        <w:t>9.</w:t>
      </w:r>
      <w:r w:rsidRPr="00DE1411">
        <w:tab/>
      </w:r>
      <w:r w:rsidR="001B32A2" w:rsidRPr="00DE1411">
        <w:rPr>
          <w:position w:val="-14"/>
        </w:rPr>
        <w:object w:dxaOrig="2420" w:dyaOrig="440">
          <v:shape id="_x0000_i1045" type="#_x0000_t75" style="width:120.75pt;height:21.75pt" o:ole="" fillcolor="window">
            <v:imagedata r:id="rId48" o:title=""/>
          </v:shape>
          <o:OLEObject Type="Embed" ProgID="Equation.3" ShapeID="_x0000_i1045" DrawAspect="Content" ObjectID="_1654950779" r:id="rId49"/>
        </w:object>
      </w:r>
      <w:r w:rsidR="001B32A2" w:rsidRPr="00DE1411">
        <w:t xml:space="preserve"> </w:t>
      </w:r>
    </w:p>
    <w:p w:rsidR="001B32A2" w:rsidRPr="00DE1411" w:rsidRDefault="00212BB2" w:rsidP="00212BB2">
      <w:pPr>
        <w:pStyle w:val="ISM"/>
        <w:tabs>
          <w:tab w:val="clear" w:pos="270"/>
          <w:tab w:val="clear" w:pos="540"/>
          <w:tab w:val="decimal" w:pos="274"/>
          <w:tab w:val="left" w:pos="547"/>
        </w:tabs>
        <w:spacing w:after="60"/>
      </w:pPr>
      <w:r w:rsidRPr="00DE1411">
        <w:tab/>
        <w:t>11.</w:t>
      </w:r>
      <w:r w:rsidRPr="00DE1411">
        <w:tab/>
      </w:r>
      <w:r w:rsidR="001B32A2" w:rsidRPr="00DE1411">
        <w:rPr>
          <w:position w:val="-30"/>
        </w:rPr>
        <w:object w:dxaOrig="2680" w:dyaOrig="720">
          <v:shape id="_x0000_i1046" type="#_x0000_t75" style="width:133.5pt;height:35.25pt" o:ole="" fillcolor="window">
            <v:imagedata r:id="rId50" o:title=""/>
          </v:shape>
          <o:OLEObject Type="Embed" ProgID="Equation.3" ShapeID="_x0000_i1046" DrawAspect="Content" ObjectID="_1654950780" r:id="rId51"/>
        </w:object>
      </w:r>
      <w:r w:rsidR="001B32A2" w:rsidRPr="00DE1411">
        <w:t xml:space="preserve"> = </w:t>
      </w:r>
      <w:r w:rsidR="0038146D" w:rsidRPr="00DE1411">
        <w:rPr>
          <w:u w:val="double"/>
        </w:rPr>
        <w:t xml:space="preserve">- </w:t>
      </w:r>
      <w:r w:rsidR="001B32A2" w:rsidRPr="00DE1411">
        <w:rPr>
          <w:u w:val="double"/>
        </w:rPr>
        <w:t>4.00000</w:t>
      </w:r>
    </w:p>
    <w:p w:rsidR="001B32A2" w:rsidRPr="00DE1411" w:rsidRDefault="00212BB2" w:rsidP="00212BB2">
      <w:pPr>
        <w:pStyle w:val="ISM"/>
        <w:tabs>
          <w:tab w:val="clear" w:pos="270"/>
          <w:tab w:val="clear" w:pos="540"/>
          <w:tab w:val="decimal" w:pos="274"/>
          <w:tab w:val="left" w:pos="547"/>
        </w:tabs>
        <w:spacing w:after="60"/>
      </w:pPr>
      <w:r w:rsidRPr="00DE1411">
        <w:tab/>
        <w:t>13.</w:t>
      </w:r>
      <w:r w:rsidRPr="00DE1411">
        <w:tab/>
      </w:r>
      <w:r w:rsidR="001B32A2" w:rsidRPr="00DE1411">
        <w:rPr>
          <w:position w:val="-26"/>
        </w:rPr>
        <w:object w:dxaOrig="6880" w:dyaOrig="700">
          <v:shape id="_x0000_i1047" type="#_x0000_t75" style="width:341.25pt;height:34.5pt" o:ole="" fillcolor="window">
            <v:imagedata r:id="rId52" o:title=""/>
          </v:shape>
          <o:OLEObject Type="Embed" ProgID="Equation.3" ShapeID="_x0000_i1047" DrawAspect="Content" ObjectID="_1654950781" r:id="rId53"/>
        </w:object>
      </w:r>
    </w:p>
    <w:p w:rsidR="001B32A2" w:rsidRPr="00DE1411" w:rsidRDefault="00212BB2" w:rsidP="00212BB2">
      <w:pPr>
        <w:pStyle w:val="ISM"/>
        <w:tabs>
          <w:tab w:val="clear" w:pos="270"/>
          <w:tab w:val="clear" w:pos="540"/>
          <w:tab w:val="decimal" w:pos="274"/>
          <w:tab w:val="left" w:pos="547"/>
        </w:tabs>
        <w:spacing w:after="60"/>
      </w:pPr>
      <w:r w:rsidRPr="00DE1411">
        <w:tab/>
        <w:t>15.</w:t>
      </w:r>
      <w:r w:rsidRPr="00DE1411">
        <w:tab/>
      </w:r>
      <w:r w:rsidR="001B32A2" w:rsidRPr="00DE1411">
        <w:rPr>
          <w:position w:val="-22"/>
        </w:rPr>
        <w:object w:dxaOrig="1980" w:dyaOrig="620">
          <v:shape id="_x0000_i1048" type="#_x0000_t75" style="width:98.25pt;height:30.75pt" o:ole="" fillcolor="window">
            <v:imagedata r:id="rId54" o:title=""/>
          </v:shape>
          <o:OLEObject Type="Embed" ProgID="Equation.3" ShapeID="_x0000_i1048" DrawAspect="Content" ObjectID="_1654950782" r:id="rId55"/>
        </w:object>
      </w:r>
    </w:p>
    <w:p w:rsidR="001B32A2" w:rsidRPr="00DE1411" w:rsidRDefault="00212BB2" w:rsidP="00212BB2">
      <w:pPr>
        <w:pStyle w:val="ISM"/>
        <w:tabs>
          <w:tab w:val="clear" w:pos="270"/>
          <w:tab w:val="clear" w:pos="540"/>
          <w:tab w:val="decimal" w:pos="274"/>
          <w:tab w:val="left" w:pos="547"/>
        </w:tabs>
        <w:spacing w:after="60"/>
      </w:pPr>
      <w:r w:rsidRPr="00DE1411">
        <w:tab/>
        <w:t>17.</w:t>
      </w:r>
      <w:r w:rsidRPr="00DE1411">
        <w:tab/>
      </w:r>
      <w:r w:rsidR="001B32A2" w:rsidRPr="00DE1411">
        <w:rPr>
          <w:position w:val="-22"/>
        </w:rPr>
        <w:object w:dxaOrig="3600" w:dyaOrig="620">
          <v:shape id="_x0000_i1049" type="#_x0000_t75" style="width:180.75pt;height:30.75pt" o:ole="" fillcolor="window">
            <v:imagedata r:id="rId56" o:title=""/>
          </v:shape>
          <o:OLEObject Type="Embed" ProgID="Equation.3" ShapeID="_x0000_i1049" DrawAspect="Content" ObjectID="_1654950783" r:id="rId57"/>
        </w:object>
      </w:r>
      <w:r w:rsidR="001B32A2" w:rsidRPr="00DE1411">
        <w:t xml:space="preserve"> </w:t>
      </w:r>
    </w:p>
    <w:p w:rsidR="001B32A2" w:rsidRPr="00DE1411" w:rsidRDefault="00212BB2" w:rsidP="00644D9E">
      <w:pPr>
        <w:pStyle w:val="ISM"/>
        <w:tabs>
          <w:tab w:val="clear" w:pos="270"/>
          <w:tab w:val="clear" w:pos="540"/>
          <w:tab w:val="decimal" w:pos="274"/>
          <w:tab w:val="left" w:pos="547"/>
        </w:tabs>
      </w:pPr>
      <w:r w:rsidRPr="00DE1411">
        <w:tab/>
        <w:t>19.</w:t>
      </w:r>
      <w:r w:rsidRPr="00DE1411">
        <w:tab/>
      </w:r>
      <w:r w:rsidR="001B32A2" w:rsidRPr="00DE1411">
        <w:rPr>
          <w:position w:val="-10"/>
        </w:rPr>
        <w:object w:dxaOrig="1380" w:dyaOrig="380">
          <v:shape id="_x0000_i1050" type="#_x0000_t75" style="width:68.25pt;height:18.75pt" o:ole="" fillcolor="window">
            <v:imagedata r:id="rId58" o:title=""/>
          </v:shape>
          <o:OLEObject Type="Embed" ProgID="Equation.3" ShapeID="_x0000_i1050" DrawAspect="Content" ObjectID="_1654950784" r:id="rId59"/>
        </w:object>
      </w:r>
      <w:r w:rsidR="001B32A2" w:rsidRPr="00DE1411">
        <w:t xml:space="preserve"> = </w:t>
      </w:r>
      <w:r w:rsidR="001B32A2" w:rsidRPr="00DE1411">
        <w:rPr>
          <w:u w:val="double"/>
        </w:rPr>
        <w:t>1.00908</w:t>
      </w:r>
      <w:r w:rsidR="001B32A2" w:rsidRPr="00DE1411">
        <w:t xml:space="preserve"> </w:t>
      </w:r>
    </w:p>
    <w:p w:rsidR="00DE50C2" w:rsidRPr="00DE1411" w:rsidRDefault="00DE50C2">
      <w:pPr>
        <w:pStyle w:val="Heading1"/>
        <w:keepNext w:val="0"/>
        <w:spacing w:after="120" w:line="240" w:lineRule="auto"/>
        <w:rPr>
          <w:sz w:val="24"/>
          <w:szCs w:val="24"/>
        </w:rPr>
      </w:pPr>
      <w:r w:rsidRPr="00DE1411">
        <w:rPr>
          <w:sz w:val="24"/>
          <w:szCs w:val="24"/>
        </w:rPr>
        <w:t>Exercise 2.3</w:t>
      </w:r>
    </w:p>
    <w:p w:rsidR="00915C30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>a.</w:t>
      </w:r>
      <w:r w:rsidRPr="00DE1411">
        <w:rPr>
          <w:rFonts w:ascii="Arial" w:hAnsi="Arial" w:cs="Arial"/>
          <w:b w:val="0"/>
          <w:sz w:val="22"/>
          <w:szCs w:val="22"/>
        </w:rPr>
        <w:tab/>
      </w:r>
      <w:r w:rsidR="00915C30" w:rsidRPr="00DE1411">
        <w:rPr>
          <w:rFonts w:ascii="Arial" w:hAnsi="Arial" w:cs="Arial"/>
          <w:b w:val="0"/>
          <w:sz w:val="22"/>
          <w:szCs w:val="22"/>
        </w:rPr>
        <w:t>2a – 9 = a +</w:t>
      </w:r>
      <w:r w:rsidR="00EB1FB5">
        <w:rPr>
          <w:rFonts w:ascii="Arial" w:hAnsi="Arial" w:cs="Arial"/>
          <w:b w:val="0"/>
          <w:sz w:val="22"/>
          <w:szCs w:val="22"/>
        </w:rPr>
        <w:t xml:space="preserve"> </w:t>
      </w:r>
      <w:r w:rsidR="00915C30" w:rsidRPr="00DE1411">
        <w:rPr>
          <w:rFonts w:ascii="Arial" w:hAnsi="Arial" w:cs="Arial"/>
          <w:b w:val="0"/>
          <w:sz w:val="22"/>
          <w:szCs w:val="22"/>
        </w:rPr>
        <w:t>1</w:t>
      </w:r>
    </w:p>
    <w:p w:rsidR="00915C30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ab/>
      </w:r>
      <w:r w:rsidR="00915C30" w:rsidRPr="00DE1411">
        <w:rPr>
          <w:rFonts w:ascii="Arial" w:hAnsi="Arial" w:cs="Arial"/>
          <w:b w:val="0"/>
          <w:sz w:val="22"/>
          <w:szCs w:val="22"/>
        </w:rPr>
        <w:t>2a – a = 1 + 9</w:t>
      </w:r>
    </w:p>
    <w:p w:rsidR="000516E2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ab/>
        <w:t xml:space="preserve">        </w:t>
      </w:r>
      <w:r w:rsidR="00915C30" w:rsidRPr="00DE1411">
        <w:rPr>
          <w:rFonts w:ascii="Arial" w:hAnsi="Arial" w:cs="Arial"/>
          <w:b w:val="0"/>
          <w:sz w:val="22"/>
          <w:szCs w:val="22"/>
        </w:rPr>
        <w:t xml:space="preserve">a = </w:t>
      </w:r>
      <w:r w:rsidR="00915C30" w:rsidRPr="00DE1411">
        <w:rPr>
          <w:rFonts w:ascii="Arial" w:hAnsi="Arial" w:cs="Arial"/>
          <w:b w:val="0"/>
          <w:sz w:val="22"/>
          <w:szCs w:val="22"/>
          <w:u w:val="double"/>
        </w:rPr>
        <w:t>10</w:t>
      </w:r>
    </w:p>
    <w:p w:rsidR="00915C30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>c.</w:t>
      </w:r>
      <w:r w:rsidRPr="00DE1411">
        <w:rPr>
          <w:rFonts w:ascii="Arial" w:hAnsi="Arial" w:cs="Arial"/>
          <w:b w:val="0"/>
          <w:sz w:val="22"/>
          <w:szCs w:val="22"/>
        </w:rPr>
        <w:tab/>
      </w:r>
      <w:r w:rsidR="000516E2" w:rsidRPr="00DE1411">
        <w:rPr>
          <w:rFonts w:ascii="Arial" w:hAnsi="Arial" w:cs="Arial"/>
          <w:b w:val="0"/>
          <w:sz w:val="22"/>
          <w:szCs w:val="22"/>
        </w:rPr>
        <w:t>6(y – 4) = 0</w:t>
      </w:r>
    </w:p>
    <w:p w:rsidR="000516E2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ab/>
      </w:r>
      <w:r w:rsidR="000516E2" w:rsidRPr="00DE1411">
        <w:rPr>
          <w:rFonts w:ascii="Arial" w:hAnsi="Arial" w:cs="Arial"/>
          <w:b w:val="0"/>
          <w:sz w:val="22"/>
          <w:szCs w:val="22"/>
        </w:rPr>
        <w:t>6y – 24 = 0</w:t>
      </w:r>
    </w:p>
    <w:p w:rsidR="000516E2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ab/>
      </w:r>
      <w:r w:rsidRPr="00DE1411">
        <w:rPr>
          <w:rFonts w:ascii="Arial" w:hAnsi="Arial" w:cs="Arial"/>
          <w:b w:val="0"/>
          <w:sz w:val="22"/>
          <w:szCs w:val="22"/>
        </w:rPr>
        <w:tab/>
        <w:t xml:space="preserve">     </w:t>
      </w:r>
      <w:r w:rsidR="000516E2" w:rsidRPr="00DE1411">
        <w:rPr>
          <w:rFonts w:ascii="Arial" w:hAnsi="Arial" w:cs="Arial"/>
          <w:b w:val="0"/>
          <w:sz w:val="22"/>
          <w:szCs w:val="22"/>
        </w:rPr>
        <w:t>6y = 24</w:t>
      </w:r>
    </w:p>
    <w:p w:rsidR="000516E2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ab/>
      </w:r>
      <w:r w:rsidRPr="00DE1411">
        <w:rPr>
          <w:rFonts w:ascii="Arial" w:hAnsi="Arial" w:cs="Arial"/>
          <w:b w:val="0"/>
          <w:sz w:val="22"/>
          <w:szCs w:val="22"/>
        </w:rPr>
        <w:tab/>
        <w:t xml:space="preserve">       </w:t>
      </w:r>
      <w:r w:rsidR="000516E2" w:rsidRPr="00DE1411">
        <w:rPr>
          <w:rFonts w:ascii="Arial" w:hAnsi="Arial" w:cs="Arial"/>
          <w:b w:val="0"/>
          <w:sz w:val="22"/>
          <w:szCs w:val="22"/>
        </w:rPr>
        <w:t xml:space="preserve">y = </w:t>
      </w:r>
      <w:r w:rsidR="000516E2" w:rsidRPr="00DE1411">
        <w:rPr>
          <w:rFonts w:ascii="Arial" w:hAnsi="Arial" w:cs="Arial"/>
          <w:b w:val="0"/>
          <w:sz w:val="22"/>
          <w:szCs w:val="22"/>
          <w:u w:val="double"/>
        </w:rPr>
        <w:t>4</w:t>
      </w:r>
    </w:p>
    <w:p w:rsidR="00915C30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>e.</w:t>
      </w:r>
      <w:r w:rsidRPr="00DE1411">
        <w:rPr>
          <w:rFonts w:ascii="Arial" w:hAnsi="Arial" w:cs="Arial"/>
          <w:b w:val="0"/>
          <w:sz w:val="22"/>
          <w:szCs w:val="22"/>
        </w:rPr>
        <w:tab/>
      </w:r>
      <w:r w:rsidR="003711E1" w:rsidRPr="00DE1411">
        <w:rPr>
          <w:rFonts w:ascii="Arial" w:hAnsi="Arial" w:cs="Arial"/>
          <w:b w:val="0"/>
          <w:sz w:val="22"/>
          <w:szCs w:val="22"/>
        </w:rPr>
        <w:t>-7x – 10 = 11</w:t>
      </w:r>
    </w:p>
    <w:p w:rsidR="003711E1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ab/>
      </w:r>
      <w:r w:rsidR="003711E1" w:rsidRPr="00DE1411">
        <w:rPr>
          <w:rFonts w:ascii="Arial" w:hAnsi="Arial" w:cs="Arial"/>
          <w:b w:val="0"/>
          <w:sz w:val="22"/>
          <w:szCs w:val="22"/>
        </w:rPr>
        <w:t>-7x = 21</w:t>
      </w:r>
    </w:p>
    <w:p w:rsidR="003711E1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  <w:u w:val="double"/>
        </w:rPr>
      </w:pPr>
      <w:r w:rsidRPr="00DE1411">
        <w:rPr>
          <w:rFonts w:ascii="Arial" w:hAnsi="Arial" w:cs="Arial"/>
          <w:b w:val="0"/>
          <w:sz w:val="22"/>
          <w:szCs w:val="22"/>
        </w:rPr>
        <w:tab/>
      </w:r>
      <w:r w:rsidR="003711E1" w:rsidRPr="00DE1411">
        <w:rPr>
          <w:rFonts w:ascii="Arial" w:hAnsi="Arial" w:cs="Arial"/>
          <w:b w:val="0"/>
          <w:sz w:val="22"/>
          <w:szCs w:val="22"/>
        </w:rPr>
        <w:t xml:space="preserve">x = </w:t>
      </w:r>
      <w:r w:rsidR="003711E1" w:rsidRPr="00DE1411">
        <w:rPr>
          <w:rFonts w:ascii="Arial" w:hAnsi="Arial" w:cs="Arial"/>
          <w:b w:val="0"/>
          <w:sz w:val="22"/>
          <w:szCs w:val="22"/>
          <w:u w:val="double"/>
        </w:rPr>
        <w:t>-3</w:t>
      </w:r>
    </w:p>
    <w:p w:rsidR="00915C30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>g.</w:t>
      </w:r>
      <w:r w:rsidRPr="00DE1411">
        <w:rPr>
          <w:rFonts w:ascii="Arial" w:hAnsi="Arial" w:cs="Arial"/>
          <w:b w:val="0"/>
          <w:sz w:val="22"/>
          <w:szCs w:val="22"/>
        </w:rPr>
        <w:tab/>
      </w:r>
      <w:r w:rsidR="00381C7D" w:rsidRPr="00DE1411">
        <w:rPr>
          <w:rFonts w:ascii="Arial" w:hAnsi="Arial" w:cs="Arial"/>
          <w:b w:val="0"/>
          <w:sz w:val="22"/>
          <w:szCs w:val="22"/>
        </w:rPr>
        <w:t>12 – 3x – 8 = -10x – 10</w:t>
      </w:r>
    </w:p>
    <w:p w:rsidR="00381C7D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ab/>
      </w:r>
      <w:r w:rsidRPr="00DE1411">
        <w:rPr>
          <w:rFonts w:ascii="Arial" w:hAnsi="Arial" w:cs="Arial"/>
          <w:b w:val="0"/>
          <w:sz w:val="22"/>
          <w:szCs w:val="22"/>
        </w:rPr>
        <w:tab/>
        <w:t xml:space="preserve">     </w:t>
      </w:r>
      <w:r w:rsidR="00381C7D" w:rsidRPr="00DE1411">
        <w:rPr>
          <w:rFonts w:ascii="Arial" w:hAnsi="Arial" w:cs="Arial"/>
          <w:b w:val="0"/>
          <w:sz w:val="22"/>
          <w:szCs w:val="22"/>
        </w:rPr>
        <w:t>4 – 3x = -10x – 10</w:t>
      </w:r>
    </w:p>
    <w:p w:rsidR="00381C7D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ab/>
      </w:r>
      <w:r w:rsidRPr="00DE1411">
        <w:rPr>
          <w:rFonts w:ascii="Arial" w:hAnsi="Arial" w:cs="Arial"/>
          <w:b w:val="0"/>
          <w:sz w:val="22"/>
          <w:szCs w:val="22"/>
        </w:rPr>
        <w:tab/>
      </w:r>
      <w:r w:rsidR="00381C7D" w:rsidRPr="00DE1411">
        <w:rPr>
          <w:rFonts w:ascii="Arial" w:hAnsi="Arial" w:cs="Arial"/>
          <w:b w:val="0"/>
          <w:sz w:val="22"/>
          <w:szCs w:val="22"/>
        </w:rPr>
        <w:t>-3x + 10x = -10 – 4</w:t>
      </w:r>
    </w:p>
    <w:p w:rsidR="00381C7D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ab/>
      </w:r>
      <w:r w:rsidRPr="00DE1411">
        <w:rPr>
          <w:rFonts w:ascii="Arial" w:hAnsi="Arial" w:cs="Arial"/>
          <w:b w:val="0"/>
          <w:sz w:val="22"/>
          <w:szCs w:val="22"/>
        </w:rPr>
        <w:tab/>
        <w:t xml:space="preserve">           </w:t>
      </w:r>
      <w:r w:rsidR="00477C40" w:rsidRPr="00DE1411">
        <w:rPr>
          <w:rFonts w:ascii="Arial" w:hAnsi="Arial" w:cs="Arial"/>
          <w:b w:val="0"/>
          <w:sz w:val="22"/>
          <w:szCs w:val="22"/>
        </w:rPr>
        <w:t>7x = -14</w:t>
      </w:r>
    </w:p>
    <w:p w:rsidR="00477C40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ab/>
      </w:r>
      <w:r w:rsidRPr="00DE1411">
        <w:rPr>
          <w:rFonts w:ascii="Arial" w:hAnsi="Arial" w:cs="Arial"/>
          <w:b w:val="0"/>
          <w:sz w:val="22"/>
          <w:szCs w:val="22"/>
        </w:rPr>
        <w:tab/>
      </w:r>
      <w:r w:rsidRPr="00DE1411">
        <w:rPr>
          <w:rFonts w:ascii="Arial" w:hAnsi="Arial" w:cs="Arial"/>
          <w:b w:val="0"/>
          <w:sz w:val="22"/>
          <w:szCs w:val="22"/>
        </w:rPr>
        <w:tab/>
        <w:t xml:space="preserve"> </w:t>
      </w:r>
      <w:r w:rsidR="00477C40" w:rsidRPr="00DE1411">
        <w:rPr>
          <w:rFonts w:ascii="Arial" w:hAnsi="Arial" w:cs="Arial"/>
          <w:b w:val="0"/>
          <w:sz w:val="22"/>
          <w:szCs w:val="22"/>
        </w:rPr>
        <w:t xml:space="preserve">x = </w:t>
      </w:r>
      <w:r w:rsidR="00477C40" w:rsidRPr="00DE1411">
        <w:rPr>
          <w:rFonts w:ascii="Arial" w:hAnsi="Arial" w:cs="Arial"/>
          <w:b w:val="0"/>
          <w:sz w:val="22"/>
          <w:szCs w:val="22"/>
          <w:u w:val="double"/>
        </w:rPr>
        <w:t>-2</w:t>
      </w:r>
    </w:p>
    <w:p w:rsidR="00741BB7" w:rsidRPr="00DE1411" w:rsidRDefault="00B42C91" w:rsidP="00B42C91">
      <w:pPr>
        <w:pStyle w:val="CommentSubject"/>
        <w:suppressAutoHyphens/>
        <w:spacing w:after="120"/>
        <w:ind w:left="547" w:hanging="547"/>
        <w:rPr>
          <w:rFonts w:ascii="Arial" w:hAnsi="Arial"/>
          <w:b w:val="0"/>
        </w:rPr>
      </w:pPr>
      <w:proofErr w:type="spellStart"/>
      <w:r w:rsidRPr="00DE1411">
        <w:rPr>
          <w:rFonts w:ascii="Arial" w:hAnsi="Arial" w:cs="Arial"/>
          <w:b w:val="0"/>
          <w:sz w:val="22"/>
          <w:szCs w:val="22"/>
        </w:rPr>
        <w:t>i</w:t>
      </w:r>
      <w:proofErr w:type="spellEnd"/>
      <w:r w:rsidRPr="00DE1411">
        <w:rPr>
          <w:rFonts w:ascii="Arial" w:hAnsi="Arial" w:cs="Arial"/>
          <w:b w:val="0"/>
          <w:sz w:val="22"/>
          <w:szCs w:val="22"/>
        </w:rPr>
        <w:t>.</w:t>
      </w:r>
      <w:r w:rsidRPr="00DE1411">
        <w:rPr>
          <w:rFonts w:ascii="Arial" w:hAnsi="Arial" w:cs="Arial"/>
          <w:b w:val="0"/>
          <w:sz w:val="22"/>
          <w:szCs w:val="22"/>
        </w:rPr>
        <w:tab/>
      </w:r>
      <w:r w:rsidR="007369A0" w:rsidRPr="00DE1411">
        <w:rPr>
          <w:rFonts w:ascii="Arial" w:hAnsi="Arial" w:cs="Arial"/>
          <w:b w:val="0"/>
          <w:sz w:val="22"/>
          <w:szCs w:val="22"/>
        </w:rPr>
        <w:t xml:space="preserve"> </w:t>
      </w:r>
      <w:r w:rsidR="00741BB7" w:rsidRPr="00DE1411">
        <w:rPr>
          <w:rFonts w:ascii="Arial" w:hAnsi="Arial" w:cs="Arial"/>
          <w:b w:val="0"/>
          <w:sz w:val="22"/>
          <w:szCs w:val="22"/>
        </w:rPr>
        <w:t xml:space="preserve"> </w:t>
      </w:r>
      <w:r w:rsidR="007369A0" w:rsidRPr="00DE1411">
        <w:rPr>
          <w:rFonts w:ascii="Arial" w:hAnsi="Arial" w:cs="Arial"/>
          <w:b w:val="0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x+2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x-1</m:t>
            </m:r>
          </m:den>
        </m:f>
      </m:oMath>
      <w:r w:rsidR="00741BB7" w:rsidRPr="00DE1411">
        <w:rPr>
          <w:rFonts w:ascii="Arial" w:hAnsi="Arial" w:cs="Arial"/>
          <w:b w:val="0"/>
          <w:sz w:val="22"/>
          <w:szCs w:val="22"/>
        </w:rPr>
        <w:t xml:space="preserve"> = 4</w:t>
      </w:r>
    </w:p>
    <w:p w:rsidR="00741BB7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ab/>
      </w:r>
      <w:r w:rsidR="00741BB7" w:rsidRPr="00DE1411">
        <w:rPr>
          <w:rFonts w:ascii="Arial" w:hAnsi="Arial" w:cs="Arial"/>
          <w:b w:val="0"/>
          <w:sz w:val="22"/>
          <w:szCs w:val="22"/>
        </w:rPr>
        <w:t>x + 2 = 4(x – 1)</w:t>
      </w:r>
    </w:p>
    <w:p w:rsidR="00741BB7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ab/>
      </w:r>
      <w:r w:rsidR="00741BB7" w:rsidRPr="00DE1411">
        <w:rPr>
          <w:rFonts w:ascii="Arial" w:hAnsi="Arial" w:cs="Arial"/>
          <w:b w:val="0"/>
          <w:sz w:val="22"/>
          <w:szCs w:val="22"/>
        </w:rPr>
        <w:t>x + 2 = 4x – 4</w:t>
      </w:r>
    </w:p>
    <w:p w:rsidR="00741BB7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ab/>
      </w:r>
      <w:r w:rsidR="00741BB7" w:rsidRPr="00DE1411">
        <w:rPr>
          <w:rFonts w:ascii="Arial" w:hAnsi="Arial" w:cs="Arial"/>
          <w:b w:val="0"/>
          <w:sz w:val="22"/>
          <w:szCs w:val="22"/>
        </w:rPr>
        <w:t>x – 4x = -4 – 2</w:t>
      </w:r>
    </w:p>
    <w:p w:rsidR="00741BB7" w:rsidRPr="00DE1411" w:rsidRDefault="00B42C91" w:rsidP="00B42C91">
      <w:pPr>
        <w:pStyle w:val="CommentSubject"/>
        <w:suppressAutoHyphens/>
        <w:spacing w:after="120"/>
        <w:ind w:left="547" w:hanging="547"/>
        <w:rPr>
          <w:b w:val="0"/>
        </w:rPr>
      </w:pPr>
      <w:r w:rsidRPr="00DE1411">
        <w:rPr>
          <w:rFonts w:ascii="Arial" w:hAnsi="Arial" w:cs="Arial"/>
          <w:b w:val="0"/>
          <w:sz w:val="22"/>
          <w:szCs w:val="22"/>
        </w:rPr>
        <w:tab/>
      </w:r>
      <w:r w:rsidR="007369A0" w:rsidRPr="00DE1411">
        <w:rPr>
          <w:rFonts w:ascii="Arial" w:hAnsi="Arial" w:cs="Arial"/>
          <w:b w:val="0"/>
          <w:sz w:val="22"/>
          <w:szCs w:val="22"/>
        </w:rPr>
        <w:tab/>
        <w:t xml:space="preserve">  </w:t>
      </w:r>
      <w:r w:rsidR="00741BB7" w:rsidRPr="00DE1411">
        <w:rPr>
          <w:rFonts w:ascii="Arial" w:hAnsi="Arial" w:cs="Arial"/>
          <w:b w:val="0"/>
          <w:sz w:val="22"/>
          <w:szCs w:val="22"/>
        </w:rPr>
        <w:t xml:space="preserve">-3x = -6 </w:t>
      </w:r>
    </w:p>
    <w:p w:rsidR="00741BB7" w:rsidRPr="00DE1411" w:rsidRDefault="00B42C91" w:rsidP="001A4642">
      <w:pPr>
        <w:pStyle w:val="CommentSubject"/>
        <w:suppressAutoHyphens/>
        <w:spacing w:after="240"/>
        <w:ind w:left="547" w:hanging="547"/>
        <w:rPr>
          <w:b w:val="0"/>
          <w:u w:val="double"/>
        </w:rPr>
      </w:pPr>
      <w:r w:rsidRPr="00DE1411">
        <w:rPr>
          <w:rFonts w:ascii="Arial" w:hAnsi="Arial" w:cs="Arial"/>
          <w:b w:val="0"/>
          <w:sz w:val="22"/>
          <w:szCs w:val="22"/>
        </w:rPr>
        <w:tab/>
      </w:r>
      <w:r w:rsidR="007369A0" w:rsidRPr="00DE1411">
        <w:rPr>
          <w:rFonts w:ascii="Arial" w:hAnsi="Arial" w:cs="Arial"/>
          <w:b w:val="0"/>
          <w:sz w:val="22"/>
          <w:szCs w:val="22"/>
        </w:rPr>
        <w:tab/>
        <w:t xml:space="preserve">     </w:t>
      </w:r>
      <w:r w:rsidR="00741BB7" w:rsidRPr="00DE1411">
        <w:rPr>
          <w:rFonts w:ascii="Arial" w:hAnsi="Arial" w:cs="Arial"/>
          <w:b w:val="0"/>
          <w:sz w:val="22"/>
          <w:szCs w:val="22"/>
        </w:rPr>
        <w:t xml:space="preserve">x = </w:t>
      </w:r>
      <w:r w:rsidR="00741BB7" w:rsidRPr="00DE1411">
        <w:rPr>
          <w:rFonts w:ascii="Arial" w:hAnsi="Arial" w:cs="Arial"/>
          <w:b w:val="0"/>
          <w:sz w:val="22"/>
          <w:szCs w:val="22"/>
          <w:u w:val="double"/>
        </w:rPr>
        <w:t>2</w:t>
      </w:r>
    </w:p>
    <w:p w:rsidR="00DE50C2" w:rsidRPr="00DE1411" w:rsidRDefault="00400DD5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  <w:t>1.</w:t>
      </w:r>
      <w:r w:rsidRPr="00DE1411">
        <w:tab/>
      </w:r>
      <w:r w:rsidR="00DE50C2" w:rsidRPr="00DE1411">
        <w:t>10a + 10 = 12 + 9a</w:t>
      </w:r>
    </w:p>
    <w:p w:rsidR="00DE50C2" w:rsidRPr="00DE1411" w:rsidRDefault="001A4642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</w:r>
      <w:r w:rsidRPr="00DE1411">
        <w:tab/>
      </w:r>
      <w:r w:rsidR="00DE50C2" w:rsidRPr="00DE1411">
        <w:t>10a – 9a = 12 – 10</w:t>
      </w:r>
    </w:p>
    <w:p w:rsidR="00DE50C2" w:rsidRPr="00DE1411" w:rsidRDefault="001A4642" w:rsidP="00400DD5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    </w:t>
      </w:r>
      <w:r w:rsidR="00DE50C2" w:rsidRPr="00DE1411">
        <w:t xml:space="preserve">a = </w:t>
      </w:r>
      <w:r w:rsidR="00DE50C2" w:rsidRPr="00DE1411">
        <w:rPr>
          <w:u w:val="double"/>
        </w:rPr>
        <w:t>2</w:t>
      </w:r>
    </w:p>
    <w:p w:rsidR="00DE50C2" w:rsidRPr="00DE1411" w:rsidRDefault="00400DD5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lastRenderedPageBreak/>
        <w:tab/>
        <w:t>3.</w:t>
      </w:r>
      <w:r w:rsidRPr="00DE1411">
        <w:tab/>
      </w:r>
      <w:r w:rsidR="00DE50C2" w:rsidRPr="00DE1411">
        <w:t>0.5 (x – 3) = 20</w:t>
      </w:r>
    </w:p>
    <w:p w:rsidR="00DE50C2" w:rsidRPr="00DE1411" w:rsidRDefault="00C57F62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 </w:t>
      </w:r>
      <w:r w:rsidR="00DE50C2" w:rsidRPr="00DE1411">
        <w:t xml:space="preserve">x – 3 = 40 </w:t>
      </w:r>
    </w:p>
    <w:p w:rsidR="00DE50C2" w:rsidRPr="00DE1411" w:rsidRDefault="00C57F62" w:rsidP="00400DD5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</w:r>
      <w:r w:rsidR="00DE50C2" w:rsidRPr="00DE1411">
        <w:t xml:space="preserve">x = </w:t>
      </w:r>
      <w:r w:rsidR="00DE50C2" w:rsidRPr="00DE1411">
        <w:rPr>
          <w:u w:val="double"/>
        </w:rPr>
        <w:t>43</w:t>
      </w:r>
      <w:r w:rsidR="00DE50C2" w:rsidRPr="00DE1411">
        <w:t xml:space="preserve"> </w:t>
      </w:r>
    </w:p>
    <w:p w:rsidR="00DE50C2" w:rsidRPr="00DE1411" w:rsidRDefault="00400DD5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  <w:t>5.</w:t>
      </w:r>
      <w:r w:rsidRPr="00DE1411">
        <w:tab/>
      </w:r>
      <w:proofErr w:type="gramStart"/>
      <w:r w:rsidR="00DE50C2" w:rsidRPr="00DE1411">
        <w:t>y</w:t>
      </w:r>
      <w:proofErr w:type="gramEnd"/>
      <w:r w:rsidR="00DE50C2" w:rsidRPr="00DE1411">
        <w:t xml:space="preserve"> = 192 + 0.04y</w:t>
      </w:r>
    </w:p>
    <w:p w:rsidR="00DE50C2" w:rsidRPr="00DE1411" w:rsidRDefault="00C57F62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</w:r>
      <w:r w:rsidRPr="00DE1411">
        <w:tab/>
      </w:r>
      <w:r w:rsidR="00DE50C2" w:rsidRPr="00DE1411">
        <w:t>y – 0.04y = 192</w:t>
      </w:r>
    </w:p>
    <w:p w:rsidR="00DE50C2" w:rsidRPr="00DE1411" w:rsidRDefault="00C57F62" w:rsidP="00400DD5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     </w:t>
      </w:r>
      <w:r w:rsidR="00DE50C2" w:rsidRPr="00DE1411">
        <w:t xml:space="preserve">y = </w:t>
      </w:r>
      <w:r w:rsidR="00DE50C2" w:rsidRPr="00DE1411">
        <w:rPr>
          <w:position w:val="-22"/>
        </w:rPr>
        <w:object w:dxaOrig="1120" w:dyaOrig="580">
          <v:shape id="_x0000_i1051" type="#_x0000_t75" style="width:54.75pt;height:27.75pt" o:ole="" fillcolor="window">
            <v:imagedata r:id="rId60" o:title=""/>
          </v:shape>
          <o:OLEObject Type="Embed" ProgID="Equation.3" ShapeID="_x0000_i1051" DrawAspect="Content" ObjectID="_1654950785" r:id="rId61"/>
        </w:object>
      </w:r>
    </w:p>
    <w:p w:rsidR="00DE50C2" w:rsidRPr="00DE1411" w:rsidRDefault="00400DD5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  <w:t>7.</w:t>
      </w:r>
      <w:r w:rsidRPr="00DE1411">
        <w:tab/>
      </w:r>
      <w:r w:rsidR="00DE50C2" w:rsidRPr="00DE1411">
        <w:t>12x – 4(2x – 1) =6(x + 1) – 3</w:t>
      </w:r>
    </w:p>
    <w:p w:rsidR="00DE50C2" w:rsidRPr="00DE1411" w:rsidRDefault="00C57F62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  <w:t xml:space="preserve">  </w:t>
      </w:r>
      <w:r w:rsidR="00DE50C2" w:rsidRPr="00DE1411">
        <w:t>12x – 8x + 4 = 6x + 6 – 3</w:t>
      </w:r>
    </w:p>
    <w:p w:rsidR="00DE50C2" w:rsidRPr="00DE1411" w:rsidRDefault="00C57F62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 </w:t>
      </w:r>
      <w:r w:rsidR="00DE50C2" w:rsidRPr="00DE1411">
        <w:t xml:space="preserve">2x = – 1 </w:t>
      </w:r>
    </w:p>
    <w:p w:rsidR="00DE50C2" w:rsidRPr="00DE1411" w:rsidRDefault="00C57F62" w:rsidP="00400DD5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   </w:t>
      </w:r>
      <w:r w:rsidR="00DE50C2" w:rsidRPr="00DE1411">
        <w:t xml:space="preserve">x = </w:t>
      </w:r>
      <w:r w:rsidR="00DE50C2" w:rsidRPr="00DE1411">
        <w:rPr>
          <w:u w:val="double"/>
        </w:rPr>
        <w:t>0.5</w:t>
      </w:r>
    </w:p>
    <w:p w:rsidR="00DE50C2" w:rsidRPr="00DE1411" w:rsidRDefault="00400DD5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  <w:t>9.</w:t>
      </w:r>
      <w:r w:rsidRPr="00DE1411">
        <w:tab/>
      </w:r>
      <w:r w:rsidR="00DE50C2" w:rsidRPr="00DE1411">
        <w:t>8 – 0.5(x + 3) = 0.25(x – 1)</w:t>
      </w:r>
    </w:p>
    <w:p w:rsidR="00DE50C2" w:rsidRPr="00DE1411" w:rsidRDefault="00C57F62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  <w:t xml:space="preserve">         </w:t>
      </w:r>
      <w:r w:rsidR="00DE50C2" w:rsidRPr="00DE1411">
        <w:t>8 – 0.5x – 1.5 = 0.25x – 0.25</w:t>
      </w:r>
    </w:p>
    <w:p w:rsidR="00DE50C2" w:rsidRPr="00DE1411" w:rsidRDefault="00C57F62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     </w:t>
      </w:r>
      <w:r w:rsidR="00DE50C2" w:rsidRPr="00DE1411">
        <w:t xml:space="preserve">0.75x = – 6.75 </w:t>
      </w:r>
    </w:p>
    <w:p w:rsidR="00DE50C2" w:rsidRPr="00DE1411" w:rsidRDefault="00C57F62" w:rsidP="00400DD5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</w:t>
      </w:r>
      <w:r w:rsidR="00DE50C2" w:rsidRPr="00DE1411">
        <w:t xml:space="preserve">x = </w:t>
      </w:r>
      <w:r w:rsidR="00DE50C2" w:rsidRPr="00DE1411">
        <w:rPr>
          <w:u w:val="double"/>
        </w:rPr>
        <w:t>9</w:t>
      </w:r>
    </w:p>
    <w:p w:rsidR="00DE50C2" w:rsidRPr="00DE1411" w:rsidRDefault="00400DD5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  <w:t>11.</w:t>
      </w:r>
      <w:r w:rsidRPr="00DE1411">
        <w:tab/>
      </w:r>
      <w:r w:rsidR="00DE50C2" w:rsidRPr="00DE1411">
        <w:t>3.1t + 145 = 10 + 7.6t</w:t>
      </w:r>
    </w:p>
    <w:p w:rsidR="00DE50C2" w:rsidRPr="00DE1411" w:rsidRDefault="00C57F62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  </w:t>
      </w:r>
      <w:r w:rsidR="00DE50C2" w:rsidRPr="00DE1411">
        <w:t xml:space="preserve">4.5t = – 135 </w:t>
      </w:r>
    </w:p>
    <w:p w:rsidR="00DE50C2" w:rsidRPr="00DE1411" w:rsidRDefault="00C57F62" w:rsidP="00400DD5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</w:r>
      <w:r w:rsidR="00DE50C2" w:rsidRPr="00DE1411">
        <w:t xml:space="preserve">t = </w:t>
      </w:r>
      <w:r w:rsidR="00DE50C2" w:rsidRPr="00DE1411">
        <w:rPr>
          <w:u w:val="double"/>
        </w:rPr>
        <w:t>30</w:t>
      </w:r>
    </w:p>
    <w:p w:rsidR="00BC1BB7" w:rsidRPr="00DE1411" w:rsidRDefault="00400DD5" w:rsidP="00400DD5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  <w:t>13.</w:t>
      </w:r>
      <w:r w:rsidRPr="00DE1411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x+2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BC1BB7" w:rsidRPr="00DE1411">
        <w:t xml:space="preserve"> = x + 0.8</w:t>
      </w:r>
    </w:p>
    <w:p w:rsidR="00BC1BB7" w:rsidRPr="00DE1411" w:rsidRDefault="00C57F62" w:rsidP="00400DD5">
      <w:pPr>
        <w:pStyle w:val="ISM"/>
        <w:tabs>
          <w:tab w:val="clear" w:pos="270"/>
          <w:tab w:val="clear" w:pos="540"/>
          <w:tab w:val="decimal" w:pos="274"/>
          <w:tab w:val="left" w:pos="547"/>
          <w:tab w:val="right" w:pos="2880"/>
          <w:tab w:val="left" w:pos="2970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="00BC1BB7" w:rsidRPr="00DE1411">
        <w:t>x + 2 = 5(x + 0.8)</w:t>
      </w:r>
    </w:p>
    <w:p w:rsidR="00BC1BB7" w:rsidRPr="00DE1411" w:rsidRDefault="00C57F62" w:rsidP="00400DD5">
      <w:pPr>
        <w:pStyle w:val="ISM"/>
        <w:tabs>
          <w:tab w:val="clear" w:pos="270"/>
          <w:tab w:val="clear" w:pos="540"/>
          <w:tab w:val="decimal" w:pos="274"/>
          <w:tab w:val="left" w:pos="547"/>
          <w:tab w:val="right" w:pos="2880"/>
          <w:tab w:val="left" w:pos="2970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="00BC1BB7" w:rsidRPr="00DE1411">
        <w:t>x + 2 = 5x + 4</w:t>
      </w:r>
    </w:p>
    <w:p w:rsidR="00BC1BB7" w:rsidRPr="00DE1411" w:rsidRDefault="00C57F62" w:rsidP="00400DD5">
      <w:pPr>
        <w:pStyle w:val="ISM"/>
        <w:tabs>
          <w:tab w:val="clear" w:pos="270"/>
          <w:tab w:val="clear" w:pos="540"/>
          <w:tab w:val="decimal" w:pos="274"/>
          <w:tab w:val="left" w:pos="547"/>
          <w:tab w:val="right" w:pos="2880"/>
          <w:tab w:val="left" w:pos="2970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="00BC1BB7" w:rsidRPr="00DE1411">
        <w:t>x – 5x = 4 – 2</w:t>
      </w:r>
    </w:p>
    <w:p w:rsidR="00BC1BB7" w:rsidRPr="00DE1411" w:rsidRDefault="00C57F62" w:rsidP="00400DD5">
      <w:pPr>
        <w:pStyle w:val="ISM"/>
        <w:tabs>
          <w:tab w:val="clear" w:pos="270"/>
          <w:tab w:val="clear" w:pos="540"/>
          <w:tab w:val="decimal" w:pos="274"/>
          <w:tab w:val="left" w:pos="547"/>
          <w:tab w:val="right" w:pos="2880"/>
          <w:tab w:val="left" w:pos="2970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  <w:t xml:space="preserve">   </w:t>
      </w:r>
      <w:r w:rsidR="00BC1BB7" w:rsidRPr="00DE1411">
        <w:t>-4x = 2</w:t>
      </w:r>
    </w:p>
    <w:p w:rsidR="00DE50C2" w:rsidRPr="00DE1411" w:rsidRDefault="00C57F62" w:rsidP="00400DD5">
      <w:pPr>
        <w:pStyle w:val="ISM"/>
        <w:tabs>
          <w:tab w:val="clear" w:pos="270"/>
          <w:tab w:val="clear" w:pos="540"/>
          <w:tab w:val="decimal" w:pos="274"/>
          <w:tab w:val="left" w:pos="547"/>
          <w:tab w:val="right" w:pos="2880"/>
          <w:tab w:val="left" w:pos="2970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  <w:t xml:space="preserve">      </w:t>
      </w:r>
      <w:r w:rsidR="00BC1BB7" w:rsidRPr="00DE1411">
        <w:t xml:space="preserve">x = </w:t>
      </w:r>
      <w:r w:rsidR="00BC1BB7" w:rsidRPr="00DE1411">
        <w:rPr>
          <w:u w:val="double"/>
        </w:rPr>
        <w:t>-0.5</w:t>
      </w:r>
    </w:p>
    <w:p w:rsidR="00776FA7" w:rsidRPr="00DE1411" w:rsidRDefault="00400DD5" w:rsidP="00400DD5">
      <w:pPr>
        <w:pStyle w:val="ISM"/>
        <w:tabs>
          <w:tab w:val="clear" w:pos="270"/>
          <w:tab w:val="clear" w:pos="540"/>
          <w:tab w:val="decimal" w:pos="274"/>
          <w:tab w:val="left" w:pos="547"/>
          <w:tab w:val="right" w:pos="2880"/>
          <w:tab w:val="left" w:pos="2970"/>
        </w:tabs>
        <w:suppressAutoHyphens/>
        <w:ind w:left="634" w:hanging="634"/>
        <w:jc w:val="left"/>
      </w:pPr>
      <w:r w:rsidRPr="00DE1411">
        <w:tab/>
        <w:t>15.</w:t>
      </w:r>
      <w:r w:rsidRPr="00DE1411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10a</m:t>
            </m:r>
          </m:num>
          <m:den>
            <m:r>
              <w:rPr>
                <w:rFonts w:ascii="Cambria Math" w:hAnsi="Cambria Math"/>
              </w:rPr>
              <m:t>2.2</m:t>
            </m:r>
          </m:den>
        </m:f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2.2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776FA7" w:rsidRPr="00DE1411">
        <w:t xml:space="preserve"> = </w:t>
      </w:r>
      <m:oMath>
        <m:r>
          <w:rPr>
            <w:rFonts w:ascii="Cambria Math" w:hAnsi="Cambria Math"/>
          </w:rPr>
          <m:t>6+a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2.2</m:t>
                </m:r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:rsidR="00776FA7" w:rsidRPr="00DE1411" w:rsidRDefault="00C57F62" w:rsidP="00400DD5">
      <w:pPr>
        <w:pStyle w:val="ISM"/>
        <w:tabs>
          <w:tab w:val="clear" w:pos="270"/>
          <w:tab w:val="clear" w:pos="540"/>
          <w:tab w:val="decimal" w:pos="274"/>
          <w:tab w:val="left" w:pos="547"/>
          <w:tab w:val="right" w:pos="2880"/>
          <w:tab w:val="left" w:pos="2970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  <w:t xml:space="preserve">   </w:t>
      </w:r>
      <m:oMath>
        <m:r>
          <w:rPr>
            <w:rFonts w:ascii="Cambria Math" w:hAnsi="Cambria Math"/>
          </w:rPr>
          <m:t>4.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54</m:t>
            </m:r>
          </m:e>
        </m:acc>
        <m:r>
          <w:rPr>
            <w:rFonts w:ascii="Cambria Math" w:hAnsi="Cambria Math"/>
          </w:rPr>
          <m:t>a+4.84=6+10.648a</m:t>
        </m:r>
      </m:oMath>
      <w:r w:rsidR="00776FA7" w:rsidRPr="00DE1411">
        <w:tab/>
      </w:r>
    </w:p>
    <w:p w:rsidR="00776FA7" w:rsidRPr="00DE1411" w:rsidRDefault="00C57F62" w:rsidP="00400DD5">
      <w:pPr>
        <w:pStyle w:val="ISM"/>
        <w:tabs>
          <w:tab w:val="clear" w:pos="270"/>
          <w:tab w:val="clear" w:pos="540"/>
          <w:tab w:val="decimal" w:pos="274"/>
          <w:tab w:val="left" w:pos="547"/>
          <w:tab w:val="right" w:pos="2880"/>
          <w:tab w:val="left" w:pos="2970"/>
        </w:tabs>
        <w:suppressAutoHyphens/>
        <w:ind w:left="634" w:hanging="634"/>
        <w:jc w:val="left"/>
      </w:pPr>
      <w:r w:rsidRPr="00DE1411">
        <w:tab/>
      </w:r>
      <w:r w:rsidRPr="00DE1411">
        <w:tab/>
      </w:r>
      <m:oMath>
        <m:r>
          <w:rPr>
            <w:rFonts w:ascii="Cambria Math" w:hAnsi="Cambria Math"/>
          </w:rPr>
          <m:t>4.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54</m:t>
            </m:r>
          </m:e>
        </m:acc>
        <m:r>
          <w:rPr>
            <w:rFonts w:ascii="Cambria Math" w:hAnsi="Cambria Math"/>
          </w:rPr>
          <m:t>a</m:t>
        </m:r>
      </m:oMath>
      <w:r w:rsidR="00776FA7" w:rsidRPr="00DE1411">
        <w:t xml:space="preserve"> - 10.648a = 6 – 4.84</w:t>
      </w:r>
    </w:p>
    <w:p w:rsidR="00776FA7" w:rsidRPr="00DE1411" w:rsidRDefault="00C57F62" w:rsidP="00400DD5">
      <w:pPr>
        <w:pStyle w:val="ISM"/>
        <w:tabs>
          <w:tab w:val="clear" w:pos="270"/>
          <w:tab w:val="clear" w:pos="540"/>
          <w:tab w:val="decimal" w:pos="274"/>
          <w:tab w:val="left" w:pos="547"/>
          <w:tab w:val="right" w:pos="2880"/>
          <w:tab w:val="left" w:pos="2970"/>
        </w:tabs>
        <w:suppressAutoHyphens/>
        <w:ind w:left="634" w:hanging="634"/>
        <w:jc w:val="left"/>
      </w:pPr>
      <w:r w:rsidRPr="00DE1411">
        <w:tab/>
      </w:r>
      <w:r w:rsidRPr="00DE1411">
        <w:tab/>
        <w:t xml:space="preserve">            </w:t>
      </w:r>
      <w:r w:rsidR="00776FA7" w:rsidRPr="00DE1411">
        <w:t>-6.1025a = 1.16</w:t>
      </w:r>
    </w:p>
    <w:p w:rsidR="00776FA7" w:rsidRPr="00DE1411" w:rsidRDefault="00C57F62" w:rsidP="00400DD5">
      <w:pPr>
        <w:pStyle w:val="ISM"/>
        <w:tabs>
          <w:tab w:val="clear" w:pos="270"/>
          <w:tab w:val="clear" w:pos="540"/>
          <w:tab w:val="decimal" w:pos="274"/>
          <w:tab w:val="left" w:pos="547"/>
          <w:tab w:val="right" w:pos="2880"/>
          <w:tab w:val="left" w:pos="2970"/>
        </w:tabs>
        <w:suppressAutoHyphens/>
        <w:ind w:left="634" w:hanging="634"/>
        <w:jc w:val="left"/>
      </w:pPr>
      <w:r w:rsidRPr="00DE1411">
        <w:tab/>
      </w:r>
      <w:r w:rsidRPr="00DE1411">
        <w:tab/>
        <w:t xml:space="preserve">                        </w:t>
      </w:r>
      <w:r w:rsidR="00776FA7" w:rsidRPr="00DE1411">
        <w:t xml:space="preserve">a = </w:t>
      </w:r>
      <w:r w:rsidR="00776FA7" w:rsidRPr="00DE1411">
        <w:rPr>
          <w:u w:val="double"/>
        </w:rPr>
        <w:t>-</w:t>
      </w:r>
      <w:r w:rsidR="00386626" w:rsidRPr="00DE1411">
        <w:rPr>
          <w:u w:val="double"/>
        </w:rPr>
        <w:t>0.19</w:t>
      </w:r>
    </w:p>
    <w:p w:rsidR="00587741" w:rsidRPr="00DE1411" w:rsidRDefault="001A4642" w:rsidP="00400DD5">
      <w:pPr>
        <w:pStyle w:val="ISM"/>
        <w:tabs>
          <w:tab w:val="clear" w:pos="270"/>
          <w:tab w:val="clear" w:pos="540"/>
          <w:tab w:val="decimal" w:pos="274"/>
          <w:tab w:val="left" w:pos="547"/>
          <w:tab w:val="right" w:pos="2880"/>
          <w:tab w:val="left" w:pos="2970"/>
        </w:tabs>
        <w:suppressAutoHyphens/>
        <w:ind w:left="634" w:hanging="634"/>
        <w:jc w:val="left"/>
      </w:pPr>
      <w:r w:rsidRPr="00DE1411">
        <w:tab/>
        <w:t>17.</w:t>
      </w:r>
      <w:r w:rsidRPr="00DE1411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1.065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x-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1.065</m:t>
            </m:r>
          </m:den>
        </m:f>
      </m:oMath>
      <w:r w:rsidR="00587741" w:rsidRPr="00DE1411">
        <w:t xml:space="preserve"> = $35</w:t>
      </w:r>
    </w:p>
    <w:p w:rsidR="00F23FA0" w:rsidRPr="00DE1411" w:rsidRDefault="006F414C" w:rsidP="00400DD5">
      <w:pPr>
        <w:pStyle w:val="ISM"/>
        <w:tabs>
          <w:tab w:val="clear" w:pos="270"/>
          <w:tab w:val="clear" w:pos="540"/>
          <w:tab w:val="decimal" w:pos="274"/>
          <w:tab w:val="left" w:pos="547"/>
          <w:tab w:val="right" w:pos="2880"/>
          <w:tab w:val="left" w:pos="2970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="00F23FA0" w:rsidRPr="00DE1411">
        <w:t>1.134225x – 0.9389</w:t>
      </w:r>
      <w:r w:rsidR="00765FE8" w:rsidRPr="00DE1411">
        <w:t>6</w:t>
      </w:r>
      <w:r w:rsidR="00F23FA0" w:rsidRPr="00DE1411">
        <w:t>7x = $35</w:t>
      </w:r>
    </w:p>
    <w:p w:rsidR="001A4642" w:rsidRPr="00DE1411" w:rsidRDefault="006F414C" w:rsidP="00400DD5">
      <w:pPr>
        <w:pStyle w:val="ISM"/>
        <w:tabs>
          <w:tab w:val="clear" w:pos="270"/>
          <w:tab w:val="clear" w:pos="540"/>
          <w:tab w:val="decimal" w:pos="274"/>
          <w:tab w:val="left" w:pos="547"/>
          <w:tab w:val="right" w:pos="2880"/>
          <w:tab w:val="left" w:pos="2970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              </w:t>
      </w:r>
      <w:r w:rsidR="00F23FA0" w:rsidRPr="00DE1411">
        <w:t>0.1952</w:t>
      </w:r>
      <w:r w:rsidR="00765FE8" w:rsidRPr="00DE1411">
        <w:t>58</w:t>
      </w:r>
      <w:r w:rsidR="00F23FA0" w:rsidRPr="00DE1411">
        <w:t>x = $3</w:t>
      </w:r>
      <w:r w:rsidR="00D329A7" w:rsidRPr="00DE1411">
        <w:t>5</w:t>
      </w:r>
    </w:p>
    <w:p w:rsidR="00F23FA0" w:rsidRPr="00DE1411" w:rsidRDefault="006F414C" w:rsidP="006F41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                            </w:t>
      </w:r>
      <w:r w:rsidR="00F23FA0" w:rsidRPr="00DE1411">
        <w:t xml:space="preserve">x = </w:t>
      </w:r>
      <w:r w:rsidR="00F23FA0" w:rsidRPr="00DE1411">
        <w:rPr>
          <w:u w:val="double"/>
        </w:rPr>
        <w:t>$179.25</w:t>
      </w:r>
    </w:p>
    <w:p w:rsidR="007B324C" w:rsidRPr="00DE1411" w:rsidRDefault="007B324C">
      <w:pPr>
        <w:rPr>
          <w:rFonts w:ascii="Arial" w:hAnsi="Arial" w:cs="Arial"/>
          <w:sz w:val="22"/>
          <w:szCs w:val="22"/>
          <w:lang w:val="en-CA"/>
        </w:rPr>
      </w:pPr>
      <w:r w:rsidRPr="00DE1411">
        <w:br w:type="page"/>
      </w:r>
    </w:p>
    <w:p w:rsidR="006B4B9A" w:rsidRPr="00DE1411" w:rsidRDefault="001A4642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lastRenderedPageBreak/>
        <w:tab/>
        <w:t>19.</w:t>
      </w:r>
      <w:r w:rsidRPr="00DE1411">
        <w:tab/>
      </w:r>
      <w:r w:rsidR="006B4B9A" w:rsidRPr="00DE1411">
        <w:rPr>
          <w:position w:val="-28"/>
        </w:rPr>
        <w:object w:dxaOrig="2380" w:dyaOrig="639">
          <v:shape id="_x0000_i1052" type="#_x0000_t75" style="width:119.25pt;height:32.25pt" o:ole="" fillcolor="window">
            <v:imagedata r:id="rId62" o:title=""/>
          </v:shape>
          <o:OLEObject Type="Embed" ProgID="Equation.3" ShapeID="_x0000_i1052" DrawAspect="Content" ObjectID="_1654950786" r:id="rId63"/>
        </w:object>
      </w:r>
    </w:p>
    <w:p w:rsidR="006B4B9A" w:rsidRPr="00DE1411" w:rsidRDefault="006F414C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</w:r>
      <w:r w:rsidRPr="00DE1411">
        <w:tab/>
      </w:r>
      <w:r w:rsidR="006B4B9A" w:rsidRPr="00DE1411">
        <w:t>0.8264463x + 2.</w:t>
      </w:r>
      <w:r w:rsidR="00992BF0" w:rsidRPr="00DE1411">
        <w:t xml:space="preserve">662x </w:t>
      </w:r>
      <w:r w:rsidR="006B4B9A" w:rsidRPr="00DE1411">
        <w:t>= $1000</w:t>
      </w:r>
    </w:p>
    <w:p w:rsidR="006B4B9A" w:rsidRPr="00DE1411" w:rsidRDefault="006F414C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  <w:t xml:space="preserve">  </w:t>
      </w:r>
      <w:r w:rsidR="006B4B9A" w:rsidRPr="00DE1411">
        <w:t>3.488446x = $1000</w:t>
      </w:r>
    </w:p>
    <w:p w:rsidR="006B4B9A" w:rsidRPr="00DE1411" w:rsidRDefault="006F414C" w:rsidP="00400DD5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</w:t>
      </w:r>
      <w:r w:rsidR="006B4B9A" w:rsidRPr="00DE1411">
        <w:t xml:space="preserve">x = </w:t>
      </w:r>
      <w:r w:rsidR="006B4B9A" w:rsidRPr="00DE1411">
        <w:rPr>
          <w:u w:val="double"/>
        </w:rPr>
        <w:t>$286.66</w:t>
      </w:r>
    </w:p>
    <w:p w:rsidR="006B4B9A" w:rsidRPr="00DE1411" w:rsidRDefault="001A4642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  <w:t>21.</w:t>
      </w:r>
      <w:r w:rsidRPr="00DE1411">
        <w:tab/>
      </w:r>
      <w:r w:rsidR="006B4B9A" w:rsidRPr="00DE1411">
        <w:rPr>
          <w:position w:val="-28"/>
        </w:rPr>
        <w:object w:dxaOrig="3860" w:dyaOrig="639">
          <v:shape id="_x0000_i1053" type="#_x0000_t75" style="width:192.75pt;height:32.25pt" o:ole="" fillcolor="window">
            <v:imagedata r:id="rId64" o:title=""/>
          </v:shape>
          <o:OLEObject Type="Embed" ProgID="Equation.3" ShapeID="_x0000_i1053" DrawAspect="Content" ObjectID="_1654950787" r:id="rId65"/>
        </w:object>
      </w:r>
    </w:p>
    <w:p w:rsidR="006B4B9A" w:rsidRPr="00DE1411" w:rsidRDefault="006F414C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</w:r>
      <w:r w:rsidRPr="00DE1411">
        <w:tab/>
      </w:r>
      <w:r w:rsidR="006B4B9A" w:rsidRPr="00DE1411">
        <w:t>1.626183x + x + 1.343916x = $1000 + $1776.974</w:t>
      </w:r>
    </w:p>
    <w:p w:rsidR="006B4B9A" w:rsidRPr="00DE1411" w:rsidRDefault="006F414C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  <w:t xml:space="preserve"> </w:t>
      </w:r>
      <w:r w:rsidR="006B4B9A" w:rsidRPr="00DE1411">
        <w:t xml:space="preserve">3.970099x = $2776.974 </w:t>
      </w:r>
    </w:p>
    <w:p w:rsidR="006B4B9A" w:rsidRPr="00DE1411" w:rsidRDefault="006F414C" w:rsidP="00400DD5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</w:t>
      </w:r>
      <w:r w:rsidR="006B4B9A" w:rsidRPr="00DE1411">
        <w:t xml:space="preserve">x = </w:t>
      </w:r>
      <w:r w:rsidR="006B4B9A" w:rsidRPr="00DE1411">
        <w:rPr>
          <w:u w:val="double"/>
        </w:rPr>
        <w:t>$699.47</w:t>
      </w:r>
    </w:p>
    <w:p w:rsidR="006B4B9A" w:rsidRPr="00DE1411" w:rsidRDefault="001A4642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  <w:t>23.</w:t>
      </w:r>
      <w:r w:rsidRPr="00DE1411">
        <w:tab/>
      </w:r>
      <w:proofErr w:type="gramStart"/>
      <w:r w:rsidR="006B4B9A" w:rsidRPr="00DE1411">
        <w:t>x</w:t>
      </w:r>
      <w:proofErr w:type="gramEnd"/>
      <w:r w:rsidR="006B4B9A" w:rsidRPr="00DE1411">
        <w:rPr>
          <w:position w:val="-36"/>
        </w:rPr>
        <w:object w:dxaOrig="4520" w:dyaOrig="740">
          <v:shape id="_x0000_i1054" type="#_x0000_t75" style="width:227.25pt;height:36.75pt" o:ole="" fillcolor="window">
            <v:imagedata r:id="rId66" o:title=""/>
          </v:shape>
          <o:OLEObject Type="Embed" ProgID="Equation.3" ShapeID="_x0000_i1054" DrawAspect="Content" ObjectID="_1654950788" r:id="rId67"/>
        </w:object>
      </w:r>
    </w:p>
    <w:p w:rsidR="006B4B9A" w:rsidRPr="00DE1411" w:rsidRDefault="006F414C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</w:t>
      </w:r>
      <w:r w:rsidR="006B4B9A" w:rsidRPr="00DE1411">
        <w:t>1.021863x + 1.945318x = $1160.20</w:t>
      </w:r>
    </w:p>
    <w:p w:rsidR="006B4B9A" w:rsidRPr="00DE1411" w:rsidRDefault="006F414C" w:rsidP="00400DD5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  <w:t xml:space="preserve">   </w:t>
      </w:r>
      <w:r w:rsidR="006B4B9A" w:rsidRPr="00DE1411">
        <w:t>2.967181x = $1160.20</w:t>
      </w:r>
    </w:p>
    <w:p w:rsidR="006B4B9A" w:rsidRPr="00DE1411" w:rsidRDefault="006F414C" w:rsidP="00400DD5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 </w:t>
      </w:r>
      <w:r w:rsidR="006B4B9A" w:rsidRPr="00DE1411">
        <w:t xml:space="preserve">x = </w:t>
      </w:r>
      <w:r w:rsidR="006B4B9A" w:rsidRPr="00DE1411">
        <w:rPr>
          <w:u w:val="double"/>
        </w:rPr>
        <w:t>$391.01</w:t>
      </w:r>
    </w:p>
    <w:p w:rsidR="00DE50C2" w:rsidRPr="00DE1411" w:rsidRDefault="00DE50C2">
      <w:pPr>
        <w:pStyle w:val="ISM"/>
        <w:spacing w:after="60"/>
        <w:rPr>
          <w:b/>
          <w:bCs/>
          <w:sz w:val="24"/>
          <w:szCs w:val="24"/>
        </w:rPr>
      </w:pPr>
      <w:r w:rsidRPr="00DE1411">
        <w:rPr>
          <w:b/>
          <w:bCs/>
          <w:sz w:val="24"/>
          <w:szCs w:val="24"/>
        </w:rPr>
        <w:t>Exercise 2.4</w:t>
      </w:r>
    </w:p>
    <w:p w:rsidR="00070746" w:rsidRPr="00DE1411" w:rsidRDefault="007B324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  <w:t>1.</w:t>
      </w:r>
      <w:r w:rsidRPr="00DE1411">
        <w:tab/>
      </w:r>
      <w:r w:rsidR="00070746" w:rsidRPr="00DE1411">
        <w:rPr>
          <w:rFonts w:ascii="Times New Roman" w:hAnsi="Times New Roman" w:cs="Times New Roman"/>
          <w:i/>
          <w:iCs/>
        </w:rPr>
        <w:t xml:space="preserve">I = </w:t>
      </w:r>
      <w:proofErr w:type="spellStart"/>
      <w:r w:rsidR="00070746" w:rsidRPr="00DE1411">
        <w:rPr>
          <w:rFonts w:ascii="Times New Roman" w:hAnsi="Times New Roman" w:cs="Times New Roman"/>
          <w:i/>
          <w:iCs/>
        </w:rPr>
        <w:t>Prt</w:t>
      </w:r>
      <w:proofErr w:type="spellEnd"/>
      <w:r w:rsidR="00070746" w:rsidRPr="00DE1411">
        <w:rPr>
          <w:i/>
          <w:iCs/>
        </w:rPr>
        <w:t xml:space="preserve"> </w:t>
      </w:r>
    </w:p>
    <w:p w:rsidR="00070746" w:rsidRPr="00DE1411" w:rsidRDefault="009548AA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="00070746" w:rsidRPr="00DE1411">
        <w:t xml:space="preserve">$6.25 = </w:t>
      </w:r>
      <w:proofErr w:type="gramStart"/>
      <w:r w:rsidR="00070746" w:rsidRPr="00DE1411">
        <w:rPr>
          <w:rFonts w:ascii="Times New Roman" w:hAnsi="Times New Roman" w:cs="Times New Roman"/>
          <w:i/>
          <w:iCs/>
        </w:rPr>
        <w:t>P</w:t>
      </w:r>
      <w:r w:rsidR="00070746" w:rsidRPr="00DE1411">
        <w:t>(</w:t>
      </w:r>
      <w:proofErr w:type="gramEnd"/>
      <w:r w:rsidR="00070746" w:rsidRPr="00DE1411">
        <w:t>0.05)0.25</w:t>
      </w:r>
    </w:p>
    <w:p w:rsidR="00070746" w:rsidRPr="00DE1411" w:rsidRDefault="009548AA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="00070746" w:rsidRPr="00DE1411">
        <w:t>$6.25 = 0.0125</w:t>
      </w:r>
      <w:r w:rsidR="00070746" w:rsidRPr="00DE1411">
        <w:rPr>
          <w:rFonts w:ascii="Times New Roman" w:hAnsi="Times New Roman" w:cs="Times New Roman"/>
          <w:i/>
          <w:iCs/>
        </w:rPr>
        <w:t>P</w:t>
      </w:r>
    </w:p>
    <w:p w:rsidR="00070746" w:rsidRPr="00DE1411" w:rsidRDefault="009548AA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  <w:rPr>
          <w:u w:val="double"/>
        </w:rPr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  <w:t xml:space="preserve">     </w:t>
      </w:r>
      <w:r w:rsidR="00070746" w:rsidRPr="00DE1411">
        <w:rPr>
          <w:rFonts w:ascii="Times New Roman" w:hAnsi="Times New Roman" w:cs="Times New Roman"/>
          <w:i/>
          <w:iCs/>
        </w:rPr>
        <w:t xml:space="preserve">P </w:t>
      </w:r>
      <w:r w:rsidR="00070746" w:rsidRPr="00DE1411">
        <w:t xml:space="preserve">= </w:t>
      </w:r>
      <w:r w:rsidR="00070746" w:rsidRPr="00DE1411">
        <w:rPr>
          <w:position w:val="-22"/>
        </w:rPr>
        <w:object w:dxaOrig="780" w:dyaOrig="580">
          <v:shape id="_x0000_i1055" type="#_x0000_t75" style="width:39.75pt;height:27.75pt" o:ole="" o:allowoverlap="f">
            <v:imagedata r:id="rId68" o:title=""/>
          </v:shape>
          <o:OLEObject Type="Embed" ProgID="Equation.3" ShapeID="_x0000_i1055" DrawAspect="Content" ObjectID="_1654950789" r:id="rId69"/>
        </w:object>
      </w:r>
      <w:r w:rsidR="00070746" w:rsidRPr="00DE1411">
        <w:t xml:space="preserve"> = </w:t>
      </w:r>
      <w:r w:rsidR="00070746" w:rsidRPr="00DE1411">
        <w:rPr>
          <w:u w:val="double"/>
        </w:rPr>
        <w:t>$500.00</w:t>
      </w:r>
    </w:p>
    <w:p w:rsidR="00070746" w:rsidRPr="00DE1411" w:rsidRDefault="00124EDF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  <w:t>3.</w:t>
      </w:r>
      <w:r w:rsidRPr="00DE1411">
        <w:tab/>
      </w:r>
      <w:r w:rsidR="00070746" w:rsidRPr="00DE1411">
        <w:rPr>
          <w:rFonts w:ascii="Times New Roman" w:hAnsi="Times New Roman" w:cs="Times New Roman"/>
          <w:i/>
          <w:iCs/>
          <w:spacing w:val="-2"/>
        </w:rPr>
        <w:t xml:space="preserve">S </w:t>
      </w:r>
      <w:r w:rsidR="00070746" w:rsidRPr="00DE1411">
        <w:rPr>
          <w:i/>
          <w:iCs/>
          <w:spacing w:val="-2"/>
        </w:rPr>
        <w:t>=</w:t>
      </w:r>
      <w:r w:rsidR="00070746" w:rsidRPr="00DE1411">
        <w:rPr>
          <w:rFonts w:ascii="Times New Roman" w:hAnsi="Times New Roman" w:cs="Times New Roman"/>
          <w:i/>
          <w:iCs/>
          <w:spacing w:val="-2"/>
        </w:rPr>
        <w:t xml:space="preserve"> </w:t>
      </w:r>
      <w:proofErr w:type="gramStart"/>
      <w:r w:rsidR="00070746" w:rsidRPr="00DE1411">
        <w:rPr>
          <w:rFonts w:ascii="Times New Roman" w:hAnsi="Times New Roman" w:cs="Times New Roman"/>
          <w:i/>
          <w:iCs/>
          <w:spacing w:val="-2"/>
        </w:rPr>
        <w:t>P</w:t>
      </w:r>
      <w:r w:rsidR="00070746" w:rsidRPr="00DE1411">
        <w:rPr>
          <w:rFonts w:ascii="Times New Roman" w:hAnsi="Times New Roman" w:cs="Times New Roman"/>
          <w:spacing w:val="-2"/>
        </w:rPr>
        <w:t>(</w:t>
      </w:r>
      <w:proofErr w:type="gramEnd"/>
      <w:r w:rsidR="00070746" w:rsidRPr="00DE1411">
        <w:rPr>
          <w:rFonts w:ascii="Times New Roman" w:hAnsi="Times New Roman" w:cs="Times New Roman"/>
          <w:spacing w:val="-2"/>
        </w:rPr>
        <w:t>1</w:t>
      </w:r>
      <w:r w:rsidR="00070746" w:rsidRPr="00DE1411">
        <w:rPr>
          <w:rFonts w:ascii="Times New Roman" w:hAnsi="Times New Roman" w:cs="Times New Roman"/>
          <w:i/>
          <w:iCs/>
          <w:spacing w:val="-2"/>
        </w:rPr>
        <w:t xml:space="preserve"> + </w:t>
      </w:r>
      <w:proofErr w:type="spellStart"/>
      <w:r w:rsidR="00070746" w:rsidRPr="00DE1411">
        <w:rPr>
          <w:rFonts w:ascii="Times New Roman" w:hAnsi="Times New Roman" w:cs="Times New Roman"/>
          <w:i/>
          <w:iCs/>
          <w:spacing w:val="-2"/>
        </w:rPr>
        <w:t>rt</w:t>
      </w:r>
      <w:proofErr w:type="spellEnd"/>
      <w:r w:rsidR="00070746" w:rsidRPr="00DE1411">
        <w:rPr>
          <w:rFonts w:ascii="Times New Roman" w:hAnsi="Times New Roman" w:cs="Times New Roman"/>
          <w:spacing w:val="-2"/>
        </w:rPr>
        <w:t>)</w:t>
      </w:r>
      <w:r w:rsidR="00070746" w:rsidRPr="00DE1411">
        <w:rPr>
          <w:spacing w:val="-2"/>
        </w:rPr>
        <w:t xml:space="preserve"> </w:t>
      </w:r>
    </w:p>
    <w:p w:rsidR="00070746" w:rsidRPr="00DE1411" w:rsidRDefault="009548AA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="00070746" w:rsidRPr="00DE1411">
        <w:t xml:space="preserve">$3626 = </w:t>
      </w:r>
      <w:proofErr w:type="gramStart"/>
      <w:r w:rsidR="00070746" w:rsidRPr="00DE1411">
        <w:rPr>
          <w:rFonts w:ascii="Times New Roman" w:hAnsi="Times New Roman" w:cs="Times New Roman"/>
          <w:i/>
          <w:iCs/>
        </w:rPr>
        <w:t>P</w:t>
      </w:r>
      <w:r w:rsidR="00070746" w:rsidRPr="00DE1411">
        <w:t>(</w:t>
      </w:r>
      <w:proofErr w:type="gramEnd"/>
      <w:r w:rsidR="00070746" w:rsidRPr="00DE1411">
        <w:t>1 + 0.004</w:t>
      </w:r>
      <w:r w:rsidR="00070746" w:rsidRPr="00DE1411">
        <w:rPr>
          <w:sz w:val="24"/>
          <w:szCs w:val="24"/>
        </w:rPr>
        <w:sym w:font="Symbol" w:char="F0B4"/>
      </w:r>
      <w:r w:rsidR="00070746" w:rsidRPr="00DE1411">
        <w:t>9)</w:t>
      </w:r>
    </w:p>
    <w:p w:rsidR="00070746" w:rsidRPr="00DE1411" w:rsidRDefault="009548AA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="00070746" w:rsidRPr="00DE1411">
        <w:t>$3626 = 1.036</w:t>
      </w:r>
      <w:r w:rsidR="00070746" w:rsidRPr="00DE1411">
        <w:rPr>
          <w:rFonts w:ascii="Times New Roman" w:hAnsi="Times New Roman" w:cs="Times New Roman"/>
          <w:i/>
          <w:iCs/>
        </w:rPr>
        <w:t>P</w:t>
      </w:r>
    </w:p>
    <w:p w:rsidR="00070746" w:rsidRPr="00DE1411" w:rsidRDefault="009548AA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  <w:t xml:space="preserve">      </w:t>
      </w:r>
      <w:r w:rsidR="00070746" w:rsidRPr="00DE1411">
        <w:rPr>
          <w:rFonts w:ascii="Times New Roman" w:hAnsi="Times New Roman" w:cs="Times New Roman"/>
          <w:i/>
          <w:iCs/>
        </w:rPr>
        <w:t xml:space="preserve">P </w:t>
      </w:r>
      <w:r w:rsidR="00070746" w:rsidRPr="00DE1411">
        <w:t xml:space="preserve">= </w:t>
      </w:r>
      <w:r w:rsidR="00070746" w:rsidRPr="00DE1411">
        <w:rPr>
          <w:position w:val="-22"/>
        </w:rPr>
        <w:object w:dxaOrig="720" w:dyaOrig="580">
          <v:shape id="_x0000_i1056" type="#_x0000_t75" style="width:36.75pt;height:27.75pt" o:ole="" o:allowoverlap="f">
            <v:imagedata r:id="rId70" o:title=""/>
          </v:shape>
          <o:OLEObject Type="Embed" ProgID="Equation.3" ShapeID="_x0000_i1056" DrawAspect="Content" ObjectID="_1654950790" r:id="rId71"/>
        </w:object>
      </w:r>
      <w:r w:rsidR="00070746" w:rsidRPr="00DE1411">
        <w:t xml:space="preserve"> = </w:t>
      </w:r>
      <w:r w:rsidR="00070746" w:rsidRPr="00DE1411">
        <w:rPr>
          <w:u w:val="double"/>
        </w:rPr>
        <w:t>$3500.00</w:t>
      </w:r>
    </w:p>
    <w:p w:rsidR="00070746" w:rsidRPr="00DE1411" w:rsidRDefault="00124EDF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  <w:t>5.</w:t>
      </w:r>
      <w:r w:rsidRPr="00DE1411">
        <w:tab/>
      </w:r>
      <w:r w:rsidR="00070746" w:rsidRPr="00DE1411">
        <w:rPr>
          <w:rFonts w:ascii="Times New Roman" w:hAnsi="Times New Roman" w:cs="Times New Roman"/>
          <w:i/>
          <w:iCs/>
          <w:spacing w:val="-2"/>
        </w:rPr>
        <w:t xml:space="preserve">N </w:t>
      </w:r>
      <w:r w:rsidR="00070746" w:rsidRPr="00DE1411">
        <w:rPr>
          <w:i/>
          <w:iCs/>
          <w:spacing w:val="-2"/>
        </w:rPr>
        <w:t>=</w:t>
      </w:r>
      <w:r w:rsidR="00070746" w:rsidRPr="00DE1411">
        <w:rPr>
          <w:rFonts w:ascii="Times New Roman" w:hAnsi="Times New Roman" w:cs="Times New Roman"/>
          <w:i/>
          <w:iCs/>
          <w:spacing w:val="-2"/>
        </w:rPr>
        <w:t xml:space="preserve"> </w:t>
      </w:r>
      <w:proofErr w:type="gramStart"/>
      <w:r w:rsidR="00070746" w:rsidRPr="00DE1411">
        <w:rPr>
          <w:rFonts w:ascii="Times New Roman" w:hAnsi="Times New Roman" w:cs="Times New Roman"/>
          <w:i/>
          <w:iCs/>
          <w:spacing w:val="-2"/>
        </w:rPr>
        <w:t>L</w:t>
      </w:r>
      <w:r w:rsidR="00070746" w:rsidRPr="00DE1411">
        <w:rPr>
          <w:spacing w:val="-2"/>
        </w:rPr>
        <w:t>(</w:t>
      </w:r>
      <w:proofErr w:type="gramEnd"/>
      <w:r w:rsidR="00070746" w:rsidRPr="00DE1411">
        <w:rPr>
          <w:spacing w:val="-2"/>
        </w:rPr>
        <w:t xml:space="preserve">1 – </w:t>
      </w:r>
      <w:r w:rsidR="00070746" w:rsidRPr="00DE1411">
        <w:rPr>
          <w:rFonts w:ascii="Times New Roman" w:hAnsi="Times New Roman" w:cs="Times New Roman"/>
          <w:i/>
          <w:iCs/>
          <w:spacing w:val="-2"/>
        </w:rPr>
        <w:t>d</w:t>
      </w:r>
      <w:r w:rsidR="00070746" w:rsidRPr="00DE1411">
        <w:rPr>
          <w:spacing w:val="-2"/>
        </w:rPr>
        <w:t>)</w:t>
      </w:r>
    </w:p>
    <w:p w:rsidR="00070746" w:rsidRPr="00DE1411" w:rsidRDefault="009548AA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="00070746" w:rsidRPr="00DE1411">
        <w:t xml:space="preserve">$410.85 = $498(1 – </w:t>
      </w:r>
      <w:r w:rsidR="00070746" w:rsidRPr="00DE1411">
        <w:rPr>
          <w:rFonts w:ascii="Times New Roman" w:hAnsi="Times New Roman" w:cs="Times New Roman"/>
        </w:rPr>
        <w:t>d</w:t>
      </w:r>
      <w:r w:rsidR="00070746" w:rsidRPr="00DE1411">
        <w:t>)</w:t>
      </w:r>
    </w:p>
    <w:p w:rsidR="00070746" w:rsidRPr="00DE1411" w:rsidRDefault="00070746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rPr>
          <w:position w:val="-24"/>
        </w:rPr>
        <w:object w:dxaOrig="900" w:dyaOrig="600">
          <v:shape id="_x0000_i1057" type="#_x0000_t75" style="width:46.5pt;height:30pt" o:ole="">
            <v:imagedata r:id="rId72" o:title=""/>
          </v:shape>
          <o:OLEObject Type="Embed" ProgID="Equation.3" ShapeID="_x0000_i1057" DrawAspect="Content" ObjectID="_1654950791" r:id="rId73"/>
        </w:object>
      </w:r>
      <w:r w:rsidRPr="00DE1411">
        <w:t xml:space="preserve"> = 1 – </w:t>
      </w:r>
      <w:r w:rsidRPr="00DE1411">
        <w:rPr>
          <w:rFonts w:ascii="Times New Roman" w:hAnsi="Times New Roman" w:cs="Times New Roman"/>
          <w:i/>
          <w:iCs/>
        </w:rPr>
        <w:t>d</w:t>
      </w:r>
    </w:p>
    <w:p w:rsidR="00070746" w:rsidRPr="00DE1411" w:rsidRDefault="009548AA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</w:t>
      </w:r>
      <w:r w:rsidR="00070746" w:rsidRPr="00DE1411">
        <w:t xml:space="preserve">0.825 = 1 – </w:t>
      </w:r>
      <w:r w:rsidR="00070746" w:rsidRPr="00DE1411">
        <w:rPr>
          <w:rFonts w:ascii="Times New Roman" w:hAnsi="Times New Roman" w:cs="Times New Roman"/>
          <w:i/>
          <w:iCs/>
        </w:rPr>
        <w:t>d</w:t>
      </w:r>
    </w:p>
    <w:p w:rsidR="00070746" w:rsidRPr="00DE1411" w:rsidRDefault="009548AA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="00070746" w:rsidRPr="00DE1411">
        <w:rPr>
          <w:rFonts w:ascii="Times New Roman" w:hAnsi="Times New Roman" w:cs="Times New Roman"/>
          <w:i/>
          <w:iCs/>
        </w:rPr>
        <w:t>d</w:t>
      </w:r>
      <w:r w:rsidR="00070746" w:rsidRPr="00DE1411">
        <w:t xml:space="preserve"> = 1 – 0.825 = </w:t>
      </w:r>
      <w:r w:rsidR="00070746" w:rsidRPr="00DE1411">
        <w:rPr>
          <w:u w:val="double"/>
        </w:rPr>
        <w:t>0.175</w:t>
      </w:r>
    </w:p>
    <w:p w:rsidR="00070746" w:rsidRPr="00DE1411" w:rsidRDefault="00124EDF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  <w:t>7.</w:t>
      </w:r>
      <w:r w:rsidRPr="00DE1411">
        <w:tab/>
      </w:r>
      <w:r w:rsidR="00070746" w:rsidRPr="00DE1411">
        <w:rPr>
          <w:rFonts w:ascii="Times New Roman" w:hAnsi="Times New Roman" w:cs="Times New Roman"/>
          <w:i/>
          <w:iCs/>
        </w:rPr>
        <w:t xml:space="preserve">NI </w:t>
      </w:r>
      <w:r w:rsidR="00070746" w:rsidRPr="00DE1411">
        <w:t>=</w:t>
      </w:r>
      <w:r w:rsidR="00070746" w:rsidRPr="00DE1411">
        <w:rPr>
          <w:rFonts w:ascii="Times New Roman" w:hAnsi="Times New Roman" w:cs="Times New Roman"/>
          <w:i/>
          <w:iCs/>
        </w:rPr>
        <w:t xml:space="preserve"> </w:t>
      </w:r>
      <w:r w:rsidR="00070746" w:rsidRPr="00DE1411">
        <w:t>(</w:t>
      </w:r>
      <w:proofErr w:type="gramStart"/>
      <w:r w:rsidR="00070746" w:rsidRPr="00DE1411">
        <w:rPr>
          <w:rFonts w:ascii="Times New Roman" w:hAnsi="Times New Roman" w:cs="Times New Roman"/>
          <w:i/>
          <w:iCs/>
        </w:rPr>
        <w:t>CM</w:t>
      </w:r>
      <w:r w:rsidR="00070746" w:rsidRPr="00DE1411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070746" w:rsidRPr="00DE1411">
        <w:t>)</w:t>
      </w:r>
      <w:r w:rsidR="00070746" w:rsidRPr="00DE1411">
        <w:rPr>
          <w:rFonts w:ascii="Times New Roman" w:hAnsi="Times New Roman" w:cs="Times New Roman"/>
          <w:i/>
          <w:iCs/>
        </w:rPr>
        <w:t>X</w:t>
      </w:r>
      <w:proofErr w:type="gramEnd"/>
      <w:r w:rsidR="00070746" w:rsidRPr="00DE1411">
        <w:rPr>
          <w:rFonts w:ascii="Times New Roman" w:hAnsi="Times New Roman" w:cs="Times New Roman"/>
          <w:i/>
          <w:iCs/>
        </w:rPr>
        <w:t xml:space="preserve"> – FC</w:t>
      </w:r>
    </w:p>
    <w:p w:rsidR="00070746" w:rsidRPr="00DE1411" w:rsidRDefault="009548AA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="000657CC" w:rsidRPr="00DE1411">
        <w:tab/>
      </w:r>
      <w:r w:rsidR="000657CC" w:rsidRPr="00DE1411">
        <w:tab/>
      </w:r>
      <w:r w:rsidR="000657CC" w:rsidRPr="00DE1411">
        <w:tab/>
        <w:t xml:space="preserve">  </w:t>
      </w:r>
      <w:r w:rsidR="00070746" w:rsidRPr="00DE1411">
        <w:t xml:space="preserve">$15,000 = </w:t>
      </w:r>
      <w:proofErr w:type="gramStart"/>
      <w:r w:rsidR="00070746" w:rsidRPr="00DE1411">
        <w:rPr>
          <w:rFonts w:ascii="Times New Roman" w:hAnsi="Times New Roman" w:cs="Times New Roman"/>
          <w:i/>
          <w:iCs/>
        </w:rPr>
        <w:t>CM</w:t>
      </w:r>
      <w:r w:rsidR="00070746" w:rsidRPr="00DE1411">
        <w:t>(</w:t>
      </w:r>
      <w:proofErr w:type="gramEnd"/>
      <w:r w:rsidR="00070746" w:rsidRPr="00DE1411">
        <w:t>5000) – $60,000</w:t>
      </w:r>
    </w:p>
    <w:p w:rsidR="00070746" w:rsidRPr="00DE1411" w:rsidRDefault="009548AA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="00070746" w:rsidRPr="00DE1411">
        <w:t>$15,000 + $60,000 = 5000</w:t>
      </w:r>
      <w:r w:rsidR="00070746" w:rsidRPr="00DE1411">
        <w:rPr>
          <w:rFonts w:ascii="Times New Roman" w:hAnsi="Times New Roman" w:cs="Times New Roman"/>
          <w:i/>
          <w:iCs/>
        </w:rPr>
        <w:t>CM</w:t>
      </w:r>
    </w:p>
    <w:p w:rsidR="00070746" w:rsidRPr="00DE1411" w:rsidRDefault="009548AA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="000657CC" w:rsidRPr="00DE1411">
        <w:rPr>
          <w:rFonts w:ascii="Times New Roman" w:hAnsi="Times New Roman" w:cs="Times New Roman"/>
          <w:i/>
          <w:iCs/>
        </w:rPr>
        <w:tab/>
      </w:r>
      <w:r w:rsidR="000657CC" w:rsidRPr="00DE1411">
        <w:rPr>
          <w:rFonts w:ascii="Times New Roman" w:hAnsi="Times New Roman" w:cs="Times New Roman"/>
          <w:i/>
          <w:iCs/>
        </w:rPr>
        <w:tab/>
      </w:r>
      <w:r w:rsidR="000657CC" w:rsidRPr="00DE1411">
        <w:rPr>
          <w:rFonts w:ascii="Times New Roman" w:hAnsi="Times New Roman" w:cs="Times New Roman"/>
          <w:i/>
          <w:iCs/>
        </w:rPr>
        <w:tab/>
        <w:t xml:space="preserve">            </w:t>
      </w:r>
      <w:r w:rsidR="00070746" w:rsidRPr="00DE1411">
        <w:rPr>
          <w:rFonts w:ascii="Times New Roman" w:hAnsi="Times New Roman" w:cs="Times New Roman"/>
          <w:i/>
          <w:iCs/>
        </w:rPr>
        <w:t>CM</w:t>
      </w:r>
      <w:r w:rsidR="00070746" w:rsidRPr="00DE1411">
        <w:t xml:space="preserve"> = </w:t>
      </w:r>
      <w:r w:rsidR="00070746" w:rsidRPr="00DE1411">
        <w:rPr>
          <w:position w:val="-22"/>
        </w:rPr>
        <w:object w:dxaOrig="880" w:dyaOrig="580">
          <v:shape id="_x0000_i1058" type="#_x0000_t75" style="width:44.25pt;height:27.75pt" o:ole="" o:allowoverlap="f">
            <v:imagedata r:id="rId74" o:title=""/>
          </v:shape>
          <o:OLEObject Type="Embed" ProgID="Equation.3" ShapeID="_x0000_i1058" DrawAspect="Content" ObjectID="_1654950792" r:id="rId75"/>
        </w:object>
      </w:r>
      <w:r w:rsidR="00070746" w:rsidRPr="00DE1411">
        <w:t xml:space="preserve">= </w:t>
      </w:r>
      <w:r w:rsidR="00070746" w:rsidRPr="00DE1411">
        <w:rPr>
          <w:u w:val="double"/>
        </w:rPr>
        <w:t>$15.00</w:t>
      </w:r>
    </w:p>
    <w:p w:rsidR="00070746" w:rsidRPr="00DE1411" w:rsidRDefault="00124EDF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lastRenderedPageBreak/>
        <w:tab/>
        <w:t>9.</w:t>
      </w:r>
      <w:r w:rsidRPr="00DE1411">
        <w:tab/>
      </w:r>
      <w:r w:rsidR="00070746" w:rsidRPr="00DE1411">
        <w:rPr>
          <w:position w:val="-10"/>
        </w:rPr>
        <w:object w:dxaOrig="2760" w:dyaOrig="320">
          <v:shape id="_x0000_i1059" type="#_x0000_t75" style="width:138.75pt;height:17.25pt" o:ole="" fillcolor="window">
            <v:imagedata r:id="rId76" o:title=""/>
          </v:shape>
          <o:OLEObject Type="Embed" ProgID="Equation.3" ShapeID="_x0000_i1059" DrawAspect="Content" ObjectID="_1654950793" r:id="rId77"/>
        </w:objec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="00070746" w:rsidRPr="00DE1411">
        <w:t xml:space="preserve">$1468.80 = </w:t>
      </w:r>
      <w:proofErr w:type="gramStart"/>
      <w:r w:rsidR="00070746" w:rsidRPr="00DE1411">
        <w:rPr>
          <w:rFonts w:ascii="Times New Roman" w:hAnsi="Times New Roman" w:cs="Times New Roman"/>
          <w:i/>
          <w:iCs/>
        </w:rPr>
        <w:t>L</w:t>
      </w:r>
      <w:r w:rsidR="00070746" w:rsidRPr="00DE1411">
        <w:t>(</w:t>
      </w:r>
      <w:proofErr w:type="gramEnd"/>
      <w:r w:rsidR="00070746" w:rsidRPr="00DE1411">
        <w:t>1 – 0.20)(1 – 0.15)(1 – 0.10)</w: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="00070746" w:rsidRPr="00DE1411">
        <w:t xml:space="preserve">$1468.80 = </w:t>
      </w:r>
      <w:proofErr w:type="gramStart"/>
      <w:r w:rsidR="00070746" w:rsidRPr="00DE1411">
        <w:rPr>
          <w:rFonts w:ascii="Times New Roman" w:hAnsi="Times New Roman" w:cs="Times New Roman"/>
          <w:i/>
          <w:iCs/>
        </w:rPr>
        <w:t>L</w:t>
      </w:r>
      <w:r w:rsidR="00070746" w:rsidRPr="00DE1411">
        <w:t>(</w:t>
      </w:r>
      <w:proofErr w:type="gramEnd"/>
      <w:r w:rsidR="00070746" w:rsidRPr="00DE1411">
        <w:t>0.80)(0.85)(0.90)</w: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  <w:t xml:space="preserve">            </w:t>
      </w:r>
      <w:r w:rsidR="00070746" w:rsidRPr="00DE1411">
        <w:rPr>
          <w:rFonts w:ascii="Times New Roman" w:hAnsi="Times New Roman" w:cs="Times New Roman"/>
          <w:i/>
          <w:iCs/>
        </w:rPr>
        <w:t>L</w:t>
      </w:r>
      <w:r w:rsidR="00070746" w:rsidRPr="00DE1411">
        <w:t xml:space="preserve"> = </w:t>
      </w:r>
      <w:r w:rsidR="00070746" w:rsidRPr="00DE1411">
        <w:rPr>
          <w:position w:val="-22"/>
        </w:rPr>
        <w:object w:dxaOrig="1020" w:dyaOrig="580">
          <v:shape id="_x0000_i1060" type="#_x0000_t75" style="width:52.5pt;height:27.75pt" o:ole="" o:allowoverlap="f">
            <v:imagedata r:id="rId78" o:title=""/>
          </v:shape>
          <o:OLEObject Type="Embed" ProgID="Equation.3" ShapeID="_x0000_i1060" DrawAspect="Content" ObjectID="_1654950794" r:id="rId79"/>
        </w:object>
      </w:r>
      <w:r w:rsidR="00070746" w:rsidRPr="00DE1411">
        <w:t xml:space="preserve"> = </w:t>
      </w:r>
      <w:r w:rsidR="00070746" w:rsidRPr="00DE1411">
        <w:rPr>
          <w:u w:val="double"/>
        </w:rPr>
        <w:t>$2400.00</w:t>
      </w:r>
    </w:p>
    <w:p w:rsidR="00070746" w:rsidRPr="00DE1411" w:rsidRDefault="00124EDF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  <w:t>11.</w:t>
      </w:r>
      <w:r w:rsidRPr="00DE1411">
        <w:tab/>
      </w:r>
      <w:r w:rsidR="00DE7336" w:rsidRPr="00DE1411">
        <w:rPr>
          <w:position w:val="-14"/>
        </w:rPr>
        <w:object w:dxaOrig="2760" w:dyaOrig="380">
          <v:shape id="_x0000_i1061" type="#_x0000_t75" style="width:138pt;height:18pt" o:ole="">
            <v:imagedata r:id="rId80" o:title=""/>
          </v:shape>
          <o:OLEObject Type="Embed" ProgID="Equation.3" ShapeID="_x0000_i1061" DrawAspect="Content" ObjectID="_1654950795" r:id="rId81"/>
        </w:objec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  <w:t xml:space="preserve">  </w:t>
      </w:r>
      <w:r w:rsidR="00070746" w:rsidRPr="00DE1411">
        <w:t xml:space="preserve">$1094.83 = $1000(1 + </w:t>
      </w:r>
      <w:r w:rsidR="00070746" w:rsidRPr="00DE1411">
        <w:rPr>
          <w:rFonts w:ascii="Times New Roman" w:hAnsi="Times New Roman" w:cs="Times New Roman"/>
          <w:i/>
          <w:iCs/>
        </w:rPr>
        <w:t>i</w:t>
      </w:r>
      <w:r w:rsidR="00070746" w:rsidRPr="00DE1411">
        <w:rPr>
          <w:vertAlign w:val="subscript"/>
        </w:rPr>
        <w:t>1</w:t>
      </w:r>
      <w:proofErr w:type="gramStart"/>
      <w:r w:rsidR="00070746" w:rsidRPr="00DE1411">
        <w:t>)(</w:t>
      </w:r>
      <w:proofErr w:type="gramEnd"/>
      <w:r w:rsidR="00070746" w:rsidRPr="00DE1411">
        <w:t>1 + 0.03)(1 + 0.035)</w: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  <w:t xml:space="preserve">  </w:t>
      </w:r>
      <w:r w:rsidR="00070746" w:rsidRPr="00DE1411">
        <w:t xml:space="preserve">$1094.83 = $1066.05(1 + </w:t>
      </w:r>
      <w:r w:rsidR="00070746" w:rsidRPr="00DE1411">
        <w:rPr>
          <w:rFonts w:ascii="Times New Roman" w:hAnsi="Times New Roman" w:cs="Times New Roman"/>
          <w:i/>
          <w:iCs/>
        </w:rPr>
        <w:t>i</w:t>
      </w:r>
      <w:r w:rsidR="00070746" w:rsidRPr="00DE1411">
        <w:rPr>
          <w:vertAlign w:val="subscript"/>
        </w:rPr>
        <w:t>1</w:t>
      </w:r>
      <w:r w:rsidR="00070746" w:rsidRPr="00DE1411">
        <w:t>)</w:t>
      </w:r>
    </w:p>
    <w:p w:rsidR="00070746" w:rsidRPr="00DE1411" w:rsidRDefault="00070746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rPr>
          <w:position w:val="-24"/>
        </w:rPr>
        <w:object w:dxaOrig="1020" w:dyaOrig="600">
          <v:shape id="_x0000_i1062" type="#_x0000_t75" style="width:52.5pt;height:30pt" o:ole="" o:allowoverlap="f">
            <v:imagedata r:id="rId82" o:title=""/>
          </v:shape>
          <o:OLEObject Type="Embed" ProgID="Equation.3" ShapeID="_x0000_i1062" DrawAspect="Content" ObjectID="_1654950796" r:id="rId83"/>
        </w:object>
      </w:r>
      <w:r w:rsidRPr="00DE1411">
        <w:t xml:space="preserve"> = 1 + </w:t>
      </w:r>
      <w:r w:rsidRPr="00DE1411">
        <w:rPr>
          <w:rFonts w:ascii="Times New Roman" w:hAnsi="Times New Roman" w:cs="Times New Roman"/>
          <w:i/>
          <w:iCs/>
        </w:rPr>
        <w:t>i</w:t>
      </w:r>
      <w:r w:rsidRPr="00DE1411">
        <w:rPr>
          <w:vertAlign w:val="subscript"/>
        </w:rPr>
        <w:t>1</w: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="00070746" w:rsidRPr="00DE1411">
        <w:rPr>
          <w:rFonts w:ascii="Times New Roman" w:hAnsi="Times New Roman" w:cs="Times New Roman"/>
          <w:i/>
          <w:iCs/>
        </w:rPr>
        <w:t>i</w:t>
      </w:r>
      <w:r w:rsidR="00070746" w:rsidRPr="00DE1411">
        <w:rPr>
          <w:vertAlign w:val="subscript"/>
        </w:rPr>
        <w:t>1</w:t>
      </w:r>
      <w:r w:rsidR="00070746" w:rsidRPr="00DE1411">
        <w:t xml:space="preserve"> = 1.02700 – 1 = </w:t>
      </w:r>
      <w:r w:rsidR="00070746" w:rsidRPr="00DE1411">
        <w:rPr>
          <w:u w:val="double"/>
        </w:rPr>
        <w:t>0.0270</w:t>
      </w:r>
    </w:p>
    <w:p w:rsidR="00070746" w:rsidRPr="00DE1411" w:rsidRDefault="00124EDF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  <w:t>13.</w:t>
      </w:r>
      <w:r w:rsidRPr="00DE1411">
        <w:tab/>
      </w:r>
      <w:r w:rsidR="00070746" w:rsidRPr="00DE1411">
        <w:rPr>
          <w:spacing w:val="-2"/>
          <w:position w:val="-36"/>
        </w:rPr>
        <w:object w:dxaOrig="2520" w:dyaOrig="840">
          <v:shape id="_x0000_i1063" type="#_x0000_t75" style="width:126.75pt;height:42pt" o:ole="" fillcolor="window">
            <v:imagedata r:id="rId84" o:title=""/>
          </v:shape>
          <o:OLEObject Type="Embed" ProgID="Equation.3" ShapeID="_x0000_i1063" DrawAspect="Content" ObjectID="_1654950797" r:id="rId85"/>
        </w:objec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="00070746" w:rsidRPr="00DE1411">
        <w:t xml:space="preserve">$6595.20 = </w:t>
      </w:r>
      <w:r w:rsidR="00070746" w:rsidRPr="00DE1411">
        <w:rPr>
          <w:rFonts w:ascii="Times New Roman" w:hAnsi="Times New Roman" w:cs="Times New Roman"/>
          <w:i/>
          <w:iCs/>
        </w:rPr>
        <w:t xml:space="preserve">PMT </w:t>
      </w:r>
      <w:r w:rsidR="00070746" w:rsidRPr="00DE1411">
        <w:rPr>
          <w:position w:val="-32"/>
        </w:rPr>
        <w:object w:dxaOrig="1719" w:dyaOrig="760">
          <v:shape id="_x0000_i1064" type="#_x0000_t75" style="width:83.25pt;height:37.5pt" o:ole="">
            <v:imagedata r:id="rId86" o:title=""/>
          </v:shape>
          <o:OLEObject Type="Embed" ProgID="Equation.3" ShapeID="_x0000_i1064" DrawAspect="Content" ObjectID="_1654950798" r:id="rId87"/>
        </w:objec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="00070746" w:rsidRPr="00DE1411">
        <w:t xml:space="preserve">$6595.20 = </w:t>
      </w:r>
      <w:r w:rsidR="00070746" w:rsidRPr="00DE1411">
        <w:rPr>
          <w:rFonts w:ascii="Times New Roman" w:hAnsi="Times New Roman" w:cs="Times New Roman"/>
          <w:i/>
          <w:iCs/>
        </w:rPr>
        <w:t xml:space="preserve">PMT </w:t>
      </w:r>
      <w:r w:rsidR="00070746" w:rsidRPr="00DE1411">
        <w:rPr>
          <w:position w:val="-28"/>
        </w:rPr>
        <w:object w:dxaOrig="1740" w:dyaOrig="660">
          <v:shape id="_x0000_i1065" type="#_x0000_t75" style="width:87.75pt;height:33.75pt" o:ole="">
            <v:imagedata r:id="rId88" o:title=""/>
          </v:shape>
          <o:OLEObject Type="Embed" ProgID="Equation.3" ShapeID="_x0000_i1065" DrawAspect="Content" ObjectID="_1654950799" r:id="rId89"/>
        </w:objec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  <w:t xml:space="preserve">     </w:t>
      </w:r>
      <w:r w:rsidR="00070746" w:rsidRPr="00DE1411">
        <w:rPr>
          <w:rFonts w:ascii="Times New Roman" w:hAnsi="Times New Roman" w:cs="Times New Roman"/>
          <w:i/>
          <w:iCs/>
        </w:rPr>
        <w:t>PMT</w:t>
      </w:r>
      <w:r w:rsidR="00070746" w:rsidRPr="00DE1411">
        <w:t xml:space="preserve"> = $6595.20</w:t>
      </w:r>
      <w:r w:rsidR="00070746" w:rsidRPr="00DE1411">
        <w:rPr>
          <w:position w:val="-22"/>
        </w:rPr>
        <w:object w:dxaOrig="1420" w:dyaOrig="580">
          <v:shape id="_x0000_i1066" type="#_x0000_t75" style="width:70.5pt;height:27.75pt" o:ole="">
            <v:imagedata r:id="rId90" o:title=""/>
          </v:shape>
          <o:OLEObject Type="Embed" ProgID="Equation.3" ShapeID="_x0000_i1066" DrawAspect="Content" ObjectID="_1654950800" r:id="rId91"/>
        </w:object>
      </w:r>
      <w:r w:rsidR="00070746" w:rsidRPr="00DE1411">
        <w:t xml:space="preserve"> = </w:t>
      </w:r>
      <w:r w:rsidR="00070746" w:rsidRPr="00DE1411">
        <w:rPr>
          <w:u w:val="double"/>
        </w:rPr>
        <w:t>$575.00</w:t>
      </w:r>
    </w:p>
    <w:p w:rsidR="00070746" w:rsidRPr="00DE1411" w:rsidRDefault="00124EDF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  <w:t>15.</w:t>
      </w:r>
      <w:r w:rsidRPr="00DE1411">
        <w:tab/>
      </w:r>
      <w:r w:rsidR="000657CC" w:rsidRPr="00DE1411">
        <w:t xml:space="preserve">  </w:t>
      </w:r>
      <w:r w:rsidR="00070746" w:rsidRPr="00DE1411">
        <w:rPr>
          <w:position w:val="-22"/>
        </w:rPr>
        <w:object w:dxaOrig="1240" w:dyaOrig="580">
          <v:shape id="_x0000_i1067" type="#_x0000_t75" style="width:60.75pt;height:27.75pt" o:ole="" fillcolor="window">
            <v:imagedata r:id="rId92" o:title=""/>
          </v:shape>
          <o:OLEObject Type="Embed" ProgID="Equation.3" ShapeID="_x0000_i1067" DrawAspect="Content" ObjectID="_1654950801" r:id="rId93"/>
        </w:objec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proofErr w:type="spellStart"/>
      <w:proofErr w:type="gramStart"/>
      <w:r w:rsidR="00070746" w:rsidRPr="00DE1411">
        <w:rPr>
          <w:rFonts w:ascii="Times New Roman" w:hAnsi="Times New Roman" w:cs="Times New Roman"/>
          <w:i/>
          <w:iCs/>
        </w:rPr>
        <w:t>i</w:t>
      </w:r>
      <w:proofErr w:type="spellEnd"/>
      <w:r w:rsidR="00070746" w:rsidRPr="00DE1411">
        <w:rPr>
          <w:rFonts w:ascii="Times New Roman" w:hAnsi="Times New Roman" w:cs="Times New Roman"/>
        </w:rPr>
        <w:t>(</w:t>
      </w:r>
      <w:proofErr w:type="gramEnd"/>
      <w:r w:rsidR="00070746" w:rsidRPr="00DE1411">
        <w:rPr>
          <w:rFonts w:ascii="Times New Roman" w:hAnsi="Times New Roman" w:cs="Times New Roman"/>
          <w:i/>
          <w:iCs/>
        </w:rPr>
        <w:t>PV</w:t>
      </w:r>
      <w:r w:rsidR="00070746" w:rsidRPr="00DE1411">
        <w:rPr>
          <w:rFonts w:ascii="Times New Roman" w:hAnsi="Times New Roman" w:cs="Times New Roman"/>
        </w:rPr>
        <w:t>)</w:t>
      </w:r>
      <w:r w:rsidR="00070746" w:rsidRPr="00DE1411">
        <w:rPr>
          <w:rFonts w:ascii="Times New Roman" w:hAnsi="Times New Roman" w:cs="Times New Roman"/>
          <w:i/>
          <w:iCs/>
        </w:rPr>
        <w:t xml:space="preserve"> = PMT</w:t>
      </w:r>
      <w:r w:rsidR="00070746" w:rsidRPr="00DE1411">
        <w:t xml:space="preserve"> </w: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rPr>
          <w:position w:val="-22"/>
        </w:rPr>
        <w:tab/>
      </w:r>
      <w:r w:rsidRPr="00DE1411">
        <w:rPr>
          <w:position w:val="-22"/>
        </w:rPr>
        <w:tab/>
        <w:t xml:space="preserve">      </w:t>
      </w:r>
      <w:r w:rsidR="00070746" w:rsidRPr="00DE1411">
        <w:rPr>
          <w:position w:val="-22"/>
        </w:rPr>
        <w:object w:dxaOrig="900" w:dyaOrig="580">
          <v:shape id="_x0000_i1068" type="#_x0000_t75" style="width:45.75pt;height:27.75pt" o:ole="">
            <v:imagedata r:id="rId94" o:title=""/>
          </v:shape>
          <o:OLEObject Type="Embed" ProgID="Equation.3" ShapeID="_x0000_i1068" DrawAspect="Content" ObjectID="_1654950802" r:id="rId95"/>
        </w:object>
      </w:r>
    </w:p>
    <w:p w:rsidR="00070746" w:rsidRPr="00DE1411" w:rsidRDefault="00124EDF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  <w:t>17.</w:t>
      </w:r>
      <w:r w:rsidRPr="00DE1411">
        <w:tab/>
      </w:r>
      <w:r w:rsidR="00070746" w:rsidRPr="00DE1411">
        <w:t xml:space="preserve">         </w:t>
      </w:r>
      <w:r w:rsidR="00070746" w:rsidRPr="00DE1411">
        <w:rPr>
          <w:rFonts w:ascii="Times New Roman" w:hAnsi="Times New Roman" w:cs="Times New Roman"/>
          <w:i/>
          <w:iCs/>
        </w:rPr>
        <w:t xml:space="preserve">NI </w:t>
      </w:r>
      <w:r w:rsidR="00070746" w:rsidRPr="00DE1411">
        <w:t>=</w:t>
      </w:r>
      <w:r w:rsidR="00070746" w:rsidRPr="00DE1411">
        <w:rPr>
          <w:rFonts w:ascii="Times New Roman" w:hAnsi="Times New Roman" w:cs="Times New Roman"/>
          <w:i/>
          <w:iCs/>
        </w:rPr>
        <w:t xml:space="preserve"> </w:t>
      </w:r>
      <w:r w:rsidR="00070746" w:rsidRPr="00DE1411">
        <w:t>(</w:t>
      </w:r>
      <w:proofErr w:type="gramStart"/>
      <w:r w:rsidR="00070746" w:rsidRPr="00DE1411">
        <w:rPr>
          <w:rFonts w:ascii="Times New Roman" w:hAnsi="Times New Roman" w:cs="Times New Roman"/>
          <w:i/>
          <w:iCs/>
        </w:rPr>
        <w:t>CM</w:t>
      </w:r>
      <w:r w:rsidR="00070746" w:rsidRPr="00DE1411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070746" w:rsidRPr="00DE1411">
        <w:t>)</w:t>
      </w:r>
      <w:r w:rsidR="00070746" w:rsidRPr="00DE1411">
        <w:rPr>
          <w:rFonts w:ascii="Times New Roman" w:hAnsi="Times New Roman" w:cs="Times New Roman"/>
          <w:i/>
          <w:iCs/>
        </w:rPr>
        <w:t>X</w:t>
      </w:r>
      <w:proofErr w:type="gramEnd"/>
      <w:r w:rsidR="00070746" w:rsidRPr="00DE1411">
        <w:rPr>
          <w:rFonts w:ascii="Times New Roman" w:hAnsi="Times New Roman" w:cs="Times New Roman"/>
          <w:i/>
          <w:iCs/>
        </w:rPr>
        <w:t xml:space="preserve"> – FC</w: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  <w:rPr>
          <w:rFonts w:ascii="Times New Roman" w:hAnsi="Times New Roman" w:cs="Times New Roman"/>
          <w:i/>
          <w:iCs/>
        </w:rPr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="00070746" w:rsidRPr="00DE1411">
        <w:rPr>
          <w:rFonts w:ascii="Times New Roman" w:hAnsi="Times New Roman" w:cs="Times New Roman"/>
          <w:i/>
          <w:iCs/>
        </w:rPr>
        <w:t>NI + FC</w:t>
      </w:r>
      <w:r w:rsidR="00070746" w:rsidRPr="00DE1411">
        <w:t xml:space="preserve"> =</w:t>
      </w:r>
      <w:r w:rsidR="00070746" w:rsidRPr="00DE1411">
        <w:rPr>
          <w:rFonts w:ascii="Times New Roman" w:hAnsi="Times New Roman" w:cs="Times New Roman"/>
          <w:i/>
          <w:iCs/>
        </w:rPr>
        <w:t xml:space="preserve"> </w:t>
      </w:r>
      <w:r w:rsidR="00070746" w:rsidRPr="00DE1411">
        <w:t>(</w:t>
      </w:r>
      <w:proofErr w:type="gramStart"/>
      <w:r w:rsidR="00070746" w:rsidRPr="00DE1411">
        <w:rPr>
          <w:rFonts w:ascii="Times New Roman" w:hAnsi="Times New Roman" w:cs="Times New Roman"/>
          <w:i/>
          <w:iCs/>
        </w:rPr>
        <w:t>CM</w:t>
      </w:r>
      <w:r w:rsidR="00070746" w:rsidRPr="00DE1411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070746" w:rsidRPr="00DE1411">
        <w:t>)</w:t>
      </w:r>
      <w:r w:rsidR="00070746" w:rsidRPr="00DE1411">
        <w:rPr>
          <w:rFonts w:ascii="Times New Roman" w:hAnsi="Times New Roman" w:cs="Times New Roman"/>
          <w:i/>
          <w:iCs/>
        </w:rPr>
        <w:t>X</w:t>
      </w:r>
      <w:proofErr w:type="gramEnd"/>
      <w:r w:rsidR="00070746" w:rsidRPr="00DE1411">
        <w:rPr>
          <w:rFonts w:ascii="Times New Roman" w:hAnsi="Times New Roman" w:cs="Times New Roman"/>
          <w:i/>
          <w:iCs/>
        </w:rPr>
        <w:t xml:space="preserve"> </w: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rPr>
          <w:position w:val="-22"/>
        </w:rPr>
        <w:tab/>
      </w:r>
      <w:r w:rsidRPr="00DE1411">
        <w:rPr>
          <w:position w:val="-22"/>
        </w:rPr>
        <w:tab/>
        <w:t xml:space="preserve">      </w:t>
      </w:r>
      <w:r w:rsidR="00070746" w:rsidRPr="00DE1411">
        <w:rPr>
          <w:position w:val="-22"/>
        </w:rPr>
        <w:object w:dxaOrig="1500" w:dyaOrig="580">
          <v:shape id="_x0000_i1069" type="#_x0000_t75" style="width:75.75pt;height:27.75pt" o:ole="">
            <v:imagedata r:id="rId96" o:title=""/>
          </v:shape>
          <o:OLEObject Type="Embed" ProgID="Equation.3" ShapeID="_x0000_i1069" DrawAspect="Content" ObjectID="_1654950803" r:id="rId97"/>
        </w:object>
      </w:r>
    </w:p>
    <w:p w:rsidR="00070746" w:rsidRPr="00DE1411" w:rsidRDefault="00124EDF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  <w:t>19.</w:t>
      </w:r>
      <w:r w:rsidRPr="00DE1411">
        <w:tab/>
      </w:r>
      <w:r w:rsidR="000657CC" w:rsidRPr="00DE1411">
        <w:tab/>
      </w:r>
      <w:r w:rsidR="000657CC" w:rsidRPr="00DE1411">
        <w:tab/>
        <w:t xml:space="preserve">   </w:t>
      </w:r>
      <w:r w:rsidR="00070746" w:rsidRPr="00DE1411">
        <w:rPr>
          <w:rFonts w:ascii="Times New Roman" w:hAnsi="Times New Roman" w:cs="Times New Roman"/>
          <w:i/>
          <w:iCs/>
          <w:spacing w:val="-2"/>
        </w:rPr>
        <w:t xml:space="preserve">S = </w:t>
      </w:r>
      <w:proofErr w:type="gramStart"/>
      <w:r w:rsidR="00070746" w:rsidRPr="00DE1411">
        <w:rPr>
          <w:rFonts w:ascii="Times New Roman" w:hAnsi="Times New Roman" w:cs="Times New Roman"/>
          <w:i/>
          <w:iCs/>
          <w:spacing w:val="-2"/>
        </w:rPr>
        <w:t>P</w:t>
      </w:r>
      <w:r w:rsidR="00070746" w:rsidRPr="00DE1411">
        <w:rPr>
          <w:rFonts w:ascii="Times New Roman" w:hAnsi="Times New Roman" w:cs="Times New Roman"/>
          <w:spacing w:val="-2"/>
        </w:rPr>
        <w:t>(</w:t>
      </w:r>
      <w:proofErr w:type="gramEnd"/>
      <w:r w:rsidR="00070746" w:rsidRPr="00DE1411">
        <w:rPr>
          <w:spacing w:val="-2"/>
        </w:rPr>
        <w:t>1</w:t>
      </w:r>
      <w:r w:rsidR="00070746" w:rsidRPr="00DE1411">
        <w:rPr>
          <w:rFonts w:ascii="Times New Roman" w:hAnsi="Times New Roman" w:cs="Times New Roman"/>
          <w:i/>
          <w:iCs/>
          <w:spacing w:val="-2"/>
        </w:rPr>
        <w:t xml:space="preserve"> + </w:t>
      </w:r>
      <w:proofErr w:type="spellStart"/>
      <w:r w:rsidR="00070746" w:rsidRPr="00DE1411">
        <w:rPr>
          <w:rFonts w:ascii="Times New Roman" w:hAnsi="Times New Roman" w:cs="Times New Roman"/>
          <w:i/>
          <w:iCs/>
          <w:spacing w:val="-2"/>
        </w:rPr>
        <w:t>rt</w:t>
      </w:r>
      <w:proofErr w:type="spellEnd"/>
      <w:r w:rsidR="00070746" w:rsidRPr="00DE1411">
        <w:rPr>
          <w:rFonts w:ascii="Times New Roman" w:hAnsi="Times New Roman" w:cs="Times New Roman"/>
          <w:spacing w:val="-2"/>
        </w:rPr>
        <w:t>)</w: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rPr>
          <w:rFonts w:ascii="Times New Roman" w:hAnsi="Times New Roman" w:cs="Times New Roman"/>
          <w:i/>
          <w:iCs/>
          <w:spacing w:val="-2"/>
        </w:rPr>
        <w:tab/>
      </w:r>
      <w:r w:rsidRPr="00DE1411">
        <w:rPr>
          <w:rFonts w:ascii="Times New Roman" w:hAnsi="Times New Roman" w:cs="Times New Roman"/>
          <w:i/>
          <w:iCs/>
          <w:spacing w:val="-2"/>
        </w:rPr>
        <w:tab/>
      </w:r>
      <w:r w:rsidRPr="00DE1411">
        <w:rPr>
          <w:rFonts w:ascii="Times New Roman" w:hAnsi="Times New Roman" w:cs="Times New Roman"/>
          <w:i/>
          <w:iCs/>
          <w:spacing w:val="-2"/>
        </w:rPr>
        <w:tab/>
      </w:r>
      <w:r w:rsidRPr="00DE1411">
        <w:rPr>
          <w:rFonts w:ascii="Times New Roman" w:hAnsi="Times New Roman" w:cs="Times New Roman"/>
          <w:i/>
          <w:iCs/>
          <w:spacing w:val="-2"/>
        </w:rPr>
        <w:tab/>
        <w:t xml:space="preserve">   </w:t>
      </w:r>
      <w:r w:rsidR="00070746" w:rsidRPr="00DE1411">
        <w:rPr>
          <w:rFonts w:ascii="Times New Roman" w:hAnsi="Times New Roman" w:cs="Times New Roman"/>
          <w:i/>
          <w:iCs/>
          <w:spacing w:val="-2"/>
        </w:rPr>
        <w:t>S = P +</w:t>
      </w:r>
      <w:proofErr w:type="spellStart"/>
      <w:r w:rsidR="00070746" w:rsidRPr="00DE1411">
        <w:rPr>
          <w:rFonts w:ascii="Times New Roman" w:hAnsi="Times New Roman" w:cs="Times New Roman"/>
          <w:i/>
          <w:iCs/>
          <w:spacing w:val="-2"/>
        </w:rPr>
        <w:t>Prt</w:t>
      </w:r>
      <w:proofErr w:type="spellEnd"/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rPr>
          <w:rFonts w:ascii="Times New Roman" w:hAnsi="Times New Roman" w:cs="Times New Roman"/>
          <w:i/>
          <w:iCs/>
          <w:spacing w:val="-2"/>
        </w:rPr>
        <w:tab/>
      </w:r>
      <w:r w:rsidRPr="00DE1411">
        <w:rPr>
          <w:rFonts w:ascii="Times New Roman" w:hAnsi="Times New Roman" w:cs="Times New Roman"/>
          <w:i/>
          <w:iCs/>
          <w:spacing w:val="-2"/>
        </w:rPr>
        <w:tab/>
      </w:r>
      <w:r w:rsidR="00070746" w:rsidRPr="00DE1411">
        <w:rPr>
          <w:rFonts w:ascii="Times New Roman" w:hAnsi="Times New Roman" w:cs="Times New Roman"/>
          <w:i/>
          <w:iCs/>
          <w:spacing w:val="-2"/>
        </w:rPr>
        <w:t xml:space="preserve">S – P = </w:t>
      </w:r>
      <w:proofErr w:type="spellStart"/>
      <w:r w:rsidR="00070746" w:rsidRPr="00DE1411">
        <w:rPr>
          <w:rFonts w:ascii="Times New Roman" w:hAnsi="Times New Roman" w:cs="Times New Roman"/>
          <w:i/>
          <w:iCs/>
          <w:spacing w:val="-2"/>
        </w:rPr>
        <w:t>Prt</w:t>
      </w:r>
      <w:proofErr w:type="spellEnd"/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rPr>
          <w:position w:val="-10"/>
        </w:rPr>
        <w:tab/>
      </w:r>
      <w:r w:rsidRPr="00DE1411">
        <w:rPr>
          <w:position w:val="-10"/>
        </w:rPr>
        <w:tab/>
      </w:r>
      <w:r w:rsidR="00070746" w:rsidRPr="00DE1411">
        <w:rPr>
          <w:position w:val="-10"/>
        </w:rPr>
        <w:object w:dxaOrig="1340" w:dyaOrig="320">
          <v:shape id="_x0000_i1070" type="#_x0000_t75" style="width:66.75pt;height:17.25pt" o:ole="">
            <v:imagedata r:id="rId98" o:title=""/>
          </v:shape>
          <o:OLEObject Type="Embed" ProgID="Equation.3" ShapeID="_x0000_i1070" DrawAspect="Content" ObjectID="_1654950804" r:id="rId99"/>
        </w:object>
      </w:r>
    </w:p>
    <w:p w:rsidR="00070746" w:rsidRPr="00DE1411" w:rsidRDefault="00124EDF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  <w:t>21.</w:t>
      </w:r>
      <w:r w:rsidRPr="00DE1411">
        <w:tab/>
      </w:r>
      <w:r w:rsidR="00070746" w:rsidRPr="00DE1411">
        <w:rPr>
          <w:position w:val="-10"/>
        </w:rPr>
        <w:object w:dxaOrig="2760" w:dyaOrig="320">
          <v:shape id="_x0000_i1071" type="#_x0000_t75" style="width:138.75pt;height:17.25pt" o:ole="" fillcolor="window">
            <v:imagedata r:id="rId76" o:title=""/>
          </v:shape>
          <o:OLEObject Type="Embed" ProgID="Equation.3" ShapeID="_x0000_i1071" DrawAspect="Content" ObjectID="_1654950805" r:id="rId100"/>
        </w:objec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rPr>
          <w:position w:val="-28"/>
        </w:rPr>
        <w:tab/>
      </w:r>
      <w:r w:rsidRPr="00DE1411">
        <w:rPr>
          <w:position w:val="-28"/>
        </w:rPr>
        <w:tab/>
      </w:r>
      <w:r w:rsidR="00070746" w:rsidRPr="00DE1411">
        <w:rPr>
          <w:position w:val="-28"/>
        </w:rPr>
        <w:object w:dxaOrig="2439" w:dyaOrig="639">
          <v:shape id="_x0000_i1072" type="#_x0000_t75" style="width:122.25pt;height:32.25pt" o:ole="">
            <v:imagedata r:id="rId101" o:title=""/>
          </v:shape>
          <o:OLEObject Type="Embed" ProgID="Equation.3" ShapeID="_x0000_i1072" DrawAspect="Content" ObjectID="_1654950806" r:id="rId102"/>
        </w:object>
      </w:r>
    </w:p>
    <w:p w:rsidR="00070746" w:rsidRPr="00DE1411" w:rsidRDefault="000657CC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rPr>
          <w:position w:val="-28"/>
        </w:rPr>
        <w:lastRenderedPageBreak/>
        <w:tab/>
      </w:r>
      <w:r w:rsidRPr="00DE1411">
        <w:rPr>
          <w:position w:val="-28"/>
        </w:rPr>
        <w:tab/>
      </w:r>
      <w:r w:rsidR="00070746" w:rsidRPr="00DE1411">
        <w:rPr>
          <w:position w:val="-28"/>
        </w:rPr>
        <w:object w:dxaOrig="2320" w:dyaOrig="639">
          <v:shape id="_x0000_i1073" type="#_x0000_t75" style="width:116.25pt;height:32.25pt" o:ole="">
            <v:imagedata r:id="rId103" o:title=""/>
          </v:shape>
          <o:OLEObject Type="Embed" ProgID="Equation.3" ShapeID="_x0000_i1073" DrawAspect="Content" ObjectID="_1654950807" r:id="rId104"/>
        </w:object>
      </w:r>
    </w:p>
    <w:p w:rsidR="00070746" w:rsidRPr="00DE1411" w:rsidRDefault="00124EDF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  <w:t>23.</w:t>
      </w:r>
      <w:r w:rsidRPr="00DE1411">
        <w:tab/>
      </w:r>
      <w:r w:rsidR="00070746" w:rsidRPr="00DE1411">
        <w:rPr>
          <w:position w:val="-12"/>
        </w:rPr>
        <w:object w:dxaOrig="1560" w:dyaOrig="420">
          <v:shape id="_x0000_i1074" type="#_x0000_t75" style="width:77.25pt;height:18.75pt" o:ole="" fillcolor="window">
            <v:imagedata r:id="rId105" o:title=""/>
          </v:shape>
          <o:OLEObject Type="Embed" ProgID="Equation.3" ShapeID="_x0000_i1074" DrawAspect="Content" ObjectID="_1654950808" r:id="rId106"/>
        </w:object>
      </w:r>
    </w:p>
    <w:p w:rsidR="00070746" w:rsidRPr="00DE1411" w:rsidRDefault="00070746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rPr>
          <w:position w:val="-30"/>
        </w:rPr>
        <w:object w:dxaOrig="1280" w:dyaOrig="660">
          <v:shape id="_x0000_i1075" type="#_x0000_t75" style="width:62.25pt;height:33.75pt" o:ole="">
            <v:imagedata r:id="rId107" o:title=""/>
          </v:shape>
          <o:OLEObject Type="Embed" ProgID="Equation.3" ShapeID="_x0000_i1075" DrawAspect="Content" ObjectID="_1654950809" r:id="rId108"/>
        </w:object>
      </w:r>
    </w:p>
    <w:p w:rsidR="00070746" w:rsidRPr="00DE1411" w:rsidRDefault="00070746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rPr>
          <w:position w:val="-12"/>
        </w:rPr>
        <w:object w:dxaOrig="1640" w:dyaOrig="420">
          <v:shape id="_x0000_i1076" type="#_x0000_t75" style="width:82.5pt;height:18.75pt" o:ole="" fillcolor="window">
            <v:imagedata r:id="rId109" o:title=""/>
          </v:shape>
          <o:OLEObject Type="Embed" ProgID="Equation.3" ShapeID="_x0000_i1076" DrawAspect="Content" ObjectID="_1654950810" r:id="rId110"/>
        </w:object>
      </w:r>
    </w:p>
    <w:p w:rsidR="0031633E" w:rsidRPr="00DE1411" w:rsidRDefault="00124EDF" w:rsidP="00182FAC">
      <w:pPr>
        <w:tabs>
          <w:tab w:val="decimal" w:pos="274"/>
          <w:tab w:val="left" w:pos="547"/>
        </w:tabs>
        <w:suppressAutoHyphens/>
        <w:spacing w:after="120"/>
        <w:ind w:left="634" w:hanging="634"/>
      </w:pPr>
      <w:r w:rsidRPr="00DE1411">
        <w:rPr>
          <w:rFonts w:ascii="Arial" w:hAnsi="Arial" w:cs="Arial"/>
          <w:sz w:val="22"/>
          <w:szCs w:val="22"/>
          <w:lang w:val="en-CA"/>
        </w:rPr>
        <w:tab/>
        <w:t>25.</w:t>
      </w:r>
      <w:r w:rsidRPr="00DE1411">
        <w:rPr>
          <w:rFonts w:ascii="Arial" w:hAnsi="Arial" w:cs="Arial"/>
          <w:sz w:val="22"/>
          <w:szCs w:val="22"/>
          <w:lang w:val="en-CA"/>
        </w:rPr>
        <w:tab/>
      </w:r>
      <w:r w:rsidR="0031633E" w:rsidRPr="00DE1411">
        <w:object w:dxaOrig="1640" w:dyaOrig="420">
          <v:shape id="_x0000_i1077" type="#_x0000_t75" style="width:82.5pt;height:18.75pt" o:ole="" fillcolor="window">
            <v:imagedata r:id="rId109" o:title=""/>
          </v:shape>
          <o:OLEObject Type="Embed" ProgID="Equation.3" ShapeID="_x0000_i1077" DrawAspect="Content" ObjectID="_1654950811" r:id="rId111"/>
        </w:object>
      </w:r>
    </w:p>
    <w:p w:rsidR="0031633E" w:rsidRPr="00DE1411" w:rsidRDefault="004F7C28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  <w:rPr>
          <w:vertAlign w:val="superscript"/>
        </w:rPr>
      </w:pPr>
      <w:r w:rsidRPr="00DE1411">
        <w:tab/>
      </w:r>
      <w:r w:rsidRPr="00DE1411">
        <w:tab/>
      </w:r>
      <w:r w:rsidRPr="00DE1411">
        <w:tab/>
      </w:r>
      <w:r w:rsidR="0031633E" w:rsidRPr="00DE1411">
        <w:t>$5167.20 = $10,000</w:t>
      </w:r>
      <w:r w:rsidR="00C429F8" w:rsidRPr="00DE1411">
        <w:t xml:space="preserve">(1 + </w:t>
      </w:r>
      <w:proofErr w:type="spellStart"/>
      <w:r w:rsidR="00C429F8" w:rsidRPr="00DE1411">
        <w:t>i</w:t>
      </w:r>
      <w:proofErr w:type="spellEnd"/>
      <w:r w:rsidR="00C429F8" w:rsidRPr="00DE1411">
        <w:t>)</w:t>
      </w:r>
      <w:r w:rsidR="00C429F8" w:rsidRPr="00DE1411">
        <w:rPr>
          <w:vertAlign w:val="superscript"/>
        </w:rPr>
        <w:t>-15</w:t>
      </w:r>
    </w:p>
    <w:p w:rsidR="0031633E" w:rsidRPr="00DE1411" w:rsidRDefault="0031633E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rPr>
          <w:position w:val="-30"/>
        </w:rPr>
        <w:object w:dxaOrig="1980" w:dyaOrig="660">
          <v:shape id="_x0000_i1078" type="#_x0000_t75" style="width:98.25pt;height:33.75pt" o:ole="">
            <v:imagedata r:id="rId112" o:title=""/>
          </v:shape>
          <o:OLEObject Type="Embed" ProgID="Equation.3" ShapeID="_x0000_i1078" DrawAspect="Content" ObjectID="_1654950812" r:id="rId113"/>
        </w:object>
      </w:r>
    </w:p>
    <w:p w:rsidR="0031633E" w:rsidRPr="00DE1411" w:rsidRDefault="0031633E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  <w:t xml:space="preserve">    </w:t>
      </w:r>
      <w:r w:rsidRPr="00DE1411">
        <w:rPr>
          <w:position w:val="-10"/>
        </w:rPr>
        <w:object w:dxaOrig="720" w:dyaOrig="380">
          <v:shape id="_x0000_i1079" type="#_x0000_t75" style="width:36.75pt;height:18.75pt" o:ole="">
            <v:imagedata r:id="rId114" o:title=""/>
          </v:shape>
          <o:OLEObject Type="Embed" ProgID="Equation.3" ShapeID="_x0000_i1079" DrawAspect="Content" ObjectID="_1654950813" r:id="rId115"/>
        </w:object>
      </w:r>
      <w:r w:rsidRPr="00DE1411">
        <w:t xml:space="preserve"> = </w:t>
      </w:r>
      <w:r w:rsidRPr="00DE1411">
        <w:rPr>
          <w:position w:val="-24"/>
        </w:rPr>
        <w:object w:dxaOrig="1020" w:dyaOrig="600">
          <v:shape id="_x0000_i1080" type="#_x0000_t75" style="width:52.5pt;height:30pt" o:ole="" o:allowoverlap="f">
            <v:imagedata r:id="rId116" o:title=""/>
          </v:shape>
          <o:OLEObject Type="Embed" ProgID="Equation.3" ShapeID="_x0000_i1080" DrawAspect="Content" ObjectID="_1654950814" r:id="rId117"/>
        </w:object>
      </w:r>
    </w:p>
    <w:p w:rsidR="0031633E" w:rsidRPr="00DE1411" w:rsidRDefault="004F7C28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</w:pP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 </w:t>
      </w:r>
      <w:r w:rsidR="0031633E" w:rsidRPr="00DE1411">
        <w:t xml:space="preserve">1 + </w:t>
      </w:r>
      <w:proofErr w:type="spellStart"/>
      <w:r w:rsidR="0031633E" w:rsidRPr="00DE1411">
        <w:rPr>
          <w:rFonts w:ascii="Times New Roman" w:hAnsi="Times New Roman" w:cs="Times New Roman"/>
          <w:i/>
          <w:iCs/>
        </w:rPr>
        <w:t>i</w:t>
      </w:r>
      <w:proofErr w:type="spellEnd"/>
      <w:r w:rsidR="0031633E" w:rsidRPr="00DE1411">
        <w:rPr>
          <w:rFonts w:ascii="Times New Roman" w:hAnsi="Times New Roman" w:cs="Times New Roman"/>
          <w:i/>
          <w:iCs/>
        </w:rPr>
        <w:t xml:space="preserve"> </w:t>
      </w:r>
      <w:r w:rsidR="0031633E" w:rsidRPr="00DE1411">
        <w:t xml:space="preserve">= </w:t>
      </w:r>
      <w:r w:rsidR="0031633E" w:rsidRPr="00DE1411">
        <w:rPr>
          <w:position w:val="-10"/>
        </w:rPr>
        <w:object w:dxaOrig="1340" w:dyaOrig="420">
          <v:shape id="_x0000_i1081" type="#_x0000_t75" style="width:67.5pt;height:18.75pt" o:ole="" o:allowoverlap="f">
            <v:imagedata r:id="rId118" o:title=""/>
          </v:shape>
          <o:OLEObject Type="Embed" ProgID="Equation.3" ShapeID="_x0000_i1081" DrawAspect="Content" ObjectID="_1654950815" r:id="rId119"/>
        </w:object>
      </w:r>
      <w:r w:rsidR="0031633E" w:rsidRPr="00DE1411">
        <w:t xml:space="preserve"> = 1.0450</w:t>
      </w:r>
    </w:p>
    <w:p w:rsidR="0031633E" w:rsidRPr="00DE1411" w:rsidRDefault="004F7C28" w:rsidP="007B324C">
      <w:pPr>
        <w:pStyle w:val="ISM"/>
        <w:tabs>
          <w:tab w:val="clear" w:pos="270"/>
          <w:tab w:val="clear" w:pos="540"/>
          <w:tab w:val="decimal" w:pos="274"/>
          <w:tab w:val="left" w:pos="547"/>
        </w:tabs>
        <w:suppressAutoHyphens/>
        <w:ind w:left="634" w:hanging="634"/>
        <w:jc w:val="left"/>
        <w:rPr>
          <w:u w:val="double"/>
        </w:rPr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proofErr w:type="spellStart"/>
      <w:r w:rsidR="0031633E" w:rsidRPr="00DE1411">
        <w:rPr>
          <w:rFonts w:ascii="Times New Roman" w:hAnsi="Times New Roman" w:cs="Times New Roman"/>
          <w:i/>
          <w:iCs/>
        </w:rPr>
        <w:t>i</w:t>
      </w:r>
      <w:proofErr w:type="spellEnd"/>
      <w:r w:rsidR="0031633E" w:rsidRPr="00DE1411">
        <w:t xml:space="preserve"> = </w:t>
      </w:r>
      <w:r w:rsidR="0031633E" w:rsidRPr="00DE1411">
        <w:rPr>
          <w:u w:val="double"/>
        </w:rPr>
        <w:t>0.045</w:t>
      </w:r>
    </w:p>
    <w:p w:rsidR="00765FE8" w:rsidRPr="00DE1411" w:rsidRDefault="00765FE8">
      <w:pPr>
        <w:pStyle w:val="ISM"/>
        <w:spacing w:after="60"/>
        <w:rPr>
          <w:sz w:val="24"/>
          <w:szCs w:val="24"/>
        </w:rPr>
      </w:pPr>
    </w:p>
    <w:p w:rsidR="00070746" w:rsidRPr="00DE1411" w:rsidRDefault="00070746">
      <w:pPr>
        <w:pStyle w:val="ISM"/>
        <w:spacing w:after="60"/>
        <w:rPr>
          <w:sz w:val="24"/>
          <w:szCs w:val="24"/>
        </w:rPr>
      </w:pPr>
      <w:r w:rsidRPr="00DE1411">
        <w:rPr>
          <w:b/>
          <w:bCs/>
          <w:sz w:val="24"/>
          <w:szCs w:val="24"/>
        </w:rPr>
        <w:t>Exercise 2.5</w:t>
      </w:r>
    </w:p>
    <w:p w:rsidR="00070746" w:rsidRPr="00DE1411" w:rsidRDefault="00420877" w:rsidP="00D30D20">
      <w:pPr>
        <w:pStyle w:val="ISM"/>
        <w:tabs>
          <w:tab w:val="clear" w:pos="270"/>
          <w:tab w:val="clear" w:pos="540"/>
          <w:tab w:val="left" w:pos="1350"/>
        </w:tabs>
        <w:suppressAutoHyphens/>
        <w:ind w:left="547" w:hanging="547"/>
        <w:jc w:val="left"/>
      </w:pPr>
      <w:r w:rsidRPr="00DE1411">
        <w:t>a.</w:t>
      </w:r>
      <w:r w:rsidRPr="00DE1411">
        <w:tab/>
      </w:r>
      <w:r w:rsidR="00A81C42" w:rsidRPr="00DE1411">
        <w:t>Step 2: Students on 4 buses = 177 less 9 in cars</w:t>
      </w:r>
    </w:p>
    <w:p w:rsidR="00A81C42" w:rsidRPr="00DE1411" w:rsidRDefault="00420877" w:rsidP="00D30D20">
      <w:pPr>
        <w:pStyle w:val="ISM"/>
        <w:tabs>
          <w:tab w:val="clear" w:pos="270"/>
          <w:tab w:val="clear" w:pos="540"/>
          <w:tab w:val="left" w:pos="1350"/>
        </w:tabs>
        <w:suppressAutoHyphens/>
        <w:ind w:left="547" w:hanging="547"/>
        <w:jc w:val="left"/>
      </w:pPr>
      <w:r w:rsidRPr="00DE1411">
        <w:tab/>
      </w:r>
      <w:r w:rsidR="00D30D20" w:rsidRPr="00DE1411">
        <w:tab/>
      </w:r>
      <w:r w:rsidR="00A81C42" w:rsidRPr="00DE1411">
        <w:t>Let number of students per bus be x.</w:t>
      </w:r>
    </w:p>
    <w:p w:rsidR="003A3440" w:rsidRPr="00DE1411" w:rsidRDefault="00420877" w:rsidP="00D30D20">
      <w:pPr>
        <w:pStyle w:val="ISM"/>
        <w:tabs>
          <w:tab w:val="clear" w:pos="270"/>
          <w:tab w:val="clear" w:pos="540"/>
          <w:tab w:val="left" w:pos="1350"/>
        </w:tabs>
        <w:suppressAutoHyphens/>
        <w:ind w:left="547" w:hanging="547"/>
        <w:jc w:val="left"/>
      </w:pPr>
      <w:r w:rsidRPr="00DE1411">
        <w:tab/>
      </w:r>
      <w:r w:rsidR="00A81C42" w:rsidRPr="00DE1411">
        <w:t xml:space="preserve">Step 3: </w:t>
      </w:r>
      <w:r w:rsidR="003A3440" w:rsidRPr="00DE1411">
        <w:t>4 buses x students per bus</w:t>
      </w:r>
      <w:r w:rsidR="00A81C42" w:rsidRPr="00DE1411">
        <w:t xml:space="preserve"> = students on buses</w:t>
      </w:r>
      <w:r w:rsidR="003A3440" w:rsidRPr="00DE1411">
        <w:t xml:space="preserve"> less students in cars</w:t>
      </w:r>
    </w:p>
    <w:p w:rsidR="003A3440" w:rsidRPr="00DE1411" w:rsidRDefault="00420877" w:rsidP="00D30D20">
      <w:pPr>
        <w:pStyle w:val="ISM"/>
        <w:tabs>
          <w:tab w:val="clear" w:pos="270"/>
          <w:tab w:val="clear" w:pos="540"/>
          <w:tab w:val="left" w:pos="1350"/>
        </w:tabs>
        <w:suppressAutoHyphens/>
        <w:ind w:left="547" w:hanging="547"/>
        <w:jc w:val="left"/>
      </w:pPr>
      <w:r w:rsidRPr="00DE1411">
        <w:tab/>
      </w:r>
      <w:r w:rsidR="003A3440" w:rsidRPr="00DE1411">
        <w:t>Step 4: 4x = 177 – 9</w:t>
      </w:r>
    </w:p>
    <w:p w:rsidR="003A3440" w:rsidRPr="00DE1411" w:rsidRDefault="00420877" w:rsidP="00D30D20">
      <w:pPr>
        <w:pStyle w:val="ISM"/>
        <w:tabs>
          <w:tab w:val="clear" w:pos="270"/>
          <w:tab w:val="clear" w:pos="540"/>
          <w:tab w:val="left" w:pos="1350"/>
        </w:tabs>
        <w:suppressAutoHyphens/>
        <w:ind w:left="547" w:hanging="547"/>
        <w:jc w:val="left"/>
      </w:pPr>
      <w:r w:rsidRPr="00DE1411">
        <w:tab/>
      </w:r>
      <w:r w:rsidR="003A3440" w:rsidRPr="00DE1411">
        <w:t>Step 5: 4x = 168</w:t>
      </w:r>
    </w:p>
    <w:p w:rsidR="003A3440" w:rsidRPr="00DE1411" w:rsidRDefault="00420877" w:rsidP="00D30D20">
      <w:pPr>
        <w:pStyle w:val="ISM"/>
        <w:tabs>
          <w:tab w:val="clear" w:pos="270"/>
          <w:tab w:val="clear" w:pos="540"/>
          <w:tab w:val="left" w:pos="1350"/>
        </w:tabs>
        <w:suppressAutoHyphens/>
        <w:ind w:left="547" w:hanging="547"/>
        <w:jc w:val="left"/>
      </w:pPr>
      <w:r w:rsidRPr="00DE1411">
        <w:tab/>
      </w:r>
      <w:r w:rsidR="00D30D20" w:rsidRPr="00DE1411">
        <w:tab/>
        <w:t xml:space="preserve"> </w:t>
      </w:r>
      <w:r w:rsidR="003A3440" w:rsidRPr="00DE1411">
        <w:t>x = 42</w:t>
      </w:r>
    </w:p>
    <w:p w:rsidR="00A81C42" w:rsidRPr="00DE1411" w:rsidRDefault="00420877" w:rsidP="00D30D20">
      <w:pPr>
        <w:pStyle w:val="ISM"/>
        <w:tabs>
          <w:tab w:val="clear" w:pos="270"/>
          <w:tab w:val="clear" w:pos="540"/>
          <w:tab w:val="left" w:pos="1350"/>
        </w:tabs>
        <w:suppressAutoHyphens/>
        <w:ind w:left="547" w:hanging="547"/>
        <w:jc w:val="left"/>
      </w:pPr>
      <w:r w:rsidRPr="00DE1411">
        <w:tab/>
      </w:r>
      <w:r w:rsidR="00D30D20" w:rsidRPr="00DE1411">
        <w:tab/>
        <w:t xml:space="preserve"> </w:t>
      </w:r>
      <w:r w:rsidR="003A3440" w:rsidRPr="00DE1411">
        <w:t xml:space="preserve">Each bus holds </w:t>
      </w:r>
      <w:r w:rsidR="003A3440" w:rsidRPr="00DE1411">
        <w:rPr>
          <w:u w:val="double"/>
        </w:rPr>
        <w:t>42 students</w:t>
      </w:r>
      <w:r w:rsidR="003A3440" w:rsidRPr="00DE1411">
        <w:t>.</w:t>
      </w:r>
    </w:p>
    <w:p w:rsidR="00E0059A" w:rsidRPr="00DE1411" w:rsidRDefault="00420877" w:rsidP="00D30D20">
      <w:pPr>
        <w:pStyle w:val="ISM"/>
        <w:tabs>
          <w:tab w:val="clear" w:pos="270"/>
          <w:tab w:val="clear" w:pos="540"/>
          <w:tab w:val="left" w:pos="1354"/>
        </w:tabs>
        <w:suppressAutoHyphens/>
        <w:ind w:left="547" w:hanging="547"/>
        <w:jc w:val="left"/>
      </w:pPr>
      <w:r w:rsidRPr="00DE1411">
        <w:t>c.</w:t>
      </w:r>
      <w:r w:rsidRPr="00DE1411">
        <w:tab/>
      </w:r>
      <w:r w:rsidR="00142FF0" w:rsidRPr="00DE1411">
        <w:t>Step 2: Weekly earnings = $600 plus 2% commission on sales, Weekly salary = $400</w:t>
      </w:r>
    </w:p>
    <w:p w:rsidR="00142FF0" w:rsidRPr="00DE1411" w:rsidRDefault="00420877" w:rsidP="00D30D20">
      <w:pPr>
        <w:pStyle w:val="ISM"/>
        <w:tabs>
          <w:tab w:val="clear" w:pos="270"/>
          <w:tab w:val="clear" w:pos="540"/>
          <w:tab w:val="left" w:pos="1354"/>
        </w:tabs>
        <w:suppressAutoHyphens/>
        <w:ind w:left="547" w:hanging="547"/>
        <w:jc w:val="left"/>
      </w:pPr>
      <w:r w:rsidRPr="00DE1411">
        <w:tab/>
      </w:r>
      <w:r w:rsidR="00D30D20" w:rsidRPr="00DE1411">
        <w:tab/>
      </w:r>
      <w:r w:rsidR="00142FF0" w:rsidRPr="00DE1411">
        <w:t>Let s represent weekly sales.</w:t>
      </w:r>
    </w:p>
    <w:p w:rsidR="00142FF0" w:rsidRPr="00DE1411" w:rsidRDefault="00420877" w:rsidP="00D30D20">
      <w:pPr>
        <w:pStyle w:val="ISM"/>
        <w:tabs>
          <w:tab w:val="clear" w:pos="270"/>
          <w:tab w:val="clear" w:pos="540"/>
          <w:tab w:val="left" w:pos="1354"/>
        </w:tabs>
        <w:suppressAutoHyphens/>
        <w:ind w:left="547" w:hanging="547"/>
        <w:jc w:val="left"/>
      </w:pPr>
      <w:r w:rsidRPr="00DE1411">
        <w:tab/>
      </w:r>
      <w:r w:rsidR="00D30D20" w:rsidRPr="00DE1411">
        <w:t xml:space="preserve">Step 3: </w:t>
      </w:r>
      <w:r w:rsidR="00142FF0" w:rsidRPr="00DE1411">
        <w:t xml:space="preserve">Weekly earnings = weekly salary </w:t>
      </w:r>
      <w:r w:rsidR="005900C9" w:rsidRPr="00DE1411">
        <w:t>+</w:t>
      </w:r>
      <w:r w:rsidR="00142FF0" w:rsidRPr="00DE1411">
        <w:t xml:space="preserve"> 2% commission on sales</w:t>
      </w:r>
    </w:p>
    <w:p w:rsidR="00142FF0" w:rsidRPr="00DE1411" w:rsidRDefault="00420877" w:rsidP="00D30D20">
      <w:pPr>
        <w:pStyle w:val="ISM"/>
        <w:tabs>
          <w:tab w:val="clear" w:pos="270"/>
          <w:tab w:val="clear" w:pos="540"/>
          <w:tab w:val="left" w:pos="1354"/>
        </w:tabs>
        <w:suppressAutoHyphens/>
        <w:ind w:left="547" w:hanging="547"/>
        <w:jc w:val="left"/>
      </w:pPr>
      <w:r w:rsidRPr="00DE1411">
        <w:tab/>
      </w:r>
      <w:r w:rsidR="00D30D20" w:rsidRPr="00DE1411">
        <w:t xml:space="preserve">Step 4: </w:t>
      </w:r>
      <w:r w:rsidR="00142FF0" w:rsidRPr="00DE1411">
        <w:t>$600 = $400 + 0.0</w:t>
      </w:r>
      <w:r w:rsidR="001B2B1A" w:rsidRPr="00DE1411">
        <w:t>2</w:t>
      </w:r>
      <w:r w:rsidR="00142FF0" w:rsidRPr="00DE1411">
        <w:t>s</w:t>
      </w:r>
    </w:p>
    <w:p w:rsidR="00142FF0" w:rsidRPr="00DE1411" w:rsidRDefault="00420877" w:rsidP="00D30D20">
      <w:pPr>
        <w:pStyle w:val="ISM"/>
        <w:tabs>
          <w:tab w:val="clear" w:pos="270"/>
          <w:tab w:val="clear" w:pos="540"/>
          <w:tab w:val="left" w:pos="1354"/>
        </w:tabs>
        <w:suppressAutoHyphens/>
        <w:ind w:left="547" w:hanging="547"/>
        <w:jc w:val="left"/>
      </w:pPr>
      <w:r w:rsidRPr="00DE1411">
        <w:tab/>
      </w:r>
      <w:r w:rsidR="00D30D20" w:rsidRPr="00DE1411">
        <w:t xml:space="preserve">Step 5: </w:t>
      </w:r>
      <w:r w:rsidR="00142FF0" w:rsidRPr="00DE1411">
        <w:t>0.02s = $600 - $400</w:t>
      </w:r>
    </w:p>
    <w:p w:rsidR="00142FF0" w:rsidRPr="00DE1411" w:rsidRDefault="00420877" w:rsidP="00D30D20">
      <w:pPr>
        <w:pStyle w:val="ISM"/>
        <w:tabs>
          <w:tab w:val="clear" w:pos="270"/>
          <w:tab w:val="clear" w:pos="540"/>
          <w:tab w:val="left" w:pos="1354"/>
        </w:tabs>
        <w:suppressAutoHyphens/>
        <w:ind w:left="547" w:hanging="547"/>
        <w:jc w:val="left"/>
      </w:pPr>
      <w:r w:rsidRPr="00DE1411">
        <w:tab/>
      </w:r>
      <w:r w:rsidR="00D30D20" w:rsidRPr="00DE1411">
        <w:tab/>
      </w:r>
      <w:r w:rsidR="00142FF0" w:rsidRPr="00DE1411">
        <w:t>0.02s = $200</w:t>
      </w:r>
    </w:p>
    <w:p w:rsidR="00142FF0" w:rsidRPr="00DE1411" w:rsidRDefault="00420877" w:rsidP="00D30D20">
      <w:pPr>
        <w:pStyle w:val="ISM"/>
        <w:tabs>
          <w:tab w:val="clear" w:pos="270"/>
          <w:tab w:val="clear" w:pos="540"/>
          <w:tab w:val="left" w:pos="1354"/>
        </w:tabs>
        <w:suppressAutoHyphens/>
        <w:ind w:left="547" w:hanging="547"/>
        <w:jc w:val="left"/>
      </w:pPr>
      <w:r w:rsidRPr="00DE1411">
        <w:tab/>
      </w:r>
      <w:r w:rsidR="00D30D20" w:rsidRPr="00DE1411">
        <w:tab/>
        <w:t xml:space="preserve">       </w:t>
      </w:r>
      <w:r w:rsidR="00142FF0" w:rsidRPr="00DE1411">
        <w:t>s = $10,000</w:t>
      </w:r>
    </w:p>
    <w:p w:rsidR="00142FF0" w:rsidRPr="00DE1411" w:rsidRDefault="00420877" w:rsidP="00D30D20">
      <w:pPr>
        <w:pStyle w:val="ISM"/>
        <w:tabs>
          <w:tab w:val="clear" w:pos="270"/>
          <w:tab w:val="clear" w:pos="540"/>
          <w:tab w:val="left" w:pos="1354"/>
        </w:tabs>
        <w:suppressAutoHyphens/>
        <w:ind w:left="547" w:hanging="547"/>
        <w:jc w:val="left"/>
      </w:pPr>
      <w:r w:rsidRPr="00DE1411">
        <w:tab/>
      </w:r>
      <w:r w:rsidR="00D30D20" w:rsidRPr="00DE1411">
        <w:tab/>
      </w:r>
      <w:r w:rsidR="00142FF0" w:rsidRPr="00DE1411">
        <w:t>The sales</w:t>
      </w:r>
      <w:r w:rsidR="00DC482D" w:rsidRPr="00DE1411">
        <w:t>person</w:t>
      </w:r>
      <w:r w:rsidR="00142FF0" w:rsidRPr="00DE1411">
        <w:t xml:space="preserve">’s weekly </w:t>
      </w:r>
      <w:r w:rsidR="00142FF0" w:rsidRPr="00DE1411">
        <w:rPr>
          <w:u w:val="double"/>
        </w:rPr>
        <w:t>sales were $10,000</w:t>
      </w:r>
      <w:r w:rsidR="00142FF0" w:rsidRPr="00DE1411">
        <w:t>.</w:t>
      </w:r>
    </w:p>
    <w:p w:rsidR="005900C9" w:rsidRPr="00DE1411" w:rsidRDefault="00420877" w:rsidP="00D30D20">
      <w:pPr>
        <w:pStyle w:val="ISM"/>
        <w:tabs>
          <w:tab w:val="clear" w:pos="270"/>
          <w:tab w:val="clear" w:pos="540"/>
          <w:tab w:val="left" w:pos="1354"/>
        </w:tabs>
        <w:suppressAutoHyphens/>
        <w:ind w:left="547" w:hanging="547"/>
        <w:jc w:val="left"/>
      </w:pPr>
      <w:r w:rsidRPr="00DE1411">
        <w:t>e.</w:t>
      </w:r>
      <w:r w:rsidRPr="00DE1411">
        <w:tab/>
      </w:r>
      <w:r w:rsidR="004D04DD" w:rsidRPr="00DE1411">
        <w:t>Step 2: Money in pocket = $170 after ½ used to pay bill plus an extra $50.</w:t>
      </w:r>
    </w:p>
    <w:p w:rsidR="004D04DD" w:rsidRPr="00DE1411" w:rsidRDefault="003C31A9" w:rsidP="00D30D20">
      <w:pPr>
        <w:pStyle w:val="ISM"/>
        <w:tabs>
          <w:tab w:val="clear" w:pos="270"/>
          <w:tab w:val="clear" w:pos="540"/>
          <w:tab w:val="left" w:pos="1354"/>
        </w:tabs>
        <w:suppressAutoHyphens/>
        <w:ind w:left="547" w:hanging="547"/>
        <w:jc w:val="left"/>
      </w:pPr>
      <w:r w:rsidRPr="00DE1411">
        <w:tab/>
      </w:r>
      <w:r w:rsidR="00D30D20" w:rsidRPr="00DE1411">
        <w:tab/>
      </w:r>
      <w:r w:rsidR="004D04DD" w:rsidRPr="00DE1411">
        <w:t>Let c be the amount of h</w:t>
      </w:r>
      <w:r w:rsidR="00DC482D" w:rsidRPr="00DE1411">
        <w:t>er</w:t>
      </w:r>
      <w:r w:rsidR="004D04DD" w:rsidRPr="00DE1411">
        <w:t xml:space="preserve"> pay cheque.</w:t>
      </w:r>
    </w:p>
    <w:p w:rsidR="004D04DD" w:rsidRPr="00DE1411" w:rsidRDefault="003C31A9" w:rsidP="00D30D20">
      <w:pPr>
        <w:pStyle w:val="ISM"/>
        <w:tabs>
          <w:tab w:val="clear" w:pos="270"/>
          <w:tab w:val="clear" w:pos="540"/>
          <w:tab w:val="left" w:pos="1354"/>
        </w:tabs>
        <w:suppressAutoHyphens/>
        <w:ind w:left="547" w:hanging="547"/>
        <w:jc w:val="left"/>
      </w:pPr>
      <w:r w:rsidRPr="00DE1411">
        <w:tab/>
      </w:r>
      <w:r w:rsidR="004D04DD" w:rsidRPr="00DE1411">
        <w:t>Step 3: Money in pocket = ½ pay cheque + extra money earned</w:t>
      </w:r>
    </w:p>
    <w:p w:rsidR="004D04DD" w:rsidRPr="00DE1411" w:rsidRDefault="003C31A9" w:rsidP="00D30D20">
      <w:pPr>
        <w:pStyle w:val="ISM"/>
        <w:tabs>
          <w:tab w:val="clear" w:pos="270"/>
          <w:tab w:val="clear" w:pos="540"/>
          <w:tab w:val="left" w:pos="1354"/>
        </w:tabs>
        <w:suppressAutoHyphens/>
        <w:ind w:left="547" w:hanging="547"/>
        <w:jc w:val="left"/>
      </w:pPr>
      <w:r w:rsidRPr="00DE1411">
        <w:tab/>
      </w:r>
      <w:r w:rsidR="004D04DD" w:rsidRPr="00DE1411">
        <w:t>Step 4: $170 = 0.5c + $50</w:t>
      </w:r>
    </w:p>
    <w:p w:rsidR="004D04DD" w:rsidRPr="00DE1411" w:rsidRDefault="003C31A9" w:rsidP="00D30D20">
      <w:pPr>
        <w:pStyle w:val="ISM"/>
        <w:tabs>
          <w:tab w:val="clear" w:pos="270"/>
          <w:tab w:val="clear" w:pos="540"/>
          <w:tab w:val="left" w:pos="1354"/>
        </w:tabs>
        <w:suppressAutoHyphens/>
        <w:ind w:left="547" w:hanging="547"/>
        <w:jc w:val="left"/>
      </w:pPr>
      <w:r w:rsidRPr="00DE1411">
        <w:lastRenderedPageBreak/>
        <w:tab/>
      </w:r>
      <w:r w:rsidR="00D30D20" w:rsidRPr="00DE1411">
        <w:tab/>
      </w:r>
      <w:r w:rsidR="004D04DD" w:rsidRPr="00DE1411">
        <w:t>0.5c = $170 - $50</w:t>
      </w:r>
    </w:p>
    <w:p w:rsidR="004D04DD" w:rsidRPr="00DE1411" w:rsidRDefault="003C31A9" w:rsidP="00D30D20">
      <w:pPr>
        <w:pStyle w:val="ISM"/>
        <w:tabs>
          <w:tab w:val="clear" w:pos="270"/>
          <w:tab w:val="clear" w:pos="540"/>
          <w:tab w:val="left" w:pos="1354"/>
        </w:tabs>
        <w:suppressAutoHyphens/>
        <w:ind w:left="547" w:hanging="547"/>
        <w:jc w:val="left"/>
      </w:pPr>
      <w:r w:rsidRPr="00DE1411">
        <w:tab/>
      </w:r>
      <w:r w:rsidR="00D30D20" w:rsidRPr="00DE1411">
        <w:tab/>
      </w:r>
      <w:r w:rsidR="004D04DD" w:rsidRPr="00DE1411">
        <w:t>0.5c = $120</w:t>
      </w:r>
    </w:p>
    <w:p w:rsidR="004D04DD" w:rsidRPr="00DE1411" w:rsidRDefault="003C31A9" w:rsidP="00D30D20">
      <w:pPr>
        <w:pStyle w:val="ISM"/>
        <w:tabs>
          <w:tab w:val="clear" w:pos="270"/>
          <w:tab w:val="clear" w:pos="540"/>
          <w:tab w:val="left" w:pos="1354"/>
        </w:tabs>
        <w:suppressAutoHyphens/>
        <w:ind w:left="547" w:hanging="547"/>
        <w:jc w:val="left"/>
      </w:pPr>
      <w:r w:rsidRPr="00DE1411">
        <w:tab/>
      </w:r>
      <w:r w:rsidR="00D30D20" w:rsidRPr="00DE1411">
        <w:tab/>
        <w:t xml:space="preserve">     </w:t>
      </w:r>
      <w:r w:rsidR="004D04DD" w:rsidRPr="00DE1411">
        <w:t>c = $240</w:t>
      </w:r>
    </w:p>
    <w:p w:rsidR="004D04DD" w:rsidRPr="00DE1411" w:rsidRDefault="003C31A9" w:rsidP="0081475C">
      <w:pPr>
        <w:pStyle w:val="ISM"/>
        <w:tabs>
          <w:tab w:val="clear" w:pos="270"/>
          <w:tab w:val="clear" w:pos="540"/>
          <w:tab w:val="left" w:pos="1354"/>
        </w:tabs>
        <w:suppressAutoHyphens/>
        <w:spacing w:after="240"/>
        <w:ind w:left="547" w:hanging="547"/>
        <w:jc w:val="left"/>
      </w:pPr>
      <w:r w:rsidRPr="00DE1411">
        <w:tab/>
      </w:r>
      <w:r w:rsidR="00D30D20" w:rsidRPr="00DE1411">
        <w:tab/>
      </w:r>
      <w:r w:rsidR="004D04DD" w:rsidRPr="00DE1411">
        <w:t>Jos</w:t>
      </w:r>
      <w:r w:rsidR="00DC482D" w:rsidRPr="00DE1411">
        <w:t>ie</w:t>
      </w:r>
      <w:r w:rsidR="004D04DD" w:rsidRPr="00DE1411">
        <w:t xml:space="preserve">’s weekly </w:t>
      </w:r>
      <w:r w:rsidR="004D04DD" w:rsidRPr="00DE1411">
        <w:rPr>
          <w:u w:val="double"/>
        </w:rPr>
        <w:t>pay cheque is $240</w:t>
      </w:r>
      <w:r w:rsidR="004D04DD" w:rsidRPr="00DE1411">
        <w:t>.</w:t>
      </w:r>
    </w:p>
    <w:p w:rsidR="00DE50C2" w:rsidRPr="00DE1411" w:rsidRDefault="006638F2" w:rsidP="00471E24">
      <w:pPr>
        <w:pStyle w:val="ISMss"/>
        <w:tabs>
          <w:tab w:val="clear" w:pos="270"/>
          <w:tab w:val="clear" w:pos="540"/>
          <w:tab w:val="decimal" w:pos="274"/>
          <w:tab w:val="left" w:pos="547"/>
        </w:tabs>
        <w:suppressAutoHyphens/>
        <w:spacing w:after="120"/>
        <w:ind w:left="547" w:hanging="547"/>
      </w:pPr>
      <w:r w:rsidRPr="00DE1411">
        <w:tab/>
        <w:t>1.</w:t>
      </w:r>
      <w:r w:rsidRPr="00DE1411">
        <w:tab/>
      </w:r>
      <w:r w:rsidR="00DE50C2" w:rsidRPr="00DE1411">
        <w:t xml:space="preserve">Step 2: Hits last month = 2655 after the </w:t>
      </w:r>
      <w:r w:rsidR="00DE50C2" w:rsidRPr="00DE1411">
        <w:rPr>
          <w:position w:val="-14"/>
        </w:rPr>
        <w:object w:dxaOrig="200" w:dyaOrig="380">
          <v:shape id="_x0000_i1082" type="#_x0000_t75" style="width:11.25pt;height:18.75pt" o:ole="" fillcolor="window">
            <v:imagedata r:id="rId120" o:title=""/>
          </v:shape>
          <o:OLEObject Type="Embed" ProgID="Equation.3" ShapeID="_x0000_i1082" DrawAspect="Content" ObjectID="_1654950816" r:id="rId121"/>
        </w:object>
      </w:r>
      <w:r w:rsidR="00DE50C2" w:rsidRPr="00DE1411">
        <w:t xml:space="preserve"> increase.</w:t>
      </w:r>
    </w:p>
    <w:p w:rsidR="00DE50C2" w:rsidRPr="00DE1411" w:rsidRDefault="0081475C" w:rsidP="00F0406F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F0406F" w:rsidRPr="00DE1411">
        <w:tab/>
      </w:r>
      <w:r w:rsidR="00DE50C2" w:rsidRPr="00DE1411">
        <w:t>Let the number of hits 1 year ago be n.</w:t>
      </w:r>
    </w:p>
    <w:p w:rsidR="00DE50C2" w:rsidRPr="00DE1411" w:rsidRDefault="0081475C" w:rsidP="00F0406F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 xml:space="preserve">Step 3: Hits last month = Hits 1 year </w:t>
      </w:r>
      <w:proofErr w:type="gramStart"/>
      <w:r w:rsidR="00DE50C2" w:rsidRPr="00DE1411">
        <w:t>ago  +</w:t>
      </w:r>
      <w:proofErr w:type="gramEnd"/>
      <w:r w:rsidR="00DE50C2" w:rsidRPr="00DE1411">
        <w:t xml:space="preserve">  </w:t>
      </w:r>
      <w:r w:rsidR="00DE50C2" w:rsidRPr="00DE1411">
        <w:rPr>
          <w:position w:val="-14"/>
        </w:rPr>
        <w:object w:dxaOrig="200" w:dyaOrig="380">
          <v:shape id="_x0000_i1083" type="#_x0000_t75" style="width:11.25pt;height:18.75pt" o:ole="" fillcolor="window">
            <v:imagedata r:id="rId120" o:title=""/>
          </v:shape>
          <o:OLEObject Type="Embed" ProgID="Equation.3" ShapeID="_x0000_i1083" DrawAspect="Content" ObjectID="_1654950817" r:id="rId122"/>
        </w:object>
      </w:r>
      <w:r w:rsidR="00DE50C2" w:rsidRPr="00DE1411">
        <w:t>(Hits 1 year ago)</w:t>
      </w:r>
    </w:p>
    <w:p w:rsidR="00DE50C2" w:rsidRPr="00DE1411" w:rsidRDefault="0081475C" w:rsidP="00F0406F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 xml:space="preserve">Step 4: 2655 = n + </w:t>
      </w:r>
      <w:r w:rsidR="00DE50C2" w:rsidRPr="00DE1411">
        <w:rPr>
          <w:position w:val="-14"/>
        </w:rPr>
        <w:object w:dxaOrig="200" w:dyaOrig="380">
          <v:shape id="_x0000_i1084" type="#_x0000_t75" style="width:11.25pt;height:18.75pt" o:ole="" fillcolor="window">
            <v:imagedata r:id="rId120" o:title=""/>
          </v:shape>
          <o:OLEObject Type="Embed" ProgID="Equation.3" ShapeID="_x0000_i1084" DrawAspect="Content" ObjectID="_1654950818" r:id="rId123"/>
        </w:object>
      </w:r>
      <w:r w:rsidR="00DE50C2" w:rsidRPr="00DE1411">
        <w:t>n</w:t>
      </w:r>
    </w:p>
    <w:p w:rsidR="00DE50C2" w:rsidRPr="00DE1411" w:rsidRDefault="0081475C" w:rsidP="00F0406F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 xml:space="preserve">Step 5: 2655 = </w:t>
      </w:r>
      <w:r w:rsidR="00DE50C2" w:rsidRPr="00DE1411">
        <w:rPr>
          <w:position w:val="-14"/>
        </w:rPr>
        <w:object w:dxaOrig="200" w:dyaOrig="400">
          <v:shape id="_x0000_i1085" type="#_x0000_t75" style="width:11.25pt;height:19.5pt" o:ole="" fillcolor="window">
            <v:imagedata r:id="rId124" o:title=""/>
          </v:shape>
          <o:OLEObject Type="Embed" ProgID="Equation.3" ShapeID="_x0000_i1085" DrawAspect="Content" ObjectID="_1654950819" r:id="rId125"/>
        </w:object>
      </w:r>
      <w:r w:rsidR="00DE50C2" w:rsidRPr="00DE1411">
        <w:t>n</w:t>
      </w:r>
    </w:p>
    <w:p w:rsidR="00DE50C2" w:rsidRPr="00DE1411" w:rsidRDefault="0081475C" w:rsidP="00F0406F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F0406F" w:rsidRPr="00DE1411">
        <w:tab/>
      </w:r>
      <w:r w:rsidR="00DE50C2" w:rsidRPr="00DE1411">
        <w:t xml:space="preserve">Multiply both sides </w:t>
      </w:r>
      <w:proofErr w:type="gramStart"/>
      <w:r w:rsidR="00DE50C2" w:rsidRPr="00DE1411">
        <w:t xml:space="preserve">by </w:t>
      </w:r>
      <w:proofErr w:type="gramEnd"/>
      <w:r w:rsidR="00DE50C2" w:rsidRPr="00DE1411">
        <w:rPr>
          <w:position w:val="-14"/>
        </w:rPr>
        <w:object w:dxaOrig="200" w:dyaOrig="380">
          <v:shape id="_x0000_i1086" type="#_x0000_t75" style="width:11.25pt;height:18.75pt" o:ole="" fillcolor="window">
            <v:imagedata r:id="rId126" o:title=""/>
          </v:shape>
          <o:OLEObject Type="Embed" ProgID="Equation.3" ShapeID="_x0000_i1086" DrawAspect="Content" ObjectID="_1654950820" r:id="rId127"/>
        </w:object>
      </w:r>
      <w:r w:rsidR="00DE50C2" w:rsidRPr="00DE1411">
        <w:t>.</w:t>
      </w:r>
    </w:p>
    <w:p w:rsidR="00DE50C2" w:rsidRPr="00DE1411" w:rsidRDefault="0081475C" w:rsidP="00F0406F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="00F0406F" w:rsidRPr="00DE1411">
        <w:tab/>
      </w:r>
      <w:r w:rsidR="00DE50C2" w:rsidRPr="00DE1411">
        <w:t xml:space="preserve">n = 2655 </w:t>
      </w:r>
      <w:r w:rsidR="00DE50C2" w:rsidRPr="00DE1411">
        <w:rPr>
          <w:sz w:val="28"/>
          <w:szCs w:val="28"/>
        </w:rPr>
        <w:sym w:font="Symbol" w:char="F0B4"/>
      </w:r>
      <w:r w:rsidR="00DE50C2" w:rsidRPr="00DE1411">
        <w:t xml:space="preserve"> </w:t>
      </w:r>
      <w:r w:rsidR="00DE50C2" w:rsidRPr="00DE1411">
        <w:rPr>
          <w:position w:val="-14"/>
        </w:rPr>
        <w:object w:dxaOrig="200" w:dyaOrig="380">
          <v:shape id="_x0000_i1087" type="#_x0000_t75" style="width:11.25pt;height:18.75pt" o:ole="" fillcolor="window">
            <v:imagedata r:id="rId126" o:title=""/>
          </v:shape>
          <o:OLEObject Type="Embed" ProgID="Equation.3" ShapeID="_x0000_i1087" DrawAspect="Content" ObjectID="_1654950821" r:id="rId128"/>
        </w:object>
      </w:r>
      <w:r w:rsidR="00DE50C2" w:rsidRPr="00DE1411">
        <w:t xml:space="preserve"> = 2065</w:t>
      </w:r>
    </w:p>
    <w:p w:rsidR="00DE50C2" w:rsidRPr="00DE1411" w:rsidRDefault="0081475C" w:rsidP="00F0406F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="00F0406F" w:rsidRPr="00DE1411">
        <w:tab/>
      </w:r>
      <w:r w:rsidR="00DE50C2" w:rsidRPr="00DE1411">
        <w:t xml:space="preserve">The Web site had </w:t>
      </w:r>
      <w:r w:rsidR="00DE50C2" w:rsidRPr="00DE1411">
        <w:rPr>
          <w:u w:val="double"/>
        </w:rPr>
        <w:t>2065 hits</w:t>
      </w:r>
      <w:r w:rsidR="00DE50C2" w:rsidRPr="00DE1411">
        <w:t xml:space="preserve"> in the same month 1 year ago.</w:t>
      </w:r>
    </w:p>
    <w:p w:rsidR="00DE50C2" w:rsidRPr="00DE1411" w:rsidRDefault="006638F2" w:rsidP="00F0406F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634" w:hanging="634"/>
      </w:pPr>
      <w:r w:rsidRPr="00DE1411">
        <w:tab/>
        <w:t>3.</w:t>
      </w:r>
      <w:r w:rsidRPr="00DE1411">
        <w:tab/>
      </w:r>
      <w:r w:rsidR="00DE50C2" w:rsidRPr="00DE1411">
        <w:t xml:space="preserve">Step 2: Tag price = $39.55 (including 13% HST). Let the plant's </w:t>
      </w:r>
      <w:proofErr w:type="spellStart"/>
      <w:r w:rsidR="00DE50C2" w:rsidRPr="00DE1411">
        <w:t>pretax</w:t>
      </w:r>
      <w:proofErr w:type="spellEnd"/>
      <w:r w:rsidR="00DE50C2" w:rsidRPr="00DE1411">
        <w:t xml:space="preserve"> price be P. </w:t>
      </w:r>
    </w:p>
    <w:p w:rsidR="00DE50C2" w:rsidRPr="00DE1411" w:rsidRDefault="0081475C" w:rsidP="00F0406F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634" w:hanging="634"/>
      </w:pPr>
      <w:r w:rsidRPr="00DE1411">
        <w:tab/>
      </w:r>
      <w:r w:rsidRPr="00DE1411">
        <w:tab/>
      </w:r>
      <w:r w:rsidR="00DE50C2" w:rsidRPr="00DE1411">
        <w:t>Step 3: Tag price = Pre-tax price + HST</w:t>
      </w:r>
    </w:p>
    <w:p w:rsidR="00DE50C2" w:rsidRPr="00DE1411" w:rsidRDefault="0081475C" w:rsidP="00F0406F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634" w:hanging="634"/>
      </w:pPr>
      <w:r w:rsidRPr="00DE1411">
        <w:tab/>
      </w:r>
      <w:r w:rsidRPr="00DE1411">
        <w:tab/>
      </w:r>
      <w:r w:rsidR="00DE50C2" w:rsidRPr="00DE1411">
        <w:t>Step 4: $39.55 = P + 0.13P</w:t>
      </w:r>
    </w:p>
    <w:p w:rsidR="00DE50C2" w:rsidRPr="00DE1411" w:rsidRDefault="0081475C" w:rsidP="00F0406F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634" w:hanging="634"/>
      </w:pPr>
      <w:r w:rsidRPr="00DE1411">
        <w:tab/>
      </w:r>
      <w:r w:rsidRPr="00DE1411">
        <w:tab/>
      </w:r>
      <w:r w:rsidR="00DE50C2" w:rsidRPr="00DE1411">
        <w:t>Step 5: $39.55 = 1.13P</w:t>
      </w:r>
    </w:p>
    <w:p w:rsidR="00DE50C2" w:rsidRPr="00DE1411" w:rsidRDefault="0081475C" w:rsidP="00F0406F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634" w:hanging="634"/>
      </w:pPr>
      <w:r w:rsidRPr="00DE1411">
        <w:tab/>
      </w:r>
      <w:r w:rsidRPr="00DE1411">
        <w:tab/>
      </w:r>
      <w:r w:rsidR="00F0406F" w:rsidRPr="00DE1411">
        <w:tab/>
      </w:r>
      <w:r w:rsidR="00DE50C2" w:rsidRPr="00DE1411">
        <w:t xml:space="preserve">P = </w:t>
      </w:r>
      <w:r w:rsidR="00DE50C2" w:rsidRPr="00DE1411">
        <w:rPr>
          <w:position w:val="-20"/>
        </w:rPr>
        <w:object w:dxaOrig="780" w:dyaOrig="580">
          <v:shape id="_x0000_i1088" type="#_x0000_t75" style="width:39.75pt;height:27.75pt" o:ole="" fillcolor="window">
            <v:imagedata r:id="rId129" o:title=""/>
          </v:shape>
          <o:OLEObject Type="Embed" ProgID="Equation.3" ShapeID="_x0000_i1088" DrawAspect="Content" ObjectID="_1654950822" r:id="rId130"/>
        </w:object>
      </w:r>
      <w:r w:rsidR="00DE50C2" w:rsidRPr="00DE1411">
        <w:t xml:space="preserve"> = $35.00</w:t>
      </w:r>
    </w:p>
    <w:p w:rsidR="00DE50C2" w:rsidRPr="00DE1411" w:rsidRDefault="0081475C" w:rsidP="00F0406F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634" w:hanging="634"/>
      </w:pPr>
      <w:r w:rsidRPr="00DE1411">
        <w:tab/>
      </w:r>
      <w:r w:rsidRPr="00DE1411">
        <w:tab/>
      </w:r>
      <w:r w:rsidR="00F0406F" w:rsidRPr="00DE1411">
        <w:tab/>
      </w:r>
      <w:r w:rsidR="00DE50C2" w:rsidRPr="00DE1411">
        <w:t xml:space="preserve">The amount of HST is $39.55 – $35.00 = </w:t>
      </w:r>
      <w:r w:rsidR="00DE50C2" w:rsidRPr="00DE1411">
        <w:rPr>
          <w:u w:val="double"/>
        </w:rPr>
        <w:t>$4.55</w:t>
      </w:r>
    </w:p>
    <w:p w:rsidR="00DE50C2" w:rsidRPr="00DE1411" w:rsidRDefault="006638F2" w:rsidP="00F0406F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634" w:hanging="634"/>
      </w:pPr>
      <w:r w:rsidRPr="00DE1411">
        <w:tab/>
        <w:t>5.</w:t>
      </w:r>
      <w:r w:rsidRPr="00DE1411">
        <w:tab/>
      </w:r>
      <w:r w:rsidR="00DE50C2" w:rsidRPr="00DE1411">
        <w:t xml:space="preserve">Step 2: Let the basic price be P. First 20 meals at P. </w:t>
      </w:r>
    </w:p>
    <w:p w:rsidR="00DE50C2" w:rsidRPr="00DE1411" w:rsidRDefault="0081475C" w:rsidP="00F0406F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634" w:hanging="634"/>
      </w:pPr>
      <w:r w:rsidRPr="00DE1411">
        <w:tab/>
      </w:r>
      <w:r w:rsidRPr="00DE1411">
        <w:tab/>
      </w:r>
      <w:r w:rsidR="00F0406F" w:rsidRPr="00DE1411">
        <w:tab/>
      </w:r>
      <w:r w:rsidR="00DE50C2" w:rsidRPr="00DE1411">
        <w:t>Next 20 meals at P – $2. Additional meals at P – $3.</w:t>
      </w:r>
    </w:p>
    <w:p w:rsidR="00DE50C2" w:rsidRPr="00DE1411" w:rsidRDefault="0081475C" w:rsidP="00F0406F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634" w:hanging="634"/>
      </w:pPr>
      <w:r w:rsidRPr="00DE1411">
        <w:tab/>
      </w:r>
      <w:r w:rsidRPr="00DE1411">
        <w:tab/>
      </w:r>
      <w:r w:rsidR="00DE50C2" w:rsidRPr="00DE1411">
        <w:t xml:space="preserve">Step 3: Total price for 73 meals = $1686 </w:t>
      </w:r>
    </w:p>
    <w:p w:rsidR="00DE50C2" w:rsidRPr="00DE1411" w:rsidRDefault="0081475C" w:rsidP="00F0406F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634" w:hanging="634"/>
      </w:pPr>
      <w:r w:rsidRPr="00DE1411">
        <w:tab/>
      </w:r>
      <w:r w:rsidRPr="00DE1411">
        <w:tab/>
      </w:r>
      <w:r w:rsidR="00DE50C2" w:rsidRPr="00DE1411">
        <w:t>Step 4: 20P + 20(P – $2) + (73 – 40</w:t>
      </w:r>
      <w:proofErr w:type="gramStart"/>
      <w:r w:rsidR="00DE50C2" w:rsidRPr="00DE1411">
        <w:t>)(</w:t>
      </w:r>
      <w:proofErr w:type="gramEnd"/>
      <w:r w:rsidR="00DE50C2" w:rsidRPr="00DE1411">
        <w:t>P – $3) = $1686</w:t>
      </w:r>
    </w:p>
    <w:p w:rsidR="00DE50C2" w:rsidRPr="00DE1411" w:rsidRDefault="0081475C" w:rsidP="00F0406F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634" w:hanging="634"/>
      </w:pPr>
      <w:r w:rsidRPr="00DE1411">
        <w:tab/>
      </w:r>
      <w:r w:rsidRPr="00DE1411">
        <w:tab/>
      </w:r>
      <w:r w:rsidR="00DE50C2" w:rsidRPr="00DE1411">
        <w:t>Step 5: 20P + 20P – $40 + 33P – $99 = $1686</w:t>
      </w:r>
    </w:p>
    <w:p w:rsidR="00DE50C2" w:rsidRPr="00DE1411" w:rsidRDefault="0081475C" w:rsidP="00F0406F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634" w:hanging="634"/>
      </w:pPr>
      <w:r w:rsidRPr="00DE1411">
        <w:tab/>
      </w:r>
      <w:r w:rsidRPr="00DE1411">
        <w:tab/>
      </w:r>
      <w:r w:rsidR="00F0406F" w:rsidRPr="00DE1411">
        <w:tab/>
      </w:r>
      <w:r w:rsidR="00DE50C2" w:rsidRPr="00DE1411">
        <w:t>73P = $1686 + $99 + $40</w:t>
      </w:r>
    </w:p>
    <w:p w:rsidR="00DE50C2" w:rsidRPr="00DE1411" w:rsidRDefault="0081475C" w:rsidP="00F0406F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634" w:hanging="634"/>
        <w:rPr>
          <w:u w:val="double"/>
        </w:rPr>
      </w:pPr>
      <w:r w:rsidRPr="00DE1411">
        <w:tab/>
      </w:r>
      <w:r w:rsidRPr="00DE1411">
        <w:tab/>
      </w:r>
      <w:r w:rsidR="00F0406F" w:rsidRPr="00DE1411">
        <w:tab/>
      </w:r>
      <w:r w:rsidR="00DE50C2" w:rsidRPr="00DE1411">
        <w:t xml:space="preserve">P = </w:t>
      </w:r>
      <w:r w:rsidR="00DE50C2" w:rsidRPr="00DE1411">
        <w:rPr>
          <w:position w:val="-22"/>
        </w:rPr>
        <w:object w:dxaOrig="720" w:dyaOrig="580">
          <v:shape id="_x0000_i1089" type="#_x0000_t75" style="width:36.75pt;height:27.75pt" o:ole="" fillcolor="window">
            <v:imagedata r:id="rId131" o:title=""/>
          </v:shape>
          <o:OLEObject Type="Embed" ProgID="Equation.3" ShapeID="_x0000_i1089" DrawAspect="Content" ObjectID="_1654950823" r:id="rId132"/>
        </w:object>
      </w:r>
      <w:r w:rsidR="00DE50C2" w:rsidRPr="00DE1411">
        <w:t xml:space="preserve"> = </w:t>
      </w:r>
      <w:r w:rsidR="00DE50C2" w:rsidRPr="00DE1411">
        <w:rPr>
          <w:u w:val="double"/>
        </w:rPr>
        <w:t>$25.00</w:t>
      </w:r>
    </w:p>
    <w:p w:rsidR="00DE50C2" w:rsidRPr="00DE1411" w:rsidRDefault="0081475C" w:rsidP="00F0406F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634" w:hanging="634"/>
      </w:pPr>
      <w:r w:rsidRPr="00DE1411">
        <w:tab/>
      </w:r>
      <w:r w:rsidRPr="00DE1411">
        <w:tab/>
      </w:r>
      <w:r w:rsidR="00F0406F" w:rsidRPr="00DE1411">
        <w:tab/>
      </w:r>
      <w:r w:rsidR="00DE50C2" w:rsidRPr="00DE1411">
        <w:t xml:space="preserve">The basic price per meal is $25.00. </w:t>
      </w:r>
    </w:p>
    <w:p w:rsidR="00DE50C2" w:rsidRPr="00DE1411" w:rsidRDefault="006638F2" w:rsidP="009C479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  <w:t>7.</w:t>
      </w:r>
      <w:r w:rsidRPr="00DE1411">
        <w:tab/>
      </w:r>
      <w:r w:rsidR="00DE50C2" w:rsidRPr="00DE1411">
        <w:t>Step 2: Tax rate = 38%; Overtime hourly rate = 1.5($23.50) = $35.25</w:t>
      </w:r>
    </w:p>
    <w:p w:rsidR="00DE50C2" w:rsidRPr="00DE1411" w:rsidRDefault="0081475C" w:rsidP="009C479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C925B3" w:rsidRPr="00DE1411">
        <w:tab/>
      </w:r>
      <w:r w:rsidR="00DE50C2" w:rsidRPr="00DE1411">
        <w:t>Cost of canoe = $2750</w:t>
      </w:r>
    </w:p>
    <w:p w:rsidR="00DE50C2" w:rsidRPr="00DE1411" w:rsidRDefault="0081475C" w:rsidP="009C479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C925B3" w:rsidRPr="00DE1411">
        <w:tab/>
      </w:r>
      <w:r w:rsidR="00DE50C2" w:rsidRPr="00DE1411">
        <w:t xml:space="preserve">Let </w:t>
      </w:r>
      <w:r w:rsidR="00DE50C2" w:rsidRPr="00DE1411">
        <w:rPr>
          <w:rFonts w:ascii="Times New Roman" w:hAnsi="Times New Roman" w:cs="Times New Roman"/>
          <w:i/>
          <w:iCs/>
        </w:rPr>
        <w:t>h</w:t>
      </w:r>
      <w:r w:rsidR="00DE50C2" w:rsidRPr="00DE1411">
        <w:t xml:space="preserve"> represent the hours of overtime Alicia must work.</w:t>
      </w:r>
    </w:p>
    <w:p w:rsidR="00DE50C2" w:rsidRPr="00DE1411" w:rsidRDefault="0081475C" w:rsidP="009C479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 xml:space="preserve">Step 3: Gross overtime earnings </w:t>
      </w:r>
      <w:r w:rsidR="00DE50C2" w:rsidRPr="00DE1411">
        <w:sym w:font="Symbol" w:char="F02D"/>
      </w:r>
      <w:r w:rsidR="00DE50C2" w:rsidRPr="00DE1411">
        <w:t xml:space="preserve"> Income tax = Cost of the canoe</w:t>
      </w:r>
    </w:p>
    <w:p w:rsidR="00DE50C2" w:rsidRPr="00DE1411" w:rsidRDefault="0081475C" w:rsidP="009C479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>Step 4: $35.25</w:t>
      </w:r>
      <w:r w:rsidR="00DE50C2" w:rsidRPr="00DE1411">
        <w:rPr>
          <w:rFonts w:ascii="Times New Roman" w:hAnsi="Times New Roman" w:cs="Times New Roman"/>
          <w:i/>
          <w:iCs/>
        </w:rPr>
        <w:t>h</w:t>
      </w:r>
      <w:r w:rsidR="00DE50C2" w:rsidRPr="00DE1411">
        <w:t xml:space="preserve"> </w:t>
      </w:r>
      <w:r w:rsidR="00DE50C2" w:rsidRPr="00DE1411">
        <w:sym w:font="Symbol" w:char="F02D"/>
      </w:r>
      <w:r w:rsidR="00DE50C2" w:rsidRPr="00DE1411">
        <w:t xml:space="preserve"> 0.38($35.25</w:t>
      </w:r>
      <w:r w:rsidR="00DE50C2" w:rsidRPr="00DE1411">
        <w:rPr>
          <w:rFonts w:ascii="Times New Roman" w:hAnsi="Times New Roman" w:cs="Times New Roman"/>
          <w:i/>
          <w:iCs/>
        </w:rPr>
        <w:t>h</w:t>
      </w:r>
      <w:r w:rsidR="00DE50C2" w:rsidRPr="00DE1411">
        <w:t>) = $2750</w:t>
      </w:r>
    </w:p>
    <w:p w:rsidR="00C925B3" w:rsidRPr="00DE1411" w:rsidRDefault="00C925B3">
      <w:pPr>
        <w:rPr>
          <w:rFonts w:ascii="Arial" w:hAnsi="Arial" w:cs="Arial"/>
          <w:sz w:val="22"/>
          <w:szCs w:val="22"/>
          <w:lang w:val="en-CA"/>
        </w:rPr>
      </w:pPr>
      <w:r w:rsidRPr="00DE1411">
        <w:br w:type="page"/>
      </w:r>
    </w:p>
    <w:p w:rsidR="00DE50C2" w:rsidRPr="00DE1411" w:rsidRDefault="0081475C" w:rsidP="009C479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lastRenderedPageBreak/>
        <w:tab/>
      </w:r>
      <w:r w:rsidRPr="00DE1411">
        <w:tab/>
      </w:r>
      <w:r w:rsidR="00DE50C2" w:rsidRPr="00DE1411">
        <w:t xml:space="preserve">Step 5: </w:t>
      </w:r>
      <w:r w:rsidR="00DE50C2" w:rsidRPr="00DE1411">
        <w:tab/>
      </w:r>
      <w:r w:rsidR="00DE50C2" w:rsidRPr="00DE1411">
        <w:tab/>
        <w:t xml:space="preserve">          $21.855</w:t>
      </w:r>
      <w:r w:rsidR="00DE50C2" w:rsidRPr="00DE1411">
        <w:rPr>
          <w:rFonts w:ascii="Times New Roman" w:hAnsi="Times New Roman" w:cs="Times New Roman"/>
          <w:i/>
          <w:iCs/>
        </w:rPr>
        <w:t xml:space="preserve">h </w:t>
      </w:r>
      <w:r w:rsidR="00DE50C2" w:rsidRPr="00DE1411">
        <w:t>= $2750</w:t>
      </w:r>
    </w:p>
    <w:p w:rsidR="00DE50C2" w:rsidRPr="00DE1411" w:rsidRDefault="0081475C" w:rsidP="009C479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="00C925B3" w:rsidRPr="00DE1411">
        <w:rPr>
          <w:rFonts w:ascii="Times New Roman" w:hAnsi="Times New Roman" w:cs="Times New Roman"/>
          <w:i/>
          <w:iCs/>
        </w:rPr>
        <w:tab/>
        <w:t xml:space="preserve">                           </w:t>
      </w:r>
      <w:r w:rsidR="00DE50C2" w:rsidRPr="00DE1411">
        <w:rPr>
          <w:rFonts w:ascii="Times New Roman" w:hAnsi="Times New Roman" w:cs="Times New Roman"/>
          <w:i/>
          <w:iCs/>
        </w:rPr>
        <w:t>h</w:t>
      </w:r>
      <w:r w:rsidR="00DE50C2" w:rsidRPr="00DE1411">
        <w:t xml:space="preserve"> = 125.83 hours</w:t>
      </w:r>
    </w:p>
    <w:p w:rsidR="00DE50C2" w:rsidRPr="00DE1411" w:rsidRDefault="0081475C" w:rsidP="009C479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7A3CA9" w:rsidRPr="00DE1411">
        <w:t xml:space="preserve">Rounded to the nearest quarter hour, </w:t>
      </w:r>
      <w:r w:rsidR="00DE50C2" w:rsidRPr="00DE1411">
        <w:t xml:space="preserve">Alicia must work </w:t>
      </w:r>
      <w:r w:rsidR="00DE50C2" w:rsidRPr="00DE1411">
        <w:rPr>
          <w:u w:val="double"/>
        </w:rPr>
        <w:t>125¾ hours</w:t>
      </w:r>
      <w:r w:rsidR="00DE50C2" w:rsidRPr="00DE1411">
        <w:t xml:space="preserve"> of overtime to earn enough money to buy the canoe.</w:t>
      </w:r>
    </w:p>
    <w:p w:rsidR="00DE50C2" w:rsidRPr="00DE1411" w:rsidRDefault="006638F2" w:rsidP="00C925B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  <w:t>9.</w:t>
      </w:r>
      <w:r w:rsidRPr="00DE1411">
        <w:tab/>
      </w:r>
      <w:r w:rsidR="00DE50C2" w:rsidRPr="00DE1411">
        <w:t>Step 2: Cost of radio advertising = 0.5(Cost of newspaper advertising)</w:t>
      </w:r>
    </w:p>
    <w:p w:rsidR="00DE50C2" w:rsidRPr="00DE1411" w:rsidRDefault="0081475C" w:rsidP="00C925B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EF1BAD" w:rsidRPr="00DE1411">
        <w:tab/>
      </w:r>
      <w:r w:rsidR="00DE50C2" w:rsidRPr="00DE1411">
        <w:t>Cost of TV advertising = 0.6(Cost of radio advertising)</w:t>
      </w:r>
    </w:p>
    <w:p w:rsidR="00DE50C2" w:rsidRPr="00DE1411" w:rsidRDefault="0081475C" w:rsidP="00C925B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EF1BAD" w:rsidRPr="00DE1411">
        <w:tab/>
      </w:r>
      <w:r w:rsidR="00DE50C2" w:rsidRPr="00DE1411">
        <w:t>Total advertising budget = $160,000</w:t>
      </w:r>
    </w:p>
    <w:p w:rsidR="00DE50C2" w:rsidRPr="00DE1411" w:rsidRDefault="0081475C" w:rsidP="00C925B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EF1BAD" w:rsidRPr="00DE1411">
        <w:tab/>
      </w:r>
      <w:r w:rsidR="00DE50C2" w:rsidRPr="00DE1411">
        <w:t xml:space="preserve">Let </w:t>
      </w:r>
      <w:r w:rsidR="00DE50C2" w:rsidRPr="00DE1411">
        <w:rPr>
          <w:rFonts w:ascii="Times New Roman" w:hAnsi="Times New Roman" w:cs="Times New Roman"/>
          <w:i/>
          <w:iCs/>
        </w:rPr>
        <w:t>r</w:t>
      </w:r>
      <w:r w:rsidR="00DE50C2" w:rsidRPr="00DE1411">
        <w:t xml:space="preserve"> represent the amount allocated to radio advertising</w:t>
      </w:r>
    </w:p>
    <w:p w:rsidR="00DE50C2" w:rsidRPr="00DE1411" w:rsidRDefault="0081475C" w:rsidP="00C925B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>Step 3: Radio advertising + TV advertising + Newspaper advertising = $160,000</w:t>
      </w:r>
    </w:p>
    <w:p w:rsidR="00DE50C2" w:rsidRPr="00DE1411" w:rsidRDefault="0081475C" w:rsidP="00C925B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 xml:space="preserve">Step 4: </w:t>
      </w:r>
      <w:r w:rsidR="00DE50C2" w:rsidRPr="00DE1411">
        <w:rPr>
          <w:position w:val="-20"/>
        </w:rPr>
        <w:object w:dxaOrig="2439" w:dyaOrig="580">
          <v:shape id="_x0000_i1090" type="#_x0000_t75" style="width:120.75pt;height:27.75pt" o:ole="">
            <v:imagedata r:id="rId133" o:title=""/>
          </v:shape>
          <o:OLEObject Type="Embed" ProgID="Equation.3" ShapeID="_x0000_i1090" DrawAspect="Content" ObjectID="_1654950824" r:id="rId134"/>
        </w:object>
      </w:r>
    </w:p>
    <w:p w:rsidR="00DE50C2" w:rsidRPr="00DE1411" w:rsidRDefault="0081475C" w:rsidP="00C925B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 xml:space="preserve">Step 5: </w:t>
      </w:r>
      <w:r w:rsidR="00DE50C2" w:rsidRPr="00DE1411">
        <w:tab/>
      </w:r>
      <w:r w:rsidR="00DE50C2" w:rsidRPr="00DE1411">
        <w:tab/>
        <w:t xml:space="preserve"> 3.6</w:t>
      </w:r>
      <w:r w:rsidR="00DE50C2" w:rsidRPr="00DE1411">
        <w:rPr>
          <w:rFonts w:ascii="Times New Roman" w:hAnsi="Times New Roman" w:cs="Times New Roman"/>
          <w:i/>
          <w:iCs/>
        </w:rPr>
        <w:t xml:space="preserve">r </w:t>
      </w:r>
      <w:r w:rsidR="00DE50C2" w:rsidRPr="00DE1411">
        <w:t>= $160,000</w:t>
      </w:r>
    </w:p>
    <w:p w:rsidR="00DE50C2" w:rsidRPr="00DE1411" w:rsidRDefault="0081475C" w:rsidP="00C925B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="00EF1BAD" w:rsidRPr="00DE1411">
        <w:rPr>
          <w:rFonts w:ascii="Times New Roman" w:hAnsi="Times New Roman" w:cs="Times New Roman"/>
          <w:i/>
          <w:iCs/>
        </w:rPr>
        <w:tab/>
        <w:t xml:space="preserve">       </w:t>
      </w:r>
      <w:r w:rsidR="00DE50C2" w:rsidRPr="00DE1411">
        <w:rPr>
          <w:rFonts w:ascii="Times New Roman" w:hAnsi="Times New Roman" w:cs="Times New Roman"/>
          <w:i/>
          <w:iCs/>
        </w:rPr>
        <w:t>r</w:t>
      </w:r>
      <w:r w:rsidR="00DE50C2" w:rsidRPr="00DE1411">
        <w:t xml:space="preserve"> = $44,444.44</w:t>
      </w:r>
    </w:p>
    <w:p w:rsidR="00DE50C2" w:rsidRPr="00DE1411" w:rsidRDefault="0081475C" w:rsidP="00DD2929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60"/>
        <w:ind w:left="547" w:hanging="547"/>
      </w:pPr>
      <w:r w:rsidRPr="00DE1411">
        <w:tab/>
      </w:r>
      <w:r w:rsidRPr="00DE1411">
        <w:tab/>
      </w:r>
      <w:r w:rsidR="004B0FC5" w:rsidRPr="00DE1411">
        <w:t>Rounded to the nearest dollar, t</w:t>
      </w:r>
      <w:r w:rsidR="00DE50C2" w:rsidRPr="00DE1411">
        <w:t>he advertising budget allocations should be:</w:t>
      </w:r>
    </w:p>
    <w:p w:rsidR="00DE50C2" w:rsidRPr="00DE1411" w:rsidRDefault="0081475C" w:rsidP="00DD2929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60"/>
        <w:ind w:left="547" w:hanging="547"/>
      </w:pPr>
      <w:r w:rsidRPr="00EB1FB5">
        <w:rPr>
          <w:rFonts w:ascii="Times New Roman" w:hAnsi="Times New Roman" w:cs="Times New Roman"/>
          <w:i/>
          <w:iCs/>
        </w:rPr>
        <w:tab/>
      </w:r>
      <w:r w:rsidRPr="00EB1FB5">
        <w:rPr>
          <w:rFonts w:ascii="Times New Roman" w:hAnsi="Times New Roman" w:cs="Times New Roman"/>
          <w:i/>
          <w:iCs/>
        </w:rPr>
        <w:tab/>
      </w:r>
      <w:r w:rsidR="00EF1BAD" w:rsidRPr="00EB1FB5">
        <w:rPr>
          <w:rFonts w:ascii="Times New Roman" w:hAnsi="Times New Roman" w:cs="Times New Roman"/>
          <w:i/>
          <w:iCs/>
        </w:rPr>
        <w:tab/>
      </w:r>
      <w:r w:rsidR="00DE50C2" w:rsidRPr="00DE1411">
        <w:rPr>
          <w:u w:val="double"/>
        </w:rPr>
        <w:t>$44,444 to radio advertising</w:t>
      </w:r>
      <w:r w:rsidR="00DE50C2" w:rsidRPr="00DE1411">
        <w:t xml:space="preserve">, </w:t>
      </w:r>
    </w:p>
    <w:p w:rsidR="00DE50C2" w:rsidRPr="00DE1411" w:rsidRDefault="0081475C" w:rsidP="00DD2929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60"/>
        <w:ind w:left="547" w:hanging="547"/>
      </w:pPr>
      <w:r w:rsidRPr="00DE1411">
        <w:tab/>
      </w:r>
      <w:r w:rsidRPr="00DE1411">
        <w:tab/>
      </w:r>
      <w:r w:rsidR="00EF1BAD" w:rsidRPr="00DE1411">
        <w:tab/>
      </w:r>
      <w:r w:rsidR="00DE50C2" w:rsidRPr="00DE1411">
        <w:t xml:space="preserve">0.6($44,444.44) = </w:t>
      </w:r>
      <w:r w:rsidR="00DE50C2" w:rsidRPr="00DE1411">
        <w:rPr>
          <w:u w:val="double"/>
        </w:rPr>
        <w:t>$26,667 to TV advertising</w:t>
      </w:r>
      <w:r w:rsidR="00DE50C2" w:rsidRPr="00DE1411">
        <w:t>, and</w:t>
      </w:r>
    </w:p>
    <w:p w:rsidR="00DE50C2" w:rsidRPr="00DE1411" w:rsidRDefault="0081475C" w:rsidP="00C925B3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EF1BAD" w:rsidRPr="00DE1411">
        <w:tab/>
      </w:r>
      <w:r w:rsidR="00DE50C2" w:rsidRPr="00DE1411">
        <w:t xml:space="preserve">2($44,444.44) = </w:t>
      </w:r>
      <w:r w:rsidR="00DE50C2" w:rsidRPr="00DE1411">
        <w:rPr>
          <w:u w:val="double"/>
        </w:rPr>
        <w:t>$88,889 to newspaper advertising</w:t>
      </w:r>
      <w:r w:rsidR="00DE50C2" w:rsidRPr="00DE1411">
        <w:t>.</w:t>
      </w:r>
    </w:p>
    <w:p w:rsidR="00DE50C2" w:rsidRPr="00DE1411" w:rsidRDefault="006638F2" w:rsidP="00C4760C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  <w:t>11.</w:t>
      </w:r>
      <w:r w:rsidRPr="00DE1411">
        <w:tab/>
      </w:r>
      <w:r w:rsidR="00DE50C2" w:rsidRPr="00DE1411">
        <w:t xml:space="preserve">Step 2: Overall portfolio’s rate return = 1.1%, equity fund’s rate of return = </w:t>
      </w:r>
      <w:r w:rsidR="00DE50C2" w:rsidRPr="00DE1411">
        <w:sym w:font="Symbol" w:char="F02D"/>
      </w:r>
      <w:r w:rsidR="00DE50C2" w:rsidRPr="00DE1411">
        <w:t>3.3%,</w:t>
      </w:r>
    </w:p>
    <w:p w:rsidR="00DE50C2" w:rsidRPr="00DE1411" w:rsidRDefault="0081475C" w:rsidP="00C4760C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C4760C" w:rsidRPr="00DE1411">
        <w:tab/>
      </w:r>
      <w:proofErr w:type="gramStart"/>
      <w:r w:rsidR="00DE50C2" w:rsidRPr="00DE1411">
        <w:t>bond</w:t>
      </w:r>
      <w:proofErr w:type="gramEnd"/>
      <w:r w:rsidR="00DE50C2" w:rsidRPr="00DE1411">
        <w:t xml:space="preserve"> fund’s rate of return = 7.7%.</w:t>
      </w:r>
    </w:p>
    <w:p w:rsidR="00DE50C2" w:rsidRPr="00DE1411" w:rsidRDefault="0081475C" w:rsidP="00C4760C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C4760C" w:rsidRPr="00DE1411">
        <w:tab/>
      </w:r>
      <w:r w:rsidR="00DE50C2" w:rsidRPr="00DE1411">
        <w:t xml:space="preserve">Let </w:t>
      </w:r>
      <w:r w:rsidR="00DE50C2" w:rsidRPr="00DE1411">
        <w:rPr>
          <w:rFonts w:ascii="Times New Roman" w:hAnsi="Times New Roman" w:cs="Times New Roman"/>
          <w:i/>
          <w:iCs/>
        </w:rPr>
        <w:t>e</w:t>
      </w:r>
      <w:r w:rsidR="00DE50C2" w:rsidRPr="00DE1411">
        <w:t xml:space="preserve"> represent the fraction of the portfolio initially invested in the equity fund.</w:t>
      </w:r>
    </w:p>
    <w:p w:rsidR="00DE50C2" w:rsidRPr="00DE1411" w:rsidRDefault="0081475C" w:rsidP="00C4760C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>Step 3: Overall rate of return = Weighted average rate of return</w:t>
      </w:r>
    </w:p>
    <w:p w:rsidR="00DE50C2" w:rsidRPr="00DE1411" w:rsidRDefault="0081475C" w:rsidP="00C4760C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C4760C" w:rsidRPr="00DE1411">
        <w:tab/>
      </w:r>
      <w:r w:rsidR="00DE50C2" w:rsidRPr="00DE1411">
        <w:t>= (Equity fraction</w:t>
      </w:r>
      <w:proofErr w:type="gramStart"/>
      <w:r w:rsidR="00DE50C2" w:rsidRPr="00DE1411">
        <w:t>)(</w:t>
      </w:r>
      <w:proofErr w:type="gramEnd"/>
      <w:r w:rsidR="00DE50C2" w:rsidRPr="00DE1411">
        <w:t>Equity return) + (Bond fraction)(Bond return)</w:t>
      </w:r>
    </w:p>
    <w:p w:rsidR="00DE50C2" w:rsidRPr="00DE1411" w:rsidRDefault="0081475C" w:rsidP="00C4760C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C4760C" w:rsidRPr="00DE1411">
        <w:t xml:space="preserve">Step 4: </w:t>
      </w:r>
      <w:r w:rsidR="00DE50C2" w:rsidRPr="00DE1411">
        <w:t xml:space="preserve">1.1% = </w:t>
      </w:r>
      <w:proofErr w:type="gramStart"/>
      <w:r w:rsidR="00DE50C2" w:rsidRPr="00DE1411">
        <w:rPr>
          <w:rFonts w:ascii="Times New Roman" w:hAnsi="Times New Roman" w:cs="Times New Roman"/>
          <w:i/>
          <w:iCs/>
        </w:rPr>
        <w:t>e</w:t>
      </w:r>
      <w:r w:rsidR="00DE50C2" w:rsidRPr="00DE1411">
        <w:t>(</w:t>
      </w:r>
      <w:proofErr w:type="gramEnd"/>
      <w:r w:rsidR="00DE50C2" w:rsidRPr="00DE1411">
        <w:sym w:font="Symbol" w:char="F02D"/>
      </w:r>
      <w:r w:rsidR="00DE50C2" w:rsidRPr="00DE1411">
        <w:t xml:space="preserve">3.3%) + (1 </w:t>
      </w:r>
      <w:r w:rsidR="00DE50C2" w:rsidRPr="00DE1411">
        <w:sym w:font="Symbol" w:char="F02D"/>
      </w:r>
      <w:r w:rsidR="00DE50C2" w:rsidRPr="00DE1411">
        <w:t xml:space="preserve"> </w:t>
      </w:r>
      <w:r w:rsidR="00DE50C2" w:rsidRPr="00DE1411">
        <w:rPr>
          <w:rFonts w:ascii="Times New Roman" w:hAnsi="Times New Roman" w:cs="Times New Roman"/>
          <w:i/>
          <w:iCs/>
        </w:rPr>
        <w:t>e</w:t>
      </w:r>
      <w:r w:rsidR="00DE50C2" w:rsidRPr="00DE1411">
        <w:t>)(7.7%)</w:t>
      </w:r>
    </w:p>
    <w:p w:rsidR="00DE50C2" w:rsidRPr="00DE1411" w:rsidRDefault="0081475C" w:rsidP="00C4760C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C4760C" w:rsidRPr="00DE1411">
        <w:t xml:space="preserve">Step 5: </w:t>
      </w:r>
      <w:r w:rsidR="00DE50C2" w:rsidRPr="00DE1411">
        <w:t>1.1</w:t>
      </w:r>
      <w:r w:rsidR="00E7108F" w:rsidRPr="00DE1411">
        <w:t>%</w:t>
      </w:r>
      <w:r w:rsidR="00DE50C2" w:rsidRPr="00DE1411">
        <w:t xml:space="preserve"> = </w:t>
      </w:r>
      <w:r w:rsidR="00DE50C2" w:rsidRPr="00DE1411">
        <w:sym w:font="Symbol" w:char="F02D"/>
      </w:r>
      <w:r w:rsidR="00DE50C2" w:rsidRPr="00DE1411">
        <w:t>3.3</w:t>
      </w:r>
      <w:r w:rsidR="00E7108F" w:rsidRPr="00DE1411">
        <w:t>%</w:t>
      </w:r>
      <w:r w:rsidR="00DE50C2" w:rsidRPr="00DE1411">
        <w:rPr>
          <w:rFonts w:ascii="Times New Roman" w:hAnsi="Times New Roman" w:cs="Times New Roman"/>
          <w:i/>
          <w:iCs/>
        </w:rPr>
        <w:t>e</w:t>
      </w:r>
      <w:r w:rsidR="00DE50C2" w:rsidRPr="00DE1411">
        <w:t xml:space="preserve"> + 7.7</w:t>
      </w:r>
      <w:r w:rsidR="00E7108F" w:rsidRPr="00DE1411">
        <w:t>%</w:t>
      </w:r>
      <w:r w:rsidR="00DE50C2" w:rsidRPr="00DE1411">
        <w:t xml:space="preserve"> </w:t>
      </w:r>
      <w:r w:rsidR="00DE50C2" w:rsidRPr="00DE1411">
        <w:sym w:font="Symbol" w:char="F02D"/>
      </w:r>
      <w:r w:rsidR="00DE50C2" w:rsidRPr="00DE1411">
        <w:t xml:space="preserve"> 7.7</w:t>
      </w:r>
      <w:r w:rsidR="00E7108F" w:rsidRPr="00DE1411">
        <w:t>%</w:t>
      </w:r>
      <w:r w:rsidR="00DE50C2" w:rsidRPr="00DE1411">
        <w:rPr>
          <w:rFonts w:ascii="Times New Roman" w:hAnsi="Times New Roman" w:cs="Times New Roman"/>
          <w:i/>
          <w:iCs/>
        </w:rPr>
        <w:t>e</w:t>
      </w:r>
    </w:p>
    <w:p w:rsidR="00DE50C2" w:rsidRPr="00DE1411" w:rsidRDefault="0081475C" w:rsidP="00C4760C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C4760C" w:rsidRPr="00DE1411">
        <w:tab/>
      </w:r>
      <w:r w:rsidR="00DE50C2" w:rsidRPr="00DE1411">
        <w:t>6.6</w:t>
      </w:r>
      <w:r w:rsidR="00E7108F" w:rsidRPr="00DE1411">
        <w:t>%</w:t>
      </w:r>
      <w:r w:rsidR="00DE50C2" w:rsidRPr="00DE1411">
        <w:t xml:space="preserve"> = </w:t>
      </w:r>
      <w:r w:rsidR="00DE50C2" w:rsidRPr="00DE1411">
        <w:sym w:font="Symbol" w:char="F02D"/>
      </w:r>
      <w:r w:rsidR="00DE50C2" w:rsidRPr="00DE1411">
        <w:t>11.0</w:t>
      </w:r>
      <w:r w:rsidR="00E7108F" w:rsidRPr="00DE1411">
        <w:t>%</w:t>
      </w:r>
      <w:r w:rsidR="00DE50C2" w:rsidRPr="00DE1411">
        <w:rPr>
          <w:rFonts w:ascii="Times New Roman" w:hAnsi="Times New Roman" w:cs="Times New Roman"/>
          <w:i/>
          <w:iCs/>
        </w:rPr>
        <w:t>e</w:t>
      </w:r>
    </w:p>
    <w:p w:rsidR="00DE50C2" w:rsidRPr="00DE1411" w:rsidRDefault="0081475C" w:rsidP="00C4760C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="00C4760C" w:rsidRPr="00DE1411">
        <w:rPr>
          <w:rFonts w:ascii="Times New Roman" w:hAnsi="Times New Roman" w:cs="Times New Roman"/>
          <w:i/>
          <w:iCs/>
        </w:rPr>
        <w:tab/>
        <w:t xml:space="preserve">        </w:t>
      </w:r>
      <w:r w:rsidR="00DE50C2" w:rsidRPr="00DE1411">
        <w:rPr>
          <w:rFonts w:ascii="Times New Roman" w:hAnsi="Times New Roman" w:cs="Times New Roman"/>
          <w:i/>
          <w:iCs/>
        </w:rPr>
        <w:t>e</w:t>
      </w:r>
      <w:r w:rsidR="00DE50C2" w:rsidRPr="00DE1411">
        <w:t xml:space="preserve"> = 0.600</w:t>
      </w:r>
    </w:p>
    <w:p w:rsidR="00DE50C2" w:rsidRPr="00DE1411" w:rsidRDefault="0081475C" w:rsidP="00C4760C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 xml:space="preserve">Therefore, </w:t>
      </w:r>
      <w:r w:rsidR="00DE50C2" w:rsidRPr="00DE1411">
        <w:rPr>
          <w:u w:val="double"/>
        </w:rPr>
        <w:t>60.0%</w:t>
      </w:r>
      <w:r w:rsidR="00DE50C2" w:rsidRPr="00DE1411">
        <w:t xml:space="preserve"> of Erin’s original portfolio was invested in the equity fund.</w:t>
      </w:r>
    </w:p>
    <w:p w:rsidR="00DE50C2" w:rsidRPr="00DE1411" w:rsidRDefault="006638F2" w:rsidP="004812DF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  <w:t>13.</w:t>
      </w:r>
      <w:r w:rsidRPr="00DE1411">
        <w:tab/>
      </w:r>
      <w:r w:rsidR="00DE50C2" w:rsidRPr="00DE1411">
        <w:t>Step 2: Total options = 100,000</w:t>
      </w:r>
    </w:p>
    <w:p w:rsidR="00DE50C2" w:rsidRPr="00DE1411" w:rsidRDefault="0081475C" w:rsidP="004812DF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4812DF" w:rsidRPr="00DE1411">
        <w:tab/>
      </w:r>
      <w:r w:rsidR="00DE50C2" w:rsidRPr="00DE1411">
        <w:t xml:space="preserve"># </w:t>
      </w:r>
      <w:proofErr w:type="gramStart"/>
      <w:r w:rsidR="00DE50C2" w:rsidRPr="00DE1411">
        <w:t>of</w:t>
      </w:r>
      <w:proofErr w:type="gramEnd"/>
      <w:r w:rsidR="00DE50C2" w:rsidRPr="00DE1411">
        <w:t xml:space="preserve"> options to an executive = 2000 + # of options to a scientist or engineer</w:t>
      </w:r>
    </w:p>
    <w:p w:rsidR="00DE50C2" w:rsidRPr="00DE1411" w:rsidRDefault="0081475C" w:rsidP="004812DF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4812DF" w:rsidRPr="00DE1411">
        <w:tab/>
      </w:r>
      <w:r w:rsidR="00DE50C2" w:rsidRPr="00DE1411">
        <w:t xml:space="preserve"># </w:t>
      </w:r>
      <w:proofErr w:type="gramStart"/>
      <w:r w:rsidR="00DE50C2" w:rsidRPr="00DE1411">
        <w:t>of</w:t>
      </w:r>
      <w:proofErr w:type="gramEnd"/>
      <w:r w:rsidR="00DE50C2" w:rsidRPr="00DE1411">
        <w:t xml:space="preserve"> options to a scientist or engineer = 1.5(# of options to a technician)</w:t>
      </w:r>
    </w:p>
    <w:p w:rsidR="00DE50C2" w:rsidRPr="00DE1411" w:rsidRDefault="0081475C" w:rsidP="004812DF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4812DF" w:rsidRPr="00DE1411">
        <w:tab/>
      </w:r>
      <w:r w:rsidR="00DE50C2" w:rsidRPr="00DE1411">
        <w:t>There are 3 executives, 8 scientists and engineers, and 14 technicians.</w:t>
      </w:r>
    </w:p>
    <w:p w:rsidR="00DE50C2" w:rsidRPr="00DE1411" w:rsidRDefault="0081475C" w:rsidP="004812DF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4812DF" w:rsidRPr="00DE1411">
        <w:tab/>
      </w:r>
      <w:r w:rsidR="00DE50C2" w:rsidRPr="00DE1411">
        <w:t xml:space="preserve">Let </w:t>
      </w:r>
      <w:r w:rsidR="00DE50C2" w:rsidRPr="00DE1411">
        <w:rPr>
          <w:rFonts w:ascii="Times New Roman" w:hAnsi="Times New Roman" w:cs="Times New Roman"/>
          <w:i/>
          <w:iCs/>
        </w:rPr>
        <w:t>t</w:t>
      </w:r>
      <w:r w:rsidR="00DE50C2" w:rsidRPr="00DE1411">
        <w:t xml:space="preserve"> represent the number of options to each technician.</w:t>
      </w:r>
    </w:p>
    <w:p w:rsidR="00DE50C2" w:rsidRPr="00DE1411" w:rsidRDefault="0081475C" w:rsidP="004812DF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 xml:space="preserve">Step 3: Total options = Total options to scientists and engineers </w:t>
      </w:r>
    </w:p>
    <w:p w:rsidR="00DE50C2" w:rsidRPr="00DE1411" w:rsidRDefault="0081475C" w:rsidP="004812DF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AF5319" w:rsidRPr="00DE1411">
        <w:tab/>
      </w:r>
      <w:r w:rsidR="00AF5319" w:rsidRPr="00DE1411">
        <w:tab/>
      </w:r>
      <w:r w:rsidR="00AF5319" w:rsidRPr="00DE1411">
        <w:tab/>
        <w:t xml:space="preserve">          </w:t>
      </w:r>
      <w:r w:rsidR="00DE50C2" w:rsidRPr="00DE1411">
        <w:t>+ Total options to technicians + Total options to executives</w:t>
      </w:r>
    </w:p>
    <w:p w:rsidR="00DE50C2" w:rsidRPr="00DE1411" w:rsidRDefault="0081475C" w:rsidP="004812DF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>Step 4: 100,000 = 8(1.5</w:t>
      </w:r>
      <w:r w:rsidR="00DE50C2" w:rsidRPr="00DE1411">
        <w:rPr>
          <w:rFonts w:ascii="Times New Roman" w:hAnsi="Times New Roman" w:cs="Times New Roman"/>
          <w:i/>
          <w:iCs/>
        </w:rPr>
        <w:t>t</w:t>
      </w:r>
      <w:r w:rsidR="00DE50C2" w:rsidRPr="00DE1411">
        <w:t>) + 14</w:t>
      </w:r>
      <w:r w:rsidR="00DE50C2" w:rsidRPr="00DE1411">
        <w:rPr>
          <w:rFonts w:ascii="Times New Roman" w:hAnsi="Times New Roman" w:cs="Times New Roman"/>
          <w:i/>
          <w:iCs/>
        </w:rPr>
        <w:t>t</w:t>
      </w:r>
      <w:r w:rsidR="00DE50C2" w:rsidRPr="00DE1411">
        <w:t xml:space="preserve"> + 3(2000 + 1.5</w:t>
      </w:r>
      <w:r w:rsidR="00DE50C2" w:rsidRPr="00DE1411">
        <w:rPr>
          <w:rFonts w:ascii="Times New Roman" w:hAnsi="Times New Roman" w:cs="Times New Roman"/>
          <w:i/>
          <w:iCs/>
        </w:rPr>
        <w:t>t</w:t>
      </w:r>
      <w:r w:rsidR="00DE50C2" w:rsidRPr="00DE1411">
        <w:t>)</w:t>
      </w:r>
    </w:p>
    <w:p w:rsidR="00AF5319" w:rsidRPr="00DE1411" w:rsidRDefault="00AF5319">
      <w:pPr>
        <w:rPr>
          <w:rFonts w:ascii="Arial" w:hAnsi="Arial" w:cs="Arial"/>
          <w:sz w:val="22"/>
          <w:szCs w:val="22"/>
          <w:lang w:val="en-CA"/>
        </w:rPr>
      </w:pPr>
      <w:r w:rsidRPr="00DE1411">
        <w:br w:type="page"/>
      </w:r>
    </w:p>
    <w:p w:rsidR="00DE50C2" w:rsidRPr="00DE1411" w:rsidRDefault="0081475C" w:rsidP="004812DF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lastRenderedPageBreak/>
        <w:tab/>
      </w:r>
      <w:r w:rsidRPr="00DE1411">
        <w:tab/>
      </w:r>
      <w:r w:rsidR="00AF5319" w:rsidRPr="00DE1411">
        <w:t xml:space="preserve">Step 5:             </w:t>
      </w:r>
      <w:r w:rsidR="00DE50C2" w:rsidRPr="00DE1411">
        <w:t>= 12</w:t>
      </w:r>
      <w:r w:rsidR="00DE50C2" w:rsidRPr="00DE1411">
        <w:rPr>
          <w:rFonts w:ascii="Times New Roman" w:hAnsi="Times New Roman" w:cs="Times New Roman"/>
          <w:i/>
          <w:iCs/>
        </w:rPr>
        <w:t>t</w:t>
      </w:r>
      <w:r w:rsidR="00DE50C2" w:rsidRPr="00DE1411">
        <w:t xml:space="preserve"> + 14</w:t>
      </w:r>
      <w:r w:rsidR="00DE50C2" w:rsidRPr="00DE1411">
        <w:rPr>
          <w:rFonts w:ascii="Times New Roman" w:hAnsi="Times New Roman" w:cs="Times New Roman"/>
          <w:i/>
          <w:iCs/>
        </w:rPr>
        <w:t>t</w:t>
      </w:r>
      <w:r w:rsidR="00DE50C2" w:rsidRPr="00DE1411">
        <w:t xml:space="preserve"> + 6000 + 4.5</w:t>
      </w:r>
      <w:r w:rsidR="00DE50C2" w:rsidRPr="00DE1411">
        <w:rPr>
          <w:rFonts w:ascii="Times New Roman" w:hAnsi="Times New Roman" w:cs="Times New Roman"/>
          <w:i/>
          <w:iCs/>
        </w:rPr>
        <w:t>t</w:t>
      </w:r>
    </w:p>
    <w:p w:rsidR="00DE50C2" w:rsidRPr="00DE1411" w:rsidRDefault="0081475C" w:rsidP="004812DF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AF5319" w:rsidRPr="00DE1411">
        <w:tab/>
      </w:r>
      <w:r w:rsidR="00DE50C2" w:rsidRPr="00DE1411">
        <w:t>94,000 = 30.5</w:t>
      </w:r>
      <w:r w:rsidR="00DE50C2" w:rsidRPr="00DE1411">
        <w:rPr>
          <w:rFonts w:ascii="Times New Roman" w:hAnsi="Times New Roman" w:cs="Times New Roman"/>
          <w:i/>
          <w:iCs/>
        </w:rPr>
        <w:t>t</w:t>
      </w:r>
    </w:p>
    <w:p w:rsidR="00DE50C2" w:rsidRPr="00DE1411" w:rsidRDefault="0081475C" w:rsidP="004812DF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="00AF5319" w:rsidRPr="00DE1411">
        <w:rPr>
          <w:rFonts w:ascii="Times New Roman" w:hAnsi="Times New Roman" w:cs="Times New Roman"/>
          <w:i/>
          <w:iCs/>
        </w:rPr>
        <w:tab/>
      </w:r>
      <w:r w:rsidR="00AF5319" w:rsidRPr="00DE1411">
        <w:rPr>
          <w:rFonts w:ascii="Times New Roman" w:hAnsi="Times New Roman" w:cs="Times New Roman"/>
          <w:i/>
          <w:iCs/>
        </w:rPr>
        <w:tab/>
        <w:t xml:space="preserve">         </w:t>
      </w:r>
      <w:r w:rsidR="00DE50C2" w:rsidRPr="00DE1411">
        <w:rPr>
          <w:rFonts w:ascii="Times New Roman" w:hAnsi="Times New Roman" w:cs="Times New Roman"/>
          <w:i/>
          <w:iCs/>
        </w:rPr>
        <w:t>t</w:t>
      </w:r>
      <w:r w:rsidR="00DE50C2" w:rsidRPr="00DE1411">
        <w:t xml:space="preserve"> = 3082 options</w:t>
      </w:r>
    </w:p>
    <w:p w:rsidR="00DE50C2" w:rsidRPr="00DE1411" w:rsidRDefault="0081475C" w:rsidP="004812DF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9A000B" w:rsidRPr="00DE1411">
        <w:t>Rounded to the nearest whole numbers, e</w:t>
      </w:r>
      <w:r w:rsidR="00DE50C2" w:rsidRPr="00DE1411">
        <w:t xml:space="preserve">ach </w:t>
      </w:r>
      <w:r w:rsidR="00DE50C2" w:rsidRPr="00DE1411">
        <w:rPr>
          <w:u w:val="double"/>
        </w:rPr>
        <w:t>technician</w:t>
      </w:r>
      <w:r w:rsidR="00DE50C2" w:rsidRPr="00DE1411">
        <w:t xml:space="preserve"> will receive </w:t>
      </w:r>
      <w:r w:rsidR="00DE50C2" w:rsidRPr="00DE1411">
        <w:rPr>
          <w:u w:val="double"/>
        </w:rPr>
        <w:t>3082 options</w:t>
      </w:r>
      <w:r w:rsidR="00DE50C2" w:rsidRPr="00DE1411">
        <w:t>,</w:t>
      </w:r>
    </w:p>
    <w:p w:rsidR="00DE50C2" w:rsidRPr="00DE1411" w:rsidRDefault="0081475C" w:rsidP="004812DF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proofErr w:type="gramStart"/>
      <w:r w:rsidR="00DE50C2" w:rsidRPr="00DE1411">
        <w:t>each</w:t>
      </w:r>
      <w:proofErr w:type="gramEnd"/>
      <w:r w:rsidR="00DE50C2" w:rsidRPr="00DE1411">
        <w:t xml:space="preserve"> </w:t>
      </w:r>
      <w:r w:rsidR="00DE50C2" w:rsidRPr="00DE1411">
        <w:rPr>
          <w:u w:val="double"/>
        </w:rPr>
        <w:t>scientist and engineer</w:t>
      </w:r>
      <w:r w:rsidR="00DE50C2" w:rsidRPr="00DE1411">
        <w:t xml:space="preserve"> will receive 1.5(3082) = </w:t>
      </w:r>
      <w:r w:rsidR="00DE50C2" w:rsidRPr="00DE1411">
        <w:rPr>
          <w:u w:val="double"/>
        </w:rPr>
        <w:t>4623 options</w:t>
      </w:r>
      <w:r w:rsidR="00DE50C2" w:rsidRPr="00DE1411">
        <w:t xml:space="preserve">, </w:t>
      </w:r>
    </w:p>
    <w:p w:rsidR="00DE50C2" w:rsidRPr="00DE1411" w:rsidRDefault="0081475C" w:rsidP="004812DF">
      <w:pPr>
        <w:pStyle w:val="ISMss"/>
        <w:tabs>
          <w:tab w:val="clear" w:pos="270"/>
          <w:tab w:val="clear" w:pos="540"/>
          <w:tab w:val="decimal" w:pos="274"/>
          <w:tab w:val="left" w:pos="1354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proofErr w:type="gramStart"/>
      <w:r w:rsidR="00DE50C2" w:rsidRPr="00DE1411">
        <w:t>and</w:t>
      </w:r>
      <w:proofErr w:type="gramEnd"/>
      <w:r w:rsidR="00DE50C2" w:rsidRPr="00DE1411">
        <w:t xml:space="preserve"> each </w:t>
      </w:r>
      <w:r w:rsidR="00DE50C2" w:rsidRPr="00DE1411">
        <w:rPr>
          <w:u w:val="double"/>
        </w:rPr>
        <w:t>executive</w:t>
      </w:r>
      <w:r w:rsidR="00DE50C2" w:rsidRPr="00DE1411">
        <w:t xml:space="preserve"> will receive 2000 + 4623 = </w:t>
      </w:r>
      <w:r w:rsidR="00DE50C2" w:rsidRPr="00DE1411">
        <w:rPr>
          <w:u w:val="double"/>
        </w:rPr>
        <w:t>6623 options</w:t>
      </w:r>
      <w:r w:rsidR="00DE50C2" w:rsidRPr="00DE1411">
        <w:t>.</w:t>
      </w:r>
    </w:p>
    <w:p w:rsidR="00DE50C2" w:rsidRPr="00DE1411" w:rsidRDefault="006638F2" w:rsidP="00AF23E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  <w:t>15.</w:t>
      </w:r>
      <w:r w:rsidRPr="00DE1411">
        <w:tab/>
      </w:r>
      <w:r w:rsidR="00DE50C2" w:rsidRPr="00DE1411">
        <w:t>Step 2: Raisins cost $3.75 per kg; peanuts cost $2.89 per kg.</w:t>
      </w:r>
    </w:p>
    <w:p w:rsidR="00DE50C2" w:rsidRPr="00DE1411" w:rsidRDefault="0081475C" w:rsidP="00AF23E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AF5319" w:rsidRPr="00DE1411">
        <w:tab/>
      </w:r>
      <w:r w:rsidR="00DE50C2" w:rsidRPr="00DE1411">
        <w:t>Cost per kg of ingredients in 50 kg of “trail mix” is to be $3.20.</w:t>
      </w:r>
    </w:p>
    <w:p w:rsidR="00DE50C2" w:rsidRPr="00DE1411" w:rsidRDefault="0081475C" w:rsidP="00AF23E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AF5319" w:rsidRPr="00DE1411">
        <w:tab/>
      </w:r>
      <w:r w:rsidR="00DE50C2" w:rsidRPr="00DE1411">
        <w:t xml:space="preserve">Let </w:t>
      </w:r>
      <w:r w:rsidR="00DE50C2" w:rsidRPr="00DE1411">
        <w:rPr>
          <w:rFonts w:ascii="Times New Roman" w:hAnsi="Times New Roman" w:cs="Times New Roman"/>
          <w:i/>
          <w:iCs/>
        </w:rPr>
        <w:t>p</w:t>
      </w:r>
      <w:r w:rsidR="00DE50C2" w:rsidRPr="00DE1411">
        <w:t xml:space="preserve"> represent the weight of peanuts in the mixture. </w:t>
      </w:r>
    </w:p>
    <w:p w:rsidR="00DE50C2" w:rsidRPr="00DE1411" w:rsidRDefault="0081475C" w:rsidP="00AF23E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 xml:space="preserve">Step 3: Cost of 50 kg of trail mix = Cost of </w:t>
      </w:r>
      <w:r w:rsidR="00DE50C2" w:rsidRPr="00DE1411">
        <w:rPr>
          <w:rFonts w:ascii="Times New Roman" w:hAnsi="Times New Roman" w:cs="Times New Roman"/>
          <w:i/>
          <w:iCs/>
        </w:rPr>
        <w:t>p</w:t>
      </w:r>
      <w:r w:rsidR="00DE50C2" w:rsidRPr="00DE1411">
        <w:t xml:space="preserve"> kg peanuts + Cost of (50 </w:t>
      </w:r>
      <w:r w:rsidR="00DE50C2" w:rsidRPr="00DE1411">
        <w:sym w:font="Symbol" w:char="F02D"/>
      </w:r>
      <w:r w:rsidR="00DE50C2" w:rsidRPr="00DE1411">
        <w:t xml:space="preserve"> </w:t>
      </w:r>
      <w:r w:rsidR="00DE50C2" w:rsidRPr="00DE1411">
        <w:rPr>
          <w:rFonts w:ascii="Times New Roman" w:hAnsi="Times New Roman" w:cs="Times New Roman"/>
          <w:i/>
          <w:iCs/>
        </w:rPr>
        <w:t>p</w:t>
      </w:r>
      <w:r w:rsidR="00DE50C2" w:rsidRPr="00DE1411">
        <w:t>) kg of raisins</w:t>
      </w:r>
    </w:p>
    <w:p w:rsidR="00DE50C2" w:rsidRPr="00DE1411" w:rsidRDefault="0081475C" w:rsidP="00AF23E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 xml:space="preserve">Step 4: 50($3.20) = </w:t>
      </w:r>
      <w:proofErr w:type="gramStart"/>
      <w:r w:rsidR="00DE50C2" w:rsidRPr="00DE1411">
        <w:rPr>
          <w:rFonts w:ascii="Times New Roman" w:hAnsi="Times New Roman" w:cs="Times New Roman"/>
          <w:i/>
          <w:iCs/>
        </w:rPr>
        <w:t>p</w:t>
      </w:r>
      <w:r w:rsidR="00DE50C2" w:rsidRPr="00DE1411">
        <w:t>(</w:t>
      </w:r>
      <w:proofErr w:type="gramEnd"/>
      <w:r w:rsidR="00DE50C2" w:rsidRPr="00DE1411">
        <w:t xml:space="preserve">$2.89) + (50 </w:t>
      </w:r>
      <w:r w:rsidR="00DE50C2" w:rsidRPr="00DE1411">
        <w:sym w:font="Symbol" w:char="F02D"/>
      </w:r>
      <w:r w:rsidR="00DE50C2" w:rsidRPr="00DE1411">
        <w:t xml:space="preserve"> </w:t>
      </w:r>
      <w:r w:rsidR="00DE50C2" w:rsidRPr="00DE1411">
        <w:rPr>
          <w:rFonts w:ascii="Times New Roman" w:hAnsi="Times New Roman" w:cs="Times New Roman"/>
          <w:i/>
          <w:iCs/>
        </w:rPr>
        <w:t>p</w:t>
      </w:r>
      <w:r w:rsidR="00DE50C2" w:rsidRPr="00DE1411">
        <w:t>)($3.75)</w:t>
      </w:r>
    </w:p>
    <w:p w:rsidR="00DE50C2" w:rsidRPr="00DE1411" w:rsidRDefault="0081475C" w:rsidP="00AF23E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>Step 5:</w:t>
      </w:r>
      <w:r w:rsidR="00DE50C2" w:rsidRPr="00DE1411">
        <w:rPr>
          <w:sz w:val="16"/>
          <w:szCs w:val="16"/>
        </w:rPr>
        <w:t xml:space="preserve">  </w:t>
      </w:r>
      <w:r w:rsidR="00DE50C2" w:rsidRPr="00DE1411">
        <w:t>$160.00 = $2.89</w:t>
      </w:r>
      <w:r w:rsidR="00DE50C2" w:rsidRPr="00DE1411">
        <w:rPr>
          <w:rFonts w:ascii="Times New Roman" w:hAnsi="Times New Roman" w:cs="Times New Roman"/>
          <w:i/>
          <w:iCs/>
        </w:rPr>
        <w:t>p</w:t>
      </w:r>
      <w:r w:rsidR="00DE50C2" w:rsidRPr="00DE1411">
        <w:t xml:space="preserve"> + $187.50 </w:t>
      </w:r>
      <w:r w:rsidR="00DE50C2" w:rsidRPr="00DE1411">
        <w:sym w:font="Symbol" w:char="F02D"/>
      </w:r>
      <w:r w:rsidR="00DE50C2" w:rsidRPr="00DE1411">
        <w:t xml:space="preserve"> $3.75</w:t>
      </w:r>
      <w:r w:rsidR="00DE50C2" w:rsidRPr="00DE1411">
        <w:rPr>
          <w:rFonts w:ascii="Times New Roman" w:hAnsi="Times New Roman" w:cs="Times New Roman"/>
          <w:i/>
          <w:iCs/>
        </w:rPr>
        <w:t>p</w:t>
      </w:r>
    </w:p>
    <w:p w:rsidR="00DE50C2" w:rsidRPr="00DE1411" w:rsidRDefault="0081475C" w:rsidP="00AF23E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AF23E0" w:rsidRPr="00DE1411">
        <w:tab/>
      </w:r>
      <w:r w:rsidR="00DE50C2" w:rsidRPr="00DE1411">
        <w:sym w:font="Symbol" w:char="F02D"/>
      </w:r>
      <w:r w:rsidR="00DE50C2" w:rsidRPr="00DE1411">
        <w:t xml:space="preserve">$27.50 = </w:t>
      </w:r>
      <w:r w:rsidR="00DE50C2" w:rsidRPr="00DE1411">
        <w:sym w:font="Symbol" w:char="F02D"/>
      </w:r>
      <w:r w:rsidR="00DE50C2" w:rsidRPr="00DE1411">
        <w:t>$0.86</w:t>
      </w:r>
      <w:r w:rsidR="00DE50C2" w:rsidRPr="00DE1411">
        <w:rPr>
          <w:rFonts w:ascii="Times New Roman" w:hAnsi="Times New Roman" w:cs="Times New Roman"/>
          <w:i/>
          <w:iCs/>
        </w:rPr>
        <w:t>p</w:t>
      </w:r>
    </w:p>
    <w:p w:rsidR="00DE50C2" w:rsidRPr="00DE1411" w:rsidRDefault="0081475C" w:rsidP="00AF23E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="00AF23E0" w:rsidRPr="00DE1411">
        <w:rPr>
          <w:rFonts w:ascii="Times New Roman" w:hAnsi="Times New Roman" w:cs="Times New Roman"/>
          <w:i/>
          <w:iCs/>
        </w:rPr>
        <w:tab/>
      </w:r>
      <w:r w:rsidR="00C34853" w:rsidRPr="00DE1411">
        <w:rPr>
          <w:rFonts w:ascii="Times New Roman" w:hAnsi="Times New Roman" w:cs="Times New Roman"/>
          <w:i/>
          <w:iCs/>
        </w:rPr>
        <w:tab/>
        <w:t xml:space="preserve">          </w:t>
      </w:r>
      <w:r w:rsidR="00DE50C2" w:rsidRPr="00DE1411">
        <w:rPr>
          <w:rFonts w:ascii="Times New Roman" w:hAnsi="Times New Roman" w:cs="Times New Roman"/>
          <w:i/>
          <w:iCs/>
        </w:rPr>
        <w:t xml:space="preserve">p </w:t>
      </w:r>
      <w:r w:rsidR="00DE50C2" w:rsidRPr="00DE1411">
        <w:t>= 31.98 kg</w:t>
      </w:r>
      <w:r w:rsidR="00392FD8" w:rsidRPr="00DE1411">
        <w:t xml:space="preserve"> peanuts</w:t>
      </w:r>
    </w:p>
    <w:p w:rsidR="00392FD8" w:rsidRPr="00DE1411" w:rsidRDefault="0081475C" w:rsidP="00AF23E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rPr>
          <w:iCs/>
        </w:rPr>
        <w:tab/>
      </w:r>
      <w:r w:rsidRPr="00DE1411">
        <w:rPr>
          <w:iCs/>
        </w:rPr>
        <w:tab/>
      </w:r>
      <w:r w:rsidR="00AF23E0" w:rsidRPr="00DE1411">
        <w:rPr>
          <w:iCs/>
        </w:rPr>
        <w:tab/>
      </w:r>
      <w:r w:rsidR="00392FD8" w:rsidRPr="00DE1411">
        <w:rPr>
          <w:iCs/>
        </w:rPr>
        <w:t xml:space="preserve">(50 – </w:t>
      </w:r>
      <w:proofErr w:type="gramStart"/>
      <w:r w:rsidR="00392FD8" w:rsidRPr="00DE1411">
        <w:rPr>
          <w:i/>
          <w:iCs/>
        </w:rPr>
        <w:t>p</w:t>
      </w:r>
      <w:proofErr w:type="gramEnd"/>
      <w:r w:rsidR="00392FD8" w:rsidRPr="00DE1411">
        <w:rPr>
          <w:iCs/>
        </w:rPr>
        <w:t>) = 50 – 31.98 = 18.0 kg raisins</w:t>
      </w:r>
    </w:p>
    <w:p w:rsidR="00DE50C2" w:rsidRPr="00DE1411" w:rsidRDefault="0081475C" w:rsidP="00AF23E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EB1FB5">
        <w:rPr>
          <w:iCs/>
        </w:rPr>
        <w:tab/>
      </w:r>
      <w:r w:rsidRPr="00EB1FB5">
        <w:rPr>
          <w:iCs/>
        </w:rPr>
        <w:tab/>
      </w:r>
      <w:r w:rsidR="00DE50C2" w:rsidRPr="00DE1411">
        <w:rPr>
          <w:u w:val="double"/>
        </w:rPr>
        <w:t>32.0 kg of peanuts</w:t>
      </w:r>
      <w:r w:rsidR="00DE50C2" w:rsidRPr="00DE1411">
        <w:t xml:space="preserve"> should be mixed with </w:t>
      </w:r>
      <w:r w:rsidR="00DE50C2" w:rsidRPr="00DE1411">
        <w:rPr>
          <w:u w:val="double"/>
        </w:rPr>
        <w:t>18.0 kg of raisins</w:t>
      </w:r>
      <w:r w:rsidR="00DE50C2" w:rsidRPr="00DE1411">
        <w:t>.</w:t>
      </w:r>
    </w:p>
    <w:p w:rsidR="00DE50C2" w:rsidRPr="00DE1411" w:rsidRDefault="006638F2" w:rsidP="00B963F6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  <w:t>1</w:t>
      </w:r>
      <w:r w:rsidR="00EF5A49" w:rsidRPr="00DE1411">
        <w:t>7</w:t>
      </w:r>
      <w:r w:rsidRPr="00DE1411">
        <w:t>.</w:t>
      </w:r>
      <w:r w:rsidRPr="00DE1411">
        <w:tab/>
      </w:r>
      <w:r w:rsidR="00DE50C2" w:rsidRPr="00DE1411">
        <w:t>Step 2: Total investment = $32,760</w:t>
      </w:r>
    </w:p>
    <w:p w:rsidR="00DE50C2" w:rsidRPr="00DE1411" w:rsidRDefault="0081475C" w:rsidP="00B963F6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B963F6" w:rsidRPr="00DE1411">
        <w:tab/>
      </w:r>
      <w:r w:rsidR="00DE50C2" w:rsidRPr="00DE1411">
        <w:t>Sue</w:t>
      </w:r>
      <w:r w:rsidR="00EB1FB5">
        <w:t>’</w:t>
      </w:r>
      <w:r w:rsidR="00DE50C2" w:rsidRPr="00DE1411">
        <w:t>s investment = 1.2(Joan</w:t>
      </w:r>
      <w:r w:rsidR="00EB1FB5">
        <w:t>’</w:t>
      </w:r>
      <w:r w:rsidR="00DE50C2" w:rsidRPr="00DE1411">
        <w:t xml:space="preserve">s investment) </w:t>
      </w:r>
    </w:p>
    <w:p w:rsidR="00DE50C2" w:rsidRPr="00DE1411" w:rsidRDefault="0081475C" w:rsidP="00B963F6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B963F6" w:rsidRPr="00DE1411">
        <w:tab/>
      </w:r>
      <w:r w:rsidR="00DE50C2" w:rsidRPr="00DE1411">
        <w:t xml:space="preserve">Joan’s investment = 1.2(Stella’s investment) </w:t>
      </w:r>
    </w:p>
    <w:p w:rsidR="00DE50C2" w:rsidRPr="00DE1411" w:rsidRDefault="0081475C" w:rsidP="00B963F6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B963F6" w:rsidRPr="00DE1411">
        <w:tab/>
      </w:r>
      <w:r w:rsidR="00DE50C2" w:rsidRPr="00DE1411">
        <w:t>Let L represent Stella</w:t>
      </w:r>
      <w:r w:rsidR="00596111">
        <w:t>’</w:t>
      </w:r>
      <w:r w:rsidR="00DE50C2" w:rsidRPr="00DE1411">
        <w:t>s investment.</w:t>
      </w:r>
    </w:p>
    <w:p w:rsidR="00DE50C2" w:rsidRPr="00DE1411" w:rsidRDefault="0081475C" w:rsidP="00B963F6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>Step 3: Sue</w:t>
      </w:r>
      <w:r w:rsidR="00596111">
        <w:t>’</w:t>
      </w:r>
      <w:r w:rsidR="00DE50C2" w:rsidRPr="00DE1411">
        <w:t>s investment + Joan</w:t>
      </w:r>
      <w:r w:rsidR="00596111">
        <w:t>’</w:t>
      </w:r>
      <w:r w:rsidR="00DE50C2" w:rsidRPr="00DE1411">
        <w:t xml:space="preserve">s investment + Stella’s </w:t>
      </w:r>
      <w:proofErr w:type="gramStart"/>
      <w:r w:rsidR="00DE50C2" w:rsidRPr="00DE1411">
        <w:t>investment  =</w:t>
      </w:r>
      <w:proofErr w:type="gramEnd"/>
      <w:r w:rsidR="00DE50C2" w:rsidRPr="00DE1411">
        <w:t xml:space="preserve">  Total investment</w:t>
      </w:r>
    </w:p>
    <w:p w:rsidR="00DE50C2" w:rsidRPr="00DE1411" w:rsidRDefault="0081475C" w:rsidP="00B963F6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>Step 4: Joan’s investment = 1.2L</w:t>
      </w:r>
    </w:p>
    <w:p w:rsidR="00DE50C2" w:rsidRPr="00DE1411" w:rsidRDefault="0081475C" w:rsidP="00B963F6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B963F6" w:rsidRPr="00DE1411">
        <w:tab/>
        <w:t xml:space="preserve"> </w:t>
      </w:r>
      <w:r w:rsidR="00DE50C2" w:rsidRPr="00DE1411">
        <w:t>Sue’s investment = 1.2(1.2L) = 1.44L</w:t>
      </w:r>
    </w:p>
    <w:p w:rsidR="00DE50C2" w:rsidRPr="00DE1411" w:rsidRDefault="0081475C" w:rsidP="00B963F6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B963F6" w:rsidRPr="00DE1411">
        <w:tab/>
        <w:t xml:space="preserve">  </w:t>
      </w:r>
      <w:r w:rsidR="00DE50C2" w:rsidRPr="00DE1411">
        <w:t>1.44L + 1.2L + L = $32,760</w:t>
      </w:r>
    </w:p>
    <w:p w:rsidR="00DE50C2" w:rsidRPr="00DE1411" w:rsidRDefault="0081475C" w:rsidP="00B963F6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B963F6" w:rsidRPr="00DE1411">
        <w:t xml:space="preserve">Step 5:                    </w:t>
      </w:r>
      <w:r w:rsidR="00DE50C2" w:rsidRPr="00DE1411">
        <w:t>3.64L = $32,760</w:t>
      </w:r>
    </w:p>
    <w:p w:rsidR="00DE50C2" w:rsidRPr="00DE1411" w:rsidRDefault="0081475C" w:rsidP="00B963F6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B963F6" w:rsidRPr="00DE1411">
        <w:tab/>
      </w:r>
      <w:r w:rsidR="00B963F6" w:rsidRPr="00DE1411">
        <w:tab/>
      </w:r>
      <w:r w:rsidR="00B963F6" w:rsidRPr="00DE1411">
        <w:tab/>
      </w:r>
      <w:r w:rsidR="00B963F6" w:rsidRPr="00DE1411">
        <w:tab/>
        <w:t xml:space="preserve"> </w:t>
      </w:r>
      <w:r w:rsidR="00DE50C2" w:rsidRPr="00DE1411">
        <w:t xml:space="preserve">L = </w:t>
      </w:r>
      <w:r w:rsidR="00DE50C2" w:rsidRPr="00DE1411">
        <w:rPr>
          <w:position w:val="-22"/>
        </w:rPr>
        <w:object w:dxaOrig="1760" w:dyaOrig="580">
          <v:shape id="_x0000_i1091" type="#_x0000_t75" style="width:88.5pt;height:27.75pt" o:ole="" fillcolor="window">
            <v:imagedata r:id="rId135" o:title=""/>
          </v:shape>
          <o:OLEObject Type="Embed" ProgID="Equation.3" ShapeID="_x0000_i1091" DrawAspect="Content" ObjectID="_1654950825" r:id="rId136"/>
        </w:object>
      </w:r>
    </w:p>
    <w:p w:rsidR="00DE50C2" w:rsidRPr="00DE1411" w:rsidRDefault="0081475C" w:rsidP="00B963F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="00B963F6" w:rsidRPr="00DE1411">
        <w:tab/>
      </w:r>
      <w:r w:rsidR="00DE50C2" w:rsidRPr="00DE1411">
        <w:rPr>
          <w:u w:val="double"/>
        </w:rPr>
        <w:t xml:space="preserve">Stella will </w:t>
      </w:r>
      <w:r w:rsidR="0029638F" w:rsidRPr="00DE1411">
        <w:rPr>
          <w:u w:val="double"/>
        </w:rPr>
        <w:t>invest</w:t>
      </w:r>
      <w:r w:rsidR="00DE50C2" w:rsidRPr="00DE1411">
        <w:rPr>
          <w:u w:val="double"/>
        </w:rPr>
        <w:t xml:space="preserve"> $9000</w:t>
      </w:r>
      <w:r w:rsidR="00DE50C2" w:rsidRPr="00DE1411">
        <w:t xml:space="preserve">, </w:t>
      </w:r>
      <w:r w:rsidR="00DE50C2" w:rsidRPr="00DE1411">
        <w:rPr>
          <w:u w:val="double"/>
        </w:rPr>
        <w:t xml:space="preserve">Joan will </w:t>
      </w:r>
      <w:r w:rsidR="0029638F" w:rsidRPr="00DE1411">
        <w:rPr>
          <w:u w:val="double"/>
        </w:rPr>
        <w:t>invest</w:t>
      </w:r>
      <w:r w:rsidR="00DE50C2" w:rsidRPr="00DE1411">
        <w:t xml:space="preserve"> 1.2($9000) = </w:t>
      </w:r>
      <w:r w:rsidR="00DE50C2" w:rsidRPr="00DE1411">
        <w:rPr>
          <w:u w:val="double"/>
        </w:rPr>
        <w:t>$10,800</w:t>
      </w:r>
      <w:r w:rsidR="00DE50C2" w:rsidRPr="00DE1411">
        <w:t xml:space="preserve">, and </w:t>
      </w:r>
    </w:p>
    <w:p w:rsidR="00DE50C2" w:rsidRPr="00DE1411" w:rsidRDefault="0081475C" w:rsidP="00B963F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="00B963F6" w:rsidRPr="00DE1411">
        <w:tab/>
      </w:r>
      <w:r w:rsidR="00DE50C2" w:rsidRPr="00DE1411">
        <w:rPr>
          <w:u w:val="double"/>
        </w:rPr>
        <w:t xml:space="preserve">Sue will </w:t>
      </w:r>
      <w:r w:rsidR="0029638F" w:rsidRPr="00DE1411">
        <w:rPr>
          <w:u w:val="double"/>
        </w:rPr>
        <w:t>invest</w:t>
      </w:r>
      <w:r w:rsidR="00DE50C2" w:rsidRPr="00DE1411">
        <w:t xml:space="preserve"> 1.2($10,800) = </w:t>
      </w:r>
      <w:r w:rsidR="00DE50C2" w:rsidRPr="00DE1411">
        <w:rPr>
          <w:u w:val="double"/>
        </w:rPr>
        <w:t>$12,960</w:t>
      </w:r>
    </w:p>
    <w:p w:rsidR="00DE50C2" w:rsidRPr="00DE1411" w:rsidRDefault="006638F2" w:rsidP="00EB0AD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="00EF5A49" w:rsidRPr="00DE1411">
        <w:t>19</w:t>
      </w:r>
      <w:r w:rsidRPr="00DE1411">
        <w:t>.</w:t>
      </w:r>
      <w:r w:rsidRPr="00DE1411">
        <w:tab/>
      </w:r>
      <w:r w:rsidR="00DE50C2" w:rsidRPr="00DE1411">
        <w:t>Step 2: Time to make X is 20 minutes.</w:t>
      </w:r>
    </w:p>
    <w:p w:rsidR="00DE50C2" w:rsidRPr="00DE1411" w:rsidRDefault="0081475C" w:rsidP="00EB0AD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EB0AD0" w:rsidRPr="00DE1411">
        <w:tab/>
      </w:r>
      <w:r w:rsidR="00DE50C2" w:rsidRPr="00DE1411">
        <w:t>Time to make Y is 30 minutes.</w:t>
      </w:r>
    </w:p>
    <w:p w:rsidR="00DE50C2" w:rsidRPr="00DE1411" w:rsidRDefault="0081475C" w:rsidP="00EB0AD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EB0AD0" w:rsidRPr="00DE1411">
        <w:tab/>
      </w:r>
      <w:r w:rsidR="00DE50C2" w:rsidRPr="00DE1411">
        <w:t>Total time is 47 hours. Total units = 120. Let Y represent the number of units of Y.</w:t>
      </w:r>
    </w:p>
    <w:p w:rsidR="00DE50C2" w:rsidRPr="00DE1411" w:rsidRDefault="0081475C" w:rsidP="00EB0AD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 xml:space="preserve">Step 3: Total time = (Number of X) </w:t>
      </w:r>
      <w:r w:rsidR="00DE50C2" w:rsidRPr="00DE1411">
        <w:rPr>
          <w:sz w:val="24"/>
          <w:szCs w:val="24"/>
        </w:rPr>
        <w:sym w:font="Symbol" w:char="F0B4"/>
      </w:r>
      <w:r w:rsidR="00DE50C2" w:rsidRPr="00DE1411">
        <w:t xml:space="preserve"> (Time for X) + (Number of Y) </w:t>
      </w:r>
      <w:r w:rsidR="00DE50C2" w:rsidRPr="00DE1411">
        <w:rPr>
          <w:sz w:val="24"/>
          <w:szCs w:val="24"/>
        </w:rPr>
        <w:sym w:font="Symbol" w:char="F0B4"/>
      </w:r>
      <w:r w:rsidR="00DE50C2" w:rsidRPr="00DE1411">
        <w:t xml:space="preserve"> (Time for Y)</w:t>
      </w:r>
    </w:p>
    <w:p w:rsidR="00DE50C2" w:rsidRPr="00DE1411" w:rsidRDefault="0081475C" w:rsidP="00EB0AD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 xml:space="preserve">Step 4: 47 </w:t>
      </w:r>
      <w:r w:rsidR="00DE50C2" w:rsidRPr="00DE1411">
        <w:rPr>
          <w:sz w:val="24"/>
          <w:szCs w:val="24"/>
        </w:rPr>
        <w:sym w:font="Symbol" w:char="F0B4"/>
      </w:r>
      <w:r w:rsidR="00DE50C2" w:rsidRPr="00DE1411">
        <w:t xml:space="preserve"> 60 = (120 – Y</w:t>
      </w:r>
      <w:proofErr w:type="gramStart"/>
      <w:r w:rsidR="00DE50C2" w:rsidRPr="00DE1411">
        <w:t>)20</w:t>
      </w:r>
      <w:proofErr w:type="gramEnd"/>
      <w:r w:rsidR="00DE50C2" w:rsidRPr="00DE1411">
        <w:t xml:space="preserve"> + Y(30)</w:t>
      </w:r>
    </w:p>
    <w:p w:rsidR="004363C5" w:rsidRPr="00DE1411" w:rsidRDefault="004363C5">
      <w:pPr>
        <w:rPr>
          <w:rFonts w:ascii="Arial" w:hAnsi="Arial" w:cs="Arial"/>
          <w:sz w:val="22"/>
          <w:szCs w:val="22"/>
          <w:lang w:val="en-CA"/>
        </w:rPr>
      </w:pPr>
      <w:r w:rsidRPr="00DE1411">
        <w:br w:type="page"/>
      </w:r>
    </w:p>
    <w:p w:rsidR="00DE50C2" w:rsidRPr="00DE1411" w:rsidRDefault="0081475C" w:rsidP="00EB0AD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lastRenderedPageBreak/>
        <w:tab/>
      </w:r>
      <w:r w:rsidRPr="00DE1411">
        <w:tab/>
      </w:r>
      <w:r w:rsidR="00DE50C2" w:rsidRPr="00DE1411">
        <w:t>Step 5: 2820 = 2400 – 20Y + 30Y</w:t>
      </w:r>
    </w:p>
    <w:p w:rsidR="00DE50C2" w:rsidRPr="00DE1411" w:rsidRDefault="0081475C" w:rsidP="00EB0AD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EB0AD0" w:rsidRPr="00DE1411">
        <w:tab/>
      </w:r>
      <w:r w:rsidR="004363C5" w:rsidRPr="00DE1411">
        <w:t xml:space="preserve">  </w:t>
      </w:r>
      <w:r w:rsidR="00DE50C2" w:rsidRPr="00DE1411">
        <w:t>420 = 10Y</w:t>
      </w:r>
    </w:p>
    <w:p w:rsidR="00DE50C2" w:rsidRPr="00DE1411" w:rsidRDefault="0081475C" w:rsidP="00EB0AD0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EB0AD0" w:rsidRPr="00DE1411">
        <w:tab/>
      </w:r>
      <w:r w:rsidR="004363C5" w:rsidRPr="00DE1411">
        <w:t xml:space="preserve">     </w:t>
      </w:r>
      <w:r w:rsidR="00DE50C2" w:rsidRPr="00DE1411">
        <w:t xml:space="preserve">Y = </w:t>
      </w:r>
      <w:r w:rsidR="00DE50C2" w:rsidRPr="00DE1411">
        <w:rPr>
          <w:u w:val="double"/>
        </w:rPr>
        <w:t>42</w:t>
      </w:r>
    </w:p>
    <w:p w:rsidR="00DE50C2" w:rsidRPr="00DE1411" w:rsidRDefault="0081475C" w:rsidP="00EB0AD0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="00EB0AD0" w:rsidRPr="00DE1411">
        <w:tab/>
      </w:r>
      <w:r w:rsidR="00DE50C2" w:rsidRPr="00DE1411">
        <w:t>Forty</w:t>
      </w:r>
      <w:r w:rsidR="00DE50C2" w:rsidRPr="00DE1411">
        <w:noBreakHyphen/>
        <w:t xml:space="preserve">two units of product Y were manufactured. </w:t>
      </w:r>
    </w:p>
    <w:p w:rsidR="00DE50C2" w:rsidRPr="00DE1411" w:rsidRDefault="006638F2" w:rsidP="00697878">
      <w:pPr>
        <w:tabs>
          <w:tab w:val="decimal" w:pos="274"/>
          <w:tab w:val="left" w:pos="1325"/>
        </w:tabs>
        <w:suppressAutoHyphens/>
        <w:spacing w:after="120"/>
        <w:ind w:left="547" w:hanging="547"/>
        <w:jc w:val="both"/>
        <w:rPr>
          <w:rFonts w:ascii="Arial" w:hAnsi="Arial" w:cs="Arial"/>
          <w:sz w:val="22"/>
          <w:szCs w:val="22"/>
        </w:rPr>
      </w:pPr>
      <w:r w:rsidRPr="00DE1411">
        <w:rPr>
          <w:rFonts w:ascii="Arial" w:hAnsi="Arial" w:cs="Arial"/>
          <w:sz w:val="22"/>
          <w:szCs w:val="22"/>
          <w:lang w:val="en-CA"/>
        </w:rPr>
        <w:tab/>
        <w:t>2</w:t>
      </w:r>
      <w:r w:rsidR="00EF5A49" w:rsidRPr="00DE1411">
        <w:rPr>
          <w:rFonts w:ascii="Arial" w:hAnsi="Arial" w:cs="Arial"/>
          <w:sz w:val="22"/>
          <w:szCs w:val="22"/>
          <w:lang w:val="en-CA"/>
        </w:rPr>
        <w:t>1</w:t>
      </w:r>
      <w:r w:rsidRPr="00DE1411">
        <w:rPr>
          <w:rFonts w:ascii="Arial" w:hAnsi="Arial" w:cs="Arial"/>
          <w:sz w:val="22"/>
          <w:szCs w:val="22"/>
          <w:lang w:val="en-CA"/>
        </w:rPr>
        <w:t>.</w:t>
      </w:r>
      <w:r w:rsidRPr="00DE1411">
        <w:rPr>
          <w:rFonts w:ascii="Arial" w:hAnsi="Arial" w:cs="Arial"/>
          <w:sz w:val="22"/>
          <w:szCs w:val="22"/>
          <w:lang w:val="en-CA"/>
        </w:rPr>
        <w:tab/>
      </w:r>
      <w:r w:rsidR="00DE50C2" w:rsidRPr="00DE1411">
        <w:rPr>
          <w:rFonts w:ascii="Arial" w:hAnsi="Arial" w:cs="Arial"/>
          <w:sz w:val="22"/>
          <w:szCs w:val="22"/>
        </w:rPr>
        <w:t>Step 2: Each of 4 children receive 0.5(Wife</w:t>
      </w:r>
      <w:r w:rsidR="001600A3">
        <w:rPr>
          <w:rFonts w:ascii="Arial" w:hAnsi="Arial" w:cs="Arial"/>
          <w:sz w:val="22"/>
          <w:szCs w:val="22"/>
        </w:rPr>
        <w:t>’</w:t>
      </w:r>
      <w:r w:rsidR="00DE50C2" w:rsidRPr="00DE1411">
        <w:rPr>
          <w:rFonts w:ascii="Arial" w:hAnsi="Arial" w:cs="Arial"/>
          <w:sz w:val="22"/>
          <w:szCs w:val="22"/>
        </w:rPr>
        <w:t>s share).</w:t>
      </w:r>
    </w:p>
    <w:p w:rsidR="00DE50C2" w:rsidRPr="00DE1411" w:rsidRDefault="0081475C" w:rsidP="00697878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697878" w:rsidRPr="00DE1411">
        <w:tab/>
      </w:r>
      <w:r w:rsidR="00DE50C2" w:rsidRPr="00DE1411">
        <w:t xml:space="preserve">Each of 13 grandchildren receive </w:t>
      </w:r>
      <w:r w:rsidR="00DE50C2" w:rsidRPr="00DE1411">
        <w:rPr>
          <w:position w:val="-6"/>
        </w:rPr>
        <w:object w:dxaOrig="360" w:dyaOrig="320">
          <v:shape id="_x0000_i1092" type="#_x0000_t75" style="width:18pt;height:17.25pt" o:ole="" fillcolor="window">
            <v:imagedata r:id="rId137" o:title=""/>
          </v:shape>
          <o:OLEObject Type="Embed" ProgID="Equation.3" ShapeID="_x0000_i1092" DrawAspect="Content" ObjectID="_1654950826" r:id="rId138"/>
        </w:object>
      </w:r>
      <w:r w:rsidR="00DE50C2" w:rsidRPr="00DE1411">
        <w:t>(Child</w:t>
      </w:r>
      <w:r w:rsidR="001600A3">
        <w:t>’</w:t>
      </w:r>
      <w:r w:rsidR="00DE50C2" w:rsidRPr="00DE1411">
        <w:t>s share).</w:t>
      </w:r>
    </w:p>
    <w:p w:rsidR="00DE50C2" w:rsidRPr="00DE1411" w:rsidRDefault="0081475C" w:rsidP="00697878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697878" w:rsidRPr="00DE1411">
        <w:tab/>
      </w:r>
      <w:r w:rsidR="00DE50C2" w:rsidRPr="00DE1411">
        <w:t>Total distribution = $759,000. Let w represent the wife</w:t>
      </w:r>
      <w:r w:rsidR="001600A3">
        <w:t>’</w:t>
      </w:r>
      <w:r w:rsidR="00DE50C2" w:rsidRPr="00DE1411">
        <w:t xml:space="preserve">s share. </w:t>
      </w:r>
    </w:p>
    <w:p w:rsidR="00DE50C2" w:rsidRPr="00DE1411" w:rsidRDefault="0081475C" w:rsidP="00697878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>Step 3: Total amount = Wife</w:t>
      </w:r>
      <w:r w:rsidR="001600A3">
        <w:t>’</w:t>
      </w:r>
      <w:r w:rsidR="00DE50C2" w:rsidRPr="00DE1411">
        <w:t>s share + 4(Child</w:t>
      </w:r>
      <w:r w:rsidR="001600A3">
        <w:t>’</w:t>
      </w:r>
      <w:r w:rsidR="00DE50C2" w:rsidRPr="00DE1411">
        <w:t>s share) + 13(Grandchild</w:t>
      </w:r>
      <w:r w:rsidR="001600A3">
        <w:t>’</w:t>
      </w:r>
      <w:r w:rsidR="00DE50C2" w:rsidRPr="00DE1411">
        <w:t>s share)</w:t>
      </w:r>
    </w:p>
    <w:p w:rsidR="00DE50C2" w:rsidRPr="00DE1411" w:rsidRDefault="0081475C" w:rsidP="00697878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>Step 4: $759,000 = w + 4(0.5w) + 13</w:t>
      </w:r>
      <w:r w:rsidR="00DE50C2" w:rsidRPr="00DE1411">
        <w:rPr>
          <w:position w:val="-10"/>
        </w:rPr>
        <w:object w:dxaOrig="460" w:dyaOrig="360">
          <v:shape id="_x0000_i1093" type="#_x0000_t75" style="width:22.5pt;height:18pt" o:ole="" fillcolor="window">
            <v:imagedata r:id="rId139" o:title=""/>
          </v:shape>
          <o:OLEObject Type="Embed" ProgID="Equation.3" ShapeID="_x0000_i1093" DrawAspect="Content" ObjectID="_1654950827" r:id="rId140"/>
        </w:object>
      </w:r>
      <w:r w:rsidR="00DE50C2" w:rsidRPr="00DE1411">
        <w:t>(0.5w)</w:t>
      </w:r>
    </w:p>
    <w:p w:rsidR="00DE50C2" w:rsidRPr="00DE1411" w:rsidRDefault="0081475C" w:rsidP="00697878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 xml:space="preserve">Step 5: $759,000 = w + 2w + </w:t>
      </w:r>
      <w:r w:rsidR="00DE50C2" w:rsidRPr="00DE1411">
        <w:rPr>
          <w:position w:val="-6"/>
        </w:rPr>
        <w:object w:dxaOrig="620" w:dyaOrig="320">
          <v:shape id="_x0000_i1094" type="#_x0000_t75" style="width:30.75pt;height:17.25pt" o:ole="" fillcolor="window">
            <v:imagedata r:id="rId141" o:title=""/>
          </v:shape>
          <o:OLEObject Type="Embed" ProgID="Equation.3" ShapeID="_x0000_i1094" DrawAspect="Content" ObjectID="_1654950828" r:id="rId142"/>
        </w:object>
      </w:r>
    </w:p>
    <w:p w:rsidR="00DE50C2" w:rsidRPr="00DE1411" w:rsidRDefault="0081475C" w:rsidP="00697878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697878" w:rsidRPr="00DE1411">
        <w:tab/>
      </w:r>
      <w:r w:rsidR="00697878" w:rsidRPr="00DE1411">
        <w:tab/>
      </w:r>
      <w:r w:rsidR="00697878" w:rsidRPr="00DE1411">
        <w:tab/>
        <w:t xml:space="preserve">  </w:t>
      </w:r>
      <w:r w:rsidR="00DE50C2" w:rsidRPr="00DE1411">
        <w:t xml:space="preserve">= </w:t>
      </w:r>
      <w:r w:rsidR="00DE50C2" w:rsidRPr="00DE1411">
        <w:rPr>
          <w:position w:val="-6"/>
        </w:rPr>
        <w:object w:dxaOrig="620" w:dyaOrig="320">
          <v:shape id="_x0000_i1095" type="#_x0000_t75" style="width:30.75pt;height:17.25pt" o:ole="" fillcolor="window">
            <v:imagedata r:id="rId143" o:title=""/>
          </v:shape>
          <o:OLEObject Type="Embed" ProgID="Equation.3" ShapeID="_x0000_i1095" DrawAspect="Content" ObjectID="_1654950829" r:id="rId144"/>
        </w:object>
      </w:r>
    </w:p>
    <w:p w:rsidR="00DE50C2" w:rsidRPr="00DE1411" w:rsidRDefault="0081475C" w:rsidP="00697878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697878" w:rsidRPr="00DE1411">
        <w:tab/>
      </w:r>
      <w:r w:rsidR="00697878" w:rsidRPr="00DE1411">
        <w:tab/>
        <w:t xml:space="preserve">          </w:t>
      </w:r>
      <w:r w:rsidR="00DE50C2" w:rsidRPr="00DE1411">
        <w:t>w = $146,903.23</w:t>
      </w:r>
    </w:p>
    <w:p w:rsidR="00DE50C2" w:rsidRPr="00DE1411" w:rsidRDefault="0081475C" w:rsidP="00697878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C23341">
        <w:tab/>
      </w:r>
      <w:r w:rsidRPr="00C23341">
        <w:tab/>
      </w:r>
      <w:r w:rsidR="00697878" w:rsidRPr="00C23341">
        <w:tab/>
      </w:r>
      <w:r w:rsidR="00DE50C2" w:rsidRPr="00DE1411">
        <w:rPr>
          <w:u w:val="double"/>
        </w:rPr>
        <w:t>Each child will receive</w:t>
      </w:r>
      <w:r w:rsidR="00DE50C2" w:rsidRPr="00DE1411">
        <w:t xml:space="preserve"> 0.5($146,903.23) = </w:t>
      </w:r>
      <w:r w:rsidR="00DE50C2" w:rsidRPr="00DE1411">
        <w:rPr>
          <w:u w:val="double"/>
        </w:rPr>
        <w:t>$73,451.62</w:t>
      </w:r>
    </w:p>
    <w:p w:rsidR="00DE50C2" w:rsidRPr="00DE1411" w:rsidRDefault="0081475C" w:rsidP="00697878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="00697878" w:rsidRPr="00DE1411">
        <w:tab/>
      </w:r>
      <w:proofErr w:type="gramStart"/>
      <w:r w:rsidR="00DE50C2" w:rsidRPr="00DE1411">
        <w:t>and</w:t>
      </w:r>
      <w:proofErr w:type="gramEnd"/>
      <w:r w:rsidR="00DE50C2" w:rsidRPr="00DE1411">
        <w:t xml:space="preserve"> </w:t>
      </w:r>
      <w:r w:rsidR="00DE50C2" w:rsidRPr="00DE1411">
        <w:rPr>
          <w:u w:val="double"/>
        </w:rPr>
        <w:t>each grandchild will receive</w:t>
      </w:r>
      <w:r w:rsidR="00DE50C2" w:rsidRPr="00DE1411">
        <w:t xml:space="preserve"> </w:t>
      </w:r>
      <w:r w:rsidR="00DE50C2" w:rsidRPr="00DE1411">
        <w:rPr>
          <w:position w:val="-6"/>
        </w:rPr>
        <w:object w:dxaOrig="360" w:dyaOrig="320">
          <v:shape id="_x0000_i1096" type="#_x0000_t75" style="width:18pt;height:17.25pt" o:ole="" fillcolor="window">
            <v:imagedata r:id="rId137" o:title=""/>
          </v:shape>
          <o:OLEObject Type="Embed" ProgID="Equation.3" ShapeID="_x0000_i1096" DrawAspect="Content" ObjectID="_1654950830" r:id="rId145"/>
        </w:object>
      </w:r>
      <w:r w:rsidR="00DE50C2" w:rsidRPr="00DE1411">
        <w:t xml:space="preserve">($73,451.62) = </w:t>
      </w:r>
      <w:r w:rsidR="00DE50C2" w:rsidRPr="00DE1411">
        <w:rPr>
          <w:u w:val="double"/>
        </w:rPr>
        <w:t>$24,483.87</w:t>
      </w:r>
      <w:r w:rsidR="00DE50C2" w:rsidRPr="00DE1411">
        <w:t>.</w:t>
      </w:r>
    </w:p>
    <w:p w:rsidR="00DE50C2" w:rsidRPr="00DE1411" w:rsidRDefault="006638F2" w:rsidP="00697878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  <w:t>2</w:t>
      </w:r>
      <w:r w:rsidR="00EF5A49" w:rsidRPr="00DE1411">
        <w:t>3</w:t>
      </w:r>
      <w:r w:rsidRPr="00DE1411">
        <w:t>.</w:t>
      </w:r>
      <w:r w:rsidRPr="00DE1411">
        <w:tab/>
      </w:r>
      <w:r w:rsidR="00697878" w:rsidRPr="00DE1411">
        <w:t xml:space="preserve">Step 2: Hillside charge   </w:t>
      </w:r>
      <w:r w:rsidR="00DE50C2" w:rsidRPr="00DE1411">
        <w:t xml:space="preserve"> = 2(Barnett charge) – $1000</w:t>
      </w:r>
    </w:p>
    <w:p w:rsidR="00DE50C2" w:rsidRPr="00DE1411" w:rsidRDefault="0081475C" w:rsidP="00697878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697878" w:rsidRPr="00DE1411">
        <w:tab/>
      </w:r>
      <w:r w:rsidR="00DE50C2" w:rsidRPr="00DE1411">
        <w:t>Westside charge = Hillside charge + $2000</w:t>
      </w:r>
    </w:p>
    <w:p w:rsidR="00DE50C2" w:rsidRPr="00DE1411" w:rsidRDefault="0081475C" w:rsidP="00697878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697878" w:rsidRPr="00DE1411">
        <w:tab/>
      </w:r>
      <w:r w:rsidR="00DE50C2" w:rsidRPr="00DE1411">
        <w:t>Total charge</w:t>
      </w:r>
      <w:r w:rsidR="00697878" w:rsidRPr="00DE1411">
        <w:t xml:space="preserve">s    </w:t>
      </w:r>
      <w:r w:rsidR="00DE50C2" w:rsidRPr="00DE1411">
        <w:t xml:space="preserve">  = $27,600. Let B represent the Barnett charge.</w:t>
      </w:r>
    </w:p>
    <w:p w:rsidR="00DE50C2" w:rsidRPr="00DE1411" w:rsidRDefault="0081475C" w:rsidP="00697878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>Step 3: Total charges = Barnett charge + Hillside charge + Westside charge</w:t>
      </w:r>
    </w:p>
    <w:p w:rsidR="00DE50C2" w:rsidRPr="00DE1411" w:rsidRDefault="0081475C" w:rsidP="00697878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>Step 4: $27,600 = B + 2B – $1000 + 2B – $1000 + $2000</w:t>
      </w:r>
    </w:p>
    <w:p w:rsidR="00DE50C2" w:rsidRPr="00DE1411" w:rsidRDefault="0081475C" w:rsidP="00697878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>Step 5: $27,600 = 5B</w:t>
      </w:r>
    </w:p>
    <w:p w:rsidR="00DE50C2" w:rsidRPr="00DE1411" w:rsidRDefault="0081475C" w:rsidP="00697878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697878" w:rsidRPr="00DE1411">
        <w:tab/>
      </w:r>
      <w:r w:rsidR="00697878" w:rsidRPr="00DE1411">
        <w:tab/>
        <w:t xml:space="preserve">        </w:t>
      </w:r>
      <w:r w:rsidR="00DE50C2" w:rsidRPr="00DE1411">
        <w:t>B = $5520</w:t>
      </w:r>
    </w:p>
    <w:p w:rsidR="00DE50C2" w:rsidRPr="00DE1411" w:rsidRDefault="0081475C" w:rsidP="00697878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="00697878" w:rsidRPr="00DE1411">
        <w:tab/>
      </w:r>
      <w:r w:rsidR="00DE50C2" w:rsidRPr="00DE1411">
        <w:t xml:space="preserve">Hence, the Westside charge is 2($5520) – $1000 + $2000 = </w:t>
      </w:r>
      <w:r w:rsidR="00DE50C2" w:rsidRPr="00DE1411">
        <w:rPr>
          <w:u w:val="double"/>
        </w:rPr>
        <w:t>$12,040</w:t>
      </w:r>
    </w:p>
    <w:p w:rsidR="00A86459" w:rsidRPr="00DE1411" w:rsidRDefault="00A86459" w:rsidP="00A05B7D">
      <w:pPr>
        <w:pStyle w:val="ISM"/>
        <w:spacing w:after="60"/>
        <w:rPr>
          <w:b/>
          <w:bCs/>
          <w:sz w:val="24"/>
          <w:szCs w:val="24"/>
        </w:rPr>
      </w:pPr>
    </w:p>
    <w:p w:rsidR="00DE50C2" w:rsidRPr="00DE1411" w:rsidRDefault="00DE50C2" w:rsidP="00A05B7D">
      <w:pPr>
        <w:pStyle w:val="ISM"/>
        <w:spacing w:after="60"/>
        <w:rPr>
          <w:sz w:val="24"/>
          <w:szCs w:val="24"/>
        </w:rPr>
      </w:pPr>
      <w:r w:rsidRPr="00DE1411">
        <w:rPr>
          <w:b/>
          <w:bCs/>
          <w:sz w:val="24"/>
          <w:szCs w:val="24"/>
        </w:rPr>
        <w:t>Review Problems</w:t>
      </w:r>
    </w:p>
    <w:p w:rsidR="00DE50C2" w:rsidRPr="00DE1411" w:rsidRDefault="00F14896" w:rsidP="00F14896">
      <w:pPr>
        <w:pStyle w:val="ISMab"/>
        <w:tabs>
          <w:tab w:val="clear" w:pos="270"/>
          <w:tab w:val="clear" w:pos="540"/>
          <w:tab w:val="clear" w:pos="900"/>
          <w:tab w:val="decimal" w:pos="274"/>
          <w:tab w:val="left" w:pos="1325"/>
        </w:tabs>
        <w:suppressAutoHyphens/>
        <w:ind w:left="547" w:hanging="547"/>
      </w:pPr>
      <w:r w:rsidRPr="00DE1411">
        <w:tab/>
        <w:t>1.</w:t>
      </w:r>
      <w:r w:rsidRPr="00DE1411">
        <w:tab/>
      </w:r>
      <w:r w:rsidR="00DE50C2" w:rsidRPr="00DE1411">
        <w:t xml:space="preserve">4(3a + 2b) – </w:t>
      </w:r>
      <w:proofErr w:type="gramStart"/>
      <w:r w:rsidR="00DE50C2" w:rsidRPr="00DE1411">
        <w:t>5a(</w:t>
      </w:r>
      <w:proofErr w:type="gramEnd"/>
      <w:r w:rsidR="00DE50C2" w:rsidRPr="00DE1411">
        <w:t xml:space="preserve">2 – b) = </w:t>
      </w:r>
      <w:r w:rsidR="00E25D13" w:rsidRPr="00DE1411">
        <w:t>12a + 8b</w:t>
      </w:r>
      <w:r w:rsidR="00DE50C2" w:rsidRPr="00DE1411">
        <w:t xml:space="preserve"> – 10a + 5ab </w:t>
      </w:r>
    </w:p>
    <w:p w:rsidR="00DE50C2" w:rsidRPr="00DE1411" w:rsidRDefault="00F14896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    </w:t>
      </w:r>
      <w:r w:rsidR="00DE50C2" w:rsidRPr="00DE1411">
        <w:t xml:space="preserve">= </w:t>
      </w:r>
      <w:r w:rsidR="00DE50C2" w:rsidRPr="00DE1411">
        <w:rPr>
          <w:u w:val="double"/>
        </w:rPr>
        <w:t xml:space="preserve">2a + </w:t>
      </w:r>
      <w:r w:rsidR="00E25D13" w:rsidRPr="00DE1411">
        <w:rPr>
          <w:u w:val="double"/>
        </w:rPr>
        <w:t>5</w:t>
      </w:r>
      <w:r w:rsidR="00DE50C2" w:rsidRPr="00DE1411">
        <w:rPr>
          <w:u w:val="double"/>
        </w:rPr>
        <w:t xml:space="preserve">ab + </w:t>
      </w:r>
      <w:r w:rsidR="00E25D13" w:rsidRPr="00DE1411">
        <w:rPr>
          <w:u w:val="double"/>
        </w:rPr>
        <w:t>8</w:t>
      </w:r>
      <w:r w:rsidR="00DE50C2" w:rsidRPr="00DE1411">
        <w:rPr>
          <w:u w:val="double"/>
        </w:rPr>
        <w:t>b</w:t>
      </w:r>
      <w:r w:rsidR="00DE50C2" w:rsidRPr="00DE1411">
        <w:rPr>
          <w:vertAlign w:val="superscript"/>
        </w:rPr>
        <w:t xml:space="preserve"> </w:t>
      </w:r>
    </w:p>
    <w:p w:rsidR="00DE50C2" w:rsidRPr="00DE1411" w:rsidRDefault="00F14896" w:rsidP="00F14896">
      <w:pPr>
        <w:pStyle w:val="ISMab"/>
        <w:tabs>
          <w:tab w:val="clear" w:pos="270"/>
          <w:tab w:val="clear" w:pos="540"/>
          <w:tab w:val="clear" w:pos="900"/>
          <w:tab w:val="decimal" w:pos="274"/>
          <w:tab w:val="left" w:pos="1325"/>
        </w:tabs>
        <w:suppressAutoHyphens/>
        <w:ind w:left="547" w:hanging="547"/>
      </w:pPr>
      <w:r w:rsidRPr="00DE1411">
        <w:tab/>
        <w:t>3.</w:t>
      </w:r>
      <w:r w:rsidRPr="00DE1411">
        <w:tab/>
      </w:r>
      <w:proofErr w:type="gramStart"/>
      <w:r w:rsidR="00DE50C2" w:rsidRPr="00DE1411">
        <w:rPr>
          <w:i/>
          <w:iCs/>
        </w:rPr>
        <w:t>a</w:t>
      </w:r>
      <w:proofErr w:type="gramEnd"/>
      <w:r w:rsidR="00DE50C2" w:rsidRPr="00DE1411">
        <w:rPr>
          <w:i/>
          <w:iCs/>
        </w:rPr>
        <w:t>.</w:t>
      </w:r>
      <w:r w:rsidRPr="00DE1411">
        <w:t xml:space="preserve"> </w:t>
      </w:r>
      <w:r w:rsidR="00DE50C2" w:rsidRPr="00DE1411">
        <w:rPr>
          <w:position w:val="-22"/>
        </w:rPr>
        <w:object w:dxaOrig="5179" w:dyaOrig="580">
          <v:shape id="_x0000_i1097" type="#_x0000_t75" style="width:258pt;height:27.75pt" o:ole="" fillcolor="window">
            <v:imagedata r:id="rId146" o:title=""/>
          </v:shape>
          <o:OLEObject Type="Embed" ProgID="Equation.3" ShapeID="_x0000_i1097" DrawAspect="Content" ObjectID="_1654950831" r:id="rId147"/>
        </w:object>
      </w:r>
    </w:p>
    <w:p w:rsidR="00DE50C2" w:rsidRPr="00DE1411" w:rsidRDefault="00F14896" w:rsidP="00F14896">
      <w:pPr>
        <w:pStyle w:val="ISMab"/>
        <w:tabs>
          <w:tab w:val="clear" w:pos="270"/>
          <w:tab w:val="clear" w:pos="540"/>
          <w:tab w:val="clear" w:pos="90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proofErr w:type="gramStart"/>
      <w:r w:rsidR="00DE50C2" w:rsidRPr="00DE1411">
        <w:rPr>
          <w:i/>
          <w:iCs/>
        </w:rPr>
        <w:t>b</w:t>
      </w:r>
      <w:proofErr w:type="gramEnd"/>
      <w:r w:rsidR="00DE50C2" w:rsidRPr="00DE1411">
        <w:rPr>
          <w:i/>
          <w:iCs/>
        </w:rPr>
        <w:t>.</w:t>
      </w:r>
      <w:r w:rsidRPr="00DE1411">
        <w:t xml:space="preserve"> </w:t>
      </w:r>
      <w:r w:rsidR="00DE50C2" w:rsidRPr="00DE1411">
        <w:rPr>
          <w:position w:val="-32"/>
        </w:rPr>
        <w:object w:dxaOrig="7360" w:dyaOrig="700">
          <v:shape id="_x0000_i1098" type="#_x0000_t75" style="width:363.75pt;height:34.5pt" o:ole="" fillcolor="window">
            <v:imagedata r:id="rId148" o:title=""/>
          </v:shape>
          <o:OLEObject Type="Embed" ProgID="Equation.3" ShapeID="_x0000_i1098" DrawAspect="Content" ObjectID="_1654950832" r:id="rId149"/>
        </w:object>
      </w:r>
    </w:p>
    <w:p w:rsidR="00DE50C2" w:rsidRPr="00DE1411" w:rsidRDefault="00F14896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  <w:t>5.</w:t>
      </w:r>
      <w:r w:rsidRPr="00DE1411">
        <w:tab/>
      </w:r>
      <w:proofErr w:type="gramStart"/>
      <w:r w:rsidR="00DE50C2" w:rsidRPr="00DE1411">
        <w:rPr>
          <w:rFonts w:ascii="Times New Roman" w:hAnsi="Times New Roman" w:cs="Times New Roman"/>
          <w:i/>
          <w:iCs/>
        </w:rPr>
        <w:t>P</w:t>
      </w:r>
      <w:r w:rsidR="00DE50C2" w:rsidRPr="00DE1411">
        <w:t>(</w:t>
      </w:r>
      <w:proofErr w:type="gramEnd"/>
      <w:r w:rsidR="00DE50C2" w:rsidRPr="00DE1411">
        <w:t>1 +</w:t>
      </w:r>
      <w:r w:rsidR="00DE50C2" w:rsidRPr="00DE1411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DE50C2" w:rsidRPr="00DE1411">
        <w:rPr>
          <w:rFonts w:ascii="Times New Roman" w:hAnsi="Times New Roman" w:cs="Times New Roman"/>
          <w:i/>
          <w:iCs/>
        </w:rPr>
        <w:t>i</w:t>
      </w:r>
      <w:proofErr w:type="spellEnd"/>
      <w:r w:rsidR="00DE50C2" w:rsidRPr="00DE1411">
        <w:t>)</w:t>
      </w:r>
      <w:r w:rsidR="00DE50C2" w:rsidRPr="00DE1411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n</w:t>
      </w:r>
      <w:r w:rsidR="00DE50C2" w:rsidRPr="00DE1411">
        <w:t xml:space="preserve"> + </w:t>
      </w:r>
      <w:r w:rsidR="00DE50C2" w:rsidRPr="00DE1411">
        <w:rPr>
          <w:position w:val="-36"/>
        </w:rPr>
        <w:object w:dxaOrig="3879" w:dyaOrig="720">
          <v:shape id="_x0000_i1099" type="#_x0000_t75" style="width:191.25pt;height:36.75pt" o:ole="" fillcolor="window">
            <v:imagedata r:id="rId150" o:title=""/>
          </v:shape>
          <o:OLEObject Type="Embed" ProgID="Equation.3" ShapeID="_x0000_i1099" DrawAspect="Content" ObjectID="_1654950833" r:id="rId151"/>
        </w:object>
      </w:r>
      <w:r w:rsidR="00DE50C2" w:rsidRPr="00DE1411">
        <w:t xml:space="preserve"> = $3038.766 + $1466.374 = </w:t>
      </w:r>
      <w:r w:rsidR="00DE50C2" w:rsidRPr="00DE1411">
        <w:rPr>
          <w:u w:val="double"/>
        </w:rPr>
        <w:t>$4505.14</w:t>
      </w:r>
    </w:p>
    <w:p w:rsidR="002474CF" w:rsidRPr="00DE1411" w:rsidRDefault="002474CF">
      <w:pPr>
        <w:rPr>
          <w:rFonts w:ascii="Arial" w:hAnsi="Arial" w:cs="Arial"/>
          <w:sz w:val="22"/>
          <w:szCs w:val="22"/>
          <w:lang w:val="en-CA"/>
        </w:rPr>
      </w:pPr>
      <w:r w:rsidRPr="00DE1411">
        <w:br w:type="page"/>
      </w:r>
    </w:p>
    <w:p w:rsidR="00DE50C2" w:rsidRPr="00DE1411" w:rsidRDefault="00F14896" w:rsidP="00F14896">
      <w:pPr>
        <w:pStyle w:val="ISMab"/>
        <w:tabs>
          <w:tab w:val="clear" w:pos="270"/>
          <w:tab w:val="clear" w:pos="540"/>
          <w:tab w:val="clear" w:pos="900"/>
          <w:tab w:val="decimal" w:pos="274"/>
          <w:tab w:val="left" w:pos="1325"/>
        </w:tabs>
        <w:suppressAutoHyphens/>
        <w:ind w:left="547" w:hanging="547"/>
      </w:pPr>
      <w:r w:rsidRPr="00DE1411">
        <w:lastRenderedPageBreak/>
        <w:tab/>
        <w:t>7.</w:t>
      </w:r>
      <w:r w:rsidRPr="00DE1411">
        <w:tab/>
      </w:r>
      <w:proofErr w:type="gramStart"/>
      <w:r w:rsidR="00DE50C2" w:rsidRPr="00DE1411">
        <w:rPr>
          <w:i/>
          <w:iCs/>
        </w:rPr>
        <w:t>a</w:t>
      </w:r>
      <w:proofErr w:type="gramEnd"/>
      <w:r w:rsidR="00DE50C2" w:rsidRPr="00DE1411">
        <w:rPr>
          <w:i/>
          <w:iCs/>
        </w:rPr>
        <w:t>.</w:t>
      </w:r>
      <w:r w:rsidRPr="00DE1411">
        <w:t xml:space="preserve"> </w:t>
      </w:r>
      <w:r w:rsidRPr="00DE1411">
        <w:rPr>
          <w:position w:val="-32"/>
        </w:rPr>
        <w:t xml:space="preserve"> </w:t>
      </w:r>
      <w:r w:rsidR="00DE50C2" w:rsidRPr="00DE1411">
        <w:rPr>
          <w:position w:val="-32"/>
        </w:rPr>
        <w:object w:dxaOrig="3739" w:dyaOrig="820">
          <v:shape id="_x0000_i1100" type="#_x0000_t75" style="width:186.75pt;height:39.75pt" o:ole="" fillcolor="window">
            <v:imagedata r:id="rId152" o:title=""/>
          </v:shape>
          <o:OLEObject Type="Embed" ProgID="Equation.3" ShapeID="_x0000_i1100" DrawAspect="Content" ObjectID="_1654950834" r:id="rId153"/>
        </w:object>
      </w:r>
    </w:p>
    <w:p w:rsidR="00DE50C2" w:rsidRPr="00DE1411" w:rsidRDefault="002474CF" w:rsidP="00F14896">
      <w:pPr>
        <w:pStyle w:val="ISMab"/>
        <w:tabs>
          <w:tab w:val="clear" w:pos="270"/>
          <w:tab w:val="clear" w:pos="540"/>
          <w:tab w:val="clear" w:pos="900"/>
          <w:tab w:val="decimal" w:pos="274"/>
          <w:tab w:val="left" w:pos="1325"/>
        </w:tabs>
        <w:suppressAutoHyphens/>
        <w:ind w:left="547" w:hanging="547"/>
      </w:pPr>
      <w:r w:rsidRPr="00DE1411">
        <w:rPr>
          <w:i/>
          <w:iCs/>
        </w:rPr>
        <w:tab/>
      </w:r>
      <w:r w:rsidRPr="00DE1411">
        <w:rPr>
          <w:i/>
          <w:iCs/>
        </w:rPr>
        <w:tab/>
      </w:r>
      <w:proofErr w:type="gramStart"/>
      <w:r w:rsidR="00DE50C2" w:rsidRPr="00DE1411">
        <w:rPr>
          <w:i/>
          <w:iCs/>
        </w:rPr>
        <w:t>b</w:t>
      </w:r>
      <w:proofErr w:type="gramEnd"/>
      <w:r w:rsidR="00DE50C2" w:rsidRPr="00DE1411">
        <w:rPr>
          <w:i/>
          <w:iCs/>
        </w:rPr>
        <w:t>.</w:t>
      </w:r>
      <w:r w:rsidRPr="00DE1411">
        <w:t xml:space="preserve"> </w:t>
      </w:r>
      <w:r w:rsidR="00DE50C2" w:rsidRPr="00DE1411">
        <w:rPr>
          <w:position w:val="-36"/>
        </w:rPr>
        <w:object w:dxaOrig="4480" w:dyaOrig="1100">
          <v:shape id="_x0000_i1101" type="#_x0000_t75" style="width:221.25pt;height:54pt" o:ole="" fillcolor="window">
            <v:imagedata r:id="rId154" o:title=""/>
          </v:shape>
          <o:OLEObject Type="Embed" ProgID="Equation.3" ShapeID="_x0000_i1101" DrawAspect="Content" ObjectID="_1654950835" r:id="rId155"/>
        </w:object>
      </w:r>
    </w:p>
    <w:p w:rsidR="00DE50C2" w:rsidRPr="00DE1411" w:rsidRDefault="002474CF" w:rsidP="00F14896">
      <w:pPr>
        <w:pStyle w:val="ISMab"/>
        <w:tabs>
          <w:tab w:val="clear" w:pos="270"/>
          <w:tab w:val="clear" w:pos="540"/>
          <w:tab w:val="clear" w:pos="900"/>
          <w:tab w:val="decimal" w:pos="274"/>
          <w:tab w:val="left" w:pos="1325"/>
        </w:tabs>
        <w:suppressAutoHyphens/>
        <w:ind w:left="547" w:hanging="547"/>
      </w:pPr>
      <w:r w:rsidRPr="00DE1411">
        <w:tab/>
        <w:t>9.</w:t>
      </w:r>
      <w:r w:rsidRPr="00DE1411">
        <w:tab/>
      </w:r>
      <w:r w:rsidR="00DE50C2" w:rsidRPr="00DE1411">
        <w:rPr>
          <w:i/>
          <w:iCs/>
        </w:rPr>
        <w:t>a.</w:t>
      </w:r>
      <w:r w:rsidRPr="00DE1411">
        <w:t xml:space="preserve"> </w:t>
      </w:r>
      <w:r w:rsidR="00790AA4" w:rsidRPr="00DE1411">
        <w:t>(</w:t>
      </w:r>
      <w:r w:rsidR="00DE50C2" w:rsidRPr="00DE1411">
        <w:t>1.0075</w:t>
      </w:r>
      <w:r w:rsidR="00790AA4" w:rsidRPr="00DE1411">
        <w:t>)</w:t>
      </w:r>
      <w:r w:rsidR="00DE50C2" w:rsidRPr="00DE1411">
        <w:rPr>
          <w:sz w:val="24"/>
          <w:szCs w:val="24"/>
          <w:vertAlign w:val="superscript"/>
        </w:rPr>
        <w:t>24</w:t>
      </w:r>
      <w:r w:rsidR="00DE50C2" w:rsidRPr="00DE1411">
        <w:t xml:space="preserve"> = </w:t>
      </w:r>
      <w:r w:rsidR="00DE50C2" w:rsidRPr="00DE1411">
        <w:rPr>
          <w:u w:val="double"/>
        </w:rPr>
        <w:t>1.19641</w:t>
      </w:r>
    </w:p>
    <w:p w:rsidR="00DE50C2" w:rsidRPr="00DE1411" w:rsidRDefault="002474CF" w:rsidP="00F14896">
      <w:pPr>
        <w:pStyle w:val="ISMab"/>
        <w:tabs>
          <w:tab w:val="clear" w:pos="270"/>
          <w:tab w:val="clear" w:pos="540"/>
          <w:tab w:val="clear" w:pos="900"/>
          <w:tab w:val="decimal" w:pos="274"/>
          <w:tab w:val="left" w:pos="1325"/>
        </w:tabs>
        <w:suppressAutoHyphens/>
        <w:ind w:left="547" w:hanging="547"/>
      </w:pPr>
      <w:r w:rsidRPr="00DE1411">
        <w:rPr>
          <w:i/>
          <w:iCs/>
        </w:rPr>
        <w:tab/>
      </w:r>
      <w:r w:rsidRPr="00DE1411">
        <w:rPr>
          <w:i/>
          <w:iCs/>
        </w:rPr>
        <w:tab/>
      </w:r>
      <w:proofErr w:type="gramStart"/>
      <w:r w:rsidR="00DE50C2" w:rsidRPr="00DE1411">
        <w:rPr>
          <w:i/>
          <w:iCs/>
        </w:rPr>
        <w:t>b</w:t>
      </w:r>
      <w:proofErr w:type="gramEnd"/>
      <w:r w:rsidR="00DE50C2" w:rsidRPr="00DE1411">
        <w:rPr>
          <w:i/>
          <w:iCs/>
        </w:rPr>
        <w:t>.</w:t>
      </w:r>
      <w:r w:rsidRPr="00DE1411">
        <w:rPr>
          <w:i/>
          <w:iCs/>
        </w:rPr>
        <w:t xml:space="preserve"> </w:t>
      </w:r>
      <w:r w:rsidR="00DE50C2" w:rsidRPr="00DE1411">
        <w:rPr>
          <w:position w:val="-14"/>
        </w:rPr>
        <w:object w:dxaOrig="2580" w:dyaOrig="420">
          <v:shape id="_x0000_i1102" type="#_x0000_t75" style="width:129pt;height:18.75pt" o:ole="" fillcolor="window">
            <v:imagedata r:id="rId156" o:title=""/>
          </v:shape>
          <o:OLEObject Type="Embed" ProgID="Equation.3" ShapeID="_x0000_i1102" DrawAspect="Content" ObjectID="_1654950836" r:id="rId157"/>
        </w:object>
      </w:r>
    </w:p>
    <w:p w:rsidR="00DE50C2" w:rsidRPr="00DE1411" w:rsidRDefault="002474CF" w:rsidP="00F14896">
      <w:pPr>
        <w:pStyle w:val="ISMab"/>
        <w:tabs>
          <w:tab w:val="clear" w:pos="270"/>
          <w:tab w:val="clear" w:pos="540"/>
          <w:tab w:val="clear" w:pos="900"/>
          <w:tab w:val="decimal" w:pos="274"/>
          <w:tab w:val="left" w:pos="1325"/>
        </w:tabs>
        <w:suppressAutoHyphens/>
        <w:ind w:left="547" w:hanging="547"/>
      </w:pPr>
      <w:r w:rsidRPr="00DE1411">
        <w:rPr>
          <w:i/>
          <w:iCs/>
        </w:rPr>
        <w:tab/>
      </w:r>
      <w:r w:rsidRPr="00DE1411">
        <w:rPr>
          <w:i/>
          <w:iCs/>
        </w:rPr>
        <w:tab/>
      </w:r>
      <w:proofErr w:type="gramStart"/>
      <w:r w:rsidR="00DE50C2" w:rsidRPr="00DE1411">
        <w:rPr>
          <w:i/>
          <w:iCs/>
        </w:rPr>
        <w:t>c</w:t>
      </w:r>
      <w:proofErr w:type="gramEnd"/>
      <w:r w:rsidR="00DE50C2" w:rsidRPr="00DE1411">
        <w:rPr>
          <w:i/>
          <w:iCs/>
        </w:rPr>
        <w:t>.</w:t>
      </w:r>
      <w:r w:rsidRPr="00DE1411">
        <w:t xml:space="preserve"> </w:t>
      </w:r>
      <w:r w:rsidR="00DE50C2" w:rsidRPr="00DE1411">
        <w:rPr>
          <w:position w:val="-22"/>
        </w:rPr>
        <w:object w:dxaOrig="2820" w:dyaOrig="639">
          <v:shape id="_x0000_i1103" type="#_x0000_t75" style="width:139.5pt;height:32.25pt" o:ole="" fillcolor="window">
            <v:imagedata r:id="rId158" o:title=""/>
          </v:shape>
          <o:OLEObject Type="Embed" ProgID="Equation.3" ShapeID="_x0000_i1103" DrawAspect="Content" ObjectID="_1654950837" r:id="rId159"/>
        </w:object>
      </w:r>
    </w:p>
    <w:p w:rsidR="00DE50C2" w:rsidRPr="00DE1411" w:rsidRDefault="002474CF" w:rsidP="00F14896">
      <w:pPr>
        <w:pStyle w:val="ISMab"/>
        <w:tabs>
          <w:tab w:val="clear" w:pos="270"/>
          <w:tab w:val="clear" w:pos="540"/>
          <w:tab w:val="clear" w:pos="900"/>
          <w:tab w:val="decimal" w:pos="274"/>
          <w:tab w:val="left" w:pos="1325"/>
        </w:tabs>
        <w:suppressAutoHyphens/>
        <w:ind w:left="547" w:hanging="547"/>
      </w:pPr>
      <w:r w:rsidRPr="00DE1411">
        <w:rPr>
          <w:i/>
          <w:iCs/>
        </w:rPr>
        <w:tab/>
      </w:r>
      <w:r w:rsidRPr="00DE1411">
        <w:rPr>
          <w:i/>
          <w:iCs/>
        </w:rPr>
        <w:tab/>
      </w:r>
      <w:proofErr w:type="gramStart"/>
      <w:r w:rsidR="00DE50C2" w:rsidRPr="00DE1411">
        <w:rPr>
          <w:i/>
          <w:iCs/>
        </w:rPr>
        <w:t>d</w:t>
      </w:r>
      <w:proofErr w:type="gramEnd"/>
      <w:r w:rsidR="00DE50C2" w:rsidRPr="00DE1411">
        <w:rPr>
          <w:i/>
          <w:iCs/>
        </w:rPr>
        <w:t>.</w:t>
      </w:r>
      <w:r w:rsidRPr="00DE1411">
        <w:rPr>
          <w:i/>
          <w:iCs/>
        </w:rPr>
        <w:t xml:space="preserve"> </w:t>
      </w:r>
      <w:r w:rsidR="00DE50C2" w:rsidRPr="00DE1411">
        <w:rPr>
          <w:position w:val="-22"/>
        </w:rPr>
        <w:object w:dxaOrig="2760" w:dyaOrig="639">
          <v:shape id="_x0000_i1104" type="#_x0000_t75" style="width:138.75pt;height:32.25pt" o:ole="" fillcolor="window">
            <v:imagedata r:id="rId160" o:title=""/>
          </v:shape>
          <o:OLEObject Type="Embed" ProgID="Equation.3" ShapeID="_x0000_i1104" DrawAspect="Content" ObjectID="_1654950838" r:id="rId161"/>
        </w:object>
      </w:r>
    </w:p>
    <w:p w:rsidR="00DE50C2" w:rsidRPr="00DE1411" w:rsidRDefault="002474CF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  <w:t>11.</w:t>
      </w:r>
      <w:r w:rsidRPr="00DE1411">
        <w:tab/>
      </w:r>
      <w:proofErr w:type="gramStart"/>
      <w:r w:rsidR="00DE50C2" w:rsidRPr="00DE1411">
        <w:rPr>
          <w:i/>
          <w:iCs/>
        </w:rPr>
        <w:t>a</w:t>
      </w:r>
      <w:proofErr w:type="gramEnd"/>
      <w:r w:rsidR="00DE50C2" w:rsidRPr="00DE1411">
        <w:rPr>
          <w:i/>
          <w:iCs/>
        </w:rPr>
        <w:t>.</w:t>
      </w:r>
      <w:r w:rsidRPr="00DE1411">
        <w:t xml:space="preserve"> </w:t>
      </w:r>
      <w:r w:rsidR="00DE50C2" w:rsidRPr="00DE1411">
        <w:rPr>
          <w:position w:val="-32"/>
        </w:rPr>
        <w:object w:dxaOrig="3900" w:dyaOrig="700">
          <v:shape id="_x0000_i1105" type="#_x0000_t75" style="width:196.5pt;height:34.5pt" o:ole="" fillcolor="window">
            <v:imagedata r:id="rId162" o:title=""/>
          </v:shape>
          <o:OLEObject Type="Embed" ProgID="Equation.3" ShapeID="_x0000_i1105" DrawAspect="Content" ObjectID="_1654950839" r:id="rId163"/>
        </w:object>
      </w:r>
    </w:p>
    <w:p w:rsidR="00DE50C2" w:rsidRPr="00DE1411" w:rsidRDefault="002474CF" w:rsidP="00F14896">
      <w:pPr>
        <w:pStyle w:val="ISMab"/>
        <w:tabs>
          <w:tab w:val="clear" w:pos="270"/>
          <w:tab w:val="clear" w:pos="540"/>
          <w:tab w:val="clear" w:pos="90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  <w:t xml:space="preserve">         </w:t>
      </w:r>
      <w:r w:rsidR="00DE50C2" w:rsidRPr="00DE1411">
        <w:t>1.936545</w:t>
      </w:r>
      <w:r w:rsidR="00DE50C2" w:rsidRPr="00DE1411">
        <w:rPr>
          <w:rFonts w:ascii="Times New Roman" w:hAnsi="Times New Roman" w:cs="Times New Roman"/>
          <w:i/>
          <w:iCs/>
        </w:rPr>
        <w:t xml:space="preserve">x </w:t>
      </w:r>
      <w:r w:rsidR="00DE50C2" w:rsidRPr="00DE1411">
        <w:t>+ 1.021014</w:t>
      </w:r>
      <w:r w:rsidR="00DE50C2" w:rsidRPr="00DE1411">
        <w:rPr>
          <w:rFonts w:ascii="Times New Roman" w:hAnsi="Times New Roman" w:cs="Times New Roman"/>
          <w:i/>
          <w:iCs/>
        </w:rPr>
        <w:t>x</w:t>
      </w:r>
      <w:r w:rsidR="00DE50C2" w:rsidRPr="00DE1411">
        <w:t xml:space="preserve"> = $831</w:t>
      </w:r>
    </w:p>
    <w:p w:rsidR="00DE50C2" w:rsidRPr="00DE1411" w:rsidRDefault="002474CF" w:rsidP="00F14896">
      <w:pPr>
        <w:pStyle w:val="ISMab"/>
        <w:tabs>
          <w:tab w:val="clear" w:pos="270"/>
          <w:tab w:val="clear" w:pos="540"/>
          <w:tab w:val="clear" w:pos="90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  <w:t xml:space="preserve">   </w:t>
      </w:r>
      <w:r w:rsidR="00DE50C2" w:rsidRPr="00DE1411">
        <w:t>2.957559</w:t>
      </w:r>
      <w:r w:rsidR="00DE50C2" w:rsidRPr="00DE1411">
        <w:rPr>
          <w:rFonts w:ascii="Times New Roman" w:hAnsi="Times New Roman" w:cs="Times New Roman"/>
          <w:i/>
          <w:iCs/>
        </w:rPr>
        <w:t>x</w:t>
      </w:r>
      <w:r w:rsidR="00DE50C2" w:rsidRPr="00DE1411">
        <w:t xml:space="preserve"> = $831</w:t>
      </w:r>
    </w:p>
    <w:p w:rsidR="00DE50C2" w:rsidRPr="00DE1411" w:rsidRDefault="002474CF" w:rsidP="00F14896">
      <w:pPr>
        <w:pStyle w:val="ISMab"/>
        <w:tabs>
          <w:tab w:val="clear" w:pos="270"/>
          <w:tab w:val="clear" w:pos="540"/>
          <w:tab w:val="clear" w:pos="900"/>
          <w:tab w:val="decimal" w:pos="274"/>
          <w:tab w:val="left" w:pos="1325"/>
        </w:tabs>
        <w:suppressAutoHyphens/>
        <w:ind w:left="547" w:hanging="547"/>
        <w:rPr>
          <w:u w:val="double"/>
        </w:rPr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  <w:t xml:space="preserve">       </w:t>
      </w:r>
      <w:r w:rsidR="00DE50C2" w:rsidRPr="00DE1411">
        <w:rPr>
          <w:rFonts w:ascii="Times New Roman" w:hAnsi="Times New Roman" w:cs="Times New Roman"/>
          <w:i/>
          <w:iCs/>
        </w:rPr>
        <w:t>x</w:t>
      </w:r>
      <w:r w:rsidR="00DE50C2" w:rsidRPr="00DE1411">
        <w:t xml:space="preserve"> = </w:t>
      </w:r>
      <w:r w:rsidR="00DE50C2" w:rsidRPr="00DE1411">
        <w:rPr>
          <w:u w:val="double"/>
        </w:rPr>
        <w:t>$280.97</w:t>
      </w:r>
    </w:p>
    <w:p w:rsidR="00DE50C2" w:rsidRPr="00DE1411" w:rsidRDefault="002474CF" w:rsidP="00F14896">
      <w:pPr>
        <w:pStyle w:val="ISMab"/>
        <w:tabs>
          <w:tab w:val="clear" w:pos="270"/>
          <w:tab w:val="clear" w:pos="540"/>
          <w:tab w:val="clear" w:pos="90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Pr="00DE1411">
        <w:rPr>
          <w:i/>
          <w:iCs/>
        </w:rPr>
        <w:t xml:space="preserve">b.   </w:t>
      </w:r>
      <w:r w:rsidRPr="00DE1411">
        <w:t xml:space="preserve"> </w:t>
      </w:r>
      <w:proofErr w:type="gramStart"/>
      <w:r w:rsidR="00DE50C2" w:rsidRPr="00DE1411">
        <w:t>3</w:t>
      </w:r>
      <w:r w:rsidR="00DE50C2" w:rsidRPr="00DE1411">
        <w:rPr>
          <w:rFonts w:ascii="Times New Roman" w:hAnsi="Times New Roman" w:cs="Times New Roman"/>
          <w:i/>
          <w:iCs/>
        </w:rPr>
        <w:t>x</w:t>
      </w:r>
      <w:r w:rsidR="00DE50C2" w:rsidRPr="00DE1411">
        <w:t>(</w:t>
      </w:r>
      <w:proofErr w:type="gramEnd"/>
      <w:r w:rsidR="00DE50C2" w:rsidRPr="00DE1411">
        <w:t>1.03</w:t>
      </w:r>
      <w:r w:rsidR="00DE50C2" w:rsidRPr="00DE1411">
        <w:rPr>
          <w:sz w:val="24"/>
          <w:szCs w:val="24"/>
          <w:vertAlign w:val="superscript"/>
        </w:rPr>
        <w:t>5</w:t>
      </w:r>
      <w:r w:rsidR="00DE50C2" w:rsidRPr="00DE1411">
        <w:t xml:space="preserve">) + </w:t>
      </w:r>
      <w:r w:rsidR="00DE50C2" w:rsidRPr="00DE1411">
        <w:rPr>
          <w:position w:val="-26"/>
        </w:rPr>
        <w:object w:dxaOrig="1900" w:dyaOrig="620">
          <v:shape id="_x0000_i1106" type="#_x0000_t75" style="width:93pt;height:30.75pt" o:ole="" fillcolor="window">
            <v:imagedata r:id="rId164" o:title=""/>
          </v:shape>
          <o:OLEObject Type="Embed" ProgID="Equation.3" ShapeID="_x0000_i1106" DrawAspect="Content" ObjectID="_1654950840" r:id="rId165"/>
        </w:object>
      </w:r>
    </w:p>
    <w:p w:rsidR="00DE50C2" w:rsidRPr="00DE1411" w:rsidRDefault="002474CF" w:rsidP="00F14896">
      <w:pPr>
        <w:pStyle w:val="ISMab"/>
        <w:tabs>
          <w:tab w:val="clear" w:pos="270"/>
          <w:tab w:val="clear" w:pos="540"/>
          <w:tab w:val="clear" w:pos="90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="00DE50C2" w:rsidRPr="00DE1411">
        <w:t>3.47782</w:t>
      </w:r>
      <w:r w:rsidR="00DE50C2" w:rsidRPr="00DE1411">
        <w:rPr>
          <w:rFonts w:ascii="Times New Roman" w:hAnsi="Times New Roman" w:cs="Times New Roman"/>
          <w:i/>
          <w:iCs/>
        </w:rPr>
        <w:t xml:space="preserve">x </w:t>
      </w:r>
      <w:r w:rsidR="00DE50C2" w:rsidRPr="00DE1411">
        <w:t>+ 0.91514</w:t>
      </w:r>
      <w:r w:rsidR="00A76F2F" w:rsidRPr="00DE1411">
        <w:t>2</w:t>
      </w:r>
      <w:r w:rsidR="00DE50C2" w:rsidRPr="00DE1411">
        <w:rPr>
          <w:rFonts w:ascii="Times New Roman" w:hAnsi="Times New Roman" w:cs="Times New Roman"/>
          <w:i/>
          <w:iCs/>
        </w:rPr>
        <w:t>x</w:t>
      </w:r>
      <w:r w:rsidR="00DE50C2" w:rsidRPr="00DE1411">
        <w:t xml:space="preserve"> + </w:t>
      </w:r>
      <w:r w:rsidR="00DE50C2" w:rsidRPr="00DE1411">
        <w:rPr>
          <w:rFonts w:ascii="Times New Roman" w:hAnsi="Times New Roman" w:cs="Times New Roman"/>
          <w:i/>
          <w:iCs/>
        </w:rPr>
        <w:t>x</w:t>
      </w:r>
      <w:r w:rsidR="00DE50C2" w:rsidRPr="00DE1411">
        <w:t xml:space="preserve"> = $2356.49</w:t>
      </w:r>
    </w:p>
    <w:p w:rsidR="00DE50C2" w:rsidRPr="00DE1411" w:rsidRDefault="002474CF" w:rsidP="00F14896">
      <w:pPr>
        <w:pStyle w:val="ISMab"/>
        <w:tabs>
          <w:tab w:val="clear" w:pos="270"/>
          <w:tab w:val="clear" w:pos="540"/>
          <w:tab w:val="clear" w:pos="900"/>
          <w:tab w:val="decimal" w:pos="274"/>
          <w:tab w:val="left" w:pos="1325"/>
        </w:tabs>
        <w:suppressAutoHyphens/>
        <w:ind w:left="547" w:hanging="547"/>
        <w:rPr>
          <w:u w:val="double"/>
        </w:rPr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  <w:t xml:space="preserve"> </w:t>
      </w:r>
      <w:r w:rsidR="00DE50C2" w:rsidRPr="00DE1411">
        <w:rPr>
          <w:rFonts w:ascii="Times New Roman" w:hAnsi="Times New Roman" w:cs="Times New Roman"/>
          <w:i/>
          <w:iCs/>
        </w:rPr>
        <w:t>x</w:t>
      </w:r>
      <w:r w:rsidR="00DE50C2" w:rsidRPr="00DE1411">
        <w:t xml:space="preserve"> = </w:t>
      </w:r>
      <w:r w:rsidR="00DE50C2" w:rsidRPr="00DE1411">
        <w:rPr>
          <w:u w:val="double"/>
        </w:rPr>
        <w:t>$436.96</w:t>
      </w:r>
    </w:p>
    <w:p w:rsidR="00DE50C2" w:rsidRPr="00DE1411" w:rsidRDefault="00D33F3F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  <w:t>13.</w:t>
      </w:r>
      <w:r w:rsidRPr="00DE1411">
        <w:tab/>
      </w:r>
      <w:r w:rsidR="007D20D4" w:rsidRPr="00DE1411">
        <w:rPr>
          <w:position w:val="-10"/>
        </w:rPr>
        <w:object w:dxaOrig="2760" w:dyaOrig="320">
          <v:shape id="_x0000_i1107" type="#_x0000_t75" style="width:138.75pt;height:17.25pt" o:ole="" fillcolor="window">
            <v:imagedata r:id="rId76" o:title=""/>
          </v:shape>
          <o:OLEObject Type="Embed" ProgID="Equation.3" ShapeID="_x0000_i1107" DrawAspect="Content" ObjectID="_1654950841" r:id="rId166"/>
        </w:object>
      </w:r>
    </w:p>
    <w:p w:rsidR="00DE50C2" w:rsidRPr="00DE1411" w:rsidRDefault="00D33F3F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  <w:t xml:space="preserve">   </w:t>
      </w:r>
      <w:r w:rsidR="00DE50C2" w:rsidRPr="00DE1411">
        <w:t>$324.30 = $498(1 – 0.20</w:t>
      </w:r>
      <w:proofErr w:type="gramStart"/>
      <w:r w:rsidR="00DE50C2" w:rsidRPr="00DE1411">
        <w:t>)(</w:t>
      </w:r>
      <w:proofErr w:type="gramEnd"/>
      <w:r w:rsidR="00DE50C2" w:rsidRPr="00DE1411">
        <w:t xml:space="preserve">1 – </w:t>
      </w:r>
      <w:r w:rsidR="00DE50C2" w:rsidRPr="00DE1411">
        <w:rPr>
          <w:rFonts w:ascii="Times New Roman" w:hAnsi="Times New Roman" w:cs="Times New Roman"/>
          <w:i/>
          <w:iCs/>
        </w:rPr>
        <w:t>d</w:t>
      </w:r>
      <w:r w:rsidR="00DE50C2" w:rsidRPr="00DE1411">
        <w:rPr>
          <w:vertAlign w:val="subscript"/>
        </w:rPr>
        <w:t>2</w:t>
      </w:r>
      <w:r w:rsidR="00DE50C2" w:rsidRPr="00DE1411">
        <w:t>)(1 – 0.075)</w:t>
      </w:r>
    </w:p>
    <w:p w:rsidR="00DE50C2" w:rsidRPr="00DE1411" w:rsidRDefault="00D33F3F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  <w:t xml:space="preserve">   </w:t>
      </w:r>
      <w:r w:rsidR="00DE50C2" w:rsidRPr="00DE1411">
        <w:t xml:space="preserve">$324.30 = $368.52(1 – </w:t>
      </w:r>
      <w:r w:rsidR="00DE50C2" w:rsidRPr="00DE1411">
        <w:rPr>
          <w:rFonts w:ascii="Times New Roman" w:hAnsi="Times New Roman" w:cs="Times New Roman"/>
          <w:i/>
          <w:iCs/>
        </w:rPr>
        <w:t>d</w:t>
      </w:r>
      <w:r w:rsidR="00DE50C2" w:rsidRPr="00DE1411">
        <w:rPr>
          <w:vertAlign w:val="subscript"/>
        </w:rPr>
        <w:t>2</w:t>
      </w:r>
      <w:r w:rsidR="00DE50C2" w:rsidRPr="00DE1411">
        <w:t>)</w:t>
      </w:r>
    </w:p>
    <w:p w:rsidR="00DE50C2" w:rsidRPr="00DE1411" w:rsidRDefault="00DE50C2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  <w:t xml:space="preserve"> </w:t>
      </w:r>
      <w:r w:rsidRPr="00DE1411">
        <w:rPr>
          <w:position w:val="-24"/>
        </w:rPr>
        <w:object w:dxaOrig="900" w:dyaOrig="600">
          <v:shape id="_x0000_i1108" type="#_x0000_t75" style="width:45.75pt;height:30pt" o:ole="">
            <v:imagedata r:id="rId167" o:title=""/>
          </v:shape>
          <o:OLEObject Type="Embed" ProgID="Equation.3" ShapeID="_x0000_i1108" DrawAspect="Content" ObjectID="_1654950842" r:id="rId168"/>
        </w:object>
      </w:r>
      <w:r w:rsidRPr="00DE1411">
        <w:t xml:space="preserve"> = (1 – </w:t>
      </w:r>
      <w:r w:rsidRPr="00DE1411">
        <w:rPr>
          <w:rFonts w:ascii="Times New Roman" w:hAnsi="Times New Roman" w:cs="Times New Roman"/>
          <w:i/>
          <w:iCs/>
        </w:rPr>
        <w:t>d</w:t>
      </w:r>
      <w:r w:rsidRPr="00DE1411">
        <w:rPr>
          <w:vertAlign w:val="subscript"/>
        </w:rPr>
        <w:t>2</w:t>
      </w:r>
      <w:r w:rsidRPr="00DE1411">
        <w:t>)</w:t>
      </w:r>
    </w:p>
    <w:p w:rsidR="00DE50C2" w:rsidRPr="00DE1411" w:rsidRDefault="00D33F3F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</w:r>
      <w:r w:rsidRPr="00DE1411">
        <w:rPr>
          <w:rFonts w:ascii="Times New Roman" w:hAnsi="Times New Roman" w:cs="Times New Roman"/>
          <w:i/>
          <w:iCs/>
        </w:rPr>
        <w:tab/>
        <w:t xml:space="preserve"> </w:t>
      </w:r>
      <w:r w:rsidR="00DE50C2" w:rsidRPr="00DE1411">
        <w:rPr>
          <w:rFonts w:ascii="Times New Roman" w:hAnsi="Times New Roman" w:cs="Times New Roman"/>
          <w:i/>
          <w:iCs/>
        </w:rPr>
        <w:t>d</w:t>
      </w:r>
      <w:r w:rsidR="00DE50C2" w:rsidRPr="00DE1411">
        <w:rPr>
          <w:vertAlign w:val="subscript"/>
        </w:rPr>
        <w:t>2</w:t>
      </w:r>
      <w:r w:rsidR="00DE50C2" w:rsidRPr="00DE1411">
        <w:t xml:space="preserve"> = 1 – 0.8800 = </w:t>
      </w:r>
      <w:r w:rsidR="00DE50C2" w:rsidRPr="00DE1411">
        <w:rPr>
          <w:u w:val="double"/>
        </w:rPr>
        <w:t>0.120</w:t>
      </w:r>
      <w:r w:rsidR="00DE50C2" w:rsidRPr="00DE1411">
        <w:t xml:space="preserve"> = </w:t>
      </w:r>
      <w:r w:rsidR="00DE50C2" w:rsidRPr="00DE1411">
        <w:rPr>
          <w:u w:val="double"/>
        </w:rPr>
        <w:t>12.0%</w:t>
      </w:r>
    </w:p>
    <w:p w:rsidR="00E34DB4" w:rsidRPr="00DE1411" w:rsidRDefault="00D33F3F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  <w:t>15.</w:t>
      </w:r>
      <w:r w:rsidRPr="00DE1411">
        <w:tab/>
      </w:r>
      <w:r w:rsidR="00E34DB4" w:rsidRPr="00DE1411">
        <w:rPr>
          <w:rFonts w:ascii="Times New Roman" w:hAnsi="Times New Roman" w:cs="Times New Roman"/>
          <w:i/>
          <w:iCs/>
        </w:rPr>
        <w:t xml:space="preserve">FV = </w:t>
      </w:r>
      <w:proofErr w:type="gramStart"/>
      <w:r w:rsidR="00E34DB4" w:rsidRPr="00DE1411">
        <w:rPr>
          <w:rFonts w:ascii="Times New Roman" w:hAnsi="Times New Roman" w:cs="Times New Roman"/>
          <w:i/>
          <w:iCs/>
        </w:rPr>
        <w:t>PV</w:t>
      </w:r>
      <w:r w:rsidR="00E34DB4" w:rsidRPr="00DE1411">
        <w:t>(</w:t>
      </w:r>
      <w:proofErr w:type="gramEnd"/>
      <w:r w:rsidR="00E34DB4" w:rsidRPr="00DE1411">
        <w:t xml:space="preserve">1 + </w:t>
      </w:r>
      <w:r w:rsidR="00E34DB4" w:rsidRPr="00DE1411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E34DB4" w:rsidRPr="00DE1411">
        <w:rPr>
          <w:vertAlign w:val="subscript"/>
        </w:rPr>
        <w:t>1</w:t>
      </w:r>
      <w:r w:rsidR="00E34DB4" w:rsidRPr="00DE1411">
        <w:t xml:space="preserve">)(1 + </w:t>
      </w:r>
      <w:r w:rsidR="00E34DB4" w:rsidRPr="00DE1411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E34DB4" w:rsidRPr="00DE1411">
        <w:rPr>
          <w:vertAlign w:val="subscript"/>
        </w:rPr>
        <w:t>2</w:t>
      </w:r>
      <w:r w:rsidR="00E34DB4" w:rsidRPr="00DE1411">
        <w:t>)</w:t>
      </w:r>
    </w:p>
    <w:p w:rsidR="00E34DB4" w:rsidRPr="00DE1411" w:rsidRDefault="00E34DB4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Pr="00DE1411">
        <w:rPr>
          <w:position w:val="-28"/>
        </w:rPr>
        <w:object w:dxaOrig="1020" w:dyaOrig="639">
          <v:shape id="_x0000_i1109" type="#_x0000_t75" style="width:52.5pt;height:32.25pt" o:ole="">
            <v:imagedata r:id="rId169" o:title=""/>
          </v:shape>
          <o:OLEObject Type="Embed" ProgID="Equation.3" ShapeID="_x0000_i1109" DrawAspect="Content" ObjectID="_1654950843" r:id="rId170"/>
        </w:object>
      </w:r>
      <w:r w:rsidRPr="00DE1411">
        <w:t xml:space="preserve"> = (1 + </w:t>
      </w:r>
      <w:r w:rsidRPr="00DE1411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DE1411">
        <w:rPr>
          <w:vertAlign w:val="subscript"/>
        </w:rPr>
        <w:t>1</w:t>
      </w:r>
      <w:r w:rsidRPr="00DE1411">
        <w:t xml:space="preserve">) </w:t>
      </w:r>
    </w:p>
    <w:p w:rsidR="00E34DB4" w:rsidRPr="00DE1411" w:rsidRDefault="00B140D5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E1411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E1411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</w:t>
      </w:r>
      <w:r w:rsidR="00E34DB4" w:rsidRPr="00DE1411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E34DB4" w:rsidRPr="00DE1411">
        <w:rPr>
          <w:vertAlign w:val="subscript"/>
        </w:rPr>
        <w:t>1</w:t>
      </w:r>
      <w:r w:rsidR="00E34DB4" w:rsidRPr="00DE1411">
        <w:t xml:space="preserve"> = </w:t>
      </w:r>
      <w:r w:rsidR="00E34DB4" w:rsidRPr="00DE1411">
        <w:rPr>
          <w:position w:val="-28"/>
        </w:rPr>
        <w:object w:dxaOrig="1020" w:dyaOrig="639">
          <v:shape id="_x0000_i1110" type="#_x0000_t75" style="width:52.5pt;height:32.25pt" o:ole="">
            <v:imagedata r:id="rId169" o:title=""/>
          </v:shape>
          <o:OLEObject Type="Embed" ProgID="Equation.3" ShapeID="_x0000_i1110" DrawAspect="Content" ObjectID="_1654950844" r:id="rId171"/>
        </w:object>
      </w:r>
      <w:r w:rsidR="00E34DB4" w:rsidRPr="00DE1411">
        <w:t xml:space="preserve"> – 1</w:t>
      </w:r>
    </w:p>
    <w:p w:rsidR="009B6298" w:rsidRPr="00DE1411" w:rsidRDefault="009B6298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</w:p>
    <w:p w:rsidR="00B664CF" w:rsidRPr="00DE1411" w:rsidRDefault="00B664CF">
      <w:pPr>
        <w:rPr>
          <w:rFonts w:ascii="Arial" w:hAnsi="Arial" w:cs="Arial"/>
          <w:sz w:val="22"/>
          <w:szCs w:val="22"/>
          <w:lang w:val="en-CA"/>
        </w:rPr>
      </w:pPr>
      <w:r w:rsidRPr="00DE1411">
        <w:br w:type="page"/>
      </w:r>
    </w:p>
    <w:p w:rsidR="009808D8" w:rsidRPr="00DE1411" w:rsidRDefault="00B664CF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lastRenderedPageBreak/>
        <w:tab/>
        <w:t>17.</w:t>
      </w:r>
      <w:r w:rsidRPr="00DE1411">
        <w:tab/>
      </w:r>
      <w:r w:rsidR="009808D8" w:rsidRPr="00DE1411">
        <w:t>Given: Mint = $0.202/gram; Camomile = $0.158</w:t>
      </w:r>
      <w:r w:rsidR="007A1A84" w:rsidRPr="00DE1411">
        <w:t>/gram</w:t>
      </w:r>
      <w:r w:rsidR="009808D8" w:rsidRPr="00DE1411">
        <w:t>; Blend = $0.179/gram; Total Weight of Blend = 2kg</w:t>
      </w:r>
    </w:p>
    <w:p w:rsidR="009808D8" w:rsidRPr="00DE1411" w:rsidRDefault="00B664CF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="009808D8" w:rsidRPr="00DE1411">
        <w:t xml:space="preserve">Let </w:t>
      </w:r>
      <w:r w:rsidR="009808D8" w:rsidRPr="00DE1411">
        <w:rPr>
          <w:i/>
        </w:rPr>
        <w:t>M</w:t>
      </w:r>
      <w:r w:rsidR="009808D8" w:rsidRPr="00DE1411">
        <w:t xml:space="preserve"> represent grams of Mint tea used in the blend</w:t>
      </w:r>
    </w:p>
    <w:p w:rsidR="00874D09" w:rsidRPr="00DE1411" w:rsidRDefault="00B664CF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  <w:t xml:space="preserve">    </w:t>
      </w:r>
      <w:r w:rsidR="006F4C74" w:rsidRPr="00DE1411">
        <w:t>Total cost of Mint tea + Total cost of Camomile tea = Price for 2kg of the blend</w:t>
      </w:r>
    </w:p>
    <w:p w:rsidR="006F4C74" w:rsidRPr="00DE1411" w:rsidRDefault="00B664CF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Pr="00DE1411">
        <w:tab/>
      </w:r>
      <w:r w:rsidR="006F4C74" w:rsidRPr="00DE1411">
        <w:t>$0.202</w:t>
      </w:r>
      <w:r w:rsidR="006F6599" w:rsidRPr="00DE1411">
        <w:rPr>
          <w:i/>
        </w:rPr>
        <w:t>M</w:t>
      </w:r>
      <w:r w:rsidR="006F4C74" w:rsidRPr="00DE1411">
        <w:t xml:space="preserve"> + $</w:t>
      </w:r>
      <w:r w:rsidR="008D3E1F" w:rsidRPr="00DE1411">
        <w:t>0.158(2000</w:t>
      </w:r>
      <w:r w:rsidR="006F4C74" w:rsidRPr="00DE1411">
        <w:t xml:space="preserve"> – </w:t>
      </w:r>
      <w:r w:rsidR="006F6599" w:rsidRPr="00DE1411">
        <w:rPr>
          <w:i/>
        </w:rPr>
        <w:t>M</w:t>
      </w:r>
      <w:r w:rsidR="006F4C74" w:rsidRPr="00DE1411">
        <w:t>) = $0.179 x 2000</w:t>
      </w:r>
    </w:p>
    <w:p w:rsidR="006F4C74" w:rsidRPr="00DE1411" w:rsidRDefault="00B664CF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Pr="00DE1411">
        <w:tab/>
        <w:t xml:space="preserve">    </w:t>
      </w:r>
      <w:r w:rsidR="006F4C74" w:rsidRPr="00DE1411">
        <w:t>$0.202</w:t>
      </w:r>
      <w:r w:rsidR="006F6599" w:rsidRPr="00DE1411">
        <w:rPr>
          <w:i/>
        </w:rPr>
        <w:t>M</w:t>
      </w:r>
      <w:r w:rsidR="006F4C74" w:rsidRPr="00DE1411">
        <w:t xml:space="preserve"> + $316 - $0.158</w:t>
      </w:r>
      <w:r w:rsidR="006F6599" w:rsidRPr="00DE1411">
        <w:rPr>
          <w:i/>
        </w:rPr>
        <w:t>M</w:t>
      </w:r>
      <w:r w:rsidR="006F4C74" w:rsidRPr="00DE1411">
        <w:t xml:space="preserve"> = $358</w:t>
      </w:r>
    </w:p>
    <w:p w:rsidR="006F4C74" w:rsidRPr="00DE1411" w:rsidRDefault="00B664CF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</w:r>
      <w:r w:rsidRPr="00DE1411">
        <w:tab/>
        <w:t xml:space="preserve">        </w:t>
      </w:r>
      <w:r w:rsidR="006F4C74" w:rsidRPr="00DE1411">
        <w:t>$0.044</w:t>
      </w:r>
      <w:r w:rsidR="006F6599" w:rsidRPr="00DE1411">
        <w:rPr>
          <w:i/>
        </w:rPr>
        <w:t>M</w:t>
      </w:r>
      <w:r w:rsidR="006F4C74" w:rsidRPr="00DE1411">
        <w:t xml:space="preserve"> = $42</w:t>
      </w:r>
    </w:p>
    <w:p w:rsidR="006F4C74" w:rsidRPr="00DE1411" w:rsidRDefault="00B664CF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rPr>
          <w:i/>
        </w:rPr>
        <w:tab/>
      </w:r>
      <w:r w:rsidRPr="00DE1411">
        <w:rPr>
          <w:i/>
        </w:rPr>
        <w:tab/>
      </w:r>
      <w:r w:rsidRPr="00DE1411">
        <w:rPr>
          <w:i/>
        </w:rPr>
        <w:tab/>
      </w:r>
      <w:r w:rsidRPr="00DE1411">
        <w:rPr>
          <w:i/>
        </w:rPr>
        <w:tab/>
      </w:r>
      <w:r w:rsidRPr="00DE1411">
        <w:rPr>
          <w:i/>
        </w:rPr>
        <w:tab/>
      </w:r>
      <w:r w:rsidRPr="00DE1411">
        <w:rPr>
          <w:i/>
        </w:rPr>
        <w:tab/>
      </w:r>
      <w:r w:rsidRPr="00DE1411">
        <w:rPr>
          <w:i/>
        </w:rPr>
        <w:tab/>
        <w:t xml:space="preserve">       </w:t>
      </w:r>
      <w:r w:rsidR="006F6599" w:rsidRPr="00DE1411">
        <w:rPr>
          <w:i/>
        </w:rPr>
        <w:t>M</w:t>
      </w:r>
      <w:r w:rsidR="006F4C74" w:rsidRPr="00DE1411">
        <w:t xml:space="preserve"> = </w:t>
      </w:r>
      <w:r w:rsidR="006F4C74" w:rsidRPr="00DE1411">
        <w:rPr>
          <w:u w:val="double"/>
        </w:rPr>
        <w:t>954.55 grams</w:t>
      </w:r>
      <w:r w:rsidR="006F4C74" w:rsidRPr="00DE1411">
        <w:t xml:space="preserve"> </w:t>
      </w:r>
    </w:p>
    <w:p w:rsidR="006F4C74" w:rsidRPr="00DE1411" w:rsidRDefault="00B664CF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="006F4C74" w:rsidRPr="00DE1411">
        <w:t>Norman’s tea blend should contain 954.55 grams of Mint tea</w:t>
      </w:r>
    </w:p>
    <w:p w:rsidR="00DE50C2" w:rsidRPr="00DE1411" w:rsidRDefault="00023FB6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  <w:t>19.</w:t>
      </w:r>
      <w:r w:rsidRPr="00DE1411">
        <w:tab/>
      </w:r>
      <w:r w:rsidR="00DE50C2" w:rsidRPr="00DE1411">
        <w:t>Given: Grace</w:t>
      </w:r>
      <w:r w:rsidR="008E12B2">
        <w:t>’</w:t>
      </w:r>
      <w:r w:rsidR="00DE50C2" w:rsidRPr="00DE1411">
        <w:t>s share = 1.2(</w:t>
      </w:r>
      <w:proofErr w:type="spellStart"/>
      <w:r w:rsidR="00DE50C2" w:rsidRPr="00DE1411">
        <w:t>Kajsa’s</w:t>
      </w:r>
      <w:proofErr w:type="spellEnd"/>
      <w:r w:rsidR="00DE50C2" w:rsidRPr="00DE1411">
        <w:t xml:space="preserve"> share); Mary Anne</w:t>
      </w:r>
      <w:r w:rsidR="008E12B2">
        <w:t>’</w:t>
      </w:r>
      <w:r w:rsidR="00DE50C2" w:rsidRPr="00DE1411">
        <w:t xml:space="preserve">s share = </w:t>
      </w:r>
      <w:r w:rsidR="00DE50C2" w:rsidRPr="00DE1411">
        <w:rPr>
          <w:position w:val="-12"/>
        </w:rPr>
        <w:object w:dxaOrig="200" w:dyaOrig="360">
          <v:shape id="_x0000_i1111" type="#_x0000_t75" style="width:11.25pt;height:18pt" o:ole="" fillcolor="window">
            <v:imagedata r:id="rId172" o:title=""/>
          </v:shape>
          <o:OLEObject Type="Embed" ProgID="Equation.3" ShapeID="_x0000_i1111" DrawAspect="Content" ObjectID="_1654950845" r:id="rId173"/>
        </w:object>
      </w:r>
      <w:r w:rsidR="00DE50C2" w:rsidRPr="00DE1411">
        <w:t>(Grace</w:t>
      </w:r>
      <w:r w:rsidR="008E12B2">
        <w:t>’</w:t>
      </w:r>
      <w:r w:rsidR="00DE50C2" w:rsidRPr="00DE1411">
        <w:t>s share)</w:t>
      </w:r>
    </w:p>
    <w:p w:rsidR="00DE50C2" w:rsidRPr="00DE1411" w:rsidRDefault="00023FB6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="005E5559" w:rsidRPr="00DE1411">
        <w:t xml:space="preserve">          </w:t>
      </w:r>
      <w:r w:rsidR="00DE50C2" w:rsidRPr="00DE1411">
        <w:t>Total allocated = $36,000</w:t>
      </w:r>
    </w:p>
    <w:p w:rsidR="00DE50C2" w:rsidRPr="00DE1411" w:rsidRDefault="00023FB6" w:rsidP="00F14896">
      <w:pPr>
        <w:pStyle w:val="ISMss"/>
        <w:tabs>
          <w:tab w:val="clear" w:pos="270"/>
          <w:tab w:val="clear" w:pos="540"/>
          <w:tab w:val="decimal" w:pos="274"/>
          <w:tab w:val="left" w:pos="1325"/>
        </w:tabs>
        <w:suppressAutoHyphens/>
        <w:spacing w:after="120"/>
        <w:ind w:left="547" w:hanging="547"/>
      </w:pPr>
      <w:r w:rsidRPr="00DE1411">
        <w:tab/>
      </w:r>
      <w:r w:rsidRPr="00DE1411">
        <w:tab/>
      </w:r>
      <w:r w:rsidR="00DE50C2" w:rsidRPr="00DE1411">
        <w:t xml:space="preserve">Let K represent </w:t>
      </w:r>
      <w:proofErr w:type="spellStart"/>
      <w:r w:rsidR="00DE50C2" w:rsidRPr="00DE1411">
        <w:t>Kajsa’s</w:t>
      </w:r>
      <w:proofErr w:type="spellEnd"/>
      <w:r w:rsidR="00DE50C2" w:rsidRPr="00DE1411">
        <w:t xml:space="preserve"> share.</w:t>
      </w:r>
    </w:p>
    <w:p w:rsidR="00DE50C2" w:rsidRPr="00DE1411" w:rsidRDefault="00023FB6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="00DE50C2" w:rsidRPr="00DE1411">
        <w:t>(</w:t>
      </w:r>
      <w:proofErr w:type="spellStart"/>
      <w:r w:rsidR="00DE50C2" w:rsidRPr="00DE1411">
        <w:t>Kajsa’s</w:t>
      </w:r>
      <w:proofErr w:type="spellEnd"/>
      <w:r w:rsidR="00DE50C2" w:rsidRPr="00DE1411">
        <w:t xml:space="preserve"> share) + (Grace</w:t>
      </w:r>
      <w:r w:rsidR="008E12B2">
        <w:t>’</w:t>
      </w:r>
      <w:r w:rsidR="00DE50C2" w:rsidRPr="00DE1411">
        <w:t>s share) + (Mary Anne</w:t>
      </w:r>
      <w:r w:rsidR="008E12B2">
        <w:t>’</w:t>
      </w:r>
      <w:r w:rsidR="00DE50C2" w:rsidRPr="00DE1411">
        <w:t>s share) = $36,000</w:t>
      </w:r>
    </w:p>
    <w:p w:rsidR="00DE50C2" w:rsidRPr="00DE1411" w:rsidRDefault="00023FB6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="005E5559" w:rsidRPr="00DE1411">
        <w:tab/>
      </w:r>
      <w:r w:rsidR="00DE50C2" w:rsidRPr="00DE1411">
        <w:t xml:space="preserve">K + 1.2K + </w:t>
      </w:r>
      <w:r w:rsidR="00DE50C2" w:rsidRPr="00DE1411">
        <w:rPr>
          <w:position w:val="-14"/>
        </w:rPr>
        <w:object w:dxaOrig="820" w:dyaOrig="400">
          <v:shape id="_x0000_i1112" type="#_x0000_t75" style="width:39.75pt;height:19.5pt" o:ole="" fillcolor="window">
            <v:imagedata r:id="rId174" o:title=""/>
          </v:shape>
          <o:OLEObject Type="Embed" ProgID="Equation.3" ShapeID="_x0000_i1112" DrawAspect="Content" ObjectID="_1654950846" r:id="rId175"/>
        </w:object>
      </w:r>
      <w:r w:rsidR="00DE50C2" w:rsidRPr="00DE1411">
        <w:t xml:space="preserve"> = $36,000</w:t>
      </w:r>
    </w:p>
    <w:p w:rsidR="00DE50C2" w:rsidRPr="00DE1411" w:rsidRDefault="00023FB6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="005E5559" w:rsidRPr="00DE1411">
        <w:tab/>
      </w:r>
      <w:r w:rsidR="005E5559" w:rsidRPr="00DE1411">
        <w:tab/>
      </w:r>
      <w:r w:rsidR="005E5559" w:rsidRPr="00DE1411">
        <w:tab/>
        <w:t xml:space="preserve">       </w:t>
      </w:r>
      <w:r w:rsidR="00DE50C2" w:rsidRPr="00DE1411">
        <w:t>2.95 K = $36,000</w:t>
      </w:r>
    </w:p>
    <w:p w:rsidR="00DE50C2" w:rsidRPr="00DE1411" w:rsidRDefault="00023FB6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DE1411">
        <w:tab/>
      </w:r>
      <w:r w:rsidRPr="00DE1411">
        <w:tab/>
      </w:r>
      <w:r w:rsidR="005E5559" w:rsidRPr="00DE1411">
        <w:tab/>
      </w:r>
      <w:r w:rsidR="005E5559" w:rsidRPr="00DE1411">
        <w:tab/>
      </w:r>
      <w:r w:rsidR="005E5559" w:rsidRPr="00DE1411">
        <w:tab/>
      </w:r>
      <w:r w:rsidR="005E5559" w:rsidRPr="00DE1411">
        <w:tab/>
        <w:t xml:space="preserve">   </w:t>
      </w:r>
      <w:r w:rsidR="00DE50C2" w:rsidRPr="00DE1411">
        <w:t xml:space="preserve">K = $12,203.39 </w:t>
      </w:r>
    </w:p>
    <w:p w:rsidR="00DE50C2" w:rsidRPr="00DE1411" w:rsidRDefault="00023FB6" w:rsidP="00F14896">
      <w:pPr>
        <w:pStyle w:val="ISM"/>
        <w:tabs>
          <w:tab w:val="clear" w:pos="270"/>
          <w:tab w:val="clear" w:pos="540"/>
          <w:tab w:val="decimal" w:pos="274"/>
          <w:tab w:val="left" w:pos="1325"/>
        </w:tabs>
        <w:suppressAutoHyphens/>
        <w:ind w:left="547" w:hanging="547"/>
      </w:pPr>
      <w:r w:rsidRPr="008E12B2">
        <w:tab/>
      </w:r>
      <w:r w:rsidRPr="008E12B2">
        <w:tab/>
      </w:r>
      <w:proofErr w:type="spellStart"/>
      <w:r w:rsidR="00DE50C2" w:rsidRPr="00DE1411">
        <w:rPr>
          <w:u w:val="double"/>
        </w:rPr>
        <w:t>Kajsa’s</w:t>
      </w:r>
      <w:proofErr w:type="spellEnd"/>
      <w:r w:rsidR="00DE50C2" w:rsidRPr="00DE1411">
        <w:rPr>
          <w:u w:val="double"/>
        </w:rPr>
        <w:t xml:space="preserve"> should receive $12,203.39</w:t>
      </w:r>
      <w:r w:rsidR="00DE50C2" w:rsidRPr="00DE1411">
        <w:t xml:space="preserve">. </w:t>
      </w:r>
      <w:r w:rsidR="00DE50C2" w:rsidRPr="00DE1411">
        <w:rPr>
          <w:u w:val="double"/>
        </w:rPr>
        <w:t>Grace should receive</w:t>
      </w:r>
      <w:r w:rsidR="00DE50C2" w:rsidRPr="00DE1411">
        <w:t xml:space="preserve"> 1.2K = </w:t>
      </w:r>
      <w:r w:rsidR="00DE50C2" w:rsidRPr="00DE1411">
        <w:rPr>
          <w:u w:val="double"/>
        </w:rPr>
        <w:t>$14,644.07</w:t>
      </w:r>
      <w:r w:rsidR="00DE50C2" w:rsidRPr="00DE1411">
        <w:t>.</w:t>
      </w:r>
    </w:p>
    <w:p w:rsidR="000F4511" w:rsidRPr="000F4511" w:rsidRDefault="00023FB6" w:rsidP="000F4511">
      <w:pPr>
        <w:pStyle w:val="ISM"/>
        <w:tabs>
          <w:tab w:val="clear" w:pos="540"/>
          <w:tab w:val="left" w:pos="1325"/>
        </w:tabs>
        <w:suppressAutoHyphens/>
        <w:ind w:left="547" w:hanging="547"/>
      </w:pPr>
      <w:r w:rsidRPr="000153D8">
        <w:tab/>
      </w:r>
      <w:r w:rsidRPr="000153D8">
        <w:tab/>
      </w:r>
      <w:r w:rsidR="00DE50C2" w:rsidRPr="00DE1411">
        <w:rPr>
          <w:u w:val="double"/>
        </w:rPr>
        <w:t xml:space="preserve">Mary Anne should </w:t>
      </w:r>
      <w:proofErr w:type="gramStart"/>
      <w:r w:rsidR="00DE50C2" w:rsidRPr="00DE1411">
        <w:rPr>
          <w:u w:val="double"/>
        </w:rPr>
        <w:t>receive</w:t>
      </w:r>
      <w:proofErr w:type="gramEnd"/>
      <w:r w:rsidR="00DE50C2" w:rsidRPr="00DE1411">
        <w:rPr>
          <w:position w:val="-12"/>
        </w:rPr>
        <w:object w:dxaOrig="200" w:dyaOrig="360">
          <v:shape id="_x0000_i1113" type="#_x0000_t75" style="width:11.25pt;height:18pt" o:ole="" fillcolor="window">
            <v:imagedata r:id="rId176" o:title=""/>
          </v:shape>
          <o:OLEObject Type="Embed" ProgID="Equation.3" ShapeID="_x0000_i1113" DrawAspect="Content" ObjectID="_1654950847" r:id="rId177"/>
        </w:object>
      </w:r>
      <w:r w:rsidR="00DE50C2" w:rsidRPr="00DE1411">
        <w:t xml:space="preserve">($14,644.07) = </w:t>
      </w:r>
      <w:r w:rsidR="00DE50C2" w:rsidRPr="00DE1411">
        <w:rPr>
          <w:u w:val="double"/>
        </w:rPr>
        <w:t>$9152.54</w:t>
      </w:r>
      <w:r w:rsidR="00DE50C2" w:rsidRPr="00DE1411">
        <w:t>.</w:t>
      </w:r>
      <w:bookmarkStart w:id="0" w:name="_GoBack"/>
      <w:bookmarkEnd w:id="0"/>
    </w:p>
    <w:p w:rsidR="000F4511" w:rsidRDefault="000F4511" w:rsidP="000F4511">
      <w:pPr>
        <w:tabs>
          <w:tab w:val="left" w:pos="3345"/>
        </w:tabs>
        <w:rPr>
          <w:lang w:val="en-CA"/>
        </w:rPr>
      </w:pPr>
      <w:r>
        <w:rPr>
          <w:lang w:val="en-CA"/>
        </w:rPr>
        <w:tab/>
      </w:r>
    </w:p>
    <w:p w:rsidR="000F4511" w:rsidRDefault="000F4511" w:rsidP="000F4511">
      <w:pPr>
        <w:rPr>
          <w:lang w:val="en-CA"/>
        </w:rPr>
      </w:pPr>
    </w:p>
    <w:p w:rsidR="00D93032" w:rsidRPr="000F4511" w:rsidRDefault="00D93032" w:rsidP="000F4511">
      <w:pPr>
        <w:rPr>
          <w:lang w:val="en-CA"/>
        </w:rPr>
        <w:sectPr w:rsidR="00D93032" w:rsidRPr="000F4511" w:rsidSect="002632A7">
          <w:footerReference w:type="even" r:id="rId178"/>
          <w:footerReference w:type="default" r:id="rId179"/>
          <w:pgSz w:w="12240" w:h="15840" w:code="1"/>
          <w:pgMar w:top="1080" w:right="1440" w:bottom="1080" w:left="1440" w:header="720" w:footer="720" w:gutter="0"/>
          <w:pgNumType w:start="11"/>
          <w:cols w:space="720"/>
          <w:docGrid w:linePitch="360"/>
        </w:sectPr>
      </w:pPr>
    </w:p>
    <w:p w:rsidR="00D26005" w:rsidRPr="00DE1411" w:rsidRDefault="00D26005" w:rsidP="000F4511">
      <w:pPr>
        <w:pStyle w:val="ISM"/>
        <w:tabs>
          <w:tab w:val="clear" w:pos="540"/>
          <w:tab w:val="left" w:pos="1325"/>
        </w:tabs>
        <w:suppressAutoHyphens/>
      </w:pPr>
    </w:p>
    <w:sectPr w:rsidR="00D26005" w:rsidRPr="00DE1411" w:rsidSect="00D26005">
      <w:footerReference w:type="even" r:id="rId180"/>
      <w:type w:val="evenPage"/>
      <w:pgSz w:w="12240" w:h="15840" w:code="1"/>
      <w:pgMar w:top="1080" w:right="1440" w:bottom="1080" w:left="1440" w:header="720" w:footer="720" w:gutter="0"/>
      <w:pgNumType w:start="2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9E7" w:rsidRDefault="000739E7">
      <w:r>
        <w:separator/>
      </w:r>
    </w:p>
  </w:endnote>
  <w:endnote w:type="continuationSeparator" w:id="0">
    <w:p w:rsidR="000739E7" w:rsidRDefault="0007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F3F" w:rsidRDefault="007A3DBA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rFonts w:ascii="Arial" w:hAnsi="Arial" w:cs="Arial"/>
        <w:b/>
        <w:bCs/>
        <w:i/>
        <w:iCs/>
        <w:sz w:val="22"/>
        <w:szCs w:val="22"/>
      </w:rPr>
    </w:pPr>
    <w:r>
      <w:rPr>
        <w:rStyle w:val="PageNumber"/>
        <w:rFonts w:ascii="Arial" w:hAnsi="Arial" w:cs="Arial"/>
        <w:b/>
        <w:bCs/>
        <w:sz w:val="22"/>
        <w:szCs w:val="22"/>
      </w:rPr>
      <w:fldChar w:fldCharType="begin"/>
    </w:r>
    <w:r w:rsidR="00D33F3F">
      <w:rPr>
        <w:rStyle w:val="PageNumber"/>
        <w:rFonts w:ascii="Arial" w:hAnsi="Arial" w:cs="Arial"/>
        <w:b/>
        <w:bCs/>
        <w:sz w:val="22"/>
        <w:szCs w:val="22"/>
      </w:rPr>
      <w:instrText xml:space="preserve"> PAGE </w:instrText>
    </w:r>
    <w:r>
      <w:rPr>
        <w:rStyle w:val="PageNumber"/>
        <w:rFonts w:ascii="Arial" w:hAnsi="Arial" w:cs="Arial"/>
        <w:b/>
        <w:bCs/>
        <w:sz w:val="22"/>
        <w:szCs w:val="22"/>
      </w:rPr>
      <w:fldChar w:fldCharType="separate"/>
    </w:r>
    <w:r w:rsidR="000F4511">
      <w:rPr>
        <w:rStyle w:val="PageNumber"/>
        <w:rFonts w:ascii="Arial" w:hAnsi="Arial" w:cs="Arial"/>
        <w:b/>
        <w:bCs/>
        <w:noProof/>
        <w:sz w:val="22"/>
        <w:szCs w:val="22"/>
      </w:rPr>
      <w:t>22</w:t>
    </w:r>
    <w:r>
      <w:rPr>
        <w:rStyle w:val="PageNumber"/>
        <w:rFonts w:ascii="Arial" w:hAnsi="Arial" w:cs="Arial"/>
        <w:b/>
        <w:bCs/>
        <w:sz w:val="22"/>
        <w:szCs w:val="22"/>
      </w:rPr>
      <w:fldChar w:fldCharType="end"/>
    </w:r>
    <w:r w:rsidR="00D33F3F">
      <w:rPr>
        <w:rStyle w:val="PageNumber"/>
        <w:rFonts w:ascii="Arial" w:hAnsi="Arial" w:cs="Arial"/>
        <w:b/>
        <w:bCs/>
        <w:sz w:val="22"/>
        <w:szCs w:val="22"/>
      </w:rPr>
      <w:tab/>
    </w:r>
    <w:r w:rsidR="00D33F3F">
      <w:rPr>
        <w:rStyle w:val="PageNumber"/>
        <w:rFonts w:ascii="Arial" w:hAnsi="Arial" w:cs="Arial"/>
        <w:b/>
        <w:bCs/>
        <w:sz w:val="22"/>
        <w:szCs w:val="22"/>
      </w:rPr>
      <w:tab/>
    </w:r>
    <w:r w:rsidR="00D33F3F">
      <w:rPr>
        <w:rStyle w:val="PageNumber"/>
        <w:rFonts w:ascii="Arial" w:hAnsi="Arial" w:cs="Arial"/>
        <w:b/>
        <w:bCs/>
        <w:i/>
        <w:iCs/>
        <w:sz w:val="22"/>
        <w:szCs w:val="22"/>
      </w:rPr>
      <w:t>Business Mathematics in Canada, 10/e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F3F" w:rsidRDefault="00D33F3F">
    <w:pPr>
      <w:pStyle w:val="Footer"/>
      <w:pBdr>
        <w:top w:val="single" w:sz="4" w:space="1" w:color="auto"/>
      </w:pBdr>
      <w:tabs>
        <w:tab w:val="clear" w:pos="8640"/>
        <w:tab w:val="right" w:pos="9270"/>
      </w:tabs>
      <w:rPr>
        <w:rFonts w:ascii="Arial" w:hAnsi="Arial" w:cs="Arial"/>
        <w:b/>
        <w:bCs/>
        <w:i/>
        <w:iCs/>
        <w:sz w:val="22"/>
        <w:szCs w:val="22"/>
      </w:rPr>
    </w:pPr>
    <w:r>
      <w:rPr>
        <w:rFonts w:ascii="Arial" w:hAnsi="Arial" w:cs="Arial"/>
        <w:b/>
        <w:bCs/>
        <w:i/>
        <w:iCs/>
        <w:sz w:val="22"/>
        <w:szCs w:val="22"/>
      </w:rPr>
      <w:t>Chapter 2: Review and Applications of Algebra</w:t>
    </w:r>
    <w:r>
      <w:rPr>
        <w:rFonts w:ascii="Arial" w:hAnsi="Arial" w:cs="Arial"/>
        <w:b/>
        <w:bCs/>
        <w:i/>
        <w:iCs/>
        <w:sz w:val="22"/>
        <w:szCs w:val="22"/>
      </w:rPr>
      <w:tab/>
    </w:r>
    <w:r w:rsidR="007A3DBA">
      <w:rPr>
        <w:rStyle w:val="PageNumber"/>
        <w:rFonts w:ascii="Arial" w:hAnsi="Arial" w:cs="Arial"/>
        <w:b/>
        <w:bCs/>
        <w:sz w:val="22"/>
        <w:szCs w:val="22"/>
      </w:rPr>
      <w:fldChar w:fldCharType="begin"/>
    </w:r>
    <w:r>
      <w:rPr>
        <w:rStyle w:val="PageNumber"/>
        <w:rFonts w:ascii="Arial" w:hAnsi="Arial" w:cs="Arial"/>
        <w:b/>
        <w:bCs/>
        <w:sz w:val="22"/>
        <w:szCs w:val="22"/>
      </w:rPr>
      <w:instrText xml:space="preserve"> PAGE </w:instrText>
    </w:r>
    <w:r w:rsidR="007A3DBA">
      <w:rPr>
        <w:rStyle w:val="PageNumber"/>
        <w:rFonts w:ascii="Arial" w:hAnsi="Arial" w:cs="Arial"/>
        <w:b/>
        <w:bCs/>
        <w:sz w:val="22"/>
        <w:szCs w:val="22"/>
      </w:rPr>
      <w:fldChar w:fldCharType="separate"/>
    </w:r>
    <w:r w:rsidR="000F4511">
      <w:rPr>
        <w:rStyle w:val="PageNumber"/>
        <w:rFonts w:ascii="Arial" w:hAnsi="Arial" w:cs="Arial"/>
        <w:b/>
        <w:bCs/>
        <w:noProof/>
        <w:sz w:val="22"/>
        <w:szCs w:val="22"/>
      </w:rPr>
      <w:t>23</w:t>
    </w:r>
    <w:r w:rsidR="007A3DBA">
      <w:rPr>
        <w:rStyle w:val="PageNumber"/>
        <w:rFonts w:ascii="Arial" w:hAnsi="Arial" w:cs="Arial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005" w:rsidRPr="00D26005" w:rsidRDefault="00D26005" w:rsidP="00D26005">
    <w:pPr>
      <w:pStyle w:val="Footer"/>
      <w:rPr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9E7" w:rsidRDefault="000739E7">
      <w:r>
        <w:separator/>
      </w:r>
    </w:p>
  </w:footnote>
  <w:footnote w:type="continuationSeparator" w:id="0">
    <w:p w:rsidR="000739E7" w:rsidRDefault="00073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D6F77"/>
    <w:multiLevelType w:val="hybridMultilevel"/>
    <w:tmpl w:val="CB4EFB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A1C04"/>
    <w:multiLevelType w:val="hybridMultilevel"/>
    <w:tmpl w:val="BA525FDE"/>
    <w:lvl w:ilvl="0" w:tplc="1009000F">
      <w:start w:val="1"/>
      <w:numFmt w:val="decimal"/>
      <w:lvlText w:val="%1."/>
      <w:lvlJc w:val="left"/>
      <w:pPr>
        <w:ind w:left="720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" w15:restartNumberingAfterBreak="0">
    <w:nsid w:val="05C16553"/>
    <w:multiLevelType w:val="hybridMultilevel"/>
    <w:tmpl w:val="34B68532"/>
    <w:lvl w:ilvl="0" w:tplc="E92CCE8A">
      <w:start w:val="19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" w15:restartNumberingAfterBreak="0">
    <w:nsid w:val="0D3607C4"/>
    <w:multiLevelType w:val="hybridMultilevel"/>
    <w:tmpl w:val="50C05496"/>
    <w:lvl w:ilvl="0" w:tplc="E90CFF36">
      <w:start w:val="1"/>
      <w:numFmt w:val="lowerLetter"/>
      <w:lvlText w:val="%1)"/>
      <w:lvlJc w:val="left"/>
      <w:pPr>
        <w:ind w:left="900" w:hanging="360"/>
      </w:pPr>
      <w:rPr>
        <w:rFonts w:hint="default"/>
        <w:u w:val="none"/>
      </w:rPr>
    </w:lvl>
    <w:lvl w:ilvl="1" w:tplc="10090019" w:tentative="1">
      <w:start w:val="1"/>
      <w:numFmt w:val="lowerLetter"/>
      <w:lvlText w:val="%2."/>
      <w:lvlJc w:val="left"/>
      <w:pPr>
        <w:ind w:left="1620" w:hanging="360"/>
      </w:pPr>
    </w:lvl>
    <w:lvl w:ilvl="2" w:tplc="1009001B" w:tentative="1">
      <w:start w:val="1"/>
      <w:numFmt w:val="lowerRoman"/>
      <w:lvlText w:val="%3."/>
      <w:lvlJc w:val="right"/>
      <w:pPr>
        <w:ind w:left="2340" w:hanging="180"/>
      </w:pPr>
    </w:lvl>
    <w:lvl w:ilvl="3" w:tplc="1009000F" w:tentative="1">
      <w:start w:val="1"/>
      <w:numFmt w:val="decimal"/>
      <w:lvlText w:val="%4."/>
      <w:lvlJc w:val="left"/>
      <w:pPr>
        <w:ind w:left="3060" w:hanging="360"/>
      </w:pPr>
    </w:lvl>
    <w:lvl w:ilvl="4" w:tplc="10090019" w:tentative="1">
      <w:start w:val="1"/>
      <w:numFmt w:val="lowerLetter"/>
      <w:lvlText w:val="%5."/>
      <w:lvlJc w:val="left"/>
      <w:pPr>
        <w:ind w:left="3780" w:hanging="360"/>
      </w:pPr>
    </w:lvl>
    <w:lvl w:ilvl="5" w:tplc="1009001B" w:tentative="1">
      <w:start w:val="1"/>
      <w:numFmt w:val="lowerRoman"/>
      <w:lvlText w:val="%6."/>
      <w:lvlJc w:val="right"/>
      <w:pPr>
        <w:ind w:left="4500" w:hanging="180"/>
      </w:pPr>
    </w:lvl>
    <w:lvl w:ilvl="6" w:tplc="1009000F" w:tentative="1">
      <w:start w:val="1"/>
      <w:numFmt w:val="decimal"/>
      <w:lvlText w:val="%7."/>
      <w:lvlJc w:val="left"/>
      <w:pPr>
        <w:ind w:left="5220" w:hanging="360"/>
      </w:pPr>
    </w:lvl>
    <w:lvl w:ilvl="7" w:tplc="10090019" w:tentative="1">
      <w:start w:val="1"/>
      <w:numFmt w:val="lowerLetter"/>
      <w:lvlText w:val="%8."/>
      <w:lvlJc w:val="left"/>
      <w:pPr>
        <w:ind w:left="5940" w:hanging="360"/>
      </w:pPr>
    </w:lvl>
    <w:lvl w:ilvl="8" w:tplc="1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1726EA5"/>
    <w:multiLevelType w:val="hybridMultilevel"/>
    <w:tmpl w:val="BEFA2E2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3C771B"/>
    <w:multiLevelType w:val="hybridMultilevel"/>
    <w:tmpl w:val="0DACF1C2"/>
    <w:lvl w:ilvl="0" w:tplc="A4D038D8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u w:val="none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01662"/>
    <w:multiLevelType w:val="hybridMultilevel"/>
    <w:tmpl w:val="D17C1BA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34AB2"/>
    <w:multiLevelType w:val="hybridMultilevel"/>
    <w:tmpl w:val="8EA843C6"/>
    <w:lvl w:ilvl="0" w:tplc="63C86842">
      <w:start w:val="16"/>
      <w:numFmt w:val="decimal"/>
      <w:lvlText w:val="%1."/>
      <w:lvlJc w:val="left"/>
      <w:pPr>
        <w:ind w:left="50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" w15:restartNumberingAfterBreak="0">
    <w:nsid w:val="1F327526"/>
    <w:multiLevelType w:val="hybridMultilevel"/>
    <w:tmpl w:val="0C1CC9AE"/>
    <w:lvl w:ilvl="0" w:tplc="10090017">
      <w:start w:val="1"/>
      <w:numFmt w:val="lowerLetter"/>
      <w:lvlText w:val="%1)"/>
      <w:lvlJc w:val="left"/>
      <w:pPr>
        <w:ind w:left="864" w:hanging="360"/>
      </w:pPr>
    </w:lvl>
    <w:lvl w:ilvl="1" w:tplc="BBECD030">
      <w:start w:val="1"/>
      <w:numFmt w:val="decimal"/>
      <w:lvlText w:val="%2."/>
      <w:lvlJc w:val="left"/>
      <w:pPr>
        <w:ind w:left="1614" w:hanging="39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304" w:hanging="180"/>
      </w:pPr>
    </w:lvl>
    <w:lvl w:ilvl="3" w:tplc="1009000F" w:tentative="1">
      <w:start w:val="1"/>
      <w:numFmt w:val="decimal"/>
      <w:lvlText w:val="%4."/>
      <w:lvlJc w:val="left"/>
      <w:pPr>
        <w:ind w:left="3024" w:hanging="360"/>
      </w:pPr>
    </w:lvl>
    <w:lvl w:ilvl="4" w:tplc="10090019" w:tentative="1">
      <w:start w:val="1"/>
      <w:numFmt w:val="lowerLetter"/>
      <w:lvlText w:val="%5."/>
      <w:lvlJc w:val="left"/>
      <w:pPr>
        <w:ind w:left="3744" w:hanging="360"/>
      </w:pPr>
    </w:lvl>
    <w:lvl w:ilvl="5" w:tplc="1009001B" w:tentative="1">
      <w:start w:val="1"/>
      <w:numFmt w:val="lowerRoman"/>
      <w:lvlText w:val="%6."/>
      <w:lvlJc w:val="right"/>
      <w:pPr>
        <w:ind w:left="4464" w:hanging="180"/>
      </w:pPr>
    </w:lvl>
    <w:lvl w:ilvl="6" w:tplc="1009000F" w:tentative="1">
      <w:start w:val="1"/>
      <w:numFmt w:val="decimal"/>
      <w:lvlText w:val="%7."/>
      <w:lvlJc w:val="left"/>
      <w:pPr>
        <w:ind w:left="5184" w:hanging="360"/>
      </w:pPr>
    </w:lvl>
    <w:lvl w:ilvl="7" w:tplc="10090019" w:tentative="1">
      <w:start w:val="1"/>
      <w:numFmt w:val="lowerLetter"/>
      <w:lvlText w:val="%8."/>
      <w:lvlJc w:val="left"/>
      <w:pPr>
        <w:ind w:left="5904" w:hanging="360"/>
      </w:pPr>
    </w:lvl>
    <w:lvl w:ilvl="8" w:tplc="10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21F72641"/>
    <w:multiLevelType w:val="hybridMultilevel"/>
    <w:tmpl w:val="4BE02A3C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4D0B4A"/>
    <w:multiLevelType w:val="hybridMultilevel"/>
    <w:tmpl w:val="A1B8A0EE"/>
    <w:lvl w:ilvl="0" w:tplc="04090019">
      <w:start w:val="1"/>
      <w:numFmt w:val="lowerLetter"/>
      <w:lvlText w:val="%1."/>
      <w:lvlJc w:val="left"/>
      <w:pPr>
        <w:ind w:left="860" w:hanging="360"/>
      </w:pPr>
    </w:lvl>
    <w:lvl w:ilvl="1" w:tplc="04090019">
      <w:start w:val="1"/>
      <w:numFmt w:val="lowerLetter"/>
      <w:lvlText w:val="%2."/>
      <w:lvlJc w:val="left"/>
      <w:pPr>
        <w:ind w:left="1580" w:hanging="360"/>
      </w:pPr>
    </w:lvl>
    <w:lvl w:ilvl="2" w:tplc="1009001B" w:tentative="1">
      <w:start w:val="1"/>
      <w:numFmt w:val="lowerRoman"/>
      <w:lvlText w:val="%3."/>
      <w:lvlJc w:val="right"/>
      <w:pPr>
        <w:ind w:left="2300" w:hanging="180"/>
      </w:pPr>
    </w:lvl>
    <w:lvl w:ilvl="3" w:tplc="1009000F" w:tentative="1">
      <w:start w:val="1"/>
      <w:numFmt w:val="decimal"/>
      <w:lvlText w:val="%4."/>
      <w:lvlJc w:val="left"/>
      <w:pPr>
        <w:ind w:left="3020" w:hanging="360"/>
      </w:pPr>
    </w:lvl>
    <w:lvl w:ilvl="4" w:tplc="10090019" w:tentative="1">
      <w:start w:val="1"/>
      <w:numFmt w:val="lowerLetter"/>
      <w:lvlText w:val="%5."/>
      <w:lvlJc w:val="left"/>
      <w:pPr>
        <w:ind w:left="3740" w:hanging="360"/>
      </w:pPr>
    </w:lvl>
    <w:lvl w:ilvl="5" w:tplc="1009001B" w:tentative="1">
      <w:start w:val="1"/>
      <w:numFmt w:val="lowerRoman"/>
      <w:lvlText w:val="%6."/>
      <w:lvlJc w:val="right"/>
      <w:pPr>
        <w:ind w:left="4460" w:hanging="180"/>
      </w:pPr>
    </w:lvl>
    <w:lvl w:ilvl="6" w:tplc="1009000F" w:tentative="1">
      <w:start w:val="1"/>
      <w:numFmt w:val="decimal"/>
      <w:lvlText w:val="%7."/>
      <w:lvlJc w:val="left"/>
      <w:pPr>
        <w:ind w:left="5180" w:hanging="360"/>
      </w:pPr>
    </w:lvl>
    <w:lvl w:ilvl="7" w:tplc="10090019" w:tentative="1">
      <w:start w:val="1"/>
      <w:numFmt w:val="lowerLetter"/>
      <w:lvlText w:val="%8."/>
      <w:lvlJc w:val="left"/>
      <w:pPr>
        <w:ind w:left="5900" w:hanging="360"/>
      </w:pPr>
    </w:lvl>
    <w:lvl w:ilvl="8" w:tplc="10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1" w15:restartNumberingAfterBreak="0">
    <w:nsid w:val="2674603E"/>
    <w:multiLevelType w:val="hybridMultilevel"/>
    <w:tmpl w:val="8DF6AE50"/>
    <w:lvl w:ilvl="0" w:tplc="2814FED0">
      <w:start w:val="1"/>
      <w:numFmt w:val="decimal"/>
      <w:lvlText w:val="%1."/>
      <w:lvlJc w:val="left"/>
      <w:pPr>
        <w:ind w:left="975" w:hanging="825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30" w:hanging="360"/>
      </w:pPr>
    </w:lvl>
    <w:lvl w:ilvl="2" w:tplc="1009001B" w:tentative="1">
      <w:start w:val="1"/>
      <w:numFmt w:val="lowerRoman"/>
      <w:lvlText w:val="%3."/>
      <w:lvlJc w:val="right"/>
      <w:pPr>
        <w:ind w:left="1950" w:hanging="180"/>
      </w:pPr>
    </w:lvl>
    <w:lvl w:ilvl="3" w:tplc="1009000F" w:tentative="1">
      <w:start w:val="1"/>
      <w:numFmt w:val="decimal"/>
      <w:lvlText w:val="%4."/>
      <w:lvlJc w:val="left"/>
      <w:pPr>
        <w:ind w:left="2670" w:hanging="360"/>
      </w:pPr>
    </w:lvl>
    <w:lvl w:ilvl="4" w:tplc="10090019" w:tentative="1">
      <w:start w:val="1"/>
      <w:numFmt w:val="lowerLetter"/>
      <w:lvlText w:val="%5."/>
      <w:lvlJc w:val="left"/>
      <w:pPr>
        <w:ind w:left="3390" w:hanging="360"/>
      </w:pPr>
    </w:lvl>
    <w:lvl w:ilvl="5" w:tplc="1009001B" w:tentative="1">
      <w:start w:val="1"/>
      <w:numFmt w:val="lowerRoman"/>
      <w:lvlText w:val="%6."/>
      <w:lvlJc w:val="right"/>
      <w:pPr>
        <w:ind w:left="4110" w:hanging="180"/>
      </w:pPr>
    </w:lvl>
    <w:lvl w:ilvl="6" w:tplc="1009000F" w:tentative="1">
      <w:start w:val="1"/>
      <w:numFmt w:val="decimal"/>
      <w:lvlText w:val="%7."/>
      <w:lvlJc w:val="left"/>
      <w:pPr>
        <w:ind w:left="4830" w:hanging="360"/>
      </w:pPr>
    </w:lvl>
    <w:lvl w:ilvl="7" w:tplc="10090019" w:tentative="1">
      <w:start w:val="1"/>
      <w:numFmt w:val="lowerLetter"/>
      <w:lvlText w:val="%8."/>
      <w:lvlJc w:val="left"/>
      <w:pPr>
        <w:ind w:left="5550" w:hanging="360"/>
      </w:pPr>
    </w:lvl>
    <w:lvl w:ilvl="8" w:tplc="10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2" w15:restartNumberingAfterBreak="0">
    <w:nsid w:val="2BA62A92"/>
    <w:multiLevelType w:val="hybridMultilevel"/>
    <w:tmpl w:val="C56C3414"/>
    <w:lvl w:ilvl="0" w:tplc="C2F262A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F2159"/>
    <w:multiLevelType w:val="hybridMultilevel"/>
    <w:tmpl w:val="D488F40C"/>
    <w:lvl w:ilvl="0" w:tplc="8BCC97F0">
      <w:start w:val="22"/>
      <w:numFmt w:val="decimal"/>
      <w:lvlText w:val="%1."/>
      <w:lvlJc w:val="left"/>
      <w:pPr>
        <w:ind w:left="975" w:hanging="825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37065"/>
    <w:multiLevelType w:val="hybridMultilevel"/>
    <w:tmpl w:val="4EDCABBA"/>
    <w:lvl w:ilvl="0" w:tplc="1009000F">
      <w:start w:val="1"/>
      <w:numFmt w:val="decimal"/>
      <w:lvlText w:val="%1."/>
      <w:lvlJc w:val="left"/>
      <w:pPr>
        <w:ind w:left="720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5" w15:restartNumberingAfterBreak="0">
    <w:nsid w:val="39B762F7"/>
    <w:multiLevelType w:val="hybridMultilevel"/>
    <w:tmpl w:val="AF2CBACC"/>
    <w:lvl w:ilvl="0" w:tplc="498AC8F0">
      <w:start w:val="1"/>
      <w:numFmt w:val="decimal"/>
      <w:lvlText w:val="%1."/>
      <w:lvlJc w:val="left"/>
      <w:pPr>
        <w:ind w:left="540" w:hanging="39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30" w:hanging="360"/>
      </w:pPr>
    </w:lvl>
    <w:lvl w:ilvl="2" w:tplc="1009001B" w:tentative="1">
      <w:start w:val="1"/>
      <w:numFmt w:val="lowerRoman"/>
      <w:lvlText w:val="%3."/>
      <w:lvlJc w:val="right"/>
      <w:pPr>
        <w:ind w:left="1950" w:hanging="180"/>
      </w:pPr>
    </w:lvl>
    <w:lvl w:ilvl="3" w:tplc="1009000F" w:tentative="1">
      <w:start w:val="1"/>
      <w:numFmt w:val="decimal"/>
      <w:lvlText w:val="%4."/>
      <w:lvlJc w:val="left"/>
      <w:pPr>
        <w:ind w:left="2670" w:hanging="360"/>
      </w:pPr>
    </w:lvl>
    <w:lvl w:ilvl="4" w:tplc="10090019" w:tentative="1">
      <w:start w:val="1"/>
      <w:numFmt w:val="lowerLetter"/>
      <w:lvlText w:val="%5."/>
      <w:lvlJc w:val="left"/>
      <w:pPr>
        <w:ind w:left="3390" w:hanging="360"/>
      </w:pPr>
    </w:lvl>
    <w:lvl w:ilvl="5" w:tplc="1009001B" w:tentative="1">
      <w:start w:val="1"/>
      <w:numFmt w:val="lowerRoman"/>
      <w:lvlText w:val="%6."/>
      <w:lvlJc w:val="right"/>
      <w:pPr>
        <w:ind w:left="4110" w:hanging="180"/>
      </w:pPr>
    </w:lvl>
    <w:lvl w:ilvl="6" w:tplc="1009000F" w:tentative="1">
      <w:start w:val="1"/>
      <w:numFmt w:val="decimal"/>
      <w:lvlText w:val="%7."/>
      <w:lvlJc w:val="left"/>
      <w:pPr>
        <w:ind w:left="4830" w:hanging="360"/>
      </w:pPr>
    </w:lvl>
    <w:lvl w:ilvl="7" w:tplc="10090019" w:tentative="1">
      <w:start w:val="1"/>
      <w:numFmt w:val="lowerLetter"/>
      <w:lvlText w:val="%8."/>
      <w:lvlJc w:val="left"/>
      <w:pPr>
        <w:ind w:left="5550" w:hanging="360"/>
      </w:pPr>
    </w:lvl>
    <w:lvl w:ilvl="8" w:tplc="10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6" w15:restartNumberingAfterBreak="0">
    <w:nsid w:val="46305B81"/>
    <w:multiLevelType w:val="hybridMultilevel"/>
    <w:tmpl w:val="06809EB8"/>
    <w:lvl w:ilvl="0" w:tplc="1009000F">
      <w:start w:val="1"/>
      <w:numFmt w:val="decimal"/>
      <w:lvlText w:val="%1."/>
      <w:lvlJc w:val="left"/>
      <w:pPr>
        <w:ind w:left="720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7" w15:restartNumberingAfterBreak="0">
    <w:nsid w:val="48D8396C"/>
    <w:multiLevelType w:val="hybridMultilevel"/>
    <w:tmpl w:val="8168D136"/>
    <w:lvl w:ilvl="0" w:tplc="F21A58EA">
      <w:start w:val="1"/>
      <w:numFmt w:val="lowerLetter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37A92"/>
    <w:multiLevelType w:val="hybridMultilevel"/>
    <w:tmpl w:val="08B0980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20A4A"/>
    <w:multiLevelType w:val="hybridMultilevel"/>
    <w:tmpl w:val="4EDCABBA"/>
    <w:lvl w:ilvl="0" w:tplc="1009000F">
      <w:start w:val="1"/>
      <w:numFmt w:val="decimal"/>
      <w:lvlText w:val="%1."/>
      <w:lvlJc w:val="left"/>
      <w:pPr>
        <w:ind w:left="720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0" w15:restartNumberingAfterBreak="0">
    <w:nsid w:val="4D5501B6"/>
    <w:multiLevelType w:val="hybridMultilevel"/>
    <w:tmpl w:val="1752EAA2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0052BEF4">
      <w:numFmt w:val="bullet"/>
      <w:lvlText w:val="–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E63EA"/>
    <w:multiLevelType w:val="hybridMultilevel"/>
    <w:tmpl w:val="46D255E8"/>
    <w:lvl w:ilvl="0" w:tplc="10090017">
      <w:start w:val="1"/>
      <w:numFmt w:val="lowerLetter"/>
      <w:lvlText w:val="%1)"/>
      <w:lvlJc w:val="left"/>
      <w:pPr>
        <w:ind w:left="720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2" w15:restartNumberingAfterBreak="0">
    <w:nsid w:val="51BF49B5"/>
    <w:multiLevelType w:val="hybridMultilevel"/>
    <w:tmpl w:val="13F60BDE"/>
    <w:lvl w:ilvl="0" w:tplc="10090017">
      <w:start w:val="1"/>
      <w:numFmt w:val="lowerLetter"/>
      <w:lvlText w:val="%1)"/>
      <w:lvlJc w:val="left"/>
      <w:pPr>
        <w:ind w:left="720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3" w15:restartNumberingAfterBreak="0">
    <w:nsid w:val="52AE33AD"/>
    <w:multiLevelType w:val="hybridMultilevel"/>
    <w:tmpl w:val="FEFEF168"/>
    <w:lvl w:ilvl="0" w:tplc="BBECD030">
      <w:start w:val="1"/>
      <w:numFmt w:val="decimal"/>
      <w:lvlText w:val="%1."/>
      <w:lvlJc w:val="left"/>
      <w:pPr>
        <w:ind w:left="534" w:hanging="39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360" w:hanging="360"/>
      </w:pPr>
    </w:lvl>
    <w:lvl w:ilvl="2" w:tplc="1009001B" w:tentative="1">
      <w:start w:val="1"/>
      <w:numFmt w:val="lowerRoman"/>
      <w:lvlText w:val="%3."/>
      <w:lvlJc w:val="right"/>
      <w:pPr>
        <w:ind w:left="1080" w:hanging="180"/>
      </w:pPr>
    </w:lvl>
    <w:lvl w:ilvl="3" w:tplc="1009000F" w:tentative="1">
      <w:start w:val="1"/>
      <w:numFmt w:val="decimal"/>
      <w:lvlText w:val="%4."/>
      <w:lvlJc w:val="left"/>
      <w:pPr>
        <w:ind w:left="1800" w:hanging="360"/>
      </w:pPr>
    </w:lvl>
    <w:lvl w:ilvl="4" w:tplc="10090019" w:tentative="1">
      <w:start w:val="1"/>
      <w:numFmt w:val="lowerLetter"/>
      <w:lvlText w:val="%5."/>
      <w:lvlJc w:val="left"/>
      <w:pPr>
        <w:ind w:left="2520" w:hanging="360"/>
      </w:pPr>
    </w:lvl>
    <w:lvl w:ilvl="5" w:tplc="1009001B" w:tentative="1">
      <w:start w:val="1"/>
      <w:numFmt w:val="lowerRoman"/>
      <w:lvlText w:val="%6."/>
      <w:lvlJc w:val="right"/>
      <w:pPr>
        <w:ind w:left="3240" w:hanging="180"/>
      </w:pPr>
    </w:lvl>
    <w:lvl w:ilvl="6" w:tplc="1009000F" w:tentative="1">
      <w:start w:val="1"/>
      <w:numFmt w:val="decimal"/>
      <w:lvlText w:val="%7."/>
      <w:lvlJc w:val="left"/>
      <w:pPr>
        <w:ind w:left="3960" w:hanging="360"/>
      </w:pPr>
    </w:lvl>
    <w:lvl w:ilvl="7" w:tplc="10090019" w:tentative="1">
      <w:start w:val="1"/>
      <w:numFmt w:val="lowerLetter"/>
      <w:lvlText w:val="%8."/>
      <w:lvlJc w:val="left"/>
      <w:pPr>
        <w:ind w:left="4680" w:hanging="360"/>
      </w:pPr>
    </w:lvl>
    <w:lvl w:ilvl="8" w:tplc="10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" w15:restartNumberingAfterBreak="0">
    <w:nsid w:val="55240C19"/>
    <w:multiLevelType w:val="hybridMultilevel"/>
    <w:tmpl w:val="10D62578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DF381960">
      <w:numFmt w:val="bullet"/>
      <w:lvlText w:val="–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01560C"/>
    <w:multiLevelType w:val="hybridMultilevel"/>
    <w:tmpl w:val="A8A8BD7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7508D"/>
    <w:multiLevelType w:val="hybridMultilevel"/>
    <w:tmpl w:val="D8DE4882"/>
    <w:lvl w:ilvl="0" w:tplc="04090019">
      <w:start w:val="1"/>
      <w:numFmt w:val="lowerLetter"/>
      <w:lvlText w:val="%1."/>
      <w:lvlJc w:val="left"/>
      <w:pPr>
        <w:ind w:left="860" w:hanging="360"/>
      </w:pPr>
    </w:lvl>
    <w:lvl w:ilvl="1" w:tplc="BBECD030">
      <w:start w:val="1"/>
      <w:numFmt w:val="decimal"/>
      <w:lvlText w:val="%2."/>
      <w:lvlJc w:val="left"/>
      <w:pPr>
        <w:ind w:left="1614" w:hanging="39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ind w:left="2304" w:hanging="180"/>
      </w:pPr>
    </w:lvl>
    <w:lvl w:ilvl="3" w:tplc="1009000F" w:tentative="1">
      <w:start w:val="1"/>
      <w:numFmt w:val="decimal"/>
      <w:lvlText w:val="%4."/>
      <w:lvlJc w:val="left"/>
      <w:pPr>
        <w:ind w:left="3024" w:hanging="360"/>
      </w:pPr>
    </w:lvl>
    <w:lvl w:ilvl="4" w:tplc="10090019" w:tentative="1">
      <w:start w:val="1"/>
      <w:numFmt w:val="lowerLetter"/>
      <w:lvlText w:val="%5."/>
      <w:lvlJc w:val="left"/>
      <w:pPr>
        <w:ind w:left="3744" w:hanging="360"/>
      </w:pPr>
    </w:lvl>
    <w:lvl w:ilvl="5" w:tplc="1009001B" w:tentative="1">
      <w:start w:val="1"/>
      <w:numFmt w:val="lowerRoman"/>
      <w:lvlText w:val="%6."/>
      <w:lvlJc w:val="right"/>
      <w:pPr>
        <w:ind w:left="4464" w:hanging="180"/>
      </w:pPr>
    </w:lvl>
    <w:lvl w:ilvl="6" w:tplc="1009000F" w:tentative="1">
      <w:start w:val="1"/>
      <w:numFmt w:val="decimal"/>
      <w:lvlText w:val="%7."/>
      <w:lvlJc w:val="left"/>
      <w:pPr>
        <w:ind w:left="5184" w:hanging="360"/>
      </w:pPr>
    </w:lvl>
    <w:lvl w:ilvl="7" w:tplc="10090019" w:tentative="1">
      <w:start w:val="1"/>
      <w:numFmt w:val="lowerLetter"/>
      <w:lvlText w:val="%8."/>
      <w:lvlJc w:val="left"/>
      <w:pPr>
        <w:ind w:left="5904" w:hanging="360"/>
      </w:pPr>
    </w:lvl>
    <w:lvl w:ilvl="8" w:tplc="10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7" w15:restartNumberingAfterBreak="0">
    <w:nsid w:val="61387AE3"/>
    <w:multiLevelType w:val="hybridMultilevel"/>
    <w:tmpl w:val="B784EF4E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8106D4"/>
    <w:multiLevelType w:val="hybridMultilevel"/>
    <w:tmpl w:val="435A513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C4B96"/>
    <w:multiLevelType w:val="multilevel"/>
    <w:tmpl w:val="D488F40C"/>
    <w:lvl w:ilvl="0">
      <w:start w:val="22"/>
      <w:numFmt w:val="decimal"/>
      <w:lvlText w:val="%1."/>
      <w:lvlJc w:val="left"/>
      <w:pPr>
        <w:ind w:left="975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E22AD2"/>
    <w:multiLevelType w:val="hybridMultilevel"/>
    <w:tmpl w:val="CBECA2F6"/>
    <w:lvl w:ilvl="0" w:tplc="04090019">
      <w:start w:val="1"/>
      <w:numFmt w:val="lowerLetter"/>
      <w:lvlText w:val="%1."/>
      <w:lvlJc w:val="left"/>
      <w:pPr>
        <w:ind w:left="86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31593"/>
    <w:multiLevelType w:val="hybridMultilevel"/>
    <w:tmpl w:val="B1A80924"/>
    <w:lvl w:ilvl="0" w:tplc="04090019">
      <w:start w:val="1"/>
      <w:numFmt w:val="lowerLetter"/>
      <w:lvlText w:val="%1."/>
      <w:lvlJc w:val="left"/>
      <w:pPr>
        <w:ind w:left="86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7"/>
  </w:num>
  <w:num w:numId="4">
    <w:abstractNumId w:val="10"/>
  </w:num>
  <w:num w:numId="5">
    <w:abstractNumId w:val="9"/>
  </w:num>
  <w:num w:numId="6">
    <w:abstractNumId w:val="8"/>
  </w:num>
  <w:num w:numId="7">
    <w:abstractNumId w:val="27"/>
  </w:num>
  <w:num w:numId="8">
    <w:abstractNumId w:val="15"/>
  </w:num>
  <w:num w:numId="9">
    <w:abstractNumId w:val="11"/>
  </w:num>
  <w:num w:numId="10">
    <w:abstractNumId w:val="13"/>
  </w:num>
  <w:num w:numId="11">
    <w:abstractNumId w:val="1"/>
  </w:num>
  <w:num w:numId="12">
    <w:abstractNumId w:val="19"/>
  </w:num>
  <w:num w:numId="13">
    <w:abstractNumId w:val="22"/>
  </w:num>
  <w:num w:numId="14">
    <w:abstractNumId w:val="16"/>
  </w:num>
  <w:num w:numId="15">
    <w:abstractNumId w:val="4"/>
  </w:num>
  <w:num w:numId="16">
    <w:abstractNumId w:val="12"/>
  </w:num>
  <w:num w:numId="17">
    <w:abstractNumId w:val="23"/>
  </w:num>
  <w:num w:numId="18">
    <w:abstractNumId w:val="5"/>
  </w:num>
  <w:num w:numId="19">
    <w:abstractNumId w:val="6"/>
  </w:num>
  <w:num w:numId="20">
    <w:abstractNumId w:val="18"/>
  </w:num>
  <w:num w:numId="21">
    <w:abstractNumId w:val="26"/>
  </w:num>
  <w:num w:numId="22">
    <w:abstractNumId w:val="14"/>
  </w:num>
  <w:num w:numId="23">
    <w:abstractNumId w:val="7"/>
  </w:num>
  <w:num w:numId="24">
    <w:abstractNumId w:val="2"/>
  </w:num>
  <w:num w:numId="25">
    <w:abstractNumId w:val="29"/>
  </w:num>
  <w:num w:numId="26">
    <w:abstractNumId w:val="31"/>
  </w:num>
  <w:num w:numId="27">
    <w:abstractNumId w:val="30"/>
  </w:num>
  <w:num w:numId="28">
    <w:abstractNumId w:val="24"/>
  </w:num>
  <w:num w:numId="29">
    <w:abstractNumId w:val="20"/>
  </w:num>
  <w:num w:numId="30">
    <w:abstractNumId w:val="28"/>
  </w:num>
  <w:num w:numId="31">
    <w:abstractNumId w:val="0"/>
  </w:num>
  <w:num w:numId="32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defaultTabStop w:val="720"/>
  <w:doNotHyphenateCaps/>
  <w:evenAndOddHeaders/>
  <w:drawingGridHorizontalSpacing w:val="72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2A19"/>
    <w:rsid w:val="00004670"/>
    <w:rsid w:val="0001287B"/>
    <w:rsid w:val="000153D8"/>
    <w:rsid w:val="00021708"/>
    <w:rsid w:val="00021F98"/>
    <w:rsid w:val="00023FB6"/>
    <w:rsid w:val="0002463F"/>
    <w:rsid w:val="00030C58"/>
    <w:rsid w:val="0003286A"/>
    <w:rsid w:val="00035E27"/>
    <w:rsid w:val="000370BA"/>
    <w:rsid w:val="000377EB"/>
    <w:rsid w:val="00042076"/>
    <w:rsid w:val="00047451"/>
    <w:rsid w:val="000516E2"/>
    <w:rsid w:val="00053708"/>
    <w:rsid w:val="000547D7"/>
    <w:rsid w:val="00055632"/>
    <w:rsid w:val="0005702B"/>
    <w:rsid w:val="0006499E"/>
    <w:rsid w:val="000657CC"/>
    <w:rsid w:val="000664F1"/>
    <w:rsid w:val="00070746"/>
    <w:rsid w:val="00072054"/>
    <w:rsid w:val="000739E7"/>
    <w:rsid w:val="00075152"/>
    <w:rsid w:val="00075E24"/>
    <w:rsid w:val="00077174"/>
    <w:rsid w:val="00081801"/>
    <w:rsid w:val="00086765"/>
    <w:rsid w:val="000874EF"/>
    <w:rsid w:val="0009569C"/>
    <w:rsid w:val="000B491E"/>
    <w:rsid w:val="000C7433"/>
    <w:rsid w:val="000D5869"/>
    <w:rsid w:val="000D5BF6"/>
    <w:rsid w:val="000E3618"/>
    <w:rsid w:val="000E6788"/>
    <w:rsid w:val="000F4511"/>
    <w:rsid w:val="000F50C1"/>
    <w:rsid w:val="000F70A5"/>
    <w:rsid w:val="001020B7"/>
    <w:rsid w:val="0010765B"/>
    <w:rsid w:val="001121A4"/>
    <w:rsid w:val="001210E5"/>
    <w:rsid w:val="00124EDF"/>
    <w:rsid w:val="00125F46"/>
    <w:rsid w:val="00134378"/>
    <w:rsid w:val="00142FF0"/>
    <w:rsid w:val="00156F14"/>
    <w:rsid w:val="001600A3"/>
    <w:rsid w:val="00162FDF"/>
    <w:rsid w:val="0016572D"/>
    <w:rsid w:val="00165B78"/>
    <w:rsid w:val="00171730"/>
    <w:rsid w:val="001807D2"/>
    <w:rsid w:val="00182FAC"/>
    <w:rsid w:val="00184037"/>
    <w:rsid w:val="00185A62"/>
    <w:rsid w:val="001863B2"/>
    <w:rsid w:val="00192B8D"/>
    <w:rsid w:val="00193DAB"/>
    <w:rsid w:val="001A4642"/>
    <w:rsid w:val="001B10B2"/>
    <w:rsid w:val="001B167C"/>
    <w:rsid w:val="001B2B1A"/>
    <w:rsid w:val="001B32A2"/>
    <w:rsid w:val="001B3F04"/>
    <w:rsid w:val="001C106F"/>
    <w:rsid w:val="001C3F93"/>
    <w:rsid w:val="001C60C9"/>
    <w:rsid w:val="001D5190"/>
    <w:rsid w:val="001D621D"/>
    <w:rsid w:val="001E04B9"/>
    <w:rsid w:val="001E39BD"/>
    <w:rsid w:val="001E5EF9"/>
    <w:rsid w:val="001E65B6"/>
    <w:rsid w:val="001F0CD3"/>
    <w:rsid w:val="001F0E63"/>
    <w:rsid w:val="001F41A7"/>
    <w:rsid w:val="00212BB2"/>
    <w:rsid w:val="00231437"/>
    <w:rsid w:val="0023392F"/>
    <w:rsid w:val="00236701"/>
    <w:rsid w:val="0024321A"/>
    <w:rsid w:val="00246F42"/>
    <w:rsid w:val="002474CF"/>
    <w:rsid w:val="00250D7A"/>
    <w:rsid w:val="00254614"/>
    <w:rsid w:val="002557F0"/>
    <w:rsid w:val="00255A4C"/>
    <w:rsid w:val="00256AB0"/>
    <w:rsid w:val="002570EB"/>
    <w:rsid w:val="002632A7"/>
    <w:rsid w:val="002668F0"/>
    <w:rsid w:val="00271BE2"/>
    <w:rsid w:val="002733FF"/>
    <w:rsid w:val="0027776B"/>
    <w:rsid w:val="00280895"/>
    <w:rsid w:val="002836B9"/>
    <w:rsid w:val="00283864"/>
    <w:rsid w:val="00292A1B"/>
    <w:rsid w:val="0029638F"/>
    <w:rsid w:val="002C1613"/>
    <w:rsid w:val="002C3F71"/>
    <w:rsid w:val="002C461D"/>
    <w:rsid w:val="002D4E4A"/>
    <w:rsid w:val="002E17AE"/>
    <w:rsid w:val="002E3244"/>
    <w:rsid w:val="002E6B3A"/>
    <w:rsid w:val="00303803"/>
    <w:rsid w:val="003075D5"/>
    <w:rsid w:val="003121DB"/>
    <w:rsid w:val="00312E7D"/>
    <w:rsid w:val="0031633E"/>
    <w:rsid w:val="0031655B"/>
    <w:rsid w:val="00320276"/>
    <w:rsid w:val="0032555D"/>
    <w:rsid w:val="00331E10"/>
    <w:rsid w:val="00341844"/>
    <w:rsid w:val="00343A52"/>
    <w:rsid w:val="00345F9A"/>
    <w:rsid w:val="003539B8"/>
    <w:rsid w:val="003711E1"/>
    <w:rsid w:val="00377232"/>
    <w:rsid w:val="00377294"/>
    <w:rsid w:val="0038146D"/>
    <w:rsid w:val="00381C7D"/>
    <w:rsid w:val="003826D4"/>
    <w:rsid w:val="00385AB8"/>
    <w:rsid w:val="00386626"/>
    <w:rsid w:val="00392675"/>
    <w:rsid w:val="00392FD8"/>
    <w:rsid w:val="003A32F8"/>
    <w:rsid w:val="003A3440"/>
    <w:rsid w:val="003A4A79"/>
    <w:rsid w:val="003A5022"/>
    <w:rsid w:val="003A7B65"/>
    <w:rsid w:val="003B4ED6"/>
    <w:rsid w:val="003B63FA"/>
    <w:rsid w:val="003C31A9"/>
    <w:rsid w:val="003D1C06"/>
    <w:rsid w:val="003E4661"/>
    <w:rsid w:val="003E4DCB"/>
    <w:rsid w:val="00400DD5"/>
    <w:rsid w:val="00403493"/>
    <w:rsid w:val="00406DF2"/>
    <w:rsid w:val="00414C30"/>
    <w:rsid w:val="00415067"/>
    <w:rsid w:val="00420877"/>
    <w:rsid w:val="00426610"/>
    <w:rsid w:val="0043266B"/>
    <w:rsid w:val="00435759"/>
    <w:rsid w:val="004363C5"/>
    <w:rsid w:val="00451B08"/>
    <w:rsid w:val="00454C0F"/>
    <w:rsid w:val="00455889"/>
    <w:rsid w:val="00462704"/>
    <w:rsid w:val="00466E1D"/>
    <w:rsid w:val="00471E24"/>
    <w:rsid w:val="00475EA0"/>
    <w:rsid w:val="004763DB"/>
    <w:rsid w:val="00477C40"/>
    <w:rsid w:val="004812DF"/>
    <w:rsid w:val="004A1214"/>
    <w:rsid w:val="004A7F04"/>
    <w:rsid w:val="004B05E9"/>
    <w:rsid w:val="004B0A33"/>
    <w:rsid w:val="004B0FC5"/>
    <w:rsid w:val="004B3238"/>
    <w:rsid w:val="004B56F8"/>
    <w:rsid w:val="004D04DD"/>
    <w:rsid w:val="004D4E1B"/>
    <w:rsid w:val="004E00F5"/>
    <w:rsid w:val="004E0291"/>
    <w:rsid w:val="004F0098"/>
    <w:rsid w:val="004F7C28"/>
    <w:rsid w:val="00504368"/>
    <w:rsid w:val="00511666"/>
    <w:rsid w:val="00512E92"/>
    <w:rsid w:val="00516BF4"/>
    <w:rsid w:val="00517DC6"/>
    <w:rsid w:val="00523EF6"/>
    <w:rsid w:val="005262EB"/>
    <w:rsid w:val="005343EC"/>
    <w:rsid w:val="005363EE"/>
    <w:rsid w:val="00536ADA"/>
    <w:rsid w:val="005459E6"/>
    <w:rsid w:val="00546A7C"/>
    <w:rsid w:val="0055678B"/>
    <w:rsid w:val="005604F3"/>
    <w:rsid w:val="00562A34"/>
    <w:rsid w:val="00570E1F"/>
    <w:rsid w:val="00576E7D"/>
    <w:rsid w:val="00581D27"/>
    <w:rsid w:val="00582E99"/>
    <w:rsid w:val="00587741"/>
    <w:rsid w:val="005900C9"/>
    <w:rsid w:val="005947D3"/>
    <w:rsid w:val="00596111"/>
    <w:rsid w:val="005979D7"/>
    <w:rsid w:val="005A5AF5"/>
    <w:rsid w:val="005A779D"/>
    <w:rsid w:val="005B696B"/>
    <w:rsid w:val="005C12B2"/>
    <w:rsid w:val="005D0C5A"/>
    <w:rsid w:val="005D7CC9"/>
    <w:rsid w:val="005E5559"/>
    <w:rsid w:val="005E6150"/>
    <w:rsid w:val="005E7219"/>
    <w:rsid w:val="005F6DCF"/>
    <w:rsid w:val="0060047F"/>
    <w:rsid w:val="00602704"/>
    <w:rsid w:val="00605FB4"/>
    <w:rsid w:val="006060C6"/>
    <w:rsid w:val="00606E53"/>
    <w:rsid w:val="00614AB8"/>
    <w:rsid w:val="00615882"/>
    <w:rsid w:val="006231D5"/>
    <w:rsid w:val="006252F9"/>
    <w:rsid w:val="0063423E"/>
    <w:rsid w:val="006346B7"/>
    <w:rsid w:val="00644D9E"/>
    <w:rsid w:val="00647F74"/>
    <w:rsid w:val="00654D09"/>
    <w:rsid w:val="00655D4F"/>
    <w:rsid w:val="00660314"/>
    <w:rsid w:val="00660CB7"/>
    <w:rsid w:val="006638F2"/>
    <w:rsid w:val="00667EEF"/>
    <w:rsid w:val="00675CDA"/>
    <w:rsid w:val="006963FA"/>
    <w:rsid w:val="00696BDA"/>
    <w:rsid w:val="00697878"/>
    <w:rsid w:val="006A1291"/>
    <w:rsid w:val="006A62DC"/>
    <w:rsid w:val="006B4B9A"/>
    <w:rsid w:val="006C088C"/>
    <w:rsid w:val="006C311E"/>
    <w:rsid w:val="006C41A4"/>
    <w:rsid w:val="006C6954"/>
    <w:rsid w:val="006E5122"/>
    <w:rsid w:val="006E7115"/>
    <w:rsid w:val="006F0202"/>
    <w:rsid w:val="006F0711"/>
    <w:rsid w:val="006F110B"/>
    <w:rsid w:val="006F414C"/>
    <w:rsid w:val="006F4C74"/>
    <w:rsid w:val="006F6599"/>
    <w:rsid w:val="0070767A"/>
    <w:rsid w:val="00712CBB"/>
    <w:rsid w:val="00716371"/>
    <w:rsid w:val="00721C85"/>
    <w:rsid w:val="0072291D"/>
    <w:rsid w:val="0072508E"/>
    <w:rsid w:val="007315AE"/>
    <w:rsid w:val="007369A0"/>
    <w:rsid w:val="0073770A"/>
    <w:rsid w:val="00741BB7"/>
    <w:rsid w:val="007448AC"/>
    <w:rsid w:val="00765FE8"/>
    <w:rsid w:val="00770651"/>
    <w:rsid w:val="00770E80"/>
    <w:rsid w:val="00776FA7"/>
    <w:rsid w:val="00777B12"/>
    <w:rsid w:val="0078074B"/>
    <w:rsid w:val="00780B71"/>
    <w:rsid w:val="00790AA4"/>
    <w:rsid w:val="0079541D"/>
    <w:rsid w:val="007A0497"/>
    <w:rsid w:val="007A1A84"/>
    <w:rsid w:val="007A3CA9"/>
    <w:rsid w:val="007A3DBA"/>
    <w:rsid w:val="007B043A"/>
    <w:rsid w:val="007B273E"/>
    <w:rsid w:val="007B324C"/>
    <w:rsid w:val="007C0FA8"/>
    <w:rsid w:val="007C3686"/>
    <w:rsid w:val="007C5743"/>
    <w:rsid w:val="007D20D4"/>
    <w:rsid w:val="007E1226"/>
    <w:rsid w:val="007F463D"/>
    <w:rsid w:val="007F7693"/>
    <w:rsid w:val="00810613"/>
    <w:rsid w:val="00810704"/>
    <w:rsid w:val="0081475C"/>
    <w:rsid w:val="00815B9B"/>
    <w:rsid w:val="008172BD"/>
    <w:rsid w:val="00821E26"/>
    <w:rsid w:val="00832294"/>
    <w:rsid w:val="00833BC0"/>
    <w:rsid w:val="00833C3A"/>
    <w:rsid w:val="00841F92"/>
    <w:rsid w:val="00845D71"/>
    <w:rsid w:val="00850602"/>
    <w:rsid w:val="00851C82"/>
    <w:rsid w:val="00853CA2"/>
    <w:rsid w:val="008545AB"/>
    <w:rsid w:val="008568DA"/>
    <w:rsid w:val="00857EC6"/>
    <w:rsid w:val="00867EC0"/>
    <w:rsid w:val="00874D09"/>
    <w:rsid w:val="00874D48"/>
    <w:rsid w:val="00876F8C"/>
    <w:rsid w:val="00877053"/>
    <w:rsid w:val="008911F1"/>
    <w:rsid w:val="008A218B"/>
    <w:rsid w:val="008A2F23"/>
    <w:rsid w:val="008A4063"/>
    <w:rsid w:val="008A6DF5"/>
    <w:rsid w:val="008B5E72"/>
    <w:rsid w:val="008C22C9"/>
    <w:rsid w:val="008C372E"/>
    <w:rsid w:val="008C50E4"/>
    <w:rsid w:val="008D3E1F"/>
    <w:rsid w:val="008E12B2"/>
    <w:rsid w:val="008E4CBF"/>
    <w:rsid w:val="008E64E8"/>
    <w:rsid w:val="008E7664"/>
    <w:rsid w:val="008F240D"/>
    <w:rsid w:val="008F4CE8"/>
    <w:rsid w:val="008F6A90"/>
    <w:rsid w:val="00900DBD"/>
    <w:rsid w:val="0090356A"/>
    <w:rsid w:val="00903ED0"/>
    <w:rsid w:val="00906CA2"/>
    <w:rsid w:val="00907E89"/>
    <w:rsid w:val="00910718"/>
    <w:rsid w:val="00913A7A"/>
    <w:rsid w:val="00914A60"/>
    <w:rsid w:val="00915C30"/>
    <w:rsid w:val="009310EC"/>
    <w:rsid w:val="009548AA"/>
    <w:rsid w:val="00954D58"/>
    <w:rsid w:val="0096696E"/>
    <w:rsid w:val="009700BA"/>
    <w:rsid w:val="00974B05"/>
    <w:rsid w:val="009808D8"/>
    <w:rsid w:val="00985F3A"/>
    <w:rsid w:val="009921EE"/>
    <w:rsid w:val="00992BF0"/>
    <w:rsid w:val="009936A0"/>
    <w:rsid w:val="009A000B"/>
    <w:rsid w:val="009A7202"/>
    <w:rsid w:val="009B6298"/>
    <w:rsid w:val="009C2BBC"/>
    <w:rsid w:val="009C4793"/>
    <w:rsid w:val="009C5D7A"/>
    <w:rsid w:val="009C678A"/>
    <w:rsid w:val="009D4EF2"/>
    <w:rsid w:val="009E5816"/>
    <w:rsid w:val="009F251C"/>
    <w:rsid w:val="009F29E6"/>
    <w:rsid w:val="009F68A4"/>
    <w:rsid w:val="009F7083"/>
    <w:rsid w:val="00A05B7D"/>
    <w:rsid w:val="00A14621"/>
    <w:rsid w:val="00A15F62"/>
    <w:rsid w:val="00A20A85"/>
    <w:rsid w:val="00A25ACA"/>
    <w:rsid w:val="00A33A34"/>
    <w:rsid w:val="00A33C33"/>
    <w:rsid w:val="00A33D26"/>
    <w:rsid w:val="00A34A79"/>
    <w:rsid w:val="00A44B19"/>
    <w:rsid w:val="00A45D02"/>
    <w:rsid w:val="00A72F6A"/>
    <w:rsid w:val="00A73791"/>
    <w:rsid w:val="00A76F2F"/>
    <w:rsid w:val="00A774F6"/>
    <w:rsid w:val="00A81C42"/>
    <w:rsid w:val="00A86459"/>
    <w:rsid w:val="00AA0A19"/>
    <w:rsid w:val="00AA7196"/>
    <w:rsid w:val="00AB079A"/>
    <w:rsid w:val="00AC2837"/>
    <w:rsid w:val="00AC3692"/>
    <w:rsid w:val="00AD1047"/>
    <w:rsid w:val="00AD114F"/>
    <w:rsid w:val="00AD2543"/>
    <w:rsid w:val="00AD789C"/>
    <w:rsid w:val="00AE3E52"/>
    <w:rsid w:val="00AE5C4E"/>
    <w:rsid w:val="00AF23E0"/>
    <w:rsid w:val="00AF5319"/>
    <w:rsid w:val="00B108E9"/>
    <w:rsid w:val="00B13C46"/>
    <w:rsid w:val="00B140D5"/>
    <w:rsid w:val="00B1767E"/>
    <w:rsid w:val="00B17C07"/>
    <w:rsid w:val="00B17CA0"/>
    <w:rsid w:val="00B257CC"/>
    <w:rsid w:val="00B26136"/>
    <w:rsid w:val="00B351CC"/>
    <w:rsid w:val="00B42A19"/>
    <w:rsid w:val="00B42C91"/>
    <w:rsid w:val="00B4608F"/>
    <w:rsid w:val="00B532A0"/>
    <w:rsid w:val="00B607BA"/>
    <w:rsid w:val="00B664CF"/>
    <w:rsid w:val="00B74701"/>
    <w:rsid w:val="00B81179"/>
    <w:rsid w:val="00B8502F"/>
    <w:rsid w:val="00B92BEA"/>
    <w:rsid w:val="00B954C6"/>
    <w:rsid w:val="00B95BFB"/>
    <w:rsid w:val="00B963F6"/>
    <w:rsid w:val="00BA0425"/>
    <w:rsid w:val="00BA0FC5"/>
    <w:rsid w:val="00BB37FA"/>
    <w:rsid w:val="00BC0063"/>
    <w:rsid w:val="00BC1BB7"/>
    <w:rsid w:val="00BC245F"/>
    <w:rsid w:val="00BD09C2"/>
    <w:rsid w:val="00BD4626"/>
    <w:rsid w:val="00BD4DEE"/>
    <w:rsid w:val="00BD5464"/>
    <w:rsid w:val="00BD6060"/>
    <w:rsid w:val="00BE297F"/>
    <w:rsid w:val="00BF593A"/>
    <w:rsid w:val="00C016BA"/>
    <w:rsid w:val="00C03E5E"/>
    <w:rsid w:val="00C05E6F"/>
    <w:rsid w:val="00C23341"/>
    <w:rsid w:val="00C31E0D"/>
    <w:rsid w:val="00C34853"/>
    <w:rsid w:val="00C429F8"/>
    <w:rsid w:val="00C4760C"/>
    <w:rsid w:val="00C571CA"/>
    <w:rsid w:val="00C57F62"/>
    <w:rsid w:val="00C61C0C"/>
    <w:rsid w:val="00C63991"/>
    <w:rsid w:val="00C64FBB"/>
    <w:rsid w:val="00C66DFE"/>
    <w:rsid w:val="00C71175"/>
    <w:rsid w:val="00C72B8C"/>
    <w:rsid w:val="00C734C2"/>
    <w:rsid w:val="00C81462"/>
    <w:rsid w:val="00C925B3"/>
    <w:rsid w:val="00C94E73"/>
    <w:rsid w:val="00C96D44"/>
    <w:rsid w:val="00CA041F"/>
    <w:rsid w:val="00CA4E92"/>
    <w:rsid w:val="00CB0417"/>
    <w:rsid w:val="00CB10BE"/>
    <w:rsid w:val="00CB26C2"/>
    <w:rsid w:val="00CD00EC"/>
    <w:rsid w:val="00CD3E36"/>
    <w:rsid w:val="00CD4B95"/>
    <w:rsid w:val="00CD5343"/>
    <w:rsid w:val="00CE02FD"/>
    <w:rsid w:val="00CE3B12"/>
    <w:rsid w:val="00CE3F8B"/>
    <w:rsid w:val="00CE5ACD"/>
    <w:rsid w:val="00CF2A81"/>
    <w:rsid w:val="00CF70C0"/>
    <w:rsid w:val="00D26005"/>
    <w:rsid w:val="00D3016A"/>
    <w:rsid w:val="00D30378"/>
    <w:rsid w:val="00D30D20"/>
    <w:rsid w:val="00D31C11"/>
    <w:rsid w:val="00D329A7"/>
    <w:rsid w:val="00D33F3F"/>
    <w:rsid w:val="00D35407"/>
    <w:rsid w:val="00D37F1C"/>
    <w:rsid w:val="00D4645C"/>
    <w:rsid w:val="00D60592"/>
    <w:rsid w:val="00D6191E"/>
    <w:rsid w:val="00D61B37"/>
    <w:rsid w:val="00D64D44"/>
    <w:rsid w:val="00D67880"/>
    <w:rsid w:val="00D70748"/>
    <w:rsid w:val="00D71737"/>
    <w:rsid w:val="00D71816"/>
    <w:rsid w:val="00D72A32"/>
    <w:rsid w:val="00D7654E"/>
    <w:rsid w:val="00D767FB"/>
    <w:rsid w:val="00D772DD"/>
    <w:rsid w:val="00D831E9"/>
    <w:rsid w:val="00D86E50"/>
    <w:rsid w:val="00D87F6E"/>
    <w:rsid w:val="00D93032"/>
    <w:rsid w:val="00D93521"/>
    <w:rsid w:val="00D93A73"/>
    <w:rsid w:val="00DA1525"/>
    <w:rsid w:val="00DA5D23"/>
    <w:rsid w:val="00DA5FFE"/>
    <w:rsid w:val="00DB2766"/>
    <w:rsid w:val="00DB3784"/>
    <w:rsid w:val="00DB4FD1"/>
    <w:rsid w:val="00DB57EC"/>
    <w:rsid w:val="00DB6941"/>
    <w:rsid w:val="00DB71D8"/>
    <w:rsid w:val="00DC2D60"/>
    <w:rsid w:val="00DC482D"/>
    <w:rsid w:val="00DD2929"/>
    <w:rsid w:val="00DD7460"/>
    <w:rsid w:val="00DD78A1"/>
    <w:rsid w:val="00DD7B87"/>
    <w:rsid w:val="00DE1411"/>
    <w:rsid w:val="00DE50C2"/>
    <w:rsid w:val="00DE5A50"/>
    <w:rsid w:val="00DE7336"/>
    <w:rsid w:val="00DF43C0"/>
    <w:rsid w:val="00DF460C"/>
    <w:rsid w:val="00DF747D"/>
    <w:rsid w:val="00E0059A"/>
    <w:rsid w:val="00E02440"/>
    <w:rsid w:val="00E04BA5"/>
    <w:rsid w:val="00E05E46"/>
    <w:rsid w:val="00E067CB"/>
    <w:rsid w:val="00E25D13"/>
    <w:rsid w:val="00E3207E"/>
    <w:rsid w:val="00E34DB4"/>
    <w:rsid w:val="00E368A7"/>
    <w:rsid w:val="00E41CCF"/>
    <w:rsid w:val="00E43A00"/>
    <w:rsid w:val="00E4553D"/>
    <w:rsid w:val="00E50A47"/>
    <w:rsid w:val="00E51814"/>
    <w:rsid w:val="00E5288E"/>
    <w:rsid w:val="00E55B84"/>
    <w:rsid w:val="00E578AE"/>
    <w:rsid w:val="00E7108F"/>
    <w:rsid w:val="00E72675"/>
    <w:rsid w:val="00E82BE1"/>
    <w:rsid w:val="00E83DF6"/>
    <w:rsid w:val="00E85146"/>
    <w:rsid w:val="00E851EC"/>
    <w:rsid w:val="00EA172B"/>
    <w:rsid w:val="00EB0AD0"/>
    <w:rsid w:val="00EB1FB5"/>
    <w:rsid w:val="00EB3D96"/>
    <w:rsid w:val="00EB492D"/>
    <w:rsid w:val="00EC046B"/>
    <w:rsid w:val="00EC07E3"/>
    <w:rsid w:val="00ED7B4D"/>
    <w:rsid w:val="00EE10DA"/>
    <w:rsid w:val="00EF1BAD"/>
    <w:rsid w:val="00EF5A49"/>
    <w:rsid w:val="00F0406F"/>
    <w:rsid w:val="00F05284"/>
    <w:rsid w:val="00F06126"/>
    <w:rsid w:val="00F13538"/>
    <w:rsid w:val="00F14298"/>
    <w:rsid w:val="00F14896"/>
    <w:rsid w:val="00F2129D"/>
    <w:rsid w:val="00F23FA0"/>
    <w:rsid w:val="00F24113"/>
    <w:rsid w:val="00F30D50"/>
    <w:rsid w:val="00F35999"/>
    <w:rsid w:val="00F5472F"/>
    <w:rsid w:val="00F57A22"/>
    <w:rsid w:val="00F61FDD"/>
    <w:rsid w:val="00F641AA"/>
    <w:rsid w:val="00F65354"/>
    <w:rsid w:val="00F703B6"/>
    <w:rsid w:val="00F723CE"/>
    <w:rsid w:val="00F7269C"/>
    <w:rsid w:val="00F82F20"/>
    <w:rsid w:val="00F84719"/>
    <w:rsid w:val="00F86E0A"/>
    <w:rsid w:val="00FB1DCE"/>
    <w:rsid w:val="00FB1E8E"/>
    <w:rsid w:val="00FB278F"/>
    <w:rsid w:val="00FC2C3E"/>
    <w:rsid w:val="00FE5AF4"/>
    <w:rsid w:val="00FF08ED"/>
    <w:rsid w:val="00FF553E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7BEFCB8-B277-4CB0-BC88-D7686AC51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A34"/>
    <w:rPr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62A34"/>
    <w:pPr>
      <w:keepNext/>
      <w:spacing w:line="360" w:lineRule="auto"/>
      <w:jc w:val="both"/>
      <w:outlineLvl w:val="0"/>
    </w:pPr>
    <w:rPr>
      <w:rFonts w:ascii="Arial" w:hAnsi="Arial" w:cs="Arial"/>
      <w:b/>
      <w:bCs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54F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562A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54FB"/>
    <w:rPr>
      <w:sz w:val="20"/>
      <w:szCs w:val="20"/>
    </w:rPr>
  </w:style>
  <w:style w:type="paragraph" w:styleId="Footer">
    <w:name w:val="footer"/>
    <w:basedOn w:val="Normal"/>
    <w:link w:val="FooterChar"/>
    <w:rsid w:val="00562A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54FB"/>
    <w:rPr>
      <w:sz w:val="20"/>
      <w:szCs w:val="20"/>
    </w:rPr>
  </w:style>
  <w:style w:type="character" w:styleId="PageNumber">
    <w:name w:val="page number"/>
    <w:basedOn w:val="DefaultParagraphFont"/>
    <w:rsid w:val="00562A34"/>
  </w:style>
  <w:style w:type="paragraph" w:customStyle="1" w:styleId="ISM">
    <w:name w:val="ISM"/>
    <w:basedOn w:val="Normal"/>
    <w:link w:val="ISMChar"/>
    <w:rsid w:val="00562A34"/>
    <w:pPr>
      <w:tabs>
        <w:tab w:val="decimal" w:pos="270"/>
        <w:tab w:val="left" w:pos="540"/>
      </w:tabs>
      <w:spacing w:after="120"/>
      <w:jc w:val="both"/>
    </w:pPr>
    <w:rPr>
      <w:rFonts w:ascii="Arial" w:hAnsi="Arial" w:cs="Arial"/>
      <w:sz w:val="22"/>
      <w:szCs w:val="22"/>
      <w:lang w:val="en-CA"/>
    </w:rPr>
  </w:style>
  <w:style w:type="character" w:customStyle="1" w:styleId="ISMChar">
    <w:name w:val="ISM Char"/>
    <w:basedOn w:val="DefaultParagraphFont"/>
    <w:link w:val="ISM"/>
    <w:rsid w:val="00A86459"/>
    <w:rPr>
      <w:rFonts w:ascii="Arial" w:hAnsi="Arial" w:cs="Arial"/>
      <w:sz w:val="22"/>
      <w:szCs w:val="22"/>
      <w:lang w:eastAsia="en-US"/>
    </w:rPr>
  </w:style>
  <w:style w:type="paragraph" w:customStyle="1" w:styleId="ISMss">
    <w:name w:val="ISMss"/>
    <w:basedOn w:val="ISM"/>
    <w:rsid w:val="00562A34"/>
    <w:pPr>
      <w:spacing w:after="0"/>
    </w:pPr>
  </w:style>
  <w:style w:type="paragraph" w:customStyle="1" w:styleId="Level1">
    <w:name w:val="Level 1"/>
    <w:next w:val="Normal"/>
    <w:rsid w:val="00A05B7D"/>
    <w:pPr>
      <w:spacing w:line="360" w:lineRule="auto"/>
      <w:ind w:hanging="720"/>
    </w:pPr>
    <w:rPr>
      <w:rFonts w:ascii="Arial" w:hAnsi="Arial" w:cs="Arial"/>
      <w:b/>
      <w:bCs/>
      <w:smallCaps/>
      <w:noProof/>
      <w:sz w:val="32"/>
      <w:szCs w:val="32"/>
      <w:lang w:val="en-US" w:eastAsia="en-US"/>
    </w:rPr>
  </w:style>
  <w:style w:type="paragraph" w:customStyle="1" w:styleId="Level2">
    <w:name w:val="Level 2"/>
    <w:next w:val="Normal"/>
    <w:rsid w:val="00A05B7D"/>
    <w:pPr>
      <w:spacing w:line="360" w:lineRule="auto"/>
    </w:pPr>
    <w:rPr>
      <w:rFonts w:ascii="Arial" w:hAnsi="Arial" w:cs="Arial"/>
      <w:b/>
      <w:bCs/>
      <w:smallCaps/>
      <w:noProof/>
      <w:sz w:val="28"/>
      <w:szCs w:val="28"/>
      <w:lang w:val="en-US" w:eastAsia="en-US"/>
    </w:rPr>
  </w:style>
  <w:style w:type="paragraph" w:customStyle="1" w:styleId="Chapterhead">
    <w:name w:val="Chapter head"/>
    <w:next w:val="Level1"/>
    <w:rsid w:val="00A05B7D"/>
    <w:pPr>
      <w:spacing w:line="360" w:lineRule="auto"/>
      <w:ind w:hanging="720"/>
    </w:pPr>
    <w:rPr>
      <w:rFonts w:ascii="Arial" w:hAnsi="Arial" w:cs="Arial"/>
      <w:b/>
      <w:bCs/>
      <w:smallCaps/>
      <w:noProof/>
      <w:sz w:val="40"/>
      <w:szCs w:val="40"/>
      <w:lang w:val="en-US" w:eastAsia="en-US"/>
    </w:rPr>
  </w:style>
  <w:style w:type="paragraph" w:customStyle="1" w:styleId="ChapterOutline">
    <w:name w:val="Chapter Outline"/>
    <w:basedOn w:val="Normal"/>
    <w:next w:val="Normal"/>
    <w:rsid w:val="00A05B7D"/>
    <w:pPr>
      <w:keepNext/>
      <w:tabs>
        <w:tab w:val="left" w:pos="0"/>
      </w:tabs>
      <w:suppressAutoHyphens/>
      <w:spacing w:before="120" w:line="360" w:lineRule="auto"/>
      <w:ind w:hanging="720"/>
      <w:jc w:val="both"/>
    </w:pPr>
    <w:rPr>
      <w:rFonts w:ascii="Arial" w:hAnsi="Arial" w:cs="Arial"/>
      <w:smallCaps/>
      <w:spacing w:val="-3"/>
      <w:sz w:val="24"/>
      <w:szCs w:val="24"/>
      <w:u w:val="single"/>
      <w:lang w:val="en-GB"/>
    </w:rPr>
  </w:style>
  <w:style w:type="paragraph" w:customStyle="1" w:styleId="Example">
    <w:name w:val="Example"/>
    <w:basedOn w:val="Level2"/>
    <w:next w:val="Normal"/>
    <w:rsid w:val="00A05B7D"/>
    <w:pPr>
      <w:ind w:left="-720"/>
    </w:pPr>
  </w:style>
  <w:style w:type="character" w:customStyle="1" w:styleId="Examplehead">
    <w:name w:val="Example head"/>
    <w:basedOn w:val="DefaultParagraphFont"/>
    <w:rsid w:val="00A05B7D"/>
    <w:rPr>
      <w:rFonts w:ascii="Arial" w:hAnsi="Arial" w:cs="Arial"/>
      <w:i/>
      <w:iCs/>
      <w:sz w:val="24"/>
      <w:szCs w:val="24"/>
      <w:vertAlign w:val="baseline"/>
    </w:rPr>
  </w:style>
  <w:style w:type="paragraph" w:customStyle="1" w:styleId="LearningObjectives">
    <w:name w:val="Learning Objectives"/>
    <w:basedOn w:val="Normal"/>
    <w:next w:val="Normal"/>
    <w:rsid w:val="00A05B7D"/>
    <w:pPr>
      <w:spacing w:line="360" w:lineRule="auto"/>
      <w:ind w:left="360" w:hanging="360"/>
      <w:jc w:val="both"/>
    </w:pPr>
    <w:rPr>
      <w:rFonts w:ascii="Arial" w:hAnsi="Arial" w:cs="Arial"/>
      <w:sz w:val="22"/>
      <w:szCs w:val="22"/>
      <w:lang w:val="en-GB"/>
    </w:rPr>
  </w:style>
  <w:style w:type="paragraph" w:customStyle="1" w:styleId="Level4">
    <w:name w:val="Level 4"/>
    <w:next w:val="Normal"/>
    <w:rsid w:val="00A05B7D"/>
    <w:pPr>
      <w:spacing w:line="360" w:lineRule="auto"/>
      <w:jc w:val="both"/>
    </w:pPr>
    <w:rPr>
      <w:rFonts w:ascii="Arial" w:hAnsi="Arial" w:cs="Arial"/>
      <w:noProof/>
      <w:sz w:val="22"/>
      <w:szCs w:val="22"/>
      <w:u w:val="single"/>
      <w:lang w:val="en-US" w:eastAsia="en-US"/>
    </w:rPr>
  </w:style>
  <w:style w:type="paragraph" w:customStyle="1" w:styleId="problems">
    <w:name w:val="problems"/>
    <w:basedOn w:val="Normal"/>
    <w:rsid w:val="00A05B7D"/>
    <w:pPr>
      <w:spacing w:line="360" w:lineRule="auto"/>
      <w:ind w:left="432" w:hanging="432"/>
      <w:jc w:val="both"/>
    </w:pPr>
    <w:rPr>
      <w:rFonts w:ascii="Arial" w:hAnsi="Arial" w:cs="Arial"/>
      <w:sz w:val="22"/>
      <w:szCs w:val="22"/>
      <w:lang w:val="en-GB"/>
    </w:rPr>
  </w:style>
  <w:style w:type="character" w:customStyle="1" w:styleId="red">
    <w:name w:val="red"/>
    <w:basedOn w:val="DefaultParagraphFont"/>
    <w:rsid w:val="00A05B7D"/>
    <w:rPr>
      <w:rFonts w:ascii="Arial" w:hAnsi="Arial" w:cs="Arial"/>
      <w:color w:val="auto"/>
      <w:spacing w:val="-2"/>
      <w:sz w:val="22"/>
      <w:szCs w:val="22"/>
    </w:rPr>
  </w:style>
  <w:style w:type="paragraph" w:customStyle="1" w:styleId="Level3">
    <w:name w:val="Level 3"/>
    <w:basedOn w:val="Normal"/>
    <w:next w:val="Normal"/>
    <w:rsid w:val="00A05B7D"/>
    <w:pPr>
      <w:spacing w:line="360" w:lineRule="auto"/>
      <w:jc w:val="both"/>
    </w:pPr>
    <w:rPr>
      <w:rFonts w:ascii="Arial" w:hAnsi="Arial" w:cs="Arial"/>
      <w:b/>
      <w:bCs/>
      <w:i/>
      <w:iCs/>
      <w:smallCaps/>
      <w:sz w:val="24"/>
      <w:szCs w:val="24"/>
      <w:lang w:val="en-CA"/>
    </w:rPr>
  </w:style>
  <w:style w:type="paragraph" w:customStyle="1" w:styleId="Mainfirst">
    <w:name w:val="Main first"/>
    <w:basedOn w:val="Normal"/>
    <w:rsid w:val="00A05B7D"/>
    <w:pPr>
      <w:spacing w:line="360" w:lineRule="auto"/>
      <w:jc w:val="both"/>
    </w:pPr>
    <w:rPr>
      <w:rFonts w:ascii="Arial" w:hAnsi="Arial" w:cs="Arial"/>
      <w:sz w:val="22"/>
      <w:szCs w:val="22"/>
      <w:lang w:val="en-GB"/>
    </w:rPr>
  </w:style>
  <w:style w:type="paragraph" w:customStyle="1" w:styleId="ISMab">
    <w:name w:val="ISMab"/>
    <w:basedOn w:val="ISM"/>
    <w:link w:val="ISMabChar"/>
    <w:rsid w:val="00A05B7D"/>
    <w:pPr>
      <w:tabs>
        <w:tab w:val="left" w:pos="900"/>
      </w:tabs>
    </w:pPr>
  </w:style>
  <w:style w:type="character" w:customStyle="1" w:styleId="ISMabChar">
    <w:name w:val="ISMab Char"/>
    <w:basedOn w:val="ISMChar"/>
    <w:link w:val="ISMab"/>
    <w:rsid w:val="00A86459"/>
    <w:rPr>
      <w:rFonts w:ascii="Arial" w:hAnsi="Arial" w:cs="Arial"/>
      <w:sz w:val="22"/>
      <w:szCs w:val="22"/>
      <w:lang w:eastAsia="en-US"/>
    </w:rPr>
  </w:style>
  <w:style w:type="paragraph" w:customStyle="1" w:styleId="eqn">
    <w:name w:val="eqn"/>
    <w:basedOn w:val="Normal"/>
    <w:next w:val="ISM"/>
    <w:rsid w:val="00A05B7D"/>
    <w:pPr>
      <w:tabs>
        <w:tab w:val="left" w:pos="1440"/>
      </w:tabs>
      <w:jc w:val="both"/>
    </w:pPr>
    <w:rPr>
      <w:rFonts w:ascii="Arial" w:hAnsi="Arial" w:cs="Arial"/>
      <w:sz w:val="22"/>
      <w:szCs w:val="22"/>
      <w:lang w:val="en-CA"/>
    </w:rPr>
  </w:style>
  <w:style w:type="paragraph" w:styleId="FootnoteText">
    <w:name w:val="footnote text"/>
    <w:basedOn w:val="Normal"/>
    <w:link w:val="FootnoteTextChar"/>
    <w:uiPriority w:val="99"/>
    <w:semiHidden/>
    <w:rsid w:val="00A05B7D"/>
    <w:pPr>
      <w:jc w:val="both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54FB"/>
    <w:rPr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6F11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110B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9310EC"/>
    <w:rPr>
      <w:color w:val="808080"/>
    </w:rPr>
  </w:style>
  <w:style w:type="character" w:styleId="CommentReference">
    <w:name w:val="annotation reference"/>
    <w:basedOn w:val="DefaultParagraphFont"/>
    <w:unhideWhenUsed/>
    <w:rsid w:val="00B351C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351CC"/>
  </w:style>
  <w:style w:type="character" w:customStyle="1" w:styleId="CommentTextChar">
    <w:name w:val="Comment Text Char"/>
    <w:basedOn w:val="DefaultParagraphFont"/>
    <w:link w:val="CommentText"/>
    <w:rsid w:val="00B351C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351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351CC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915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2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2.wmf"/><Relationship Id="rId133" Type="http://schemas.openxmlformats.org/officeDocument/2006/relationships/image" Target="media/image61.wmf"/><Relationship Id="rId138" Type="http://schemas.openxmlformats.org/officeDocument/2006/relationships/oleObject" Target="embeddings/oleObject68.bin"/><Relationship Id="rId154" Type="http://schemas.openxmlformats.org/officeDocument/2006/relationships/image" Target="media/image71.wmf"/><Relationship Id="rId159" Type="http://schemas.openxmlformats.org/officeDocument/2006/relationships/oleObject" Target="embeddings/oleObject79.bin"/><Relationship Id="rId175" Type="http://schemas.openxmlformats.org/officeDocument/2006/relationships/oleObject" Target="embeddings/oleObject88.bin"/><Relationship Id="rId170" Type="http://schemas.openxmlformats.org/officeDocument/2006/relationships/oleObject" Target="embeddings/oleObject85.bin"/><Relationship Id="rId16" Type="http://schemas.openxmlformats.org/officeDocument/2006/relationships/image" Target="media/image5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60.bin"/><Relationship Id="rId128" Type="http://schemas.openxmlformats.org/officeDocument/2006/relationships/oleObject" Target="embeddings/oleObject63.bin"/><Relationship Id="rId144" Type="http://schemas.openxmlformats.org/officeDocument/2006/relationships/oleObject" Target="embeddings/oleObject71.bin"/><Relationship Id="rId149" Type="http://schemas.openxmlformats.org/officeDocument/2006/relationships/oleObject" Target="embeddings/oleObject74.bin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4.wmf"/><Relationship Id="rId165" Type="http://schemas.openxmlformats.org/officeDocument/2006/relationships/oleObject" Target="embeddings/oleObject82.bin"/><Relationship Id="rId181" Type="http://schemas.openxmlformats.org/officeDocument/2006/relationships/fontTable" Target="fontTable.xml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5.wmf"/><Relationship Id="rId134" Type="http://schemas.openxmlformats.org/officeDocument/2006/relationships/oleObject" Target="embeddings/oleObject66.bin"/><Relationship Id="rId139" Type="http://schemas.openxmlformats.org/officeDocument/2006/relationships/image" Target="media/image64.wmf"/><Relationship Id="rId80" Type="http://schemas.openxmlformats.org/officeDocument/2006/relationships/image" Target="media/image37.emf"/><Relationship Id="rId85" Type="http://schemas.openxmlformats.org/officeDocument/2006/relationships/oleObject" Target="embeddings/oleObject39.bin"/><Relationship Id="rId150" Type="http://schemas.openxmlformats.org/officeDocument/2006/relationships/image" Target="media/image69.wmf"/><Relationship Id="rId155" Type="http://schemas.openxmlformats.org/officeDocument/2006/relationships/oleObject" Target="embeddings/oleObject77.bin"/><Relationship Id="rId171" Type="http://schemas.openxmlformats.org/officeDocument/2006/relationships/oleObject" Target="embeddings/oleObject86.bin"/><Relationship Id="rId176" Type="http://schemas.openxmlformats.org/officeDocument/2006/relationships/image" Target="media/image81.wmf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51.bin"/><Relationship Id="rId124" Type="http://schemas.openxmlformats.org/officeDocument/2006/relationships/image" Target="media/image57.wmf"/><Relationship Id="rId129" Type="http://schemas.openxmlformats.org/officeDocument/2006/relationships/image" Target="media/image59.wmf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69.bin"/><Relationship Id="rId145" Type="http://schemas.openxmlformats.org/officeDocument/2006/relationships/oleObject" Target="embeddings/oleObject72.bin"/><Relationship Id="rId161" Type="http://schemas.openxmlformats.org/officeDocument/2006/relationships/oleObject" Target="embeddings/oleObject80.bin"/><Relationship Id="rId166" Type="http://schemas.openxmlformats.org/officeDocument/2006/relationships/oleObject" Target="embeddings/oleObject83.bin"/><Relationship Id="rId18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130" Type="http://schemas.openxmlformats.org/officeDocument/2006/relationships/oleObject" Target="embeddings/oleObject64.bin"/><Relationship Id="rId135" Type="http://schemas.openxmlformats.org/officeDocument/2006/relationships/image" Target="media/image62.wmf"/><Relationship Id="rId151" Type="http://schemas.openxmlformats.org/officeDocument/2006/relationships/oleObject" Target="embeddings/oleObject75.bin"/><Relationship Id="rId156" Type="http://schemas.openxmlformats.org/officeDocument/2006/relationships/image" Target="media/image72.wmf"/><Relationship Id="rId177" Type="http://schemas.openxmlformats.org/officeDocument/2006/relationships/oleObject" Target="embeddings/oleObject8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72" Type="http://schemas.openxmlformats.org/officeDocument/2006/relationships/image" Target="media/image79.wmf"/><Relationship Id="rId180" Type="http://schemas.openxmlformats.org/officeDocument/2006/relationships/footer" Target="footer3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9" Type="http://schemas.openxmlformats.org/officeDocument/2006/relationships/oleObject" Target="embeddings/oleObject16.bin"/><Relationship Id="rId109" Type="http://schemas.openxmlformats.org/officeDocument/2006/relationships/image" Target="media/image51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oleObject" Target="embeddings/oleObject49.bin"/><Relationship Id="rId120" Type="http://schemas.openxmlformats.org/officeDocument/2006/relationships/image" Target="media/image56.wmf"/><Relationship Id="rId125" Type="http://schemas.openxmlformats.org/officeDocument/2006/relationships/oleObject" Target="embeddings/oleObject61.bin"/><Relationship Id="rId141" Type="http://schemas.openxmlformats.org/officeDocument/2006/relationships/image" Target="media/image65.wmf"/><Relationship Id="rId146" Type="http://schemas.openxmlformats.org/officeDocument/2006/relationships/image" Target="media/image67.wmf"/><Relationship Id="rId167" Type="http://schemas.openxmlformats.org/officeDocument/2006/relationships/image" Target="media/image77.wmf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162" Type="http://schemas.openxmlformats.org/officeDocument/2006/relationships/image" Target="media/image75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2.bin"/><Relationship Id="rId115" Type="http://schemas.openxmlformats.org/officeDocument/2006/relationships/oleObject" Target="embeddings/oleObject55.bin"/><Relationship Id="rId131" Type="http://schemas.openxmlformats.org/officeDocument/2006/relationships/image" Target="media/image60.wmf"/><Relationship Id="rId136" Type="http://schemas.openxmlformats.org/officeDocument/2006/relationships/oleObject" Target="embeddings/oleObject67.bin"/><Relationship Id="rId157" Type="http://schemas.openxmlformats.org/officeDocument/2006/relationships/oleObject" Target="embeddings/oleObject78.bin"/><Relationship Id="rId178" Type="http://schemas.openxmlformats.org/officeDocument/2006/relationships/footer" Target="footer1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0.wmf"/><Relationship Id="rId173" Type="http://schemas.openxmlformats.org/officeDocument/2006/relationships/oleObject" Target="embeddings/oleObject87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126" Type="http://schemas.openxmlformats.org/officeDocument/2006/relationships/image" Target="media/image58.wmf"/><Relationship Id="rId147" Type="http://schemas.openxmlformats.org/officeDocument/2006/relationships/oleObject" Target="embeddings/oleObject73.bin"/><Relationship Id="rId168" Type="http://schemas.openxmlformats.org/officeDocument/2006/relationships/oleObject" Target="embeddings/oleObject84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70.bin"/><Relationship Id="rId163" Type="http://schemas.openxmlformats.org/officeDocument/2006/relationships/oleObject" Target="embeddings/oleObject81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4.wmf"/><Relationship Id="rId137" Type="http://schemas.openxmlformats.org/officeDocument/2006/relationships/image" Target="media/image63.wmf"/><Relationship Id="rId158" Type="http://schemas.openxmlformats.org/officeDocument/2006/relationships/image" Target="media/image73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5.bin"/><Relationship Id="rId153" Type="http://schemas.openxmlformats.org/officeDocument/2006/relationships/oleObject" Target="embeddings/oleObject76.bin"/><Relationship Id="rId174" Type="http://schemas.openxmlformats.org/officeDocument/2006/relationships/image" Target="media/image80.wmf"/><Relationship Id="rId179" Type="http://schemas.openxmlformats.org/officeDocument/2006/relationships/footer" Target="footer2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0.bin"/><Relationship Id="rId127" Type="http://schemas.openxmlformats.org/officeDocument/2006/relationships/oleObject" Target="embeddings/oleObject62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image" Target="media/image47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6.wmf"/><Relationship Id="rId148" Type="http://schemas.openxmlformats.org/officeDocument/2006/relationships/image" Target="media/image68.wmf"/><Relationship Id="rId164" Type="http://schemas.openxmlformats.org/officeDocument/2006/relationships/image" Target="media/image76.wmf"/><Relationship Id="rId169" Type="http://schemas.openxmlformats.org/officeDocument/2006/relationships/image" Target="media/image78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rnie\Application%20Data\Microsoft\Templates\IS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8921C4-D27F-4626-BD7E-9DA44382D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ISM</Template>
  <TotalTime>198</TotalTime>
  <Pages>14</Pages>
  <Words>2150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Waterloo</Company>
  <LinksUpToDate>false</LinksUpToDate>
  <CharactersWithSpaces>14378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Ernie Jerome</dc:creator>
  <cp:lastModifiedBy>Rajender Kumar</cp:lastModifiedBy>
  <cp:revision>149</cp:revision>
  <cp:lastPrinted>2010-05-08T13:40:00Z</cp:lastPrinted>
  <dcterms:created xsi:type="dcterms:W3CDTF">2019-07-17T19:15:00Z</dcterms:created>
  <dcterms:modified xsi:type="dcterms:W3CDTF">2020-06-29T08:36:00Z</dcterms:modified>
</cp:coreProperties>
</file>