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1DC" w:rsidRDefault="009E60E5" w:rsidP="003B0F74">
      <w:pPr>
        <w:pStyle w:val="ISM"/>
        <w:tabs>
          <w:tab w:val="clear" w:pos="270"/>
          <w:tab w:val="clear" w:pos="540"/>
        </w:tabs>
        <w:ind w:firstLine="567"/>
        <w:rPr>
          <w:sz w:val="48"/>
        </w:rPr>
      </w:pPr>
      <w:r>
        <w:rPr>
          <w:sz w:val="48"/>
        </w:rPr>
        <w:t>9</w:t>
      </w:r>
      <w:r w:rsidR="001D11DC">
        <w:rPr>
          <w:sz w:val="48"/>
        </w:rPr>
        <w:tab/>
        <w:t>Compound Interest: Future</w:t>
      </w:r>
    </w:p>
    <w:p w:rsidR="001D11DC" w:rsidRDefault="001D11DC">
      <w:pPr>
        <w:pStyle w:val="ISM"/>
        <w:tabs>
          <w:tab w:val="clear" w:pos="270"/>
          <w:tab w:val="clear" w:pos="540"/>
        </w:tabs>
        <w:rPr>
          <w:sz w:val="48"/>
        </w:rPr>
      </w:pPr>
      <w:r>
        <w:rPr>
          <w:sz w:val="48"/>
        </w:rPr>
        <w:tab/>
      </w:r>
      <w:r>
        <w:rPr>
          <w:sz w:val="48"/>
        </w:rPr>
        <w:tab/>
        <w:t>Value and Present Value</w:t>
      </w:r>
    </w:p>
    <w:p w:rsidR="001D11DC" w:rsidRDefault="001D11DC">
      <w:pPr>
        <w:pStyle w:val="ISM"/>
        <w:tabs>
          <w:tab w:val="clear" w:pos="270"/>
          <w:tab w:val="clear" w:pos="540"/>
        </w:tabs>
        <w:rPr>
          <w:sz w:val="48"/>
        </w:rPr>
      </w:pPr>
    </w:p>
    <w:p w:rsidR="001D11DC" w:rsidRDefault="001D11DC">
      <w:pPr>
        <w:pStyle w:val="ISM"/>
        <w:spacing w:line="360" w:lineRule="auto"/>
        <w:rPr>
          <w:b/>
          <w:sz w:val="24"/>
        </w:rPr>
      </w:pPr>
      <w:r>
        <w:rPr>
          <w:b/>
          <w:sz w:val="24"/>
        </w:rPr>
        <w:t xml:space="preserve">Concept </w:t>
      </w:r>
      <w:proofErr w:type="gramStart"/>
      <w:r>
        <w:rPr>
          <w:b/>
          <w:sz w:val="24"/>
        </w:rPr>
        <w:t>Questions  (</w:t>
      </w:r>
      <w:proofErr w:type="gramEnd"/>
      <w:r>
        <w:rPr>
          <w:b/>
          <w:sz w:val="24"/>
        </w:rPr>
        <w:t xml:space="preserve">Section </w:t>
      </w:r>
      <w:r w:rsidR="009E60E5">
        <w:rPr>
          <w:b/>
          <w:sz w:val="24"/>
        </w:rPr>
        <w:t>9</w:t>
      </w:r>
      <w:r>
        <w:rPr>
          <w:b/>
          <w:sz w:val="24"/>
        </w:rPr>
        <w:t>.1)</w:t>
      </w:r>
    </w:p>
    <w:p w:rsidR="001D11DC" w:rsidRDefault="001D11DC">
      <w:pPr>
        <w:pStyle w:val="ISM"/>
        <w:spacing w:after="120"/>
        <w:ind w:left="547" w:hanging="547"/>
      </w:pPr>
      <w:r>
        <w:tab/>
        <w:t>1.</w:t>
      </w:r>
      <w:r>
        <w:tab/>
        <w:t>We compound interest when we convert it to principal and calculate subsequent interest on both the principal and the converted interest.</w:t>
      </w:r>
    </w:p>
    <w:p w:rsidR="001D11DC" w:rsidRDefault="001D11DC">
      <w:pPr>
        <w:pStyle w:val="ISM"/>
        <w:spacing w:after="120"/>
        <w:ind w:left="547" w:hanging="547"/>
      </w:pPr>
      <w:r>
        <w:tab/>
        <w:t>3.</w:t>
      </w:r>
      <w:r>
        <w:tab/>
        <w:t xml:space="preserve">The “periodic rate of interest” is the percent interest earned in a single compounding period. The “nominal rate of interest” is the </w:t>
      </w:r>
      <w:r>
        <w:rPr>
          <w:i/>
        </w:rPr>
        <w:t>annual</w:t>
      </w:r>
      <w:r>
        <w:t xml:space="preserve"> interest rate you obtain if you </w:t>
      </w:r>
      <w:r>
        <w:rPr>
          <w:i/>
        </w:rPr>
        <w:t>extend</w:t>
      </w:r>
      <w:r>
        <w:t xml:space="preserve"> the periodic interest rate to a full year. This extension is done by multiplying the periodic rate of interest by the number of compounding periods in a year.</w:t>
      </w:r>
    </w:p>
    <w:p w:rsidR="001D11DC" w:rsidRDefault="001D11DC">
      <w:pPr>
        <w:pStyle w:val="ISM"/>
      </w:pPr>
    </w:p>
    <w:p w:rsidR="001D11DC" w:rsidRDefault="001D11DC">
      <w:pPr>
        <w:pStyle w:val="ISM"/>
        <w:spacing w:after="60"/>
        <w:rPr>
          <w:b/>
          <w:sz w:val="24"/>
        </w:rPr>
      </w:pPr>
      <w:r>
        <w:rPr>
          <w:b/>
          <w:sz w:val="24"/>
        </w:rPr>
        <w:t xml:space="preserve">Exercise </w:t>
      </w:r>
      <w:r w:rsidR="009E60E5">
        <w:rPr>
          <w:b/>
          <w:sz w:val="24"/>
        </w:rPr>
        <w:t>9</w:t>
      </w:r>
      <w:r>
        <w:rPr>
          <w:b/>
          <w:sz w:val="24"/>
        </w:rPr>
        <w:t>.1</w:t>
      </w:r>
    </w:p>
    <w:p w:rsidR="00AF71E2" w:rsidRDefault="001D11DC" w:rsidP="00E11FF8">
      <w:pPr>
        <w:pStyle w:val="ISMab"/>
      </w:pPr>
      <w:r>
        <w:tab/>
        <w:t>1.</w:t>
      </w:r>
      <w:r>
        <w:tab/>
      </w:r>
      <w:r w:rsidR="00AF71E2" w:rsidRPr="00AF71E2">
        <w:rPr>
          <w:i/>
        </w:rPr>
        <w:t>a.</w:t>
      </w:r>
      <w:r w:rsidR="00AF71E2">
        <w:tab/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2A5267">
        <w:rPr>
          <w:position w:val="-22"/>
        </w:rPr>
        <w:object w:dxaOrig="279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29.2pt" o:ole="" fillcolor="window">
            <v:imagedata r:id="rId7" o:title=""/>
          </v:shape>
          <o:OLEObject Type="Embed" ProgID="Equation.3" ShapeID="_x0000_i1025" DrawAspect="Content" ObjectID="_1654971049" r:id="rId8"/>
        </w:object>
      </w:r>
      <w:r>
        <w:t xml:space="preserve"> = </w:t>
      </w:r>
      <w:r w:rsidR="00AF71E2" w:rsidRPr="00AF71E2">
        <w:rPr>
          <w:position w:val="-22"/>
        </w:rPr>
        <w:object w:dxaOrig="420" w:dyaOrig="580">
          <v:shape id="_x0000_i1026" type="#_x0000_t75" style="width:21.05pt;height:29.2pt" o:ole="" fillcolor="window">
            <v:imagedata r:id="rId9" o:title=""/>
          </v:shape>
          <o:OLEObject Type="Embed" ProgID="Equation.3" ShapeID="_x0000_i1026" DrawAspect="Content" ObjectID="_1654971050" r:id="rId10"/>
        </w:object>
      </w:r>
      <w:r>
        <w:t xml:space="preserve"> = </w:t>
      </w:r>
      <w:r w:rsidR="00AF71E2" w:rsidRPr="009B21B7">
        <w:rPr>
          <w:u w:val="double"/>
        </w:rPr>
        <w:t>0.5</w:t>
      </w:r>
      <w:r w:rsidRPr="009B21B7">
        <w:rPr>
          <w:u w:val="double"/>
        </w:rPr>
        <w:t xml:space="preserve">% </w:t>
      </w:r>
      <w:r w:rsidR="00A07EBC" w:rsidRPr="009B21B7">
        <w:rPr>
          <w:u w:val="double"/>
        </w:rPr>
        <w:t xml:space="preserve">per </w:t>
      </w:r>
      <w:r w:rsidR="00AF71E2" w:rsidRPr="009B21B7">
        <w:rPr>
          <w:u w:val="double"/>
        </w:rPr>
        <w:t>month</w:t>
      </w:r>
    </w:p>
    <w:p w:rsidR="00AF71E2" w:rsidRDefault="001D11DC" w:rsidP="00E11FF8">
      <w:pPr>
        <w:pStyle w:val="ISMab"/>
      </w:pPr>
      <w:r>
        <w:tab/>
      </w:r>
      <w:r>
        <w:tab/>
      </w:r>
      <w:proofErr w:type="gramStart"/>
      <w:r w:rsidR="00AF71E2" w:rsidRPr="00AF71E2">
        <w:rPr>
          <w:i/>
        </w:rPr>
        <w:t>b</w:t>
      </w:r>
      <w:proofErr w:type="gramEnd"/>
      <w:r w:rsidR="00AF71E2" w:rsidRPr="00AF71E2">
        <w:rPr>
          <w:i/>
        </w:rPr>
        <w:t>.</w:t>
      </w:r>
      <w:r w:rsidR="00AF71E2">
        <w:tab/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2A5267">
        <w:rPr>
          <w:position w:val="-22"/>
        </w:rPr>
        <w:object w:dxaOrig="279" w:dyaOrig="580">
          <v:shape id="_x0000_i1027" type="#_x0000_t75" style="width:14.25pt;height:29.2pt" o:ole="" fillcolor="window">
            <v:imagedata r:id="rId7" o:title=""/>
          </v:shape>
          <o:OLEObject Type="Embed" ProgID="Equation.3" ShapeID="_x0000_i1027" DrawAspect="Content" ObjectID="_1654971051" r:id="rId11"/>
        </w:object>
      </w:r>
      <w:r>
        <w:t xml:space="preserve"> = </w:t>
      </w:r>
      <w:r w:rsidR="00AF71E2" w:rsidRPr="00AF71E2">
        <w:rPr>
          <w:position w:val="-22"/>
        </w:rPr>
        <w:object w:dxaOrig="420" w:dyaOrig="580">
          <v:shape id="_x0000_i1028" type="#_x0000_t75" style="width:21.05pt;height:29.2pt" o:ole="" fillcolor="window">
            <v:imagedata r:id="rId12" o:title=""/>
          </v:shape>
          <o:OLEObject Type="Embed" ProgID="Equation.3" ShapeID="_x0000_i1028" DrawAspect="Content" ObjectID="_1654971052" r:id="rId13"/>
        </w:object>
      </w:r>
      <w:r>
        <w:t xml:space="preserve"> = </w:t>
      </w:r>
      <w:r w:rsidR="00AF71E2" w:rsidRPr="009B21B7">
        <w:rPr>
          <w:u w:val="double"/>
        </w:rPr>
        <w:t>1.</w:t>
      </w:r>
      <w:r w:rsidRPr="009B21B7">
        <w:rPr>
          <w:u w:val="double"/>
        </w:rPr>
        <w:t>5%</w:t>
      </w:r>
      <w:r w:rsidR="00A07EBC" w:rsidRPr="009B21B7">
        <w:rPr>
          <w:u w:val="double"/>
        </w:rPr>
        <w:t xml:space="preserve"> per </w:t>
      </w:r>
      <w:r w:rsidR="00AF71E2" w:rsidRPr="009B21B7">
        <w:rPr>
          <w:u w:val="double"/>
        </w:rPr>
        <w:t>q</w:t>
      </w:r>
      <w:r w:rsidR="009B21B7" w:rsidRPr="009B21B7">
        <w:rPr>
          <w:u w:val="double"/>
        </w:rPr>
        <w:t>uarter</w:t>
      </w:r>
    </w:p>
    <w:p w:rsidR="00AF71E2" w:rsidRDefault="001D11DC" w:rsidP="00AF71E2">
      <w:pPr>
        <w:pStyle w:val="ISMab"/>
        <w:spacing w:after="60"/>
      </w:pPr>
      <w:r>
        <w:tab/>
      </w:r>
      <w:r>
        <w:tab/>
      </w:r>
      <w:proofErr w:type="gramStart"/>
      <w:r w:rsidR="00AF71E2" w:rsidRPr="00AF71E2">
        <w:rPr>
          <w:i/>
        </w:rPr>
        <w:t>c</w:t>
      </w:r>
      <w:proofErr w:type="gramEnd"/>
      <w:r w:rsidR="00AF71E2" w:rsidRPr="00AF71E2">
        <w:rPr>
          <w:i/>
        </w:rPr>
        <w:t>.</w:t>
      </w:r>
      <w:r w:rsidR="00AF71E2">
        <w:tab/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2A5267">
        <w:rPr>
          <w:position w:val="-22"/>
        </w:rPr>
        <w:object w:dxaOrig="279" w:dyaOrig="580">
          <v:shape id="_x0000_i1029" type="#_x0000_t75" style="width:14.25pt;height:29.2pt" o:ole="" fillcolor="window">
            <v:imagedata r:id="rId7" o:title=""/>
          </v:shape>
          <o:OLEObject Type="Embed" ProgID="Equation.3" ShapeID="_x0000_i1029" DrawAspect="Content" ObjectID="_1654971053" r:id="rId14"/>
        </w:object>
      </w:r>
      <w:r>
        <w:t xml:space="preserve"> = </w:t>
      </w:r>
      <w:r w:rsidR="00AF71E2" w:rsidRPr="00AF71E2">
        <w:rPr>
          <w:position w:val="-22"/>
        </w:rPr>
        <w:object w:dxaOrig="420" w:dyaOrig="580">
          <v:shape id="_x0000_i1030" type="#_x0000_t75" style="width:21.05pt;height:29.2pt" o:ole="" fillcolor="window">
            <v:imagedata r:id="rId15" o:title=""/>
          </v:shape>
          <o:OLEObject Type="Embed" ProgID="Equation.3" ShapeID="_x0000_i1030" DrawAspect="Content" ObjectID="_1654971054" r:id="rId16"/>
        </w:object>
      </w:r>
      <w:r>
        <w:t xml:space="preserve"> = </w:t>
      </w:r>
      <w:r w:rsidR="00AF71E2" w:rsidRPr="009B21B7">
        <w:rPr>
          <w:u w:val="double"/>
        </w:rPr>
        <w:t>3.0</w:t>
      </w:r>
      <w:r w:rsidRPr="009B21B7">
        <w:rPr>
          <w:u w:val="double"/>
        </w:rPr>
        <w:t>%</w:t>
      </w:r>
      <w:r w:rsidR="00A07EBC" w:rsidRPr="009B21B7">
        <w:rPr>
          <w:u w:val="double"/>
        </w:rPr>
        <w:t xml:space="preserve"> per </w:t>
      </w:r>
      <w:r w:rsidR="00AF71E2" w:rsidRPr="009B21B7">
        <w:rPr>
          <w:u w:val="double"/>
        </w:rPr>
        <w:t>half-</w:t>
      </w:r>
      <w:r w:rsidR="009B21B7" w:rsidRPr="009B21B7">
        <w:rPr>
          <w:u w:val="double"/>
        </w:rPr>
        <w:t>year</w:t>
      </w:r>
    </w:p>
    <w:p w:rsidR="009B21B7" w:rsidRDefault="009B21B7" w:rsidP="00E11FF8">
      <w:pPr>
        <w:pStyle w:val="ISMab"/>
      </w:pPr>
      <w:r>
        <w:tab/>
        <w:t>3.</w:t>
      </w:r>
      <w:r>
        <w:tab/>
      </w:r>
      <w:r w:rsidRPr="00A07EBC">
        <w:rPr>
          <w:i/>
        </w:rPr>
        <w:t>a.</w:t>
      </w:r>
      <w:r>
        <w:tab/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2A5267">
        <w:rPr>
          <w:position w:val="-22"/>
        </w:rPr>
        <w:object w:dxaOrig="279" w:dyaOrig="580">
          <v:shape id="_x0000_i1031" type="#_x0000_t75" style="width:14.25pt;height:29.2pt" o:ole="" fillcolor="window">
            <v:imagedata r:id="rId7" o:title=""/>
          </v:shape>
          <o:OLEObject Type="Embed" ProgID="Equation.3" ShapeID="_x0000_i1031" DrawAspect="Content" ObjectID="_1654971055" r:id="rId17"/>
        </w:object>
      </w:r>
      <w:r>
        <w:t xml:space="preserve"> = </w:t>
      </w:r>
      <w:r w:rsidRPr="00A07EBC">
        <w:rPr>
          <w:position w:val="-22"/>
        </w:rPr>
        <w:object w:dxaOrig="600" w:dyaOrig="580">
          <v:shape id="_x0000_i1032" type="#_x0000_t75" style="width:29.9pt;height:29.2pt" o:ole="" fillcolor="window">
            <v:imagedata r:id="rId18" o:title=""/>
          </v:shape>
          <o:OLEObject Type="Embed" ProgID="Equation.3" ShapeID="_x0000_i1032" DrawAspect="Content" ObjectID="_1654971056" r:id="rId19"/>
        </w:object>
      </w:r>
      <w:r>
        <w:t xml:space="preserve"> = </w:t>
      </w:r>
      <w:r>
        <w:rPr>
          <w:u w:val="double"/>
        </w:rPr>
        <w:t>1.35</w:t>
      </w:r>
      <w:r w:rsidRPr="00A07EBC">
        <w:rPr>
          <w:u w:val="double"/>
        </w:rPr>
        <w:t>% per quarter</w:t>
      </w:r>
    </w:p>
    <w:p w:rsidR="009B21B7" w:rsidRDefault="009B21B7" w:rsidP="009B21B7">
      <w:pPr>
        <w:pStyle w:val="ISMab"/>
        <w:spacing w:after="60"/>
      </w:pPr>
      <w:r>
        <w:tab/>
      </w:r>
      <w:r>
        <w:tab/>
      </w:r>
      <w:proofErr w:type="gramStart"/>
      <w:r>
        <w:rPr>
          <w:i/>
        </w:rPr>
        <w:t>b</w:t>
      </w:r>
      <w:proofErr w:type="gramEnd"/>
      <w:r w:rsidRPr="00A07EBC">
        <w:rPr>
          <w:i/>
        </w:rPr>
        <w:t>.</w:t>
      </w:r>
      <w:r>
        <w:tab/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2A5267">
        <w:rPr>
          <w:position w:val="-22"/>
        </w:rPr>
        <w:object w:dxaOrig="279" w:dyaOrig="580">
          <v:shape id="_x0000_i1033" type="#_x0000_t75" style="width:14.25pt;height:29.2pt" o:ole="" fillcolor="window">
            <v:imagedata r:id="rId7" o:title=""/>
          </v:shape>
          <o:OLEObject Type="Embed" ProgID="Equation.3" ShapeID="_x0000_i1033" DrawAspect="Content" ObjectID="_1654971057" r:id="rId20"/>
        </w:object>
      </w:r>
      <w:r>
        <w:t xml:space="preserve"> = </w:t>
      </w:r>
      <w:r w:rsidRPr="00A07EBC">
        <w:rPr>
          <w:position w:val="-22"/>
        </w:rPr>
        <w:object w:dxaOrig="600" w:dyaOrig="580">
          <v:shape id="_x0000_i1034" type="#_x0000_t75" style="width:29.9pt;height:29.2pt" o:ole="" fillcolor="window">
            <v:imagedata r:id="rId21" o:title=""/>
          </v:shape>
          <o:OLEObject Type="Embed" ProgID="Equation.3" ShapeID="_x0000_i1034" DrawAspect="Content" ObjectID="_1654971058" r:id="rId22"/>
        </w:object>
      </w:r>
      <w:r>
        <w:t xml:space="preserve"> = </w:t>
      </w:r>
      <w:r>
        <w:rPr>
          <w:u w:val="double"/>
        </w:rPr>
        <w:t>0.45</w:t>
      </w:r>
      <w:r w:rsidRPr="00A07EBC">
        <w:rPr>
          <w:u w:val="double"/>
        </w:rPr>
        <w:t xml:space="preserve">% per </w:t>
      </w:r>
      <w:r>
        <w:rPr>
          <w:u w:val="double"/>
        </w:rPr>
        <w:t>month</w:t>
      </w:r>
    </w:p>
    <w:p w:rsidR="00340892" w:rsidRDefault="00340892" w:rsidP="00340892">
      <w:pPr>
        <w:pStyle w:val="ISMab"/>
        <w:spacing w:after="60"/>
      </w:pPr>
      <w:r>
        <w:tab/>
        <w:t>5.</w:t>
      </w:r>
      <w:r>
        <w:tab/>
      </w:r>
      <w:r w:rsidRPr="00E11FF8">
        <w:rPr>
          <w:i/>
        </w:rPr>
        <w:t>a.</w:t>
      </w:r>
      <w:r>
        <w:tab/>
      </w:r>
      <w:r>
        <w:rPr>
          <w:rFonts w:ascii="Times New Roman" w:hAnsi="Times New Roman"/>
          <w:i/>
        </w:rPr>
        <w:t>j = mi =</w:t>
      </w:r>
      <w:r>
        <w:t xml:space="preserve"> 2(3.6%) = </w:t>
      </w:r>
      <w:r>
        <w:rPr>
          <w:u w:val="double"/>
        </w:rPr>
        <w:t>7.2</w:t>
      </w:r>
      <w:r w:rsidRPr="00A07EBC">
        <w:rPr>
          <w:u w:val="double"/>
        </w:rPr>
        <w:t xml:space="preserve">% compounded </w:t>
      </w:r>
      <w:proofErr w:type="spellStart"/>
      <w:r w:rsidRPr="00A07EBC">
        <w:rPr>
          <w:u w:val="double"/>
        </w:rPr>
        <w:t>semiannually</w:t>
      </w:r>
      <w:proofErr w:type="spellEnd"/>
    </w:p>
    <w:p w:rsidR="00340892" w:rsidRDefault="00340892" w:rsidP="00340892">
      <w:pPr>
        <w:pStyle w:val="ISMab"/>
        <w:spacing w:after="60"/>
      </w:pPr>
      <w:r>
        <w:tab/>
      </w:r>
      <w:r>
        <w:tab/>
      </w:r>
      <w:r w:rsidRPr="00E11FF8">
        <w:rPr>
          <w:i/>
        </w:rPr>
        <w:t>b.</w:t>
      </w:r>
      <w:r>
        <w:tab/>
      </w:r>
      <w:r>
        <w:rPr>
          <w:rFonts w:ascii="Times New Roman" w:hAnsi="Times New Roman"/>
          <w:i/>
        </w:rPr>
        <w:t>j = mi =</w:t>
      </w:r>
      <w:r>
        <w:t xml:space="preserve"> 4(1.8%) = </w:t>
      </w:r>
      <w:r>
        <w:rPr>
          <w:u w:val="double"/>
        </w:rPr>
        <w:t>7.2</w:t>
      </w:r>
      <w:r w:rsidRPr="00A07EBC">
        <w:rPr>
          <w:u w:val="double"/>
        </w:rPr>
        <w:t xml:space="preserve">% compounded quarterly </w:t>
      </w:r>
    </w:p>
    <w:p w:rsidR="00340892" w:rsidRDefault="00340892" w:rsidP="00340892">
      <w:pPr>
        <w:pStyle w:val="ISMab"/>
        <w:spacing w:after="180"/>
      </w:pPr>
      <w:r>
        <w:tab/>
      </w:r>
      <w:r>
        <w:tab/>
      </w:r>
      <w:r w:rsidRPr="00E11FF8">
        <w:rPr>
          <w:i/>
        </w:rPr>
        <w:t>c.</w:t>
      </w:r>
      <w:r>
        <w:tab/>
      </w:r>
      <w:r>
        <w:rPr>
          <w:rFonts w:ascii="Times New Roman" w:hAnsi="Times New Roman"/>
          <w:i/>
        </w:rPr>
        <w:t>j = mi =</w:t>
      </w:r>
      <w:r>
        <w:t xml:space="preserve"> 12(0.6%) = </w:t>
      </w:r>
      <w:r>
        <w:rPr>
          <w:u w:val="double"/>
        </w:rPr>
        <w:t>7.2</w:t>
      </w:r>
      <w:r w:rsidRPr="00A07EBC">
        <w:rPr>
          <w:u w:val="double"/>
        </w:rPr>
        <w:t xml:space="preserve">% compounded monthly </w:t>
      </w:r>
    </w:p>
    <w:p w:rsidR="00E11FF8" w:rsidRDefault="00E11FF8" w:rsidP="00E11FF8">
      <w:pPr>
        <w:pStyle w:val="ISMab"/>
        <w:spacing w:after="60"/>
      </w:pPr>
      <w:r>
        <w:tab/>
        <w:t>7.</w:t>
      </w:r>
      <w:r>
        <w:tab/>
      </w:r>
      <w:r w:rsidRPr="00EB1E9A">
        <w:rPr>
          <w:i/>
        </w:rPr>
        <w:t>a.</w:t>
      </w:r>
      <w:r>
        <w:tab/>
      </w:r>
      <w:r>
        <w:rPr>
          <w:rFonts w:ascii="Times New Roman" w:hAnsi="Times New Roman"/>
          <w:i/>
        </w:rPr>
        <w:t>j = mi =</w:t>
      </w:r>
      <w:r>
        <w:t xml:space="preserve"> 4(1.25%) = </w:t>
      </w:r>
      <w:r>
        <w:rPr>
          <w:u w:val="double"/>
        </w:rPr>
        <w:t>5.00</w:t>
      </w:r>
      <w:r w:rsidRPr="00A07EBC">
        <w:rPr>
          <w:u w:val="double"/>
        </w:rPr>
        <w:t>% compounded quarterly</w:t>
      </w:r>
    </w:p>
    <w:p w:rsidR="00E11FF8" w:rsidRDefault="00E11FF8" w:rsidP="00B279EC">
      <w:pPr>
        <w:pStyle w:val="ISMab"/>
        <w:spacing w:after="120"/>
      </w:pPr>
      <w:r>
        <w:tab/>
      </w:r>
      <w:r>
        <w:tab/>
      </w:r>
      <w:r>
        <w:rPr>
          <w:i/>
        </w:rPr>
        <w:t>b</w:t>
      </w:r>
      <w:r w:rsidRPr="00EB1E9A">
        <w:rPr>
          <w:i/>
        </w:rPr>
        <w:t>.</w:t>
      </w:r>
      <w:r>
        <w:tab/>
      </w:r>
      <w:r>
        <w:rPr>
          <w:rFonts w:ascii="Times New Roman" w:hAnsi="Times New Roman"/>
          <w:i/>
        </w:rPr>
        <w:t>j = mi =</w:t>
      </w:r>
      <w:r>
        <w:t xml:space="preserve"> 12(0.4</w:t>
      </w:r>
      <w:r w:rsidR="00543DE8">
        <w:t>9</w:t>
      </w:r>
      <w:r>
        <w:t xml:space="preserve">167%) = </w:t>
      </w:r>
      <w:r>
        <w:rPr>
          <w:u w:val="double"/>
        </w:rPr>
        <w:t>5.</w:t>
      </w:r>
      <w:r w:rsidR="00543DE8">
        <w:rPr>
          <w:u w:val="double"/>
        </w:rPr>
        <w:t>9</w:t>
      </w:r>
      <w:r>
        <w:rPr>
          <w:u w:val="double"/>
        </w:rPr>
        <w:t>0</w:t>
      </w:r>
      <w:r w:rsidRPr="00A07EBC">
        <w:rPr>
          <w:u w:val="double"/>
        </w:rPr>
        <w:t>% compounded monthly</w:t>
      </w:r>
    </w:p>
    <w:p w:rsidR="00AF71E2" w:rsidRDefault="001D11DC" w:rsidP="00B279EC">
      <w:pPr>
        <w:pStyle w:val="ISMab"/>
      </w:pPr>
      <w:r>
        <w:tab/>
      </w:r>
      <w:r w:rsidR="00E11FF8">
        <w:t>9</w:t>
      </w:r>
      <w:r>
        <w:t>.</w:t>
      </w:r>
      <w:r>
        <w:tab/>
      </w:r>
      <w:r w:rsidR="00E11FF8" w:rsidRPr="00E11FF8">
        <w:rPr>
          <w:i/>
        </w:rPr>
        <w:t>a.</w:t>
      </w:r>
      <w:r w:rsidR="00E11FF8">
        <w:tab/>
      </w:r>
      <w:r>
        <w:rPr>
          <w:rFonts w:ascii="Times New Roman" w:hAnsi="Times New Roman"/>
          <w:i/>
        </w:rPr>
        <w:t>m</w:t>
      </w:r>
      <w:r>
        <w:t xml:space="preserve"> = </w:t>
      </w:r>
      <w:r w:rsidRPr="002A5267">
        <w:rPr>
          <w:position w:val="-22"/>
        </w:rPr>
        <w:object w:dxaOrig="220" w:dyaOrig="580">
          <v:shape id="_x0000_i1035" type="#_x0000_t75" style="width:11.55pt;height:29.2pt" o:ole="" fillcolor="window">
            <v:imagedata r:id="rId23" o:title=""/>
          </v:shape>
          <o:OLEObject Type="Embed" ProgID="Equation.3" ShapeID="_x0000_i1035" DrawAspect="Content" ObjectID="_1654971059" r:id="rId24"/>
        </w:object>
      </w:r>
      <w:r>
        <w:t xml:space="preserve"> = </w:t>
      </w:r>
      <w:r w:rsidR="00B279EC" w:rsidRPr="00B279EC">
        <w:rPr>
          <w:position w:val="-22"/>
        </w:rPr>
        <w:object w:dxaOrig="720" w:dyaOrig="580">
          <v:shape id="_x0000_i1036" type="#_x0000_t75" style="width:36pt;height:29.2pt" o:ole="" fillcolor="window">
            <v:imagedata r:id="rId25" o:title=""/>
          </v:shape>
          <o:OLEObject Type="Embed" ProgID="Equation.3" ShapeID="_x0000_i1036" DrawAspect="Content" ObjectID="_1654971060" r:id="rId26"/>
        </w:object>
      </w:r>
      <w:r>
        <w:t xml:space="preserve"> = 4 </w:t>
      </w:r>
      <w:r>
        <w:tab/>
        <w:t xml:space="preserve">(that is, </w:t>
      </w:r>
      <w:r>
        <w:rPr>
          <w:spacing w:val="-2"/>
          <w:u w:val="double"/>
        </w:rPr>
        <w:t>quarterly compounding</w:t>
      </w:r>
      <w:r>
        <w:rPr>
          <w:spacing w:val="-2"/>
        </w:rPr>
        <w:t>)</w:t>
      </w:r>
      <w:r w:rsidR="00AF71E2" w:rsidRPr="00AF71E2">
        <w:t xml:space="preserve"> </w:t>
      </w:r>
    </w:p>
    <w:p w:rsidR="00AF71E2" w:rsidRDefault="001D11DC" w:rsidP="00B279EC">
      <w:pPr>
        <w:pStyle w:val="ISMab"/>
      </w:pPr>
      <w:r>
        <w:tab/>
      </w:r>
      <w:r>
        <w:tab/>
      </w:r>
      <w:proofErr w:type="gramStart"/>
      <w:r w:rsidR="00E11FF8" w:rsidRPr="00E11FF8">
        <w:rPr>
          <w:i/>
        </w:rPr>
        <w:t>b</w:t>
      </w:r>
      <w:proofErr w:type="gramEnd"/>
      <w:r w:rsidR="00E11FF8" w:rsidRPr="00E11FF8">
        <w:rPr>
          <w:i/>
        </w:rPr>
        <w:t>.</w:t>
      </w:r>
      <w:r w:rsidR="00E11FF8">
        <w:tab/>
      </w:r>
      <w:r>
        <w:rPr>
          <w:rFonts w:ascii="Times New Roman" w:hAnsi="Times New Roman"/>
          <w:i/>
        </w:rPr>
        <w:t>m</w:t>
      </w:r>
      <w:r>
        <w:t xml:space="preserve"> = </w:t>
      </w:r>
      <w:r w:rsidRPr="002A5267">
        <w:rPr>
          <w:position w:val="-22"/>
        </w:rPr>
        <w:object w:dxaOrig="220" w:dyaOrig="580">
          <v:shape id="_x0000_i1037" type="#_x0000_t75" style="width:11.55pt;height:29.2pt" o:ole="" fillcolor="window">
            <v:imagedata r:id="rId23" o:title=""/>
          </v:shape>
          <o:OLEObject Type="Embed" ProgID="Equation.3" ShapeID="_x0000_i1037" DrawAspect="Content" ObjectID="_1654971061" r:id="rId27"/>
        </w:object>
      </w:r>
      <w:r>
        <w:t xml:space="preserve"> = </w:t>
      </w:r>
      <w:r w:rsidR="00B279EC" w:rsidRPr="00B279EC">
        <w:rPr>
          <w:position w:val="-22"/>
        </w:rPr>
        <w:object w:dxaOrig="600" w:dyaOrig="580">
          <v:shape id="_x0000_i1038" type="#_x0000_t75" style="width:29.9pt;height:29.2pt" o:ole="" fillcolor="window">
            <v:imagedata r:id="rId28" o:title=""/>
          </v:shape>
          <o:OLEObject Type="Embed" ProgID="Equation.3" ShapeID="_x0000_i1038" DrawAspect="Content" ObjectID="_1654971062" r:id="rId29"/>
        </w:object>
      </w:r>
      <w:r>
        <w:t xml:space="preserve"> = 2 </w:t>
      </w:r>
      <w:r>
        <w:tab/>
      </w:r>
      <w:r>
        <w:tab/>
        <w:t xml:space="preserve">(that is, </w:t>
      </w:r>
      <w:proofErr w:type="spellStart"/>
      <w:r>
        <w:rPr>
          <w:u w:val="double"/>
        </w:rPr>
        <w:t>semiannual</w:t>
      </w:r>
      <w:proofErr w:type="spellEnd"/>
      <w:r>
        <w:rPr>
          <w:u w:val="double"/>
        </w:rPr>
        <w:t xml:space="preserve"> </w:t>
      </w:r>
      <w:r>
        <w:rPr>
          <w:spacing w:val="-2"/>
          <w:u w:val="double"/>
        </w:rPr>
        <w:t>compounding</w:t>
      </w:r>
      <w:r>
        <w:rPr>
          <w:spacing w:val="-2"/>
        </w:rPr>
        <w:t>)</w:t>
      </w:r>
      <w:r w:rsidR="00AF71E2" w:rsidRPr="00AF71E2">
        <w:t xml:space="preserve"> </w:t>
      </w:r>
    </w:p>
    <w:p w:rsidR="00AF71E2" w:rsidRDefault="001D11DC" w:rsidP="00B279EC">
      <w:pPr>
        <w:pStyle w:val="ISMab"/>
        <w:spacing w:after="120"/>
      </w:pPr>
      <w:r>
        <w:tab/>
      </w:r>
      <w:r>
        <w:tab/>
      </w:r>
      <w:proofErr w:type="gramStart"/>
      <w:r w:rsidR="00E11FF8" w:rsidRPr="00E11FF8">
        <w:rPr>
          <w:i/>
        </w:rPr>
        <w:t>c</w:t>
      </w:r>
      <w:proofErr w:type="gramEnd"/>
      <w:r w:rsidR="00E11FF8" w:rsidRPr="00E11FF8">
        <w:rPr>
          <w:i/>
        </w:rPr>
        <w:t>.</w:t>
      </w:r>
      <w:r w:rsidR="00E11FF8">
        <w:tab/>
      </w:r>
      <w:r>
        <w:rPr>
          <w:rFonts w:ascii="Times New Roman" w:hAnsi="Times New Roman"/>
          <w:i/>
        </w:rPr>
        <w:t>m</w:t>
      </w:r>
      <w:r>
        <w:t xml:space="preserve"> = </w:t>
      </w:r>
      <w:r w:rsidRPr="002A5267">
        <w:rPr>
          <w:position w:val="-22"/>
        </w:rPr>
        <w:object w:dxaOrig="220" w:dyaOrig="580">
          <v:shape id="_x0000_i1039" type="#_x0000_t75" style="width:11.55pt;height:29.2pt" o:ole="" fillcolor="window">
            <v:imagedata r:id="rId23" o:title=""/>
          </v:shape>
          <o:OLEObject Type="Embed" ProgID="Equation.3" ShapeID="_x0000_i1039" DrawAspect="Content" ObjectID="_1654971063" r:id="rId30"/>
        </w:object>
      </w:r>
      <w:r>
        <w:t xml:space="preserve"> = </w:t>
      </w:r>
      <w:r w:rsidR="00B279EC" w:rsidRPr="00B279EC">
        <w:rPr>
          <w:position w:val="-22"/>
        </w:rPr>
        <w:object w:dxaOrig="720" w:dyaOrig="580">
          <v:shape id="_x0000_i1040" type="#_x0000_t75" style="width:36pt;height:29.2pt" o:ole="" fillcolor="window">
            <v:imagedata r:id="rId31" o:title=""/>
          </v:shape>
          <o:OLEObject Type="Embed" ProgID="Equation.3" ShapeID="_x0000_i1040" DrawAspect="Content" ObjectID="_1654971064" r:id="rId32"/>
        </w:object>
      </w:r>
      <w:r>
        <w:t xml:space="preserve"> = 12 </w:t>
      </w:r>
      <w:r>
        <w:tab/>
        <w:t xml:space="preserve">(that is, </w:t>
      </w:r>
      <w:r>
        <w:rPr>
          <w:u w:val="double"/>
        </w:rPr>
        <w:t>monthly compounding</w:t>
      </w:r>
      <w:r>
        <w:t>)</w:t>
      </w:r>
      <w:r w:rsidR="00AF71E2" w:rsidRPr="00AF71E2">
        <w:t xml:space="preserve"> </w:t>
      </w:r>
    </w:p>
    <w:p w:rsidR="00A07EBC" w:rsidRDefault="00F656BB" w:rsidP="00F656BB">
      <w:pPr>
        <w:pStyle w:val="ISMab"/>
        <w:spacing w:after="60"/>
      </w:pPr>
      <w:r>
        <w:tab/>
        <w:t>1</w:t>
      </w:r>
      <w:r w:rsidR="00AF71E2">
        <w:t>1</w:t>
      </w:r>
      <w:r>
        <w:t>.</w:t>
      </w:r>
      <w:r>
        <w:tab/>
      </w:r>
      <w:r w:rsidRPr="00F656BB">
        <w:rPr>
          <w:i/>
        </w:rPr>
        <w:t>a.</w:t>
      </w:r>
      <w:r>
        <w:tab/>
      </w:r>
      <w:r>
        <w:rPr>
          <w:rFonts w:ascii="Times New Roman" w:hAnsi="Times New Roman"/>
          <w:i/>
        </w:rPr>
        <w:t>m</w:t>
      </w:r>
      <w:r>
        <w:t xml:space="preserve"> = </w:t>
      </w:r>
      <w:r w:rsidRPr="002A5267">
        <w:rPr>
          <w:position w:val="-22"/>
        </w:rPr>
        <w:object w:dxaOrig="220" w:dyaOrig="580">
          <v:shape id="_x0000_i1041" type="#_x0000_t75" style="width:11.55pt;height:29.2pt" o:ole="" fillcolor="window">
            <v:imagedata r:id="rId23" o:title=""/>
          </v:shape>
          <o:OLEObject Type="Embed" ProgID="Equation.3" ShapeID="_x0000_i1041" DrawAspect="Content" ObjectID="_1654971065" r:id="rId33"/>
        </w:object>
      </w:r>
      <w:r>
        <w:t xml:space="preserve"> = </w:t>
      </w:r>
      <w:r w:rsidRPr="00F656BB">
        <w:rPr>
          <w:position w:val="-22"/>
        </w:rPr>
        <w:object w:dxaOrig="840" w:dyaOrig="580">
          <v:shape id="_x0000_i1042" type="#_x0000_t75" style="width:42.1pt;height:29.2pt" o:ole="" fillcolor="window">
            <v:imagedata r:id="rId34" o:title=""/>
          </v:shape>
          <o:OLEObject Type="Embed" ProgID="Equation.3" ShapeID="_x0000_i1042" DrawAspect="Content" ObjectID="_1654971066" r:id="rId35"/>
        </w:object>
      </w:r>
      <w:r>
        <w:t xml:space="preserve"> = </w:t>
      </w:r>
      <w:r w:rsidRPr="00F656BB">
        <w:rPr>
          <w:u w:val="double"/>
        </w:rPr>
        <w:t>4 per year</w:t>
      </w:r>
    </w:p>
    <w:p w:rsidR="00A07EBC" w:rsidRDefault="00F656BB" w:rsidP="00F656BB">
      <w:pPr>
        <w:pStyle w:val="ISMab"/>
        <w:spacing w:after="120"/>
      </w:pPr>
      <w:r>
        <w:tab/>
      </w:r>
      <w:r>
        <w:tab/>
      </w:r>
      <w:proofErr w:type="gramStart"/>
      <w:r>
        <w:rPr>
          <w:i/>
        </w:rPr>
        <w:t>b</w:t>
      </w:r>
      <w:proofErr w:type="gramEnd"/>
      <w:r w:rsidRPr="00F656BB">
        <w:rPr>
          <w:i/>
        </w:rPr>
        <w:t>.</w:t>
      </w:r>
      <w:r>
        <w:tab/>
      </w:r>
      <w:r>
        <w:rPr>
          <w:rFonts w:ascii="Times New Roman" w:hAnsi="Times New Roman"/>
          <w:i/>
        </w:rPr>
        <w:t>m</w:t>
      </w:r>
      <w:r>
        <w:t xml:space="preserve"> = </w:t>
      </w:r>
      <w:r w:rsidRPr="002A5267">
        <w:rPr>
          <w:position w:val="-22"/>
        </w:rPr>
        <w:object w:dxaOrig="220" w:dyaOrig="580">
          <v:shape id="_x0000_i1043" type="#_x0000_t75" style="width:11.55pt;height:29.2pt" o:ole="" fillcolor="window">
            <v:imagedata r:id="rId23" o:title=""/>
          </v:shape>
          <o:OLEObject Type="Embed" ProgID="Equation.3" ShapeID="_x0000_i1043" DrawAspect="Content" ObjectID="_1654971067" r:id="rId36"/>
        </w:object>
      </w:r>
      <w:r>
        <w:t xml:space="preserve"> = </w:t>
      </w:r>
      <w:r w:rsidRPr="00F656BB">
        <w:rPr>
          <w:position w:val="-22"/>
        </w:rPr>
        <w:object w:dxaOrig="1080" w:dyaOrig="580">
          <v:shape id="_x0000_i1044" type="#_x0000_t75" style="width:53.65pt;height:29.2pt" o:ole="" fillcolor="window">
            <v:imagedata r:id="rId37" o:title=""/>
          </v:shape>
          <o:OLEObject Type="Embed" ProgID="Equation.3" ShapeID="_x0000_i1044" DrawAspect="Content" ObjectID="_1654971068" r:id="rId38"/>
        </w:object>
      </w:r>
      <w:r>
        <w:t xml:space="preserve"> = </w:t>
      </w:r>
      <w:r>
        <w:rPr>
          <w:u w:val="double"/>
        </w:rPr>
        <w:t>12</w:t>
      </w:r>
      <w:r w:rsidRPr="00F656BB">
        <w:rPr>
          <w:u w:val="double"/>
        </w:rPr>
        <w:t xml:space="preserve"> per year</w:t>
      </w:r>
    </w:p>
    <w:p w:rsidR="00217342" w:rsidRDefault="00217342">
      <w:r>
        <w:br w:type="page"/>
      </w:r>
    </w:p>
    <w:p w:rsidR="001D11DC" w:rsidRDefault="001D11DC">
      <w:pPr>
        <w:pStyle w:val="ISM"/>
        <w:spacing w:after="60"/>
        <w:rPr>
          <w:b/>
          <w:sz w:val="24"/>
        </w:rPr>
      </w:pPr>
      <w:r>
        <w:rPr>
          <w:b/>
          <w:sz w:val="24"/>
        </w:rPr>
        <w:lastRenderedPageBreak/>
        <w:t xml:space="preserve">Point of </w:t>
      </w:r>
      <w:proofErr w:type="gramStart"/>
      <w:r>
        <w:rPr>
          <w:b/>
          <w:sz w:val="24"/>
        </w:rPr>
        <w:t>Interest  (</w:t>
      </w:r>
      <w:proofErr w:type="gramEnd"/>
      <w:r>
        <w:rPr>
          <w:b/>
          <w:sz w:val="24"/>
        </w:rPr>
        <w:t xml:space="preserve">Section </w:t>
      </w:r>
      <w:r w:rsidR="009E60E5">
        <w:rPr>
          <w:b/>
          <w:sz w:val="24"/>
        </w:rPr>
        <w:t>9</w:t>
      </w:r>
      <w:r>
        <w:rPr>
          <w:b/>
          <w:sz w:val="24"/>
        </w:rPr>
        <w:t>.2)</w:t>
      </w:r>
    </w:p>
    <w:p w:rsidR="001D11DC" w:rsidRDefault="001D11DC">
      <w:pPr>
        <w:pStyle w:val="ISM"/>
        <w:spacing w:after="60"/>
        <w:rPr>
          <w:b/>
          <w:i/>
        </w:rPr>
      </w:pPr>
      <w:r>
        <w:rPr>
          <w:b/>
          <w:i/>
        </w:rPr>
        <w:t>The “Magic” of Compound Interest</w:t>
      </w:r>
    </w:p>
    <w:p w:rsidR="001D11DC" w:rsidRDefault="001D11DC">
      <w:pPr>
        <w:pStyle w:val="ISM"/>
        <w:ind w:left="547" w:hanging="547"/>
      </w:pPr>
      <w:r>
        <w:tab/>
        <w:t>1.</w:t>
      </w:r>
      <w:r>
        <w:tab/>
        <w:t xml:space="preserve">Growth ratio = </w:t>
      </w:r>
      <w:r w:rsidRPr="002A5267">
        <w:rPr>
          <w:position w:val="-30"/>
        </w:rPr>
        <w:object w:dxaOrig="5620" w:dyaOrig="720">
          <v:shape id="_x0000_i1045" type="#_x0000_t75" style="width:281.2pt;height:36pt" o:ole="" fillcolor="window">
            <v:imagedata r:id="rId39" o:title=""/>
          </v:shape>
          <o:OLEObject Type="Embed" ProgID="Equation.3" ShapeID="_x0000_i1045" DrawAspect="Content" ObjectID="_1654971069" r:id="rId40"/>
        </w:object>
      </w:r>
      <w:r>
        <w:t xml:space="preserve">= </w:t>
      </w:r>
      <w:r>
        <w:rPr>
          <w:u w:val="double"/>
        </w:rPr>
        <w:t>3.16</w:t>
      </w:r>
    </w:p>
    <w:p w:rsidR="001D11DC" w:rsidRDefault="001D11DC">
      <w:pPr>
        <w:pStyle w:val="ISM"/>
        <w:spacing w:after="120"/>
      </w:pPr>
      <w:r>
        <w:tab/>
      </w:r>
      <w:r>
        <w:tab/>
        <w:t>That is, the growth over 20 years will be 3.16 times the growth over 10 years.</w:t>
      </w:r>
    </w:p>
    <w:p w:rsidR="001D11DC" w:rsidRDefault="001D11DC">
      <w:pPr>
        <w:pStyle w:val="ISM"/>
        <w:ind w:left="547" w:hanging="547"/>
      </w:pPr>
      <w:r>
        <w:tab/>
        <w:t>3.</w:t>
      </w:r>
      <w:r>
        <w:tab/>
        <w:t xml:space="preserve">A higher rate of return causes growth to accelerate disproportionately as time passes. Therefore, we expect that the growth ratio will be larger at a 10% rate of return than at an 8% rate of return. Checking our intuition, </w:t>
      </w:r>
    </w:p>
    <w:p w:rsidR="001D11DC" w:rsidRDefault="001D11DC">
      <w:pPr>
        <w:pStyle w:val="ISM"/>
        <w:ind w:left="547" w:hanging="547"/>
      </w:pPr>
      <w:r>
        <w:tab/>
      </w:r>
      <w:r>
        <w:tab/>
        <w:t xml:space="preserve">Growth ratio = </w:t>
      </w:r>
      <w:r w:rsidRPr="002A5267">
        <w:rPr>
          <w:position w:val="-30"/>
        </w:rPr>
        <w:object w:dxaOrig="5620" w:dyaOrig="720">
          <v:shape id="_x0000_i1046" type="#_x0000_t75" style="width:281.2pt;height:36pt" o:ole="" fillcolor="window">
            <v:imagedata r:id="rId41" o:title=""/>
          </v:shape>
          <o:OLEObject Type="Embed" ProgID="Equation.3" ShapeID="_x0000_i1046" DrawAspect="Content" ObjectID="_1654971070" r:id="rId42"/>
        </w:object>
      </w:r>
      <w:r>
        <w:t xml:space="preserve">= </w:t>
      </w:r>
      <w:r>
        <w:rPr>
          <w:u w:val="double"/>
        </w:rPr>
        <w:t>3.59</w:t>
      </w:r>
    </w:p>
    <w:p w:rsidR="00217342" w:rsidRDefault="00217342" w:rsidP="003B3C98">
      <w:pPr>
        <w:pStyle w:val="ISM"/>
        <w:spacing w:after="120"/>
        <w:rPr>
          <w:b/>
          <w:sz w:val="24"/>
        </w:rPr>
      </w:pPr>
    </w:p>
    <w:p w:rsidR="001D11DC" w:rsidRDefault="001D11DC" w:rsidP="003B3C98">
      <w:pPr>
        <w:pStyle w:val="ISM"/>
        <w:spacing w:after="120"/>
        <w:rPr>
          <w:b/>
          <w:sz w:val="24"/>
        </w:rPr>
      </w:pPr>
      <w:r>
        <w:rPr>
          <w:b/>
          <w:sz w:val="24"/>
        </w:rPr>
        <w:t xml:space="preserve">Concept </w:t>
      </w:r>
      <w:proofErr w:type="gramStart"/>
      <w:r>
        <w:rPr>
          <w:b/>
          <w:sz w:val="24"/>
        </w:rPr>
        <w:t>Questions  (</w:t>
      </w:r>
      <w:proofErr w:type="gramEnd"/>
      <w:r>
        <w:rPr>
          <w:b/>
          <w:sz w:val="24"/>
        </w:rPr>
        <w:t xml:space="preserve">Section </w:t>
      </w:r>
      <w:r w:rsidR="009E60E5">
        <w:rPr>
          <w:b/>
          <w:sz w:val="24"/>
        </w:rPr>
        <w:t>9</w:t>
      </w:r>
      <w:r>
        <w:rPr>
          <w:b/>
          <w:sz w:val="24"/>
        </w:rPr>
        <w:t>.2)</w:t>
      </w:r>
    </w:p>
    <w:p w:rsidR="001D11DC" w:rsidRDefault="001D11DC">
      <w:pPr>
        <w:pStyle w:val="ISM"/>
        <w:ind w:left="540" w:hanging="540"/>
      </w:pPr>
      <w:r>
        <w:tab/>
      </w:r>
      <w:r w:rsidR="00A26DE7">
        <w:t>1.</w:t>
      </w:r>
      <w:r>
        <w:tab/>
        <w:t xml:space="preserve">The more frequent the compounding of the 6% nominal rate, the more interest will be earned by the investment. Therefore, 6% </w:t>
      </w:r>
      <w:r>
        <w:rPr>
          <w:spacing w:val="-2"/>
        </w:rPr>
        <w:t xml:space="preserve">compounded quarterly </w:t>
      </w:r>
      <w:r>
        <w:t xml:space="preserve">is the preferred rate. </w:t>
      </w:r>
      <w:r w:rsidR="00846A9E">
        <w:br/>
      </w:r>
      <w:r>
        <w:t>(The other two rates both earn 3% interest in the 6-month term.)</w:t>
      </w:r>
    </w:p>
    <w:p w:rsidR="003B3C98" w:rsidRDefault="001D11DC" w:rsidP="003B3C98">
      <w:pPr>
        <w:pStyle w:val="ISM"/>
        <w:rPr>
          <w:spacing w:val="-2"/>
        </w:rPr>
      </w:pPr>
      <w:r>
        <w:tab/>
      </w:r>
      <w:r>
        <w:tab/>
        <w:t>(</w:t>
      </w:r>
      <w:r w:rsidR="00C12A22">
        <w:t>#</w:t>
      </w:r>
      <w:r>
        <w:t xml:space="preserve">1) 6% </w:t>
      </w:r>
      <w:r>
        <w:rPr>
          <w:spacing w:val="-2"/>
        </w:rPr>
        <w:t xml:space="preserve">compounded quarterly; </w:t>
      </w:r>
    </w:p>
    <w:p w:rsidR="001D11DC" w:rsidRDefault="001D11DC" w:rsidP="003B3C98">
      <w:pPr>
        <w:pStyle w:val="ISM"/>
        <w:spacing w:after="120"/>
        <w:ind w:left="540"/>
      </w:pPr>
      <w:r>
        <w:rPr>
          <w:spacing w:val="-2"/>
        </w:rPr>
        <w:t>(</w:t>
      </w:r>
      <w:r w:rsidR="00C12A22">
        <w:rPr>
          <w:spacing w:val="-2"/>
        </w:rPr>
        <w:t>#</w:t>
      </w:r>
      <w:r>
        <w:rPr>
          <w:spacing w:val="-2"/>
        </w:rPr>
        <w:t xml:space="preserve">2) 6% compounded </w:t>
      </w:r>
      <w:proofErr w:type="spellStart"/>
      <w:r>
        <w:rPr>
          <w:spacing w:val="-2"/>
        </w:rPr>
        <w:t>semiannually</w:t>
      </w:r>
      <w:proofErr w:type="spellEnd"/>
      <w:r>
        <w:rPr>
          <w:spacing w:val="-2"/>
        </w:rPr>
        <w:t xml:space="preserve"> and 6% </w:t>
      </w:r>
      <w:r w:rsidR="003B3C98">
        <w:rPr>
          <w:spacing w:val="-2"/>
        </w:rPr>
        <w:t>simple interest</w:t>
      </w:r>
      <w:r>
        <w:rPr>
          <w:spacing w:val="-2"/>
        </w:rPr>
        <w:t xml:space="preserve"> (tied)</w:t>
      </w:r>
    </w:p>
    <w:p w:rsidR="001D11DC" w:rsidRDefault="001D11DC">
      <w:pPr>
        <w:pStyle w:val="ISM"/>
        <w:spacing w:after="120"/>
        <w:ind w:left="547" w:hanging="547"/>
      </w:pPr>
      <w:r>
        <w:tab/>
      </w:r>
      <w:r w:rsidR="00A26DE7">
        <w:t>3</w:t>
      </w:r>
      <w:r>
        <w:t>.</w:t>
      </w:r>
      <w:r>
        <w:tab/>
        <w:t>The fundamental reason is that money can be invested to earn interest. $100 received today can earn interest for a longer period than $100 received at a future date.</w:t>
      </w:r>
    </w:p>
    <w:p w:rsidR="001D11DC" w:rsidRDefault="001D11DC">
      <w:pPr>
        <w:pStyle w:val="ISM"/>
        <w:spacing w:line="360" w:lineRule="auto"/>
      </w:pPr>
    </w:p>
    <w:p w:rsidR="001D11DC" w:rsidRDefault="001D11DC">
      <w:pPr>
        <w:pStyle w:val="ISM"/>
        <w:spacing w:after="120"/>
        <w:rPr>
          <w:b/>
          <w:sz w:val="24"/>
        </w:rPr>
      </w:pPr>
      <w:r>
        <w:rPr>
          <w:b/>
          <w:sz w:val="24"/>
        </w:rPr>
        <w:t xml:space="preserve">Exercise </w:t>
      </w:r>
      <w:r w:rsidR="009E60E5">
        <w:rPr>
          <w:b/>
          <w:sz w:val="24"/>
        </w:rPr>
        <w:t>9</w:t>
      </w:r>
      <w:r>
        <w:rPr>
          <w:b/>
          <w:sz w:val="24"/>
        </w:rPr>
        <w:t>.2</w:t>
      </w:r>
    </w:p>
    <w:p w:rsidR="001D11DC" w:rsidRDefault="001D11DC">
      <w:pPr>
        <w:pStyle w:val="ISM"/>
      </w:pPr>
      <w:r>
        <w:tab/>
        <w:t>1.</w:t>
      </w:r>
      <w:r>
        <w:tab/>
      </w:r>
      <w:proofErr w:type="spellStart"/>
      <w:proofErr w:type="gramStart"/>
      <w:r>
        <w:rPr>
          <w:rFonts w:ascii="Times New Roman" w:hAnsi="Times New Roman"/>
          <w:i/>
        </w:rPr>
        <w:t>i</w:t>
      </w:r>
      <w:proofErr w:type="spellEnd"/>
      <w:proofErr w:type="gramEnd"/>
      <w:r>
        <w:t xml:space="preserve"> = </w:t>
      </w:r>
      <w:r w:rsidRPr="002A5267">
        <w:rPr>
          <w:position w:val="-22"/>
        </w:rPr>
        <w:object w:dxaOrig="279" w:dyaOrig="580">
          <v:shape id="_x0000_i1047" type="#_x0000_t75" style="width:14.25pt;height:29.2pt" o:ole="" fillcolor="window">
            <v:imagedata r:id="rId7" o:title=""/>
          </v:shape>
          <o:OLEObject Type="Embed" ProgID="Equation.3" ShapeID="_x0000_i1047" DrawAspect="Content" ObjectID="_1654971071" r:id="rId43"/>
        </w:object>
      </w:r>
      <w:r>
        <w:t xml:space="preserve"> = </w:t>
      </w:r>
      <w:r w:rsidR="00A26DE7" w:rsidRPr="00A26DE7">
        <w:rPr>
          <w:position w:val="-24"/>
        </w:rPr>
        <w:object w:dxaOrig="420" w:dyaOrig="620">
          <v:shape id="_x0000_i1048" type="#_x0000_t75" style="width:21.05pt;height:30.55pt" o:ole="">
            <v:imagedata r:id="rId44" o:title=""/>
          </v:shape>
          <o:OLEObject Type="Embed" ProgID="Equation.3" ShapeID="_x0000_i1048" DrawAspect="Content" ObjectID="_1654971072" r:id="rId45"/>
        </w:object>
      </w:r>
      <w:r>
        <w:t xml:space="preserve"> = </w:t>
      </w:r>
      <w:r w:rsidR="00A26DE7">
        <w:t>1.5</w:t>
      </w:r>
      <w:r>
        <w:t>% (per half year)</w:t>
      </w:r>
    </w:p>
    <w:p w:rsidR="001D11DC" w:rsidRDefault="001D11DC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n</w:t>
      </w:r>
      <w:r>
        <w:t xml:space="preserve"> = </w:t>
      </w:r>
      <w:proofErr w:type="gramStart"/>
      <w:r>
        <w:rPr>
          <w:rFonts w:ascii="Times New Roman" w:hAnsi="Times New Roman"/>
          <w:i/>
        </w:rPr>
        <w:t>m</w:t>
      </w:r>
      <w:r>
        <w:t>(</w:t>
      </w:r>
      <w:proofErr w:type="gramEnd"/>
      <w:r>
        <w:t>Term in years) = 2(7) = 14 compounding periods</w:t>
      </w:r>
    </w:p>
    <w:p w:rsidR="001D11DC" w:rsidRDefault="001D11DC">
      <w:pPr>
        <w:pStyle w:val="ISM"/>
        <w:spacing w:after="120"/>
      </w:pPr>
      <w:r>
        <w:tab/>
      </w:r>
      <w:r>
        <w:tab/>
        <w:t xml:space="preserve">Maturity value, </w:t>
      </w:r>
      <w:r w:rsidRPr="002A5267">
        <w:rPr>
          <w:position w:val="-10"/>
        </w:rPr>
        <w:object w:dxaOrig="1500" w:dyaOrig="380">
          <v:shape id="_x0000_i1049" type="#_x0000_t75" style="width:75.4pt;height:19pt" o:ole="" fillcolor="window">
            <v:imagedata r:id="rId46" o:title=""/>
          </v:shape>
          <o:OLEObject Type="Embed" ProgID="Equation.3" ShapeID="_x0000_i1049" DrawAspect="Content" ObjectID="_1654971073" r:id="rId47"/>
        </w:object>
      </w:r>
      <w:r>
        <w:t xml:space="preserve"> = $5000</w:t>
      </w:r>
      <w:r w:rsidR="00A26DE7" w:rsidRPr="00A26DE7">
        <w:rPr>
          <w:position w:val="-10"/>
        </w:rPr>
        <w:object w:dxaOrig="880" w:dyaOrig="380">
          <v:shape id="_x0000_i1050" type="#_x0000_t75" style="width:44.15pt;height:19pt" o:ole="">
            <v:imagedata r:id="rId48" o:title=""/>
          </v:shape>
          <o:OLEObject Type="Embed" ProgID="Equation.3" ShapeID="_x0000_i1050" DrawAspect="Content" ObjectID="_1654971074" r:id="rId49"/>
        </w:object>
      </w:r>
      <w:r>
        <w:t xml:space="preserve"> = </w:t>
      </w:r>
      <w:r>
        <w:rPr>
          <w:u w:val="double"/>
        </w:rPr>
        <w:t>$</w:t>
      </w:r>
      <w:r w:rsidR="00A26DE7" w:rsidRPr="00A26DE7">
        <w:rPr>
          <w:u w:val="double"/>
        </w:rPr>
        <w:t>6158.78</w:t>
      </w:r>
    </w:p>
    <w:p w:rsidR="001D11DC" w:rsidRDefault="001D11DC">
      <w:pPr>
        <w:pStyle w:val="ISM"/>
      </w:pPr>
      <w:r>
        <w:tab/>
        <w:t>3.</w:t>
      </w:r>
      <w:r>
        <w:tab/>
      </w:r>
      <w:proofErr w:type="spellStart"/>
      <w:proofErr w:type="gramStart"/>
      <w:r>
        <w:rPr>
          <w:rFonts w:ascii="Times New Roman" w:hAnsi="Times New Roman"/>
          <w:i/>
        </w:rPr>
        <w:t>i</w:t>
      </w:r>
      <w:proofErr w:type="spellEnd"/>
      <w:proofErr w:type="gramEnd"/>
      <w:r>
        <w:t xml:space="preserve"> = </w:t>
      </w:r>
      <w:r w:rsidRPr="002A5267">
        <w:rPr>
          <w:position w:val="-22"/>
        </w:rPr>
        <w:object w:dxaOrig="279" w:dyaOrig="580">
          <v:shape id="_x0000_i1051" type="#_x0000_t75" style="width:14.25pt;height:29.2pt" o:ole="" fillcolor="window">
            <v:imagedata r:id="rId7" o:title=""/>
          </v:shape>
          <o:OLEObject Type="Embed" ProgID="Equation.3" ShapeID="_x0000_i1051" DrawAspect="Content" ObjectID="_1654971075" r:id="rId50"/>
        </w:object>
      </w:r>
      <w:r>
        <w:t xml:space="preserve"> = </w:t>
      </w:r>
      <w:r w:rsidR="00A26DE7" w:rsidRPr="00A26DE7">
        <w:rPr>
          <w:position w:val="-24"/>
        </w:rPr>
        <w:object w:dxaOrig="620" w:dyaOrig="620">
          <v:shape id="_x0000_i1052" type="#_x0000_t75" style="width:30.55pt;height:30.55pt" o:ole="">
            <v:imagedata r:id="rId51" o:title=""/>
          </v:shape>
          <o:OLEObject Type="Embed" ProgID="Equation.3" ShapeID="_x0000_i1052" DrawAspect="Content" ObjectID="_1654971076" r:id="rId52"/>
        </w:object>
      </w:r>
      <w:r>
        <w:t xml:space="preserve"> = 0.</w:t>
      </w:r>
      <w:r w:rsidR="00A26DE7">
        <w:t>208</w:t>
      </w:r>
      <w:r w:rsidR="00A26DE7" w:rsidRPr="00A26DE7">
        <w:rPr>
          <w:position w:val="-6"/>
        </w:rPr>
        <w:object w:dxaOrig="180" w:dyaOrig="340">
          <v:shape id="_x0000_i1053" type="#_x0000_t75" style="width:8.85pt;height:17.65pt" o:ole="">
            <v:imagedata r:id="rId53" o:title=""/>
          </v:shape>
          <o:OLEObject Type="Embed" ProgID="Equation.3" ShapeID="_x0000_i1053" DrawAspect="Content" ObjectID="_1654971077" r:id="rId54"/>
        </w:object>
      </w:r>
      <w:r>
        <w:t>% (per month)</w:t>
      </w:r>
    </w:p>
    <w:p w:rsidR="001D11DC" w:rsidRDefault="001D11DC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n</w:t>
      </w:r>
      <w:r>
        <w:t xml:space="preserve"> = </w:t>
      </w:r>
      <w:proofErr w:type="gramStart"/>
      <w:r>
        <w:rPr>
          <w:rFonts w:ascii="Times New Roman" w:hAnsi="Times New Roman"/>
          <w:i/>
        </w:rPr>
        <w:t>m</w:t>
      </w:r>
      <w:r>
        <w:t>(</w:t>
      </w:r>
      <w:proofErr w:type="gramEnd"/>
      <w:r>
        <w:t>Term in years) = 12(3.25) = 39 compounding periods</w:t>
      </w:r>
    </w:p>
    <w:p w:rsidR="001D11DC" w:rsidRDefault="001D11DC">
      <w:pPr>
        <w:pStyle w:val="ISM"/>
        <w:spacing w:after="120"/>
        <w:rPr>
          <w:u w:val="single"/>
        </w:rPr>
      </w:pPr>
      <w:r>
        <w:tab/>
      </w:r>
      <w:r>
        <w:tab/>
      </w:r>
      <w:r w:rsidR="00A03A4F">
        <w:t>Future</w:t>
      </w:r>
      <w:r>
        <w:t xml:space="preserve"> value, </w:t>
      </w:r>
      <w:r w:rsidRPr="002A5267">
        <w:rPr>
          <w:position w:val="-10"/>
        </w:rPr>
        <w:object w:dxaOrig="1500" w:dyaOrig="380">
          <v:shape id="_x0000_i1054" type="#_x0000_t75" style="width:75.4pt;height:19pt" o:ole="" fillcolor="window">
            <v:imagedata r:id="rId55" o:title=""/>
          </v:shape>
          <o:OLEObject Type="Embed" ProgID="Equation.3" ShapeID="_x0000_i1054" DrawAspect="Content" ObjectID="_1654971078" r:id="rId56"/>
        </w:object>
      </w:r>
      <w:r>
        <w:t xml:space="preserve"> = $12,100</w:t>
      </w:r>
      <w:r w:rsidR="00A26DE7" w:rsidRPr="00A26DE7">
        <w:rPr>
          <w:position w:val="-10"/>
        </w:rPr>
        <w:object w:dxaOrig="1200" w:dyaOrig="420">
          <v:shape id="_x0000_i1055" type="#_x0000_t75" style="width:60.45pt;height:21.05pt" o:ole="">
            <v:imagedata r:id="rId57" o:title=""/>
          </v:shape>
          <o:OLEObject Type="Embed" ProgID="Equation.3" ShapeID="_x0000_i1055" DrawAspect="Content" ObjectID="_1654971079" r:id="rId58"/>
        </w:object>
      </w:r>
      <w:r>
        <w:t xml:space="preserve"> = </w:t>
      </w:r>
      <w:r>
        <w:rPr>
          <w:u w:val="double"/>
        </w:rPr>
        <w:t>$</w:t>
      </w:r>
      <w:r w:rsidR="00A26DE7" w:rsidRPr="00A26DE7">
        <w:rPr>
          <w:u w:val="double"/>
        </w:rPr>
        <w:t>13,123.06</w:t>
      </w:r>
    </w:p>
    <w:p w:rsidR="00A03A4F" w:rsidRPr="004A319D" w:rsidRDefault="004A319D" w:rsidP="00A03A4F">
      <w:pPr>
        <w:pStyle w:val="ISM"/>
      </w:pPr>
      <w:r w:rsidRPr="004A319D">
        <w:tab/>
        <w:t>5.</w:t>
      </w:r>
      <w:r>
        <w:tab/>
      </w:r>
      <w:r w:rsidR="00BC5595">
        <w:t xml:space="preserve">Given: </w:t>
      </w:r>
      <w:r w:rsidR="00BC5595" w:rsidRPr="00BC5595">
        <w:rPr>
          <w:rFonts w:ascii="Times New Roman" w:hAnsi="Times New Roman"/>
          <w:i/>
        </w:rPr>
        <w:t>PV</w:t>
      </w:r>
      <w:r w:rsidR="00BC5595">
        <w:t xml:space="preserve"> = $10,000; </w:t>
      </w:r>
      <w:r w:rsidR="00BC5595" w:rsidRPr="00BC5595">
        <w:rPr>
          <w:rFonts w:ascii="Times New Roman" w:hAnsi="Times New Roman"/>
          <w:i/>
        </w:rPr>
        <w:t>j</w:t>
      </w:r>
      <w:r w:rsidR="00BC5595">
        <w:t xml:space="preserve"> = </w:t>
      </w:r>
      <w:r w:rsidR="00A26DE7">
        <w:t>3</w:t>
      </w:r>
      <w:r w:rsidR="00BC5595">
        <w:t xml:space="preserve">% </w:t>
      </w:r>
      <w:r w:rsidR="00BC5595">
        <w:rPr>
          <w:spacing w:val="-2"/>
        </w:rPr>
        <w:t xml:space="preserve">compounded quarterly; </w:t>
      </w:r>
      <w:proofErr w:type="spellStart"/>
      <w:r w:rsidR="00BC5595">
        <w:rPr>
          <w:rFonts w:ascii="Times New Roman" w:hAnsi="Times New Roman"/>
          <w:i/>
        </w:rPr>
        <w:t>i</w:t>
      </w:r>
      <w:proofErr w:type="spellEnd"/>
      <w:r w:rsidR="00BC5595">
        <w:t xml:space="preserve"> = </w:t>
      </w:r>
      <w:r w:rsidR="00A26DE7" w:rsidRPr="00A26DE7">
        <w:rPr>
          <w:position w:val="-24"/>
        </w:rPr>
        <w:object w:dxaOrig="420" w:dyaOrig="620">
          <v:shape id="_x0000_i1056" type="#_x0000_t75" style="width:21.05pt;height:30.55pt" o:ole="">
            <v:imagedata r:id="rId59" o:title=""/>
          </v:shape>
          <o:OLEObject Type="Embed" ProgID="Equation.3" ShapeID="_x0000_i1056" DrawAspect="Content" ObjectID="_1654971080" r:id="rId60"/>
        </w:object>
      </w:r>
      <w:r w:rsidR="00BC5595">
        <w:t xml:space="preserve"> = </w:t>
      </w:r>
      <w:r w:rsidR="00314DF6">
        <w:t>0.75</w:t>
      </w:r>
      <w:r w:rsidR="00BC5595">
        <w:t>%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360"/>
        <w:gridCol w:w="1710"/>
        <w:gridCol w:w="1710"/>
        <w:gridCol w:w="4042"/>
      </w:tblGrid>
      <w:tr w:rsidR="00BC5595" w:rsidTr="00BC5595">
        <w:tc>
          <w:tcPr>
            <w:tcW w:w="450" w:type="dxa"/>
          </w:tcPr>
          <w:p w:rsidR="00BC5595" w:rsidRDefault="00BC5595">
            <w:pPr>
              <w:tabs>
                <w:tab w:val="decimal" w:pos="360"/>
                <w:tab w:val="left" w:pos="720"/>
              </w:tabs>
              <w:spacing w:before="60"/>
              <w:jc w:val="center"/>
            </w:pPr>
          </w:p>
        </w:tc>
        <w:tc>
          <w:tcPr>
            <w:tcW w:w="360" w:type="dxa"/>
          </w:tcPr>
          <w:p w:rsidR="00BC5595" w:rsidRDefault="00BC5595">
            <w:pPr>
              <w:tabs>
                <w:tab w:val="decimal" w:pos="360"/>
                <w:tab w:val="left" w:pos="720"/>
              </w:tabs>
              <w:spacing w:before="60"/>
              <w:jc w:val="center"/>
              <w:rPr>
                <w:i/>
              </w:rPr>
            </w:pPr>
          </w:p>
        </w:tc>
        <w:tc>
          <w:tcPr>
            <w:tcW w:w="1710" w:type="dxa"/>
          </w:tcPr>
          <w:p w:rsidR="00BC5595" w:rsidRPr="00BC5595" w:rsidRDefault="00BC5595">
            <w:pPr>
              <w:tabs>
                <w:tab w:val="decimal" w:pos="360"/>
                <w:tab w:val="left" w:pos="720"/>
              </w:tabs>
              <w:spacing w:before="60"/>
              <w:jc w:val="center"/>
            </w:pPr>
            <w:r w:rsidRPr="00BC5595">
              <w:sym w:font="Symbol" w:char="F020"/>
            </w:r>
            <w:r w:rsidRPr="00BC5595">
              <w:sym w:font="Symbol" w:char="F020"/>
            </w:r>
            <w:r w:rsidRPr="00BC5595">
              <w:sym w:font="Symbol" w:char="F020"/>
            </w:r>
            <w:r w:rsidRPr="00BC5595">
              <w:sym w:font="Symbol" w:char="F020"/>
            </w:r>
            <w:r w:rsidRPr="00BC5595">
              <w:sym w:font="Symbol" w:char="F020"/>
            </w:r>
            <w:r w:rsidRPr="00BC5595">
              <w:sym w:font="Symbol" w:char="F020"/>
            </w:r>
            <w:r w:rsidRPr="00BC5595">
              <w:t>Term</w:t>
            </w:r>
            <w:r w:rsidRPr="00BC5595">
              <w:sym w:font="Symbol" w:char="F020"/>
            </w:r>
            <w:r w:rsidRPr="00BC5595">
              <w:sym w:font="Symbol" w:char="F020"/>
            </w:r>
            <w:r w:rsidRPr="00BC5595">
              <w:sym w:font="Symbol" w:char="F020"/>
            </w:r>
            <w:r w:rsidRPr="00BC5595">
              <w:sym w:font="Symbol" w:char="F020"/>
            </w:r>
          </w:p>
        </w:tc>
        <w:tc>
          <w:tcPr>
            <w:tcW w:w="1710" w:type="dxa"/>
          </w:tcPr>
          <w:p w:rsidR="00BC5595" w:rsidRDefault="00BC5595">
            <w:pPr>
              <w:tabs>
                <w:tab w:val="decimal" w:pos="360"/>
                <w:tab w:val="left" w:pos="720"/>
              </w:tabs>
              <w:spacing w:before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           </w:t>
            </w:r>
            <w:r>
              <w:rPr>
                <w:rFonts w:ascii="Times New Roman" w:hAnsi="Times New Roman"/>
                <w:i/>
                <w:u w:val="single"/>
              </w:rPr>
              <w:t>n</w:t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</w:p>
        </w:tc>
        <w:tc>
          <w:tcPr>
            <w:tcW w:w="4042" w:type="dxa"/>
          </w:tcPr>
          <w:p w:rsidR="00BC5595" w:rsidRDefault="00BC5595" w:rsidP="00BC5595">
            <w:pPr>
              <w:pStyle w:val="Heading3"/>
              <w:spacing w:before="60"/>
              <w:ind w:right="-622"/>
              <w:rPr>
                <w:i/>
              </w:rPr>
            </w:pPr>
            <w:r>
              <w:rPr>
                <w:i/>
              </w:rPr>
              <w:t xml:space="preserve">           Maturity amount</w:t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</w:p>
        </w:tc>
      </w:tr>
      <w:tr w:rsidR="00BC5595" w:rsidTr="00BC5595">
        <w:tc>
          <w:tcPr>
            <w:tcW w:w="450" w:type="dxa"/>
          </w:tcPr>
          <w:p w:rsidR="00BC5595" w:rsidRDefault="00BC5595">
            <w:pPr>
              <w:tabs>
                <w:tab w:val="decimal" w:pos="360"/>
                <w:tab w:val="left" w:pos="720"/>
              </w:tabs>
              <w:jc w:val="center"/>
            </w:pPr>
          </w:p>
        </w:tc>
        <w:tc>
          <w:tcPr>
            <w:tcW w:w="360" w:type="dxa"/>
          </w:tcPr>
          <w:p w:rsidR="00BC5595" w:rsidRDefault="00BC5595" w:rsidP="00BC5595">
            <w:pPr>
              <w:tabs>
                <w:tab w:val="decimal" w:pos="360"/>
                <w:tab w:val="left" w:pos="720"/>
              </w:tabs>
              <w:spacing w:before="120"/>
              <w:jc w:val="center"/>
              <w:rPr>
                <w:i/>
              </w:rPr>
            </w:pPr>
            <w:r>
              <w:rPr>
                <w:i/>
              </w:rPr>
              <w:t>a.</w:t>
            </w:r>
          </w:p>
        </w:tc>
        <w:tc>
          <w:tcPr>
            <w:tcW w:w="1710" w:type="dxa"/>
          </w:tcPr>
          <w:p w:rsidR="00BC5595" w:rsidRDefault="00BC5595" w:rsidP="00BC5595">
            <w:pPr>
              <w:spacing w:before="120"/>
              <w:ind w:right="8"/>
              <w:jc w:val="center"/>
            </w:pPr>
            <w:r>
              <w:t>15 years</w:t>
            </w:r>
          </w:p>
        </w:tc>
        <w:tc>
          <w:tcPr>
            <w:tcW w:w="1710" w:type="dxa"/>
          </w:tcPr>
          <w:p w:rsidR="00BC5595" w:rsidRDefault="00BC5595" w:rsidP="00BC5595">
            <w:pPr>
              <w:spacing w:before="120"/>
              <w:ind w:right="360"/>
              <w:jc w:val="right"/>
            </w:pPr>
            <w:r>
              <w:t>4(15) = 60</w:t>
            </w:r>
          </w:p>
        </w:tc>
        <w:tc>
          <w:tcPr>
            <w:tcW w:w="4042" w:type="dxa"/>
          </w:tcPr>
          <w:p w:rsidR="00BC5595" w:rsidRDefault="00BC5595" w:rsidP="00314DF6">
            <w:pPr>
              <w:ind w:right="360"/>
              <w:jc w:val="right"/>
              <w:rPr>
                <w:u w:val="double"/>
              </w:rPr>
            </w:pPr>
            <w:r>
              <w:t>$10,000</w:t>
            </w:r>
            <w:r w:rsidR="00314DF6" w:rsidRPr="00314DF6">
              <w:rPr>
                <w:position w:val="-10"/>
              </w:rPr>
              <w:object w:dxaOrig="999" w:dyaOrig="380">
                <v:shape id="_x0000_i1057" type="#_x0000_t75" style="width:50.25pt;height:19pt" o:ole="">
                  <v:imagedata r:id="rId61" o:title=""/>
                </v:shape>
                <o:OLEObject Type="Embed" ProgID="Equation.3" ShapeID="_x0000_i1057" DrawAspect="Content" ObjectID="_1654971081" r:id="rId62"/>
              </w:object>
            </w:r>
            <w:r>
              <w:t xml:space="preserve"> = </w:t>
            </w:r>
            <w:r>
              <w:rPr>
                <w:u w:val="double"/>
              </w:rPr>
              <w:t>$</w:t>
            </w:r>
            <w:r w:rsidR="00314DF6">
              <w:rPr>
                <w:u w:val="double"/>
              </w:rPr>
              <w:t>15,656.81</w:t>
            </w:r>
          </w:p>
        </w:tc>
      </w:tr>
      <w:tr w:rsidR="00BC5595" w:rsidTr="00BC5595">
        <w:tc>
          <w:tcPr>
            <w:tcW w:w="450" w:type="dxa"/>
          </w:tcPr>
          <w:p w:rsidR="00BC5595" w:rsidRDefault="00BC5595">
            <w:pPr>
              <w:tabs>
                <w:tab w:val="decimal" w:pos="360"/>
                <w:tab w:val="left" w:pos="720"/>
              </w:tabs>
              <w:jc w:val="center"/>
            </w:pPr>
          </w:p>
        </w:tc>
        <w:tc>
          <w:tcPr>
            <w:tcW w:w="360" w:type="dxa"/>
          </w:tcPr>
          <w:p w:rsidR="00BC5595" w:rsidRDefault="00BC5595" w:rsidP="00BC5595">
            <w:pPr>
              <w:tabs>
                <w:tab w:val="decimal" w:pos="360"/>
                <w:tab w:val="left" w:pos="720"/>
              </w:tabs>
              <w:spacing w:before="120"/>
              <w:jc w:val="center"/>
              <w:rPr>
                <w:i/>
              </w:rPr>
            </w:pPr>
            <w:r>
              <w:rPr>
                <w:i/>
              </w:rPr>
              <w:t>b.</w:t>
            </w:r>
          </w:p>
        </w:tc>
        <w:tc>
          <w:tcPr>
            <w:tcW w:w="1710" w:type="dxa"/>
          </w:tcPr>
          <w:p w:rsidR="00BC5595" w:rsidRDefault="00BC5595" w:rsidP="00BC5595">
            <w:pPr>
              <w:spacing w:before="120"/>
              <w:ind w:right="8"/>
              <w:jc w:val="center"/>
            </w:pPr>
            <w:r>
              <w:t>20</w:t>
            </w:r>
            <w:r w:rsidRPr="000F72C8">
              <w:t xml:space="preserve"> years</w:t>
            </w:r>
          </w:p>
        </w:tc>
        <w:tc>
          <w:tcPr>
            <w:tcW w:w="1710" w:type="dxa"/>
          </w:tcPr>
          <w:p w:rsidR="00BC5595" w:rsidRDefault="00BC5595" w:rsidP="00BC5595">
            <w:pPr>
              <w:spacing w:before="120"/>
              <w:ind w:right="360"/>
              <w:jc w:val="right"/>
            </w:pPr>
            <w:r>
              <w:t>4(20) = 80</w:t>
            </w:r>
          </w:p>
        </w:tc>
        <w:tc>
          <w:tcPr>
            <w:tcW w:w="4042" w:type="dxa"/>
          </w:tcPr>
          <w:p w:rsidR="00BC5595" w:rsidRDefault="00BC5595" w:rsidP="00314DF6">
            <w:pPr>
              <w:ind w:right="360"/>
              <w:jc w:val="right"/>
              <w:rPr>
                <w:u w:val="double"/>
              </w:rPr>
            </w:pPr>
            <w:r>
              <w:t>$10,000</w:t>
            </w:r>
            <w:r w:rsidR="00314DF6" w:rsidRPr="00314DF6">
              <w:rPr>
                <w:position w:val="-10"/>
              </w:rPr>
              <w:object w:dxaOrig="999" w:dyaOrig="380">
                <v:shape id="_x0000_i1058" type="#_x0000_t75" style="width:50.25pt;height:19pt" o:ole="">
                  <v:imagedata r:id="rId63" o:title=""/>
                </v:shape>
                <o:OLEObject Type="Embed" ProgID="Equation.3" ShapeID="_x0000_i1058" DrawAspect="Content" ObjectID="_1654971082" r:id="rId64"/>
              </w:object>
            </w:r>
            <w:r>
              <w:t xml:space="preserve"> = </w:t>
            </w:r>
            <w:r>
              <w:rPr>
                <w:u w:val="double"/>
              </w:rPr>
              <w:t>$</w:t>
            </w:r>
            <w:r w:rsidR="00314DF6">
              <w:rPr>
                <w:u w:val="double"/>
              </w:rPr>
              <w:t>18,180.44</w:t>
            </w:r>
          </w:p>
        </w:tc>
      </w:tr>
      <w:tr w:rsidR="00BC5595" w:rsidTr="00BC5595">
        <w:tc>
          <w:tcPr>
            <w:tcW w:w="450" w:type="dxa"/>
          </w:tcPr>
          <w:p w:rsidR="00BC5595" w:rsidRDefault="00BC5595">
            <w:pPr>
              <w:tabs>
                <w:tab w:val="decimal" w:pos="360"/>
                <w:tab w:val="left" w:pos="720"/>
              </w:tabs>
              <w:jc w:val="center"/>
            </w:pPr>
          </w:p>
        </w:tc>
        <w:tc>
          <w:tcPr>
            <w:tcW w:w="360" w:type="dxa"/>
          </w:tcPr>
          <w:p w:rsidR="00BC5595" w:rsidRDefault="00BC5595" w:rsidP="00BC5595">
            <w:pPr>
              <w:tabs>
                <w:tab w:val="decimal" w:pos="360"/>
                <w:tab w:val="left" w:pos="720"/>
              </w:tabs>
              <w:spacing w:before="120"/>
              <w:jc w:val="center"/>
              <w:rPr>
                <w:i/>
              </w:rPr>
            </w:pPr>
            <w:r>
              <w:rPr>
                <w:i/>
              </w:rPr>
              <w:t>c.</w:t>
            </w:r>
          </w:p>
        </w:tc>
        <w:tc>
          <w:tcPr>
            <w:tcW w:w="1710" w:type="dxa"/>
          </w:tcPr>
          <w:p w:rsidR="00BC5595" w:rsidRDefault="00BC5595" w:rsidP="00BC5595">
            <w:pPr>
              <w:spacing w:before="120"/>
              <w:ind w:right="8"/>
              <w:jc w:val="center"/>
            </w:pPr>
            <w:r>
              <w:t>2</w:t>
            </w:r>
            <w:r w:rsidRPr="000F72C8">
              <w:t>5 years</w:t>
            </w:r>
          </w:p>
        </w:tc>
        <w:tc>
          <w:tcPr>
            <w:tcW w:w="1710" w:type="dxa"/>
          </w:tcPr>
          <w:p w:rsidR="00BC5595" w:rsidRDefault="00BC5595" w:rsidP="00BC5595">
            <w:pPr>
              <w:spacing w:before="120"/>
              <w:ind w:right="360"/>
              <w:jc w:val="right"/>
            </w:pPr>
            <w:r>
              <w:t>4(25) = 100</w:t>
            </w:r>
          </w:p>
        </w:tc>
        <w:tc>
          <w:tcPr>
            <w:tcW w:w="4042" w:type="dxa"/>
          </w:tcPr>
          <w:p w:rsidR="00BC5595" w:rsidRDefault="00BC5595" w:rsidP="00314DF6">
            <w:pPr>
              <w:ind w:right="360"/>
              <w:jc w:val="right"/>
              <w:rPr>
                <w:u w:val="double"/>
              </w:rPr>
            </w:pPr>
            <w:r>
              <w:t>$10,000</w:t>
            </w:r>
            <w:r w:rsidR="00314DF6" w:rsidRPr="00314DF6">
              <w:rPr>
                <w:position w:val="-10"/>
              </w:rPr>
              <w:object w:dxaOrig="1060" w:dyaOrig="380">
                <v:shape id="_x0000_i1059" type="#_x0000_t75" style="width:53pt;height:19pt" o:ole="">
                  <v:imagedata r:id="rId65" o:title=""/>
                </v:shape>
                <o:OLEObject Type="Embed" ProgID="Equation.3" ShapeID="_x0000_i1059" DrawAspect="Content" ObjectID="_1654971083" r:id="rId66"/>
              </w:object>
            </w:r>
            <w:r>
              <w:t xml:space="preserve"> = </w:t>
            </w:r>
            <w:r>
              <w:rPr>
                <w:u w:val="double"/>
              </w:rPr>
              <w:t>$</w:t>
            </w:r>
            <w:r w:rsidR="00314DF6">
              <w:rPr>
                <w:u w:val="double"/>
              </w:rPr>
              <w:t>21,110.84</w:t>
            </w:r>
          </w:p>
        </w:tc>
      </w:tr>
      <w:tr w:rsidR="00BC5595" w:rsidTr="00BC5595">
        <w:tc>
          <w:tcPr>
            <w:tcW w:w="450" w:type="dxa"/>
          </w:tcPr>
          <w:p w:rsidR="00BC5595" w:rsidRDefault="00BC5595">
            <w:pPr>
              <w:tabs>
                <w:tab w:val="decimal" w:pos="360"/>
                <w:tab w:val="left" w:pos="720"/>
              </w:tabs>
              <w:jc w:val="center"/>
            </w:pPr>
          </w:p>
        </w:tc>
        <w:tc>
          <w:tcPr>
            <w:tcW w:w="360" w:type="dxa"/>
          </w:tcPr>
          <w:p w:rsidR="00BC5595" w:rsidRDefault="00BC5595" w:rsidP="00BC5595">
            <w:pPr>
              <w:tabs>
                <w:tab w:val="decimal" w:pos="360"/>
                <w:tab w:val="left" w:pos="720"/>
              </w:tabs>
              <w:spacing w:before="120"/>
              <w:jc w:val="center"/>
              <w:rPr>
                <w:i/>
              </w:rPr>
            </w:pPr>
            <w:r>
              <w:rPr>
                <w:i/>
              </w:rPr>
              <w:t>d.</w:t>
            </w:r>
          </w:p>
        </w:tc>
        <w:tc>
          <w:tcPr>
            <w:tcW w:w="1710" w:type="dxa"/>
          </w:tcPr>
          <w:p w:rsidR="00BC5595" w:rsidRDefault="00BC5595" w:rsidP="00BC5595">
            <w:pPr>
              <w:spacing w:before="120"/>
              <w:ind w:right="8"/>
              <w:jc w:val="center"/>
            </w:pPr>
            <w:r>
              <w:t>30</w:t>
            </w:r>
            <w:r w:rsidRPr="000F72C8">
              <w:t xml:space="preserve"> years</w:t>
            </w:r>
          </w:p>
        </w:tc>
        <w:tc>
          <w:tcPr>
            <w:tcW w:w="1710" w:type="dxa"/>
          </w:tcPr>
          <w:p w:rsidR="00BC5595" w:rsidRDefault="00BC5595" w:rsidP="00BC5595">
            <w:pPr>
              <w:spacing w:before="120"/>
              <w:ind w:right="360"/>
              <w:jc w:val="right"/>
            </w:pPr>
            <w:r>
              <w:t>4(30) = 120</w:t>
            </w:r>
          </w:p>
        </w:tc>
        <w:tc>
          <w:tcPr>
            <w:tcW w:w="4042" w:type="dxa"/>
          </w:tcPr>
          <w:p w:rsidR="002838A7" w:rsidRDefault="00BC5595" w:rsidP="00314DF6">
            <w:pPr>
              <w:ind w:right="360"/>
              <w:jc w:val="right"/>
              <w:rPr>
                <w:u w:val="double"/>
              </w:rPr>
            </w:pPr>
            <w:r>
              <w:t>$10,000</w:t>
            </w:r>
            <w:r w:rsidR="00314DF6" w:rsidRPr="00314DF6">
              <w:rPr>
                <w:position w:val="-10"/>
              </w:rPr>
              <w:object w:dxaOrig="1060" w:dyaOrig="380">
                <v:shape id="_x0000_i1060" type="#_x0000_t75" style="width:53pt;height:19pt" o:ole="">
                  <v:imagedata r:id="rId67" o:title=""/>
                </v:shape>
                <o:OLEObject Type="Embed" ProgID="Equation.3" ShapeID="_x0000_i1060" DrawAspect="Content" ObjectID="_1654971084" r:id="rId68"/>
              </w:object>
            </w:r>
            <w:r>
              <w:t xml:space="preserve"> = </w:t>
            </w:r>
            <w:r>
              <w:rPr>
                <w:u w:val="double"/>
              </w:rPr>
              <w:t>$</w:t>
            </w:r>
            <w:r w:rsidR="00314DF6">
              <w:rPr>
                <w:u w:val="double"/>
              </w:rPr>
              <w:t>24,513.57</w:t>
            </w:r>
          </w:p>
        </w:tc>
      </w:tr>
    </w:tbl>
    <w:p w:rsidR="00F8706C" w:rsidRDefault="00F8706C" w:rsidP="002838A7">
      <w:pPr>
        <w:pStyle w:val="ISM"/>
        <w:spacing w:after="60"/>
      </w:pPr>
    </w:p>
    <w:p w:rsidR="00217342" w:rsidRDefault="00217342">
      <w:r>
        <w:br w:type="page"/>
      </w:r>
    </w:p>
    <w:p w:rsidR="00254245" w:rsidRPr="002838A7" w:rsidRDefault="00254245" w:rsidP="00254245">
      <w:pPr>
        <w:pStyle w:val="ISM"/>
        <w:spacing w:after="60"/>
        <w:rPr>
          <w:rFonts w:cs="Arial"/>
        </w:rPr>
      </w:pPr>
      <w:r w:rsidRPr="004A319D">
        <w:lastRenderedPageBreak/>
        <w:tab/>
      </w:r>
      <w:r>
        <w:t>7</w:t>
      </w:r>
      <w:r w:rsidRPr="004A319D">
        <w:t>.</w:t>
      </w:r>
      <w:r>
        <w:tab/>
        <w:t xml:space="preserve">Given: </w:t>
      </w:r>
      <w:r w:rsidRPr="00BC5595">
        <w:rPr>
          <w:rFonts w:ascii="Times New Roman" w:hAnsi="Times New Roman"/>
          <w:i/>
        </w:rPr>
        <w:t>PV</w:t>
      </w:r>
      <w:r>
        <w:t xml:space="preserve"> = $10,000; </w:t>
      </w:r>
      <w:r>
        <w:rPr>
          <w:rFonts w:cs="Arial"/>
        </w:rPr>
        <w:t>T</w:t>
      </w:r>
      <w:r w:rsidRPr="002838A7">
        <w:rPr>
          <w:rFonts w:cs="Arial"/>
        </w:rPr>
        <w:t>erm = 25 years</w:t>
      </w:r>
      <w:r>
        <w:rPr>
          <w:rFonts w:cs="Arial"/>
        </w:rPr>
        <w:t xml:space="preserve">; </w:t>
      </w:r>
      <w:r>
        <w:rPr>
          <w:rFonts w:ascii="Times New Roman" w:hAnsi="Times New Roman"/>
          <w:i/>
        </w:rPr>
        <w:t>j</w:t>
      </w:r>
      <w:r w:rsidRPr="002838A7">
        <w:rPr>
          <w:rFonts w:ascii="Times New Roman" w:hAnsi="Times New Roman"/>
          <w:i/>
        </w:rPr>
        <w:t xml:space="preserve"> </w:t>
      </w:r>
      <w:r>
        <w:rPr>
          <w:rFonts w:cs="Arial"/>
        </w:rPr>
        <w:t xml:space="preserve">= </w:t>
      </w:r>
      <w:r w:rsidR="0060242B">
        <w:rPr>
          <w:rFonts w:cs="Arial"/>
        </w:rPr>
        <w:t>4</w:t>
      </w:r>
      <w:r>
        <w:rPr>
          <w:rFonts w:cs="Arial"/>
        </w:rPr>
        <w:t>%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360"/>
        <w:gridCol w:w="720"/>
        <w:gridCol w:w="1710"/>
        <w:gridCol w:w="1710"/>
        <w:gridCol w:w="3772"/>
      </w:tblGrid>
      <w:tr w:rsidR="00254245" w:rsidTr="00254245">
        <w:tc>
          <w:tcPr>
            <w:tcW w:w="450" w:type="dxa"/>
          </w:tcPr>
          <w:p w:rsidR="00254245" w:rsidRDefault="00254245" w:rsidP="001D4B45">
            <w:pPr>
              <w:tabs>
                <w:tab w:val="decimal" w:pos="360"/>
                <w:tab w:val="left" w:pos="720"/>
              </w:tabs>
              <w:jc w:val="center"/>
            </w:pPr>
          </w:p>
        </w:tc>
        <w:tc>
          <w:tcPr>
            <w:tcW w:w="360" w:type="dxa"/>
          </w:tcPr>
          <w:p w:rsidR="00254245" w:rsidRDefault="00254245" w:rsidP="001D4B45">
            <w:pPr>
              <w:tabs>
                <w:tab w:val="decimal" w:pos="360"/>
                <w:tab w:val="left" w:pos="720"/>
              </w:tabs>
              <w:jc w:val="center"/>
              <w:rPr>
                <w:i/>
              </w:rPr>
            </w:pPr>
          </w:p>
        </w:tc>
        <w:tc>
          <w:tcPr>
            <w:tcW w:w="720" w:type="dxa"/>
          </w:tcPr>
          <w:p w:rsidR="00254245" w:rsidRDefault="00254245" w:rsidP="001D4B45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  <w:r>
              <w:rPr>
                <w:rFonts w:ascii="Times New Roman" w:hAnsi="Times New Roman"/>
                <w:i/>
                <w:u w:val="single"/>
              </w:rPr>
              <w:t>m</w:t>
            </w:r>
          </w:p>
        </w:tc>
        <w:tc>
          <w:tcPr>
            <w:tcW w:w="1710" w:type="dxa"/>
          </w:tcPr>
          <w:p w:rsidR="00254245" w:rsidRDefault="00254245" w:rsidP="001D4B45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proofErr w:type="spellStart"/>
            <w:r>
              <w:rPr>
                <w:rFonts w:ascii="Times New Roman" w:hAnsi="Times New Roman"/>
                <w:i/>
                <w:u w:val="single"/>
              </w:rPr>
              <w:t>i</w:t>
            </w:r>
            <w:proofErr w:type="spellEnd"/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</w:p>
        </w:tc>
        <w:tc>
          <w:tcPr>
            <w:tcW w:w="1710" w:type="dxa"/>
          </w:tcPr>
          <w:p w:rsidR="00254245" w:rsidRDefault="00254245" w:rsidP="001D4B45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           </w:t>
            </w:r>
            <w:r>
              <w:rPr>
                <w:rFonts w:ascii="Times New Roman" w:hAnsi="Times New Roman"/>
                <w:i/>
                <w:u w:val="single"/>
              </w:rPr>
              <w:t>n</w:t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</w:p>
        </w:tc>
        <w:tc>
          <w:tcPr>
            <w:tcW w:w="3772" w:type="dxa"/>
          </w:tcPr>
          <w:p w:rsidR="00254245" w:rsidRDefault="00254245" w:rsidP="001D4B45">
            <w:pPr>
              <w:pStyle w:val="Heading3"/>
              <w:rPr>
                <w:i/>
              </w:rPr>
            </w:pPr>
            <w:r>
              <w:rPr>
                <w:i/>
              </w:rPr>
              <w:t xml:space="preserve">           Maturity amount</w:t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</w:p>
        </w:tc>
      </w:tr>
      <w:tr w:rsidR="00254245" w:rsidTr="00254245">
        <w:tc>
          <w:tcPr>
            <w:tcW w:w="450" w:type="dxa"/>
          </w:tcPr>
          <w:p w:rsidR="00254245" w:rsidRDefault="00254245" w:rsidP="001D4B45">
            <w:pPr>
              <w:tabs>
                <w:tab w:val="decimal" w:pos="360"/>
                <w:tab w:val="left" w:pos="720"/>
              </w:tabs>
              <w:spacing w:before="180"/>
              <w:jc w:val="center"/>
            </w:pPr>
          </w:p>
        </w:tc>
        <w:tc>
          <w:tcPr>
            <w:tcW w:w="360" w:type="dxa"/>
          </w:tcPr>
          <w:p w:rsidR="00254245" w:rsidRDefault="00254245" w:rsidP="001D4B45">
            <w:pPr>
              <w:tabs>
                <w:tab w:val="decimal" w:pos="360"/>
                <w:tab w:val="left" w:pos="720"/>
              </w:tabs>
              <w:spacing w:before="180"/>
              <w:jc w:val="center"/>
              <w:rPr>
                <w:i/>
              </w:rPr>
            </w:pPr>
            <w:r>
              <w:rPr>
                <w:i/>
              </w:rPr>
              <w:t>a.</w:t>
            </w:r>
          </w:p>
        </w:tc>
        <w:tc>
          <w:tcPr>
            <w:tcW w:w="720" w:type="dxa"/>
          </w:tcPr>
          <w:p w:rsidR="00254245" w:rsidRDefault="00254245" w:rsidP="001D4B45">
            <w:pPr>
              <w:tabs>
                <w:tab w:val="decimal" w:pos="360"/>
                <w:tab w:val="left" w:pos="720"/>
              </w:tabs>
              <w:spacing w:before="180"/>
              <w:jc w:val="center"/>
            </w:pPr>
            <w:r>
              <w:t>1</w:t>
            </w:r>
          </w:p>
        </w:tc>
        <w:tc>
          <w:tcPr>
            <w:tcW w:w="1710" w:type="dxa"/>
          </w:tcPr>
          <w:p w:rsidR="00254245" w:rsidRDefault="004E48B9" w:rsidP="004E48B9">
            <w:pPr>
              <w:spacing w:before="60"/>
              <w:ind w:right="187"/>
              <w:jc w:val="center"/>
            </w:pPr>
            <w:r w:rsidRPr="004E48B9">
              <w:rPr>
                <w:position w:val="-24"/>
              </w:rPr>
              <w:object w:dxaOrig="440" w:dyaOrig="620">
                <v:shape id="_x0000_i1061" type="#_x0000_t75" style="width:17.65pt;height:25.15pt" o:ole="">
                  <v:imagedata r:id="rId69" o:title=""/>
                </v:shape>
                <o:OLEObject Type="Embed" ProgID="Equation.3" ShapeID="_x0000_i1061" DrawAspect="Content" ObjectID="_1654971085" r:id="rId70"/>
              </w:object>
            </w:r>
            <w:r w:rsidR="00254245">
              <w:t xml:space="preserve">= </w:t>
            </w:r>
            <w:r>
              <w:t>4</w:t>
            </w:r>
            <w:r w:rsidR="00254245">
              <w:t>%</w:t>
            </w:r>
          </w:p>
        </w:tc>
        <w:tc>
          <w:tcPr>
            <w:tcW w:w="1710" w:type="dxa"/>
          </w:tcPr>
          <w:p w:rsidR="00254245" w:rsidRDefault="00254245" w:rsidP="00254245">
            <w:pPr>
              <w:tabs>
                <w:tab w:val="decimal" w:pos="360"/>
                <w:tab w:val="left" w:pos="720"/>
              </w:tabs>
              <w:spacing w:before="120"/>
              <w:ind w:right="274"/>
              <w:jc w:val="right"/>
            </w:pPr>
            <w:r>
              <w:t>25</w:t>
            </w:r>
          </w:p>
        </w:tc>
        <w:tc>
          <w:tcPr>
            <w:tcW w:w="3772" w:type="dxa"/>
          </w:tcPr>
          <w:p w:rsidR="00254245" w:rsidRDefault="00254245" w:rsidP="004E48B9">
            <w:pPr>
              <w:spacing w:before="60"/>
              <w:ind w:right="274"/>
              <w:jc w:val="right"/>
              <w:rPr>
                <w:u w:val="double"/>
              </w:rPr>
            </w:pPr>
            <w:r>
              <w:t>$10,000</w:t>
            </w:r>
            <w:r w:rsidR="004E48B9" w:rsidRPr="00314DF6">
              <w:rPr>
                <w:position w:val="-10"/>
              </w:rPr>
              <w:object w:dxaOrig="760" w:dyaOrig="380">
                <v:shape id="_x0000_i1062" type="#_x0000_t75" style="width:38.05pt;height:19pt" o:ole="">
                  <v:imagedata r:id="rId71" o:title=""/>
                </v:shape>
                <o:OLEObject Type="Embed" ProgID="Equation.3" ShapeID="_x0000_i1062" DrawAspect="Content" ObjectID="_1654971086" r:id="rId72"/>
              </w:object>
            </w:r>
            <w:r>
              <w:t xml:space="preserve"> = </w:t>
            </w:r>
            <w:r>
              <w:rPr>
                <w:u w:val="double"/>
              </w:rPr>
              <w:t>$</w:t>
            </w:r>
            <w:r w:rsidR="004E48B9">
              <w:rPr>
                <w:u w:val="double"/>
              </w:rPr>
              <w:t>26,658.36</w:t>
            </w:r>
          </w:p>
        </w:tc>
      </w:tr>
      <w:tr w:rsidR="00254245" w:rsidTr="00254245">
        <w:tc>
          <w:tcPr>
            <w:tcW w:w="450" w:type="dxa"/>
          </w:tcPr>
          <w:p w:rsidR="00254245" w:rsidRDefault="00254245" w:rsidP="001D4B45">
            <w:pPr>
              <w:tabs>
                <w:tab w:val="decimal" w:pos="360"/>
                <w:tab w:val="left" w:pos="720"/>
              </w:tabs>
              <w:spacing w:before="180"/>
              <w:jc w:val="center"/>
            </w:pPr>
          </w:p>
        </w:tc>
        <w:tc>
          <w:tcPr>
            <w:tcW w:w="360" w:type="dxa"/>
          </w:tcPr>
          <w:p w:rsidR="00254245" w:rsidRDefault="00254245" w:rsidP="001D4B45">
            <w:pPr>
              <w:tabs>
                <w:tab w:val="decimal" w:pos="360"/>
                <w:tab w:val="left" w:pos="720"/>
              </w:tabs>
              <w:spacing w:before="180"/>
              <w:jc w:val="center"/>
              <w:rPr>
                <w:i/>
              </w:rPr>
            </w:pPr>
            <w:r>
              <w:rPr>
                <w:i/>
              </w:rPr>
              <w:t>b.</w:t>
            </w:r>
          </w:p>
        </w:tc>
        <w:tc>
          <w:tcPr>
            <w:tcW w:w="720" w:type="dxa"/>
          </w:tcPr>
          <w:p w:rsidR="00254245" w:rsidRDefault="00254245" w:rsidP="001D4B45">
            <w:pPr>
              <w:tabs>
                <w:tab w:val="decimal" w:pos="360"/>
                <w:tab w:val="left" w:pos="720"/>
              </w:tabs>
              <w:spacing w:before="180"/>
              <w:jc w:val="center"/>
            </w:pPr>
            <w:r>
              <w:t>2</w:t>
            </w:r>
          </w:p>
        </w:tc>
        <w:tc>
          <w:tcPr>
            <w:tcW w:w="1710" w:type="dxa"/>
          </w:tcPr>
          <w:p w:rsidR="00254245" w:rsidRDefault="004E48B9" w:rsidP="004E48B9">
            <w:pPr>
              <w:spacing w:before="60"/>
              <w:ind w:right="187"/>
              <w:jc w:val="center"/>
            </w:pPr>
            <w:r w:rsidRPr="004E48B9">
              <w:rPr>
                <w:position w:val="-24"/>
              </w:rPr>
              <w:object w:dxaOrig="440" w:dyaOrig="620">
                <v:shape id="_x0000_i1063" type="#_x0000_t75" style="width:17.65pt;height:25.15pt" o:ole="">
                  <v:imagedata r:id="rId73" o:title=""/>
                </v:shape>
                <o:OLEObject Type="Embed" ProgID="Equation.3" ShapeID="_x0000_i1063" DrawAspect="Content" ObjectID="_1654971087" r:id="rId74"/>
              </w:object>
            </w:r>
            <w:r w:rsidR="00254245">
              <w:t xml:space="preserve">= </w:t>
            </w:r>
            <w:r>
              <w:t>2</w:t>
            </w:r>
            <w:r w:rsidR="00254245">
              <w:t>%</w:t>
            </w:r>
          </w:p>
        </w:tc>
        <w:tc>
          <w:tcPr>
            <w:tcW w:w="1710" w:type="dxa"/>
          </w:tcPr>
          <w:p w:rsidR="00254245" w:rsidRDefault="00254245" w:rsidP="00254245">
            <w:pPr>
              <w:tabs>
                <w:tab w:val="decimal" w:pos="360"/>
                <w:tab w:val="left" w:pos="720"/>
              </w:tabs>
              <w:spacing w:before="120"/>
              <w:ind w:right="274"/>
              <w:jc w:val="right"/>
            </w:pPr>
            <w:r>
              <w:t>2(25) = 50</w:t>
            </w:r>
          </w:p>
        </w:tc>
        <w:tc>
          <w:tcPr>
            <w:tcW w:w="3772" w:type="dxa"/>
          </w:tcPr>
          <w:p w:rsidR="00254245" w:rsidRDefault="00254245" w:rsidP="004E48B9">
            <w:pPr>
              <w:spacing w:before="60"/>
              <w:ind w:right="274"/>
              <w:jc w:val="right"/>
              <w:rPr>
                <w:u w:val="double"/>
              </w:rPr>
            </w:pPr>
            <w:r>
              <w:t>$10,000</w:t>
            </w:r>
            <w:r w:rsidR="004E48B9" w:rsidRPr="00314DF6">
              <w:rPr>
                <w:position w:val="-10"/>
              </w:rPr>
              <w:object w:dxaOrig="760" w:dyaOrig="380">
                <v:shape id="_x0000_i1064" type="#_x0000_t75" style="width:38.05pt;height:19pt" o:ole="">
                  <v:imagedata r:id="rId75" o:title=""/>
                </v:shape>
                <o:OLEObject Type="Embed" ProgID="Equation.3" ShapeID="_x0000_i1064" DrawAspect="Content" ObjectID="_1654971088" r:id="rId76"/>
              </w:object>
            </w:r>
            <w:r>
              <w:t xml:space="preserve"> = </w:t>
            </w:r>
            <w:r w:rsidRPr="00254245">
              <w:rPr>
                <w:u w:val="double"/>
              </w:rPr>
              <w:t>$</w:t>
            </w:r>
            <w:r w:rsidR="004E48B9">
              <w:rPr>
                <w:u w:val="double"/>
              </w:rPr>
              <w:t>26,915.88</w:t>
            </w:r>
          </w:p>
        </w:tc>
      </w:tr>
      <w:tr w:rsidR="00254245" w:rsidTr="00254245">
        <w:tc>
          <w:tcPr>
            <w:tcW w:w="450" w:type="dxa"/>
          </w:tcPr>
          <w:p w:rsidR="00254245" w:rsidRDefault="00254245" w:rsidP="001D4B45">
            <w:pPr>
              <w:tabs>
                <w:tab w:val="decimal" w:pos="360"/>
                <w:tab w:val="left" w:pos="720"/>
              </w:tabs>
              <w:spacing w:before="180"/>
              <w:jc w:val="center"/>
            </w:pPr>
          </w:p>
        </w:tc>
        <w:tc>
          <w:tcPr>
            <w:tcW w:w="360" w:type="dxa"/>
          </w:tcPr>
          <w:p w:rsidR="00254245" w:rsidRDefault="00254245" w:rsidP="001D4B45">
            <w:pPr>
              <w:tabs>
                <w:tab w:val="decimal" w:pos="360"/>
                <w:tab w:val="left" w:pos="720"/>
              </w:tabs>
              <w:spacing w:before="180"/>
              <w:jc w:val="center"/>
              <w:rPr>
                <w:i/>
              </w:rPr>
            </w:pPr>
            <w:r>
              <w:rPr>
                <w:i/>
              </w:rPr>
              <w:t>c.</w:t>
            </w:r>
          </w:p>
        </w:tc>
        <w:tc>
          <w:tcPr>
            <w:tcW w:w="720" w:type="dxa"/>
          </w:tcPr>
          <w:p w:rsidR="00254245" w:rsidRDefault="00254245" w:rsidP="001D4B45">
            <w:pPr>
              <w:tabs>
                <w:tab w:val="decimal" w:pos="360"/>
                <w:tab w:val="left" w:pos="720"/>
              </w:tabs>
              <w:spacing w:before="180"/>
              <w:jc w:val="center"/>
            </w:pPr>
            <w:r>
              <w:t>4</w:t>
            </w:r>
          </w:p>
        </w:tc>
        <w:tc>
          <w:tcPr>
            <w:tcW w:w="1710" w:type="dxa"/>
          </w:tcPr>
          <w:p w:rsidR="00254245" w:rsidRDefault="004E48B9" w:rsidP="004E48B9">
            <w:pPr>
              <w:spacing w:before="60"/>
              <w:ind w:right="187"/>
              <w:jc w:val="center"/>
            </w:pPr>
            <w:r w:rsidRPr="004E48B9">
              <w:rPr>
                <w:position w:val="-24"/>
              </w:rPr>
              <w:object w:dxaOrig="440" w:dyaOrig="620">
                <v:shape id="_x0000_i1065" type="#_x0000_t75" style="width:17.65pt;height:25.15pt" o:ole="">
                  <v:imagedata r:id="rId77" o:title=""/>
                </v:shape>
                <o:OLEObject Type="Embed" ProgID="Equation.3" ShapeID="_x0000_i1065" DrawAspect="Content" ObjectID="_1654971089" r:id="rId78"/>
              </w:object>
            </w:r>
            <w:r w:rsidR="00254245">
              <w:t xml:space="preserve">= </w:t>
            </w:r>
            <w:r>
              <w:t>1</w:t>
            </w:r>
            <w:r w:rsidR="00254245">
              <w:t>%</w:t>
            </w:r>
          </w:p>
        </w:tc>
        <w:tc>
          <w:tcPr>
            <w:tcW w:w="1710" w:type="dxa"/>
          </w:tcPr>
          <w:p w:rsidR="00254245" w:rsidRDefault="00254245" w:rsidP="00254245">
            <w:pPr>
              <w:tabs>
                <w:tab w:val="decimal" w:pos="360"/>
                <w:tab w:val="left" w:pos="720"/>
              </w:tabs>
              <w:spacing w:before="120"/>
              <w:ind w:right="274"/>
              <w:jc w:val="right"/>
            </w:pPr>
            <w:r>
              <w:t>4(25) = 100</w:t>
            </w:r>
          </w:p>
        </w:tc>
        <w:tc>
          <w:tcPr>
            <w:tcW w:w="3772" w:type="dxa"/>
          </w:tcPr>
          <w:p w:rsidR="00254245" w:rsidRDefault="00254245" w:rsidP="004E48B9">
            <w:pPr>
              <w:spacing w:before="60"/>
              <w:ind w:right="274"/>
              <w:jc w:val="right"/>
              <w:rPr>
                <w:u w:val="double"/>
              </w:rPr>
            </w:pPr>
            <w:r>
              <w:t>$10,000</w:t>
            </w:r>
            <w:r w:rsidR="004E48B9" w:rsidRPr="00314DF6">
              <w:rPr>
                <w:position w:val="-10"/>
              </w:rPr>
              <w:object w:dxaOrig="800" w:dyaOrig="380">
                <v:shape id="_x0000_i1066" type="#_x0000_t75" style="width:40.1pt;height:19pt" o:ole="">
                  <v:imagedata r:id="rId79" o:title=""/>
                </v:shape>
                <o:OLEObject Type="Embed" ProgID="Equation.3" ShapeID="_x0000_i1066" DrawAspect="Content" ObjectID="_1654971090" r:id="rId80"/>
              </w:object>
            </w:r>
            <w:r>
              <w:t xml:space="preserve"> = </w:t>
            </w:r>
            <w:r>
              <w:rPr>
                <w:u w:val="double"/>
              </w:rPr>
              <w:t>$</w:t>
            </w:r>
            <w:r w:rsidR="00E40E57">
              <w:rPr>
                <w:u w:val="double"/>
              </w:rPr>
              <w:t>27,048.14</w:t>
            </w:r>
          </w:p>
        </w:tc>
      </w:tr>
      <w:tr w:rsidR="00254245" w:rsidTr="00254245">
        <w:tc>
          <w:tcPr>
            <w:tcW w:w="450" w:type="dxa"/>
          </w:tcPr>
          <w:p w:rsidR="00254245" w:rsidRDefault="00254245" w:rsidP="001D4B45">
            <w:pPr>
              <w:tabs>
                <w:tab w:val="decimal" w:pos="360"/>
                <w:tab w:val="left" w:pos="720"/>
              </w:tabs>
              <w:spacing w:before="180"/>
              <w:jc w:val="center"/>
            </w:pPr>
          </w:p>
        </w:tc>
        <w:tc>
          <w:tcPr>
            <w:tcW w:w="360" w:type="dxa"/>
          </w:tcPr>
          <w:p w:rsidR="00254245" w:rsidRDefault="00254245" w:rsidP="001D4B45">
            <w:pPr>
              <w:tabs>
                <w:tab w:val="decimal" w:pos="360"/>
                <w:tab w:val="left" w:pos="720"/>
              </w:tabs>
              <w:spacing w:before="180"/>
              <w:jc w:val="center"/>
              <w:rPr>
                <w:i/>
              </w:rPr>
            </w:pPr>
            <w:r>
              <w:rPr>
                <w:i/>
              </w:rPr>
              <w:t>d.</w:t>
            </w:r>
          </w:p>
        </w:tc>
        <w:tc>
          <w:tcPr>
            <w:tcW w:w="720" w:type="dxa"/>
          </w:tcPr>
          <w:p w:rsidR="00254245" w:rsidRDefault="00254245" w:rsidP="001D4B45">
            <w:pPr>
              <w:tabs>
                <w:tab w:val="decimal" w:pos="360"/>
                <w:tab w:val="left" w:pos="720"/>
              </w:tabs>
              <w:spacing w:before="180"/>
              <w:jc w:val="center"/>
            </w:pPr>
            <w:r>
              <w:t>12</w:t>
            </w:r>
          </w:p>
        </w:tc>
        <w:tc>
          <w:tcPr>
            <w:tcW w:w="1710" w:type="dxa"/>
          </w:tcPr>
          <w:p w:rsidR="00254245" w:rsidRDefault="004E48B9" w:rsidP="004E48B9">
            <w:pPr>
              <w:spacing w:before="60"/>
              <w:ind w:right="187"/>
              <w:jc w:val="center"/>
            </w:pPr>
            <w:r w:rsidRPr="004E48B9">
              <w:rPr>
                <w:position w:val="-24"/>
              </w:rPr>
              <w:object w:dxaOrig="440" w:dyaOrig="620">
                <v:shape id="_x0000_i1067" type="#_x0000_t75" style="width:17.65pt;height:25.15pt" o:ole="">
                  <v:imagedata r:id="rId81" o:title=""/>
                </v:shape>
                <o:OLEObject Type="Embed" ProgID="Equation.3" ShapeID="_x0000_i1067" DrawAspect="Content" ObjectID="_1654971091" r:id="rId82"/>
              </w:object>
            </w:r>
            <w:r w:rsidR="00254245">
              <w:t xml:space="preserve">= </w:t>
            </w:r>
            <w:r>
              <w:t>0.</w:t>
            </w:r>
            <w:r w:rsidRPr="004E48B9">
              <w:rPr>
                <w:position w:val="-6"/>
              </w:rPr>
              <w:object w:dxaOrig="180" w:dyaOrig="340">
                <v:shape id="_x0000_i1068" type="#_x0000_t75" style="width:8.85pt;height:17.65pt" o:ole="">
                  <v:imagedata r:id="rId83" o:title=""/>
                </v:shape>
                <o:OLEObject Type="Embed" ProgID="Equation.3" ShapeID="_x0000_i1068" DrawAspect="Content" ObjectID="_1654971092" r:id="rId84"/>
              </w:object>
            </w:r>
            <w:r w:rsidR="00254245">
              <w:t>%</w:t>
            </w:r>
          </w:p>
        </w:tc>
        <w:tc>
          <w:tcPr>
            <w:tcW w:w="1710" w:type="dxa"/>
          </w:tcPr>
          <w:p w:rsidR="00254245" w:rsidRDefault="00254245" w:rsidP="00254245">
            <w:pPr>
              <w:tabs>
                <w:tab w:val="decimal" w:pos="360"/>
                <w:tab w:val="left" w:pos="720"/>
              </w:tabs>
              <w:spacing w:before="120"/>
              <w:ind w:right="274"/>
              <w:jc w:val="right"/>
            </w:pPr>
            <w:r>
              <w:t>12(25) = 300</w:t>
            </w:r>
          </w:p>
        </w:tc>
        <w:tc>
          <w:tcPr>
            <w:tcW w:w="3772" w:type="dxa"/>
          </w:tcPr>
          <w:p w:rsidR="00254245" w:rsidRDefault="00254245" w:rsidP="00E40E57">
            <w:pPr>
              <w:spacing w:before="60"/>
              <w:ind w:right="274"/>
              <w:jc w:val="right"/>
              <w:rPr>
                <w:u w:val="double"/>
              </w:rPr>
            </w:pPr>
            <w:r>
              <w:t>$10,000</w:t>
            </w:r>
            <w:r w:rsidR="004E48B9" w:rsidRPr="00314DF6">
              <w:rPr>
                <w:position w:val="-10"/>
              </w:rPr>
              <w:object w:dxaOrig="920" w:dyaOrig="420">
                <v:shape id="_x0000_i1069" type="#_x0000_t75" style="width:45.5pt;height:21.05pt" o:ole="">
                  <v:imagedata r:id="rId85" o:title=""/>
                </v:shape>
                <o:OLEObject Type="Embed" ProgID="Equation.3" ShapeID="_x0000_i1069" DrawAspect="Content" ObjectID="_1654971093" r:id="rId86"/>
              </w:object>
            </w:r>
            <w:r>
              <w:t xml:space="preserve"> = </w:t>
            </w:r>
            <w:r>
              <w:rPr>
                <w:u w:val="double"/>
              </w:rPr>
              <w:t>$</w:t>
            </w:r>
            <w:r w:rsidR="00E40E57">
              <w:rPr>
                <w:u w:val="double"/>
              </w:rPr>
              <w:t>27,137.65</w:t>
            </w:r>
          </w:p>
        </w:tc>
      </w:tr>
    </w:tbl>
    <w:p w:rsidR="00254245" w:rsidRDefault="00254245">
      <w:pPr>
        <w:tabs>
          <w:tab w:val="decimal" w:pos="360"/>
          <w:tab w:val="left" w:pos="720"/>
        </w:tabs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360"/>
        <w:gridCol w:w="1890"/>
        <w:gridCol w:w="630"/>
        <w:gridCol w:w="3240"/>
      </w:tblGrid>
      <w:tr w:rsidR="00A552BB" w:rsidTr="001D4B45">
        <w:tc>
          <w:tcPr>
            <w:tcW w:w="450" w:type="dxa"/>
          </w:tcPr>
          <w:p w:rsidR="00A552BB" w:rsidRDefault="00A552BB" w:rsidP="001D4B45">
            <w:pPr>
              <w:tabs>
                <w:tab w:val="decimal" w:pos="360"/>
                <w:tab w:val="left" w:pos="720"/>
              </w:tabs>
              <w:jc w:val="center"/>
            </w:pPr>
            <w:r>
              <w:t>9.</w:t>
            </w:r>
          </w:p>
        </w:tc>
        <w:tc>
          <w:tcPr>
            <w:tcW w:w="360" w:type="dxa"/>
          </w:tcPr>
          <w:p w:rsidR="00A552BB" w:rsidRDefault="00A552BB" w:rsidP="001D4B45">
            <w:pPr>
              <w:tabs>
                <w:tab w:val="decimal" w:pos="360"/>
                <w:tab w:val="left" w:pos="720"/>
              </w:tabs>
              <w:jc w:val="center"/>
              <w:rPr>
                <w:i/>
              </w:rPr>
            </w:pPr>
          </w:p>
        </w:tc>
        <w:tc>
          <w:tcPr>
            <w:tcW w:w="1890" w:type="dxa"/>
          </w:tcPr>
          <w:p w:rsidR="00A552BB" w:rsidRDefault="00A552BB" w:rsidP="001D4B45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proofErr w:type="spellStart"/>
            <w:r>
              <w:rPr>
                <w:rFonts w:ascii="Times New Roman" w:hAnsi="Times New Roman"/>
                <w:i/>
                <w:u w:val="single"/>
              </w:rPr>
              <w:t>i</w:t>
            </w:r>
            <w:proofErr w:type="spellEnd"/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</w:p>
        </w:tc>
        <w:tc>
          <w:tcPr>
            <w:tcW w:w="630" w:type="dxa"/>
          </w:tcPr>
          <w:p w:rsidR="00A552BB" w:rsidRDefault="00A552BB" w:rsidP="001D4B45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  </w:t>
            </w:r>
            <w:r>
              <w:rPr>
                <w:rFonts w:ascii="Times New Roman" w:hAnsi="Times New Roman"/>
                <w:i/>
                <w:u w:val="single"/>
              </w:rPr>
              <w:t>n</w:t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</w:p>
        </w:tc>
        <w:tc>
          <w:tcPr>
            <w:tcW w:w="3240" w:type="dxa"/>
          </w:tcPr>
          <w:p w:rsidR="00A552BB" w:rsidRDefault="00A552BB" w:rsidP="001D4B45">
            <w:pPr>
              <w:pStyle w:val="Heading3"/>
              <w:rPr>
                <w:i/>
              </w:rPr>
            </w:pPr>
            <w:r>
              <w:rPr>
                <w:i/>
              </w:rPr>
              <w:t xml:space="preserve">           Maturity amount</w:t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</w:p>
        </w:tc>
      </w:tr>
      <w:tr w:rsidR="00A552BB" w:rsidTr="001D4B45">
        <w:tc>
          <w:tcPr>
            <w:tcW w:w="450" w:type="dxa"/>
          </w:tcPr>
          <w:p w:rsidR="00A552BB" w:rsidRDefault="00A552BB" w:rsidP="001D4B45">
            <w:pPr>
              <w:tabs>
                <w:tab w:val="decimal" w:pos="360"/>
                <w:tab w:val="left" w:pos="720"/>
              </w:tabs>
              <w:jc w:val="center"/>
            </w:pPr>
          </w:p>
        </w:tc>
        <w:tc>
          <w:tcPr>
            <w:tcW w:w="360" w:type="dxa"/>
          </w:tcPr>
          <w:p w:rsidR="00A552BB" w:rsidRDefault="00A552BB" w:rsidP="001D4B45">
            <w:pPr>
              <w:tabs>
                <w:tab w:val="decimal" w:pos="360"/>
                <w:tab w:val="left" w:pos="720"/>
              </w:tabs>
              <w:spacing w:before="180"/>
              <w:jc w:val="center"/>
              <w:rPr>
                <w:i/>
              </w:rPr>
            </w:pPr>
            <w:r>
              <w:rPr>
                <w:i/>
              </w:rPr>
              <w:t>a.</w:t>
            </w:r>
          </w:p>
        </w:tc>
        <w:tc>
          <w:tcPr>
            <w:tcW w:w="1890" w:type="dxa"/>
          </w:tcPr>
          <w:p w:rsidR="00A552BB" w:rsidRDefault="0084767E" w:rsidP="00A552BB">
            <w:pPr>
              <w:spacing w:before="60"/>
              <w:ind w:right="274"/>
              <w:jc w:val="center"/>
            </w:pPr>
            <w:r w:rsidRPr="0084767E">
              <w:rPr>
                <w:position w:val="-24"/>
              </w:rPr>
              <w:object w:dxaOrig="1300" w:dyaOrig="620">
                <v:shape id="_x0000_i1070" type="#_x0000_t75" style="width:65.2pt;height:30.55pt" o:ole="">
                  <v:imagedata r:id="rId87" o:title=""/>
                </v:shape>
                <o:OLEObject Type="Embed" ProgID="Equation.3" ShapeID="_x0000_i1070" DrawAspect="Content" ObjectID="_1654971094" r:id="rId88"/>
              </w:object>
            </w:r>
          </w:p>
        </w:tc>
        <w:tc>
          <w:tcPr>
            <w:tcW w:w="630" w:type="dxa"/>
          </w:tcPr>
          <w:p w:rsidR="00A552BB" w:rsidRDefault="00A552BB" w:rsidP="00A552BB">
            <w:pPr>
              <w:tabs>
                <w:tab w:val="decimal" w:pos="360"/>
                <w:tab w:val="left" w:pos="720"/>
              </w:tabs>
              <w:spacing w:before="60"/>
              <w:jc w:val="center"/>
            </w:pPr>
            <w:r>
              <w:t>12</w:t>
            </w:r>
          </w:p>
        </w:tc>
        <w:tc>
          <w:tcPr>
            <w:tcW w:w="3240" w:type="dxa"/>
          </w:tcPr>
          <w:p w:rsidR="00A552BB" w:rsidRDefault="00A552BB" w:rsidP="0084767E">
            <w:pPr>
              <w:tabs>
                <w:tab w:val="decimal" w:pos="360"/>
                <w:tab w:val="left" w:pos="720"/>
              </w:tabs>
              <w:ind w:right="360"/>
              <w:jc w:val="right"/>
              <w:rPr>
                <w:u w:val="double"/>
              </w:rPr>
            </w:pPr>
            <w:r>
              <w:t>$100</w:t>
            </w:r>
            <w:r w:rsidR="0084767E" w:rsidRPr="0084767E">
              <w:rPr>
                <w:position w:val="-10"/>
              </w:rPr>
              <w:object w:dxaOrig="999" w:dyaOrig="380">
                <v:shape id="_x0000_i1071" type="#_x0000_t75" style="width:50.25pt;height:19pt" o:ole="">
                  <v:imagedata r:id="rId89" o:title=""/>
                </v:shape>
                <o:OLEObject Type="Embed" ProgID="Equation.3" ShapeID="_x0000_i1071" DrawAspect="Content" ObjectID="_1654971095" r:id="rId90"/>
              </w:object>
            </w:r>
            <w:r>
              <w:t xml:space="preserve"> = </w:t>
            </w:r>
            <w:r w:rsidRPr="00CA6C4F">
              <w:rPr>
                <w:u w:val="double"/>
              </w:rPr>
              <w:t>$</w:t>
            </w:r>
            <w:r w:rsidR="0084767E">
              <w:rPr>
                <w:u w:val="double"/>
              </w:rPr>
              <w:t>103.04</w:t>
            </w:r>
          </w:p>
        </w:tc>
      </w:tr>
      <w:tr w:rsidR="00A552BB" w:rsidTr="001D4B45">
        <w:tc>
          <w:tcPr>
            <w:tcW w:w="450" w:type="dxa"/>
          </w:tcPr>
          <w:p w:rsidR="00A552BB" w:rsidRDefault="00A552BB" w:rsidP="001D4B45">
            <w:pPr>
              <w:tabs>
                <w:tab w:val="decimal" w:pos="360"/>
                <w:tab w:val="left" w:pos="720"/>
              </w:tabs>
              <w:jc w:val="center"/>
            </w:pPr>
          </w:p>
        </w:tc>
        <w:tc>
          <w:tcPr>
            <w:tcW w:w="360" w:type="dxa"/>
          </w:tcPr>
          <w:p w:rsidR="00A552BB" w:rsidRDefault="00A552BB" w:rsidP="001D4B45">
            <w:pPr>
              <w:tabs>
                <w:tab w:val="decimal" w:pos="360"/>
                <w:tab w:val="left" w:pos="720"/>
              </w:tabs>
              <w:spacing w:before="180"/>
              <w:jc w:val="center"/>
              <w:rPr>
                <w:i/>
              </w:rPr>
            </w:pPr>
            <w:r>
              <w:rPr>
                <w:i/>
              </w:rPr>
              <w:t>b.</w:t>
            </w:r>
          </w:p>
        </w:tc>
        <w:tc>
          <w:tcPr>
            <w:tcW w:w="1890" w:type="dxa"/>
          </w:tcPr>
          <w:p w:rsidR="00A552BB" w:rsidRDefault="0084767E" w:rsidP="00A552BB">
            <w:pPr>
              <w:spacing w:before="60"/>
              <w:ind w:right="274"/>
              <w:jc w:val="center"/>
            </w:pPr>
            <w:r w:rsidRPr="0084767E">
              <w:rPr>
                <w:position w:val="-24"/>
              </w:rPr>
              <w:object w:dxaOrig="1600" w:dyaOrig="620">
                <v:shape id="_x0000_i1072" type="#_x0000_t75" style="width:80.15pt;height:30.55pt" o:ole="">
                  <v:imagedata r:id="rId91" o:title=""/>
                </v:shape>
                <o:OLEObject Type="Embed" ProgID="Equation.3" ShapeID="_x0000_i1072" DrawAspect="Content" ObjectID="_1654971096" r:id="rId92"/>
              </w:object>
            </w:r>
          </w:p>
        </w:tc>
        <w:tc>
          <w:tcPr>
            <w:tcW w:w="630" w:type="dxa"/>
          </w:tcPr>
          <w:p w:rsidR="00A552BB" w:rsidRDefault="00A552BB" w:rsidP="00A552BB">
            <w:pPr>
              <w:tabs>
                <w:tab w:val="decimal" w:pos="360"/>
                <w:tab w:val="left" w:pos="720"/>
              </w:tabs>
              <w:spacing w:before="60"/>
              <w:jc w:val="center"/>
            </w:pPr>
            <w:r>
              <w:t xml:space="preserve">  4</w:t>
            </w:r>
          </w:p>
        </w:tc>
        <w:tc>
          <w:tcPr>
            <w:tcW w:w="3240" w:type="dxa"/>
          </w:tcPr>
          <w:p w:rsidR="00A552BB" w:rsidRDefault="00A552BB" w:rsidP="0084767E">
            <w:pPr>
              <w:tabs>
                <w:tab w:val="decimal" w:pos="360"/>
                <w:tab w:val="left" w:pos="720"/>
              </w:tabs>
              <w:ind w:right="360"/>
              <w:jc w:val="right"/>
              <w:rPr>
                <w:u w:val="double"/>
              </w:rPr>
            </w:pPr>
            <w:r>
              <w:t>$100</w:t>
            </w:r>
            <w:r w:rsidR="0084767E" w:rsidRPr="0084767E">
              <w:rPr>
                <w:position w:val="-10"/>
              </w:rPr>
              <w:object w:dxaOrig="1060" w:dyaOrig="380">
                <v:shape id="_x0000_i1073" type="#_x0000_t75" style="width:53pt;height:19pt" o:ole="">
                  <v:imagedata r:id="rId93" o:title=""/>
                </v:shape>
                <o:OLEObject Type="Embed" ProgID="Equation.3" ShapeID="_x0000_i1073" DrawAspect="Content" ObjectID="_1654971097" r:id="rId94"/>
              </w:object>
            </w:r>
            <w:r>
              <w:t xml:space="preserve"> = </w:t>
            </w:r>
            <w:r w:rsidRPr="00CA6C4F">
              <w:rPr>
                <w:u w:val="double"/>
              </w:rPr>
              <w:t>$</w:t>
            </w:r>
            <w:r w:rsidR="0084767E">
              <w:rPr>
                <w:u w:val="double"/>
              </w:rPr>
              <w:t>103.14</w:t>
            </w:r>
          </w:p>
        </w:tc>
      </w:tr>
      <w:tr w:rsidR="00A552BB" w:rsidTr="001D4B45">
        <w:tc>
          <w:tcPr>
            <w:tcW w:w="450" w:type="dxa"/>
          </w:tcPr>
          <w:p w:rsidR="00A552BB" w:rsidRDefault="00A552BB" w:rsidP="001D4B45">
            <w:pPr>
              <w:tabs>
                <w:tab w:val="decimal" w:pos="360"/>
                <w:tab w:val="left" w:pos="720"/>
              </w:tabs>
              <w:jc w:val="center"/>
            </w:pPr>
          </w:p>
        </w:tc>
        <w:tc>
          <w:tcPr>
            <w:tcW w:w="360" w:type="dxa"/>
          </w:tcPr>
          <w:p w:rsidR="00A552BB" w:rsidRDefault="00A552BB" w:rsidP="001D4B45">
            <w:pPr>
              <w:tabs>
                <w:tab w:val="decimal" w:pos="360"/>
                <w:tab w:val="left" w:pos="720"/>
              </w:tabs>
              <w:spacing w:before="180"/>
              <w:jc w:val="center"/>
              <w:rPr>
                <w:i/>
              </w:rPr>
            </w:pPr>
            <w:r>
              <w:rPr>
                <w:i/>
              </w:rPr>
              <w:t>c.</w:t>
            </w:r>
          </w:p>
        </w:tc>
        <w:tc>
          <w:tcPr>
            <w:tcW w:w="1890" w:type="dxa"/>
          </w:tcPr>
          <w:p w:rsidR="00A552BB" w:rsidRDefault="0084767E" w:rsidP="00A552BB">
            <w:pPr>
              <w:spacing w:before="60"/>
              <w:ind w:right="274"/>
              <w:jc w:val="center"/>
            </w:pPr>
            <w:r w:rsidRPr="0084767E">
              <w:rPr>
                <w:position w:val="-24"/>
              </w:rPr>
              <w:object w:dxaOrig="1340" w:dyaOrig="620">
                <v:shape id="_x0000_i1074" type="#_x0000_t75" style="width:67.25pt;height:30.55pt" o:ole="">
                  <v:imagedata r:id="rId95" o:title=""/>
                </v:shape>
                <o:OLEObject Type="Embed" ProgID="Equation.3" ShapeID="_x0000_i1074" DrawAspect="Content" ObjectID="_1654971098" r:id="rId96"/>
              </w:object>
            </w:r>
          </w:p>
        </w:tc>
        <w:tc>
          <w:tcPr>
            <w:tcW w:w="630" w:type="dxa"/>
          </w:tcPr>
          <w:p w:rsidR="00A552BB" w:rsidRDefault="00A552BB" w:rsidP="00A552BB">
            <w:pPr>
              <w:tabs>
                <w:tab w:val="decimal" w:pos="360"/>
                <w:tab w:val="left" w:pos="720"/>
              </w:tabs>
              <w:spacing w:before="60"/>
              <w:jc w:val="center"/>
            </w:pPr>
            <w:r>
              <w:t xml:space="preserve">  2</w:t>
            </w:r>
          </w:p>
        </w:tc>
        <w:tc>
          <w:tcPr>
            <w:tcW w:w="3240" w:type="dxa"/>
          </w:tcPr>
          <w:p w:rsidR="00A552BB" w:rsidRDefault="00A552BB" w:rsidP="0084767E">
            <w:pPr>
              <w:tabs>
                <w:tab w:val="decimal" w:pos="360"/>
                <w:tab w:val="left" w:pos="720"/>
              </w:tabs>
              <w:ind w:right="360"/>
              <w:jc w:val="right"/>
              <w:rPr>
                <w:u w:val="double"/>
              </w:rPr>
            </w:pPr>
            <w:r>
              <w:t>$100</w:t>
            </w:r>
            <w:r w:rsidR="0084767E" w:rsidRPr="0084767E">
              <w:rPr>
                <w:position w:val="-10"/>
              </w:rPr>
              <w:object w:dxaOrig="820" w:dyaOrig="380">
                <v:shape id="_x0000_i1075" type="#_x0000_t75" style="width:41.45pt;height:19pt" o:ole="">
                  <v:imagedata r:id="rId97" o:title=""/>
                </v:shape>
                <o:OLEObject Type="Embed" ProgID="Equation.3" ShapeID="_x0000_i1075" DrawAspect="Content" ObjectID="_1654971099" r:id="rId98"/>
              </w:object>
            </w:r>
            <w:r>
              <w:t xml:space="preserve"> = </w:t>
            </w:r>
            <w:r w:rsidRPr="00CA6C4F">
              <w:rPr>
                <w:u w:val="double"/>
              </w:rPr>
              <w:t>$</w:t>
            </w:r>
            <w:r w:rsidR="0084767E">
              <w:rPr>
                <w:u w:val="double"/>
              </w:rPr>
              <w:t>103.23</w:t>
            </w:r>
          </w:p>
        </w:tc>
      </w:tr>
      <w:tr w:rsidR="00A552BB" w:rsidTr="001D4B45">
        <w:tc>
          <w:tcPr>
            <w:tcW w:w="450" w:type="dxa"/>
          </w:tcPr>
          <w:p w:rsidR="00A552BB" w:rsidRDefault="00A552BB" w:rsidP="001D4B45">
            <w:pPr>
              <w:tabs>
                <w:tab w:val="decimal" w:pos="360"/>
                <w:tab w:val="left" w:pos="720"/>
              </w:tabs>
              <w:jc w:val="center"/>
            </w:pPr>
          </w:p>
        </w:tc>
        <w:tc>
          <w:tcPr>
            <w:tcW w:w="360" w:type="dxa"/>
          </w:tcPr>
          <w:p w:rsidR="00A552BB" w:rsidRDefault="00A552BB" w:rsidP="001D4B45">
            <w:pPr>
              <w:tabs>
                <w:tab w:val="decimal" w:pos="360"/>
                <w:tab w:val="left" w:pos="720"/>
              </w:tabs>
              <w:spacing w:before="60"/>
              <w:jc w:val="center"/>
              <w:rPr>
                <w:i/>
              </w:rPr>
            </w:pPr>
            <w:r>
              <w:rPr>
                <w:i/>
              </w:rPr>
              <w:t>d.</w:t>
            </w:r>
          </w:p>
        </w:tc>
        <w:tc>
          <w:tcPr>
            <w:tcW w:w="1890" w:type="dxa"/>
          </w:tcPr>
          <w:p w:rsidR="00A552BB" w:rsidRDefault="0084767E" w:rsidP="001D4B45">
            <w:pPr>
              <w:spacing w:before="60"/>
              <w:ind w:right="270" w:firstLine="800"/>
            </w:pPr>
            <w:r>
              <w:t>3</w:t>
            </w:r>
            <w:r w:rsidR="00A552BB">
              <w:t>.3%</w:t>
            </w:r>
          </w:p>
        </w:tc>
        <w:tc>
          <w:tcPr>
            <w:tcW w:w="630" w:type="dxa"/>
          </w:tcPr>
          <w:p w:rsidR="00A552BB" w:rsidRDefault="00A552BB" w:rsidP="001D4B45">
            <w:pPr>
              <w:tabs>
                <w:tab w:val="decimal" w:pos="360"/>
                <w:tab w:val="left" w:pos="720"/>
              </w:tabs>
              <w:spacing w:before="60"/>
              <w:jc w:val="center"/>
            </w:pPr>
            <w:r>
              <w:t xml:space="preserve">  1</w:t>
            </w:r>
          </w:p>
        </w:tc>
        <w:tc>
          <w:tcPr>
            <w:tcW w:w="3240" w:type="dxa"/>
          </w:tcPr>
          <w:p w:rsidR="00A552BB" w:rsidRDefault="00A552BB" w:rsidP="0084767E">
            <w:pPr>
              <w:tabs>
                <w:tab w:val="decimal" w:pos="360"/>
                <w:tab w:val="left" w:pos="720"/>
              </w:tabs>
              <w:ind w:right="360"/>
              <w:jc w:val="right"/>
              <w:rPr>
                <w:u w:val="double"/>
              </w:rPr>
            </w:pPr>
            <w:r>
              <w:t>$100</w:t>
            </w:r>
            <w:r w:rsidR="0084767E" w:rsidRPr="0084767E">
              <w:rPr>
                <w:position w:val="-10"/>
              </w:rPr>
              <w:object w:dxaOrig="780" w:dyaOrig="380">
                <v:shape id="_x0000_i1076" type="#_x0000_t75" style="width:38.7pt;height:19pt" o:ole="">
                  <v:imagedata r:id="rId99" o:title=""/>
                </v:shape>
                <o:OLEObject Type="Embed" ProgID="Equation.3" ShapeID="_x0000_i1076" DrawAspect="Content" ObjectID="_1654971100" r:id="rId100"/>
              </w:object>
            </w:r>
            <w:r>
              <w:t xml:space="preserve"> = </w:t>
            </w:r>
            <w:r w:rsidRPr="00CA6C4F">
              <w:rPr>
                <w:u w:val="double"/>
              </w:rPr>
              <w:t>$</w:t>
            </w:r>
            <w:r w:rsidR="0084767E">
              <w:rPr>
                <w:u w:val="double"/>
              </w:rPr>
              <w:t>103.30</w:t>
            </w:r>
          </w:p>
        </w:tc>
      </w:tr>
    </w:tbl>
    <w:p w:rsidR="00A552BB" w:rsidRDefault="00A552BB" w:rsidP="00A552BB">
      <w:pPr>
        <w:pStyle w:val="ISMab"/>
        <w:spacing w:before="120"/>
        <w:ind w:left="907" w:hanging="907"/>
        <w:rPr>
          <w:spacing w:val="-2"/>
        </w:rPr>
      </w:pPr>
      <w:r>
        <w:tab/>
      </w:r>
      <w:r>
        <w:tab/>
      </w:r>
      <w:r>
        <w:tab/>
        <w:t xml:space="preserve">The investor would prefer </w:t>
      </w:r>
      <w:r w:rsidR="0084767E">
        <w:rPr>
          <w:u w:val="double"/>
        </w:rPr>
        <w:t>3</w:t>
      </w:r>
      <w:r>
        <w:rPr>
          <w:u w:val="double"/>
        </w:rPr>
        <w:t>.</w:t>
      </w:r>
      <w:r w:rsidR="0084767E">
        <w:rPr>
          <w:u w:val="double"/>
        </w:rPr>
        <w:t>3</w:t>
      </w:r>
      <w:r>
        <w:rPr>
          <w:u w:val="double"/>
        </w:rPr>
        <w:t xml:space="preserve">% </w:t>
      </w:r>
      <w:r>
        <w:rPr>
          <w:spacing w:val="-2"/>
          <w:u w:val="double"/>
        </w:rPr>
        <w:t>compounded annually</w:t>
      </w:r>
      <w:r>
        <w:rPr>
          <w:spacing w:val="-2"/>
        </w:rPr>
        <w:t xml:space="preserve"> </w:t>
      </w:r>
    </w:p>
    <w:p w:rsidR="00A552BB" w:rsidRDefault="00A552BB" w:rsidP="00217342">
      <w:pPr>
        <w:pStyle w:val="ISMab"/>
        <w:spacing w:after="240"/>
        <w:ind w:left="907" w:hanging="907"/>
      </w:pP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proofErr w:type="gramStart"/>
      <w:r>
        <w:t>since</w:t>
      </w:r>
      <w:proofErr w:type="gramEnd"/>
      <w:r>
        <w:t xml:space="preserve"> it produces the highest </w:t>
      </w:r>
      <w:r>
        <w:rPr>
          <w:spacing w:val="-2"/>
        </w:rPr>
        <w:t>maturity value.</w:t>
      </w:r>
    </w:p>
    <w:p w:rsidR="001D11DC" w:rsidRDefault="001D11DC">
      <w:pPr>
        <w:tabs>
          <w:tab w:val="decimal" w:pos="360"/>
          <w:tab w:val="left" w:pos="720"/>
        </w:tabs>
      </w:pPr>
      <w:r>
        <w:tab/>
      </w:r>
      <w:r w:rsidR="00A552BB">
        <w:t>11</w:t>
      </w:r>
      <w:r>
        <w:t>.</w:t>
      </w:r>
      <w:r>
        <w:tab/>
      </w:r>
      <w:r>
        <w:rPr>
          <w:rFonts w:ascii="Times New Roman" w:hAnsi="Times New Roman"/>
          <w:i/>
        </w:rPr>
        <w:t>PV</w:t>
      </w:r>
      <w:r>
        <w:t xml:space="preserve"> = $</w:t>
      </w:r>
      <w:r w:rsidR="003B3C98">
        <w:t>12,</w:t>
      </w:r>
      <w:r>
        <w:t xml:space="preserve">000;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="003B3C98" w:rsidRPr="00C2689B">
        <w:rPr>
          <w:position w:val="-12"/>
        </w:rPr>
        <w:object w:dxaOrig="440" w:dyaOrig="360">
          <v:shape id="_x0000_i1077" type="#_x0000_t75" style="width:22.4pt;height:18.35pt" o:ole="" o:allowoverlap="f">
            <v:imagedata r:id="rId101" o:title=""/>
          </v:shape>
          <o:OLEObject Type="Embed" ProgID="Equation.3" ShapeID="_x0000_i1077" DrawAspect="Content" ObjectID="_1654971101" r:id="rId102"/>
        </w:object>
      </w:r>
      <w:r>
        <w:t xml:space="preserve"> = </w:t>
      </w:r>
      <w:r w:rsidR="003B3C98">
        <w:t>1.8</w:t>
      </w:r>
      <w:r>
        <w:t xml:space="preserve">%; </w:t>
      </w:r>
      <w:r>
        <w:rPr>
          <w:rFonts w:ascii="Times New Roman" w:hAnsi="Times New Roman"/>
          <w:i/>
        </w:rPr>
        <w:t>n</w:t>
      </w:r>
      <w:r>
        <w:t xml:space="preserve"> = </w:t>
      </w:r>
      <w:r w:rsidR="003B3C98">
        <w:t>4</w:t>
      </w:r>
      <w:r>
        <w:t xml:space="preserve">(1.5) = </w:t>
      </w:r>
      <w:r w:rsidR="003B3C98">
        <w:t>6</w:t>
      </w:r>
    </w:p>
    <w:p w:rsidR="001D11DC" w:rsidRDefault="001D11DC">
      <w:pPr>
        <w:tabs>
          <w:tab w:val="decimal" w:pos="360"/>
          <w:tab w:val="left" w:pos="720"/>
        </w:tabs>
        <w:rPr>
          <w:u w:val="double"/>
        </w:rPr>
      </w:pPr>
      <w:r>
        <w:tab/>
      </w:r>
      <w:r>
        <w:tab/>
        <w:t xml:space="preserve">Maturity value, </w:t>
      </w:r>
      <w:r w:rsidRPr="002A5267">
        <w:rPr>
          <w:position w:val="-10"/>
        </w:rPr>
        <w:object w:dxaOrig="1500" w:dyaOrig="380">
          <v:shape id="_x0000_i1078" type="#_x0000_t75" style="width:75.4pt;height:19pt" o:ole="" fillcolor="window">
            <v:imagedata r:id="rId103" o:title=""/>
          </v:shape>
          <o:OLEObject Type="Embed" ProgID="Equation.3" ShapeID="_x0000_i1078" DrawAspect="Content" ObjectID="_1654971102" r:id="rId104"/>
        </w:object>
      </w:r>
      <w:r>
        <w:t xml:space="preserve"> = $</w:t>
      </w:r>
      <w:r w:rsidR="003B3C98">
        <w:t>12,</w:t>
      </w:r>
      <w:r>
        <w:t>000</w:t>
      </w:r>
      <w:r w:rsidR="003B3C98" w:rsidRPr="003B3C98">
        <w:rPr>
          <w:position w:val="-10"/>
        </w:rPr>
        <w:object w:dxaOrig="820" w:dyaOrig="380">
          <v:shape id="_x0000_i1079" type="#_x0000_t75" style="width:41.45pt;height:19pt" o:ole="" fillcolor="window">
            <v:imagedata r:id="rId105" o:title=""/>
          </v:shape>
          <o:OLEObject Type="Embed" ProgID="Equation.3" ShapeID="_x0000_i1079" DrawAspect="Content" ObjectID="_1654971103" r:id="rId106"/>
        </w:object>
      </w:r>
      <w:r>
        <w:t xml:space="preserve"> = </w:t>
      </w:r>
      <w:r>
        <w:rPr>
          <w:u w:val="double"/>
        </w:rPr>
        <w:t>$</w:t>
      </w:r>
      <w:r w:rsidR="004F30C5">
        <w:rPr>
          <w:u w:val="double"/>
        </w:rPr>
        <w:t>13,355</w:t>
      </w:r>
      <w:r>
        <w:rPr>
          <w:u w:val="double"/>
        </w:rPr>
        <w:t>.</w:t>
      </w:r>
      <w:r w:rsidR="004F30C5">
        <w:rPr>
          <w:u w:val="double"/>
        </w:rPr>
        <w:t>74</w:t>
      </w:r>
    </w:p>
    <w:p w:rsidR="001D11DC" w:rsidRDefault="001D11DC">
      <w:pPr>
        <w:tabs>
          <w:tab w:val="decimal" w:pos="360"/>
          <w:tab w:val="left" w:pos="720"/>
        </w:tabs>
        <w:spacing w:after="180"/>
        <w:rPr>
          <w:u w:val="double"/>
        </w:rPr>
      </w:pPr>
      <w:r>
        <w:tab/>
      </w:r>
      <w:r>
        <w:tab/>
        <w:t xml:space="preserve">Interest charged = </w:t>
      </w:r>
      <w:r>
        <w:rPr>
          <w:rFonts w:ascii="Times New Roman" w:hAnsi="Times New Roman"/>
          <w:i/>
        </w:rPr>
        <w:t>FV</w:t>
      </w:r>
      <w:r>
        <w:t xml:space="preserve"> – </w:t>
      </w:r>
      <w:r>
        <w:rPr>
          <w:rFonts w:ascii="Times New Roman" w:hAnsi="Times New Roman"/>
          <w:i/>
        </w:rPr>
        <w:t>PV</w:t>
      </w:r>
      <w:r>
        <w:t xml:space="preserve"> = </w:t>
      </w:r>
      <w:r w:rsidR="004F30C5" w:rsidRPr="004F30C5">
        <w:t>$13,355.74</w:t>
      </w:r>
      <w:r w:rsidR="004F30C5" w:rsidRPr="00DA0E33">
        <w:t xml:space="preserve"> </w:t>
      </w:r>
      <w:r>
        <w:t>– $</w:t>
      </w:r>
      <w:r w:rsidR="004F30C5">
        <w:t>12,</w:t>
      </w:r>
      <w:r>
        <w:t xml:space="preserve">000 = </w:t>
      </w:r>
      <w:r>
        <w:rPr>
          <w:u w:val="double"/>
        </w:rPr>
        <w:t>$</w:t>
      </w:r>
      <w:r w:rsidR="004F30C5">
        <w:rPr>
          <w:u w:val="double"/>
        </w:rPr>
        <w:t>1355</w:t>
      </w:r>
      <w:r>
        <w:rPr>
          <w:u w:val="double"/>
        </w:rPr>
        <w:t>.</w:t>
      </w:r>
      <w:r w:rsidR="004F30C5">
        <w:rPr>
          <w:u w:val="double"/>
        </w:rPr>
        <w:t>74</w:t>
      </w:r>
    </w:p>
    <w:p w:rsidR="008177F9" w:rsidRDefault="001D11DC">
      <w:pPr>
        <w:pStyle w:val="ISM"/>
      </w:pPr>
      <w:r>
        <w:tab/>
        <w:t>1</w:t>
      </w:r>
      <w:r w:rsidR="00A552BB">
        <w:t>3</w:t>
      </w:r>
      <w:r>
        <w:t>.</w:t>
      </w:r>
      <w:r>
        <w:tab/>
        <w:t xml:space="preserve">Maturity value at </w:t>
      </w:r>
      <w:r w:rsidR="00381CCB">
        <w:t>5</w:t>
      </w:r>
      <w:r>
        <w:t xml:space="preserve">% = </w:t>
      </w:r>
      <w:r w:rsidRPr="002A5267">
        <w:rPr>
          <w:position w:val="-10"/>
        </w:rPr>
        <w:object w:dxaOrig="960" w:dyaOrig="380">
          <v:shape id="_x0000_i1080" type="#_x0000_t75" style="width:48.25pt;height:19pt" o:ole="" fillcolor="window">
            <v:imagedata r:id="rId107" o:title=""/>
          </v:shape>
          <o:OLEObject Type="Embed" ProgID="Equation.3" ShapeID="_x0000_i1080" DrawAspect="Content" ObjectID="_1654971104" r:id="rId108"/>
        </w:object>
      </w:r>
      <w:r>
        <w:t xml:space="preserve"> = $1</w:t>
      </w:r>
      <w:r w:rsidR="004F30C5">
        <w:t>0,</w:t>
      </w:r>
      <w:r>
        <w:t>000</w:t>
      </w:r>
      <w:r w:rsidR="00495C5F" w:rsidRPr="0084767E">
        <w:rPr>
          <w:position w:val="-10"/>
        </w:rPr>
        <w:object w:dxaOrig="760" w:dyaOrig="380">
          <v:shape id="_x0000_i1081" type="#_x0000_t75" style="width:38.05pt;height:19pt" o:ole="">
            <v:imagedata r:id="rId109" o:title=""/>
          </v:shape>
          <o:OLEObject Type="Embed" ProgID="Equation.3" ShapeID="_x0000_i1081" DrawAspect="Content" ObjectID="_1654971105" r:id="rId110"/>
        </w:object>
      </w:r>
      <w:r w:rsidR="004F30C5">
        <w:t xml:space="preserve"> = $</w:t>
      </w:r>
      <w:r w:rsidR="00495C5F">
        <w:t>33,863.55</w:t>
      </w:r>
      <w:r>
        <w:tab/>
      </w:r>
      <w:r>
        <w:tab/>
      </w:r>
    </w:p>
    <w:p w:rsidR="001D11DC" w:rsidRDefault="00F8706C">
      <w:pPr>
        <w:pStyle w:val="ISM"/>
      </w:pPr>
      <w:r>
        <w:tab/>
      </w:r>
      <w:r>
        <w:tab/>
      </w:r>
      <w:r w:rsidR="001D11DC">
        <w:t xml:space="preserve">Maturity value at </w:t>
      </w:r>
      <w:r w:rsidR="00381CCB">
        <w:t>4</w:t>
      </w:r>
      <w:r w:rsidR="001D11DC">
        <w:t xml:space="preserve">% = </w:t>
      </w:r>
      <w:r w:rsidR="001D11DC" w:rsidRPr="002A5267">
        <w:rPr>
          <w:position w:val="-10"/>
        </w:rPr>
        <w:object w:dxaOrig="960" w:dyaOrig="380">
          <v:shape id="_x0000_i1082" type="#_x0000_t75" style="width:48.25pt;height:19pt" o:ole="" fillcolor="window">
            <v:imagedata r:id="rId111" o:title=""/>
          </v:shape>
          <o:OLEObject Type="Embed" ProgID="Equation.3" ShapeID="_x0000_i1082" DrawAspect="Content" ObjectID="_1654971106" r:id="rId112"/>
        </w:object>
      </w:r>
      <w:r w:rsidR="001D11DC">
        <w:t xml:space="preserve"> = $1</w:t>
      </w:r>
      <w:r w:rsidR="004F30C5">
        <w:t>0,</w:t>
      </w:r>
      <w:r w:rsidR="001D11DC">
        <w:t>000</w:t>
      </w:r>
      <w:r w:rsidR="00495C5F" w:rsidRPr="0084767E">
        <w:rPr>
          <w:position w:val="-10"/>
        </w:rPr>
        <w:object w:dxaOrig="760" w:dyaOrig="380">
          <v:shape id="_x0000_i1083" type="#_x0000_t75" style="width:38.05pt;height:19pt" o:ole="">
            <v:imagedata r:id="rId113" o:title=""/>
          </v:shape>
          <o:OLEObject Type="Embed" ProgID="Equation.3" ShapeID="_x0000_i1083" DrawAspect="Content" ObjectID="_1654971107" r:id="rId114"/>
        </w:object>
      </w:r>
      <w:r w:rsidR="001D11DC">
        <w:t xml:space="preserve"> = </w:t>
      </w:r>
      <w:r w:rsidR="001D11DC">
        <w:rPr>
          <w:u w:val="single"/>
        </w:rPr>
        <w:t>$</w:t>
      </w:r>
      <w:r w:rsidR="00495C5F">
        <w:rPr>
          <w:u w:val="single"/>
        </w:rPr>
        <w:t>26,658.36</w:t>
      </w:r>
    </w:p>
    <w:p w:rsidR="001D11DC" w:rsidRDefault="001D11DC">
      <w:pPr>
        <w:pStyle w:val="ISM"/>
        <w:ind w:firstLine="4410"/>
        <w:rPr>
          <w:u w:val="double"/>
        </w:rPr>
      </w:pPr>
      <w:r>
        <w:t xml:space="preserve">Difference:   </w:t>
      </w:r>
      <w:r w:rsidR="00C12A22" w:rsidRPr="00C12A22">
        <w:rPr>
          <w:sz w:val="16"/>
          <w:szCs w:val="16"/>
        </w:rPr>
        <w:t xml:space="preserve">  </w:t>
      </w:r>
      <w:r>
        <w:t xml:space="preserve"> </w:t>
      </w:r>
      <w:r w:rsidR="004F30C5">
        <w:rPr>
          <w:u w:val="double"/>
        </w:rPr>
        <w:t>$</w:t>
      </w:r>
      <w:r w:rsidR="00CA228A">
        <w:rPr>
          <w:u w:val="double"/>
        </w:rPr>
        <w:t>7205.19</w:t>
      </w:r>
    </w:p>
    <w:p w:rsidR="001D11DC" w:rsidRDefault="001D11DC">
      <w:pPr>
        <w:pStyle w:val="ISM"/>
      </w:pPr>
      <w:r>
        <w:tab/>
      </w:r>
      <w:r>
        <w:tab/>
        <w:t xml:space="preserve">The difference is </w:t>
      </w:r>
      <w:r w:rsidR="00495C5F" w:rsidRPr="00495C5F">
        <w:rPr>
          <w:position w:val="-28"/>
        </w:rPr>
        <w:object w:dxaOrig="1180" w:dyaOrig="660">
          <v:shape id="_x0000_i1084" type="#_x0000_t75" style="width:59.75pt;height:33.3pt" o:ole="">
            <v:imagedata r:id="rId115" o:title=""/>
          </v:shape>
          <o:OLEObject Type="Embed" ProgID="Equation.3" ShapeID="_x0000_i1084" DrawAspect="Content" ObjectID="_1654971108" r:id="rId116"/>
        </w:object>
      </w:r>
      <w:r>
        <w:rPr>
          <w:sz w:val="28"/>
        </w:rPr>
        <w:sym w:font="Symbol" w:char="F0B4"/>
      </w:r>
      <w:r>
        <w:t xml:space="preserve">100% = </w:t>
      </w:r>
      <w:r w:rsidR="00495C5F">
        <w:rPr>
          <w:u w:val="double"/>
        </w:rPr>
        <w:t>27.03</w:t>
      </w:r>
      <w:r>
        <w:rPr>
          <w:u w:val="double"/>
        </w:rPr>
        <w:t>%</w:t>
      </w:r>
      <w:r>
        <w:t xml:space="preserve"> of the</w:t>
      </w:r>
    </w:p>
    <w:p w:rsidR="001D11DC" w:rsidRDefault="001D11DC">
      <w:pPr>
        <w:pStyle w:val="ISM"/>
        <w:spacing w:after="180"/>
        <w:rPr>
          <w:spacing w:val="-2"/>
        </w:rPr>
      </w:pPr>
      <w:r>
        <w:tab/>
      </w:r>
      <w:r>
        <w:tab/>
        <w:t xml:space="preserve">maturity value at </w:t>
      </w:r>
      <w:r w:rsidR="00495C5F">
        <w:t>4</w:t>
      </w:r>
      <w:r>
        <w:t xml:space="preserve">% </w:t>
      </w:r>
      <w:r>
        <w:rPr>
          <w:spacing w:val="-2"/>
        </w:rPr>
        <w:t>compounded annually.</w:t>
      </w:r>
    </w:p>
    <w:p w:rsidR="001D11DC" w:rsidRDefault="001D11DC">
      <w:pPr>
        <w:pStyle w:val="ISM"/>
      </w:pPr>
      <w:r>
        <w:tab/>
        <w:t>1</w:t>
      </w:r>
      <w:r w:rsidR="00A552BB">
        <w:t>5</w:t>
      </w:r>
      <w:r>
        <w:t>.</w:t>
      </w:r>
      <w:r>
        <w:tab/>
        <w:t xml:space="preserve">Maturity value after 25 years = </w:t>
      </w:r>
      <w:r w:rsidRPr="002A5267">
        <w:rPr>
          <w:position w:val="-10"/>
        </w:rPr>
        <w:object w:dxaOrig="960" w:dyaOrig="380">
          <v:shape id="_x0000_i1085" type="#_x0000_t75" style="width:48.25pt;height:19pt" o:ole="" fillcolor="window">
            <v:imagedata r:id="rId117" o:title=""/>
          </v:shape>
          <o:OLEObject Type="Embed" ProgID="Equation.3" ShapeID="_x0000_i1085" DrawAspect="Content" ObjectID="_1654971109" r:id="rId118"/>
        </w:object>
      </w:r>
      <w:r>
        <w:t xml:space="preserve"> = $1</w:t>
      </w:r>
      <w:r w:rsidR="00261421">
        <w:t>0,</w:t>
      </w:r>
      <w:r>
        <w:t>000</w:t>
      </w:r>
      <w:r w:rsidR="00CA228A" w:rsidRPr="003B15DE">
        <w:rPr>
          <w:position w:val="-10"/>
        </w:rPr>
        <w:object w:dxaOrig="780" w:dyaOrig="360">
          <v:shape id="_x0000_i1086" type="#_x0000_t75" style="width:38.7pt;height:18.35pt" o:ole="" fillcolor="window">
            <v:imagedata r:id="rId119" o:title=""/>
          </v:shape>
          <o:OLEObject Type="Embed" ProgID="Equation.3" ShapeID="_x0000_i1086" DrawAspect="Content" ObjectID="_1654971110" r:id="rId120"/>
        </w:object>
      </w:r>
      <w:r>
        <w:t xml:space="preserve"> = $</w:t>
      </w:r>
      <w:r w:rsidR="00CA228A">
        <w:t>33,863.55</w:t>
      </w:r>
    </w:p>
    <w:p w:rsidR="001D11DC" w:rsidRDefault="001D11DC">
      <w:pPr>
        <w:pStyle w:val="ISM"/>
      </w:pPr>
      <w:r>
        <w:tab/>
      </w:r>
      <w:r>
        <w:tab/>
        <w:t xml:space="preserve">Maturity value after 20 years = </w:t>
      </w:r>
      <w:r w:rsidRPr="002A5267">
        <w:rPr>
          <w:position w:val="-10"/>
        </w:rPr>
        <w:object w:dxaOrig="960" w:dyaOrig="380">
          <v:shape id="_x0000_i1087" type="#_x0000_t75" style="width:48.25pt;height:19pt" o:ole="" fillcolor="window">
            <v:imagedata r:id="rId117" o:title=""/>
          </v:shape>
          <o:OLEObject Type="Embed" ProgID="Equation.3" ShapeID="_x0000_i1087" DrawAspect="Content" ObjectID="_1654971111" r:id="rId121"/>
        </w:object>
      </w:r>
      <w:r>
        <w:t xml:space="preserve"> = $1</w:t>
      </w:r>
      <w:r w:rsidR="00261421">
        <w:t>0,</w:t>
      </w:r>
      <w:r>
        <w:t>000</w:t>
      </w:r>
      <w:r w:rsidR="00CA228A" w:rsidRPr="003B15DE">
        <w:rPr>
          <w:position w:val="-10"/>
        </w:rPr>
        <w:object w:dxaOrig="780" w:dyaOrig="380">
          <v:shape id="_x0000_i1088" type="#_x0000_t75" style="width:38.7pt;height:19pt" o:ole="" fillcolor="window">
            <v:imagedata r:id="rId122" o:title=""/>
          </v:shape>
          <o:OLEObject Type="Embed" ProgID="Equation.3" ShapeID="_x0000_i1088" DrawAspect="Content" ObjectID="_1654971112" r:id="rId123"/>
        </w:object>
      </w:r>
      <w:r>
        <w:t xml:space="preserve"> = </w:t>
      </w:r>
      <w:r>
        <w:rPr>
          <w:u w:val="single"/>
        </w:rPr>
        <w:t>$</w:t>
      </w:r>
      <w:r w:rsidR="00CA228A">
        <w:rPr>
          <w:u w:val="single"/>
        </w:rPr>
        <w:t>26,532.98</w:t>
      </w:r>
    </w:p>
    <w:p w:rsidR="001D11DC" w:rsidRDefault="001D11DC">
      <w:pPr>
        <w:pStyle w:val="ISM"/>
        <w:ind w:firstLine="5040"/>
        <w:rPr>
          <w:u w:val="double"/>
        </w:rPr>
      </w:pPr>
      <w:r>
        <w:t xml:space="preserve">Difference:   </w:t>
      </w:r>
      <w:r w:rsidR="00261421">
        <w:t xml:space="preserve">  </w:t>
      </w:r>
      <w:r>
        <w:t xml:space="preserve">   </w:t>
      </w:r>
      <w:r>
        <w:rPr>
          <w:u w:val="double"/>
        </w:rPr>
        <w:t>$</w:t>
      </w:r>
      <w:r w:rsidR="00CA228A">
        <w:rPr>
          <w:u w:val="double"/>
        </w:rPr>
        <w:t>7330.57</w:t>
      </w:r>
    </w:p>
    <w:p w:rsidR="008463D5" w:rsidRDefault="001D11DC" w:rsidP="00F949B1">
      <w:pPr>
        <w:pStyle w:val="ISM"/>
        <w:spacing w:after="120"/>
      </w:pPr>
      <w:r>
        <w:tab/>
      </w:r>
      <w:r>
        <w:tab/>
        <w:t xml:space="preserve">The difference is </w:t>
      </w:r>
      <w:r w:rsidR="00CA228A" w:rsidRPr="00CA228A">
        <w:rPr>
          <w:position w:val="-28"/>
        </w:rPr>
        <w:object w:dxaOrig="1180" w:dyaOrig="660">
          <v:shape id="_x0000_i1089" type="#_x0000_t75" style="width:59.75pt;height:33.3pt" o:ole="">
            <v:imagedata r:id="rId124" o:title=""/>
          </v:shape>
          <o:OLEObject Type="Embed" ProgID="Equation.3" ShapeID="_x0000_i1089" DrawAspect="Content" ObjectID="_1654971113" r:id="rId125"/>
        </w:object>
      </w:r>
      <w:r>
        <w:rPr>
          <w:sz w:val="28"/>
        </w:rPr>
        <w:sym w:font="Symbol" w:char="F0B4"/>
      </w:r>
      <w:r>
        <w:t xml:space="preserve">100% = </w:t>
      </w:r>
      <w:r w:rsidR="00CA228A">
        <w:rPr>
          <w:u w:val="double"/>
        </w:rPr>
        <w:t>27.63</w:t>
      </w:r>
      <w:r>
        <w:rPr>
          <w:u w:val="double"/>
        </w:rPr>
        <w:t>%</w:t>
      </w:r>
      <w:r>
        <w:t xml:space="preserve"> of the amount after 20 years.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1422"/>
        <w:gridCol w:w="1350"/>
        <w:gridCol w:w="1350"/>
        <w:gridCol w:w="1440"/>
      </w:tblGrid>
      <w:tr w:rsidR="001D11DC">
        <w:tc>
          <w:tcPr>
            <w:tcW w:w="648" w:type="dxa"/>
          </w:tcPr>
          <w:p w:rsidR="001D11DC" w:rsidRDefault="001D11DC">
            <w:pPr>
              <w:pStyle w:val="ISM"/>
            </w:pPr>
            <w:r>
              <w:t>1</w:t>
            </w:r>
            <w:r w:rsidR="00A552BB">
              <w:t>7</w:t>
            </w:r>
            <w:r>
              <w:t>.</w:t>
            </w:r>
          </w:p>
        </w:tc>
        <w:tc>
          <w:tcPr>
            <w:tcW w:w="1422" w:type="dxa"/>
          </w:tcPr>
          <w:p w:rsidR="001D11DC" w:rsidRDefault="001D11DC">
            <w:pPr>
              <w:pStyle w:val="ISM"/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Interest rate</w:t>
            </w:r>
          </w:p>
        </w:tc>
        <w:tc>
          <w:tcPr>
            <w:tcW w:w="1350" w:type="dxa"/>
          </w:tcPr>
          <w:p w:rsidR="001D11DC" w:rsidRDefault="001D11DC">
            <w:pPr>
              <w:pStyle w:val="ISM"/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20 years</w:t>
            </w:r>
          </w:p>
        </w:tc>
        <w:tc>
          <w:tcPr>
            <w:tcW w:w="1350" w:type="dxa"/>
          </w:tcPr>
          <w:p w:rsidR="001D11DC" w:rsidRDefault="001D11DC">
            <w:pPr>
              <w:pStyle w:val="ISM"/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25 years</w:t>
            </w:r>
          </w:p>
        </w:tc>
        <w:tc>
          <w:tcPr>
            <w:tcW w:w="1440" w:type="dxa"/>
          </w:tcPr>
          <w:p w:rsidR="001D11DC" w:rsidRDefault="001D11DC">
            <w:pPr>
              <w:pStyle w:val="ISM"/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30 years</w:t>
            </w:r>
          </w:p>
        </w:tc>
      </w:tr>
      <w:tr w:rsidR="001D11DC">
        <w:tc>
          <w:tcPr>
            <w:tcW w:w="648" w:type="dxa"/>
          </w:tcPr>
          <w:p w:rsidR="001D11DC" w:rsidRDefault="001D11DC">
            <w:pPr>
              <w:pStyle w:val="ISM"/>
            </w:pPr>
          </w:p>
        </w:tc>
        <w:tc>
          <w:tcPr>
            <w:tcW w:w="1422" w:type="dxa"/>
          </w:tcPr>
          <w:p w:rsidR="001D11DC" w:rsidRDefault="001D11DC">
            <w:pPr>
              <w:pStyle w:val="ISM"/>
              <w:tabs>
                <w:tab w:val="clear" w:pos="270"/>
                <w:tab w:val="clear" w:pos="540"/>
                <w:tab w:val="decimal" w:pos="792"/>
              </w:tabs>
            </w:pPr>
            <w:r>
              <w:t>8%</w:t>
            </w:r>
          </w:p>
        </w:tc>
        <w:tc>
          <w:tcPr>
            <w:tcW w:w="1350" w:type="dxa"/>
          </w:tcPr>
          <w:p w:rsidR="001D11DC" w:rsidRDefault="001D11DC">
            <w:pPr>
              <w:pStyle w:val="ISM"/>
              <w:tabs>
                <w:tab w:val="clear" w:pos="270"/>
                <w:tab w:val="clear" w:pos="540"/>
                <w:tab w:val="decimal" w:pos="810"/>
              </w:tabs>
              <w:rPr>
                <w:u w:val="double"/>
              </w:rPr>
            </w:pPr>
            <w:r>
              <w:rPr>
                <w:u w:val="double"/>
              </w:rPr>
              <w:t>$4660.96</w:t>
            </w:r>
          </w:p>
        </w:tc>
        <w:tc>
          <w:tcPr>
            <w:tcW w:w="1350" w:type="dxa"/>
          </w:tcPr>
          <w:p w:rsidR="001D11DC" w:rsidRDefault="001D11DC">
            <w:pPr>
              <w:pStyle w:val="ISM"/>
              <w:tabs>
                <w:tab w:val="clear" w:pos="270"/>
                <w:tab w:val="clear" w:pos="540"/>
                <w:tab w:val="decimal" w:pos="882"/>
              </w:tabs>
              <w:rPr>
                <w:u w:val="double"/>
              </w:rPr>
            </w:pPr>
            <w:r>
              <w:rPr>
                <w:u w:val="double"/>
              </w:rPr>
              <w:t>$6848.48</w:t>
            </w:r>
          </w:p>
        </w:tc>
        <w:tc>
          <w:tcPr>
            <w:tcW w:w="1440" w:type="dxa"/>
          </w:tcPr>
          <w:p w:rsidR="001D11DC" w:rsidRDefault="001D11DC">
            <w:pPr>
              <w:pStyle w:val="ISM"/>
              <w:tabs>
                <w:tab w:val="clear" w:pos="270"/>
                <w:tab w:val="clear" w:pos="540"/>
                <w:tab w:val="decimal" w:pos="990"/>
              </w:tabs>
              <w:rPr>
                <w:u w:val="double"/>
              </w:rPr>
            </w:pPr>
            <w:r>
              <w:rPr>
                <w:u w:val="double"/>
              </w:rPr>
              <w:t>$10,062.66</w:t>
            </w:r>
          </w:p>
        </w:tc>
      </w:tr>
      <w:tr w:rsidR="001D11DC">
        <w:tc>
          <w:tcPr>
            <w:tcW w:w="648" w:type="dxa"/>
          </w:tcPr>
          <w:p w:rsidR="001D11DC" w:rsidRDefault="001D11DC">
            <w:pPr>
              <w:pStyle w:val="ISM"/>
            </w:pPr>
          </w:p>
        </w:tc>
        <w:tc>
          <w:tcPr>
            <w:tcW w:w="1422" w:type="dxa"/>
          </w:tcPr>
          <w:p w:rsidR="001D11DC" w:rsidRDefault="001D11DC">
            <w:pPr>
              <w:pStyle w:val="ISM"/>
              <w:tabs>
                <w:tab w:val="clear" w:pos="270"/>
                <w:tab w:val="clear" w:pos="540"/>
                <w:tab w:val="decimal" w:pos="792"/>
              </w:tabs>
            </w:pPr>
            <w:r>
              <w:t>10%</w:t>
            </w:r>
          </w:p>
        </w:tc>
        <w:tc>
          <w:tcPr>
            <w:tcW w:w="1350" w:type="dxa"/>
          </w:tcPr>
          <w:p w:rsidR="001D11DC" w:rsidRDefault="001D11DC">
            <w:pPr>
              <w:pStyle w:val="ISM"/>
              <w:tabs>
                <w:tab w:val="clear" w:pos="270"/>
                <w:tab w:val="clear" w:pos="540"/>
                <w:tab w:val="decimal" w:pos="810"/>
              </w:tabs>
              <w:rPr>
                <w:u w:val="double"/>
              </w:rPr>
            </w:pPr>
            <w:r>
              <w:rPr>
                <w:u w:val="double"/>
              </w:rPr>
              <w:t>$6727.50</w:t>
            </w:r>
          </w:p>
        </w:tc>
        <w:tc>
          <w:tcPr>
            <w:tcW w:w="1350" w:type="dxa"/>
          </w:tcPr>
          <w:p w:rsidR="001D11DC" w:rsidRDefault="001D11DC">
            <w:pPr>
              <w:pStyle w:val="ISM"/>
              <w:tabs>
                <w:tab w:val="clear" w:pos="270"/>
                <w:tab w:val="clear" w:pos="540"/>
                <w:tab w:val="decimal" w:pos="882"/>
              </w:tabs>
            </w:pPr>
            <w:r>
              <w:rPr>
                <w:u w:val="double"/>
              </w:rPr>
              <w:t>$10,834.71</w:t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</w:p>
        </w:tc>
        <w:tc>
          <w:tcPr>
            <w:tcW w:w="1440" w:type="dxa"/>
          </w:tcPr>
          <w:p w:rsidR="001D11DC" w:rsidRDefault="001D11DC">
            <w:pPr>
              <w:pStyle w:val="ISM"/>
              <w:tabs>
                <w:tab w:val="clear" w:pos="270"/>
                <w:tab w:val="clear" w:pos="540"/>
                <w:tab w:val="decimal" w:pos="990"/>
              </w:tabs>
              <w:rPr>
                <w:u w:val="double"/>
              </w:rPr>
            </w:pPr>
            <w:r>
              <w:rPr>
                <w:u w:val="double"/>
              </w:rPr>
              <w:t>$17,449.40</w:t>
            </w:r>
          </w:p>
        </w:tc>
      </w:tr>
    </w:tbl>
    <w:p w:rsidR="00FE4E93" w:rsidRDefault="00FE4E93">
      <w:r>
        <w:br w:type="page"/>
      </w:r>
    </w:p>
    <w:p w:rsidR="001D11DC" w:rsidRDefault="001D11DC">
      <w:pPr>
        <w:pStyle w:val="ISM"/>
        <w:spacing w:after="180"/>
      </w:pPr>
      <w:r>
        <w:lastRenderedPageBreak/>
        <w:t>1</w:t>
      </w:r>
      <w:r w:rsidR="00061D25">
        <w:t>9</w:t>
      </w:r>
      <w:r>
        <w:t>.</w:t>
      </w:r>
      <w:r>
        <w:tab/>
        <w:t xml:space="preserve">Equivalent </w:t>
      </w:r>
      <w:r w:rsidR="00061D25">
        <w:t>payment</w:t>
      </w:r>
      <w:r>
        <w:t xml:space="preserve"> </w:t>
      </w:r>
      <w:r>
        <w:rPr>
          <w:i/>
        </w:rPr>
        <w:t xml:space="preserve">= </w:t>
      </w:r>
      <w:r w:rsidRPr="002A5267">
        <w:rPr>
          <w:position w:val="-10"/>
        </w:rPr>
        <w:object w:dxaOrig="1499" w:dyaOrig="380">
          <v:shape id="_x0000_i1090" type="#_x0000_t75" style="width:75.4pt;height:19pt" o:ole="" fillcolor="window">
            <v:imagedata r:id="rId126" o:title=""/>
          </v:shape>
          <o:OLEObject Type="Embed" ProgID="Equation.3" ShapeID="_x0000_i1090" DrawAspect="Content" ObjectID="_1654971114" r:id="rId127"/>
        </w:object>
      </w:r>
      <w:r>
        <w:t xml:space="preserve"> = $5000</w:t>
      </w:r>
      <w:r w:rsidR="00C66AD9" w:rsidRPr="002A5267">
        <w:rPr>
          <w:position w:val="-10"/>
        </w:rPr>
        <w:object w:dxaOrig="940" w:dyaOrig="380">
          <v:shape id="_x0000_i1091" type="#_x0000_t75" style="width:46.2pt;height:19pt" o:ole="" fillcolor="window">
            <v:imagedata r:id="rId128" o:title=""/>
          </v:shape>
          <o:OLEObject Type="Embed" ProgID="Equation.3" ShapeID="_x0000_i1091" DrawAspect="Content" ObjectID="_1654971115" r:id="rId129"/>
        </w:object>
      </w:r>
      <w:r>
        <w:t xml:space="preserve"> = </w:t>
      </w:r>
      <w:r>
        <w:rPr>
          <w:u w:val="double"/>
        </w:rPr>
        <w:t>$</w:t>
      </w:r>
      <w:r w:rsidR="00C66AD9">
        <w:rPr>
          <w:u w:val="double"/>
        </w:rPr>
        <w:t>5682.38</w:t>
      </w:r>
    </w:p>
    <w:p w:rsidR="00061D25" w:rsidRDefault="00061D25" w:rsidP="00061D25">
      <w:pPr>
        <w:pStyle w:val="ISM"/>
        <w:spacing w:after="180"/>
      </w:pPr>
      <w:r>
        <w:tab/>
        <w:t>21.</w:t>
      </w:r>
      <w:r>
        <w:tab/>
        <w:t xml:space="preserve">Equivalent amount </w:t>
      </w:r>
      <w:r>
        <w:rPr>
          <w:rFonts w:ascii="Times New Roman" w:hAnsi="Times New Roman"/>
          <w:i/>
        </w:rPr>
        <w:t>=</w:t>
      </w:r>
      <w:r w:rsidRPr="002A5267">
        <w:rPr>
          <w:position w:val="-10"/>
        </w:rPr>
        <w:object w:dxaOrig="1499" w:dyaOrig="380">
          <v:shape id="_x0000_i1092" type="#_x0000_t75" style="width:75.4pt;height:19pt" o:ole="" fillcolor="window">
            <v:imagedata r:id="rId126" o:title=""/>
          </v:shape>
          <o:OLEObject Type="Embed" ProgID="Equation.3" ShapeID="_x0000_i1092" DrawAspect="Content" ObjectID="_1654971116" r:id="rId130"/>
        </w:object>
      </w:r>
      <w:r>
        <w:t xml:space="preserve"> = $10,000</w:t>
      </w:r>
      <w:r w:rsidRPr="00F77D47">
        <w:rPr>
          <w:position w:val="-10"/>
        </w:rPr>
        <w:object w:dxaOrig="1579" w:dyaOrig="360">
          <v:shape id="_x0000_i1093" type="#_x0000_t75" style="width:78.8pt;height:18.35pt" o:ole="" fillcolor="window">
            <v:imagedata r:id="rId131" o:title=""/>
          </v:shape>
          <o:OLEObject Type="Embed" ProgID="Equation.3" ShapeID="_x0000_i1093" DrawAspect="Content" ObjectID="_1654971117" r:id="rId132"/>
        </w:object>
      </w:r>
      <w:r>
        <w:t xml:space="preserve"> = </w:t>
      </w:r>
      <w:r>
        <w:rPr>
          <w:u w:val="double"/>
        </w:rPr>
        <w:t>$12,454.51</w:t>
      </w:r>
    </w:p>
    <w:p w:rsidR="00A62AE5" w:rsidRDefault="001D11DC">
      <w:pPr>
        <w:pStyle w:val="ISM"/>
      </w:pPr>
      <w:r>
        <w:tab/>
      </w:r>
      <w:r w:rsidR="00061D25">
        <w:t>23</w:t>
      </w:r>
      <w:r>
        <w:t>.</w:t>
      </w:r>
      <w:r>
        <w:tab/>
      </w:r>
      <w:r w:rsidR="00A62AE5">
        <w:t xml:space="preserve">Calculate equivalent values at a focal date 4 years from now. </w:t>
      </w:r>
    </w:p>
    <w:p w:rsidR="001D11DC" w:rsidRDefault="00A62AE5">
      <w:pPr>
        <w:pStyle w:val="ISM"/>
      </w:pPr>
      <w:r>
        <w:tab/>
      </w:r>
      <w:r>
        <w:tab/>
      </w:r>
      <w:r w:rsidR="001D11DC">
        <w:t xml:space="preserve">For the first payment, </w:t>
      </w:r>
      <w:r w:rsidR="001D11DC">
        <w:rPr>
          <w:rFonts w:ascii="Times New Roman" w:hAnsi="Times New Roman"/>
          <w:i/>
        </w:rPr>
        <w:t>PV</w:t>
      </w:r>
      <w:r w:rsidR="001D11DC">
        <w:t xml:space="preserve"> = $1300, </w:t>
      </w:r>
      <w:proofErr w:type="spellStart"/>
      <w:r w:rsidR="001D11DC">
        <w:rPr>
          <w:rFonts w:ascii="Times New Roman" w:hAnsi="Times New Roman"/>
          <w:i/>
        </w:rPr>
        <w:t>i</w:t>
      </w:r>
      <w:proofErr w:type="spellEnd"/>
      <w:r w:rsidR="001D11DC">
        <w:t xml:space="preserve"> = </w:t>
      </w:r>
      <w:r w:rsidR="00C66AD9" w:rsidRPr="00C66AD9">
        <w:rPr>
          <w:position w:val="-24"/>
        </w:rPr>
        <w:object w:dxaOrig="440" w:dyaOrig="620">
          <v:shape id="_x0000_i1094" type="#_x0000_t75" style="width:19pt;height:26.5pt" o:ole="">
            <v:imagedata r:id="rId133" o:title=""/>
          </v:shape>
          <o:OLEObject Type="Embed" ProgID="Equation.3" ShapeID="_x0000_i1094" DrawAspect="Content" ObjectID="_1654971118" r:id="rId134"/>
        </w:object>
      </w:r>
      <w:r w:rsidR="001D11DC">
        <w:t xml:space="preserve"> = </w:t>
      </w:r>
      <w:r w:rsidR="00C66AD9">
        <w:t>0</w:t>
      </w:r>
      <w:r w:rsidR="001D11DC">
        <w:t xml:space="preserve">.5%; </w:t>
      </w:r>
      <w:r w:rsidR="001D11DC">
        <w:rPr>
          <w:rFonts w:ascii="Times New Roman" w:hAnsi="Times New Roman"/>
          <w:i/>
        </w:rPr>
        <w:t>n</w:t>
      </w:r>
      <w:r w:rsidR="001D11DC">
        <w:t xml:space="preserve"> = 4(4) = 16</w:t>
      </w:r>
    </w:p>
    <w:p w:rsidR="001D11DC" w:rsidRDefault="001D11DC">
      <w:pPr>
        <w:pStyle w:val="ISM"/>
      </w:pPr>
      <w:r>
        <w:tab/>
      </w:r>
      <w:r>
        <w:tab/>
        <w:t xml:space="preserve">For the second payment, </w:t>
      </w:r>
      <w:r>
        <w:rPr>
          <w:rFonts w:ascii="Times New Roman" w:hAnsi="Times New Roman"/>
          <w:i/>
        </w:rPr>
        <w:t>PV</w:t>
      </w:r>
      <w:r>
        <w:t xml:space="preserve"> = $1800,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="00C66AD9" w:rsidRPr="00C66AD9">
        <w:rPr>
          <w:position w:val="-24"/>
        </w:rPr>
        <w:object w:dxaOrig="440" w:dyaOrig="620">
          <v:shape id="_x0000_i1095" type="#_x0000_t75" style="width:19pt;height:26.5pt" o:ole="">
            <v:imagedata r:id="rId135" o:title=""/>
          </v:shape>
          <o:OLEObject Type="Embed" ProgID="Equation.3" ShapeID="_x0000_i1095" DrawAspect="Content" ObjectID="_1654971119" r:id="rId136"/>
        </w:object>
      </w:r>
      <w:r>
        <w:t xml:space="preserve"> = </w:t>
      </w:r>
      <w:r w:rsidR="00C66AD9">
        <w:t>0</w:t>
      </w:r>
      <w:r>
        <w:t xml:space="preserve">.5%; </w:t>
      </w:r>
      <w:r>
        <w:rPr>
          <w:rFonts w:ascii="Times New Roman" w:hAnsi="Times New Roman"/>
          <w:i/>
        </w:rPr>
        <w:t>n</w:t>
      </w:r>
      <w:r>
        <w:t xml:space="preserve"> = 4(2.25) = 9</w:t>
      </w:r>
    </w:p>
    <w:p w:rsidR="001D11DC" w:rsidRDefault="001D11DC">
      <w:pPr>
        <w:pStyle w:val="ISM"/>
      </w:pPr>
      <w:r>
        <w:tab/>
      </w:r>
      <w:r>
        <w:tab/>
        <w:t>The combined equivalent value 4 years from now is</w:t>
      </w:r>
    </w:p>
    <w:p w:rsidR="007E6A03" w:rsidRDefault="001D11DC" w:rsidP="007E6A03">
      <w:pPr>
        <w:pStyle w:val="ISM"/>
      </w:pPr>
      <w:r>
        <w:tab/>
      </w:r>
      <w:r>
        <w:tab/>
      </w:r>
      <w:r>
        <w:tab/>
        <w:t xml:space="preserve">   </w:t>
      </w:r>
      <w:r w:rsidR="00C66AD9" w:rsidRPr="00A62AE5">
        <w:rPr>
          <w:position w:val="-10"/>
        </w:rPr>
        <w:object w:dxaOrig="3180" w:dyaOrig="380">
          <v:shape id="_x0000_i1096" type="#_x0000_t75" style="width:158.95pt;height:19pt" o:ole="" fillcolor="window">
            <v:imagedata r:id="rId137" o:title=""/>
          </v:shape>
          <o:OLEObject Type="Embed" ProgID="Equation.3" ShapeID="_x0000_i1096" DrawAspect="Content" ObjectID="_1654971120" r:id="rId138"/>
        </w:object>
      </w:r>
      <w:r>
        <w:t xml:space="preserve"> = $</w:t>
      </w:r>
      <w:r w:rsidR="00C66AD9">
        <w:t>1407.99</w:t>
      </w:r>
      <w:r>
        <w:t xml:space="preserve"> + $</w:t>
      </w:r>
      <w:r w:rsidR="00C66AD9">
        <w:t>1882.64</w:t>
      </w:r>
      <w:r>
        <w:t xml:space="preserve"> = </w:t>
      </w:r>
      <w:r>
        <w:rPr>
          <w:u w:val="double"/>
        </w:rPr>
        <w:t>$</w:t>
      </w:r>
      <w:r w:rsidR="00C66AD9">
        <w:rPr>
          <w:u w:val="double"/>
        </w:rPr>
        <w:t>3290.63</w:t>
      </w:r>
    </w:p>
    <w:p w:rsidR="007E6A03" w:rsidRDefault="007E6A03" w:rsidP="00327ADB">
      <w:pPr>
        <w:pStyle w:val="ISM"/>
        <w:spacing w:after="180"/>
      </w:pPr>
      <w:r>
        <w:tab/>
      </w:r>
      <w:r>
        <w:tab/>
        <w:t>The single replacement payment is $3</w:t>
      </w:r>
      <w:r w:rsidR="00C66AD9">
        <w:t>290.63</w:t>
      </w:r>
      <w:r>
        <w:t>.</w:t>
      </w:r>
    </w:p>
    <w:tbl>
      <w:tblPr>
        <w:tblW w:w="0" w:type="auto"/>
        <w:tblInd w:w="-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620"/>
        <w:gridCol w:w="990"/>
        <w:gridCol w:w="720"/>
        <w:gridCol w:w="3330"/>
      </w:tblGrid>
      <w:tr w:rsidR="001D11DC">
        <w:tc>
          <w:tcPr>
            <w:tcW w:w="54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jc w:val="center"/>
            </w:pPr>
            <w:r>
              <w:t>2</w:t>
            </w:r>
            <w:r w:rsidR="00061D25">
              <w:t>5</w:t>
            </w:r>
            <w:r>
              <w:t>.</w:t>
            </w:r>
          </w:p>
        </w:tc>
        <w:tc>
          <w:tcPr>
            <w:tcW w:w="1620" w:type="dxa"/>
          </w:tcPr>
          <w:p w:rsidR="001D11DC" w:rsidRDefault="001D11DC">
            <w:pPr>
              <w:pStyle w:val="Heading2"/>
            </w:pPr>
            <w:r>
              <w:t>Principal</w:t>
            </w:r>
          </w:p>
        </w:tc>
        <w:tc>
          <w:tcPr>
            <w:tcW w:w="99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i/>
                <w:u w:val="single"/>
              </w:rPr>
              <w:t>i</w:t>
            </w:r>
            <w:proofErr w:type="spellEnd"/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</w:p>
        </w:tc>
        <w:tc>
          <w:tcPr>
            <w:tcW w:w="72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 </w:t>
            </w:r>
            <w:r>
              <w:rPr>
                <w:rFonts w:ascii="Times New Roman" w:hAnsi="Times New Roman"/>
                <w:i/>
                <w:u w:val="single"/>
              </w:rPr>
              <w:t>n</w:t>
            </w:r>
            <w:r>
              <w:rPr>
                <w:i/>
                <w:u w:val="single"/>
              </w:rPr>
              <w:sym w:font="Symbol" w:char="F020"/>
            </w:r>
          </w:p>
        </w:tc>
        <w:tc>
          <w:tcPr>
            <w:tcW w:w="333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              Maturity amount</w:t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</w:p>
        </w:tc>
      </w:tr>
      <w:tr w:rsidR="001D11DC">
        <w:tc>
          <w:tcPr>
            <w:tcW w:w="54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jc w:val="center"/>
            </w:pPr>
          </w:p>
        </w:tc>
        <w:tc>
          <w:tcPr>
            <w:tcW w:w="162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spacing w:before="60"/>
              <w:jc w:val="center"/>
            </w:pPr>
            <w:r>
              <w:t>$3000</w:t>
            </w:r>
          </w:p>
        </w:tc>
        <w:tc>
          <w:tcPr>
            <w:tcW w:w="99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spacing w:before="60"/>
              <w:jc w:val="center"/>
            </w:pPr>
            <w:r>
              <w:t>2.5%</w:t>
            </w:r>
          </w:p>
        </w:tc>
        <w:tc>
          <w:tcPr>
            <w:tcW w:w="72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spacing w:before="60"/>
              <w:jc w:val="center"/>
            </w:pPr>
            <w:r>
              <w:t>6</w:t>
            </w:r>
          </w:p>
        </w:tc>
        <w:tc>
          <w:tcPr>
            <w:tcW w:w="333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jc w:val="right"/>
            </w:pPr>
            <w:r>
              <w:t>$3000</w:t>
            </w:r>
            <w:r w:rsidRPr="002A5267">
              <w:rPr>
                <w:position w:val="-10"/>
              </w:rPr>
              <w:object w:dxaOrig="859" w:dyaOrig="380">
                <v:shape id="_x0000_i1097" type="#_x0000_t75" style="width:42.8pt;height:19pt" o:ole="" fillcolor="window">
                  <v:imagedata r:id="rId139" o:title=""/>
                </v:shape>
                <o:OLEObject Type="Embed" ProgID="Equation.3" ShapeID="_x0000_i1097" DrawAspect="Content" ObjectID="_1654971121" r:id="rId140"/>
              </w:object>
            </w:r>
            <w:r>
              <w:t xml:space="preserve"> = $   3479.08</w:t>
            </w:r>
            <w:r>
              <w:sym w:font="Symbol" w:char="F020"/>
            </w:r>
            <w:r>
              <w:sym w:font="Symbol" w:char="F020"/>
            </w:r>
          </w:p>
        </w:tc>
      </w:tr>
      <w:tr w:rsidR="001D11DC">
        <w:tc>
          <w:tcPr>
            <w:tcW w:w="54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jc w:val="center"/>
            </w:pPr>
          </w:p>
        </w:tc>
        <w:tc>
          <w:tcPr>
            <w:tcW w:w="162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spacing w:before="60"/>
              <w:jc w:val="center"/>
            </w:pPr>
            <w:r>
              <w:t>$3500</w:t>
            </w:r>
          </w:p>
        </w:tc>
        <w:tc>
          <w:tcPr>
            <w:tcW w:w="99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spacing w:before="60"/>
              <w:jc w:val="center"/>
            </w:pPr>
            <w:r>
              <w:t>2.5%</w:t>
            </w:r>
          </w:p>
        </w:tc>
        <w:tc>
          <w:tcPr>
            <w:tcW w:w="72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spacing w:before="60"/>
              <w:jc w:val="center"/>
            </w:pPr>
            <w:r>
              <w:t>4</w:t>
            </w:r>
          </w:p>
        </w:tc>
        <w:tc>
          <w:tcPr>
            <w:tcW w:w="333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jc w:val="right"/>
            </w:pPr>
            <w:r>
              <w:t>$3500</w:t>
            </w:r>
            <w:r w:rsidRPr="002A5267">
              <w:rPr>
                <w:position w:val="-10"/>
              </w:rPr>
              <w:object w:dxaOrig="859" w:dyaOrig="380">
                <v:shape id="_x0000_i1098" type="#_x0000_t75" style="width:42.8pt;height:19pt" o:ole="" fillcolor="window">
                  <v:imagedata r:id="rId141" o:title=""/>
                </v:shape>
                <o:OLEObject Type="Embed" ProgID="Equation.3" ShapeID="_x0000_i1098" DrawAspect="Content" ObjectID="_1654971122" r:id="rId142"/>
              </w:object>
            </w:r>
            <w:r>
              <w:t xml:space="preserve"> = $   3863.35</w:t>
            </w:r>
            <w:r>
              <w:sym w:font="Symbol" w:char="F020"/>
            </w:r>
            <w:r>
              <w:sym w:font="Symbol" w:char="F020"/>
            </w:r>
          </w:p>
        </w:tc>
      </w:tr>
      <w:tr w:rsidR="001D11DC">
        <w:tc>
          <w:tcPr>
            <w:tcW w:w="54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jc w:val="center"/>
            </w:pPr>
          </w:p>
        </w:tc>
        <w:tc>
          <w:tcPr>
            <w:tcW w:w="162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spacing w:before="60"/>
              <w:jc w:val="center"/>
            </w:pPr>
            <w:r>
              <w:t>$4000</w:t>
            </w:r>
          </w:p>
        </w:tc>
        <w:tc>
          <w:tcPr>
            <w:tcW w:w="99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spacing w:before="60"/>
              <w:jc w:val="center"/>
            </w:pPr>
            <w:r>
              <w:t>2.5%</w:t>
            </w:r>
          </w:p>
        </w:tc>
        <w:tc>
          <w:tcPr>
            <w:tcW w:w="72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spacing w:before="60"/>
              <w:jc w:val="center"/>
            </w:pPr>
            <w:r>
              <w:t>2</w:t>
            </w:r>
          </w:p>
        </w:tc>
        <w:tc>
          <w:tcPr>
            <w:tcW w:w="333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jc w:val="right"/>
              <w:rPr>
                <w:u w:val="single"/>
              </w:rPr>
            </w:pPr>
            <w:r>
              <w:t>$4000</w:t>
            </w:r>
            <w:r w:rsidRPr="002A5267">
              <w:rPr>
                <w:position w:val="-10"/>
              </w:rPr>
              <w:object w:dxaOrig="859" w:dyaOrig="380">
                <v:shape id="_x0000_i1099" type="#_x0000_t75" style="width:42.8pt;height:19pt" o:ole="" fillcolor="window">
                  <v:imagedata r:id="rId143" o:title=""/>
                </v:shape>
                <o:OLEObject Type="Embed" ProgID="Equation.3" ShapeID="_x0000_i1099" DrawAspect="Content" ObjectID="_1654971123" r:id="rId144"/>
              </w:object>
            </w:r>
            <w:r>
              <w:t xml:space="preserve"> = </w:t>
            </w:r>
            <w:r>
              <w:rPr>
                <w:u w:val="single"/>
              </w:rPr>
              <w:t>$   4202.50</w:t>
            </w:r>
            <w:r>
              <w:sym w:font="Symbol" w:char="F020"/>
            </w:r>
            <w:r>
              <w:sym w:font="Symbol" w:char="F020"/>
            </w:r>
          </w:p>
        </w:tc>
      </w:tr>
      <w:tr w:rsidR="001D11DC">
        <w:trPr>
          <w:cantSplit/>
        </w:trPr>
        <w:tc>
          <w:tcPr>
            <w:tcW w:w="54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jc w:val="center"/>
            </w:pPr>
          </w:p>
        </w:tc>
        <w:tc>
          <w:tcPr>
            <w:tcW w:w="162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jc w:val="center"/>
            </w:pPr>
          </w:p>
        </w:tc>
        <w:tc>
          <w:tcPr>
            <w:tcW w:w="99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jc w:val="center"/>
            </w:pPr>
          </w:p>
        </w:tc>
        <w:tc>
          <w:tcPr>
            <w:tcW w:w="4050" w:type="dxa"/>
            <w:gridSpan w:val="2"/>
          </w:tcPr>
          <w:p w:rsidR="001D11DC" w:rsidRDefault="001D11DC">
            <w:pPr>
              <w:tabs>
                <w:tab w:val="decimal" w:pos="360"/>
                <w:tab w:val="left" w:pos="720"/>
              </w:tabs>
              <w:jc w:val="right"/>
              <w:rPr>
                <w:u w:val="double"/>
              </w:rPr>
            </w:pPr>
            <w:r>
              <w:t xml:space="preserve">Total amount owed = </w:t>
            </w:r>
            <w:r>
              <w:rPr>
                <w:u w:val="double"/>
              </w:rPr>
              <w:t>$11,544.93</w:t>
            </w:r>
            <w:r>
              <w:sym w:font="Symbol" w:char="F020"/>
            </w:r>
            <w:r>
              <w:sym w:font="Symbol" w:char="F020"/>
            </w:r>
          </w:p>
        </w:tc>
      </w:tr>
    </w:tbl>
    <w:p w:rsidR="00FE4E93" w:rsidRDefault="00FE4E93">
      <w:pPr>
        <w:tabs>
          <w:tab w:val="decimal" w:pos="360"/>
          <w:tab w:val="left" w:pos="720"/>
        </w:tabs>
        <w:spacing w:after="60"/>
      </w:pPr>
    </w:p>
    <w:p w:rsidR="001D11DC" w:rsidRDefault="001D11DC">
      <w:pPr>
        <w:tabs>
          <w:tab w:val="decimal" w:pos="360"/>
          <w:tab w:val="left" w:pos="720"/>
        </w:tabs>
        <w:spacing w:after="60"/>
      </w:pPr>
      <w:r>
        <w:tab/>
        <w:t>2</w:t>
      </w:r>
      <w:r w:rsidR="00061D25">
        <w:t>7</w:t>
      </w:r>
      <w:r>
        <w:t>.</w:t>
      </w:r>
      <w:r>
        <w:tab/>
      </w:r>
      <w:r>
        <w:rPr>
          <w:rFonts w:ascii="Times New Roman" w:hAnsi="Times New Roman"/>
          <w:i/>
        </w:rPr>
        <w:t>PV</w:t>
      </w:r>
      <w:r>
        <w:t xml:space="preserve"> = $5000 and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2A5267">
        <w:rPr>
          <w:position w:val="-22"/>
        </w:rPr>
        <w:object w:dxaOrig="420" w:dyaOrig="580">
          <v:shape id="_x0000_i1100" type="#_x0000_t75" style="width:21.05pt;height:29.2pt" o:ole="" fillcolor="window">
            <v:imagedata r:id="rId145" o:title=""/>
          </v:shape>
          <o:OLEObject Type="Embed" ProgID="Equation.3" ShapeID="_x0000_i1100" DrawAspect="Content" ObjectID="_1654971124" r:id="rId146"/>
        </w:object>
      </w:r>
      <w:r>
        <w:t xml:space="preserve"> = </w:t>
      </w:r>
      <w:r w:rsidRPr="002A5267">
        <w:rPr>
          <w:position w:val="-6"/>
        </w:rPr>
        <w:object w:dxaOrig="380" w:dyaOrig="320">
          <v:shape id="_x0000_i1101" type="#_x0000_t75" style="width:19pt;height:15.6pt" o:ole="" fillcolor="window">
            <v:imagedata r:id="rId147" o:title=""/>
          </v:shape>
          <o:OLEObject Type="Embed" ProgID="Equation.3" ShapeID="_x0000_i1101" DrawAspect="Content" ObjectID="_1654971125" r:id="rId148"/>
        </w:object>
      </w:r>
      <w:r>
        <w:t>% in each case.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1638"/>
        <w:gridCol w:w="1800"/>
        <w:gridCol w:w="810"/>
      </w:tblGrid>
      <w:tr w:rsidR="001D11DC">
        <w:tc>
          <w:tcPr>
            <w:tcW w:w="54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jc w:val="center"/>
            </w:pPr>
          </w:p>
        </w:tc>
        <w:tc>
          <w:tcPr>
            <w:tcW w:w="108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jc w:val="center"/>
              <w:rPr>
                <w:i/>
              </w:rPr>
            </w:pPr>
            <w:r>
              <w:rPr>
                <w:i/>
              </w:rPr>
              <w:t>Grand-</w:t>
            </w:r>
          </w:p>
          <w:p w:rsidR="001D11DC" w:rsidRDefault="001D11DC">
            <w:pPr>
              <w:tabs>
                <w:tab w:val="decimal" w:pos="360"/>
                <w:tab w:val="left" w:pos="720"/>
              </w:tabs>
              <w:jc w:val="center"/>
              <w:rPr>
                <w:i/>
              </w:rPr>
            </w:pPr>
            <w:r>
              <w:rPr>
                <w:i/>
                <w:u w:val="single"/>
              </w:rPr>
              <w:t xml:space="preserve">   child  </w:t>
            </w:r>
            <w:r>
              <w:rPr>
                <w:i/>
                <w:u w:val="single"/>
              </w:rPr>
              <w:sym w:font="Symbol" w:char="F020"/>
            </w:r>
          </w:p>
        </w:tc>
        <w:tc>
          <w:tcPr>
            <w:tcW w:w="1638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</w:p>
          <w:p w:rsidR="001D11DC" w:rsidRDefault="001D11DC">
            <w:pPr>
              <w:pStyle w:val="Heading3"/>
              <w:rPr>
                <w:i/>
              </w:rPr>
            </w:pPr>
            <w:r>
              <w:rPr>
                <w:i/>
              </w:rPr>
              <w:t xml:space="preserve">       Age</w:t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</w:p>
        </w:tc>
        <w:tc>
          <w:tcPr>
            <w:tcW w:w="180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jc w:val="center"/>
              <w:rPr>
                <w:i/>
              </w:rPr>
            </w:pPr>
            <w:r>
              <w:rPr>
                <w:i/>
              </w:rPr>
              <w:t>Time until</w:t>
            </w:r>
          </w:p>
          <w:p w:rsidR="001D11DC" w:rsidRDefault="001D11DC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19</w:t>
            </w:r>
            <w:r>
              <w:rPr>
                <w:i/>
                <w:u w:val="single"/>
                <w:vertAlign w:val="superscript"/>
              </w:rPr>
              <w:t>th</w:t>
            </w:r>
            <w:r>
              <w:rPr>
                <w:i/>
                <w:u w:val="single"/>
              </w:rPr>
              <w:t xml:space="preserve"> birthday</w:t>
            </w:r>
          </w:p>
        </w:tc>
        <w:tc>
          <w:tcPr>
            <w:tcW w:w="81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</w:p>
          <w:p w:rsidR="001D11DC" w:rsidRDefault="001D11DC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  </w:t>
            </w:r>
            <w:r>
              <w:rPr>
                <w:rFonts w:ascii="Times New Roman" w:hAnsi="Times New Roman"/>
                <w:i/>
                <w:u w:val="single"/>
              </w:rPr>
              <w:t>n</w:t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</w:p>
        </w:tc>
      </w:tr>
      <w:tr w:rsidR="001D11DC">
        <w:tc>
          <w:tcPr>
            <w:tcW w:w="54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jc w:val="center"/>
            </w:pPr>
          </w:p>
        </w:tc>
        <w:tc>
          <w:tcPr>
            <w:tcW w:w="108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spacing w:before="60"/>
              <w:jc w:val="center"/>
            </w:pPr>
            <w:r>
              <w:t>Donna</w:t>
            </w:r>
          </w:p>
        </w:tc>
        <w:tc>
          <w:tcPr>
            <w:tcW w:w="1638" w:type="dxa"/>
          </w:tcPr>
          <w:p w:rsidR="001D11DC" w:rsidRDefault="001D11DC">
            <w:pPr>
              <w:tabs>
                <w:tab w:val="left" w:pos="720"/>
              </w:tabs>
              <w:spacing w:before="60"/>
              <w:ind w:left="180"/>
            </w:pPr>
            <w:r>
              <w:t>12 yr,  7 mo</w:t>
            </w:r>
          </w:p>
        </w:tc>
        <w:tc>
          <w:tcPr>
            <w:tcW w:w="1800" w:type="dxa"/>
          </w:tcPr>
          <w:p w:rsidR="001D11DC" w:rsidRDefault="001D11DC">
            <w:pPr>
              <w:spacing w:before="60"/>
              <w:ind w:right="378"/>
              <w:jc w:val="right"/>
            </w:pPr>
            <w:r>
              <w:t>6 yr, 5 mo</w:t>
            </w:r>
          </w:p>
        </w:tc>
        <w:tc>
          <w:tcPr>
            <w:tcW w:w="810" w:type="dxa"/>
          </w:tcPr>
          <w:p w:rsidR="001D11DC" w:rsidRDefault="001D11DC">
            <w:pPr>
              <w:tabs>
                <w:tab w:val="decimal" w:pos="522"/>
              </w:tabs>
              <w:spacing w:before="60"/>
            </w:pPr>
            <w:r>
              <w:t>77</w:t>
            </w:r>
          </w:p>
        </w:tc>
      </w:tr>
      <w:tr w:rsidR="001D11DC">
        <w:tc>
          <w:tcPr>
            <w:tcW w:w="54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jc w:val="center"/>
            </w:pPr>
          </w:p>
        </w:tc>
        <w:tc>
          <w:tcPr>
            <w:tcW w:w="108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jc w:val="center"/>
            </w:pPr>
            <w:r>
              <w:t>Tim</w:t>
            </w:r>
          </w:p>
        </w:tc>
        <w:tc>
          <w:tcPr>
            <w:tcW w:w="1638" w:type="dxa"/>
          </w:tcPr>
          <w:p w:rsidR="001D11DC" w:rsidRDefault="001D11DC">
            <w:pPr>
              <w:tabs>
                <w:tab w:val="left" w:pos="720"/>
              </w:tabs>
              <w:ind w:left="180"/>
            </w:pPr>
            <w:r>
              <w:t>10 yr,  3 mo</w:t>
            </w:r>
          </w:p>
        </w:tc>
        <w:tc>
          <w:tcPr>
            <w:tcW w:w="1800" w:type="dxa"/>
          </w:tcPr>
          <w:p w:rsidR="001D11DC" w:rsidRDefault="001D11DC">
            <w:pPr>
              <w:ind w:right="378"/>
              <w:jc w:val="right"/>
            </w:pPr>
            <w:r>
              <w:t>8 yr, 9 mo</w:t>
            </w:r>
          </w:p>
        </w:tc>
        <w:tc>
          <w:tcPr>
            <w:tcW w:w="810" w:type="dxa"/>
          </w:tcPr>
          <w:p w:rsidR="001D11DC" w:rsidRDefault="001D11DC">
            <w:pPr>
              <w:tabs>
                <w:tab w:val="decimal" w:pos="522"/>
              </w:tabs>
            </w:pPr>
            <w:r>
              <w:t>105</w:t>
            </w:r>
          </w:p>
        </w:tc>
      </w:tr>
      <w:tr w:rsidR="001D11DC">
        <w:tc>
          <w:tcPr>
            <w:tcW w:w="54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jc w:val="center"/>
            </w:pPr>
          </w:p>
        </w:tc>
        <w:tc>
          <w:tcPr>
            <w:tcW w:w="1080" w:type="dxa"/>
          </w:tcPr>
          <w:p w:rsidR="001D11DC" w:rsidRDefault="001D11DC">
            <w:pPr>
              <w:tabs>
                <w:tab w:val="decimal" w:pos="360"/>
                <w:tab w:val="left" w:pos="720"/>
              </w:tabs>
              <w:jc w:val="center"/>
            </w:pPr>
            <w:r>
              <w:t>Gary</w:t>
            </w:r>
          </w:p>
        </w:tc>
        <w:tc>
          <w:tcPr>
            <w:tcW w:w="1638" w:type="dxa"/>
          </w:tcPr>
          <w:p w:rsidR="001D11DC" w:rsidRDefault="001D11DC">
            <w:pPr>
              <w:ind w:left="180"/>
            </w:pPr>
            <w:r>
              <w:t xml:space="preserve">  7 yr, 11 mo</w:t>
            </w:r>
          </w:p>
        </w:tc>
        <w:tc>
          <w:tcPr>
            <w:tcW w:w="1800" w:type="dxa"/>
          </w:tcPr>
          <w:p w:rsidR="001D11DC" w:rsidRDefault="001D11DC">
            <w:pPr>
              <w:ind w:right="378"/>
              <w:jc w:val="right"/>
            </w:pPr>
            <w:r>
              <w:t>11 yr, 1 mo</w:t>
            </w:r>
          </w:p>
        </w:tc>
        <w:tc>
          <w:tcPr>
            <w:tcW w:w="810" w:type="dxa"/>
          </w:tcPr>
          <w:p w:rsidR="001D11DC" w:rsidRDefault="001D11DC">
            <w:pPr>
              <w:tabs>
                <w:tab w:val="decimal" w:pos="522"/>
              </w:tabs>
            </w:pPr>
            <w:r>
              <w:t>133</w:t>
            </w:r>
          </w:p>
        </w:tc>
      </w:tr>
    </w:tbl>
    <w:p w:rsidR="001D11DC" w:rsidRDefault="001D11DC">
      <w:pPr>
        <w:tabs>
          <w:tab w:val="decimal" w:pos="360"/>
          <w:tab w:val="left" w:pos="720"/>
        </w:tabs>
        <w:rPr>
          <w:u w:val="double"/>
        </w:rPr>
      </w:pPr>
      <w:r>
        <w:tab/>
      </w:r>
      <w:r>
        <w:tab/>
        <w:t>Donna will receive $5000</w:t>
      </w:r>
      <w:r w:rsidRPr="002A5267">
        <w:rPr>
          <w:position w:val="-10"/>
        </w:rPr>
        <w:object w:dxaOrig="960" w:dyaOrig="420">
          <v:shape id="_x0000_i1102" type="#_x0000_t75" style="width:48.25pt;height:21.05pt" o:ole="" fillcolor="window">
            <v:imagedata r:id="rId149" o:title=""/>
          </v:shape>
          <o:OLEObject Type="Embed" ProgID="Equation.3" ShapeID="_x0000_i1102" DrawAspect="Content" ObjectID="_1654971126" r:id="rId150"/>
        </w:object>
      </w:r>
      <w:r>
        <w:t xml:space="preserve">= </w:t>
      </w:r>
      <w:r>
        <w:rPr>
          <w:u w:val="double"/>
        </w:rPr>
        <w:t>$8340.04</w:t>
      </w:r>
    </w:p>
    <w:p w:rsidR="001D11DC" w:rsidRDefault="001D11DC">
      <w:pPr>
        <w:tabs>
          <w:tab w:val="decimal" w:pos="360"/>
          <w:tab w:val="left" w:pos="720"/>
        </w:tabs>
        <w:rPr>
          <w:u w:val="double"/>
        </w:rPr>
      </w:pPr>
      <w:r>
        <w:tab/>
      </w:r>
      <w:r>
        <w:tab/>
        <w:t>Tim will receive $5000</w:t>
      </w:r>
      <w:r w:rsidRPr="002A5267">
        <w:rPr>
          <w:position w:val="-10"/>
        </w:rPr>
        <w:object w:dxaOrig="1040" w:dyaOrig="420">
          <v:shape id="_x0000_i1103" type="#_x0000_t75" style="width:51.6pt;height:21.05pt" o:ole="" fillcolor="window">
            <v:imagedata r:id="rId151" o:title=""/>
          </v:shape>
          <o:OLEObject Type="Embed" ProgID="Equation.3" ShapeID="_x0000_i1103" DrawAspect="Content" ObjectID="_1654971127" r:id="rId152"/>
        </w:object>
      </w:r>
      <w:r w:rsidR="00C12A22">
        <w:t xml:space="preserve">  </w:t>
      </w:r>
      <w:r>
        <w:t xml:space="preserve"> = </w:t>
      </w:r>
      <w:r>
        <w:rPr>
          <w:u w:val="double"/>
        </w:rPr>
        <w:t>$10,045.40</w:t>
      </w:r>
    </w:p>
    <w:p w:rsidR="001D11DC" w:rsidRDefault="001D11DC">
      <w:pPr>
        <w:tabs>
          <w:tab w:val="decimal" w:pos="360"/>
          <w:tab w:val="left" w:pos="720"/>
        </w:tabs>
        <w:spacing w:after="180"/>
        <w:rPr>
          <w:u w:val="double"/>
        </w:rPr>
      </w:pPr>
      <w:r>
        <w:tab/>
      </w:r>
      <w:r>
        <w:tab/>
        <w:t>Gary will receive $5000</w:t>
      </w:r>
      <w:r w:rsidRPr="002A5267">
        <w:rPr>
          <w:position w:val="-10"/>
        </w:rPr>
        <w:object w:dxaOrig="1040" w:dyaOrig="420">
          <v:shape id="_x0000_i1104" type="#_x0000_t75" style="width:51.6pt;height:21.05pt" o:ole="" fillcolor="window">
            <v:imagedata r:id="rId153" o:title=""/>
          </v:shape>
          <o:OLEObject Type="Embed" ProgID="Equation.3" ShapeID="_x0000_i1104" DrawAspect="Content" ObjectID="_1654971128" r:id="rId154"/>
        </w:object>
      </w:r>
      <w:r>
        <w:t xml:space="preserve"> = </w:t>
      </w:r>
      <w:r>
        <w:rPr>
          <w:u w:val="double"/>
        </w:rPr>
        <w:t>$12,099.48</w:t>
      </w:r>
    </w:p>
    <w:p w:rsidR="001D11DC" w:rsidRDefault="001D11DC">
      <w:pPr>
        <w:tabs>
          <w:tab w:val="decimal" w:pos="360"/>
          <w:tab w:val="left" w:pos="720"/>
        </w:tabs>
      </w:pPr>
      <w:r>
        <w:tab/>
        <w:t>2</w:t>
      </w:r>
      <w:r w:rsidR="00061D25">
        <w:t>9</w:t>
      </w:r>
      <w:r>
        <w:t>.</w:t>
      </w:r>
      <w:r>
        <w:tab/>
        <w:t xml:space="preserve">For the current GIC,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2A5267">
        <w:rPr>
          <w:position w:val="-22"/>
        </w:rPr>
        <w:object w:dxaOrig="420" w:dyaOrig="580">
          <v:shape id="_x0000_i1105" type="#_x0000_t75" style="width:21.05pt;height:29.2pt" o:ole="" fillcolor="window">
            <v:imagedata r:id="rId155" o:title=""/>
          </v:shape>
          <o:OLEObject Type="Embed" ProgID="Equation.3" ShapeID="_x0000_i1105" DrawAspect="Content" ObjectID="_1654971129" r:id="rId156"/>
        </w:object>
      </w:r>
      <w:r>
        <w:t xml:space="preserve"> = 3.00%; </w:t>
      </w:r>
      <w:r>
        <w:rPr>
          <w:rFonts w:ascii="Times New Roman" w:hAnsi="Times New Roman"/>
          <w:i/>
        </w:rPr>
        <w:t>n</w:t>
      </w:r>
      <w:r>
        <w:t xml:space="preserve"> = 5(2) = 10</w:t>
      </w:r>
    </w:p>
    <w:p w:rsidR="001D11DC" w:rsidRDefault="001D11DC">
      <w:pPr>
        <w:tabs>
          <w:tab w:val="decimal" w:pos="360"/>
          <w:tab w:val="left" w:pos="720"/>
        </w:tabs>
      </w:pPr>
      <w:r>
        <w:tab/>
      </w:r>
      <w:r>
        <w:tab/>
        <w:t xml:space="preserve">Maturity value </w:t>
      </w:r>
      <w:r>
        <w:rPr>
          <w:rFonts w:ascii="Times New Roman" w:hAnsi="Times New Roman"/>
          <w:i/>
        </w:rPr>
        <w:t>=</w:t>
      </w:r>
      <w:r w:rsidRPr="002A5267">
        <w:rPr>
          <w:position w:val="-10"/>
        </w:rPr>
        <w:object w:dxaOrig="1499" w:dyaOrig="380">
          <v:shape id="_x0000_i1106" type="#_x0000_t75" style="width:75.4pt;height:19pt" o:ole="" fillcolor="window">
            <v:imagedata r:id="rId126" o:title=""/>
          </v:shape>
          <o:OLEObject Type="Embed" ProgID="Equation.3" ShapeID="_x0000_i1106" DrawAspect="Content" ObjectID="_1654971130" r:id="rId157"/>
        </w:object>
      </w:r>
      <w:r>
        <w:t xml:space="preserve"> </w:t>
      </w:r>
      <w:r>
        <w:rPr>
          <w:rFonts w:ascii="Times New Roman" w:hAnsi="Times New Roman"/>
          <w:i/>
        </w:rPr>
        <w:t>=</w:t>
      </w:r>
      <w:r>
        <w:t xml:space="preserve"> $60,000 </w:t>
      </w:r>
      <w:r w:rsidRPr="002A5267">
        <w:rPr>
          <w:position w:val="-10"/>
        </w:rPr>
        <w:object w:dxaOrig="820" w:dyaOrig="380">
          <v:shape id="_x0000_i1107" type="#_x0000_t75" style="width:41.45pt;height:19pt" o:ole="" fillcolor="window">
            <v:imagedata r:id="rId158" o:title=""/>
          </v:shape>
          <o:OLEObject Type="Embed" ProgID="Equation.3" ShapeID="_x0000_i1107" DrawAspect="Content" ObjectID="_1654971131" r:id="rId159"/>
        </w:object>
      </w:r>
      <w:r>
        <w:t xml:space="preserve"> = $80,634.98</w:t>
      </w:r>
    </w:p>
    <w:p w:rsidR="001D11DC" w:rsidRDefault="001D11DC">
      <w:pPr>
        <w:tabs>
          <w:tab w:val="decimal" w:pos="360"/>
          <w:tab w:val="left" w:pos="720"/>
        </w:tabs>
      </w:pPr>
      <w:r>
        <w:tab/>
      </w:r>
      <w:r>
        <w:tab/>
        <w:t>Maturity value of the second GIC will be:</w:t>
      </w:r>
    </w:p>
    <w:p w:rsidR="001D11DC" w:rsidRDefault="001D11DC">
      <w:pPr>
        <w:pStyle w:val="Mainfirst"/>
        <w:tabs>
          <w:tab w:val="decimal" w:pos="360"/>
          <w:tab w:val="left" w:pos="720"/>
          <w:tab w:val="left" w:pos="1080"/>
        </w:tabs>
        <w:spacing w:after="60" w:line="240" w:lineRule="auto"/>
        <w:jc w:val="left"/>
        <w:rPr>
          <w:u w:val="double"/>
          <w:lang w:val="en-CA"/>
        </w:rPr>
      </w:pPr>
      <w:r>
        <w:rPr>
          <w:lang w:val="en-CA"/>
        </w:rPr>
        <w:tab/>
      </w:r>
      <w:r>
        <w:rPr>
          <w:lang w:val="en-CA"/>
        </w:rPr>
        <w:tab/>
      </w:r>
      <w:r>
        <w:rPr>
          <w:i/>
          <w:lang w:val="en-CA"/>
        </w:rPr>
        <w:t>a.</w:t>
      </w:r>
      <w:r>
        <w:rPr>
          <w:lang w:val="en-CA"/>
        </w:rPr>
        <w:tab/>
      </w:r>
      <w:r>
        <w:rPr>
          <w:rFonts w:ascii="Times New Roman" w:hAnsi="Times New Roman"/>
          <w:i/>
          <w:lang w:val="en-CA"/>
        </w:rPr>
        <w:t>FV</w:t>
      </w:r>
      <w:r>
        <w:rPr>
          <w:lang w:val="en-CA"/>
        </w:rPr>
        <w:t xml:space="preserve"> = </w:t>
      </w:r>
      <w:r>
        <w:t>$80,634.98</w:t>
      </w:r>
      <w:r w:rsidRPr="002A5267">
        <w:rPr>
          <w:position w:val="-10"/>
        </w:rPr>
        <w:object w:dxaOrig="820" w:dyaOrig="380">
          <v:shape id="_x0000_i1108" type="#_x0000_t75" style="width:41.45pt;height:19pt" o:ole="" fillcolor="window">
            <v:imagedata r:id="rId158" o:title=""/>
          </v:shape>
          <o:OLEObject Type="Embed" ProgID="Equation.3" ShapeID="_x0000_i1108" DrawAspect="Content" ObjectID="_1654971132" r:id="rId160"/>
        </w:object>
      </w:r>
      <w:r>
        <w:t xml:space="preserve"> </w:t>
      </w:r>
      <w:r w:rsidR="00C12A22">
        <w:t xml:space="preserve">  </w:t>
      </w:r>
      <w:r>
        <w:t xml:space="preserve">= </w:t>
      </w:r>
      <w:r>
        <w:rPr>
          <w:u w:val="double"/>
        </w:rPr>
        <w:t>$108,366.67</w:t>
      </w:r>
    </w:p>
    <w:p w:rsidR="001D11DC" w:rsidRDefault="001D11DC">
      <w:pPr>
        <w:tabs>
          <w:tab w:val="decimal" w:pos="360"/>
          <w:tab w:val="left" w:pos="720"/>
          <w:tab w:val="left" w:pos="1080"/>
        </w:tabs>
        <w:spacing w:after="60"/>
        <w:rPr>
          <w:u w:val="double"/>
        </w:rPr>
      </w:pPr>
      <w:r>
        <w:tab/>
      </w:r>
      <w:r>
        <w:tab/>
      </w:r>
      <w:r>
        <w:rPr>
          <w:i/>
        </w:rPr>
        <w:t>b.</w:t>
      </w:r>
      <w:r>
        <w:tab/>
      </w:r>
      <w:r>
        <w:rPr>
          <w:rFonts w:ascii="Times New Roman" w:hAnsi="Times New Roman"/>
          <w:i/>
        </w:rPr>
        <w:t>FV</w:t>
      </w:r>
      <w:r>
        <w:t xml:space="preserve"> = $80,634.98</w:t>
      </w:r>
      <w:r w:rsidRPr="002A5267">
        <w:rPr>
          <w:position w:val="-10"/>
        </w:rPr>
        <w:object w:dxaOrig="940" w:dyaOrig="380">
          <v:shape id="_x0000_i1109" type="#_x0000_t75" style="width:46.85pt;height:19pt" o:ole="" fillcolor="window">
            <v:imagedata r:id="rId161" o:title=""/>
          </v:shape>
          <o:OLEObject Type="Embed" ProgID="Equation.3" ShapeID="_x0000_i1109" DrawAspect="Content" ObjectID="_1654971133" r:id="rId162"/>
        </w:object>
      </w:r>
      <w:r>
        <w:t xml:space="preserve"> = </w:t>
      </w:r>
      <w:r>
        <w:rPr>
          <w:u w:val="double"/>
        </w:rPr>
        <w:t>$113,743.60</w:t>
      </w:r>
    </w:p>
    <w:p w:rsidR="001D11DC" w:rsidRDefault="001D11DC">
      <w:pPr>
        <w:tabs>
          <w:tab w:val="decimal" w:pos="360"/>
          <w:tab w:val="left" w:pos="720"/>
          <w:tab w:val="left" w:pos="1080"/>
        </w:tabs>
        <w:spacing w:after="180"/>
      </w:pPr>
      <w:r>
        <w:tab/>
      </w:r>
      <w:r>
        <w:tab/>
      </w:r>
      <w:r>
        <w:rPr>
          <w:i/>
        </w:rPr>
        <w:t>c.</w:t>
      </w:r>
      <w:r>
        <w:tab/>
      </w:r>
      <w:r>
        <w:rPr>
          <w:rFonts w:ascii="Times New Roman" w:hAnsi="Times New Roman"/>
          <w:i/>
        </w:rPr>
        <w:t>FV</w:t>
      </w:r>
      <w:r>
        <w:t xml:space="preserve"> = $80,634.98</w:t>
      </w:r>
      <w:r w:rsidRPr="002A5267">
        <w:rPr>
          <w:position w:val="-10"/>
        </w:rPr>
        <w:object w:dxaOrig="940" w:dyaOrig="380">
          <v:shape id="_x0000_i1110" type="#_x0000_t75" style="width:46.85pt;height:19pt" o:ole="" fillcolor="window">
            <v:imagedata r:id="rId163" o:title=""/>
          </v:shape>
          <o:OLEObject Type="Embed" ProgID="Equation.3" ShapeID="_x0000_i1110" DrawAspect="Content" ObjectID="_1654971134" r:id="rId164"/>
        </w:object>
      </w:r>
      <w:r>
        <w:t xml:space="preserve"> = </w:t>
      </w:r>
      <w:r>
        <w:rPr>
          <w:u w:val="double"/>
        </w:rPr>
        <w:t>$103,219.59</w:t>
      </w:r>
    </w:p>
    <w:p w:rsidR="001D11DC" w:rsidRDefault="001D11DC">
      <w:pPr>
        <w:tabs>
          <w:tab w:val="decimal" w:pos="360"/>
          <w:tab w:val="left" w:pos="720"/>
          <w:tab w:val="left" w:pos="1080"/>
        </w:tabs>
      </w:pPr>
      <w:r>
        <w:tab/>
      </w:r>
      <w:r w:rsidR="00061D25">
        <w:t>31</w:t>
      </w:r>
      <w:r>
        <w:t>.</w:t>
      </w:r>
      <w:r>
        <w:tab/>
        <w:t xml:space="preserve">For the first 15 months, </w:t>
      </w:r>
      <w:r>
        <w:rPr>
          <w:rFonts w:ascii="Times New Roman" w:hAnsi="Times New Roman"/>
          <w:i/>
        </w:rPr>
        <w:t>PV</w:t>
      </w:r>
      <w:r>
        <w:t xml:space="preserve"> = $7000;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2A5267">
        <w:rPr>
          <w:position w:val="-22"/>
        </w:rPr>
        <w:object w:dxaOrig="600" w:dyaOrig="580">
          <v:shape id="_x0000_i1111" type="#_x0000_t75" style="width:29.9pt;height:29.2pt" o:ole="" fillcolor="window">
            <v:imagedata r:id="rId165" o:title=""/>
          </v:shape>
          <o:OLEObject Type="Embed" ProgID="Equation.3" ShapeID="_x0000_i1111" DrawAspect="Content" ObjectID="_1654971135" r:id="rId166"/>
        </w:object>
      </w:r>
      <w:r>
        <w:t xml:space="preserve"> = 2.375%; </w:t>
      </w:r>
      <w:r>
        <w:rPr>
          <w:rFonts w:ascii="Times New Roman" w:hAnsi="Times New Roman"/>
          <w:i/>
        </w:rPr>
        <w:t>n</w:t>
      </w:r>
      <w:r>
        <w:t xml:space="preserve"> = </w:t>
      </w:r>
      <w:r w:rsidRPr="002A5267">
        <w:rPr>
          <w:position w:val="-22"/>
        </w:rPr>
        <w:object w:dxaOrig="340" w:dyaOrig="580">
          <v:shape id="_x0000_i1112" type="#_x0000_t75" style="width:17.65pt;height:29.2pt" o:ole="" fillcolor="window">
            <v:imagedata r:id="rId167" o:title=""/>
          </v:shape>
          <o:OLEObject Type="Embed" ProgID="Equation.3" ShapeID="_x0000_i1112" DrawAspect="Content" ObjectID="_1654971136" r:id="rId168"/>
        </w:object>
      </w:r>
      <w:r>
        <w:t xml:space="preserve"> = 5</w:t>
      </w:r>
    </w:p>
    <w:p w:rsidR="001D11DC" w:rsidRDefault="001D11DC">
      <w:pPr>
        <w:tabs>
          <w:tab w:val="decimal" w:pos="360"/>
          <w:tab w:val="left" w:pos="720"/>
          <w:tab w:val="left" w:pos="1080"/>
        </w:tabs>
      </w:pPr>
      <w:r>
        <w:tab/>
      </w:r>
      <w:r>
        <w:tab/>
      </w:r>
      <w:r>
        <w:tab/>
      </w:r>
      <w:r>
        <w:tab/>
      </w:r>
      <w:r w:rsidRPr="002A5267">
        <w:rPr>
          <w:position w:val="-10"/>
        </w:rPr>
        <w:object w:dxaOrig="1499" w:dyaOrig="380">
          <v:shape id="_x0000_i1113" type="#_x0000_t75" style="width:75.4pt;height:19pt" o:ole="" fillcolor="window">
            <v:imagedata r:id="rId126" o:title=""/>
          </v:shape>
          <o:OLEObject Type="Embed" ProgID="Equation.3" ShapeID="_x0000_i1113" DrawAspect="Content" ObjectID="_1654971137" r:id="rId169"/>
        </w:object>
      </w:r>
      <w:r>
        <w:t xml:space="preserve"> </w:t>
      </w:r>
      <w:r>
        <w:rPr>
          <w:rFonts w:ascii="Times New Roman" w:hAnsi="Times New Roman"/>
          <w:i/>
        </w:rPr>
        <w:t>=</w:t>
      </w:r>
      <w:r>
        <w:t xml:space="preserve"> $7000</w:t>
      </w:r>
      <w:r w:rsidRPr="002A5267">
        <w:rPr>
          <w:position w:val="-10"/>
        </w:rPr>
        <w:object w:dxaOrig="1100" w:dyaOrig="380">
          <v:shape id="_x0000_i1114" type="#_x0000_t75" style="width:54.35pt;height:19pt" o:ole="" fillcolor="window">
            <v:imagedata r:id="rId170" o:title=""/>
          </v:shape>
          <o:OLEObject Type="Embed" ProgID="Equation.3" ShapeID="_x0000_i1114" DrawAspect="Content" ObjectID="_1654971138" r:id="rId171"/>
        </w:object>
      </w:r>
      <w:r>
        <w:t xml:space="preserve"> = $7871.68</w:t>
      </w:r>
    </w:p>
    <w:p w:rsidR="001D11DC" w:rsidRDefault="001D11DC">
      <w:pPr>
        <w:tabs>
          <w:tab w:val="decimal" w:pos="360"/>
          <w:tab w:val="left" w:pos="720"/>
          <w:tab w:val="left" w:pos="1080"/>
        </w:tabs>
      </w:pPr>
      <w:r>
        <w:tab/>
      </w:r>
      <w:r>
        <w:tab/>
        <w:t xml:space="preserve">For the next 6 months, </w:t>
      </w:r>
      <w:r>
        <w:rPr>
          <w:rFonts w:ascii="Times New Roman" w:hAnsi="Times New Roman"/>
          <w:i/>
        </w:rPr>
        <w:t>PV</w:t>
      </w:r>
      <w:r>
        <w:t xml:space="preserve"> = $7871.68;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2A5267">
        <w:rPr>
          <w:position w:val="-22"/>
        </w:rPr>
        <w:object w:dxaOrig="600" w:dyaOrig="580">
          <v:shape id="_x0000_i1115" type="#_x0000_t75" style="width:29.9pt;height:29.2pt" o:ole="" fillcolor="window">
            <v:imagedata r:id="rId172" o:title=""/>
          </v:shape>
          <o:OLEObject Type="Embed" ProgID="Equation.3" ShapeID="_x0000_i1115" DrawAspect="Content" ObjectID="_1654971139" r:id="rId173"/>
        </w:object>
      </w:r>
      <w:r>
        <w:t xml:space="preserve"> = 4.25%; </w:t>
      </w:r>
      <w:r>
        <w:rPr>
          <w:rFonts w:ascii="Times New Roman" w:hAnsi="Times New Roman"/>
          <w:i/>
        </w:rPr>
        <w:t>n</w:t>
      </w:r>
      <w:r>
        <w:t xml:space="preserve"> = 1</w:t>
      </w:r>
    </w:p>
    <w:p w:rsidR="001D11DC" w:rsidRDefault="001D11DC">
      <w:pPr>
        <w:tabs>
          <w:tab w:val="decimal" w:pos="360"/>
          <w:tab w:val="left" w:pos="720"/>
          <w:tab w:val="left" w:pos="1080"/>
        </w:tabs>
        <w:spacing w:after="180"/>
        <w:rPr>
          <w:u w:val="double"/>
        </w:rPr>
      </w:pPr>
      <w:r>
        <w:tab/>
      </w:r>
      <w:r>
        <w:tab/>
        <w:t>Total amount owed = $7871.68</w:t>
      </w:r>
      <w:r w:rsidRPr="002A5267">
        <w:rPr>
          <w:position w:val="-10"/>
        </w:rPr>
        <w:object w:dxaOrig="940" w:dyaOrig="380">
          <v:shape id="_x0000_i1116" type="#_x0000_t75" style="width:46.85pt;height:19pt" o:ole="" fillcolor="window">
            <v:imagedata r:id="rId174" o:title=""/>
          </v:shape>
          <o:OLEObject Type="Embed" ProgID="Equation.3" ShapeID="_x0000_i1116" DrawAspect="Content" ObjectID="_1654971140" r:id="rId175"/>
        </w:object>
      </w:r>
      <w:r>
        <w:t xml:space="preserve"> = </w:t>
      </w:r>
      <w:r>
        <w:rPr>
          <w:u w:val="double"/>
        </w:rPr>
        <w:t>$8206.23</w:t>
      </w:r>
    </w:p>
    <w:p w:rsidR="001D11DC" w:rsidRDefault="001D11DC">
      <w:pPr>
        <w:tabs>
          <w:tab w:val="decimal" w:pos="360"/>
          <w:tab w:val="left" w:pos="720"/>
          <w:tab w:val="left" w:pos="1080"/>
        </w:tabs>
      </w:pPr>
      <w:r>
        <w:lastRenderedPageBreak/>
        <w:tab/>
        <w:t>3</w:t>
      </w:r>
      <w:r w:rsidR="00061D25">
        <w:t>3</w:t>
      </w:r>
      <w:r>
        <w:t>.</w:t>
      </w:r>
      <w:r>
        <w:tab/>
        <w:t>Amount owed after 2</w:t>
      </w:r>
      <w:r w:rsidRPr="002A5267">
        <w:rPr>
          <w:position w:val="-14"/>
        </w:rPr>
        <w:object w:dxaOrig="200" w:dyaOrig="380">
          <v:shape id="_x0000_i1117" type="#_x0000_t75" style="width:10.2pt;height:19pt" o:ole="" fillcolor="window">
            <v:imagedata r:id="rId176" o:title=""/>
          </v:shape>
          <o:OLEObject Type="Embed" ProgID="Equation.3" ShapeID="_x0000_i1117" DrawAspect="Content" ObjectID="_1654971141" r:id="rId177"/>
        </w:object>
      </w:r>
      <w:r>
        <w:t xml:space="preserve">years = </w:t>
      </w:r>
      <w:r w:rsidRPr="002A5267">
        <w:rPr>
          <w:position w:val="-10"/>
        </w:rPr>
        <w:object w:dxaOrig="960" w:dyaOrig="380">
          <v:shape id="_x0000_i1118" type="#_x0000_t75" style="width:48.25pt;height:19pt" o:ole="" fillcolor="window">
            <v:imagedata r:id="rId117" o:title=""/>
          </v:shape>
          <o:OLEObject Type="Embed" ProgID="Equation.3" ShapeID="_x0000_i1118" DrawAspect="Content" ObjectID="_1654971142" r:id="rId178"/>
        </w:object>
      </w:r>
      <w:r>
        <w:t xml:space="preserve"> = $3000</w:t>
      </w:r>
      <w:r w:rsidRPr="002A5267">
        <w:rPr>
          <w:position w:val="-10"/>
        </w:rPr>
        <w:object w:dxaOrig="859" w:dyaOrig="380">
          <v:shape id="_x0000_i1119" type="#_x0000_t75" style="width:42.8pt;height:19pt" o:ole="" fillcolor="window">
            <v:imagedata r:id="rId179" o:title=""/>
          </v:shape>
          <o:OLEObject Type="Embed" ProgID="Equation.3" ShapeID="_x0000_i1119" DrawAspect="Content" ObjectID="_1654971143" r:id="rId180"/>
        </w:object>
      </w:r>
      <w:r>
        <w:t>= $3394.22</w:t>
      </w:r>
    </w:p>
    <w:p w:rsidR="001D11DC" w:rsidRDefault="001D11DC">
      <w:pPr>
        <w:tabs>
          <w:tab w:val="decimal" w:pos="360"/>
          <w:tab w:val="left" w:pos="720"/>
          <w:tab w:val="left" w:pos="1080"/>
        </w:tabs>
      </w:pPr>
      <w:r>
        <w:tab/>
      </w:r>
      <w:r>
        <w:tab/>
        <w:t>Balance owed after $1000 payment = $2394.22</w:t>
      </w:r>
    </w:p>
    <w:p w:rsidR="001D11DC" w:rsidRDefault="001D11DC">
      <w:pPr>
        <w:tabs>
          <w:tab w:val="decimal" w:pos="360"/>
          <w:tab w:val="left" w:pos="720"/>
          <w:tab w:val="left" w:pos="1080"/>
        </w:tabs>
      </w:pPr>
      <w:r>
        <w:tab/>
      </w:r>
      <w:r>
        <w:tab/>
        <w:t>Amount owed after another 6 months = $2394.22</w:t>
      </w:r>
      <w:r w:rsidRPr="002A5267">
        <w:rPr>
          <w:position w:val="-10"/>
        </w:rPr>
        <w:object w:dxaOrig="820" w:dyaOrig="380">
          <v:shape id="_x0000_i1120" type="#_x0000_t75" style="width:41.45pt;height:19pt" o:ole="" fillcolor="window">
            <v:imagedata r:id="rId181" o:title=""/>
          </v:shape>
          <o:OLEObject Type="Embed" ProgID="Equation.3" ShapeID="_x0000_i1120" DrawAspect="Content" ObjectID="_1654971144" r:id="rId182"/>
        </w:object>
      </w:r>
      <w:r>
        <w:t>= $2454.08</w:t>
      </w:r>
    </w:p>
    <w:p w:rsidR="001D11DC" w:rsidRDefault="001D11DC">
      <w:pPr>
        <w:tabs>
          <w:tab w:val="decimal" w:pos="360"/>
          <w:tab w:val="left" w:pos="720"/>
          <w:tab w:val="left" w:pos="1080"/>
        </w:tabs>
        <w:spacing w:after="180"/>
      </w:pPr>
      <w:r>
        <w:tab/>
      </w:r>
      <w:r>
        <w:tab/>
        <w:t>Amount owing today (after another 2 years) = $2454.08</w:t>
      </w:r>
      <w:r w:rsidRPr="002A5267">
        <w:rPr>
          <w:position w:val="-10"/>
        </w:rPr>
        <w:object w:dxaOrig="940" w:dyaOrig="380">
          <v:shape id="_x0000_i1121" type="#_x0000_t75" style="width:46.85pt;height:19pt" o:ole="" fillcolor="window">
            <v:imagedata r:id="rId183" o:title=""/>
          </v:shape>
          <o:OLEObject Type="Embed" ProgID="Equation.3" ShapeID="_x0000_i1121" DrawAspect="Content" ObjectID="_1654971145" r:id="rId184"/>
        </w:object>
      </w:r>
      <w:r>
        <w:t xml:space="preserve"> = </w:t>
      </w:r>
      <w:r>
        <w:rPr>
          <w:u w:val="double"/>
        </w:rPr>
        <w:t>$2766.14</w:t>
      </w:r>
    </w:p>
    <w:p w:rsidR="001D11DC" w:rsidRDefault="001D11DC">
      <w:pPr>
        <w:tabs>
          <w:tab w:val="decimal" w:pos="360"/>
          <w:tab w:val="left" w:pos="720"/>
        </w:tabs>
      </w:pPr>
      <w:r>
        <w:tab/>
        <w:t>3</w:t>
      </w:r>
      <w:r w:rsidR="00061D25">
        <w:t>5</w:t>
      </w:r>
      <w:r>
        <w:t>.</w:t>
      </w:r>
      <w:r>
        <w:tab/>
        <w:t xml:space="preserve">Amount owed after the $2500 payment = </w:t>
      </w:r>
      <w:r w:rsidRPr="002A5267">
        <w:rPr>
          <w:position w:val="-10"/>
        </w:rPr>
        <w:object w:dxaOrig="960" w:dyaOrig="380">
          <v:shape id="_x0000_i1122" type="#_x0000_t75" style="width:48.25pt;height:19pt" o:ole="" fillcolor="window">
            <v:imagedata r:id="rId117" o:title=""/>
          </v:shape>
          <o:OLEObject Type="Embed" ProgID="Equation.3" ShapeID="_x0000_i1122" DrawAspect="Content" ObjectID="_1654971146" r:id="rId185"/>
        </w:object>
      </w:r>
      <w:r>
        <w:t xml:space="preserve"> – $2500</w:t>
      </w:r>
    </w:p>
    <w:p w:rsidR="001D11DC" w:rsidRDefault="001D11DC">
      <w:pPr>
        <w:ind w:left="4500"/>
      </w:pPr>
      <w:r>
        <w:t xml:space="preserve"> = $10,000</w:t>
      </w:r>
      <w:r w:rsidRPr="002A5267">
        <w:rPr>
          <w:position w:val="-10"/>
        </w:rPr>
        <w:object w:dxaOrig="960" w:dyaOrig="380">
          <v:shape id="_x0000_i1123" type="#_x0000_t75" style="width:48.25pt;height:19pt" o:ole="" fillcolor="window">
            <v:imagedata r:id="rId186" o:title=""/>
          </v:shape>
          <o:OLEObject Type="Embed" ProgID="Equation.3" ShapeID="_x0000_i1123" DrawAspect="Content" ObjectID="_1654971147" r:id="rId187"/>
        </w:object>
      </w:r>
      <w:r>
        <w:t>– $2500</w:t>
      </w:r>
    </w:p>
    <w:p w:rsidR="001D11DC" w:rsidRDefault="001D11DC">
      <w:pPr>
        <w:pStyle w:val="Mainfirst"/>
        <w:spacing w:line="240" w:lineRule="auto"/>
        <w:ind w:left="4500"/>
        <w:rPr>
          <w:lang w:val="en-CA"/>
        </w:rPr>
      </w:pPr>
      <w:r>
        <w:rPr>
          <w:lang w:val="en-CA"/>
        </w:rPr>
        <w:t xml:space="preserve"> = $8006.03</w:t>
      </w:r>
    </w:p>
    <w:p w:rsidR="001D11DC" w:rsidRDefault="001D11DC">
      <w:pPr>
        <w:tabs>
          <w:tab w:val="decimal" w:pos="360"/>
          <w:tab w:val="left" w:pos="720"/>
        </w:tabs>
      </w:pPr>
      <w:r>
        <w:tab/>
      </w:r>
      <w:r>
        <w:tab/>
        <w:t>Amount owed 3 months later = $8006.03</w:t>
      </w:r>
      <w:r w:rsidRPr="002A5267">
        <w:rPr>
          <w:position w:val="-10"/>
        </w:rPr>
        <w:object w:dxaOrig="960" w:dyaOrig="380">
          <v:shape id="_x0000_i1124" type="#_x0000_t75" style="width:48.25pt;height:19pt" o:ole="" fillcolor="window">
            <v:imagedata r:id="rId188" o:title=""/>
          </v:shape>
          <o:OLEObject Type="Embed" ProgID="Equation.3" ShapeID="_x0000_i1124" DrawAspect="Content" ObjectID="_1654971148" r:id="rId189"/>
        </w:object>
      </w:r>
      <w:r>
        <w:t>= $8138.86</w:t>
      </w:r>
    </w:p>
    <w:p w:rsidR="001D11DC" w:rsidRDefault="001D11DC">
      <w:pPr>
        <w:tabs>
          <w:tab w:val="decimal" w:pos="360"/>
          <w:tab w:val="left" w:pos="720"/>
        </w:tabs>
      </w:pPr>
      <w:r>
        <w:tab/>
      </w:r>
      <w:r>
        <w:tab/>
        <w:t>Amount owed after the $3000 payment = $8138.86</w:t>
      </w:r>
      <w:r w:rsidRPr="002A5267">
        <w:rPr>
          <w:position w:val="-10"/>
        </w:rPr>
        <w:object w:dxaOrig="960" w:dyaOrig="380">
          <v:shape id="_x0000_i1125" type="#_x0000_t75" style="width:48.25pt;height:19pt" o:ole="" fillcolor="window">
            <v:imagedata r:id="rId190" o:title=""/>
          </v:shape>
          <o:OLEObject Type="Embed" ProgID="Equation.3" ShapeID="_x0000_i1125" DrawAspect="Content" ObjectID="_1654971149" r:id="rId191"/>
        </w:object>
      </w:r>
      <w:r>
        <w:t>– $3000</w:t>
      </w:r>
    </w:p>
    <w:p w:rsidR="001D11DC" w:rsidRDefault="001D11DC">
      <w:pPr>
        <w:ind w:left="4500"/>
      </w:pPr>
      <w:r>
        <w:t xml:space="preserve"> = $5426.21</w:t>
      </w:r>
    </w:p>
    <w:p w:rsidR="001D11DC" w:rsidRDefault="001D11DC">
      <w:pPr>
        <w:pStyle w:val="Mainfirst"/>
        <w:tabs>
          <w:tab w:val="decimal" w:pos="360"/>
          <w:tab w:val="left" w:pos="720"/>
        </w:tabs>
        <w:spacing w:line="240" w:lineRule="auto"/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  <w:t xml:space="preserve">Amount owed 6 months later </w:t>
      </w:r>
      <w:r>
        <w:t>= $5426.21</w:t>
      </w:r>
      <w:r w:rsidRPr="002A5267">
        <w:rPr>
          <w:position w:val="-10"/>
        </w:rPr>
        <w:object w:dxaOrig="960" w:dyaOrig="380">
          <v:shape id="_x0000_i1126" type="#_x0000_t75" style="width:48.25pt;height:19pt" o:ole="" fillcolor="window">
            <v:imagedata r:id="rId192" o:title=""/>
          </v:shape>
          <o:OLEObject Type="Embed" ProgID="Equation.3" ShapeID="_x0000_i1126" DrawAspect="Content" ObjectID="_1654971150" r:id="rId193"/>
        </w:object>
      </w:r>
    </w:p>
    <w:p w:rsidR="001D11DC" w:rsidRDefault="001D11DC" w:rsidP="0018124A">
      <w:pPr>
        <w:spacing w:after="180"/>
        <w:ind w:firstLine="3514"/>
        <w:rPr>
          <w:u w:val="double"/>
        </w:rPr>
      </w:pPr>
      <w:r>
        <w:t xml:space="preserve"> = </w:t>
      </w:r>
      <w:r>
        <w:rPr>
          <w:u w:val="double"/>
        </w:rPr>
        <w:t>$5617.79</w:t>
      </w:r>
    </w:p>
    <w:p w:rsidR="00CE355C" w:rsidRDefault="00CE355C" w:rsidP="00327ADB">
      <w:pPr>
        <w:pStyle w:val="ISM"/>
        <w:spacing w:after="60"/>
      </w:pPr>
      <w:r>
        <w:t xml:space="preserve">  37. </w:t>
      </w:r>
      <w:proofErr w:type="gramStart"/>
      <w:r>
        <w:t>a</w:t>
      </w:r>
      <w:proofErr w:type="gramEnd"/>
      <w:r>
        <w:t xml:space="preserve">. At 5% compounded annually, </w:t>
      </w:r>
      <w:r w:rsidRPr="0022102F">
        <w:rPr>
          <w:rFonts w:ascii="Times New Roman" w:hAnsi="Times New Roman"/>
          <w:i/>
        </w:rPr>
        <w:t>FV</w:t>
      </w:r>
      <w:r w:rsidRPr="0022102F">
        <w:rPr>
          <w:rFonts w:ascii="Times New Roman" w:hAnsi="Times New Roman"/>
        </w:rPr>
        <w:t xml:space="preserve"> </w:t>
      </w:r>
      <w:r>
        <w:t>= $100 (1.05</w:t>
      </w:r>
      <w:r>
        <w:rPr>
          <w:vertAlign w:val="superscript"/>
        </w:rPr>
        <w:t>25</w:t>
      </w:r>
      <w:r>
        <w:t>) = $338.64</w:t>
      </w:r>
    </w:p>
    <w:p w:rsidR="00CE355C" w:rsidRDefault="00CE355C" w:rsidP="00327ADB">
      <w:pPr>
        <w:pStyle w:val="ISM"/>
        <w:spacing w:after="60"/>
      </w:pPr>
      <w:r>
        <w:t xml:space="preserve">            At 4% compounded annually, </w:t>
      </w:r>
      <w:r w:rsidRPr="0022102F">
        <w:rPr>
          <w:rFonts w:ascii="Times New Roman" w:hAnsi="Times New Roman"/>
          <w:i/>
        </w:rPr>
        <w:t>FV</w:t>
      </w:r>
      <w:r w:rsidR="00471960">
        <w:t xml:space="preserve"> = $100 (1.04</w:t>
      </w:r>
      <w:r>
        <w:rPr>
          <w:vertAlign w:val="superscript"/>
        </w:rPr>
        <w:t>25</w:t>
      </w:r>
      <w:r>
        <w:t>) = $266.58</w:t>
      </w:r>
    </w:p>
    <w:p w:rsidR="00471960" w:rsidRDefault="00CE355C" w:rsidP="00327ADB">
      <w:pPr>
        <w:pStyle w:val="ISM"/>
        <w:spacing w:after="60"/>
      </w:pPr>
      <w:r>
        <w:t xml:space="preserve">            The investment will be worth </w:t>
      </w:r>
      <w:r w:rsidR="00354899" w:rsidRPr="00354899">
        <w:rPr>
          <w:position w:val="-26"/>
        </w:rPr>
        <w:object w:dxaOrig="1860" w:dyaOrig="639">
          <v:shape id="_x0000_i1127" type="#_x0000_t75" style="width:93.05pt;height:31.25pt" o:ole="" fillcolor="window">
            <v:imagedata r:id="rId194" o:title=""/>
          </v:shape>
          <o:OLEObject Type="Embed" ProgID="Equation.DSMT4" ShapeID="_x0000_i1127" DrawAspect="Content" ObjectID="_1654971151" r:id="rId195"/>
        </w:object>
      </w:r>
      <w:r w:rsidR="00DB0D3D" w:rsidRPr="00AE7B46">
        <w:fldChar w:fldCharType="begin"/>
      </w:r>
      <w:r w:rsidR="00AE7B46" w:rsidRPr="00AE7B46">
        <w:instrText xml:space="preserve"> QUOTE </w:instrText>
      </w:r>
      <m:oMath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2"/>
                <w:szCs w:val="32"/>
              </w:rPr>
              <m:t>$338.64-$266.58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2"/>
                <w:szCs w:val="32"/>
              </w:rPr>
              <m:t>$266.58</m:t>
            </m:r>
          </m:den>
        </m:f>
      </m:oMath>
      <w:r w:rsidR="00AE7B46" w:rsidRPr="00AE7B46">
        <w:instrText xml:space="preserve"> </w:instrText>
      </w:r>
      <w:r w:rsidR="00DB0D3D" w:rsidRPr="00AE7B46">
        <w:fldChar w:fldCharType="end"/>
      </w:r>
      <w:r>
        <w:t xml:space="preserve"> x 100% = </w:t>
      </w:r>
      <w:r w:rsidR="00471960">
        <w:t>27.03%</w:t>
      </w:r>
      <w:r w:rsidR="00C44C49">
        <w:t xml:space="preserve"> more</w:t>
      </w:r>
    </w:p>
    <w:p w:rsidR="00471960" w:rsidRDefault="00471960" w:rsidP="00327ADB">
      <w:pPr>
        <w:pStyle w:val="ISM"/>
        <w:spacing w:after="60"/>
      </w:pPr>
      <w:r>
        <w:t xml:space="preserve">       b. </w:t>
      </w:r>
      <w:r w:rsidR="00C44C49">
        <w:t>For 20 years</w:t>
      </w:r>
      <w:r>
        <w:t xml:space="preserve">, </w:t>
      </w:r>
      <w:r w:rsidRPr="00A1045B">
        <w:rPr>
          <w:rFonts w:ascii="Times New Roman" w:hAnsi="Times New Roman"/>
          <w:i/>
        </w:rPr>
        <w:t>FV</w:t>
      </w:r>
      <w:r>
        <w:rPr>
          <w:i/>
        </w:rPr>
        <w:t xml:space="preserve"> =</w:t>
      </w:r>
      <w:r>
        <w:t xml:space="preserve"> $100 (1.05</w:t>
      </w:r>
      <w:r>
        <w:rPr>
          <w:vertAlign w:val="superscript"/>
        </w:rPr>
        <w:t>20</w:t>
      </w:r>
      <w:r>
        <w:t>) = $265.33</w:t>
      </w:r>
    </w:p>
    <w:p w:rsidR="00471960" w:rsidRDefault="00471960" w:rsidP="00327ADB">
      <w:pPr>
        <w:pStyle w:val="ISM"/>
        <w:spacing w:after="60"/>
      </w:pPr>
      <w:r>
        <w:t xml:space="preserve">           </w:t>
      </w:r>
      <w:r w:rsidR="00C44C49">
        <w:t>For 25 years</w:t>
      </w:r>
      <w:r>
        <w:t xml:space="preserve">, </w:t>
      </w:r>
      <w:r w:rsidRPr="00A1045B">
        <w:rPr>
          <w:rFonts w:ascii="Times New Roman" w:hAnsi="Times New Roman"/>
          <w:i/>
        </w:rPr>
        <w:t>FV</w:t>
      </w:r>
      <w:r>
        <w:rPr>
          <w:i/>
        </w:rPr>
        <w:t xml:space="preserve"> =</w:t>
      </w:r>
      <w:r>
        <w:t xml:space="preserve"> $100 (1.05</w:t>
      </w:r>
      <w:r>
        <w:rPr>
          <w:vertAlign w:val="superscript"/>
        </w:rPr>
        <w:t>25</w:t>
      </w:r>
      <w:r>
        <w:t>) = $338.64</w:t>
      </w:r>
    </w:p>
    <w:p w:rsidR="00471960" w:rsidRDefault="00471960" w:rsidP="00327ADB">
      <w:pPr>
        <w:pStyle w:val="ISM"/>
        <w:spacing w:after="60"/>
      </w:pPr>
      <w:r>
        <w:t xml:space="preserve">          The investment will be worth </w:t>
      </w:r>
      <w:r w:rsidR="00354899" w:rsidRPr="00354899">
        <w:rPr>
          <w:position w:val="-26"/>
        </w:rPr>
        <w:object w:dxaOrig="1860" w:dyaOrig="639">
          <v:shape id="_x0000_i1128" type="#_x0000_t75" style="width:93.05pt;height:31.25pt" o:ole="" fillcolor="window">
            <v:imagedata r:id="rId196" o:title=""/>
          </v:shape>
          <o:OLEObject Type="Embed" ProgID="Equation.DSMT4" ShapeID="_x0000_i1128" DrawAspect="Content" ObjectID="_1654971152" r:id="rId197"/>
        </w:object>
      </w:r>
      <w:r w:rsidR="00DB0D3D" w:rsidRPr="00AE7B46">
        <w:fldChar w:fldCharType="begin"/>
      </w:r>
      <w:r w:rsidR="00AE7B46" w:rsidRPr="00AE7B46">
        <w:instrText xml:space="preserve"> QUOTE </w:instrText>
      </w:r>
      <m:oMath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2"/>
                <w:szCs w:val="32"/>
              </w:rPr>
              <m:t>$338.64-$265.33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2"/>
                <w:szCs w:val="32"/>
              </w:rPr>
              <m:t>$265.33</m:t>
            </m:r>
          </m:den>
        </m:f>
      </m:oMath>
      <w:r w:rsidR="00AE7B46" w:rsidRPr="00AE7B46">
        <w:instrText xml:space="preserve"> </w:instrText>
      </w:r>
      <w:r w:rsidR="00DB0D3D" w:rsidRPr="00AE7B46">
        <w:fldChar w:fldCharType="end"/>
      </w:r>
      <w:r>
        <w:t xml:space="preserve"> x 100% = 2</w:t>
      </w:r>
      <w:r w:rsidR="00742801">
        <w:t>7</w:t>
      </w:r>
      <w:r>
        <w:t>.6</w:t>
      </w:r>
      <w:r w:rsidR="00742801">
        <w:t>3</w:t>
      </w:r>
      <w:r w:rsidR="00F8706C">
        <w:t>%</w:t>
      </w:r>
      <w:r w:rsidR="00C44C49">
        <w:t xml:space="preserve"> more</w:t>
      </w:r>
    </w:p>
    <w:p w:rsidR="00FE4E93" w:rsidRDefault="00FE4E93" w:rsidP="00BC5284">
      <w:pPr>
        <w:pStyle w:val="ISM"/>
        <w:spacing w:after="120"/>
        <w:rPr>
          <w:b/>
          <w:sz w:val="24"/>
        </w:rPr>
      </w:pPr>
    </w:p>
    <w:p w:rsidR="00BC5284" w:rsidRDefault="00BC5284" w:rsidP="00BC5284">
      <w:pPr>
        <w:pStyle w:val="ISM"/>
        <w:spacing w:after="120"/>
        <w:rPr>
          <w:b/>
          <w:sz w:val="24"/>
        </w:rPr>
      </w:pPr>
      <w:r>
        <w:rPr>
          <w:b/>
          <w:sz w:val="24"/>
        </w:rPr>
        <w:t xml:space="preserve">Exercise </w:t>
      </w:r>
      <w:r w:rsidR="0042545A">
        <w:rPr>
          <w:b/>
          <w:sz w:val="24"/>
        </w:rPr>
        <w:t>9</w:t>
      </w:r>
      <w:r>
        <w:rPr>
          <w:b/>
          <w:sz w:val="24"/>
        </w:rPr>
        <w:t>.3</w:t>
      </w:r>
    </w:p>
    <w:p w:rsidR="003D4F7C" w:rsidRDefault="003D4F7C" w:rsidP="003D4F7C">
      <w:pPr>
        <w:pStyle w:val="ISM"/>
      </w:pPr>
      <w:r>
        <w:tab/>
        <w:t>1.</w:t>
      </w:r>
      <w:r>
        <w:tab/>
        <w:t xml:space="preserve">Given: </w:t>
      </w:r>
      <w:r>
        <w:rPr>
          <w:rFonts w:ascii="Times New Roman" w:hAnsi="Times New Roman"/>
          <w:i/>
        </w:rPr>
        <w:t>j</w:t>
      </w:r>
      <w:r>
        <w:t xml:space="preserve"> = </w:t>
      </w:r>
      <w:r w:rsidR="00B81991">
        <w:t>2</w:t>
      </w:r>
      <w:r>
        <w:t xml:space="preserve">.5%; </w:t>
      </w:r>
      <w:r>
        <w:rPr>
          <w:rFonts w:ascii="Times New Roman" w:hAnsi="Times New Roman"/>
          <w:i/>
        </w:rPr>
        <w:t>m</w:t>
      </w:r>
      <w:r>
        <w:t xml:space="preserve"> = 1; </w:t>
      </w:r>
      <w:r w:rsidRPr="003D4F7C">
        <w:rPr>
          <w:rFonts w:ascii="Times New Roman" w:hAnsi="Times New Roman"/>
          <w:i/>
        </w:rPr>
        <w:t>FV</w:t>
      </w:r>
      <w:r>
        <w:t xml:space="preserve"> = $10,000;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3D4F7C">
        <w:rPr>
          <w:position w:val="-12"/>
        </w:rPr>
        <w:object w:dxaOrig="220" w:dyaOrig="380">
          <v:shape id="_x0000_i1129" type="#_x0000_t75" style="width:11.55pt;height:19pt" o:ole="" fillcolor="window">
            <v:imagedata r:id="rId198" o:title=""/>
          </v:shape>
          <o:OLEObject Type="Embed" ProgID="Equation.3" ShapeID="_x0000_i1129" DrawAspect="Content" ObjectID="_1654971153" r:id="rId199"/>
        </w:object>
      </w:r>
      <w:r>
        <w:t xml:space="preserve"> </w:t>
      </w:r>
      <w:proofErr w:type="gramStart"/>
      <w:r>
        <w:t xml:space="preserve">=  </w:t>
      </w:r>
      <w:proofErr w:type="gramEnd"/>
      <w:r w:rsidR="00B81991" w:rsidRPr="00B81991">
        <w:rPr>
          <w:position w:val="-24"/>
        </w:rPr>
        <w:object w:dxaOrig="620" w:dyaOrig="620">
          <v:shape id="_x0000_i1130" type="#_x0000_t75" style="width:25.15pt;height:25.15pt" o:ole="">
            <v:imagedata r:id="rId200" o:title=""/>
          </v:shape>
          <o:OLEObject Type="Embed" ProgID="Equation.3" ShapeID="_x0000_i1130" DrawAspect="Content" ObjectID="_1654971154" r:id="rId201"/>
        </w:object>
      </w:r>
      <w:r>
        <w:t xml:space="preserve">= </w:t>
      </w:r>
      <w:r w:rsidR="00B81991">
        <w:t>2</w:t>
      </w:r>
      <w:r>
        <w:t>.5% (per year)</w:t>
      </w:r>
    </w:p>
    <w:p w:rsidR="00E47A3B" w:rsidRDefault="00E47A3B" w:rsidP="00E47A3B">
      <w:pPr>
        <w:pStyle w:val="ISM"/>
        <w:tabs>
          <w:tab w:val="left" w:pos="900"/>
        </w:tabs>
      </w:pPr>
      <w:r>
        <w:tab/>
      </w:r>
      <w:r>
        <w:tab/>
      </w:r>
      <w:r w:rsidRPr="00E47A3B">
        <w:rPr>
          <w:i/>
        </w:rPr>
        <w:t>a.</w:t>
      </w:r>
      <w:r>
        <w:tab/>
        <w:t xml:space="preserve">For a term of 10 years, </w:t>
      </w:r>
      <w:r w:rsidRPr="00E47A3B">
        <w:rPr>
          <w:rFonts w:ascii="Times New Roman" w:hAnsi="Times New Roman"/>
          <w:i/>
        </w:rPr>
        <w:t>n</w:t>
      </w:r>
      <w:r>
        <w:t xml:space="preserve"> = 1(10) = 10, and</w:t>
      </w:r>
    </w:p>
    <w:p w:rsidR="00E47A3B" w:rsidRDefault="00E47A3B" w:rsidP="00E47A3B">
      <w:pPr>
        <w:pStyle w:val="ISM"/>
        <w:tabs>
          <w:tab w:val="left" w:pos="900"/>
        </w:tabs>
        <w:spacing w:after="60"/>
        <w:rPr>
          <w:u w:val="double"/>
        </w:rPr>
      </w:pPr>
      <w:r>
        <w:tab/>
      </w:r>
      <w:r>
        <w:tab/>
      </w:r>
      <w:r>
        <w:tab/>
        <w:t xml:space="preserve">Investment today, </w:t>
      </w:r>
      <w:r w:rsidRPr="002A5267">
        <w:rPr>
          <w:position w:val="-10"/>
        </w:rPr>
        <w:object w:dxaOrig="1600" w:dyaOrig="380">
          <v:shape id="_x0000_i1131" type="#_x0000_t75" style="width:80.15pt;height:19pt" o:ole="" fillcolor="window">
            <v:imagedata r:id="rId202" o:title=""/>
          </v:shape>
          <o:OLEObject Type="Embed" ProgID="Equation.3" ShapeID="_x0000_i1131" DrawAspect="Content" ObjectID="_1654971155" r:id="rId203"/>
        </w:object>
      </w:r>
      <w:r>
        <w:rPr>
          <w:rFonts w:ascii="Times New Roman" w:hAnsi="Times New Roman"/>
          <w:i/>
        </w:rPr>
        <w:t>=</w:t>
      </w:r>
      <w:r>
        <w:t xml:space="preserve"> </w:t>
      </w:r>
      <w:r w:rsidR="00B81991" w:rsidRPr="00E47A3B">
        <w:rPr>
          <w:position w:val="-10"/>
        </w:rPr>
        <w:object w:dxaOrig="1820" w:dyaOrig="380">
          <v:shape id="_x0000_i1132" type="#_x0000_t75" style="width:91pt;height:19pt" o:ole="" fillcolor="window">
            <v:imagedata r:id="rId204" o:title=""/>
          </v:shape>
          <o:OLEObject Type="Embed" ProgID="Equation.3" ShapeID="_x0000_i1132" DrawAspect="Content" ObjectID="_1654971156" r:id="rId205"/>
        </w:object>
      </w:r>
      <w:r>
        <w:t xml:space="preserve">= </w:t>
      </w:r>
      <w:r>
        <w:rPr>
          <w:u w:val="double"/>
        </w:rPr>
        <w:t>$</w:t>
      </w:r>
      <w:r w:rsidR="00B81991">
        <w:rPr>
          <w:u w:val="double"/>
        </w:rPr>
        <w:t>7811.98</w:t>
      </w:r>
    </w:p>
    <w:p w:rsidR="00E47A3B" w:rsidRDefault="00E47A3B" w:rsidP="00E47A3B">
      <w:pPr>
        <w:pStyle w:val="ISM"/>
        <w:tabs>
          <w:tab w:val="left" w:pos="900"/>
        </w:tabs>
      </w:pPr>
      <w:r>
        <w:tab/>
      </w:r>
      <w:r>
        <w:tab/>
      </w:r>
      <w:r>
        <w:rPr>
          <w:i/>
        </w:rPr>
        <w:t>b</w:t>
      </w:r>
      <w:r w:rsidRPr="00E47A3B">
        <w:rPr>
          <w:i/>
        </w:rPr>
        <w:t>.</w:t>
      </w:r>
      <w:r>
        <w:tab/>
        <w:t xml:space="preserve">For a term of 20 years, </w:t>
      </w:r>
      <w:r w:rsidRPr="00E47A3B">
        <w:rPr>
          <w:rFonts w:ascii="Times New Roman" w:hAnsi="Times New Roman"/>
          <w:i/>
        </w:rPr>
        <w:t>n</w:t>
      </w:r>
      <w:r>
        <w:t xml:space="preserve"> = 1(20) = 20, and</w:t>
      </w:r>
    </w:p>
    <w:p w:rsidR="00E47A3B" w:rsidRDefault="00E47A3B" w:rsidP="00E47A3B">
      <w:pPr>
        <w:pStyle w:val="ISM"/>
        <w:tabs>
          <w:tab w:val="left" w:pos="900"/>
        </w:tabs>
        <w:spacing w:after="60"/>
        <w:rPr>
          <w:u w:val="double"/>
        </w:rPr>
      </w:pPr>
      <w:r>
        <w:tab/>
      </w:r>
      <w:r>
        <w:tab/>
      </w:r>
      <w:r>
        <w:tab/>
        <w:t xml:space="preserve">Investment today, </w:t>
      </w:r>
      <w:r w:rsidRPr="002A5267">
        <w:rPr>
          <w:position w:val="-10"/>
        </w:rPr>
        <w:object w:dxaOrig="1600" w:dyaOrig="380">
          <v:shape id="_x0000_i1133" type="#_x0000_t75" style="width:80.15pt;height:19pt" o:ole="" fillcolor="window">
            <v:imagedata r:id="rId202" o:title=""/>
          </v:shape>
          <o:OLEObject Type="Embed" ProgID="Equation.3" ShapeID="_x0000_i1133" DrawAspect="Content" ObjectID="_1654971157" r:id="rId206"/>
        </w:object>
      </w:r>
      <w:r>
        <w:rPr>
          <w:rFonts w:ascii="Times New Roman" w:hAnsi="Times New Roman"/>
          <w:i/>
        </w:rPr>
        <w:t>=</w:t>
      </w:r>
      <w:r>
        <w:t xml:space="preserve"> </w:t>
      </w:r>
      <w:r w:rsidR="00B81991" w:rsidRPr="00E47A3B">
        <w:rPr>
          <w:position w:val="-10"/>
        </w:rPr>
        <w:object w:dxaOrig="1820" w:dyaOrig="380">
          <v:shape id="_x0000_i1134" type="#_x0000_t75" style="width:91pt;height:19pt" o:ole="" fillcolor="window">
            <v:imagedata r:id="rId207" o:title=""/>
          </v:shape>
          <o:OLEObject Type="Embed" ProgID="Equation.3" ShapeID="_x0000_i1134" DrawAspect="Content" ObjectID="_1654971158" r:id="rId208"/>
        </w:object>
      </w:r>
      <w:r>
        <w:t xml:space="preserve">= </w:t>
      </w:r>
      <w:r>
        <w:rPr>
          <w:u w:val="double"/>
        </w:rPr>
        <w:t>$</w:t>
      </w:r>
      <w:r w:rsidR="00B81991">
        <w:rPr>
          <w:u w:val="double"/>
        </w:rPr>
        <w:t>6102.71</w:t>
      </w:r>
    </w:p>
    <w:p w:rsidR="00E47A3B" w:rsidRDefault="00E47A3B" w:rsidP="00E47A3B">
      <w:pPr>
        <w:pStyle w:val="ISM"/>
        <w:tabs>
          <w:tab w:val="left" w:pos="900"/>
        </w:tabs>
      </w:pPr>
      <w:r>
        <w:tab/>
      </w:r>
      <w:r>
        <w:tab/>
      </w:r>
      <w:r>
        <w:rPr>
          <w:i/>
        </w:rPr>
        <w:t>c</w:t>
      </w:r>
      <w:r w:rsidRPr="00E47A3B">
        <w:rPr>
          <w:i/>
        </w:rPr>
        <w:t>.</w:t>
      </w:r>
      <w:r>
        <w:tab/>
        <w:t xml:space="preserve">For a term of 30 years, </w:t>
      </w:r>
      <w:r w:rsidRPr="00E47A3B">
        <w:rPr>
          <w:rFonts w:ascii="Times New Roman" w:hAnsi="Times New Roman"/>
          <w:i/>
        </w:rPr>
        <w:t>n</w:t>
      </w:r>
      <w:r>
        <w:t xml:space="preserve"> = 1(30) = 30, and</w:t>
      </w:r>
    </w:p>
    <w:p w:rsidR="00E47A3B" w:rsidRDefault="00E47A3B" w:rsidP="00E47A3B">
      <w:pPr>
        <w:pStyle w:val="ISM"/>
        <w:tabs>
          <w:tab w:val="left" w:pos="900"/>
        </w:tabs>
        <w:spacing w:after="120"/>
        <w:rPr>
          <w:u w:val="double"/>
        </w:rPr>
      </w:pPr>
      <w:r>
        <w:tab/>
      </w:r>
      <w:r>
        <w:tab/>
      </w:r>
      <w:r>
        <w:tab/>
        <w:t xml:space="preserve">Investment today, </w:t>
      </w:r>
      <w:r w:rsidRPr="002A5267">
        <w:rPr>
          <w:position w:val="-10"/>
        </w:rPr>
        <w:object w:dxaOrig="1600" w:dyaOrig="380">
          <v:shape id="_x0000_i1135" type="#_x0000_t75" style="width:80.15pt;height:19pt" o:ole="" fillcolor="window">
            <v:imagedata r:id="rId202" o:title=""/>
          </v:shape>
          <o:OLEObject Type="Embed" ProgID="Equation.3" ShapeID="_x0000_i1135" DrawAspect="Content" ObjectID="_1654971159" r:id="rId209"/>
        </w:object>
      </w:r>
      <w:r>
        <w:rPr>
          <w:rFonts w:ascii="Times New Roman" w:hAnsi="Times New Roman"/>
          <w:i/>
        </w:rPr>
        <w:t>=</w:t>
      </w:r>
      <w:r>
        <w:t xml:space="preserve"> </w:t>
      </w:r>
      <w:r w:rsidR="00B81991" w:rsidRPr="00E47A3B">
        <w:rPr>
          <w:position w:val="-10"/>
        </w:rPr>
        <w:object w:dxaOrig="1820" w:dyaOrig="380">
          <v:shape id="_x0000_i1136" type="#_x0000_t75" style="width:91pt;height:19pt" o:ole="" fillcolor="window">
            <v:imagedata r:id="rId210" o:title=""/>
          </v:shape>
          <o:OLEObject Type="Embed" ProgID="Equation.3" ShapeID="_x0000_i1136" DrawAspect="Content" ObjectID="_1654971160" r:id="rId211"/>
        </w:object>
      </w:r>
      <w:r>
        <w:t xml:space="preserve">= </w:t>
      </w:r>
      <w:r>
        <w:rPr>
          <w:u w:val="double"/>
        </w:rPr>
        <w:t>$</w:t>
      </w:r>
      <w:r w:rsidR="002445E6">
        <w:rPr>
          <w:u w:val="double"/>
        </w:rPr>
        <w:t>4767.43</w:t>
      </w:r>
    </w:p>
    <w:p w:rsidR="00704E91" w:rsidRPr="002838A7" w:rsidRDefault="00704E91" w:rsidP="00704E91">
      <w:pPr>
        <w:pStyle w:val="ISM"/>
        <w:spacing w:after="60"/>
        <w:rPr>
          <w:rFonts w:cs="Arial"/>
        </w:rPr>
      </w:pPr>
      <w:r w:rsidRPr="004A319D">
        <w:tab/>
      </w:r>
      <w:r w:rsidR="00B718EE">
        <w:t>3</w:t>
      </w:r>
      <w:r w:rsidRPr="004A319D">
        <w:t>.</w:t>
      </w:r>
      <w:r>
        <w:tab/>
        <w:t xml:space="preserve">Given: </w:t>
      </w:r>
      <w:r>
        <w:rPr>
          <w:rFonts w:ascii="Times New Roman" w:hAnsi="Times New Roman"/>
          <w:i/>
        </w:rPr>
        <w:t>F</w:t>
      </w:r>
      <w:r w:rsidRPr="00BC5595">
        <w:rPr>
          <w:rFonts w:ascii="Times New Roman" w:hAnsi="Times New Roman"/>
          <w:i/>
        </w:rPr>
        <w:t>V</w:t>
      </w:r>
      <w:r>
        <w:t xml:space="preserve"> = $10,000; </w:t>
      </w:r>
      <w:r>
        <w:rPr>
          <w:rFonts w:cs="Arial"/>
        </w:rPr>
        <w:t>T</w:t>
      </w:r>
      <w:r w:rsidRPr="002838A7">
        <w:rPr>
          <w:rFonts w:cs="Arial"/>
        </w:rPr>
        <w:t>erm = 25 years</w:t>
      </w:r>
      <w:r>
        <w:rPr>
          <w:rFonts w:cs="Arial"/>
        </w:rPr>
        <w:t xml:space="preserve">; </w:t>
      </w:r>
      <w:r>
        <w:rPr>
          <w:rFonts w:ascii="Times New Roman" w:hAnsi="Times New Roman"/>
          <w:i/>
        </w:rPr>
        <w:t>j</w:t>
      </w:r>
      <w:r w:rsidRPr="002838A7">
        <w:rPr>
          <w:rFonts w:ascii="Times New Roman" w:hAnsi="Times New Roman"/>
          <w:i/>
        </w:rPr>
        <w:t xml:space="preserve"> </w:t>
      </w:r>
      <w:r>
        <w:rPr>
          <w:rFonts w:cs="Arial"/>
        </w:rPr>
        <w:t xml:space="preserve">= </w:t>
      </w:r>
      <w:r w:rsidR="00B81991">
        <w:rPr>
          <w:rFonts w:cs="Arial"/>
        </w:rPr>
        <w:t>4</w:t>
      </w:r>
      <w:r>
        <w:rPr>
          <w:rFonts w:cs="Arial"/>
        </w:rPr>
        <w:t>%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360"/>
        <w:gridCol w:w="720"/>
        <w:gridCol w:w="1710"/>
        <w:gridCol w:w="1710"/>
        <w:gridCol w:w="3772"/>
      </w:tblGrid>
      <w:tr w:rsidR="00704E91" w:rsidTr="007D330A">
        <w:tc>
          <w:tcPr>
            <w:tcW w:w="450" w:type="dxa"/>
          </w:tcPr>
          <w:p w:rsidR="00704E91" w:rsidRDefault="00704E91" w:rsidP="007D330A">
            <w:pPr>
              <w:tabs>
                <w:tab w:val="decimal" w:pos="360"/>
                <w:tab w:val="left" w:pos="720"/>
              </w:tabs>
              <w:jc w:val="center"/>
            </w:pPr>
          </w:p>
        </w:tc>
        <w:tc>
          <w:tcPr>
            <w:tcW w:w="360" w:type="dxa"/>
          </w:tcPr>
          <w:p w:rsidR="00704E91" w:rsidRDefault="00704E91" w:rsidP="007D330A">
            <w:pPr>
              <w:tabs>
                <w:tab w:val="decimal" w:pos="360"/>
                <w:tab w:val="left" w:pos="720"/>
              </w:tabs>
              <w:jc w:val="center"/>
              <w:rPr>
                <w:i/>
              </w:rPr>
            </w:pPr>
          </w:p>
        </w:tc>
        <w:tc>
          <w:tcPr>
            <w:tcW w:w="720" w:type="dxa"/>
          </w:tcPr>
          <w:p w:rsidR="00704E91" w:rsidRDefault="00704E91" w:rsidP="007D330A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  <w:r>
              <w:rPr>
                <w:rFonts w:ascii="Times New Roman" w:hAnsi="Times New Roman"/>
                <w:i/>
                <w:u w:val="single"/>
              </w:rPr>
              <w:t>m</w:t>
            </w:r>
          </w:p>
        </w:tc>
        <w:tc>
          <w:tcPr>
            <w:tcW w:w="1710" w:type="dxa"/>
          </w:tcPr>
          <w:p w:rsidR="00704E91" w:rsidRDefault="00704E91" w:rsidP="007D330A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proofErr w:type="spellStart"/>
            <w:r>
              <w:rPr>
                <w:rFonts w:ascii="Times New Roman" w:hAnsi="Times New Roman"/>
                <w:i/>
                <w:u w:val="single"/>
              </w:rPr>
              <w:t>i</w:t>
            </w:r>
            <w:proofErr w:type="spellEnd"/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</w:p>
        </w:tc>
        <w:tc>
          <w:tcPr>
            <w:tcW w:w="1710" w:type="dxa"/>
          </w:tcPr>
          <w:p w:rsidR="00704E91" w:rsidRDefault="00704E91" w:rsidP="007D330A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           </w:t>
            </w:r>
            <w:r>
              <w:rPr>
                <w:rFonts w:ascii="Times New Roman" w:hAnsi="Times New Roman"/>
                <w:i/>
                <w:u w:val="single"/>
              </w:rPr>
              <w:t>n</w:t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</w:p>
        </w:tc>
        <w:tc>
          <w:tcPr>
            <w:tcW w:w="3772" w:type="dxa"/>
          </w:tcPr>
          <w:p w:rsidR="00704E91" w:rsidRDefault="00704E91" w:rsidP="007D330A">
            <w:pPr>
              <w:pStyle w:val="Heading3"/>
              <w:rPr>
                <w:i/>
              </w:rPr>
            </w:pPr>
            <w:r>
              <w:rPr>
                <w:i/>
              </w:rPr>
              <w:t xml:space="preserve">          Initial investment</w:t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</w:p>
        </w:tc>
      </w:tr>
      <w:tr w:rsidR="00704E91" w:rsidTr="007D330A">
        <w:tc>
          <w:tcPr>
            <w:tcW w:w="450" w:type="dxa"/>
          </w:tcPr>
          <w:p w:rsidR="00704E91" w:rsidRDefault="00704E91" w:rsidP="007D330A">
            <w:pPr>
              <w:tabs>
                <w:tab w:val="decimal" w:pos="360"/>
                <w:tab w:val="left" w:pos="720"/>
              </w:tabs>
              <w:spacing w:before="180"/>
              <w:jc w:val="center"/>
            </w:pPr>
          </w:p>
        </w:tc>
        <w:tc>
          <w:tcPr>
            <w:tcW w:w="360" w:type="dxa"/>
          </w:tcPr>
          <w:p w:rsidR="00704E91" w:rsidRDefault="00704E91" w:rsidP="007D330A">
            <w:pPr>
              <w:tabs>
                <w:tab w:val="decimal" w:pos="360"/>
                <w:tab w:val="left" w:pos="720"/>
              </w:tabs>
              <w:spacing w:before="180"/>
              <w:jc w:val="center"/>
              <w:rPr>
                <w:i/>
              </w:rPr>
            </w:pPr>
            <w:r>
              <w:rPr>
                <w:i/>
              </w:rPr>
              <w:t>a.</w:t>
            </w:r>
          </w:p>
        </w:tc>
        <w:tc>
          <w:tcPr>
            <w:tcW w:w="720" w:type="dxa"/>
          </w:tcPr>
          <w:p w:rsidR="00704E91" w:rsidRDefault="00704E91" w:rsidP="007D330A">
            <w:pPr>
              <w:tabs>
                <w:tab w:val="decimal" w:pos="360"/>
                <w:tab w:val="left" w:pos="720"/>
              </w:tabs>
              <w:spacing w:before="180"/>
              <w:jc w:val="center"/>
            </w:pPr>
            <w:r>
              <w:t>1</w:t>
            </w:r>
          </w:p>
        </w:tc>
        <w:tc>
          <w:tcPr>
            <w:tcW w:w="1710" w:type="dxa"/>
          </w:tcPr>
          <w:p w:rsidR="00704E91" w:rsidRDefault="00B81991" w:rsidP="007D330A">
            <w:pPr>
              <w:spacing w:before="60"/>
              <w:ind w:right="187"/>
              <w:jc w:val="center"/>
            </w:pPr>
            <w:r w:rsidRPr="00B81991">
              <w:rPr>
                <w:position w:val="-24"/>
              </w:rPr>
              <w:object w:dxaOrig="440" w:dyaOrig="620">
                <v:shape id="_x0000_i1137" type="#_x0000_t75" style="width:17.65pt;height:25.15pt" o:ole="">
                  <v:imagedata r:id="rId212" o:title=""/>
                </v:shape>
                <o:OLEObject Type="Embed" ProgID="Equation.3" ShapeID="_x0000_i1137" DrawAspect="Content" ObjectID="_1654971161" r:id="rId213"/>
              </w:object>
            </w:r>
            <w:r w:rsidR="00704E91">
              <w:t xml:space="preserve">= </w:t>
            </w:r>
            <w:r>
              <w:t>4</w:t>
            </w:r>
            <w:r w:rsidR="00704E91">
              <w:t>%</w:t>
            </w:r>
          </w:p>
        </w:tc>
        <w:tc>
          <w:tcPr>
            <w:tcW w:w="1710" w:type="dxa"/>
          </w:tcPr>
          <w:p w:rsidR="00704E91" w:rsidRDefault="00704E91" w:rsidP="007D330A">
            <w:pPr>
              <w:tabs>
                <w:tab w:val="decimal" w:pos="360"/>
                <w:tab w:val="left" w:pos="720"/>
              </w:tabs>
              <w:spacing w:before="120"/>
              <w:ind w:right="274"/>
              <w:jc w:val="right"/>
            </w:pPr>
            <w:r>
              <w:t>25</w:t>
            </w:r>
          </w:p>
        </w:tc>
        <w:tc>
          <w:tcPr>
            <w:tcW w:w="3772" w:type="dxa"/>
          </w:tcPr>
          <w:p w:rsidR="00704E91" w:rsidRDefault="00704E91" w:rsidP="00B81991">
            <w:pPr>
              <w:spacing w:before="60"/>
              <w:ind w:right="274"/>
              <w:jc w:val="right"/>
              <w:rPr>
                <w:u w:val="double"/>
              </w:rPr>
            </w:pPr>
            <w:r>
              <w:t>$10,000</w:t>
            </w:r>
            <w:r w:rsidR="00B81991" w:rsidRPr="00254245">
              <w:rPr>
                <w:position w:val="-10"/>
              </w:rPr>
              <w:object w:dxaOrig="840" w:dyaOrig="380">
                <v:shape id="_x0000_i1138" type="#_x0000_t75" style="width:42.1pt;height:19pt" o:ole="" fillcolor="window">
                  <v:imagedata r:id="rId214" o:title=""/>
                </v:shape>
                <o:OLEObject Type="Embed" ProgID="Equation.3" ShapeID="_x0000_i1138" DrawAspect="Content" ObjectID="_1654971162" r:id="rId215"/>
              </w:object>
            </w:r>
            <w:r>
              <w:t xml:space="preserve"> = </w:t>
            </w:r>
            <w:r>
              <w:rPr>
                <w:u w:val="double"/>
              </w:rPr>
              <w:t>$</w:t>
            </w:r>
            <w:r w:rsidR="00B81991">
              <w:rPr>
                <w:u w:val="double"/>
              </w:rPr>
              <w:t>3751.17</w:t>
            </w:r>
          </w:p>
        </w:tc>
      </w:tr>
      <w:tr w:rsidR="00704E91" w:rsidTr="007D330A">
        <w:tc>
          <w:tcPr>
            <w:tcW w:w="450" w:type="dxa"/>
          </w:tcPr>
          <w:p w:rsidR="00704E91" w:rsidRDefault="00704E91" w:rsidP="007D330A">
            <w:pPr>
              <w:tabs>
                <w:tab w:val="decimal" w:pos="360"/>
                <w:tab w:val="left" w:pos="720"/>
              </w:tabs>
              <w:spacing w:before="180"/>
              <w:jc w:val="center"/>
            </w:pPr>
          </w:p>
        </w:tc>
        <w:tc>
          <w:tcPr>
            <w:tcW w:w="360" w:type="dxa"/>
          </w:tcPr>
          <w:p w:rsidR="00704E91" w:rsidRDefault="00704E91" w:rsidP="007D330A">
            <w:pPr>
              <w:tabs>
                <w:tab w:val="decimal" w:pos="360"/>
                <w:tab w:val="left" w:pos="720"/>
              </w:tabs>
              <w:spacing w:before="180"/>
              <w:jc w:val="center"/>
              <w:rPr>
                <w:i/>
              </w:rPr>
            </w:pPr>
            <w:r>
              <w:rPr>
                <w:i/>
              </w:rPr>
              <w:t>b.</w:t>
            </w:r>
          </w:p>
        </w:tc>
        <w:tc>
          <w:tcPr>
            <w:tcW w:w="720" w:type="dxa"/>
          </w:tcPr>
          <w:p w:rsidR="00704E91" w:rsidRDefault="00704E91" w:rsidP="007D330A">
            <w:pPr>
              <w:tabs>
                <w:tab w:val="decimal" w:pos="360"/>
                <w:tab w:val="left" w:pos="720"/>
              </w:tabs>
              <w:spacing w:before="180"/>
              <w:jc w:val="center"/>
            </w:pPr>
            <w:r>
              <w:t>2</w:t>
            </w:r>
          </w:p>
        </w:tc>
        <w:tc>
          <w:tcPr>
            <w:tcW w:w="1710" w:type="dxa"/>
          </w:tcPr>
          <w:p w:rsidR="00704E91" w:rsidRDefault="00B81991" w:rsidP="007D330A">
            <w:pPr>
              <w:spacing w:before="60"/>
              <w:ind w:right="187"/>
              <w:jc w:val="center"/>
            </w:pPr>
            <w:r w:rsidRPr="00B81991">
              <w:rPr>
                <w:position w:val="-24"/>
              </w:rPr>
              <w:object w:dxaOrig="440" w:dyaOrig="620">
                <v:shape id="_x0000_i1139" type="#_x0000_t75" style="width:17.65pt;height:25.15pt" o:ole="">
                  <v:imagedata r:id="rId216" o:title=""/>
                </v:shape>
                <o:OLEObject Type="Embed" ProgID="Equation.3" ShapeID="_x0000_i1139" DrawAspect="Content" ObjectID="_1654971163" r:id="rId217"/>
              </w:object>
            </w:r>
            <w:r w:rsidR="00704E91">
              <w:t xml:space="preserve">= </w:t>
            </w:r>
            <w:r>
              <w:t>2</w:t>
            </w:r>
            <w:r w:rsidR="00704E91">
              <w:t>%</w:t>
            </w:r>
          </w:p>
        </w:tc>
        <w:tc>
          <w:tcPr>
            <w:tcW w:w="1710" w:type="dxa"/>
          </w:tcPr>
          <w:p w:rsidR="00704E91" w:rsidRDefault="00704E91" w:rsidP="007D330A">
            <w:pPr>
              <w:tabs>
                <w:tab w:val="decimal" w:pos="360"/>
                <w:tab w:val="left" w:pos="720"/>
              </w:tabs>
              <w:spacing w:before="120"/>
              <w:ind w:right="274"/>
              <w:jc w:val="right"/>
            </w:pPr>
            <w:r>
              <w:t>2(25) = 50</w:t>
            </w:r>
          </w:p>
        </w:tc>
        <w:tc>
          <w:tcPr>
            <w:tcW w:w="3772" w:type="dxa"/>
          </w:tcPr>
          <w:p w:rsidR="00704E91" w:rsidRDefault="00704E91" w:rsidP="00B81991">
            <w:pPr>
              <w:spacing w:before="60"/>
              <w:ind w:right="274"/>
              <w:jc w:val="right"/>
              <w:rPr>
                <w:u w:val="double"/>
              </w:rPr>
            </w:pPr>
            <w:r>
              <w:t>$10,000</w:t>
            </w:r>
            <w:r w:rsidR="00B81991" w:rsidRPr="00254245">
              <w:rPr>
                <w:position w:val="-10"/>
              </w:rPr>
              <w:object w:dxaOrig="840" w:dyaOrig="380">
                <v:shape id="_x0000_i1140" type="#_x0000_t75" style="width:42.1pt;height:19pt" o:ole="" fillcolor="window">
                  <v:imagedata r:id="rId218" o:title=""/>
                </v:shape>
                <o:OLEObject Type="Embed" ProgID="Equation.3" ShapeID="_x0000_i1140" DrawAspect="Content" ObjectID="_1654971164" r:id="rId219"/>
              </w:object>
            </w:r>
            <w:r>
              <w:t xml:space="preserve"> = </w:t>
            </w:r>
            <w:r w:rsidRPr="00254245">
              <w:rPr>
                <w:u w:val="double"/>
              </w:rPr>
              <w:t>$</w:t>
            </w:r>
            <w:r w:rsidR="00B81991">
              <w:rPr>
                <w:u w:val="double"/>
              </w:rPr>
              <w:t>3715.28</w:t>
            </w:r>
          </w:p>
        </w:tc>
      </w:tr>
      <w:tr w:rsidR="00704E91" w:rsidTr="007D330A">
        <w:tc>
          <w:tcPr>
            <w:tcW w:w="450" w:type="dxa"/>
          </w:tcPr>
          <w:p w:rsidR="00704E91" w:rsidRDefault="00704E91" w:rsidP="007D330A">
            <w:pPr>
              <w:tabs>
                <w:tab w:val="decimal" w:pos="360"/>
                <w:tab w:val="left" w:pos="720"/>
              </w:tabs>
              <w:spacing w:before="180"/>
              <w:jc w:val="center"/>
            </w:pPr>
          </w:p>
        </w:tc>
        <w:tc>
          <w:tcPr>
            <w:tcW w:w="360" w:type="dxa"/>
          </w:tcPr>
          <w:p w:rsidR="00704E91" w:rsidRDefault="00704E91" w:rsidP="007D330A">
            <w:pPr>
              <w:tabs>
                <w:tab w:val="decimal" w:pos="360"/>
                <w:tab w:val="left" w:pos="720"/>
              </w:tabs>
              <w:spacing w:before="180"/>
              <w:jc w:val="center"/>
              <w:rPr>
                <w:i/>
              </w:rPr>
            </w:pPr>
            <w:r>
              <w:rPr>
                <w:i/>
              </w:rPr>
              <w:t>c.</w:t>
            </w:r>
          </w:p>
        </w:tc>
        <w:tc>
          <w:tcPr>
            <w:tcW w:w="720" w:type="dxa"/>
          </w:tcPr>
          <w:p w:rsidR="00704E91" w:rsidRDefault="00704E91" w:rsidP="007D330A">
            <w:pPr>
              <w:tabs>
                <w:tab w:val="decimal" w:pos="360"/>
                <w:tab w:val="left" w:pos="720"/>
              </w:tabs>
              <w:spacing w:before="180"/>
              <w:jc w:val="center"/>
            </w:pPr>
            <w:r>
              <w:t>4</w:t>
            </w:r>
          </w:p>
        </w:tc>
        <w:tc>
          <w:tcPr>
            <w:tcW w:w="1710" w:type="dxa"/>
          </w:tcPr>
          <w:p w:rsidR="00704E91" w:rsidRDefault="00B81991" w:rsidP="007D330A">
            <w:pPr>
              <w:spacing w:before="60"/>
              <w:ind w:right="187"/>
              <w:jc w:val="center"/>
            </w:pPr>
            <w:r w:rsidRPr="00B81991">
              <w:rPr>
                <w:position w:val="-24"/>
              </w:rPr>
              <w:object w:dxaOrig="440" w:dyaOrig="620">
                <v:shape id="_x0000_i1141" type="#_x0000_t75" style="width:17.65pt;height:25.15pt" o:ole="">
                  <v:imagedata r:id="rId220" o:title=""/>
                </v:shape>
                <o:OLEObject Type="Embed" ProgID="Equation.3" ShapeID="_x0000_i1141" DrawAspect="Content" ObjectID="_1654971165" r:id="rId221"/>
              </w:object>
            </w:r>
            <w:r w:rsidR="00704E91">
              <w:t xml:space="preserve">= </w:t>
            </w:r>
            <w:r>
              <w:t>1</w:t>
            </w:r>
            <w:r w:rsidR="00704E91">
              <w:t>%</w:t>
            </w:r>
          </w:p>
        </w:tc>
        <w:tc>
          <w:tcPr>
            <w:tcW w:w="1710" w:type="dxa"/>
          </w:tcPr>
          <w:p w:rsidR="00704E91" w:rsidRDefault="00704E91" w:rsidP="007D330A">
            <w:pPr>
              <w:tabs>
                <w:tab w:val="decimal" w:pos="360"/>
                <w:tab w:val="left" w:pos="720"/>
              </w:tabs>
              <w:spacing w:before="120"/>
              <w:ind w:right="274"/>
              <w:jc w:val="right"/>
            </w:pPr>
            <w:r>
              <w:t>4(25) = 100</w:t>
            </w:r>
          </w:p>
        </w:tc>
        <w:tc>
          <w:tcPr>
            <w:tcW w:w="3772" w:type="dxa"/>
          </w:tcPr>
          <w:p w:rsidR="00704E91" w:rsidRDefault="00704E91" w:rsidP="00B81991">
            <w:pPr>
              <w:spacing w:before="60"/>
              <w:ind w:right="274"/>
              <w:jc w:val="right"/>
              <w:rPr>
                <w:u w:val="double"/>
              </w:rPr>
            </w:pPr>
            <w:r>
              <w:t>$10,000</w:t>
            </w:r>
            <w:r w:rsidR="00B81991" w:rsidRPr="00254245">
              <w:rPr>
                <w:position w:val="-10"/>
              </w:rPr>
              <w:object w:dxaOrig="900" w:dyaOrig="380">
                <v:shape id="_x0000_i1142" type="#_x0000_t75" style="width:44.85pt;height:19pt" o:ole="" fillcolor="window">
                  <v:imagedata r:id="rId222" o:title=""/>
                </v:shape>
                <o:OLEObject Type="Embed" ProgID="Equation.3" ShapeID="_x0000_i1142" DrawAspect="Content" ObjectID="_1654971166" r:id="rId223"/>
              </w:object>
            </w:r>
            <w:r>
              <w:t xml:space="preserve"> = </w:t>
            </w:r>
            <w:r>
              <w:rPr>
                <w:u w:val="double"/>
              </w:rPr>
              <w:t>$</w:t>
            </w:r>
            <w:r w:rsidR="00B81991">
              <w:rPr>
                <w:u w:val="double"/>
              </w:rPr>
              <w:t>3697.11</w:t>
            </w:r>
          </w:p>
        </w:tc>
      </w:tr>
      <w:tr w:rsidR="00704E91" w:rsidTr="007D330A">
        <w:tc>
          <w:tcPr>
            <w:tcW w:w="450" w:type="dxa"/>
          </w:tcPr>
          <w:p w:rsidR="00704E91" w:rsidRDefault="00704E91" w:rsidP="007D330A">
            <w:pPr>
              <w:tabs>
                <w:tab w:val="decimal" w:pos="360"/>
                <w:tab w:val="left" w:pos="720"/>
              </w:tabs>
              <w:spacing w:before="180"/>
              <w:jc w:val="center"/>
            </w:pPr>
          </w:p>
        </w:tc>
        <w:tc>
          <w:tcPr>
            <w:tcW w:w="360" w:type="dxa"/>
          </w:tcPr>
          <w:p w:rsidR="00704E91" w:rsidRDefault="00704E91" w:rsidP="007D330A">
            <w:pPr>
              <w:tabs>
                <w:tab w:val="decimal" w:pos="360"/>
                <w:tab w:val="left" w:pos="720"/>
              </w:tabs>
              <w:spacing w:before="180"/>
              <w:jc w:val="center"/>
              <w:rPr>
                <w:i/>
              </w:rPr>
            </w:pPr>
            <w:r>
              <w:rPr>
                <w:i/>
              </w:rPr>
              <w:t>d.</w:t>
            </w:r>
          </w:p>
        </w:tc>
        <w:tc>
          <w:tcPr>
            <w:tcW w:w="720" w:type="dxa"/>
          </w:tcPr>
          <w:p w:rsidR="00704E91" w:rsidRDefault="00704E91" w:rsidP="007D330A">
            <w:pPr>
              <w:tabs>
                <w:tab w:val="decimal" w:pos="360"/>
                <w:tab w:val="left" w:pos="720"/>
              </w:tabs>
              <w:spacing w:before="180"/>
              <w:jc w:val="center"/>
            </w:pPr>
            <w:r>
              <w:t>12</w:t>
            </w:r>
          </w:p>
        </w:tc>
        <w:tc>
          <w:tcPr>
            <w:tcW w:w="1710" w:type="dxa"/>
          </w:tcPr>
          <w:p w:rsidR="00704E91" w:rsidRDefault="00B81991" w:rsidP="007D330A">
            <w:pPr>
              <w:spacing w:before="60"/>
              <w:ind w:right="187"/>
              <w:jc w:val="center"/>
            </w:pPr>
            <w:r w:rsidRPr="00B81991">
              <w:rPr>
                <w:position w:val="-24"/>
              </w:rPr>
              <w:object w:dxaOrig="440" w:dyaOrig="620">
                <v:shape id="_x0000_i1143" type="#_x0000_t75" style="width:17.65pt;height:25.15pt" o:ole="">
                  <v:imagedata r:id="rId224" o:title=""/>
                </v:shape>
                <o:OLEObject Type="Embed" ProgID="Equation.3" ShapeID="_x0000_i1143" DrawAspect="Content" ObjectID="_1654971167" r:id="rId225"/>
              </w:object>
            </w:r>
            <w:r w:rsidR="00704E91">
              <w:t xml:space="preserve">= </w:t>
            </w:r>
            <w:r w:rsidRPr="00704E91">
              <w:rPr>
                <w:position w:val="-6"/>
              </w:rPr>
              <w:object w:dxaOrig="680" w:dyaOrig="340">
                <v:shape id="_x0000_i1144" type="#_x0000_t75" style="width:33.95pt;height:16.3pt" o:ole="" fillcolor="window">
                  <v:imagedata r:id="rId226" o:title=""/>
                </v:shape>
                <o:OLEObject Type="Embed" ProgID="Equation.3" ShapeID="_x0000_i1144" DrawAspect="Content" ObjectID="_1654971168" r:id="rId227"/>
              </w:object>
            </w:r>
          </w:p>
        </w:tc>
        <w:tc>
          <w:tcPr>
            <w:tcW w:w="1710" w:type="dxa"/>
          </w:tcPr>
          <w:p w:rsidR="00704E91" w:rsidRDefault="00704E91" w:rsidP="007D330A">
            <w:pPr>
              <w:tabs>
                <w:tab w:val="decimal" w:pos="360"/>
                <w:tab w:val="left" w:pos="720"/>
              </w:tabs>
              <w:spacing w:before="120"/>
              <w:ind w:right="274"/>
              <w:jc w:val="right"/>
            </w:pPr>
            <w:r>
              <w:t>12(25) = 300</w:t>
            </w:r>
          </w:p>
        </w:tc>
        <w:tc>
          <w:tcPr>
            <w:tcW w:w="3772" w:type="dxa"/>
          </w:tcPr>
          <w:p w:rsidR="00704E91" w:rsidRDefault="00704E91" w:rsidP="00B81991">
            <w:pPr>
              <w:spacing w:before="60"/>
              <w:ind w:right="274"/>
              <w:jc w:val="right"/>
              <w:rPr>
                <w:u w:val="double"/>
              </w:rPr>
            </w:pPr>
            <w:r>
              <w:t>$10,000</w:t>
            </w:r>
            <w:r w:rsidR="00B81991" w:rsidRPr="00254245">
              <w:rPr>
                <w:position w:val="-10"/>
              </w:rPr>
              <w:object w:dxaOrig="999" w:dyaOrig="420">
                <v:shape id="_x0000_i1145" type="#_x0000_t75" style="width:49.6pt;height:21.05pt" o:ole="" fillcolor="window">
                  <v:imagedata r:id="rId228" o:title=""/>
                </v:shape>
                <o:OLEObject Type="Embed" ProgID="Equation.3" ShapeID="_x0000_i1145" DrawAspect="Content" ObjectID="_1654971169" r:id="rId229"/>
              </w:object>
            </w:r>
            <w:r>
              <w:t xml:space="preserve"> = </w:t>
            </w:r>
            <w:r>
              <w:rPr>
                <w:u w:val="double"/>
              </w:rPr>
              <w:t>$</w:t>
            </w:r>
            <w:r w:rsidR="00B81991">
              <w:rPr>
                <w:u w:val="double"/>
              </w:rPr>
              <w:t>3684.92</w:t>
            </w:r>
          </w:p>
        </w:tc>
      </w:tr>
    </w:tbl>
    <w:p w:rsidR="00BD4378" w:rsidRDefault="00BD4378">
      <w:r>
        <w:br w:type="page"/>
      </w:r>
    </w:p>
    <w:p w:rsidR="00BC5284" w:rsidRDefault="00BC5284" w:rsidP="00BC5284">
      <w:pPr>
        <w:pStyle w:val="ISM"/>
      </w:pPr>
      <w:r>
        <w:lastRenderedPageBreak/>
        <w:tab/>
      </w:r>
      <w:r w:rsidR="00B61728">
        <w:t>5</w:t>
      </w:r>
      <w:r>
        <w:t>.</w:t>
      </w:r>
      <w:r>
        <w:tab/>
        <w:t xml:space="preserve">Given: </w:t>
      </w:r>
      <w:r w:rsidR="008C6ECA">
        <w:rPr>
          <w:rFonts w:ascii="Times New Roman" w:hAnsi="Times New Roman"/>
          <w:i/>
        </w:rPr>
        <w:t>F</w:t>
      </w:r>
      <w:r w:rsidR="008C6ECA" w:rsidRPr="00BC5595">
        <w:rPr>
          <w:rFonts w:ascii="Times New Roman" w:hAnsi="Times New Roman"/>
          <w:i/>
        </w:rPr>
        <w:t>V</w:t>
      </w:r>
      <w:r w:rsidR="008C6ECA">
        <w:t xml:space="preserve"> = $10,000;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2A5267">
        <w:rPr>
          <w:position w:val="-14"/>
        </w:rPr>
        <w:object w:dxaOrig="480" w:dyaOrig="400">
          <v:shape id="_x0000_i1146" type="#_x0000_t75" style="width:23.75pt;height:20.4pt" o:ole="" fillcolor="window">
            <v:imagedata r:id="rId230" o:title=""/>
          </v:shape>
          <o:OLEObject Type="Embed" ProgID="Equation.3" ShapeID="_x0000_i1146" DrawAspect="Content" ObjectID="_1654971170" r:id="rId231"/>
        </w:object>
      </w:r>
      <w:r>
        <w:t xml:space="preserve"> = 4.5% (per year); </w:t>
      </w:r>
      <w:r>
        <w:rPr>
          <w:rFonts w:ascii="Times New Roman" w:hAnsi="Times New Roman"/>
          <w:i/>
        </w:rPr>
        <w:t>n</w:t>
      </w:r>
      <w:r>
        <w:t xml:space="preserve"> = 1(10) = 10 periods</w:t>
      </w:r>
    </w:p>
    <w:p w:rsidR="00BC5284" w:rsidRDefault="00BC5284" w:rsidP="00BC5284">
      <w:pPr>
        <w:pStyle w:val="ISM"/>
        <w:spacing w:after="180"/>
        <w:rPr>
          <w:u w:val="double"/>
        </w:rPr>
      </w:pPr>
      <w:r>
        <w:tab/>
      </w:r>
      <w:r>
        <w:tab/>
      </w:r>
      <w:r w:rsidR="00700EDB">
        <w:t>Present value</w:t>
      </w:r>
      <w:r>
        <w:t xml:space="preserve">, </w:t>
      </w:r>
      <w:r w:rsidRPr="002A5267">
        <w:rPr>
          <w:position w:val="-10"/>
        </w:rPr>
        <w:object w:dxaOrig="1600" w:dyaOrig="380">
          <v:shape id="_x0000_i1147" type="#_x0000_t75" style="width:80.15pt;height:19pt" o:ole="" fillcolor="window">
            <v:imagedata r:id="rId202" o:title=""/>
          </v:shape>
          <o:OLEObject Type="Embed" ProgID="Equation.3" ShapeID="_x0000_i1147" DrawAspect="Content" ObjectID="_1654971171" r:id="rId232"/>
        </w:object>
      </w:r>
      <w:r>
        <w:rPr>
          <w:rFonts w:ascii="Times New Roman" w:hAnsi="Times New Roman"/>
          <w:i/>
        </w:rPr>
        <w:t>=</w:t>
      </w:r>
      <w:r>
        <w:t xml:space="preserve"> </w:t>
      </w:r>
      <w:r w:rsidR="00700EDB" w:rsidRPr="00700EDB">
        <w:rPr>
          <w:position w:val="-10"/>
        </w:rPr>
        <w:object w:dxaOrig="1840" w:dyaOrig="380">
          <v:shape id="_x0000_i1148" type="#_x0000_t75" style="width:92.4pt;height:19pt" o:ole="" fillcolor="window">
            <v:imagedata r:id="rId233" o:title=""/>
          </v:shape>
          <o:OLEObject Type="Embed" ProgID="Equation.3" ShapeID="_x0000_i1148" DrawAspect="Content" ObjectID="_1654971172" r:id="rId234"/>
        </w:object>
      </w:r>
      <w:r>
        <w:t xml:space="preserve">= </w:t>
      </w:r>
      <w:r>
        <w:rPr>
          <w:u w:val="double"/>
        </w:rPr>
        <w:t>$6439.28</w:t>
      </w:r>
    </w:p>
    <w:p w:rsidR="00BC5284" w:rsidRDefault="00BC5284" w:rsidP="00BC5284">
      <w:pPr>
        <w:pStyle w:val="ISM"/>
      </w:pPr>
      <w:r>
        <w:tab/>
      </w:r>
      <w:r w:rsidR="00B61728">
        <w:t>7</w:t>
      </w:r>
      <w:r>
        <w:t>.</w:t>
      </w:r>
      <w:r>
        <w:tab/>
        <w:t xml:space="preserve">Given: </w:t>
      </w:r>
      <w:r w:rsidR="00700EDB">
        <w:rPr>
          <w:rFonts w:ascii="Times New Roman" w:hAnsi="Times New Roman"/>
          <w:i/>
        </w:rPr>
        <w:t>F</w:t>
      </w:r>
      <w:r w:rsidR="00700EDB" w:rsidRPr="00BC5595">
        <w:rPr>
          <w:rFonts w:ascii="Times New Roman" w:hAnsi="Times New Roman"/>
          <w:i/>
        </w:rPr>
        <w:t>V</w:t>
      </w:r>
      <w:r w:rsidR="00700EDB">
        <w:t xml:space="preserve"> = $9704.61;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</w:t>
      </w:r>
      <w:proofErr w:type="gramStart"/>
      <w:r>
        <w:t xml:space="preserve">=  </w:t>
      </w:r>
      <w:proofErr w:type="gramEnd"/>
      <w:r w:rsidR="00D92D3E" w:rsidRPr="00D92D3E">
        <w:rPr>
          <w:position w:val="-24"/>
        </w:rPr>
        <w:object w:dxaOrig="600" w:dyaOrig="620">
          <v:shape id="_x0000_i1149" type="#_x0000_t75" style="width:23.75pt;height:25.15pt" o:ole="">
            <v:imagedata r:id="rId235" o:title=""/>
          </v:shape>
          <o:OLEObject Type="Embed" ProgID="Equation.3" ShapeID="_x0000_i1149" DrawAspect="Content" ObjectID="_1654971173" r:id="rId236"/>
        </w:object>
      </w:r>
      <w:r>
        <w:t xml:space="preserve">= </w:t>
      </w:r>
      <w:r w:rsidR="00D92D3E">
        <w:t>1</w:t>
      </w:r>
      <w:r>
        <w:t xml:space="preserve">.75% (per half year); </w:t>
      </w:r>
      <w:r>
        <w:rPr>
          <w:rFonts w:ascii="Times New Roman" w:hAnsi="Times New Roman"/>
          <w:i/>
        </w:rPr>
        <w:t>n</w:t>
      </w:r>
      <w:r>
        <w:t xml:space="preserve"> = </w:t>
      </w:r>
      <w:r w:rsidR="00700EDB" w:rsidRPr="00700EDB">
        <w:rPr>
          <w:position w:val="-12"/>
        </w:rPr>
        <w:object w:dxaOrig="279" w:dyaOrig="360">
          <v:shape id="_x0000_i1150" type="#_x0000_t75" style="width:14.25pt;height:18.35pt" o:ole="" fillcolor="window">
            <v:imagedata r:id="rId237" o:title=""/>
          </v:shape>
          <o:OLEObject Type="Embed" ProgID="Equation.3" ShapeID="_x0000_i1150" DrawAspect="Content" ObjectID="_1654971174" r:id="rId238"/>
        </w:object>
      </w:r>
      <w:r>
        <w:t xml:space="preserve"> = 7 periods</w:t>
      </w:r>
    </w:p>
    <w:p w:rsidR="00BC5284" w:rsidRDefault="00BC5284" w:rsidP="00BC5284">
      <w:pPr>
        <w:pStyle w:val="ISM"/>
        <w:spacing w:after="120"/>
        <w:rPr>
          <w:u w:val="double"/>
        </w:rPr>
      </w:pPr>
      <w:r>
        <w:tab/>
      </w:r>
      <w:r>
        <w:tab/>
      </w:r>
      <w:r w:rsidR="00700EDB">
        <w:t>Original investment</w:t>
      </w:r>
      <w:r>
        <w:t xml:space="preserve">, </w:t>
      </w:r>
      <w:r w:rsidRPr="002A5267">
        <w:rPr>
          <w:position w:val="-10"/>
        </w:rPr>
        <w:object w:dxaOrig="1600" w:dyaOrig="380">
          <v:shape id="_x0000_i1151" type="#_x0000_t75" style="width:80.15pt;height:19pt" o:ole="" fillcolor="window">
            <v:imagedata r:id="rId202" o:title=""/>
          </v:shape>
          <o:OLEObject Type="Embed" ProgID="Equation.3" ShapeID="_x0000_i1151" DrawAspect="Content" ObjectID="_1654971175" r:id="rId239"/>
        </w:object>
      </w:r>
      <w:r>
        <w:rPr>
          <w:rFonts w:ascii="Times New Roman" w:hAnsi="Times New Roman"/>
          <w:i/>
        </w:rPr>
        <w:t>=</w:t>
      </w:r>
      <w:r>
        <w:t xml:space="preserve"> </w:t>
      </w:r>
      <w:r w:rsidR="00D92D3E" w:rsidRPr="00F5700C">
        <w:rPr>
          <w:position w:val="-10"/>
        </w:rPr>
        <w:object w:dxaOrig="2020" w:dyaOrig="380">
          <v:shape id="_x0000_i1152" type="#_x0000_t75" style="width:101.2pt;height:19pt" o:ole="" fillcolor="window">
            <v:imagedata r:id="rId240" o:title=""/>
          </v:shape>
          <o:OLEObject Type="Embed" ProgID="Equation.3" ShapeID="_x0000_i1152" DrawAspect="Content" ObjectID="_1654971176" r:id="rId241"/>
        </w:object>
      </w:r>
      <w:r>
        <w:t xml:space="preserve">= </w:t>
      </w:r>
      <w:r>
        <w:rPr>
          <w:u w:val="double"/>
        </w:rPr>
        <w:t>$</w:t>
      </w:r>
      <w:r w:rsidR="00D92D3E">
        <w:rPr>
          <w:u w:val="double"/>
        </w:rPr>
        <w:t>8594.83</w:t>
      </w:r>
    </w:p>
    <w:p w:rsidR="00BC5284" w:rsidRDefault="00BC5284" w:rsidP="00BC5284">
      <w:pPr>
        <w:pStyle w:val="ISM"/>
      </w:pPr>
      <w:r>
        <w:tab/>
      </w:r>
      <w:r w:rsidR="00B61728">
        <w:t>9</w:t>
      </w:r>
      <w:r>
        <w:t>.</w:t>
      </w:r>
      <w:r>
        <w:tab/>
        <w:t xml:space="preserve">Given: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BB338C">
        <w:rPr>
          <w:position w:val="-12"/>
        </w:rPr>
        <w:object w:dxaOrig="420" w:dyaOrig="360">
          <v:shape id="_x0000_i1153" type="#_x0000_t75" style="width:21.05pt;height:18.35pt" o:ole="" fillcolor="window">
            <v:imagedata r:id="rId242" o:title=""/>
          </v:shape>
          <o:OLEObject Type="Embed" ProgID="Equation.3" ShapeID="_x0000_i1153" DrawAspect="Content" ObjectID="_1654971177" r:id="rId243"/>
        </w:object>
      </w:r>
      <w:r>
        <w:t xml:space="preserve"> = 5.5%; </w:t>
      </w:r>
      <w:r>
        <w:rPr>
          <w:rFonts w:ascii="Times New Roman" w:hAnsi="Times New Roman"/>
          <w:i/>
        </w:rPr>
        <w:t>n</w:t>
      </w:r>
      <w:r>
        <w:t xml:space="preserve"> = 1(4) = 4; </w:t>
      </w:r>
      <w:r>
        <w:rPr>
          <w:rFonts w:ascii="Times New Roman" w:hAnsi="Times New Roman"/>
          <w:i/>
        </w:rPr>
        <w:t>FV</w:t>
      </w:r>
      <w:r>
        <w:t xml:space="preserve"> = $10,000</w:t>
      </w:r>
    </w:p>
    <w:p w:rsidR="00BC5284" w:rsidRDefault="00BC5284" w:rsidP="00BC5284">
      <w:pPr>
        <w:pStyle w:val="ISM"/>
        <w:spacing w:after="180"/>
        <w:rPr>
          <w:u w:val="double"/>
        </w:rPr>
      </w:pPr>
      <w:r>
        <w:tab/>
      </w:r>
      <w:r>
        <w:tab/>
        <w:t xml:space="preserve">Required investment </w:t>
      </w:r>
      <w:r>
        <w:rPr>
          <w:rFonts w:ascii="Times New Roman" w:hAnsi="Times New Roman"/>
          <w:i/>
        </w:rPr>
        <w:t>=</w:t>
      </w:r>
      <w:r w:rsidRPr="002A5267">
        <w:rPr>
          <w:position w:val="-10"/>
        </w:rPr>
        <w:object w:dxaOrig="1600" w:dyaOrig="380">
          <v:shape id="_x0000_i1154" type="#_x0000_t75" style="width:80.15pt;height:19pt" o:ole="" fillcolor="window">
            <v:imagedata r:id="rId202" o:title=""/>
          </v:shape>
          <o:OLEObject Type="Embed" ProgID="Equation.3" ShapeID="_x0000_i1154" DrawAspect="Content" ObjectID="_1654971178" r:id="rId244"/>
        </w:object>
      </w:r>
      <w:r>
        <w:rPr>
          <w:rFonts w:ascii="Times New Roman" w:hAnsi="Times New Roman"/>
          <w:i/>
        </w:rPr>
        <w:t>=</w:t>
      </w:r>
      <w:r>
        <w:t xml:space="preserve"> </w:t>
      </w:r>
      <w:r w:rsidRPr="00F5700C">
        <w:rPr>
          <w:position w:val="-10"/>
        </w:rPr>
        <w:object w:dxaOrig="1620" w:dyaOrig="380">
          <v:shape id="_x0000_i1155" type="#_x0000_t75" style="width:80.85pt;height:19pt" o:ole="" fillcolor="window">
            <v:imagedata r:id="rId245" o:title=""/>
          </v:shape>
          <o:OLEObject Type="Embed" ProgID="Equation.3" ShapeID="_x0000_i1155" DrawAspect="Content" ObjectID="_1654971179" r:id="rId246"/>
        </w:object>
      </w:r>
      <w:r>
        <w:t xml:space="preserve"> = </w:t>
      </w:r>
      <w:r>
        <w:rPr>
          <w:u w:val="double"/>
        </w:rPr>
        <w:t>$8072.17</w:t>
      </w:r>
    </w:p>
    <w:p w:rsidR="00BC5284" w:rsidRDefault="00BC5284" w:rsidP="00BC5284">
      <w:pPr>
        <w:pStyle w:val="ISM"/>
        <w:rPr>
          <w:position w:val="-10"/>
        </w:rPr>
      </w:pPr>
      <w:r>
        <w:tab/>
      </w:r>
      <w:r w:rsidR="00B61728">
        <w:t>11</w:t>
      </w:r>
      <w:r>
        <w:t>.</w:t>
      </w:r>
      <w:r>
        <w:tab/>
        <w:t xml:space="preserve">Equivalent payment today </w:t>
      </w:r>
      <w:r w:rsidRPr="00F5700C">
        <w:rPr>
          <w:rFonts w:cs="Arial"/>
        </w:rPr>
        <w:t>=</w:t>
      </w:r>
      <w:r>
        <w:rPr>
          <w:rFonts w:cs="Arial"/>
        </w:rPr>
        <w:t xml:space="preserve"> </w:t>
      </w:r>
      <w:r w:rsidRPr="00F5700C">
        <w:rPr>
          <w:rFonts w:ascii="Times New Roman" w:hAnsi="Times New Roman"/>
          <w:i/>
        </w:rPr>
        <w:t>PV</w:t>
      </w:r>
      <w:r w:rsidRPr="00F5700C">
        <w:t xml:space="preserve"> of future payment</w:t>
      </w:r>
    </w:p>
    <w:p w:rsidR="00BC5284" w:rsidRDefault="00BC5284" w:rsidP="00BC5284">
      <w:pPr>
        <w:pStyle w:val="ISM"/>
        <w:ind w:left="3060"/>
      </w:pPr>
      <w:r>
        <w:rPr>
          <w:rFonts w:cs="Arial"/>
        </w:rPr>
        <w:t xml:space="preserve"> </w:t>
      </w:r>
      <w:r w:rsidRPr="00F5700C">
        <w:rPr>
          <w:rFonts w:cs="Arial"/>
        </w:rPr>
        <w:t xml:space="preserve">= </w:t>
      </w:r>
      <w:r>
        <w:t>$5000</w:t>
      </w:r>
      <w:r w:rsidRPr="00F5700C">
        <w:rPr>
          <w:position w:val="-10"/>
        </w:rPr>
        <w:object w:dxaOrig="840" w:dyaOrig="380">
          <v:shape id="_x0000_i1156" type="#_x0000_t75" style="width:42.1pt;height:19pt" o:ole="" fillcolor="window">
            <v:imagedata r:id="rId247" o:title=""/>
          </v:shape>
          <o:OLEObject Type="Embed" ProgID="Equation.3" ShapeID="_x0000_i1156" DrawAspect="Content" ObjectID="_1654971180" r:id="rId248"/>
        </w:object>
      </w:r>
    </w:p>
    <w:p w:rsidR="00BC5284" w:rsidRDefault="00BC5284" w:rsidP="00BC5284">
      <w:pPr>
        <w:pStyle w:val="ISM"/>
        <w:spacing w:after="120"/>
        <w:ind w:left="3060"/>
      </w:pPr>
      <w:r>
        <w:t xml:space="preserve"> = </w:t>
      </w:r>
      <w:r>
        <w:rPr>
          <w:u w:val="double"/>
        </w:rPr>
        <w:t>$4494.57</w:t>
      </w:r>
    </w:p>
    <w:p w:rsidR="00700EDB" w:rsidRDefault="00700EDB" w:rsidP="00700EDB">
      <w:pPr>
        <w:pStyle w:val="ISM"/>
      </w:pPr>
      <w:r>
        <w:tab/>
        <w:t>13.</w:t>
      </w:r>
      <w:r>
        <w:tab/>
        <w:t xml:space="preserve">Given: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2A5267">
        <w:rPr>
          <w:position w:val="-14"/>
        </w:rPr>
        <w:object w:dxaOrig="480" w:dyaOrig="400">
          <v:shape id="_x0000_i1157" type="#_x0000_t75" style="width:23.75pt;height:20.4pt" o:ole="" fillcolor="window">
            <v:imagedata r:id="rId249" o:title=""/>
          </v:shape>
          <o:OLEObject Type="Embed" ProgID="Equation.3" ShapeID="_x0000_i1157" DrawAspect="Content" ObjectID="_1654971181" r:id="rId250"/>
        </w:object>
      </w:r>
      <w:r>
        <w:t xml:space="preserve"> = 3.1%; </w:t>
      </w:r>
      <w:r w:rsidR="006D5DEA">
        <w:rPr>
          <w:rFonts w:ascii="Times New Roman" w:hAnsi="Times New Roman"/>
          <w:i/>
        </w:rPr>
        <w:t>F</w:t>
      </w:r>
      <w:r w:rsidR="006D5DEA" w:rsidRPr="00BC5595">
        <w:rPr>
          <w:rFonts w:ascii="Times New Roman" w:hAnsi="Times New Roman"/>
          <w:i/>
        </w:rPr>
        <w:t>V</w:t>
      </w:r>
      <w:r w:rsidR="006D5DEA">
        <w:t xml:space="preserve"> = $7000</w:t>
      </w:r>
    </w:p>
    <w:p w:rsidR="006D5DEA" w:rsidRDefault="006D5DEA" w:rsidP="00700EDB">
      <w:pPr>
        <w:pStyle w:val="ISM"/>
      </w:pPr>
      <w:r>
        <w:tab/>
      </w:r>
      <w:r>
        <w:tab/>
        <w:t xml:space="preserve">With the focal date 1.5 years from now, </w:t>
      </w:r>
      <w:r>
        <w:rPr>
          <w:rFonts w:ascii="Times New Roman" w:hAnsi="Times New Roman"/>
          <w:i/>
        </w:rPr>
        <w:t>n</w:t>
      </w:r>
      <w:r>
        <w:t xml:space="preserve"> = 2(6.5) = 13</w:t>
      </w:r>
    </w:p>
    <w:p w:rsidR="00700EDB" w:rsidRDefault="00700EDB" w:rsidP="00700EDB">
      <w:pPr>
        <w:pStyle w:val="ISM"/>
        <w:spacing w:after="180"/>
      </w:pPr>
      <w:r>
        <w:tab/>
      </w:r>
      <w:r>
        <w:tab/>
        <w:t xml:space="preserve">Equivalent value </w:t>
      </w:r>
      <w:r>
        <w:rPr>
          <w:rFonts w:ascii="Times New Roman" w:hAnsi="Times New Roman"/>
          <w:i/>
        </w:rPr>
        <w:t>=</w:t>
      </w:r>
      <w:r w:rsidRPr="002A5267">
        <w:rPr>
          <w:position w:val="-10"/>
        </w:rPr>
        <w:object w:dxaOrig="1600" w:dyaOrig="380">
          <v:shape id="_x0000_i1158" type="#_x0000_t75" style="width:80.15pt;height:19pt" o:ole="" fillcolor="window">
            <v:imagedata r:id="rId202" o:title=""/>
          </v:shape>
          <o:OLEObject Type="Embed" ProgID="Equation.3" ShapeID="_x0000_i1158" DrawAspect="Content" ObjectID="_1654971182" r:id="rId251"/>
        </w:object>
      </w:r>
      <w:r>
        <w:rPr>
          <w:rFonts w:ascii="Times New Roman" w:hAnsi="Times New Roman"/>
          <w:i/>
        </w:rPr>
        <w:t>=</w:t>
      </w:r>
      <w:r>
        <w:t xml:space="preserve"> $7000</w:t>
      </w:r>
      <w:r w:rsidR="006D5DEA" w:rsidRPr="006D5DEA">
        <w:rPr>
          <w:position w:val="-10"/>
        </w:rPr>
        <w:object w:dxaOrig="999" w:dyaOrig="380">
          <v:shape id="_x0000_i1159" type="#_x0000_t75" style="width:50.25pt;height:19pt" o:ole="" fillcolor="window">
            <v:imagedata r:id="rId252" o:title=""/>
          </v:shape>
          <o:OLEObject Type="Embed" ProgID="Equation.3" ShapeID="_x0000_i1159" DrawAspect="Content" ObjectID="_1654971183" r:id="rId253"/>
        </w:object>
      </w:r>
      <w:r>
        <w:t xml:space="preserve"> = </w:t>
      </w:r>
      <w:r>
        <w:rPr>
          <w:u w:val="double"/>
        </w:rPr>
        <w:t>$4706.90</w:t>
      </w:r>
    </w:p>
    <w:p w:rsidR="00BC5284" w:rsidRDefault="00BC5284" w:rsidP="00BC5284">
      <w:pPr>
        <w:pStyle w:val="ISM"/>
        <w:spacing w:after="180"/>
      </w:pPr>
      <w:r>
        <w:tab/>
      </w:r>
      <w:r w:rsidR="00B61728">
        <w:t>15</w:t>
      </w:r>
      <w:r>
        <w:t>.</w:t>
      </w:r>
      <w:r>
        <w:tab/>
        <w:t xml:space="preserve">Equivalent amount </w:t>
      </w:r>
      <w:r>
        <w:rPr>
          <w:rFonts w:ascii="Times New Roman" w:hAnsi="Times New Roman"/>
          <w:i/>
        </w:rPr>
        <w:t>=</w:t>
      </w:r>
      <w:r w:rsidRPr="002A5267">
        <w:rPr>
          <w:position w:val="-10"/>
        </w:rPr>
        <w:object w:dxaOrig="1600" w:dyaOrig="380">
          <v:shape id="_x0000_i1160" type="#_x0000_t75" style="width:80.15pt;height:19pt" o:ole="" fillcolor="window">
            <v:imagedata r:id="rId202" o:title=""/>
          </v:shape>
          <o:OLEObject Type="Embed" ProgID="Equation.3" ShapeID="_x0000_i1160" DrawAspect="Content" ObjectID="_1654971184" r:id="rId254"/>
        </w:object>
      </w:r>
      <w:r>
        <w:rPr>
          <w:rFonts w:ascii="Times New Roman" w:hAnsi="Times New Roman"/>
          <w:i/>
        </w:rPr>
        <w:t>=</w:t>
      </w:r>
      <w:r>
        <w:t xml:space="preserve"> $2600</w:t>
      </w:r>
      <w:r w:rsidRPr="002A5267">
        <w:rPr>
          <w:position w:val="-10"/>
        </w:rPr>
        <w:object w:dxaOrig="1160" w:dyaOrig="380">
          <v:shape id="_x0000_i1161" type="#_x0000_t75" style="width:57.75pt;height:19pt" o:ole="" fillcolor="window">
            <v:imagedata r:id="rId255" o:title=""/>
          </v:shape>
          <o:OLEObject Type="Embed" ProgID="Equation.3" ShapeID="_x0000_i1161" DrawAspect="Content" ObjectID="_1654971185" r:id="rId256"/>
        </w:object>
      </w:r>
      <w:r>
        <w:t xml:space="preserve"> = </w:t>
      </w:r>
      <w:r>
        <w:rPr>
          <w:u w:val="double"/>
        </w:rPr>
        <w:t>$2241.95</w:t>
      </w:r>
    </w:p>
    <w:p w:rsidR="006D5DEA" w:rsidRDefault="006D5DEA" w:rsidP="006D5DEA">
      <w:pPr>
        <w:pStyle w:val="ISM"/>
      </w:pPr>
      <w:r>
        <w:tab/>
        <w:t>17.</w:t>
      </w:r>
      <w:r>
        <w:tab/>
        <w:t>Equivalent value 3 years from now of the $1400 payment is</w:t>
      </w:r>
    </w:p>
    <w:p w:rsidR="006D5DEA" w:rsidRDefault="006D5DEA" w:rsidP="006D5DEA">
      <w:pPr>
        <w:pStyle w:val="ISM"/>
      </w:pPr>
      <w:r>
        <w:tab/>
      </w:r>
      <w:r>
        <w:tab/>
      </w:r>
      <w:r>
        <w:tab/>
      </w:r>
      <w:r>
        <w:tab/>
      </w:r>
      <w:r w:rsidRPr="002A5267">
        <w:rPr>
          <w:position w:val="-10"/>
        </w:rPr>
        <w:object w:dxaOrig="1499" w:dyaOrig="380">
          <v:shape id="_x0000_i1162" type="#_x0000_t75" style="width:75.4pt;height:19pt" o:ole="" fillcolor="window">
            <v:imagedata r:id="rId126" o:title=""/>
          </v:shape>
          <o:OLEObject Type="Embed" ProgID="Equation.3" ShapeID="_x0000_i1162" DrawAspect="Content" ObjectID="_1654971186" r:id="rId257"/>
        </w:object>
      </w:r>
      <w:r>
        <w:t xml:space="preserve"> </w:t>
      </w:r>
      <w:r>
        <w:rPr>
          <w:rFonts w:ascii="Times New Roman" w:hAnsi="Times New Roman"/>
          <w:i/>
        </w:rPr>
        <w:t>=</w:t>
      </w:r>
      <w:r>
        <w:t xml:space="preserve"> $1400</w:t>
      </w:r>
      <w:r w:rsidR="00D92D3E" w:rsidRPr="002A5267">
        <w:rPr>
          <w:position w:val="-10"/>
        </w:rPr>
        <w:object w:dxaOrig="999" w:dyaOrig="380">
          <v:shape id="_x0000_i1163" type="#_x0000_t75" style="width:49.6pt;height:19pt" o:ole="" fillcolor="window">
            <v:imagedata r:id="rId258" o:title=""/>
          </v:shape>
          <o:OLEObject Type="Embed" ProgID="Equation.3" ShapeID="_x0000_i1163" DrawAspect="Content" ObjectID="_1654971187" r:id="rId259"/>
        </w:object>
      </w:r>
      <w:r>
        <w:t xml:space="preserve"> = $</w:t>
      </w:r>
      <w:r w:rsidR="00D92D3E">
        <w:t>1531.33</w:t>
      </w:r>
    </w:p>
    <w:p w:rsidR="006D5DEA" w:rsidRDefault="006D5DEA" w:rsidP="006D5DEA">
      <w:pPr>
        <w:pStyle w:val="ISM"/>
      </w:pPr>
      <w:r>
        <w:tab/>
      </w:r>
      <w:r>
        <w:tab/>
        <w:t>Equivalent value 3 years from now of the $1800 payment is</w:t>
      </w:r>
    </w:p>
    <w:p w:rsidR="006D5DEA" w:rsidRDefault="006D5DEA" w:rsidP="006D5DEA">
      <w:pPr>
        <w:pStyle w:val="ISM"/>
      </w:pPr>
      <w:r>
        <w:tab/>
      </w:r>
      <w:r>
        <w:tab/>
      </w:r>
      <w:r>
        <w:tab/>
      </w:r>
      <w:r>
        <w:tab/>
      </w:r>
      <w:r w:rsidRPr="002A5267">
        <w:rPr>
          <w:position w:val="-10"/>
        </w:rPr>
        <w:object w:dxaOrig="1600" w:dyaOrig="380">
          <v:shape id="_x0000_i1164" type="#_x0000_t75" style="width:80.15pt;height:19pt" o:ole="" fillcolor="window">
            <v:imagedata r:id="rId202" o:title=""/>
          </v:shape>
          <o:OLEObject Type="Embed" ProgID="Equation.3" ShapeID="_x0000_i1164" DrawAspect="Content" ObjectID="_1654971188" r:id="rId260"/>
        </w:object>
      </w:r>
      <w:r>
        <w:rPr>
          <w:rFonts w:ascii="Times New Roman" w:hAnsi="Times New Roman"/>
          <w:i/>
        </w:rPr>
        <w:t>=</w:t>
      </w:r>
      <w:r>
        <w:t xml:space="preserve"> $1800</w:t>
      </w:r>
      <w:r w:rsidR="00D92D3E" w:rsidRPr="002A5267">
        <w:rPr>
          <w:position w:val="-10"/>
        </w:rPr>
        <w:object w:dxaOrig="1020" w:dyaOrig="380">
          <v:shape id="_x0000_i1165" type="#_x0000_t75" style="width:50.95pt;height:19pt" o:ole="" fillcolor="window">
            <v:imagedata r:id="rId261" o:title=""/>
          </v:shape>
          <o:OLEObject Type="Embed" ProgID="Equation.3" ShapeID="_x0000_i1165" DrawAspect="Content" ObjectID="_1654971189" r:id="rId262"/>
        </w:object>
      </w:r>
      <w:r>
        <w:t>= $</w:t>
      </w:r>
      <w:r w:rsidR="00D92D3E">
        <w:t>1695.56</w:t>
      </w:r>
    </w:p>
    <w:p w:rsidR="006D5DEA" w:rsidRDefault="006D5DEA" w:rsidP="006D5DEA">
      <w:pPr>
        <w:pStyle w:val="ISM"/>
        <w:spacing w:after="240"/>
      </w:pPr>
      <w:r>
        <w:tab/>
      </w:r>
      <w:r>
        <w:tab/>
        <w:t>Combined equivalent value = $</w:t>
      </w:r>
      <w:r w:rsidR="00D92D3E">
        <w:t>1531.33</w:t>
      </w:r>
      <w:r>
        <w:t xml:space="preserve"> + $</w:t>
      </w:r>
      <w:r w:rsidR="00D92D3E">
        <w:t>1695.56</w:t>
      </w:r>
      <w:r>
        <w:t xml:space="preserve"> = </w:t>
      </w:r>
      <w:r>
        <w:rPr>
          <w:u w:val="double"/>
        </w:rPr>
        <w:t>$</w:t>
      </w:r>
      <w:r w:rsidR="00D92D3E">
        <w:rPr>
          <w:u w:val="double"/>
        </w:rPr>
        <w:t>3226.89</w:t>
      </w:r>
    </w:p>
    <w:p w:rsidR="006D5DEA" w:rsidRDefault="006D5DEA" w:rsidP="006D5DEA">
      <w:pPr>
        <w:pStyle w:val="ISM"/>
      </w:pPr>
      <w:r>
        <w:tab/>
        <w:t>19.</w:t>
      </w:r>
      <w:r>
        <w:tab/>
        <w:t>Sum of the equivalent values of the payments, 1 year from now,</w:t>
      </w:r>
    </w:p>
    <w:p w:rsidR="006D5DEA" w:rsidRDefault="006D5DEA" w:rsidP="006D5DEA">
      <w:pPr>
        <w:pStyle w:val="ISM"/>
      </w:pPr>
      <w:r>
        <w:tab/>
      </w:r>
      <w:r>
        <w:tab/>
      </w:r>
      <w:r>
        <w:tab/>
      </w:r>
      <w:r>
        <w:tab/>
        <w:t>= $1000</w:t>
      </w:r>
      <w:r w:rsidR="00D92D3E" w:rsidRPr="00E75711">
        <w:rPr>
          <w:position w:val="-10"/>
        </w:rPr>
        <w:object w:dxaOrig="1140" w:dyaOrig="380">
          <v:shape id="_x0000_i1166" type="#_x0000_t75" style="width:57.05pt;height:19pt" o:ole="" fillcolor="window">
            <v:imagedata r:id="rId263" o:title=""/>
          </v:shape>
          <o:OLEObject Type="Embed" ProgID="Equation.3" ShapeID="_x0000_i1166" DrawAspect="Content" ObjectID="_1654971190" r:id="rId264"/>
        </w:object>
      </w:r>
      <w:r>
        <w:t>+ $2000</w:t>
      </w:r>
      <w:r w:rsidR="00D92D3E" w:rsidRPr="00E75711">
        <w:rPr>
          <w:position w:val="-10"/>
        </w:rPr>
        <w:object w:dxaOrig="1180" w:dyaOrig="380">
          <v:shape id="_x0000_i1167" type="#_x0000_t75" style="width:59.75pt;height:19pt" o:ole="" fillcolor="window">
            <v:imagedata r:id="rId265" o:title=""/>
          </v:shape>
          <o:OLEObject Type="Embed" ProgID="Equation.3" ShapeID="_x0000_i1167" DrawAspect="Content" ObjectID="_1654971191" r:id="rId266"/>
        </w:object>
      </w:r>
    </w:p>
    <w:p w:rsidR="006D5DEA" w:rsidRDefault="006D5DEA" w:rsidP="006D5DEA">
      <w:pPr>
        <w:pStyle w:val="ISM"/>
      </w:pPr>
      <w:r>
        <w:tab/>
      </w:r>
      <w:r>
        <w:tab/>
      </w:r>
      <w:r>
        <w:tab/>
      </w:r>
      <w:r>
        <w:tab/>
        <w:t>= $</w:t>
      </w:r>
      <w:r w:rsidR="00D92D3E">
        <w:t>934.00</w:t>
      </w:r>
      <w:r>
        <w:t>+ $</w:t>
      </w:r>
      <w:r w:rsidR="00D92D3E">
        <w:t>1768.69</w:t>
      </w:r>
    </w:p>
    <w:p w:rsidR="006D5DEA" w:rsidRDefault="006D5DEA" w:rsidP="00E75711">
      <w:pPr>
        <w:pStyle w:val="ISM"/>
      </w:pPr>
      <w:r>
        <w:tab/>
      </w:r>
      <w:r>
        <w:tab/>
      </w:r>
      <w:r>
        <w:tab/>
      </w:r>
      <w:r>
        <w:tab/>
        <w:t xml:space="preserve">= </w:t>
      </w:r>
      <w:r>
        <w:rPr>
          <w:u w:val="double"/>
        </w:rPr>
        <w:t>$</w:t>
      </w:r>
      <w:r w:rsidR="00D92D3E">
        <w:rPr>
          <w:u w:val="double"/>
        </w:rPr>
        <w:t>2702.69</w:t>
      </w:r>
    </w:p>
    <w:p w:rsidR="00E75711" w:rsidRPr="00E75711" w:rsidRDefault="00E75711" w:rsidP="00E75711">
      <w:pPr>
        <w:pStyle w:val="ISM"/>
        <w:spacing w:after="180"/>
      </w:pPr>
      <w:r w:rsidRPr="00E75711">
        <w:tab/>
      </w:r>
      <w:r w:rsidRPr="00E75711">
        <w:tab/>
      </w:r>
      <w:r>
        <w:t>The payee should be willing to accept a payment of $</w:t>
      </w:r>
      <w:r w:rsidR="00D92D3E">
        <w:t>2702.69</w:t>
      </w:r>
      <w:r>
        <w:t>, one year from now.</w:t>
      </w:r>
    </w:p>
    <w:p w:rsidR="00E75711" w:rsidRDefault="00E75711" w:rsidP="00E75711">
      <w:pPr>
        <w:pStyle w:val="ISM"/>
      </w:pPr>
      <w:r>
        <w:tab/>
        <w:t>21.</w:t>
      </w:r>
      <w:r>
        <w:tab/>
        <w:t>Equivalent payment 6 months from now = Sum of the equivalent values</w:t>
      </w:r>
    </w:p>
    <w:p w:rsidR="00E75711" w:rsidRDefault="00E75711" w:rsidP="00E75711">
      <w:pPr>
        <w:pStyle w:val="ISM"/>
        <w:tabs>
          <w:tab w:val="clear" w:pos="270"/>
          <w:tab w:val="clear" w:pos="540"/>
        </w:tabs>
        <w:ind w:left="4500"/>
      </w:pPr>
      <w:r>
        <w:t>= $500</w:t>
      </w:r>
      <w:r w:rsidR="00D92D3E" w:rsidRPr="005F0115">
        <w:rPr>
          <w:position w:val="-10"/>
        </w:rPr>
        <w:object w:dxaOrig="1260" w:dyaOrig="420">
          <v:shape id="_x0000_i1168" type="#_x0000_t75" style="width:63.15pt;height:21.05pt" o:ole="" fillcolor="window">
            <v:imagedata r:id="rId267" o:title=""/>
          </v:shape>
          <o:OLEObject Type="Embed" ProgID="Equation.3" ShapeID="_x0000_i1168" DrawAspect="Content" ObjectID="_1654971192" r:id="rId268"/>
        </w:object>
      </w:r>
      <w:r>
        <w:t>+ $800</w:t>
      </w:r>
      <w:r w:rsidR="002F5E17" w:rsidRPr="005F0115">
        <w:rPr>
          <w:position w:val="-10"/>
        </w:rPr>
        <w:object w:dxaOrig="1260" w:dyaOrig="420">
          <v:shape id="_x0000_i1169" type="#_x0000_t75" style="width:63.15pt;height:21.05pt" o:ole="" fillcolor="window">
            <v:imagedata r:id="rId269" o:title=""/>
          </v:shape>
          <o:OLEObject Type="Embed" ProgID="Equation.3" ShapeID="_x0000_i1169" DrawAspect="Content" ObjectID="_1654971193" r:id="rId270"/>
        </w:object>
      </w:r>
    </w:p>
    <w:p w:rsidR="00E75711" w:rsidRDefault="00E75711" w:rsidP="00E75711">
      <w:pPr>
        <w:pStyle w:val="ISM"/>
        <w:tabs>
          <w:tab w:val="clear" w:pos="270"/>
          <w:tab w:val="clear" w:pos="540"/>
        </w:tabs>
        <w:ind w:left="4500"/>
      </w:pPr>
      <w:r>
        <w:t>= $</w:t>
      </w:r>
      <w:r w:rsidR="00D92D3E">
        <w:t>510.51</w:t>
      </w:r>
      <w:r w:rsidR="009619B1">
        <w:t>5</w:t>
      </w:r>
      <w:r>
        <w:t>+ $</w:t>
      </w:r>
      <w:r w:rsidR="00D92D3E">
        <w:t>790.07</w:t>
      </w:r>
      <w:r w:rsidR="009619B1">
        <w:t>3</w:t>
      </w:r>
    </w:p>
    <w:p w:rsidR="00E75711" w:rsidRDefault="00E75711" w:rsidP="00E75711">
      <w:pPr>
        <w:pStyle w:val="ISM"/>
        <w:tabs>
          <w:tab w:val="clear" w:pos="270"/>
          <w:tab w:val="clear" w:pos="540"/>
        </w:tabs>
        <w:spacing w:after="60" w:line="360" w:lineRule="auto"/>
        <w:ind w:left="4507"/>
      </w:pPr>
      <w:r>
        <w:t xml:space="preserve">= </w:t>
      </w:r>
      <w:r>
        <w:rPr>
          <w:u w:val="double"/>
        </w:rPr>
        <w:t>$</w:t>
      </w:r>
      <w:r w:rsidR="002F5E17">
        <w:rPr>
          <w:u w:val="double"/>
        </w:rPr>
        <w:t>1300.5</w:t>
      </w:r>
      <w:r w:rsidR="009619B1">
        <w:rPr>
          <w:u w:val="double"/>
        </w:rPr>
        <w:t>9</w:t>
      </w:r>
    </w:p>
    <w:p w:rsidR="00E75711" w:rsidRDefault="00E75711" w:rsidP="00E75711">
      <w:pPr>
        <w:pStyle w:val="ISM"/>
      </w:pPr>
      <w:r>
        <w:tab/>
        <w:t>23.</w:t>
      </w:r>
      <w:r>
        <w:tab/>
        <w:t>Sum of the equivalent values of the payments, 6 months from now,</w:t>
      </w:r>
    </w:p>
    <w:p w:rsidR="00E75711" w:rsidRDefault="00E75711" w:rsidP="00E75711">
      <w:pPr>
        <w:pStyle w:val="ISM"/>
      </w:pPr>
      <w:r>
        <w:tab/>
      </w:r>
      <w:r>
        <w:tab/>
      </w:r>
      <w:r>
        <w:tab/>
      </w:r>
      <w:r>
        <w:tab/>
        <w:t>= $2100</w:t>
      </w:r>
      <w:r w:rsidR="005F0115" w:rsidRPr="005F0115">
        <w:rPr>
          <w:position w:val="-10"/>
        </w:rPr>
        <w:object w:dxaOrig="1200" w:dyaOrig="380">
          <v:shape id="_x0000_i1170" type="#_x0000_t75" style="width:60.45pt;height:19pt" o:ole="" fillcolor="window">
            <v:imagedata r:id="rId271" o:title=""/>
          </v:shape>
          <o:OLEObject Type="Embed" ProgID="Equation.3" ShapeID="_x0000_i1170" DrawAspect="Content" ObjectID="_1654971194" r:id="rId272"/>
        </w:object>
      </w:r>
      <w:r>
        <w:t xml:space="preserve"> + $1300</w:t>
      </w:r>
      <w:r w:rsidRPr="002A5267">
        <w:rPr>
          <w:position w:val="-10"/>
        </w:rPr>
        <w:object w:dxaOrig="1100" w:dyaOrig="380">
          <v:shape id="_x0000_i1171" type="#_x0000_t75" style="width:54.35pt;height:19pt" o:ole="" fillcolor="window">
            <v:imagedata r:id="rId273" o:title=""/>
          </v:shape>
          <o:OLEObject Type="Embed" ProgID="Equation.3" ShapeID="_x0000_i1171" DrawAspect="Content" ObjectID="_1654971195" r:id="rId274"/>
        </w:object>
      </w:r>
      <w:r>
        <w:t>+ $800</w:t>
      </w:r>
      <w:r w:rsidRPr="002A5267">
        <w:rPr>
          <w:position w:val="-10"/>
        </w:rPr>
        <w:object w:dxaOrig="1260" w:dyaOrig="380">
          <v:shape id="_x0000_i1172" type="#_x0000_t75" style="width:63.15pt;height:19pt" o:ole="" fillcolor="window">
            <v:imagedata r:id="rId275" o:title=""/>
          </v:shape>
          <o:OLEObject Type="Embed" ProgID="Equation.3" ShapeID="_x0000_i1172" DrawAspect="Content" ObjectID="_1654971196" r:id="rId276"/>
        </w:object>
      </w:r>
    </w:p>
    <w:p w:rsidR="00E75711" w:rsidRDefault="00E75711" w:rsidP="00E75711">
      <w:pPr>
        <w:pStyle w:val="ISM"/>
      </w:pPr>
      <w:r>
        <w:tab/>
      </w:r>
      <w:r>
        <w:tab/>
      </w:r>
      <w:r>
        <w:tab/>
      </w:r>
      <w:r>
        <w:tab/>
        <w:t>= $2297.379 + $1329.526 + $747.877</w:t>
      </w:r>
    </w:p>
    <w:p w:rsidR="00E75711" w:rsidRDefault="00E75711" w:rsidP="00E75711">
      <w:pPr>
        <w:pStyle w:val="ISM"/>
        <w:rPr>
          <w:u w:val="double"/>
        </w:rPr>
      </w:pPr>
      <w:r>
        <w:tab/>
      </w:r>
      <w:r>
        <w:tab/>
      </w:r>
      <w:r>
        <w:tab/>
      </w:r>
      <w:r>
        <w:tab/>
        <w:t xml:space="preserve">= </w:t>
      </w:r>
      <w:r>
        <w:rPr>
          <w:u w:val="double"/>
        </w:rPr>
        <w:t>$4374.78</w:t>
      </w:r>
    </w:p>
    <w:p w:rsidR="00E75711" w:rsidRPr="00E75711" w:rsidRDefault="00E75711" w:rsidP="00E75711">
      <w:pPr>
        <w:pStyle w:val="ISM"/>
        <w:spacing w:after="180"/>
      </w:pPr>
      <w:r w:rsidRPr="00E75711">
        <w:tab/>
      </w:r>
      <w:r w:rsidRPr="00E75711">
        <w:tab/>
      </w:r>
      <w:r>
        <w:t>The equivalent single payment, 6 months from now, is $4374.78.</w:t>
      </w:r>
    </w:p>
    <w:p w:rsidR="00BC5284" w:rsidRDefault="00BC5284" w:rsidP="00BC5284">
      <w:pPr>
        <w:pStyle w:val="ISM"/>
      </w:pPr>
      <w:r>
        <w:tab/>
      </w:r>
      <w:r w:rsidR="00B61728">
        <w:t>25</w:t>
      </w:r>
      <w:r>
        <w:t>.</w:t>
      </w:r>
      <w:r>
        <w:tab/>
        <w:t xml:space="preserve">The economic value of an offer is its </w:t>
      </w:r>
      <w:r>
        <w:rPr>
          <w:spacing w:val="-2"/>
        </w:rPr>
        <w:t>present value.</w:t>
      </w:r>
    </w:p>
    <w:p w:rsidR="00BC5284" w:rsidRDefault="00BC5284" w:rsidP="00BC5284">
      <w:pPr>
        <w:pStyle w:val="ISM"/>
      </w:pPr>
      <w:r>
        <w:tab/>
      </w:r>
      <w:r>
        <w:tab/>
      </w:r>
      <w:r>
        <w:tab/>
      </w:r>
      <w:r w:rsidRPr="00CE051C">
        <w:rPr>
          <w:rFonts w:ascii="Times New Roman" w:hAnsi="Times New Roman"/>
          <w:i/>
        </w:rPr>
        <w:t>PV</w:t>
      </w:r>
      <w:r>
        <w:t xml:space="preserve"> of second offer = $49,000 + $49,000</w:t>
      </w:r>
      <w:r w:rsidRPr="00CE051C">
        <w:rPr>
          <w:position w:val="-10"/>
        </w:rPr>
        <w:object w:dxaOrig="920" w:dyaOrig="380">
          <v:shape id="_x0000_i1173" type="#_x0000_t75" style="width:45.5pt;height:19pt" o:ole="" fillcolor="window">
            <v:imagedata r:id="rId277" o:title=""/>
          </v:shape>
          <o:OLEObject Type="Embed" ProgID="Equation.3" ShapeID="_x0000_i1173" DrawAspect="Content" ObjectID="_1654971197" r:id="rId278"/>
        </w:object>
      </w:r>
      <w:r>
        <w:t xml:space="preserve"> + $49,000</w:t>
      </w:r>
      <w:r w:rsidRPr="00CE051C">
        <w:rPr>
          <w:position w:val="-10"/>
        </w:rPr>
        <w:object w:dxaOrig="920" w:dyaOrig="380">
          <v:shape id="_x0000_i1174" type="#_x0000_t75" style="width:45.5pt;height:19pt" o:ole="" fillcolor="window">
            <v:imagedata r:id="rId279" o:title=""/>
          </v:shape>
          <o:OLEObject Type="Embed" ProgID="Equation.3" ShapeID="_x0000_i1174" DrawAspect="Content" ObjectID="_1654971198" r:id="rId280"/>
        </w:object>
      </w:r>
    </w:p>
    <w:p w:rsidR="00BC5284" w:rsidRDefault="00BC5284" w:rsidP="00BC5284">
      <w:pPr>
        <w:pStyle w:val="ISM"/>
        <w:ind w:left="2520"/>
      </w:pPr>
      <w:r>
        <w:t xml:space="preserve"> = $49,000 + $47,939.53 + $46,902.01</w:t>
      </w:r>
    </w:p>
    <w:p w:rsidR="00BC5284" w:rsidRDefault="00BC5284" w:rsidP="00BC5284">
      <w:pPr>
        <w:pStyle w:val="ISM"/>
        <w:ind w:left="2520"/>
      </w:pPr>
      <w:r>
        <w:t xml:space="preserve"> = $143,841.54</w:t>
      </w:r>
    </w:p>
    <w:p w:rsidR="00BC5284" w:rsidRDefault="00BC5284" w:rsidP="005F0115">
      <w:pPr>
        <w:pStyle w:val="ISM"/>
        <w:spacing w:after="180"/>
      </w:pPr>
      <w:r>
        <w:tab/>
      </w:r>
      <w:r>
        <w:tab/>
        <w:t xml:space="preserve">The </w:t>
      </w:r>
      <w:r>
        <w:rPr>
          <w:u w:val="double"/>
        </w:rPr>
        <w:t xml:space="preserve">$145,000-cash </w:t>
      </w:r>
      <w:r w:rsidRPr="00CE051C">
        <w:rPr>
          <w:u w:val="double"/>
        </w:rPr>
        <w:t>offer is worth</w:t>
      </w:r>
      <w:r>
        <w:rPr>
          <w:u w:val="double"/>
        </w:rPr>
        <w:t xml:space="preserve"> $1158.46 more</w:t>
      </w:r>
      <w:r>
        <w:t>.</w:t>
      </w:r>
    </w:p>
    <w:tbl>
      <w:tblPr>
        <w:tblpPr w:leftFromText="180" w:rightFromText="180" w:vertAnchor="text" w:tblpX="882" w:tblpY="1"/>
        <w:tblOverlap w:val="never"/>
        <w:tblW w:w="0" w:type="auto"/>
        <w:tblLook w:val="00A0" w:firstRow="1" w:lastRow="0" w:firstColumn="1" w:lastColumn="0" w:noHBand="0" w:noVBand="0"/>
      </w:tblPr>
      <w:tblGrid>
        <w:gridCol w:w="1098"/>
        <w:gridCol w:w="1080"/>
        <w:gridCol w:w="1080"/>
        <w:gridCol w:w="1080"/>
        <w:gridCol w:w="1170"/>
        <w:gridCol w:w="1152"/>
      </w:tblGrid>
      <w:tr w:rsidR="00BC5284" w:rsidRPr="000A543E" w:rsidTr="000A543E">
        <w:tc>
          <w:tcPr>
            <w:tcW w:w="1098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left"/>
              <w:rPr>
                <w:lang w:val="en-CA"/>
              </w:rPr>
            </w:pPr>
            <w:r w:rsidRPr="000A543E">
              <w:rPr>
                <w:lang w:val="en-CA"/>
              </w:rPr>
              <w:lastRenderedPageBreak/>
              <w:t>Time:</w:t>
            </w:r>
          </w:p>
        </w:tc>
        <w:tc>
          <w:tcPr>
            <w:tcW w:w="1080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center"/>
              <w:rPr>
                <w:lang w:val="en-CA"/>
              </w:rPr>
            </w:pPr>
            <w:r w:rsidRPr="000A543E">
              <w:rPr>
                <w:lang w:val="en-CA"/>
              </w:rPr>
              <w:t>0 yr</w:t>
            </w:r>
          </w:p>
        </w:tc>
        <w:tc>
          <w:tcPr>
            <w:tcW w:w="1080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center"/>
              <w:rPr>
                <w:lang w:val="en-CA"/>
              </w:rPr>
            </w:pPr>
            <w:r w:rsidRPr="000A543E">
              <w:rPr>
                <w:lang w:val="en-CA"/>
              </w:rPr>
              <w:t>0.5 yr</w:t>
            </w:r>
          </w:p>
        </w:tc>
        <w:tc>
          <w:tcPr>
            <w:tcW w:w="1080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center"/>
              <w:rPr>
                <w:lang w:val="en-CA"/>
              </w:rPr>
            </w:pPr>
            <w:r w:rsidRPr="000A543E">
              <w:rPr>
                <w:lang w:val="en-CA"/>
              </w:rPr>
              <w:t>1.5 yr</w:t>
            </w:r>
          </w:p>
        </w:tc>
        <w:tc>
          <w:tcPr>
            <w:tcW w:w="1170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center"/>
              <w:rPr>
                <w:lang w:val="en-CA"/>
              </w:rPr>
            </w:pPr>
            <w:r w:rsidRPr="000A543E">
              <w:rPr>
                <w:lang w:val="en-CA"/>
              </w:rPr>
              <w:t>2.5 yr</w:t>
            </w:r>
          </w:p>
        </w:tc>
        <w:tc>
          <w:tcPr>
            <w:tcW w:w="1152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center"/>
              <w:rPr>
                <w:lang w:val="en-CA"/>
              </w:rPr>
            </w:pPr>
            <w:r w:rsidRPr="000A543E">
              <w:rPr>
                <w:lang w:val="en-CA"/>
              </w:rPr>
              <w:t>3.5 yr</w:t>
            </w:r>
          </w:p>
        </w:tc>
      </w:tr>
      <w:tr w:rsidR="00BC5284" w:rsidRPr="000A543E" w:rsidTr="000A543E">
        <w:tc>
          <w:tcPr>
            <w:tcW w:w="1098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left"/>
              <w:rPr>
                <w:lang w:val="en-CA"/>
              </w:rPr>
            </w:pPr>
            <w:r w:rsidRPr="000A543E">
              <w:rPr>
                <w:lang w:val="en-CA"/>
              </w:rPr>
              <w:t>Salary:</w:t>
            </w:r>
          </w:p>
        </w:tc>
        <w:tc>
          <w:tcPr>
            <w:tcW w:w="1080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left"/>
              <w:rPr>
                <w:lang w:val="en-CA"/>
              </w:rPr>
            </w:pPr>
            <w:r w:rsidRPr="000A543E">
              <w:rPr>
                <w:lang w:val="en-CA"/>
              </w:rPr>
              <w:t>$4.8 M</w:t>
            </w:r>
          </w:p>
        </w:tc>
        <w:tc>
          <w:tcPr>
            <w:tcW w:w="1080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left"/>
              <w:rPr>
                <w:lang w:val="en-CA"/>
              </w:rPr>
            </w:pPr>
            <w:r w:rsidRPr="000A543E">
              <w:rPr>
                <w:lang w:val="en-CA"/>
              </w:rPr>
              <w:t>$10 M</w:t>
            </w:r>
          </w:p>
        </w:tc>
        <w:tc>
          <w:tcPr>
            <w:tcW w:w="1080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left"/>
              <w:rPr>
                <w:lang w:val="en-CA"/>
              </w:rPr>
            </w:pPr>
            <w:r w:rsidRPr="000A543E">
              <w:rPr>
                <w:lang w:val="en-CA"/>
              </w:rPr>
              <w:t>$17.2 M</w:t>
            </w:r>
          </w:p>
        </w:tc>
        <w:tc>
          <w:tcPr>
            <w:tcW w:w="1170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left"/>
              <w:rPr>
                <w:lang w:val="en-CA"/>
              </w:rPr>
            </w:pPr>
            <w:r w:rsidRPr="000A543E">
              <w:rPr>
                <w:lang w:val="en-CA"/>
              </w:rPr>
              <w:t>$17.5 M</w:t>
            </w:r>
          </w:p>
        </w:tc>
        <w:tc>
          <w:tcPr>
            <w:tcW w:w="1152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left"/>
              <w:rPr>
                <w:lang w:val="en-CA"/>
              </w:rPr>
            </w:pPr>
            <w:r w:rsidRPr="000A543E">
              <w:rPr>
                <w:lang w:val="en-CA"/>
              </w:rPr>
              <w:t>$18.5 M</w:t>
            </w:r>
          </w:p>
        </w:tc>
      </w:tr>
    </w:tbl>
    <w:p w:rsidR="00BC5284" w:rsidRDefault="00BC5284" w:rsidP="00BC5284">
      <w:pPr>
        <w:pStyle w:val="Mainfirst"/>
        <w:tabs>
          <w:tab w:val="decimal" w:pos="360"/>
          <w:tab w:val="left" w:pos="720"/>
          <w:tab w:val="left" w:pos="1080"/>
        </w:tabs>
        <w:spacing w:line="240" w:lineRule="auto"/>
        <w:jc w:val="left"/>
        <w:rPr>
          <w:lang w:val="en-CA"/>
        </w:rPr>
      </w:pPr>
      <w:r>
        <w:rPr>
          <w:lang w:val="en-CA"/>
        </w:rPr>
        <w:tab/>
      </w:r>
      <w:r w:rsidR="00B61728">
        <w:rPr>
          <w:lang w:val="en-CA"/>
        </w:rPr>
        <w:t>27</w:t>
      </w:r>
      <w:r>
        <w:rPr>
          <w:lang w:val="en-CA"/>
        </w:rPr>
        <w:t>.</w:t>
      </w:r>
      <w:r>
        <w:rPr>
          <w:lang w:val="en-CA"/>
        </w:rPr>
        <w:tab/>
      </w:r>
    </w:p>
    <w:p w:rsidR="00BC5284" w:rsidRDefault="00BC5284" w:rsidP="00BC5284">
      <w:pPr>
        <w:pStyle w:val="Mainfirst"/>
        <w:tabs>
          <w:tab w:val="decimal" w:pos="360"/>
          <w:tab w:val="left" w:pos="720"/>
          <w:tab w:val="left" w:pos="1080"/>
        </w:tabs>
        <w:spacing w:after="120" w:line="240" w:lineRule="auto"/>
        <w:jc w:val="left"/>
        <w:rPr>
          <w:lang w:val="en-CA"/>
        </w:rPr>
      </w:pPr>
    </w:p>
    <w:p w:rsidR="00BC5284" w:rsidRDefault="00BC5284" w:rsidP="00BC5284">
      <w:pPr>
        <w:pStyle w:val="Mainfirst"/>
        <w:tabs>
          <w:tab w:val="decimal" w:pos="360"/>
          <w:tab w:val="left" w:pos="720"/>
          <w:tab w:val="left" w:pos="1080"/>
        </w:tabs>
        <w:spacing w:line="240" w:lineRule="auto"/>
        <w:jc w:val="left"/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  <w:t xml:space="preserve">Economic value of </w:t>
      </w:r>
      <w:r w:rsidR="002F5E17">
        <w:rPr>
          <w:lang w:val="en-CA"/>
        </w:rPr>
        <w:t xml:space="preserve">Pete’s </w:t>
      </w:r>
      <w:r>
        <w:rPr>
          <w:lang w:val="en-CA"/>
        </w:rPr>
        <w:t xml:space="preserve">contract </w:t>
      </w:r>
    </w:p>
    <w:p w:rsidR="00BC5284" w:rsidRDefault="00BC5284" w:rsidP="00BC5284">
      <w:pPr>
        <w:pStyle w:val="Mainfirst"/>
        <w:tabs>
          <w:tab w:val="decimal" w:pos="360"/>
          <w:tab w:val="left" w:pos="720"/>
          <w:tab w:val="left" w:pos="1080"/>
        </w:tabs>
        <w:spacing w:line="240" w:lineRule="auto"/>
        <w:ind w:left="1440"/>
        <w:jc w:val="left"/>
        <w:rPr>
          <w:lang w:val="en-CA"/>
        </w:rPr>
      </w:pPr>
      <w:r>
        <w:rPr>
          <w:lang w:val="en-CA"/>
        </w:rPr>
        <w:t xml:space="preserve">= </w:t>
      </w:r>
      <w:r>
        <w:rPr>
          <w:spacing w:val="-2"/>
          <w:lang w:val="en-CA"/>
        </w:rPr>
        <w:t>P</w:t>
      </w:r>
      <w:r w:rsidRPr="007913D0">
        <w:rPr>
          <w:spacing w:val="-2"/>
          <w:lang w:val="en-CA"/>
        </w:rPr>
        <w:t xml:space="preserve">resent value </w:t>
      </w:r>
      <w:r>
        <w:rPr>
          <w:lang w:val="en-CA"/>
        </w:rPr>
        <w:t>of payments</w:t>
      </w:r>
    </w:p>
    <w:p w:rsidR="00BC5284" w:rsidRDefault="00BC5284" w:rsidP="00BC5284">
      <w:pPr>
        <w:pStyle w:val="Mainfirst"/>
        <w:tabs>
          <w:tab w:val="decimal" w:pos="360"/>
          <w:tab w:val="left" w:pos="720"/>
          <w:tab w:val="left" w:pos="1080"/>
        </w:tabs>
        <w:spacing w:line="240" w:lineRule="auto"/>
        <w:ind w:left="1440"/>
        <w:jc w:val="left"/>
      </w:pPr>
      <w:r>
        <w:rPr>
          <w:lang w:val="en-CA"/>
        </w:rPr>
        <w:t xml:space="preserve">= $4.8M + </w:t>
      </w:r>
      <w:r w:rsidRPr="00431A8A">
        <w:rPr>
          <w:position w:val="-22"/>
        </w:rPr>
        <w:object w:dxaOrig="700" w:dyaOrig="580">
          <v:shape id="_x0000_i1175" type="#_x0000_t75" style="width:34.65pt;height:28.55pt" o:ole="" o:allowoverlap="f">
            <v:imagedata r:id="rId281" o:title=""/>
          </v:shape>
          <o:OLEObject Type="Embed" ProgID="Equation.3" ShapeID="_x0000_i1175" DrawAspect="Content" ObjectID="_1654971199" r:id="rId282"/>
        </w:object>
      </w:r>
      <w:r>
        <w:t xml:space="preserve"> + </w:t>
      </w:r>
      <w:r w:rsidRPr="00E14E22">
        <w:rPr>
          <w:position w:val="-30"/>
        </w:rPr>
        <w:object w:dxaOrig="880" w:dyaOrig="660">
          <v:shape id="_x0000_i1176" type="#_x0000_t75" style="width:44.15pt;height:33.3pt" o:ole="">
            <v:imagedata r:id="rId283" o:title=""/>
          </v:shape>
          <o:OLEObject Type="Embed" ProgID="Equation.3" ShapeID="_x0000_i1176" DrawAspect="Content" ObjectID="_1654971200" r:id="rId284"/>
        </w:object>
      </w:r>
      <w:r>
        <w:t xml:space="preserve"> + </w:t>
      </w:r>
      <w:r w:rsidRPr="00E14E22">
        <w:rPr>
          <w:position w:val="-30"/>
        </w:rPr>
        <w:object w:dxaOrig="880" w:dyaOrig="660">
          <v:shape id="_x0000_i1177" type="#_x0000_t75" style="width:44.15pt;height:33.3pt" o:ole="">
            <v:imagedata r:id="rId285" o:title=""/>
          </v:shape>
          <o:OLEObject Type="Embed" ProgID="Equation.3" ShapeID="_x0000_i1177" DrawAspect="Content" ObjectID="_1654971201" r:id="rId286"/>
        </w:object>
      </w:r>
      <w:r>
        <w:t xml:space="preserve"> + </w:t>
      </w:r>
      <w:r w:rsidRPr="00E14E22">
        <w:rPr>
          <w:position w:val="-30"/>
        </w:rPr>
        <w:object w:dxaOrig="880" w:dyaOrig="660">
          <v:shape id="_x0000_i1178" type="#_x0000_t75" style="width:44.15pt;height:33.3pt" o:ole="">
            <v:imagedata r:id="rId287" o:title=""/>
          </v:shape>
          <o:OLEObject Type="Embed" ProgID="Equation.3" ShapeID="_x0000_i1178" DrawAspect="Content" ObjectID="_1654971202" r:id="rId288"/>
        </w:object>
      </w:r>
    </w:p>
    <w:p w:rsidR="00BC5284" w:rsidRDefault="00BC5284" w:rsidP="00BC5284">
      <w:pPr>
        <w:pStyle w:val="Mainfirst"/>
        <w:tabs>
          <w:tab w:val="decimal" w:pos="360"/>
          <w:tab w:val="left" w:pos="720"/>
          <w:tab w:val="left" w:pos="1080"/>
        </w:tabs>
        <w:spacing w:line="240" w:lineRule="auto"/>
        <w:ind w:left="1440"/>
        <w:jc w:val="left"/>
      </w:pPr>
      <w:r>
        <w:t>= $4,800,000 + $9,756,09</w:t>
      </w:r>
      <w:r w:rsidR="00D071E7">
        <w:t>8</w:t>
      </w:r>
      <w:r>
        <w:t xml:space="preserve"> + $15,971,910 + $15,467,450 + $15,563,407</w:t>
      </w:r>
    </w:p>
    <w:p w:rsidR="00BC5284" w:rsidRDefault="00BC5284" w:rsidP="00BC5284">
      <w:pPr>
        <w:pStyle w:val="Mainfirst"/>
        <w:tabs>
          <w:tab w:val="decimal" w:pos="360"/>
          <w:tab w:val="left" w:pos="720"/>
          <w:tab w:val="left" w:pos="1080"/>
        </w:tabs>
        <w:spacing w:after="240" w:line="240" w:lineRule="auto"/>
        <w:ind w:left="1440"/>
        <w:jc w:val="left"/>
        <w:rPr>
          <w:lang w:val="en-CA"/>
        </w:rPr>
      </w:pPr>
      <w:r>
        <w:t xml:space="preserve">= </w:t>
      </w:r>
      <w:r w:rsidRPr="00E14E22">
        <w:rPr>
          <w:u w:val="double"/>
        </w:rPr>
        <w:t>$61,559,000</w:t>
      </w:r>
      <w:r>
        <w:t xml:space="preserve"> rounded to the nearest $1000</w:t>
      </w:r>
    </w:p>
    <w:p w:rsidR="00BC5284" w:rsidRDefault="00BC5284" w:rsidP="00BC5284">
      <w:pPr>
        <w:tabs>
          <w:tab w:val="decimal" w:pos="360"/>
          <w:tab w:val="left" w:pos="720"/>
        </w:tabs>
        <w:spacing w:after="60"/>
      </w:pPr>
      <w:r>
        <w:tab/>
        <w:t>2</w:t>
      </w:r>
      <w:r w:rsidR="003D4F7C">
        <w:t>9</w:t>
      </w:r>
      <w:r>
        <w:t>.</w:t>
      </w:r>
      <w:r>
        <w:tab/>
        <w:t>The data for the three certificates are presented in the following table.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1260"/>
        <w:gridCol w:w="1242"/>
        <w:gridCol w:w="900"/>
        <w:gridCol w:w="630"/>
        <w:gridCol w:w="990"/>
        <w:gridCol w:w="630"/>
      </w:tblGrid>
      <w:tr w:rsidR="00BC5284" w:rsidTr="000F0958">
        <w:tc>
          <w:tcPr>
            <w:tcW w:w="558" w:type="dxa"/>
          </w:tcPr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</w:pPr>
          </w:p>
        </w:tc>
        <w:tc>
          <w:tcPr>
            <w:tcW w:w="1260" w:type="dxa"/>
          </w:tcPr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  <w:rPr>
                <w:i/>
              </w:rPr>
            </w:pPr>
            <w:r>
              <w:rPr>
                <w:i/>
              </w:rPr>
              <w:t>Maturity</w:t>
            </w:r>
          </w:p>
          <w:p w:rsidR="00BC5284" w:rsidRDefault="00BC5284" w:rsidP="000F0958">
            <w:pPr>
              <w:pStyle w:val="Heading3"/>
              <w:rPr>
                <w:i/>
              </w:rPr>
            </w:pPr>
            <w:r>
              <w:rPr>
                <w:i/>
              </w:rPr>
              <w:t xml:space="preserve">  Value</w:t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</w:p>
        </w:tc>
        <w:tc>
          <w:tcPr>
            <w:tcW w:w="1242" w:type="dxa"/>
          </w:tcPr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</w:p>
          <w:p w:rsidR="00BC5284" w:rsidRDefault="00BC5284" w:rsidP="000F0958">
            <w:pPr>
              <w:pStyle w:val="Heading3"/>
              <w:rPr>
                <w:i/>
              </w:rPr>
            </w:pPr>
            <w:r>
              <w:rPr>
                <w:i/>
              </w:rPr>
              <w:t xml:space="preserve">  Term</w:t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</w:p>
        </w:tc>
        <w:tc>
          <w:tcPr>
            <w:tcW w:w="900" w:type="dxa"/>
          </w:tcPr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</w:p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    </w:t>
            </w:r>
            <w:r>
              <w:rPr>
                <w:rFonts w:ascii="Times New Roman" w:hAnsi="Times New Roman"/>
                <w:i/>
                <w:u w:val="single"/>
              </w:rPr>
              <w:t>j</w:t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</w:p>
        </w:tc>
        <w:tc>
          <w:tcPr>
            <w:tcW w:w="630" w:type="dxa"/>
          </w:tcPr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</w:p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  <w:r>
              <w:rPr>
                <w:rFonts w:ascii="Times New Roman" w:hAnsi="Times New Roman"/>
                <w:i/>
                <w:u w:val="single"/>
              </w:rPr>
              <w:t>m</w:t>
            </w:r>
          </w:p>
        </w:tc>
        <w:tc>
          <w:tcPr>
            <w:tcW w:w="990" w:type="dxa"/>
          </w:tcPr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</w:p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proofErr w:type="spellStart"/>
            <w:r>
              <w:rPr>
                <w:rFonts w:ascii="Times New Roman" w:hAnsi="Times New Roman"/>
                <w:i/>
                <w:u w:val="single"/>
              </w:rPr>
              <w:t>i</w:t>
            </w:r>
            <w:proofErr w:type="spellEnd"/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</w:p>
        </w:tc>
        <w:tc>
          <w:tcPr>
            <w:tcW w:w="630" w:type="dxa"/>
          </w:tcPr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</w:p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 </w:t>
            </w:r>
            <w:r>
              <w:rPr>
                <w:rFonts w:ascii="Times New Roman" w:hAnsi="Times New Roman"/>
                <w:i/>
                <w:u w:val="single"/>
              </w:rPr>
              <w:t>n</w:t>
            </w:r>
            <w:r>
              <w:rPr>
                <w:i/>
                <w:u w:val="single"/>
              </w:rPr>
              <w:sym w:font="Symbol" w:char="F020"/>
            </w:r>
          </w:p>
        </w:tc>
      </w:tr>
      <w:tr w:rsidR="00BC5284" w:rsidTr="000F0958">
        <w:tc>
          <w:tcPr>
            <w:tcW w:w="558" w:type="dxa"/>
          </w:tcPr>
          <w:p w:rsidR="00BC5284" w:rsidRDefault="00BC5284" w:rsidP="000F0958">
            <w:pPr>
              <w:tabs>
                <w:tab w:val="decimal" w:pos="360"/>
                <w:tab w:val="left" w:pos="720"/>
              </w:tabs>
              <w:spacing w:before="60"/>
              <w:jc w:val="center"/>
            </w:pPr>
          </w:p>
        </w:tc>
        <w:tc>
          <w:tcPr>
            <w:tcW w:w="1260" w:type="dxa"/>
          </w:tcPr>
          <w:p w:rsidR="00BC5284" w:rsidRDefault="00BC5284" w:rsidP="000F0958">
            <w:pPr>
              <w:tabs>
                <w:tab w:val="decimal" w:pos="360"/>
                <w:tab w:val="left" w:pos="720"/>
              </w:tabs>
              <w:spacing w:before="60"/>
              <w:jc w:val="center"/>
            </w:pPr>
            <w:r>
              <w:t>$4000</w:t>
            </w:r>
          </w:p>
        </w:tc>
        <w:tc>
          <w:tcPr>
            <w:tcW w:w="1242" w:type="dxa"/>
          </w:tcPr>
          <w:p w:rsidR="00BC5284" w:rsidRDefault="00BC5284" w:rsidP="000F0958">
            <w:pPr>
              <w:tabs>
                <w:tab w:val="decimal" w:pos="360"/>
                <w:tab w:val="left" w:pos="720"/>
              </w:tabs>
              <w:spacing w:before="60"/>
              <w:jc w:val="center"/>
            </w:pPr>
            <w:r>
              <w:t>3.5 years</w:t>
            </w:r>
          </w:p>
        </w:tc>
        <w:tc>
          <w:tcPr>
            <w:tcW w:w="900" w:type="dxa"/>
          </w:tcPr>
          <w:p w:rsidR="00BC5284" w:rsidRDefault="00BC5284" w:rsidP="000F0958">
            <w:pPr>
              <w:tabs>
                <w:tab w:val="decimal" w:pos="360"/>
              </w:tabs>
              <w:spacing w:before="60"/>
            </w:pPr>
            <w:r>
              <w:t>5%</w:t>
            </w:r>
          </w:p>
        </w:tc>
        <w:tc>
          <w:tcPr>
            <w:tcW w:w="630" w:type="dxa"/>
          </w:tcPr>
          <w:p w:rsidR="00BC5284" w:rsidRDefault="00BC5284" w:rsidP="000F0958">
            <w:pPr>
              <w:tabs>
                <w:tab w:val="decimal" w:pos="360"/>
                <w:tab w:val="left" w:pos="720"/>
              </w:tabs>
              <w:spacing w:before="60"/>
              <w:jc w:val="center"/>
            </w:pPr>
            <w:r>
              <w:t>2</w:t>
            </w:r>
          </w:p>
        </w:tc>
        <w:tc>
          <w:tcPr>
            <w:tcW w:w="990" w:type="dxa"/>
          </w:tcPr>
          <w:p w:rsidR="00BC5284" w:rsidRDefault="00BC5284" w:rsidP="000F0958">
            <w:pPr>
              <w:tabs>
                <w:tab w:val="decimal" w:pos="360"/>
              </w:tabs>
              <w:spacing w:before="60"/>
            </w:pPr>
            <w:r>
              <w:t>2.5%</w:t>
            </w:r>
          </w:p>
        </w:tc>
        <w:tc>
          <w:tcPr>
            <w:tcW w:w="630" w:type="dxa"/>
          </w:tcPr>
          <w:p w:rsidR="00BC5284" w:rsidRDefault="00BC5284" w:rsidP="000F0958">
            <w:pPr>
              <w:tabs>
                <w:tab w:val="decimal" w:pos="360"/>
              </w:tabs>
              <w:spacing w:before="60"/>
            </w:pPr>
            <w:r>
              <w:t>7</w:t>
            </w:r>
          </w:p>
        </w:tc>
      </w:tr>
      <w:tr w:rsidR="00BC5284" w:rsidTr="000F0958">
        <w:tc>
          <w:tcPr>
            <w:tcW w:w="558" w:type="dxa"/>
          </w:tcPr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</w:pPr>
          </w:p>
        </w:tc>
        <w:tc>
          <w:tcPr>
            <w:tcW w:w="1260" w:type="dxa"/>
          </w:tcPr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</w:pPr>
            <w:r>
              <w:t>$5000</w:t>
            </w:r>
          </w:p>
        </w:tc>
        <w:tc>
          <w:tcPr>
            <w:tcW w:w="1242" w:type="dxa"/>
          </w:tcPr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</w:pPr>
            <w:r>
              <w:t>4.5 years</w:t>
            </w:r>
          </w:p>
        </w:tc>
        <w:tc>
          <w:tcPr>
            <w:tcW w:w="900" w:type="dxa"/>
          </w:tcPr>
          <w:p w:rsidR="00BC5284" w:rsidRDefault="00BC5284" w:rsidP="000F0958">
            <w:pPr>
              <w:tabs>
                <w:tab w:val="decimal" w:pos="360"/>
              </w:tabs>
            </w:pPr>
            <w:r>
              <w:t>5%</w:t>
            </w:r>
          </w:p>
        </w:tc>
        <w:tc>
          <w:tcPr>
            <w:tcW w:w="630" w:type="dxa"/>
          </w:tcPr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</w:pPr>
            <w:r>
              <w:t>2</w:t>
            </w:r>
          </w:p>
        </w:tc>
        <w:tc>
          <w:tcPr>
            <w:tcW w:w="990" w:type="dxa"/>
          </w:tcPr>
          <w:p w:rsidR="00BC5284" w:rsidRDefault="00BC5284" w:rsidP="000F0958">
            <w:pPr>
              <w:tabs>
                <w:tab w:val="decimal" w:pos="360"/>
              </w:tabs>
            </w:pPr>
            <w:r>
              <w:t>2.5%</w:t>
            </w:r>
          </w:p>
        </w:tc>
        <w:tc>
          <w:tcPr>
            <w:tcW w:w="630" w:type="dxa"/>
          </w:tcPr>
          <w:p w:rsidR="00BC5284" w:rsidRDefault="00BC5284" w:rsidP="000F0958">
            <w:pPr>
              <w:tabs>
                <w:tab w:val="decimal" w:pos="360"/>
              </w:tabs>
            </w:pPr>
            <w:r>
              <w:t>9</w:t>
            </w:r>
          </w:p>
        </w:tc>
      </w:tr>
      <w:tr w:rsidR="00BC5284" w:rsidTr="000F0958">
        <w:tc>
          <w:tcPr>
            <w:tcW w:w="558" w:type="dxa"/>
          </w:tcPr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</w:pPr>
          </w:p>
        </w:tc>
        <w:tc>
          <w:tcPr>
            <w:tcW w:w="1260" w:type="dxa"/>
          </w:tcPr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</w:pPr>
            <w:r>
              <w:t>$6000</w:t>
            </w:r>
          </w:p>
        </w:tc>
        <w:tc>
          <w:tcPr>
            <w:tcW w:w="1242" w:type="dxa"/>
          </w:tcPr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</w:pPr>
            <w:r>
              <w:t>5.5 years</w:t>
            </w:r>
          </w:p>
        </w:tc>
        <w:tc>
          <w:tcPr>
            <w:tcW w:w="900" w:type="dxa"/>
          </w:tcPr>
          <w:p w:rsidR="00BC5284" w:rsidRDefault="00BC5284" w:rsidP="000F0958">
            <w:pPr>
              <w:tabs>
                <w:tab w:val="decimal" w:pos="360"/>
              </w:tabs>
            </w:pPr>
            <w:r>
              <w:t>5.6%</w:t>
            </w:r>
          </w:p>
        </w:tc>
        <w:tc>
          <w:tcPr>
            <w:tcW w:w="630" w:type="dxa"/>
          </w:tcPr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</w:pPr>
            <w:r>
              <w:t>4</w:t>
            </w:r>
          </w:p>
        </w:tc>
        <w:tc>
          <w:tcPr>
            <w:tcW w:w="990" w:type="dxa"/>
          </w:tcPr>
          <w:p w:rsidR="00BC5284" w:rsidRDefault="00BC5284" w:rsidP="000F0958">
            <w:pPr>
              <w:tabs>
                <w:tab w:val="decimal" w:pos="360"/>
              </w:tabs>
            </w:pPr>
            <w:r>
              <w:t>1.4%</w:t>
            </w:r>
          </w:p>
        </w:tc>
        <w:tc>
          <w:tcPr>
            <w:tcW w:w="630" w:type="dxa"/>
          </w:tcPr>
          <w:p w:rsidR="00BC5284" w:rsidRDefault="00BC5284" w:rsidP="000F0958">
            <w:pPr>
              <w:tabs>
                <w:tab w:val="decimal" w:pos="360"/>
              </w:tabs>
            </w:pPr>
            <w:r>
              <w:t>22</w:t>
            </w:r>
          </w:p>
        </w:tc>
      </w:tr>
    </w:tbl>
    <w:p w:rsidR="00BC5284" w:rsidRDefault="00BC5284" w:rsidP="00BC5284">
      <w:pPr>
        <w:tabs>
          <w:tab w:val="decimal" w:pos="360"/>
          <w:tab w:val="left" w:pos="720"/>
        </w:tabs>
        <w:spacing w:before="120"/>
      </w:pPr>
      <w:r>
        <w:tab/>
      </w:r>
      <w:r>
        <w:tab/>
        <w:t>Michelle should invest:</w:t>
      </w:r>
    </w:p>
    <w:p w:rsidR="00BC5284" w:rsidRDefault="00BC5284" w:rsidP="00BC5284">
      <w:pPr>
        <w:tabs>
          <w:tab w:val="decimal" w:pos="360"/>
          <w:tab w:val="left" w:pos="720"/>
        </w:tabs>
      </w:pPr>
      <w:r>
        <w:tab/>
      </w:r>
      <w:r>
        <w:tab/>
      </w:r>
      <w:r>
        <w:tab/>
      </w:r>
      <w:r w:rsidRPr="002A5267">
        <w:rPr>
          <w:position w:val="-10"/>
        </w:rPr>
        <w:object w:dxaOrig="1600" w:dyaOrig="380">
          <v:shape id="_x0000_i1179" type="#_x0000_t75" style="width:80.15pt;height:19pt" o:ole="" fillcolor="window">
            <v:imagedata r:id="rId202" o:title=""/>
          </v:shape>
          <o:OLEObject Type="Embed" ProgID="Equation.3" ShapeID="_x0000_i1179" DrawAspect="Content" ObjectID="_1654971203" r:id="rId289"/>
        </w:object>
      </w:r>
      <w:r>
        <w:rPr>
          <w:rFonts w:ascii="Times New Roman" w:hAnsi="Times New Roman"/>
          <w:i/>
        </w:rPr>
        <w:t>=</w:t>
      </w:r>
      <w:r>
        <w:t xml:space="preserve"> $4000</w:t>
      </w:r>
      <w:r w:rsidRPr="002A5267">
        <w:rPr>
          <w:position w:val="-10"/>
        </w:rPr>
        <w:object w:dxaOrig="920" w:dyaOrig="380">
          <v:shape id="_x0000_i1180" type="#_x0000_t75" style="width:45.5pt;height:19pt" o:ole="" fillcolor="window">
            <v:imagedata r:id="rId290" o:title=""/>
          </v:shape>
          <o:OLEObject Type="Embed" ProgID="Equation.3" ShapeID="_x0000_i1180" DrawAspect="Content" ObjectID="_1654971204" r:id="rId291"/>
        </w:object>
      </w:r>
      <w:r>
        <w:t xml:space="preserve"> = </w:t>
      </w:r>
      <w:r>
        <w:rPr>
          <w:u w:val="double"/>
        </w:rPr>
        <w:t>$3365.06</w:t>
      </w:r>
      <w:r>
        <w:t xml:space="preserve"> in a 3</w:t>
      </w:r>
      <w:r w:rsidRPr="002A5267">
        <w:rPr>
          <w:position w:val="-14"/>
        </w:rPr>
        <w:object w:dxaOrig="200" w:dyaOrig="380">
          <v:shape id="_x0000_i1181" type="#_x0000_t75" style="width:10.2pt;height:19pt" o:ole="" fillcolor="window">
            <v:imagedata r:id="rId176" o:title=""/>
          </v:shape>
          <o:OLEObject Type="Embed" ProgID="Equation.3" ShapeID="_x0000_i1181" DrawAspect="Content" ObjectID="_1654971205" r:id="rId292"/>
        </w:object>
      </w:r>
      <w:r>
        <w:t>-year certificate</w:t>
      </w:r>
    </w:p>
    <w:p w:rsidR="00BC5284" w:rsidRDefault="00BC5284" w:rsidP="00BC5284">
      <w:pPr>
        <w:tabs>
          <w:tab w:val="decimal" w:pos="360"/>
          <w:tab w:val="left" w:pos="720"/>
        </w:tabs>
        <w:ind w:left="3060"/>
      </w:pPr>
      <w:r>
        <w:rPr>
          <w:rFonts w:ascii="Times New Roman" w:hAnsi="Times New Roman"/>
          <w:i/>
        </w:rPr>
        <w:t xml:space="preserve">= </w:t>
      </w:r>
      <w:r>
        <w:t>$5000</w:t>
      </w:r>
      <w:r w:rsidRPr="002A5267">
        <w:rPr>
          <w:position w:val="-10"/>
        </w:rPr>
        <w:object w:dxaOrig="920" w:dyaOrig="380">
          <v:shape id="_x0000_i1182" type="#_x0000_t75" style="width:45.5pt;height:19pt" o:ole="" fillcolor="window">
            <v:imagedata r:id="rId293" o:title=""/>
          </v:shape>
          <o:OLEObject Type="Embed" ProgID="Equation.3" ShapeID="_x0000_i1182" DrawAspect="Content" ObjectID="_1654971206" r:id="rId294"/>
        </w:object>
      </w:r>
      <w:r>
        <w:t xml:space="preserve"> = </w:t>
      </w:r>
      <w:r>
        <w:rPr>
          <w:u w:val="double"/>
        </w:rPr>
        <w:t>$4003.64</w:t>
      </w:r>
      <w:r>
        <w:t xml:space="preserve"> in a 4</w:t>
      </w:r>
      <w:r w:rsidRPr="002A5267">
        <w:rPr>
          <w:position w:val="-14"/>
        </w:rPr>
        <w:object w:dxaOrig="200" w:dyaOrig="380">
          <v:shape id="_x0000_i1183" type="#_x0000_t75" style="width:10.2pt;height:19pt" o:ole="" fillcolor="window">
            <v:imagedata r:id="rId176" o:title=""/>
          </v:shape>
          <o:OLEObject Type="Embed" ProgID="Equation.3" ShapeID="_x0000_i1183" DrawAspect="Content" ObjectID="_1654971207" r:id="rId295"/>
        </w:object>
      </w:r>
      <w:r>
        <w:t>-year certificate</w:t>
      </w:r>
    </w:p>
    <w:p w:rsidR="00BC5284" w:rsidRDefault="00BC5284" w:rsidP="00BC5284">
      <w:pPr>
        <w:tabs>
          <w:tab w:val="decimal" w:pos="360"/>
          <w:tab w:val="left" w:pos="720"/>
        </w:tabs>
        <w:spacing w:after="240"/>
        <w:ind w:left="3067"/>
      </w:pPr>
      <w:r>
        <w:rPr>
          <w:rFonts w:ascii="Times New Roman" w:hAnsi="Times New Roman"/>
          <w:i/>
        </w:rPr>
        <w:t xml:space="preserve">= </w:t>
      </w:r>
      <w:r>
        <w:t>$6000</w:t>
      </w:r>
      <w:r w:rsidRPr="002A5267">
        <w:rPr>
          <w:position w:val="-10"/>
        </w:rPr>
        <w:object w:dxaOrig="1020" w:dyaOrig="380">
          <v:shape id="_x0000_i1184" type="#_x0000_t75" style="width:50.95pt;height:19pt" o:ole="" fillcolor="window">
            <v:imagedata r:id="rId296" o:title=""/>
          </v:shape>
          <o:OLEObject Type="Embed" ProgID="Equation.3" ShapeID="_x0000_i1184" DrawAspect="Content" ObjectID="_1654971208" r:id="rId297"/>
        </w:object>
      </w:r>
      <w:r>
        <w:t xml:space="preserve">= </w:t>
      </w:r>
      <w:r>
        <w:rPr>
          <w:u w:val="double"/>
        </w:rPr>
        <w:t>$4418.92</w:t>
      </w:r>
      <w:r>
        <w:t xml:space="preserve"> in a 5</w:t>
      </w:r>
      <w:r w:rsidRPr="002A5267">
        <w:rPr>
          <w:position w:val="-14"/>
        </w:rPr>
        <w:object w:dxaOrig="200" w:dyaOrig="380">
          <v:shape id="_x0000_i1185" type="#_x0000_t75" style="width:10.2pt;height:19pt" o:ole="" fillcolor="window">
            <v:imagedata r:id="rId176" o:title=""/>
          </v:shape>
          <o:OLEObject Type="Embed" ProgID="Equation.3" ShapeID="_x0000_i1185" DrawAspect="Content" ObjectID="_1654971209" r:id="rId298"/>
        </w:object>
      </w:r>
      <w:r>
        <w:t>-year certificate</w:t>
      </w:r>
    </w:p>
    <w:p w:rsidR="00BC5284" w:rsidRDefault="00BC5284" w:rsidP="00BC5284">
      <w:pPr>
        <w:pStyle w:val="ISM"/>
      </w:pPr>
      <w:r>
        <w:tab/>
      </w:r>
      <w:r w:rsidR="003D4F7C">
        <w:t>31</w:t>
      </w:r>
      <w:r>
        <w:t>.</w:t>
      </w:r>
      <w:r>
        <w:tab/>
      </w:r>
      <w:r>
        <w:tab/>
        <w:t>Total price = Sum of the present values</w:t>
      </w:r>
    </w:p>
    <w:p w:rsidR="00BC5284" w:rsidRDefault="00BC5284" w:rsidP="00BC5284">
      <w:pPr>
        <w:pStyle w:val="ISM"/>
      </w:pPr>
      <w:r>
        <w:tab/>
      </w:r>
      <w:r>
        <w:tab/>
      </w:r>
      <w:r>
        <w:tab/>
      </w:r>
      <w:r>
        <w:tab/>
        <w:t xml:space="preserve">      = $950</w:t>
      </w:r>
      <w:r w:rsidRPr="002A5267">
        <w:rPr>
          <w:position w:val="-10"/>
        </w:rPr>
        <w:object w:dxaOrig="1200" w:dyaOrig="380">
          <v:shape id="_x0000_i1186" type="#_x0000_t75" style="width:60.45pt;height:19pt" o:ole="" fillcolor="window">
            <v:imagedata r:id="rId299" o:title=""/>
          </v:shape>
          <o:OLEObject Type="Embed" ProgID="Equation.3" ShapeID="_x0000_i1186" DrawAspect="Content" ObjectID="_1654971210" r:id="rId300"/>
        </w:object>
      </w:r>
      <w:r>
        <w:t>+ $780</w:t>
      </w:r>
      <w:r w:rsidRPr="002A5267">
        <w:rPr>
          <w:position w:val="-10"/>
        </w:rPr>
        <w:object w:dxaOrig="1200" w:dyaOrig="380">
          <v:shape id="_x0000_i1187" type="#_x0000_t75" style="width:60.45pt;height:19pt" o:ole="" fillcolor="window">
            <v:imagedata r:id="rId301" o:title=""/>
          </v:shape>
          <o:OLEObject Type="Embed" ProgID="Equation.3" ShapeID="_x0000_i1187" DrawAspect="Content" ObjectID="_1654971211" r:id="rId302"/>
        </w:object>
      </w:r>
      <w:r>
        <w:t>+ $1270</w:t>
      </w:r>
      <w:r w:rsidRPr="002A5267">
        <w:rPr>
          <w:position w:val="-10"/>
        </w:rPr>
        <w:object w:dxaOrig="1200" w:dyaOrig="380">
          <v:shape id="_x0000_i1188" type="#_x0000_t75" style="width:60.45pt;height:19pt" o:ole="" fillcolor="window">
            <v:imagedata r:id="rId303" o:title=""/>
          </v:shape>
          <o:OLEObject Type="Embed" ProgID="Equation.3" ShapeID="_x0000_i1188" DrawAspect="Content" ObjectID="_1654971212" r:id="rId304"/>
        </w:object>
      </w:r>
    </w:p>
    <w:p w:rsidR="00BC5284" w:rsidRDefault="00BC5284" w:rsidP="00BC5284">
      <w:pPr>
        <w:pStyle w:val="ISM"/>
      </w:pPr>
      <w:r>
        <w:tab/>
      </w:r>
      <w:r>
        <w:tab/>
      </w:r>
      <w:r>
        <w:tab/>
      </w:r>
      <w:r>
        <w:tab/>
        <w:t xml:space="preserve">      = $899.498 + $718.637 + $1186.177</w:t>
      </w:r>
    </w:p>
    <w:p w:rsidR="00BC5284" w:rsidRDefault="00BC5284" w:rsidP="005F0115">
      <w:pPr>
        <w:pStyle w:val="ISM"/>
        <w:spacing w:after="180"/>
      </w:pPr>
      <w:r>
        <w:tab/>
      </w:r>
      <w:r>
        <w:tab/>
      </w:r>
      <w:r>
        <w:tab/>
      </w:r>
      <w:r>
        <w:tab/>
        <w:t xml:space="preserve">      = </w:t>
      </w:r>
      <w:r>
        <w:rPr>
          <w:u w:val="double"/>
        </w:rPr>
        <w:t>$2804.31</w:t>
      </w:r>
    </w:p>
    <w:p w:rsidR="00BC5284" w:rsidRDefault="003D4F7C" w:rsidP="00BC5284">
      <w:pPr>
        <w:pStyle w:val="ISM"/>
      </w:pPr>
      <w:r>
        <w:t>33</w:t>
      </w:r>
      <w:r w:rsidR="00BC5284">
        <w:t>.</w:t>
      </w:r>
      <w:r w:rsidR="00BC5284">
        <w:tab/>
        <w:t xml:space="preserve">Let </w:t>
      </w:r>
      <w:r w:rsidR="00BC5284">
        <w:rPr>
          <w:rFonts w:ascii="Times New Roman" w:hAnsi="Times New Roman"/>
          <w:i/>
        </w:rPr>
        <w:t>x</w:t>
      </w:r>
      <w:r w:rsidR="00BC5284">
        <w:t xml:space="preserve"> represent the final loan payment.</w:t>
      </w:r>
    </w:p>
    <w:p w:rsidR="00BC5284" w:rsidRDefault="00BC5284" w:rsidP="00BC5284">
      <w:pPr>
        <w:pStyle w:val="ISM"/>
      </w:pPr>
      <w:r>
        <w:tab/>
      </w:r>
      <w:r>
        <w:tab/>
      </w:r>
      <w:r>
        <w:tab/>
      </w:r>
      <w:r>
        <w:tab/>
        <w:t>Loan = Present value of all payments</w:t>
      </w:r>
    </w:p>
    <w:p w:rsidR="00BC5284" w:rsidRDefault="00BC5284" w:rsidP="00BC5284">
      <w:pPr>
        <w:pStyle w:val="ISM"/>
      </w:pPr>
      <w:r>
        <w:tab/>
      </w:r>
      <w:r>
        <w:tab/>
      </w:r>
      <w:r>
        <w:tab/>
        <w:t xml:space="preserve">       $15,000 = $4000</w:t>
      </w:r>
      <w:r w:rsidR="002F5E17" w:rsidRPr="002A5267">
        <w:rPr>
          <w:position w:val="-10"/>
        </w:rPr>
        <w:object w:dxaOrig="1020" w:dyaOrig="380">
          <v:shape id="_x0000_i1189" type="#_x0000_t75" style="width:50.95pt;height:19pt" o:ole="" fillcolor="window">
            <v:imagedata r:id="rId305" o:title=""/>
          </v:shape>
          <o:OLEObject Type="Embed" ProgID="Equation.3" ShapeID="_x0000_i1189" DrawAspect="Content" ObjectID="_1654971213" r:id="rId306"/>
        </w:object>
      </w:r>
      <w:r>
        <w:t>+ $4000</w:t>
      </w:r>
      <w:r w:rsidR="002F5E17" w:rsidRPr="002A5267">
        <w:rPr>
          <w:position w:val="-10"/>
        </w:rPr>
        <w:object w:dxaOrig="1020" w:dyaOrig="380">
          <v:shape id="_x0000_i1190" type="#_x0000_t75" style="width:50.95pt;height:19pt" o:ole="" fillcolor="window">
            <v:imagedata r:id="rId307" o:title=""/>
          </v:shape>
          <o:OLEObject Type="Embed" ProgID="Equation.3" ShapeID="_x0000_i1190" DrawAspect="Content" ObjectID="_1654971214" r:id="rId308"/>
        </w:object>
      </w:r>
      <w:r>
        <w:t xml:space="preserve">+ </w:t>
      </w:r>
      <w:r>
        <w:rPr>
          <w:rFonts w:ascii="Times New Roman" w:hAnsi="Times New Roman"/>
          <w:i/>
        </w:rPr>
        <w:t>x</w:t>
      </w:r>
      <w:r w:rsidR="002F5E17" w:rsidRPr="002A5267">
        <w:rPr>
          <w:position w:val="-10"/>
        </w:rPr>
        <w:object w:dxaOrig="1080" w:dyaOrig="380">
          <v:shape id="_x0000_i1191" type="#_x0000_t75" style="width:53.65pt;height:19pt" o:ole="" fillcolor="window">
            <v:imagedata r:id="rId309" o:title=""/>
          </v:shape>
          <o:OLEObject Type="Embed" ProgID="Equation.3" ShapeID="_x0000_i1191" DrawAspect="Content" ObjectID="_1654971215" r:id="rId310"/>
        </w:object>
      </w:r>
    </w:p>
    <w:p w:rsidR="00BC5284" w:rsidRDefault="00BC5284" w:rsidP="00BC5284">
      <w:pPr>
        <w:pStyle w:val="ISM"/>
      </w:pPr>
      <w:r>
        <w:tab/>
      </w:r>
      <w:r>
        <w:tab/>
      </w:r>
      <w:r>
        <w:tab/>
        <w:t xml:space="preserve">       $15,000 = $</w:t>
      </w:r>
      <w:r w:rsidR="002F5E17">
        <w:t>3788.75</w:t>
      </w:r>
      <w:r>
        <w:t>+ $</w:t>
      </w:r>
      <w:r w:rsidR="002F5E17">
        <w:t>3399.14</w:t>
      </w:r>
      <w:r>
        <w:t xml:space="preserve">+ </w:t>
      </w:r>
      <w:r w:rsidR="002F5E17">
        <w:t>0.762397906</w:t>
      </w:r>
      <w:r>
        <w:rPr>
          <w:rFonts w:ascii="Times New Roman" w:hAnsi="Times New Roman"/>
          <w:i/>
        </w:rPr>
        <w:t>x</w:t>
      </w:r>
    </w:p>
    <w:p w:rsidR="00BC5284" w:rsidRDefault="00BC5284" w:rsidP="00BC5284">
      <w:pPr>
        <w:pStyle w:val="ISM"/>
        <w:ind w:firstLine="1800"/>
      </w:pPr>
      <w:r>
        <w:rPr>
          <w:rFonts w:ascii="Times New Roman" w:hAnsi="Times New Roman"/>
          <w:i/>
        </w:rPr>
        <w:t xml:space="preserve"> x </w:t>
      </w:r>
      <w:r>
        <w:t xml:space="preserve">= </w:t>
      </w:r>
      <w:r>
        <w:rPr>
          <w:u w:val="double"/>
        </w:rPr>
        <w:t>$1</w:t>
      </w:r>
      <w:r w:rsidR="002F5E17">
        <w:rPr>
          <w:u w:val="double"/>
        </w:rPr>
        <w:t>0,246.76</w:t>
      </w:r>
    </w:p>
    <w:p w:rsidR="00BC5284" w:rsidRDefault="00BC5284" w:rsidP="00BC5284">
      <w:pPr>
        <w:pStyle w:val="ISM"/>
        <w:spacing w:after="180"/>
      </w:pPr>
      <w:r>
        <w:tab/>
      </w:r>
      <w:r>
        <w:tab/>
        <w:t>The third loan payment will be $</w:t>
      </w:r>
      <w:r w:rsidR="002F5E17">
        <w:t>10,246.76</w:t>
      </w:r>
      <w:r>
        <w:t>.</w:t>
      </w:r>
    </w:p>
    <w:p w:rsidR="00BC5284" w:rsidRDefault="00BC5284" w:rsidP="00BC5284">
      <w:pPr>
        <w:pStyle w:val="ISM"/>
      </w:pPr>
      <w:r>
        <w:tab/>
        <w:t>3</w:t>
      </w:r>
      <w:r w:rsidR="003D4F7C">
        <w:t>5</w:t>
      </w:r>
      <w:r>
        <w:t>.</w:t>
      </w:r>
      <w:r>
        <w:tab/>
        <w:t xml:space="preserve">Let </w:t>
      </w:r>
      <w:r>
        <w:rPr>
          <w:rFonts w:ascii="Times New Roman" w:hAnsi="Times New Roman"/>
          <w:i/>
        </w:rPr>
        <w:t>x</w:t>
      </w:r>
      <w:r>
        <w:t xml:space="preserve"> represent the size of each loan payment.</w:t>
      </w:r>
    </w:p>
    <w:p w:rsidR="00BC5284" w:rsidRDefault="00BC5284" w:rsidP="00BC5284">
      <w:pPr>
        <w:pStyle w:val="ISM"/>
      </w:pPr>
      <w:r>
        <w:tab/>
      </w:r>
      <w:r>
        <w:tab/>
      </w:r>
      <w:r>
        <w:tab/>
      </w:r>
      <w:r>
        <w:tab/>
        <w:t xml:space="preserve"> $10,000 = </w:t>
      </w:r>
      <w:r>
        <w:rPr>
          <w:rFonts w:ascii="Times New Roman" w:hAnsi="Times New Roman"/>
          <w:i/>
        </w:rPr>
        <w:t>x</w:t>
      </w:r>
      <w:r w:rsidR="009C3B44" w:rsidRPr="002A5267">
        <w:rPr>
          <w:position w:val="-10"/>
        </w:rPr>
        <w:object w:dxaOrig="780" w:dyaOrig="380">
          <v:shape id="_x0000_i1192" type="#_x0000_t75" style="width:38.7pt;height:19pt" o:ole="" fillcolor="window">
            <v:imagedata r:id="rId311" o:title=""/>
          </v:shape>
          <o:OLEObject Type="Embed" ProgID="Equation.3" ShapeID="_x0000_i1192" DrawAspect="Content" ObjectID="_1654971216" r:id="rId312"/>
        </w:object>
      </w:r>
      <w:r>
        <w:t xml:space="preserve">+ </w:t>
      </w:r>
      <w:r>
        <w:rPr>
          <w:rFonts w:ascii="Times New Roman" w:hAnsi="Times New Roman"/>
          <w:i/>
        </w:rPr>
        <w:t>x</w:t>
      </w:r>
      <w:r w:rsidR="009C3B44" w:rsidRPr="002A5267">
        <w:rPr>
          <w:position w:val="-10"/>
        </w:rPr>
        <w:object w:dxaOrig="780" w:dyaOrig="380">
          <v:shape id="_x0000_i1193" type="#_x0000_t75" style="width:38.7pt;height:19pt" o:ole="" fillcolor="window">
            <v:imagedata r:id="rId313" o:title=""/>
          </v:shape>
          <o:OLEObject Type="Embed" ProgID="Equation.3" ShapeID="_x0000_i1193" DrawAspect="Content" ObjectID="_1654971217" r:id="rId314"/>
        </w:object>
      </w:r>
      <w:r>
        <w:t xml:space="preserve">+ </w:t>
      </w:r>
      <w:r>
        <w:rPr>
          <w:rFonts w:ascii="Times New Roman" w:hAnsi="Times New Roman"/>
          <w:i/>
        </w:rPr>
        <w:t>x</w:t>
      </w:r>
      <w:r w:rsidR="009C3B44" w:rsidRPr="002A5267">
        <w:rPr>
          <w:position w:val="-10"/>
        </w:rPr>
        <w:object w:dxaOrig="840" w:dyaOrig="380">
          <v:shape id="_x0000_i1194" type="#_x0000_t75" style="width:42.1pt;height:19pt" o:ole="" fillcolor="window">
            <v:imagedata r:id="rId315" o:title=""/>
          </v:shape>
          <o:OLEObject Type="Embed" ProgID="Equation.3" ShapeID="_x0000_i1194" DrawAspect="Content" ObjectID="_1654971218" r:id="rId316"/>
        </w:object>
      </w:r>
    </w:p>
    <w:p w:rsidR="00BC5284" w:rsidRDefault="00BC5284" w:rsidP="00BC5284">
      <w:pPr>
        <w:pStyle w:val="ISM"/>
      </w:pPr>
      <w:r>
        <w:tab/>
      </w:r>
      <w:r>
        <w:tab/>
      </w:r>
      <w:r>
        <w:tab/>
      </w:r>
      <w:r>
        <w:tab/>
      </w:r>
      <w:r>
        <w:tab/>
        <w:t xml:space="preserve">   = 0.</w:t>
      </w:r>
      <w:r w:rsidR="009C3B44">
        <w:t>9057308</w:t>
      </w:r>
      <w:r w:rsidR="00FF70FA">
        <w:t>1</w:t>
      </w:r>
      <w:r>
        <w:rPr>
          <w:rFonts w:ascii="Times New Roman" w:hAnsi="Times New Roman"/>
          <w:i/>
        </w:rPr>
        <w:t>x</w:t>
      </w:r>
      <w:r>
        <w:t xml:space="preserve"> + 0.</w:t>
      </w:r>
      <w:r w:rsidR="009C3B44">
        <w:t>85349037</w:t>
      </w:r>
      <w:r>
        <w:rPr>
          <w:rFonts w:ascii="Times New Roman" w:hAnsi="Times New Roman"/>
          <w:i/>
        </w:rPr>
        <w:t>x</w:t>
      </w:r>
      <w:r>
        <w:t xml:space="preserve"> + 0.</w:t>
      </w:r>
      <w:r w:rsidR="009C3B44">
        <w:t>75787503</w:t>
      </w:r>
      <w:r>
        <w:rPr>
          <w:rFonts w:ascii="Times New Roman" w:hAnsi="Times New Roman"/>
          <w:i/>
        </w:rPr>
        <w:t>x</w:t>
      </w:r>
    </w:p>
    <w:p w:rsidR="00BC5284" w:rsidRDefault="00BC5284" w:rsidP="00BC5284">
      <w:pPr>
        <w:pStyle w:val="ISM"/>
      </w:pPr>
      <w:r>
        <w:tab/>
      </w:r>
      <w:r>
        <w:tab/>
      </w:r>
      <w:r>
        <w:tab/>
      </w:r>
      <w:r>
        <w:tab/>
      </w:r>
      <w:r>
        <w:tab/>
        <w:t xml:space="preserve">   = </w:t>
      </w:r>
      <w:r w:rsidR="009C3B44">
        <w:t>2.51709621</w:t>
      </w:r>
      <w:r>
        <w:rPr>
          <w:rFonts w:ascii="Times New Roman" w:hAnsi="Times New Roman"/>
          <w:i/>
        </w:rPr>
        <w:t>x</w:t>
      </w:r>
    </w:p>
    <w:p w:rsidR="00BC5284" w:rsidRDefault="00BC5284" w:rsidP="00BC5284">
      <w:pPr>
        <w:pStyle w:val="ISM"/>
        <w:ind w:left="2070"/>
      </w:pPr>
      <w:r>
        <w:rPr>
          <w:rFonts w:ascii="Times New Roman" w:hAnsi="Times New Roman"/>
          <w:i/>
        </w:rPr>
        <w:t xml:space="preserve">  x</w:t>
      </w:r>
      <w:r>
        <w:t xml:space="preserve"> = </w:t>
      </w:r>
      <w:r>
        <w:rPr>
          <w:u w:val="double"/>
        </w:rPr>
        <w:t>$</w:t>
      </w:r>
      <w:r w:rsidR="009C3B44">
        <w:rPr>
          <w:u w:val="double"/>
        </w:rPr>
        <w:t>3972.83</w:t>
      </w:r>
    </w:p>
    <w:p w:rsidR="00BC5284" w:rsidRDefault="00BC5284" w:rsidP="00BC5284">
      <w:pPr>
        <w:pStyle w:val="ISM"/>
        <w:spacing w:after="180"/>
      </w:pPr>
      <w:r>
        <w:tab/>
      </w:r>
      <w:r>
        <w:tab/>
        <w:t>The amount of each loan payment is $</w:t>
      </w:r>
      <w:r w:rsidR="009C3B44">
        <w:t>3972.83</w:t>
      </w:r>
      <w:r>
        <w:t>.</w:t>
      </w:r>
    </w:p>
    <w:p w:rsidR="00BC5284" w:rsidRDefault="00BC5284" w:rsidP="00BC5284">
      <w:pPr>
        <w:pStyle w:val="ISM"/>
      </w:pPr>
      <w:r>
        <w:tab/>
        <w:t>3</w:t>
      </w:r>
      <w:r w:rsidR="003D4F7C">
        <w:t>7</w:t>
      </w:r>
      <w:r>
        <w:t>.</w:t>
      </w:r>
      <w:r>
        <w:tab/>
        <w:t xml:space="preserve">Let </w:t>
      </w:r>
      <w:r>
        <w:rPr>
          <w:rFonts w:ascii="Times New Roman" w:hAnsi="Times New Roman"/>
          <w:i/>
        </w:rPr>
        <w:t>x</w:t>
      </w:r>
      <w:r>
        <w:t xml:space="preserve"> represent the size of the first payment.</w:t>
      </w:r>
    </w:p>
    <w:p w:rsidR="00BC5284" w:rsidRDefault="00BC5284" w:rsidP="00BC5284">
      <w:pPr>
        <w:pStyle w:val="ISM"/>
      </w:pPr>
      <w:r>
        <w:tab/>
      </w:r>
      <w:r>
        <w:tab/>
      </w:r>
      <w:r>
        <w:tab/>
      </w:r>
      <w:r>
        <w:tab/>
        <w:t xml:space="preserve"> $7500 = </w:t>
      </w:r>
      <w:r>
        <w:rPr>
          <w:rFonts w:ascii="Times New Roman" w:hAnsi="Times New Roman"/>
          <w:i/>
        </w:rPr>
        <w:t>x</w:t>
      </w:r>
      <w:r w:rsidR="009C3B44" w:rsidRPr="002A5267">
        <w:rPr>
          <w:position w:val="-10"/>
        </w:rPr>
        <w:object w:dxaOrig="859" w:dyaOrig="420">
          <v:shape id="_x0000_i1195" type="#_x0000_t75" style="width:42.8pt;height:21.05pt" o:ole="" fillcolor="window">
            <v:imagedata r:id="rId317" o:title=""/>
          </v:shape>
          <o:OLEObject Type="Embed" ProgID="Equation.3" ShapeID="_x0000_i1195" DrawAspect="Content" ObjectID="_1654971219" r:id="rId318"/>
        </w:object>
      </w:r>
      <w:r>
        <w:t>+ 2</w:t>
      </w:r>
      <w:r>
        <w:rPr>
          <w:rFonts w:ascii="Times New Roman" w:hAnsi="Times New Roman"/>
          <w:i/>
        </w:rPr>
        <w:t>x</w:t>
      </w:r>
      <w:r w:rsidR="00AE0762" w:rsidRPr="002A5267">
        <w:rPr>
          <w:position w:val="-10"/>
        </w:rPr>
        <w:object w:dxaOrig="920" w:dyaOrig="420">
          <v:shape id="_x0000_i1196" type="#_x0000_t75" style="width:46.2pt;height:21.05pt" o:ole="" fillcolor="window">
            <v:imagedata r:id="rId319" o:title=""/>
          </v:shape>
          <o:OLEObject Type="Embed" ProgID="Equation.3" ShapeID="_x0000_i1196" DrawAspect="Content" ObjectID="_1654971220" r:id="rId320"/>
        </w:object>
      </w:r>
      <w:r>
        <w:t>+ 4</w:t>
      </w:r>
      <w:r>
        <w:rPr>
          <w:rFonts w:ascii="Times New Roman" w:hAnsi="Times New Roman"/>
          <w:i/>
        </w:rPr>
        <w:t>x</w:t>
      </w:r>
      <w:r w:rsidR="00AE0762" w:rsidRPr="002A5267">
        <w:rPr>
          <w:position w:val="-10"/>
        </w:rPr>
        <w:object w:dxaOrig="920" w:dyaOrig="420">
          <v:shape id="_x0000_i1197" type="#_x0000_t75" style="width:46.2pt;height:21.05pt" o:ole="" fillcolor="window">
            <v:imagedata r:id="rId321" o:title=""/>
          </v:shape>
          <o:OLEObject Type="Embed" ProgID="Equation.3" ShapeID="_x0000_i1197" DrawAspect="Content" ObjectID="_1654971221" r:id="rId322"/>
        </w:object>
      </w:r>
    </w:p>
    <w:p w:rsidR="00BC5284" w:rsidRDefault="00BC5284" w:rsidP="00BC5284">
      <w:pPr>
        <w:pStyle w:val="ISM"/>
      </w:pPr>
      <w:r>
        <w:tab/>
      </w:r>
      <w:r>
        <w:tab/>
      </w:r>
      <w:r>
        <w:tab/>
      </w:r>
      <w:r>
        <w:tab/>
      </w:r>
      <w:r>
        <w:tab/>
        <w:t>= 0.</w:t>
      </w:r>
      <w:r w:rsidR="009C3B44">
        <w:t>98349871</w:t>
      </w:r>
      <w:r>
        <w:rPr>
          <w:rFonts w:ascii="Times New Roman" w:hAnsi="Times New Roman"/>
          <w:i/>
        </w:rPr>
        <w:t>x</w:t>
      </w:r>
      <w:r>
        <w:t xml:space="preserve"> + </w:t>
      </w:r>
      <w:r w:rsidR="00AE0762">
        <w:t>1.9345394</w:t>
      </w:r>
      <w:r w:rsidR="00AD368C">
        <w:t>3</w:t>
      </w:r>
      <w:r>
        <w:rPr>
          <w:rFonts w:ascii="Times New Roman" w:hAnsi="Times New Roman"/>
          <w:i/>
        </w:rPr>
        <w:t>x</w:t>
      </w:r>
      <w:r>
        <w:t xml:space="preserve"> + </w:t>
      </w:r>
      <w:r w:rsidR="00AE0762">
        <w:t>3.8052340</w:t>
      </w:r>
      <w:r w:rsidR="00AD368C">
        <w:t>9</w:t>
      </w:r>
      <w:r>
        <w:rPr>
          <w:rFonts w:ascii="Times New Roman" w:hAnsi="Times New Roman"/>
          <w:i/>
        </w:rPr>
        <w:t>x</w:t>
      </w:r>
    </w:p>
    <w:p w:rsidR="00BC5284" w:rsidRDefault="00BC5284" w:rsidP="00BC5284">
      <w:pPr>
        <w:pStyle w:val="ISM"/>
      </w:pPr>
      <w:r>
        <w:tab/>
      </w:r>
      <w:r>
        <w:tab/>
      </w:r>
      <w:r>
        <w:tab/>
      </w:r>
      <w:r>
        <w:tab/>
      </w:r>
      <w:r>
        <w:tab/>
        <w:t>= 6.</w:t>
      </w:r>
      <w:r w:rsidR="00AE0762">
        <w:t>72327223</w:t>
      </w:r>
      <w:r>
        <w:rPr>
          <w:rFonts w:ascii="Times New Roman" w:hAnsi="Times New Roman"/>
          <w:i/>
        </w:rPr>
        <w:t>x</w:t>
      </w:r>
    </w:p>
    <w:p w:rsidR="00BC5284" w:rsidRDefault="00BC5284" w:rsidP="00BC5284">
      <w:pPr>
        <w:pStyle w:val="ISM"/>
        <w:ind w:left="1890"/>
        <w:rPr>
          <w:u w:val="double"/>
        </w:rPr>
      </w:pPr>
      <w:r>
        <w:rPr>
          <w:rFonts w:ascii="Times New Roman" w:hAnsi="Times New Roman"/>
          <w:i/>
        </w:rPr>
        <w:t xml:space="preserve">  x</w:t>
      </w:r>
      <w:r>
        <w:t xml:space="preserve"> = </w:t>
      </w:r>
      <w:r w:rsidRPr="000935D1">
        <w:t>$11</w:t>
      </w:r>
      <w:r w:rsidR="00AE0762">
        <w:t>15.53</w:t>
      </w:r>
    </w:p>
    <w:p w:rsidR="00BC5284" w:rsidRDefault="00BC5284" w:rsidP="00BC5284">
      <w:pPr>
        <w:pStyle w:val="ISM"/>
        <w:spacing w:after="180"/>
      </w:pPr>
      <w:r>
        <w:tab/>
      </w:r>
      <w:r>
        <w:tab/>
        <w:t>The second payment is 2</w:t>
      </w:r>
      <w:r>
        <w:rPr>
          <w:rFonts w:ascii="Times New Roman" w:hAnsi="Times New Roman"/>
          <w:i/>
        </w:rPr>
        <w:t>x</w:t>
      </w:r>
      <w:r>
        <w:t xml:space="preserve"> = </w:t>
      </w:r>
      <w:r>
        <w:rPr>
          <w:u w:val="double"/>
        </w:rPr>
        <w:t>$2</w:t>
      </w:r>
      <w:r w:rsidR="00AE0762">
        <w:rPr>
          <w:u w:val="double"/>
        </w:rPr>
        <w:t>231.06</w:t>
      </w:r>
      <w:r>
        <w:t>.</w:t>
      </w:r>
    </w:p>
    <w:p w:rsidR="005F0115" w:rsidRDefault="005F0115" w:rsidP="005F0115">
      <w:pPr>
        <w:pStyle w:val="ISM"/>
        <w:spacing w:after="120"/>
        <w:rPr>
          <w:b/>
          <w:i/>
          <w:sz w:val="24"/>
        </w:rPr>
      </w:pPr>
      <w:r>
        <w:br w:type="page"/>
      </w:r>
    </w:p>
    <w:p w:rsidR="00BC5284" w:rsidRDefault="00BC5284" w:rsidP="00BC5284">
      <w:pPr>
        <w:pStyle w:val="ISM"/>
      </w:pPr>
      <w:r>
        <w:lastRenderedPageBreak/>
        <w:tab/>
        <w:t>3</w:t>
      </w:r>
      <w:r w:rsidR="003D4F7C">
        <w:t>9</w:t>
      </w:r>
      <w:r>
        <w:t>.</w:t>
      </w:r>
      <w:r>
        <w:tab/>
        <w:t>The scheduled payments are:</w:t>
      </w:r>
    </w:p>
    <w:p w:rsidR="00BC5284" w:rsidRDefault="00BC5284" w:rsidP="00BC5284">
      <w:pPr>
        <w:pStyle w:val="ISM"/>
      </w:pPr>
      <w:r>
        <w:tab/>
      </w:r>
      <w:r>
        <w:tab/>
      </w:r>
      <w:r w:rsidRPr="002A5267">
        <w:rPr>
          <w:position w:val="-10"/>
        </w:rPr>
        <w:object w:dxaOrig="1499" w:dyaOrig="380">
          <v:shape id="_x0000_i1198" type="#_x0000_t75" style="width:75.4pt;height:19pt" o:ole="" fillcolor="window">
            <v:imagedata r:id="rId126" o:title=""/>
          </v:shape>
          <o:OLEObject Type="Embed" ProgID="Equation.3" ShapeID="_x0000_i1198" DrawAspect="Content" ObjectID="_1654971222" r:id="rId323"/>
        </w:object>
      </w:r>
      <w:r>
        <w:rPr>
          <w:rFonts w:ascii="Times New Roman" w:hAnsi="Times New Roman"/>
          <w:i/>
        </w:rPr>
        <w:t>=</w:t>
      </w:r>
      <w:r>
        <w:t xml:space="preserve"> $950</w:t>
      </w:r>
      <w:r w:rsidRPr="002A5267">
        <w:rPr>
          <w:position w:val="-10"/>
        </w:rPr>
        <w:object w:dxaOrig="700" w:dyaOrig="380">
          <v:shape id="_x0000_i1199" type="#_x0000_t75" style="width:35.3pt;height:19pt" o:ole="" fillcolor="window">
            <v:imagedata r:id="rId324" o:title=""/>
          </v:shape>
          <o:OLEObject Type="Embed" ProgID="Equation.3" ShapeID="_x0000_i1199" DrawAspect="Content" ObjectID="_1654971223" r:id="rId325"/>
        </w:object>
      </w:r>
      <w:r>
        <w:t xml:space="preserve"> = $988.57 due in 4 months,</w:t>
      </w:r>
    </w:p>
    <w:p w:rsidR="00BC5284" w:rsidRDefault="00BC5284" w:rsidP="00BC5284">
      <w:pPr>
        <w:pStyle w:val="ISM"/>
        <w:ind w:firstLine="1980"/>
      </w:pPr>
      <w:r>
        <w:rPr>
          <w:rFonts w:ascii="Times New Roman" w:hAnsi="Times New Roman"/>
          <w:i/>
        </w:rPr>
        <w:t xml:space="preserve"> =</w:t>
      </w:r>
      <w:r>
        <w:t xml:space="preserve"> $780</w:t>
      </w:r>
      <w:r w:rsidRPr="002A5267">
        <w:rPr>
          <w:position w:val="-10"/>
        </w:rPr>
        <w:object w:dxaOrig="700" w:dyaOrig="380">
          <v:shape id="_x0000_i1200" type="#_x0000_t75" style="width:35.3pt;height:19pt" o:ole="" fillcolor="window">
            <v:imagedata r:id="rId326" o:title=""/>
          </v:shape>
          <o:OLEObject Type="Embed" ProgID="Equation.3" ShapeID="_x0000_i1200" DrawAspect="Content" ObjectID="_1654971224" r:id="rId327"/>
        </w:object>
      </w:r>
      <w:r>
        <w:t xml:space="preserve"> = $827.99 due in 6 months, and</w:t>
      </w:r>
    </w:p>
    <w:p w:rsidR="00BC5284" w:rsidRDefault="00BC5284" w:rsidP="00BC5284">
      <w:pPr>
        <w:pStyle w:val="ISM"/>
        <w:ind w:firstLine="1980"/>
      </w:pPr>
      <w:r>
        <w:rPr>
          <w:rFonts w:ascii="Times New Roman" w:hAnsi="Times New Roman"/>
          <w:i/>
        </w:rPr>
        <w:t xml:space="preserve"> =</w:t>
      </w:r>
      <w:r>
        <w:t xml:space="preserve"> $1270</w:t>
      </w:r>
      <w:r w:rsidRPr="002A5267">
        <w:rPr>
          <w:position w:val="-10"/>
        </w:rPr>
        <w:object w:dxaOrig="700" w:dyaOrig="380">
          <v:shape id="_x0000_i1201" type="#_x0000_t75" style="width:35.3pt;height:19pt" o:ole="" fillcolor="window">
            <v:imagedata r:id="rId328" o:title=""/>
          </v:shape>
          <o:OLEObject Type="Embed" ProgID="Equation.3" ShapeID="_x0000_i1201" DrawAspect="Content" ObjectID="_1654971225" r:id="rId329"/>
        </w:object>
      </w:r>
      <w:r>
        <w:t xml:space="preserve"> = $1334.78 due in 5 months.</w:t>
      </w:r>
    </w:p>
    <w:p w:rsidR="00BC5284" w:rsidRDefault="00BC5284" w:rsidP="00BC5284">
      <w:pPr>
        <w:pStyle w:val="ISM"/>
      </w:pPr>
      <w:r>
        <w:tab/>
      </w:r>
      <w:r>
        <w:tab/>
        <w:t>The total price to be paid for these scheduled payments is the sum of their present values.</w:t>
      </w:r>
    </w:p>
    <w:p w:rsidR="00BC5284" w:rsidRDefault="00BC5284" w:rsidP="00BC5284">
      <w:pPr>
        <w:pStyle w:val="ISM"/>
      </w:pPr>
      <w:r>
        <w:tab/>
      </w:r>
      <w:r>
        <w:tab/>
        <w:t>Total price = $988.57</w:t>
      </w:r>
      <w:r w:rsidRPr="002A5267">
        <w:rPr>
          <w:position w:val="-10"/>
        </w:rPr>
        <w:object w:dxaOrig="1200" w:dyaOrig="380">
          <v:shape id="_x0000_i1202" type="#_x0000_t75" style="width:60.45pt;height:19pt" o:ole="" fillcolor="window">
            <v:imagedata r:id="rId330" o:title=""/>
          </v:shape>
          <o:OLEObject Type="Embed" ProgID="Equation.3" ShapeID="_x0000_i1202" DrawAspect="Content" ObjectID="_1654971226" r:id="rId331"/>
        </w:object>
      </w:r>
      <w:r>
        <w:t>+$827.99</w:t>
      </w:r>
      <w:r w:rsidRPr="002A5267">
        <w:rPr>
          <w:position w:val="-10"/>
        </w:rPr>
        <w:object w:dxaOrig="1200" w:dyaOrig="380">
          <v:shape id="_x0000_i1203" type="#_x0000_t75" style="width:60.45pt;height:19pt" o:ole="" fillcolor="window">
            <v:imagedata r:id="rId332" o:title=""/>
          </v:shape>
          <o:OLEObject Type="Embed" ProgID="Equation.3" ShapeID="_x0000_i1203" DrawAspect="Content" ObjectID="_1654971227" r:id="rId333"/>
        </w:object>
      </w:r>
      <w:r>
        <w:t>+$1334.78</w:t>
      </w:r>
      <w:r w:rsidRPr="002A5267">
        <w:rPr>
          <w:position w:val="-10"/>
        </w:rPr>
        <w:object w:dxaOrig="1200" w:dyaOrig="380">
          <v:shape id="_x0000_i1204" type="#_x0000_t75" style="width:60.45pt;height:19pt" o:ole="" fillcolor="window">
            <v:imagedata r:id="rId334" o:title=""/>
          </v:shape>
          <o:OLEObject Type="Embed" ProgID="Equation.3" ShapeID="_x0000_i1204" DrawAspect="Content" ObjectID="_1654971228" r:id="rId335"/>
        </w:object>
      </w:r>
    </w:p>
    <w:p w:rsidR="00BC5284" w:rsidRDefault="00BC5284" w:rsidP="00BC5284">
      <w:pPr>
        <w:pStyle w:val="ISM"/>
        <w:spacing w:after="240"/>
        <w:ind w:left="1627"/>
      </w:pPr>
      <w:r>
        <w:t xml:space="preserve">= </w:t>
      </w:r>
      <w:r>
        <w:rPr>
          <w:u w:val="double"/>
        </w:rPr>
        <w:t>$2945.55</w:t>
      </w:r>
    </w:p>
    <w:p w:rsidR="00BC5284" w:rsidRDefault="00BC5284" w:rsidP="00BC5284">
      <w:pPr>
        <w:pStyle w:val="ISM"/>
      </w:pPr>
      <w:r>
        <w:tab/>
      </w:r>
      <w:r w:rsidR="003D4F7C">
        <w:t>41</w:t>
      </w:r>
      <w:r>
        <w:t>.</w:t>
      </w:r>
      <w:r>
        <w:tab/>
        <w:t xml:space="preserve">Interest = </w:t>
      </w:r>
      <w:r>
        <w:rPr>
          <w:rFonts w:ascii="Times New Roman" w:hAnsi="Times New Roman"/>
          <w:i/>
        </w:rPr>
        <w:t xml:space="preserve">FV </w:t>
      </w:r>
      <w:r>
        <w:t xml:space="preserve">– </w:t>
      </w:r>
      <w:r>
        <w:rPr>
          <w:rFonts w:ascii="Times New Roman" w:hAnsi="Times New Roman"/>
          <w:i/>
        </w:rPr>
        <w:t>PV</w:t>
      </w:r>
      <w:r>
        <w:t xml:space="preserve"> = </w:t>
      </w:r>
      <w:r w:rsidRPr="002A5267">
        <w:rPr>
          <w:position w:val="-10"/>
        </w:rPr>
        <w:object w:dxaOrig="960" w:dyaOrig="380">
          <v:shape id="_x0000_i1205" type="#_x0000_t75" style="width:48.25pt;height:19pt" o:ole="" fillcolor="window">
            <v:imagedata r:id="rId336" o:title=""/>
          </v:shape>
          <o:OLEObject Type="Embed" ProgID="Equation.3" ShapeID="_x0000_i1205" DrawAspect="Content" ObjectID="_1654971229" r:id="rId337"/>
        </w:object>
      </w:r>
      <w:r>
        <w:t xml:space="preserve"> – </w:t>
      </w:r>
      <w:r>
        <w:rPr>
          <w:rFonts w:ascii="Times New Roman" w:hAnsi="Times New Roman"/>
          <w:i/>
        </w:rPr>
        <w:t>PV</w:t>
      </w:r>
    </w:p>
    <w:p w:rsidR="00BC5284" w:rsidRDefault="00BC5284" w:rsidP="00BC5284">
      <w:pPr>
        <w:pStyle w:val="ISM"/>
      </w:pPr>
      <w:r>
        <w:tab/>
      </w:r>
      <w:r>
        <w:tab/>
        <w:t xml:space="preserve">$1175.98 = </w:t>
      </w:r>
      <w:r>
        <w:rPr>
          <w:rFonts w:ascii="Times New Roman" w:hAnsi="Times New Roman"/>
          <w:i/>
        </w:rPr>
        <w:t>PV</w:t>
      </w:r>
      <w:r w:rsidRPr="002A5267">
        <w:rPr>
          <w:position w:val="-10"/>
        </w:rPr>
        <w:object w:dxaOrig="920" w:dyaOrig="380">
          <v:shape id="_x0000_i1206" type="#_x0000_t75" style="width:45.5pt;height:19pt" o:ole="" fillcolor="window">
            <v:imagedata r:id="rId338" o:title=""/>
          </v:shape>
          <o:OLEObject Type="Embed" ProgID="Equation.3" ShapeID="_x0000_i1206" DrawAspect="Content" ObjectID="_1654971230" r:id="rId339"/>
        </w:object>
      </w:r>
      <w:r>
        <w:t xml:space="preserve">– </w:t>
      </w:r>
      <w:r>
        <w:rPr>
          <w:rFonts w:ascii="Times New Roman" w:hAnsi="Times New Roman"/>
          <w:i/>
        </w:rPr>
        <w:t>PV</w:t>
      </w:r>
      <w:r>
        <w:t xml:space="preserve"> = </w:t>
      </w:r>
      <w:proofErr w:type="gramStart"/>
      <w:r>
        <w:rPr>
          <w:rFonts w:ascii="Times New Roman" w:hAnsi="Times New Roman"/>
          <w:i/>
        </w:rPr>
        <w:t>PV</w:t>
      </w:r>
      <w:r>
        <w:t>(</w:t>
      </w:r>
      <w:proofErr w:type="gramEnd"/>
      <w:r>
        <w:t xml:space="preserve">1.9799873) – </w:t>
      </w:r>
      <w:r>
        <w:rPr>
          <w:rFonts w:ascii="Times New Roman" w:hAnsi="Times New Roman"/>
          <w:i/>
        </w:rPr>
        <w:t>PV</w:t>
      </w:r>
      <w:r>
        <w:t xml:space="preserve"> = 0.9799873</w:t>
      </w:r>
      <w:r>
        <w:rPr>
          <w:rFonts w:ascii="Times New Roman" w:hAnsi="Times New Roman"/>
          <w:i/>
        </w:rPr>
        <w:t>PV</w:t>
      </w:r>
    </w:p>
    <w:p w:rsidR="00BC5284" w:rsidRDefault="00BC5284" w:rsidP="00BC5284">
      <w:pPr>
        <w:pStyle w:val="ISM"/>
        <w:spacing w:after="180"/>
      </w:pPr>
      <w:r>
        <w:tab/>
      </w:r>
      <w:r>
        <w:tab/>
        <w:t xml:space="preserve">Original investment, </w:t>
      </w:r>
      <w:r>
        <w:rPr>
          <w:rFonts w:ascii="Times New Roman" w:hAnsi="Times New Roman"/>
          <w:i/>
        </w:rPr>
        <w:t>PV</w:t>
      </w:r>
      <w:r>
        <w:t xml:space="preserve"> = </w:t>
      </w:r>
      <w:r w:rsidRPr="002A5267">
        <w:rPr>
          <w:position w:val="-22"/>
        </w:rPr>
        <w:object w:dxaOrig="1160" w:dyaOrig="580">
          <v:shape id="_x0000_i1207" type="#_x0000_t75" style="width:57.75pt;height:29.2pt" o:ole="" fillcolor="window">
            <v:imagedata r:id="rId340" o:title=""/>
          </v:shape>
          <o:OLEObject Type="Embed" ProgID="Equation.3" ShapeID="_x0000_i1207" DrawAspect="Content" ObjectID="_1654971231" r:id="rId341"/>
        </w:object>
      </w:r>
      <w:r>
        <w:t xml:space="preserve"> = </w:t>
      </w:r>
      <w:r>
        <w:rPr>
          <w:u w:val="double"/>
        </w:rPr>
        <w:t>$1200.00</w:t>
      </w:r>
    </w:p>
    <w:p w:rsidR="00BC5284" w:rsidRDefault="00BC5284" w:rsidP="00BC5284">
      <w:pPr>
        <w:pStyle w:val="ISM"/>
        <w:spacing w:after="120"/>
        <w:rPr>
          <w:b/>
          <w:sz w:val="24"/>
        </w:rPr>
      </w:pPr>
      <w:r>
        <w:rPr>
          <w:b/>
          <w:sz w:val="24"/>
        </w:rPr>
        <w:t xml:space="preserve">Exercise </w:t>
      </w:r>
      <w:r w:rsidR="0042545A">
        <w:rPr>
          <w:b/>
          <w:sz w:val="24"/>
        </w:rPr>
        <w:t>9</w:t>
      </w:r>
      <w:r>
        <w:rPr>
          <w:b/>
          <w:sz w:val="24"/>
        </w:rPr>
        <w:t>.4</w:t>
      </w:r>
    </w:p>
    <w:p w:rsidR="00BC5284" w:rsidRDefault="00BC5284" w:rsidP="00BC5284">
      <w:pPr>
        <w:pStyle w:val="ISM"/>
        <w:spacing w:after="120"/>
        <w:rPr>
          <w:b/>
          <w:sz w:val="24"/>
        </w:rPr>
      </w:pPr>
      <w:r>
        <w:rPr>
          <w:b/>
          <w:sz w:val="24"/>
        </w:rPr>
        <w:t xml:space="preserve">Financial Calculator Solutions to Odd-Numbered Problems in Exercise </w:t>
      </w:r>
      <w:r w:rsidR="0042545A">
        <w:rPr>
          <w:b/>
          <w:sz w:val="24"/>
        </w:rPr>
        <w:t>9</w:t>
      </w:r>
      <w:r>
        <w:rPr>
          <w:b/>
          <w:sz w:val="24"/>
        </w:rPr>
        <w:t>.2</w:t>
      </w:r>
    </w:p>
    <w:p w:rsidR="00BC5284" w:rsidRDefault="007523EF" w:rsidP="00BC5284">
      <w:pPr>
        <w:pStyle w:val="ISM"/>
      </w:pPr>
      <w:r>
        <w:rPr>
          <w:noProof/>
          <w:lang w:val="en-US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AutoShape 9" o:spid="_x0000_s1026" type="#_x0000_t61" style="position:absolute;margin-left:309.05pt;margin-top:6.8pt;width:131.2pt;height:136.8pt;z-index:251559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" adj="3062,9103" fillcolor="#cff">
            <v:fill opacity="25443f"/>
            <v:textbox inset="3.6pt,,3.6pt">
              <w:txbxContent>
                <w:p w:rsidR="00BD4378" w:rsidRDefault="00BD4378" w:rsidP="0030189B">
                  <w:pPr>
                    <w:spacing w:line="320" w:lineRule="exact"/>
                    <w:ind w:right="43"/>
                    <w:jc w:val="right"/>
                  </w:pPr>
                  <w:r>
                    <w:t xml:space="preserve">3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0189B">
                  <w:pPr>
                    <w:spacing w:line="32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30189B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BD4378" w:rsidRDefault="00BD4378" w:rsidP="0030189B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14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0189B">
                  <w:pPr>
                    <w:spacing w:line="320" w:lineRule="exact"/>
                    <w:ind w:right="43"/>
                    <w:jc w:val="right"/>
                  </w:pPr>
                  <w:r>
                    <w:t xml:space="preserve">5000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0189B">
                  <w:pPr>
                    <w:spacing w:line="32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0189B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30189B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6158.78</w:t>
                  </w:r>
                </w:p>
              </w:txbxContent>
            </v:textbox>
            <w10:wrap type="square"/>
          </v:shape>
        </w:pict>
      </w:r>
      <w:r w:rsidR="00BC5284">
        <w:tab/>
        <w:t>1.</w:t>
      </w:r>
      <w:r w:rsidR="00BC5284">
        <w:tab/>
        <w:t xml:space="preserve">Given: </w:t>
      </w:r>
      <w:r w:rsidR="00BC5284">
        <w:rPr>
          <w:rFonts w:ascii="Times New Roman" w:hAnsi="Times New Roman"/>
          <w:i/>
          <w:iCs/>
        </w:rPr>
        <w:t xml:space="preserve">PV </w:t>
      </w:r>
      <w:r w:rsidR="00BC5284">
        <w:t xml:space="preserve">= $5000; </w:t>
      </w:r>
      <w:r w:rsidR="00BC5284">
        <w:rPr>
          <w:rFonts w:ascii="Times New Roman" w:hAnsi="Times New Roman"/>
          <w:i/>
          <w:iCs/>
        </w:rPr>
        <w:t>j</w:t>
      </w:r>
      <w:r w:rsidR="00BC5284">
        <w:rPr>
          <w:rFonts w:ascii="Times New Roman" w:hAnsi="Times New Roman"/>
        </w:rPr>
        <w:t xml:space="preserve"> </w:t>
      </w:r>
      <w:r w:rsidR="00BC5284">
        <w:t xml:space="preserve">= </w:t>
      </w:r>
      <w:r w:rsidR="00AE0762">
        <w:t>3</w:t>
      </w:r>
      <w:proofErr w:type="gramStart"/>
      <w:r w:rsidR="00BC5284">
        <w:t>% ;</w:t>
      </w:r>
      <w:proofErr w:type="gramEnd"/>
      <w:r w:rsidR="00BC5284">
        <w:rPr>
          <w:rFonts w:ascii="Times New Roman" w:hAnsi="Times New Roman"/>
          <w:i/>
          <w:iCs/>
        </w:rPr>
        <w:t xml:space="preserve"> m</w:t>
      </w:r>
      <w:r w:rsidR="00BC5284">
        <w:t xml:space="preserve"> = 2</w:t>
      </w:r>
    </w:p>
    <w:p w:rsidR="00BC5284" w:rsidRDefault="00BC5284" w:rsidP="00BC5284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n</w:t>
      </w:r>
      <w:r>
        <w:t xml:space="preserve"> = </w:t>
      </w:r>
      <w:proofErr w:type="gramStart"/>
      <w:r>
        <w:rPr>
          <w:rFonts w:ascii="Times New Roman" w:hAnsi="Times New Roman"/>
          <w:i/>
        </w:rPr>
        <w:t>m</w:t>
      </w:r>
      <w:r>
        <w:t>(</w:t>
      </w:r>
      <w:proofErr w:type="gramEnd"/>
      <w:r>
        <w:t xml:space="preserve">Term in years) </w:t>
      </w:r>
    </w:p>
    <w:p w:rsidR="00BC5284" w:rsidRDefault="00BC5284" w:rsidP="00BC5284">
      <w:pPr>
        <w:pStyle w:val="ISM"/>
      </w:pPr>
      <w:r>
        <w:tab/>
      </w:r>
      <w:r>
        <w:tab/>
      </w:r>
      <w:r>
        <w:tab/>
        <w:t xml:space="preserve">= 2(7) </w:t>
      </w:r>
    </w:p>
    <w:p w:rsidR="00BC5284" w:rsidRDefault="00BC5284" w:rsidP="00BC5284">
      <w:pPr>
        <w:pStyle w:val="ISM"/>
      </w:pPr>
      <w:r>
        <w:tab/>
      </w:r>
      <w:r>
        <w:tab/>
      </w:r>
      <w:r>
        <w:tab/>
        <w:t>= 14 compounding periods</w:t>
      </w:r>
    </w:p>
    <w:p w:rsidR="00BC5284" w:rsidRDefault="00BC5284" w:rsidP="00BC5284">
      <w:pPr>
        <w:pStyle w:val="ISM"/>
        <w:spacing w:after="120"/>
      </w:pPr>
      <w:r>
        <w:tab/>
      </w:r>
      <w:r>
        <w:tab/>
        <w:t xml:space="preserve">Maturity value, </w:t>
      </w:r>
      <w:r>
        <w:rPr>
          <w:rFonts w:ascii="Times New Roman" w:hAnsi="Times New Roman"/>
          <w:i/>
        </w:rPr>
        <w:t>FV</w:t>
      </w:r>
      <w:r>
        <w:t xml:space="preserve"> = </w:t>
      </w:r>
      <w:r>
        <w:rPr>
          <w:u w:val="double"/>
        </w:rPr>
        <w:t>$</w:t>
      </w:r>
      <w:r w:rsidR="00AE0762">
        <w:rPr>
          <w:u w:val="double"/>
        </w:rPr>
        <w:t>6158.78</w:t>
      </w: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5F0115" w:rsidRDefault="005F0115" w:rsidP="00BC5284">
      <w:pPr>
        <w:pStyle w:val="ISM"/>
      </w:pPr>
    </w:p>
    <w:p w:rsidR="005F0115" w:rsidRDefault="005F0115" w:rsidP="00BC5284">
      <w:pPr>
        <w:pStyle w:val="ISM"/>
      </w:pPr>
    </w:p>
    <w:p w:rsidR="005F0115" w:rsidRDefault="005F0115" w:rsidP="00BC5284">
      <w:pPr>
        <w:pStyle w:val="ISM"/>
      </w:pPr>
    </w:p>
    <w:p w:rsidR="00AE18BD" w:rsidRDefault="00AE18BD" w:rsidP="00BC5284">
      <w:pPr>
        <w:pStyle w:val="ISM"/>
      </w:pPr>
    </w:p>
    <w:p w:rsidR="00BC5284" w:rsidRDefault="007523EF" w:rsidP="00BC5284">
      <w:pPr>
        <w:pStyle w:val="ISM"/>
      </w:pPr>
      <w:r>
        <w:rPr>
          <w:noProof/>
          <w:lang w:val="en-US"/>
        </w:rPr>
        <w:pict>
          <v:shape id="AutoShape 10" o:spid="_x0000_s1027" type="#_x0000_t61" style="position:absolute;margin-left:309.75pt;margin-top:1.05pt;width:139.5pt;height:146.0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" adj="543,9932" fillcolor="#cff">
            <v:fill opacity="25443f"/>
            <v:textbox style="mso-next-textbox:#AutoShape 10" inset="3.6pt,,3.6pt">
              <w:txbxContent>
                <w:p w:rsidR="00BD4378" w:rsidRDefault="00BD4378" w:rsidP="0030189B">
                  <w:pPr>
                    <w:spacing w:line="320" w:lineRule="exact"/>
                    <w:ind w:right="43"/>
                    <w:jc w:val="right"/>
                  </w:pPr>
                  <w:r>
                    <w:t xml:space="preserve">2.5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0189B">
                  <w:pPr>
                    <w:spacing w:line="32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30189B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BD4378" w:rsidRDefault="00BD4378" w:rsidP="0030189B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39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0189B">
                  <w:pPr>
                    <w:spacing w:line="320" w:lineRule="exact"/>
                    <w:ind w:right="43"/>
                    <w:jc w:val="right"/>
                  </w:pPr>
                  <w:r>
                    <w:t xml:space="preserve">12100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0189B">
                  <w:pPr>
                    <w:spacing w:line="32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0189B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30189B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13,123.06</w:t>
                  </w:r>
                </w:p>
              </w:txbxContent>
            </v:textbox>
            <w10:wrap type="square"/>
          </v:shape>
        </w:pict>
      </w:r>
    </w:p>
    <w:p w:rsidR="00BC5284" w:rsidRDefault="00BC5284" w:rsidP="00BC5284">
      <w:pPr>
        <w:pStyle w:val="ISM"/>
      </w:pPr>
      <w:r>
        <w:tab/>
        <w:t>3.</w:t>
      </w:r>
      <w:r>
        <w:tab/>
        <w:t xml:space="preserve">Given: </w:t>
      </w:r>
      <w:r>
        <w:rPr>
          <w:rFonts w:ascii="Times New Roman" w:hAnsi="Times New Roman"/>
          <w:i/>
          <w:iCs/>
        </w:rPr>
        <w:t xml:space="preserve">PV </w:t>
      </w:r>
      <w:r>
        <w:t xml:space="preserve">= $12,100; </w:t>
      </w:r>
      <w:r>
        <w:rPr>
          <w:rFonts w:ascii="Times New Roman" w:hAnsi="Times New Roman"/>
          <w:i/>
          <w:iCs/>
        </w:rPr>
        <w:t>j</w:t>
      </w:r>
      <w:r>
        <w:rPr>
          <w:rFonts w:ascii="Times New Roman" w:hAnsi="Times New Roman"/>
        </w:rPr>
        <w:t xml:space="preserve"> </w:t>
      </w:r>
      <w:r>
        <w:t xml:space="preserve">= </w:t>
      </w:r>
      <w:r w:rsidR="00AE0762">
        <w:t>2</w:t>
      </w:r>
      <w:r>
        <w:t>.5%;</w:t>
      </w:r>
      <w:r>
        <w:rPr>
          <w:rFonts w:ascii="Times New Roman" w:hAnsi="Times New Roman"/>
          <w:i/>
          <w:iCs/>
        </w:rPr>
        <w:t xml:space="preserve"> m</w:t>
      </w:r>
      <w:r>
        <w:t xml:space="preserve"> = 12</w:t>
      </w:r>
    </w:p>
    <w:p w:rsidR="00BC5284" w:rsidRDefault="00BC5284" w:rsidP="00BC5284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n</w:t>
      </w:r>
      <w:r>
        <w:t xml:space="preserve"> = </w:t>
      </w:r>
      <w:proofErr w:type="gramStart"/>
      <w:r>
        <w:rPr>
          <w:rFonts w:ascii="Times New Roman" w:hAnsi="Times New Roman"/>
          <w:i/>
        </w:rPr>
        <w:t>m</w:t>
      </w:r>
      <w:r>
        <w:t>(</w:t>
      </w:r>
      <w:proofErr w:type="gramEnd"/>
      <w:r>
        <w:t xml:space="preserve">Term in years) </w:t>
      </w:r>
    </w:p>
    <w:p w:rsidR="00BC5284" w:rsidRDefault="00BC5284" w:rsidP="00BC5284">
      <w:pPr>
        <w:pStyle w:val="ISM"/>
      </w:pPr>
      <w:r>
        <w:tab/>
      </w:r>
      <w:r>
        <w:tab/>
      </w:r>
      <w:r>
        <w:tab/>
        <w:t xml:space="preserve">= 12(3.25) </w:t>
      </w:r>
    </w:p>
    <w:p w:rsidR="00BC5284" w:rsidRDefault="00BC5284" w:rsidP="00BC5284">
      <w:pPr>
        <w:pStyle w:val="ISM"/>
      </w:pPr>
      <w:r>
        <w:tab/>
      </w:r>
      <w:r>
        <w:tab/>
      </w:r>
      <w:r>
        <w:tab/>
        <w:t>= 39 compounding periods</w:t>
      </w:r>
    </w:p>
    <w:p w:rsidR="00BC5284" w:rsidRDefault="00BC5284" w:rsidP="00BC5284">
      <w:pPr>
        <w:pStyle w:val="ISM"/>
        <w:spacing w:after="120"/>
      </w:pPr>
      <w:r>
        <w:tab/>
      </w:r>
      <w:r>
        <w:tab/>
        <w:t xml:space="preserve">Maturity value, </w:t>
      </w:r>
      <w:r>
        <w:rPr>
          <w:rFonts w:ascii="Times New Roman" w:hAnsi="Times New Roman"/>
          <w:i/>
        </w:rPr>
        <w:t>FV</w:t>
      </w:r>
      <w:r>
        <w:t xml:space="preserve"> = </w:t>
      </w:r>
      <w:r>
        <w:rPr>
          <w:u w:val="double"/>
        </w:rPr>
        <w:t>$1</w:t>
      </w:r>
      <w:r w:rsidR="00AE0762">
        <w:rPr>
          <w:u w:val="double"/>
        </w:rPr>
        <w:t>3,123.06</w:t>
      </w: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AE18BD" w:rsidRDefault="00AE18BD">
      <w:r>
        <w:br w:type="page"/>
      </w:r>
    </w:p>
    <w:p w:rsidR="00BC5284" w:rsidRDefault="00BC5284" w:rsidP="00BC5284">
      <w:pPr>
        <w:pStyle w:val="ISM"/>
      </w:pPr>
      <w:r>
        <w:lastRenderedPageBreak/>
        <w:tab/>
        <w:t>5.</w:t>
      </w:r>
      <w:r>
        <w:tab/>
        <w:t xml:space="preserve">Given: </w:t>
      </w:r>
      <w:r>
        <w:rPr>
          <w:rFonts w:ascii="Times New Roman" w:hAnsi="Times New Roman"/>
          <w:i/>
          <w:iCs/>
        </w:rPr>
        <w:t xml:space="preserve">PV </w:t>
      </w:r>
      <w:r>
        <w:t>= $1</w:t>
      </w:r>
      <w:r w:rsidR="007D330A">
        <w:t>0,</w:t>
      </w:r>
      <w:r>
        <w:t xml:space="preserve">000; </w:t>
      </w:r>
      <w:r>
        <w:rPr>
          <w:rFonts w:ascii="Times New Roman" w:hAnsi="Times New Roman"/>
          <w:i/>
          <w:iCs/>
        </w:rPr>
        <w:t>j</w:t>
      </w:r>
      <w:r>
        <w:rPr>
          <w:rFonts w:ascii="Times New Roman" w:hAnsi="Times New Roman"/>
        </w:rPr>
        <w:t xml:space="preserve"> </w:t>
      </w:r>
      <w:r>
        <w:t xml:space="preserve">= </w:t>
      </w:r>
      <w:r w:rsidR="00AE0762">
        <w:t>3</w:t>
      </w:r>
      <w:r>
        <w:t xml:space="preserve">% </w:t>
      </w:r>
      <w:r w:rsidR="007D330A">
        <w:rPr>
          <w:spacing w:val="-2"/>
        </w:rPr>
        <w:t xml:space="preserve">compounded quarterly </w:t>
      </w:r>
      <w:r>
        <w:t>for all parts</w:t>
      </w:r>
    </w:p>
    <w:p w:rsidR="00BC5284" w:rsidRDefault="00BC5284" w:rsidP="00BC5284">
      <w:pPr>
        <w:pStyle w:val="ISM"/>
        <w:tabs>
          <w:tab w:val="left" w:pos="900"/>
          <w:tab w:val="left" w:pos="4320"/>
          <w:tab w:val="left" w:pos="4680"/>
        </w:tabs>
      </w:pPr>
      <w:r>
        <w:tab/>
      </w:r>
      <w:r>
        <w:tab/>
      </w:r>
      <w:r>
        <w:rPr>
          <w:i/>
          <w:iCs/>
        </w:rPr>
        <w:t>a</w:t>
      </w:r>
      <w:r>
        <w:t>.</w:t>
      </w:r>
      <w:r>
        <w:tab/>
      </w:r>
      <w:r>
        <w:rPr>
          <w:rFonts w:ascii="Times New Roman" w:hAnsi="Times New Roman"/>
          <w:i/>
          <w:iCs/>
        </w:rPr>
        <w:t xml:space="preserve">n </w:t>
      </w:r>
      <w:r>
        <w:t xml:space="preserve">= </w:t>
      </w:r>
      <w:r w:rsidR="007D330A">
        <w:t>4</w:t>
      </w:r>
      <w:r>
        <w:t>(</w:t>
      </w:r>
      <w:r w:rsidR="007D330A">
        <w:t>1</w:t>
      </w:r>
      <w:r>
        <w:t xml:space="preserve">5) = </w:t>
      </w:r>
      <w:r w:rsidR="007D330A">
        <w:t>60</w:t>
      </w:r>
      <w:r>
        <w:tab/>
      </w:r>
      <w:r>
        <w:tab/>
      </w:r>
      <w:r>
        <w:rPr>
          <w:i/>
          <w:iCs/>
        </w:rPr>
        <w:t>b.</w:t>
      </w:r>
      <w:r>
        <w:tab/>
      </w:r>
      <w:r w:rsidR="007D330A">
        <w:rPr>
          <w:rFonts w:ascii="Times New Roman" w:hAnsi="Times New Roman"/>
          <w:i/>
          <w:iCs/>
        </w:rPr>
        <w:t xml:space="preserve">n </w:t>
      </w:r>
      <w:r w:rsidR="007D330A">
        <w:t>= 4(20) = 80</w:t>
      </w:r>
    </w:p>
    <w:p w:rsidR="00BC5284" w:rsidRDefault="007523EF" w:rsidP="00BC5284">
      <w:pPr>
        <w:pStyle w:val="ISM"/>
      </w:pPr>
      <w:r>
        <w:rPr>
          <w:noProof/>
          <w:lang w:val="en-US"/>
        </w:rPr>
        <w:pict>
          <v:shape id="AutoShape 11" o:spid="_x0000_s1028" type="#_x0000_t61" style="position:absolute;margin-left:45pt;margin-top:.75pt;width:141pt;height:141.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" adj="741,7439" fillcolor="#cff">
            <v:fill opacity="25443f"/>
            <v:textbox inset="3.6pt,,3.6pt">
              <w:txbxContent>
                <w:p w:rsidR="00BD4378" w:rsidRDefault="00BD4378" w:rsidP="0030189B">
                  <w:pPr>
                    <w:spacing w:line="320" w:lineRule="exact"/>
                    <w:ind w:right="43"/>
                    <w:jc w:val="right"/>
                  </w:pPr>
                  <w:r>
                    <w:t xml:space="preserve">3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0189B">
                  <w:pPr>
                    <w:spacing w:line="32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30189B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4)</w:t>
                  </w:r>
                </w:p>
                <w:p w:rsidR="00BD4378" w:rsidRDefault="00BD4378" w:rsidP="0030189B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60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0189B">
                  <w:pPr>
                    <w:spacing w:line="320" w:lineRule="exact"/>
                    <w:ind w:right="43"/>
                    <w:jc w:val="right"/>
                  </w:pPr>
                  <w:r>
                    <w:t xml:space="preserve">10000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0189B">
                  <w:pPr>
                    <w:spacing w:line="32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0189B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30189B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15,656.81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12" o:spid="_x0000_s1029" type="#_x0000_t61" style="position:absolute;margin-left:252.35pt;margin-top:5.65pt;width:130.2pt;height:92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" adj="348,15005" fillcolor="#cff">
            <v:fill opacity="25443f"/>
            <v:textbox inset="3.6pt,,3.6pt">
              <w:txbxContent>
                <w:p w:rsidR="00BD4378" w:rsidRDefault="00BD4378" w:rsidP="0030189B">
                  <w:pPr>
                    <w:spacing w:line="320" w:lineRule="exact"/>
                    <w:ind w:left="-90" w:right="43"/>
                    <w:jc w:val="right"/>
                    <w:rPr>
                      <w:i/>
                      <w:iCs/>
                    </w:rPr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</w:t>
                  </w:r>
                  <w:r>
                    <w:rPr>
                      <w:i/>
                      <w:iCs/>
                    </w:rPr>
                    <w:t>,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</w:p>
                <w:p w:rsidR="00BD4378" w:rsidRDefault="00BD4378" w:rsidP="0030189B">
                  <w:pPr>
                    <w:spacing w:line="320" w:lineRule="exact"/>
                    <w:ind w:left="-90" w:right="43"/>
                    <w:jc w:val="right"/>
                  </w:pPr>
                  <w:r>
                    <w:rPr>
                      <w:iCs/>
                    </w:rPr>
                    <w:t xml:space="preserve">Same </w:t>
                  </w:r>
                  <w:r>
                    <w:rPr>
                      <w:i/>
                      <w:iCs/>
                    </w:rPr>
                    <w:t>PV, PMT</w:t>
                  </w:r>
                </w:p>
                <w:p w:rsidR="00BD4378" w:rsidRDefault="00BD4378" w:rsidP="0030189B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80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0189B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30189B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18,180.44</w:t>
                  </w:r>
                </w:p>
              </w:txbxContent>
            </v:textbox>
            <w10:wrap type="square"/>
          </v:shape>
        </w:pict>
      </w:r>
    </w:p>
    <w:p w:rsidR="00BC5284" w:rsidRDefault="00BC5284" w:rsidP="00BC5284"/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/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7D330A" w:rsidP="00BC5284">
      <w:pPr>
        <w:pStyle w:val="ISM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Future value, </w:t>
      </w:r>
      <w:r>
        <w:rPr>
          <w:rFonts w:ascii="Times New Roman" w:hAnsi="Times New Roman"/>
          <w:i/>
        </w:rPr>
        <w:t>F</w:t>
      </w:r>
      <w:r w:rsidRPr="007D330A">
        <w:rPr>
          <w:rFonts w:ascii="Times New Roman" w:hAnsi="Times New Roman"/>
          <w:i/>
        </w:rPr>
        <w:t>V</w:t>
      </w:r>
      <w:r>
        <w:t xml:space="preserve"> = </w:t>
      </w:r>
      <w:r>
        <w:rPr>
          <w:u w:val="double"/>
        </w:rPr>
        <w:t>$</w:t>
      </w:r>
      <w:r w:rsidR="00CE0847">
        <w:rPr>
          <w:u w:val="double"/>
        </w:rPr>
        <w:t>18,180.44</w:t>
      </w:r>
    </w:p>
    <w:p w:rsidR="00BC5284" w:rsidRDefault="00BC5284" w:rsidP="0030189B">
      <w:pPr>
        <w:pStyle w:val="ISM"/>
        <w:spacing w:before="120"/>
      </w:pPr>
    </w:p>
    <w:p w:rsidR="00BC5284" w:rsidRDefault="00BC5284" w:rsidP="0030189B">
      <w:pPr>
        <w:pStyle w:val="ISM"/>
      </w:pPr>
    </w:p>
    <w:p w:rsidR="00BC5284" w:rsidRDefault="00BC5284" w:rsidP="00BC5284">
      <w:pPr>
        <w:pStyle w:val="ISM"/>
        <w:tabs>
          <w:tab w:val="left" w:pos="900"/>
        </w:tabs>
        <w:spacing w:line="360" w:lineRule="auto"/>
      </w:pPr>
      <w:r>
        <w:tab/>
      </w:r>
      <w:r>
        <w:tab/>
      </w:r>
      <w:r>
        <w:tab/>
      </w:r>
      <w:r w:rsidR="007D330A">
        <w:t>Future value</w:t>
      </w:r>
      <w:r>
        <w:t xml:space="preserve">, </w:t>
      </w:r>
      <w:r>
        <w:rPr>
          <w:i/>
          <w:iCs/>
        </w:rPr>
        <w:t>FV</w:t>
      </w:r>
      <w:r>
        <w:t xml:space="preserve"> = </w:t>
      </w:r>
      <w:r>
        <w:rPr>
          <w:u w:val="double"/>
        </w:rPr>
        <w:t>$</w:t>
      </w:r>
      <w:r w:rsidR="00CE0847">
        <w:rPr>
          <w:u w:val="double"/>
        </w:rPr>
        <w:t>15,656.81</w:t>
      </w:r>
    </w:p>
    <w:p w:rsidR="00AE18BD" w:rsidRDefault="00AE18BD" w:rsidP="00BC5284">
      <w:pPr>
        <w:pStyle w:val="ISM"/>
        <w:tabs>
          <w:tab w:val="left" w:pos="900"/>
          <w:tab w:val="left" w:pos="4320"/>
          <w:tab w:val="left" w:pos="4680"/>
        </w:tabs>
      </w:pPr>
    </w:p>
    <w:p w:rsidR="00BC5284" w:rsidRDefault="00BC5284" w:rsidP="00BC5284">
      <w:pPr>
        <w:pStyle w:val="ISM"/>
        <w:tabs>
          <w:tab w:val="left" w:pos="900"/>
          <w:tab w:val="left" w:pos="4320"/>
          <w:tab w:val="left" w:pos="4680"/>
        </w:tabs>
      </w:pPr>
      <w:r>
        <w:tab/>
      </w:r>
      <w:r>
        <w:tab/>
      </w:r>
      <w:proofErr w:type="gramStart"/>
      <w:r>
        <w:rPr>
          <w:i/>
          <w:iCs/>
        </w:rPr>
        <w:t>c</w:t>
      </w:r>
      <w:proofErr w:type="gramEnd"/>
      <w:r>
        <w:rPr>
          <w:i/>
          <w:iCs/>
        </w:rPr>
        <w:t>.</w:t>
      </w:r>
      <w:r>
        <w:tab/>
      </w:r>
      <w:r>
        <w:rPr>
          <w:rFonts w:ascii="Times New Roman" w:hAnsi="Times New Roman"/>
          <w:i/>
          <w:iCs/>
        </w:rPr>
        <w:t xml:space="preserve">n </w:t>
      </w:r>
      <w:r>
        <w:t>= 4(25) = 100</w:t>
      </w:r>
      <w:r>
        <w:tab/>
      </w:r>
      <w:r>
        <w:tab/>
      </w:r>
      <w:r>
        <w:rPr>
          <w:i/>
          <w:iCs/>
        </w:rPr>
        <w:t>d.</w:t>
      </w:r>
      <w:r>
        <w:tab/>
      </w:r>
      <w:r>
        <w:rPr>
          <w:rFonts w:ascii="Times New Roman" w:hAnsi="Times New Roman"/>
          <w:i/>
          <w:iCs/>
        </w:rPr>
        <w:t xml:space="preserve">n </w:t>
      </w:r>
      <w:r>
        <w:t xml:space="preserve">= </w:t>
      </w:r>
      <w:r w:rsidR="007D330A">
        <w:t>4</w:t>
      </w:r>
      <w:r>
        <w:t>(</w:t>
      </w:r>
      <w:r w:rsidR="007D330A">
        <w:t>30</w:t>
      </w:r>
      <w:r>
        <w:t xml:space="preserve">) = </w:t>
      </w:r>
      <w:r w:rsidR="007D330A">
        <w:t>12</w:t>
      </w:r>
      <w:r>
        <w:t>0</w:t>
      </w:r>
    </w:p>
    <w:p w:rsidR="00BC5284" w:rsidRDefault="007523EF" w:rsidP="00BC5284">
      <w:pPr>
        <w:pStyle w:val="ISM"/>
      </w:pPr>
      <w:r>
        <w:rPr>
          <w:noProof/>
          <w:lang w:val="en-US"/>
        </w:rPr>
        <w:pict>
          <v:shape id="AutoShape 14" o:spid="_x0000_s1030" type="#_x0000_t61" style="position:absolute;margin-left:254.45pt;margin-top:9.1pt;width:131.2pt;height:79.2pt;z-index:251561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" adj="14768,205" fillcolor="#cff">
            <v:fill opacity="25443f"/>
            <v:textbox inset="3.6pt,,3.6pt">
              <w:txbxContent>
                <w:p w:rsidR="00BD4378" w:rsidRDefault="00BD4378" w:rsidP="00CA55E0">
                  <w:pPr>
                    <w:spacing w:line="260" w:lineRule="exact"/>
                    <w:ind w:left="-86" w:right="43"/>
                    <w:jc w:val="right"/>
                    <w:rPr>
                      <w:i/>
                      <w:iCs/>
                    </w:rPr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</w:t>
                  </w:r>
                  <w:r>
                    <w:rPr>
                      <w:i/>
                      <w:iCs/>
                    </w:rPr>
                    <w:t>,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</w:p>
                <w:p w:rsidR="00BD4378" w:rsidRDefault="00BD4378" w:rsidP="00CA55E0">
                  <w:pPr>
                    <w:spacing w:line="260" w:lineRule="exact"/>
                    <w:ind w:left="-86" w:right="43"/>
                    <w:jc w:val="right"/>
                  </w:pPr>
                  <w:r>
                    <w:rPr>
                      <w:iCs/>
                    </w:rPr>
                    <w:t xml:space="preserve">Same </w:t>
                  </w:r>
                  <w:r>
                    <w:rPr>
                      <w:i/>
                      <w:iCs/>
                    </w:rPr>
                    <w:t>PV, PMT</w:t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120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CA55E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24,513.57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13" o:spid="_x0000_s1031" type="#_x0000_t61" style="position:absolute;margin-left:45.85pt;margin-top:3.6pt;width:131.2pt;height:81.2pt;z-index:251560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" adj="14768,200" fillcolor="#cff">
            <v:fill opacity="25443f"/>
            <v:textbox inset="3.6pt,,3.6pt">
              <w:txbxContent>
                <w:p w:rsidR="00BD4378" w:rsidRDefault="00BD4378" w:rsidP="00CA55E0">
                  <w:pPr>
                    <w:spacing w:line="260" w:lineRule="exact"/>
                    <w:ind w:left="-86" w:right="43"/>
                    <w:jc w:val="right"/>
                    <w:rPr>
                      <w:i/>
                      <w:iCs/>
                    </w:rPr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</w:t>
                  </w:r>
                  <w:r>
                    <w:rPr>
                      <w:i/>
                      <w:iCs/>
                    </w:rPr>
                    <w:t>,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</w:p>
                <w:p w:rsidR="00BD4378" w:rsidRDefault="00BD4378" w:rsidP="00CA55E0">
                  <w:pPr>
                    <w:spacing w:line="260" w:lineRule="exact"/>
                    <w:ind w:left="-86" w:right="43"/>
                    <w:jc w:val="right"/>
                  </w:pPr>
                  <w:r>
                    <w:rPr>
                      <w:iCs/>
                    </w:rPr>
                    <w:t xml:space="preserve">Same </w:t>
                  </w:r>
                  <w:r>
                    <w:rPr>
                      <w:i/>
                      <w:iCs/>
                    </w:rPr>
                    <w:t>PV, PMT</w:t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100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CA55E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21,110.84</w:t>
                  </w:r>
                </w:p>
              </w:txbxContent>
            </v:textbox>
            <w10:wrap type="square"/>
          </v:shape>
        </w:pict>
      </w: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9F45A4" w:rsidRDefault="00BC5284" w:rsidP="00C36A27">
      <w:pPr>
        <w:pStyle w:val="ISM"/>
        <w:tabs>
          <w:tab w:val="left" w:pos="900"/>
          <w:tab w:val="left" w:pos="4320"/>
          <w:tab w:val="left" w:pos="4680"/>
          <w:tab w:val="left" w:pos="5850"/>
        </w:tabs>
        <w:spacing w:after="180"/>
        <w:rPr>
          <w:u w:val="double"/>
        </w:rPr>
      </w:pPr>
      <w:r>
        <w:tab/>
      </w:r>
      <w:r>
        <w:tab/>
      </w:r>
      <w:r>
        <w:tab/>
      </w:r>
      <w:r w:rsidR="007D330A">
        <w:t>Future value</w:t>
      </w:r>
      <w:r>
        <w:t xml:space="preserve">, </w:t>
      </w:r>
      <w:r>
        <w:rPr>
          <w:rFonts w:ascii="Times New Roman" w:hAnsi="Times New Roman"/>
          <w:i/>
        </w:rPr>
        <w:t>FV</w:t>
      </w:r>
      <w:r>
        <w:t xml:space="preserve"> = </w:t>
      </w:r>
      <w:r>
        <w:rPr>
          <w:u w:val="double"/>
        </w:rPr>
        <w:t>$</w:t>
      </w:r>
      <w:r w:rsidR="00CE0847">
        <w:rPr>
          <w:u w:val="double"/>
        </w:rPr>
        <w:t>21,110.84</w:t>
      </w:r>
    </w:p>
    <w:p w:rsidR="008463D5" w:rsidRDefault="009F45A4" w:rsidP="00C36A27">
      <w:pPr>
        <w:pStyle w:val="ISM"/>
        <w:tabs>
          <w:tab w:val="left" w:pos="900"/>
          <w:tab w:val="left" w:pos="4320"/>
          <w:tab w:val="left" w:pos="4680"/>
          <w:tab w:val="left" w:pos="5850"/>
        </w:tabs>
        <w:spacing w:after="180"/>
        <w:rPr>
          <w:u w:val="double"/>
        </w:rPr>
      </w:pPr>
      <w:r w:rsidRPr="009F45A4">
        <w:tab/>
      </w:r>
      <w:r w:rsidRPr="009F45A4">
        <w:tab/>
      </w:r>
      <w:r w:rsidRPr="009F45A4">
        <w:tab/>
      </w:r>
      <w:r w:rsidRPr="009F45A4">
        <w:tab/>
      </w:r>
      <w:r w:rsidRPr="009F45A4">
        <w:tab/>
      </w:r>
      <w:r w:rsidRPr="009F45A4">
        <w:tab/>
      </w:r>
      <w:r>
        <w:t xml:space="preserve">Future </w:t>
      </w:r>
      <w:r w:rsidR="007D330A">
        <w:t>value</w:t>
      </w:r>
      <w:r w:rsidR="00BC5284">
        <w:t xml:space="preserve">, </w:t>
      </w:r>
      <w:r w:rsidR="00BC5284">
        <w:rPr>
          <w:rFonts w:ascii="Times New Roman" w:hAnsi="Times New Roman"/>
          <w:i/>
        </w:rPr>
        <w:t>FV</w:t>
      </w:r>
      <w:r w:rsidR="00BC5284">
        <w:t xml:space="preserve"> = </w:t>
      </w:r>
      <w:r w:rsidR="00BC5284">
        <w:rPr>
          <w:u w:val="double"/>
        </w:rPr>
        <w:t>$</w:t>
      </w:r>
      <w:r w:rsidR="00CE0847">
        <w:rPr>
          <w:u w:val="double"/>
        </w:rPr>
        <w:t>24,513.57</w:t>
      </w:r>
    </w:p>
    <w:p w:rsidR="00BC5284" w:rsidRDefault="00BC5284" w:rsidP="00BC5284">
      <w:pPr>
        <w:pStyle w:val="ISM"/>
      </w:pPr>
      <w:r>
        <w:tab/>
        <w:t>7.</w:t>
      </w:r>
      <w:r>
        <w:tab/>
        <w:t xml:space="preserve">Given: </w:t>
      </w:r>
      <w:r>
        <w:rPr>
          <w:rFonts w:ascii="Times New Roman" w:hAnsi="Times New Roman"/>
          <w:i/>
          <w:iCs/>
        </w:rPr>
        <w:t xml:space="preserve">PV </w:t>
      </w:r>
      <w:r>
        <w:t>= $1</w:t>
      </w:r>
      <w:r w:rsidR="00B02323">
        <w:t>0,0</w:t>
      </w:r>
      <w:r>
        <w:t xml:space="preserve">00; </w:t>
      </w:r>
      <w:r>
        <w:rPr>
          <w:rFonts w:cs="Arial"/>
        </w:rPr>
        <w:t xml:space="preserve">Term </w:t>
      </w:r>
      <w:r>
        <w:t xml:space="preserve">= </w:t>
      </w:r>
      <w:r w:rsidR="00B02323">
        <w:t>25 years;</w:t>
      </w:r>
      <w:r>
        <w:t xml:space="preserve"> </w:t>
      </w:r>
      <w:r w:rsidR="00B02323">
        <w:rPr>
          <w:rFonts w:ascii="Times New Roman" w:hAnsi="Times New Roman"/>
          <w:i/>
        </w:rPr>
        <w:t>j</w:t>
      </w:r>
      <w:r w:rsidR="00B02323">
        <w:t xml:space="preserve"> = </w:t>
      </w:r>
      <w:r w:rsidR="00CE0847">
        <w:t>4</w:t>
      </w:r>
      <w:r w:rsidR="00B02323">
        <w:t xml:space="preserve">.0% </w:t>
      </w:r>
      <w:r>
        <w:t>for all parts</w:t>
      </w:r>
    </w:p>
    <w:p w:rsidR="00BC5284" w:rsidRDefault="00BC5284" w:rsidP="00BC5284">
      <w:pPr>
        <w:pStyle w:val="ISM"/>
        <w:tabs>
          <w:tab w:val="left" w:pos="900"/>
          <w:tab w:val="left" w:pos="4320"/>
          <w:tab w:val="left" w:pos="4680"/>
        </w:tabs>
      </w:pPr>
      <w:r>
        <w:tab/>
      </w:r>
      <w:r>
        <w:tab/>
      </w:r>
      <w:r>
        <w:rPr>
          <w:i/>
          <w:iCs/>
        </w:rPr>
        <w:t>a</w:t>
      </w:r>
      <w:r>
        <w:t>.</w:t>
      </w:r>
      <w:r>
        <w:tab/>
      </w:r>
      <w:r>
        <w:rPr>
          <w:rFonts w:ascii="Times New Roman" w:hAnsi="Times New Roman"/>
          <w:i/>
          <w:iCs/>
        </w:rPr>
        <w:t>m</w:t>
      </w:r>
      <w:r>
        <w:t xml:space="preserve"> = 1; </w:t>
      </w:r>
      <w:r>
        <w:rPr>
          <w:rFonts w:ascii="Times New Roman" w:hAnsi="Times New Roman"/>
          <w:i/>
          <w:iCs/>
        </w:rPr>
        <w:t xml:space="preserve">n </w:t>
      </w:r>
      <w:r>
        <w:t>= 1(</w:t>
      </w:r>
      <w:r w:rsidR="00B02323">
        <w:t>25</w:t>
      </w:r>
      <w:r>
        <w:t xml:space="preserve">) = </w:t>
      </w:r>
      <w:r w:rsidR="00B02323">
        <w:t>25</w:t>
      </w:r>
      <w:r>
        <w:tab/>
      </w:r>
      <w:r>
        <w:tab/>
      </w:r>
      <w:r>
        <w:rPr>
          <w:i/>
          <w:iCs/>
        </w:rPr>
        <w:t>b.</w:t>
      </w:r>
      <w:r>
        <w:tab/>
      </w:r>
      <w:r>
        <w:rPr>
          <w:rFonts w:ascii="Times New Roman" w:hAnsi="Times New Roman"/>
          <w:i/>
          <w:iCs/>
        </w:rPr>
        <w:t>m</w:t>
      </w:r>
      <w:r>
        <w:t xml:space="preserve"> = </w:t>
      </w:r>
      <w:r w:rsidR="00B02323">
        <w:t>2</w:t>
      </w:r>
      <w:r>
        <w:t xml:space="preserve">; </w:t>
      </w:r>
      <w:r>
        <w:rPr>
          <w:rFonts w:ascii="Times New Roman" w:hAnsi="Times New Roman"/>
          <w:i/>
          <w:iCs/>
        </w:rPr>
        <w:t xml:space="preserve">n </w:t>
      </w:r>
      <w:r>
        <w:t xml:space="preserve">= </w:t>
      </w:r>
      <w:r w:rsidR="00B02323">
        <w:t>2</w:t>
      </w:r>
      <w:r>
        <w:t>(</w:t>
      </w:r>
      <w:r w:rsidR="00B02323">
        <w:t>25</w:t>
      </w:r>
      <w:r>
        <w:t xml:space="preserve">) = </w:t>
      </w:r>
      <w:r w:rsidR="00B02323">
        <w:t>50</w:t>
      </w:r>
    </w:p>
    <w:p w:rsidR="00BC5284" w:rsidRDefault="007523EF" w:rsidP="00BC5284">
      <w:pPr>
        <w:pStyle w:val="ISM"/>
      </w:pPr>
      <w:r>
        <w:rPr>
          <w:noProof/>
          <w:lang w:val="en-US"/>
        </w:rPr>
        <w:pict>
          <v:shape id="AutoShape 16" o:spid="_x0000_s1032" type="#_x0000_t61" style="position:absolute;margin-left:256.55pt;margin-top:7.05pt;width:131.2pt;height:105.8pt;z-index:251563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" adj="510,12954" fillcolor="#cff">
            <v:fill opacity="25443f"/>
            <v:textbox inset="3.6pt,,3.6pt">
              <w:txbxContent>
                <w:p w:rsidR="00BD4378" w:rsidRDefault="00BD4378" w:rsidP="00B02323">
                  <w:pPr>
                    <w:spacing w:line="320" w:lineRule="exact"/>
                    <w:ind w:left="-90" w:right="43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</w:rPr>
                    <w:t>PV</w:t>
                  </w:r>
                  <w:r w:rsidRPr="00F516C9">
                    <w:rPr>
                      <w:i/>
                    </w:rPr>
                    <w:t>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B02323">
                  <w:pPr>
                    <w:spacing w:line="32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B02323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BD4378" w:rsidRDefault="00BD4378" w:rsidP="00B02323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B02323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02323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26,915.88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15" o:spid="_x0000_s1033" type="#_x0000_t61" style="position:absolute;margin-left:45.15pt;margin-top:3.55pt;width:138.9pt;height:139.3pt;z-index:251562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" adj="886,9839" fillcolor="#cff">
            <v:fill opacity="25443f"/>
            <v:textbox inset="3.6pt,,3.6pt">
              <w:txbxContent>
                <w:p w:rsidR="00BD4378" w:rsidRDefault="00BD4378" w:rsidP="00B02323">
                  <w:pPr>
                    <w:spacing w:line="320" w:lineRule="exact"/>
                    <w:ind w:right="43"/>
                    <w:jc w:val="right"/>
                  </w:pPr>
                  <w:r>
                    <w:t xml:space="preserve">4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B02323">
                  <w:pPr>
                    <w:spacing w:line="32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B02323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BD4378" w:rsidRDefault="00BD4378" w:rsidP="00B02323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B02323">
                  <w:pPr>
                    <w:spacing w:line="320" w:lineRule="exact"/>
                    <w:ind w:right="43"/>
                    <w:jc w:val="right"/>
                  </w:pPr>
                  <w:r>
                    <w:t xml:space="preserve">10000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B02323">
                  <w:pPr>
                    <w:spacing w:line="32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B02323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02323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26,658.36</w:t>
                  </w:r>
                </w:p>
              </w:txbxContent>
            </v:textbox>
            <w10:wrap type="square"/>
          </v:shape>
        </w:pict>
      </w:r>
    </w:p>
    <w:p w:rsidR="00BC5284" w:rsidRDefault="00BC5284" w:rsidP="00BC5284">
      <w:pPr>
        <w:pStyle w:val="ISM"/>
      </w:pPr>
    </w:p>
    <w:p w:rsidR="00BC5284" w:rsidRDefault="00BC5284" w:rsidP="00BC5284"/>
    <w:p w:rsidR="00BC5284" w:rsidRDefault="00BC5284" w:rsidP="00BC5284">
      <w:pPr>
        <w:pStyle w:val="ISM"/>
      </w:pPr>
    </w:p>
    <w:p w:rsidR="00BC5284" w:rsidRDefault="00BC5284" w:rsidP="00BC5284"/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532159" w:rsidP="00BC5284">
      <w:pPr>
        <w:pStyle w:val="ISM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32159" w:rsidRDefault="00532159" w:rsidP="00BC5284">
      <w:pPr>
        <w:pStyle w:val="ISM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Future value, FV = </w:t>
      </w:r>
      <w:r w:rsidRPr="00B93CDE">
        <w:rPr>
          <w:u w:val="double"/>
        </w:rPr>
        <w:t>$26,915.88</w:t>
      </w:r>
    </w:p>
    <w:p w:rsidR="00532159" w:rsidRDefault="00532159" w:rsidP="00BC5284">
      <w:pPr>
        <w:pStyle w:val="ISM"/>
      </w:pPr>
    </w:p>
    <w:p w:rsidR="00BC5284" w:rsidRDefault="00532159" w:rsidP="00BC5284">
      <w:pPr>
        <w:pStyle w:val="ISM"/>
      </w:pPr>
      <w:r>
        <w:tab/>
      </w:r>
      <w:r>
        <w:tab/>
      </w:r>
      <w:r>
        <w:tab/>
        <w:t xml:space="preserve">Future value, FV = </w:t>
      </w:r>
      <w:r w:rsidRPr="00B93CDE">
        <w:rPr>
          <w:u w:val="double"/>
        </w:rPr>
        <w:t>$26,658.36</w:t>
      </w:r>
    </w:p>
    <w:p w:rsidR="00B02323" w:rsidRPr="00FC2C9B" w:rsidRDefault="00B02323" w:rsidP="00BC5284">
      <w:pPr>
        <w:pStyle w:val="ISM"/>
        <w:rPr>
          <w:sz w:val="16"/>
          <w:szCs w:val="16"/>
        </w:rPr>
      </w:pPr>
    </w:p>
    <w:p w:rsidR="00AE18BD" w:rsidRDefault="00AE18BD">
      <w:r>
        <w:br w:type="page"/>
      </w:r>
    </w:p>
    <w:p w:rsidR="00BC5284" w:rsidRDefault="00BC5284" w:rsidP="00BC5284">
      <w:pPr>
        <w:pStyle w:val="ISM"/>
        <w:tabs>
          <w:tab w:val="left" w:pos="900"/>
          <w:tab w:val="left" w:pos="4320"/>
          <w:tab w:val="left" w:pos="4680"/>
        </w:tabs>
      </w:pPr>
      <w:r>
        <w:lastRenderedPageBreak/>
        <w:tab/>
      </w:r>
      <w:r>
        <w:tab/>
      </w:r>
      <w:proofErr w:type="gramStart"/>
      <w:r>
        <w:rPr>
          <w:i/>
          <w:iCs/>
        </w:rPr>
        <w:t>c</w:t>
      </w:r>
      <w:proofErr w:type="gramEnd"/>
      <w:r>
        <w:rPr>
          <w:i/>
          <w:iCs/>
        </w:rPr>
        <w:t>.</w:t>
      </w:r>
      <w:r>
        <w:tab/>
      </w:r>
      <w:r>
        <w:rPr>
          <w:rFonts w:ascii="Times New Roman" w:hAnsi="Times New Roman"/>
          <w:i/>
          <w:iCs/>
        </w:rPr>
        <w:t>m</w:t>
      </w:r>
      <w:r>
        <w:t xml:space="preserve"> = </w:t>
      </w:r>
      <w:r w:rsidR="00B02323">
        <w:t>4</w:t>
      </w:r>
      <w:r>
        <w:t xml:space="preserve">; </w:t>
      </w:r>
      <w:r>
        <w:rPr>
          <w:rFonts w:ascii="Times New Roman" w:hAnsi="Times New Roman"/>
          <w:i/>
          <w:iCs/>
        </w:rPr>
        <w:t xml:space="preserve">n </w:t>
      </w:r>
      <w:r>
        <w:t xml:space="preserve">= </w:t>
      </w:r>
      <w:r w:rsidR="00B02323">
        <w:t>4</w:t>
      </w:r>
      <w:r>
        <w:t>(</w:t>
      </w:r>
      <w:r w:rsidR="00B02323">
        <w:t>25</w:t>
      </w:r>
      <w:r>
        <w:t xml:space="preserve">) = </w:t>
      </w:r>
      <w:r w:rsidR="00B02323">
        <w:t>100</w:t>
      </w:r>
      <w:r>
        <w:tab/>
      </w:r>
      <w:r>
        <w:tab/>
      </w:r>
      <w:r>
        <w:rPr>
          <w:i/>
          <w:iCs/>
        </w:rPr>
        <w:t>d.</w:t>
      </w:r>
      <w:r>
        <w:tab/>
      </w:r>
      <w:r>
        <w:rPr>
          <w:rFonts w:ascii="Times New Roman" w:hAnsi="Times New Roman"/>
          <w:i/>
          <w:iCs/>
        </w:rPr>
        <w:t>m</w:t>
      </w:r>
      <w:r>
        <w:t xml:space="preserve"> = 1</w:t>
      </w:r>
      <w:r w:rsidR="00B02323">
        <w:t>2</w:t>
      </w:r>
      <w:r>
        <w:t xml:space="preserve">; </w:t>
      </w:r>
      <w:r>
        <w:rPr>
          <w:rFonts w:ascii="Times New Roman" w:hAnsi="Times New Roman"/>
          <w:i/>
          <w:iCs/>
        </w:rPr>
        <w:t xml:space="preserve">n </w:t>
      </w:r>
      <w:r>
        <w:t>= 1</w:t>
      </w:r>
      <w:r w:rsidR="00B02323">
        <w:t>2</w:t>
      </w:r>
      <w:r>
        <w:t>(</w:t>
      </w:r>
      <w:r w:rsidR="00B02323">
        <w:t>25</w:t>
      </w:r>
      <w:r>
        <w:t xml:space="preserve">) = </w:t>
      </w:r>
      <w:r w:rsidR="00B02323">
        <w:t>300</w:t>
      </w:r>
    </w:p>
    <w:p w:rsidR="00BC5284" w:rsidRDefault="007523EF" w:rsidP="00BC5284">
      <w:pPr>
        <w:pStyle w:val="ISM"/>
      </w:pPr>
      <w:r>
        <w:rPr>
          <w:noProof/>
          <w:lang w:val="en-US"/>
        </w:rPr>
        <w:pict>
          <v:shape id="AutoShape 18" o:spid="_x0000_s1034" type="#_x0000_t61" style="position:absolute;margin-left:255.85pt;margin-top:6.55pt;width:131.2pt;height:103.45pt;z-index:251565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" adj="576,17069" fillcolor="#cff">
            <v:fill opacity="25443f"/>
            <v:textbox inset="3.6pt,,3.6pt">
              <w:txbxContent>
                <w:p w:rsidR="00BD4378" w:rsidRDefault="00BD4378" w:rsidP="00B02323">
                  <w:pPr>
                    <w:spacing w:line="320" w:lineRule="exact"/>
                    <w:ind w:left="-90" w:right="43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</w:rPr>
                    <w:t>PV</w:t>
                  </w:r>
                  <w:r w:rsidRPr="00F516C9">
                    <w:rPr>
                      <w:i/>
                    </w:rPr>
                    <w:t>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B02323">
                  <w:pPr>
                    <w:spacing w:line="32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B02323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BD4378" w:rsidRDefault="00BD4378" w:rsidP="00B02323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300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B02323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02323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27,137.65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17" o:spid="_x0000_s1035" type="#_x0000_t61" style="position:absolute;margin-left:45.85pt;margin-top:5.85pt;width:131.2pt;height:104.2pt;z-index:251564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" adj="510,13153" fillcolor="#cff">
            <v:fill opacity="25443f"/>
            <v:textbox inset="3.6pt,,3.6pt">
              <w:txbxContent>
                <w:p w:rsidR="00BD4378" w:rsidRDefault="00BD4378" w:rsidP="00B02323">
                  <w:pPr>
                    <w:spacing w:line="320" w:lineRule="exact"/>
                    <w:ind w:left="-90" w:right="43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</w:rPr>
                    <w:t>PV</w:t>
                  </w:r>
                  <w:r w:rsidRPr="00F516C9">
                    <w:rPr>
                      <w:i/>
                    </w:rPr>
                    <w:t>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B02323">
                  <w:pPr>
                    <w:spacing w:line="32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B02323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4)</w:t>
                  </w:r>
                </w:p>
                <w:p w:rsidR="00BD4378" w:rsidRDefault="00BD4378" w:rsidP="00B02323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100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B02323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02323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27,048.14</w:t>
                  </w:r>
                </w:p>
              </w:txbxContent>
            </v:textbox>
            <w10:wrap type="square"/>
          </v:shape>
        </w:pict>
      </w:r>
    </w:p>
    <w:p w:rsidR="00BC5284" w:rsidRDefault="00BC5284" w:rsidP="00BC5284">
      <w:pPr>
        <w:pStyle w:val="ISM"/>
      </w:pPr>
    </w:p>
    <w:p w:rsidR="00BC5284" w:rsidRDefault="00BC5284" w:rsidP="00BC5284"/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532159" w:rsidRDefault="00532159" w:rsidP="00BC5284">
      <w:pPr>
        <w:pStyle w:val="ISM"/>
      </w:pPr>
    </w:p>
    <w:p w:rsidR="00532159" w:rsidRDefault="00532159" w:rsidP="00BC5284">
      <w:pPr>
        <w:pStyle w:val="ISM"/>
      </w:pPr>
      <w:r>
        <w:tab/>
      </w:r>
      <w:r>
        <w:tab/>
      </w:r>
      <w:r>
        <w:tab/>
        <w:t xml:space="preserve">Future value, FV = </w:t>
      </w:r>
      <w:r w:rsidRPr="00B93CDE">
        <w:rPr>
          <w:u w:val="double"/>
        </w:rPr>
        <w:t>$27,048.14</w:t>
      </w:r>
      <w:r>
        <w:rPr>
          <w:u w:val="double"/>
        </w:rPr>
        <w:tab/>
      </w:r>
      <w:r>
        <w:rPr>
          <w:u w:val="double"/>
        </w:rPr>
        <w:tab/>
        <w:t xml:space="preserve">    Future value, FV = </w:t>
      </w:r>
      <w:r w:rsidRPr="00532159">
        <w:rPr>
          <w:u w:val="double"/>
        </w:rPr>
        <w:t>$27,137.65</w:t>
      </w:r>
    </w:p>
    <w:p w:rsidR="00BC5284" w:rsidRDefault="00BC5284" w:rsidP="00FC2C9B">
      <w:pPr>
        <w:pStyle w:val="ISM"/>
        <w:spacing w:after="120"/>
      </w:pPr>
    </w:p>
    <w:p w:rsidR="00266546" w:rsidRDefault="00266546" w:rsidP="00266546">
      <w:pPr>
        <w:pStyle w:val="ISM"/>
      </w:pPr>
      <w:r>
        <w:tab/>
        <w:t>9.</w:t>
      </w:r>
      <w:r>
        <w:tab/>
        <w:t xml:space="preserve">Given: </w:t>
      </w:r>
      <w:r>
        <w:rPr>
          <w:rFonts w:ascii="Times New Roman" w:hAnsi="Times New Roman"/>
          <w:i/>
          <w:iCs/>
        </w:rPr>
        <w:t xml:space="preserve">PV </w:t>
      </w:r>
      <w:r>
        <w:t xml:space="preserve">= $100; </w:t>
      </w:r>
      <w:r>
        <w:rPr>
          <w:rFonts w:cs="Arial"/>
        </w:rPr>
        <w:t xml:space="preserve">Term </w:t>
      </w:r>
      <w:r>
        <w:t>= 1 year</w:t>
      </w:r>
      <w:r w:rsidR="00752792">
        <w:t xml:space="preserve"> for all parts</w:t>
      </w:r>
    </w:p>
    <w:p w:rsidR="00752792" w:rsidRDefault="00266546" w:rsidP="00FC2C9B">
      <w:pPr>
        <w:pStyle w:val="ISM"/>
        <w:tabs>
          <w:tab w:val="left" w:pos="900"/>
          <w:tab w:val="left" w:pos="4320"/>
          <w:tab w:val="left" w:pos="4680"/>
        </w:tabs>
        <w:spacing w:after="120"/>
      </w:pPr>
      <w:r>
        <w:tab/>
      </w:r>
      <w:r>
        <w:tab/>
      </w:r>
      <w:r>
        <w:rPr>
          <w:i/>
          <w:iCs/>
        </w:rPr>
        <w:t>a</w:t>
      </w:r>
      <w:r>
        <w:t>.</w:t>
      </w:r>
      <w:r>
        <w:tab/>
      </w:r>
      <w:r w:rsidR="00752792">
        <w:rPr>
          <w:rFonts w:ascii="Times New Roman" w:hAnsi="Times New Roman"/>
          <w:i/>
        </w:rPr>
        <w:t>j</w:t>
      </w:r>
      <w:r w:rsidR="00752792">
        <w:t xml:space="preserve"> = </w:t>
      </w:r>
      <w:r w:rsidR="00CE0847">
        <w:t>3</w:t>
      </w:r>
      <w:r w:rsidR="00752792">
        <w:t>.0%;</w:t>
      </w:r>
      <w:r w:rsidR="00752792" w:rsidRPr="00752792">
        <w:rPr>
          <w:rFonts w:ascii="Times New Roman" w:hAnsi="Times New Roman"/>
          <w:i/>
          <w:iCs/>
        </w:rPr>
        <w:t xml:space="preserve"> </w:t>
      </w:r>
      <w:r w:rsidR="00752792">
        <w:rPr>
          <w:rFonts w:ascii="Times New Roman" w:hAnsi="Times New Roman"/>
          <w:i/>
          <w:iCs/>
        </w:rPr>
        <w:t>m</w:t>
      </w:r>
      <w:r w:rsidR="00752792">
        <w:t xml:space="preserve"> = 12; </w:t>
      </w:r>
      <w:r w:rsidR="00752792">
        <w:rPr>
          <w:rFonts w:ascii="Times New Roman" w:hAnsi="Times New Roman"/>
          <w:i/>
          <w:iCs/>
        </w:rPr>
        <w:t xml:space="preserve">n </w:t>
      </w:r>
      <w:r w:rsidR="00752792">
        <w:t>= 12(1) = 12</w:t>
      </w:r>
      <w:r w:rsidR="00752792">
        <w:tab/>
      </w:r>
      <w:r w:rsidR="00752792">
        <w:tab/>
      </w:r>
      <w:r w:rsidR="00752792">
        <w:tab/>
      </w:r>
      <w:r w:rsidR="00752792">
        <w:rPr>
          <w:i/>
          <w:iCs/>
        </w:rPr>
        <w:t>b.</w:t>
      </w:r>
      <w:r w:rsidR="00752792">
        <w:tab/>
      </w:r>
      <w:r w:rsidR="00752792">
        <w:rPr>
          <w:rFonts w:ascii="Times New Roman" w:hAnsi="Times New Roman"/>
          <w:i/>
        </w:rPr>
        <w:t>j</w:t>
      </w:r>
      <w:r w:rsidR="00752792">
        <w:t xml:space="preserve"> = </w:t>
      </w:r>
      <w:r w:rsidR="00CE0847">
        <w:t>3</w:t>
      </w:r>
      <w:r w:rsidR="00752792">
        <w:t>.1%;</w:t>
      </w:r>
      <w:r w:rsidR="00752792" w:rsidRPr="00752792">
        <w:rPr>
          <w:rFonts w:ascii="Times New Roman" w:hAnsi="Times New Roman"/>
          <w:i/>
          <w:iCs/>
        </w:rPr>
        <w:t xml:space="preserve"> </w:t>
      </w:r>
      <w:r w:rsidR="00752792">
        <w:rPr>
          <w:rFonts w:ascii="Times New Roman" w:hAnsi="Times New Roman"/>
          <w:i/>
          <w:iCs/>
        </w:rPr>
        <w:t>m</w:t>
      </w:r>
      <w:r w:rsidR="00752792">
        <w:t xml:space="preserve"> = 4; </w:t>
      </w:r>
      <w:r w:rsidR="00752792">
        <w:rPr>
          <w:rFonts w:ascii="Times New Roman" w:hAnsi="Times New Roman"/>
          <w:i/>
          <w:iCs/>
        </w:rPr>
        <w:t xml:space="preserve">n </w:t>
      </w:r>
      <w:r w:rsidR="00752792">
        <w:t>= 4(1) = 4</w:t>
      </w:r>
    </w:p>
    <w:p w:rsidR="00266546" w:rsidRDefault="007523EF" w:rsidP="00266546">
      <w:pPr>
        <w:pStyle w:val="ISM"/>
      </w:pPr>
      <w:r>
        <w:rPr>
          <w:noProof/>
          <w:lang w:val="en-US"/>
        </w:rPr>
        <w:pict>
          <v:shape id="AutoShape 190" o:spid="_x0000_s1036" type="#_x0000_t61" style="position:absolute;margin-left:256.55pt;margin-top:7.05pt;width:131.2pt;height:123.45pt;z-index:251620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" adj="510,11102" fillcolor="#cff">
            <v:fill opacity="25443f"/>
            <v:textbox inset="3.6pt,,3.6pt">
              <w:txbxContent>
                <w:p w:rsidR="00BD4378" w:rsidRDefault="00BD4378" w:rsidP="00266546">
                  <w:pPr>
                    <w:spacing w:line="320" w:lineRule="exact"/>
                    <w:ind w:left="-90" w:right="43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>
                    <w:rPr>
                      <w:i/>
                    </w:rPr>
                    <w:t>PV</w:t>
                  </w:r>
                  <w:r w:rsidRPr="00F516C9">
                    <w:rPr>
                      <w:i/>
                    </w:rPr>
                    <w:t>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752792">
                  <w:pPr>
                    <w:spacing w:line="320" w:lineRule="exact"/>
                    <w:ind w:right="43"/>
                    <w:jc w:val="right"/>
                  </w:pPr>
                  <w:r>
                    <w:t xml:space="preserve">3.1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266546">
                  <w:pPr>
                    <w:spacing w:line="32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266546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4)</w:t>
                  </w:r>
                </w:p>
                <w:p w:rsidR="00BD4378" w:rsidRDefault="00BD4378" w:rsidP="00266546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266546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266546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103.14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189" o:spid="_x0000_s1037" type="#_x0000_t61" style="position:absolute;margin-left:45.15pt;margin-top:3.55pt;width:138.9pt;height:139.3pt;z-index:251619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" adj="886,9839" fillcolor="#cff">
            <v:fill opacity="25443f"/>
            <v:textbox inset="3.6pt,,3.6pt">
              <w:txbxContent>
                <w:p w:rsidR="00BD4378" w:rsidRDefault="00BD4378" w:rsidP="00266546">
                  <w:pPr>
                    <w:spacing w:line="320" w:lineRule="exact"/>
                    <w:ind w:right="43"/>
                    <w:jc w:val="right"/>
                  </w:pPr>
                  <w:r>
                    <w:t xml:space="preserve">3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266546">
                  <w:pPr>
                    <w:spacing w:line="32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266546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BD4378" w:rsidRDefault="00BD4378" w:rsidP="00266546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12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266546">
                  <w:pPr>
                    <w:spacing w:line="320" w:lineRule="exact"/>
                    <w:ind w:right="43"/>
                    <w:jc w:val="right"/>
                  </w:pPr>
                  <w:r>
                    <w:t xml:space="preserve">100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266546">
                  <w:pPr>
                    <w:spacing w:line="32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266546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266546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103.04</w:t>
                  </w:r>
                </w:p>
              </w:txbxContent>
            </v:textbox>
            <w10:wrap type="square"/>
          </v:shape>
        </w:pict>
      </w:r>
    </w:p>
    <w:p w:rsidR="00266546" w:rsidRDefault="00266546" w:rsidP="00266546">
      <w:pPr>
        <w:pStyle w:val="ISM"/>
      </w:pPr>
    </w:p>
    <w:p w:rsidR="00266546" w:rsidRDefault="00266546" w:rsidP="00266546"/>
    <w:p w:rsidR="00266546" w:rsidRDefault="00266546" w:rsidP="00266546">
      <w:pPr>
        <w:pStyle w:val="ISM"/>
      </w:pPr>
    </w:p>
    <w:p w:rsidR="00266546" w:rsidRDefault="00266546" w:rsidP="00266546"/>
    <w:p w:rsidR="00266546" w:rsidRDefault="00266546" w:rsidP="00266546">
      <w:pPr>
        <w:pStyle w:val="ISM"/>
      </w:pPr>
    </w:p>
    <w:p w:rsidR="00266546" w:rsidRDefault="00266546" w:rsidP="00266546">
      <w:pPr>
        <w:pStyle w:val="ISM"/>
      </w:pPr>
    </w:p>
    <w:p w:rsidR="00266546" w:rsidRDefault="00266546" w:rsidP="00266546">
      <w:pPr>
        <w:pStyle w:val="ISM"/>
      </w:pPr>
    </w:p>
    <w:p w:rsidR="00266546" w:rsidRDefault="00266546" w:rsidP="00266546">
      <w:pPr>
        <w:pStyle w:val="ISM"/>
      </w:pPr>
    </w:p>
    <w:p w:rsidR="00266546" w:rsidRDefault="00266546" w:rsidP="00266546">
      <w:pPr>
        <w:pStyle w:val="ISM"/>
      </w:pPr>
    </w:p>
    <w:p w:rsidR="00266546" w:rsidRDefault="00266546" w:rsidP="00FC2C9B">
      <w:pPr>
        <w:pStyle w:val="ISM"/>
        <w:spacing w:after="120"/>
      </w:pPr>
    </w:p>
    <w:p w:rsidR="002A0AC9" w:rsidRDefault="002A0AC9" w:rsidP="00266546">
      <w:pPr>
        <w:pStyle w:val="ISM"/>
        <w:tabs>
          <w:tab w:val="left" w:pos="900"/>
          <w:tab w:val="left" w:pos="4320"/>
          <w:tab w:val="left" w:pos="4680"/>
        </w:tabs>
      </w:pPr>
    </w:p>
    <w:p w:rsidR="00266546" w:rsidRDefault="00266546" w:rsidP="00266546">
      <w:pPr>
        <w:pStyle w:val="ISM"/>
        <w:tabs>
          <w:tab w:val="left" w:pos="900"/>
          <w:tab w:val="left" w:pos="4320"/>
          <w:tab w:val="left" w:pos="4680"/>
        </w:tabs>
      </w:pPr>
      <w:r>
        <w:tab/>
      </w:r>
      <w:r>
        <w:tab/>
      </w:r>
      <w:proofErr w:type="gramStart"/>
      <w:r>
        <w:rPr>
          <w:i/>
          <w:iCs/>
        </w:rPr>
        <w:t>c</w:t>
      </w:r>
      <w:proofErr w:type="gramEnd"/>
      <w:r>
        <w:rPr>
          <w:i/>
          <w:iCs/>
        </w:rPr>
        <w:t>.</w:t>
      </w:r>
      <w:r>
        <w:tab/>
      </w:r>
      <w:r w:rsidR="00752792">
        <w:rPr>
          <w:rFonts w:ascii="Times New Roman" w:hAnsi="Times New Roman"/>
          <w:i/>
        </w:rPr>
        <w:t>j</w:t>
      </w:r>
      <w:r w:rsidR="00752792">
        <w:t xml:space="preserve"> = </w:t>
      </w:r>
      <w:r w:rsidR="00CE0847">
        <w:t>3</w:t>
      </w:r>
      <w:r w:rsidR="00752792">
        <w:t>.2%;</w:t>
      </w:r>
      <w:r w:rsidR="00752792" w:rsidRPr="00752792"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</w:rPr>
        <w:t>m</w:t>
      </w:r>
      <w:r>
        <w:t xml:space="preserve"> = </w:t>
      </w:r>
      <w:r w:rsidR="00752792">
        <w:t>2</w:t>
      </w:r>
      <w:r>
        <w:t xml:space="preserve">; </w:t>
      </w:r>
      <w:r>
        <w:rPr>
          <w:rFonts w:ascii="Times New Roman" w:hAnsi="Times New Roman"/>
          <w:i/>
          <w:iCs/>
        </w:rPr>
        <w:t xml:space="preserve">n </w:t>
      </w:r>
      <w:r>
        <w:t xml:space="preserve">= </w:t>
      </w:r>
      <w:r w:rsidR="00752792">
        <w:t>2</w:t>
      </w:r>
      <w:r>
        <w:t>(</w:t>
      </w:r>
      <w:r w:rsidR="00752792">
        <w:t>1</w:t>
      </w:r>
      <w:r>
        <w:t xml:space="preserve">) = </w:t>
      </w:r>
      <w:r w:rsidR="00752792">
        <w:t>2</w:t>
      </w:r>
      <w:r>
        <w:tab/>
      </w:r>
      <w:r>
        <w:tab/>
      </w:r>
      <w:r>
        <w:rPr>
          <w:i/>
          <w:iCs/>
        </w:rPr>
        <w:t>d.</w:t>
      </w:r>
      <w:r>
        <w:tab/>
      </w:r>
      <w:r w:rsidR="00752792">
        <w:rPr>
          <w:rFonts w:ascii="Times New Roman" w:hAnsi="Times New Roman"/>
          <w:i/>
        </w:rPr>
        <w:t>j</w:t>
      </w:r>
      <w:r w:rsidR="00752792">
        <w:t xml:space="preserve"> = </w:t>
      </w:r>
      <w:r w:rsidR="00CE0847">
        <w:t>3</w:t>
      </w:r>
      <w:r w:rsidR="00752792">
        <w:t>.3%;</w:t>
      </w:r>
      <w:r w:rsidR="00752792" w:rsidRPr="00752792"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</w:rPr>
        <w:t>m</w:t>
      </w:r>
      <w:r>
        <w:t xml:space="preserve"> = 1; </w:t>
      </w:r>
      <w:r>
        <w:rPr>
          <w:rFonts w:ascii="Times New Roman" w:hAnsi="Times New Roman"/>
          <w:i/>
          <w:iCs/>
        </w:rPr>
        <w:t xml:space="preserve">n </w:t>
      </w:r>
      <w:r>
        <w:t xml:space="preserve">= </w:t>
      </w:r>
      <w:r w:rsidR="00752792">
        <w:t>1</w:t>
      </w:r>
      <w:r>
        <w:t>(</w:t>
      </w:r>
      <w:r w:rsidR="00752792">
        <w:t>1</w:t>
      </w:r>
      <w:r>
        <w:t xml:space="preserve">) = </w:t>
      </w:r>
      <w:r w:rsidR="00752792">
        <w:t>1</w:t>
      </w:r>
    </w:p>
    <w:p w:rsidR="00266546" w:rsidRDefault="007523EF" w:rsidP="00266546">
      <w:pPr>
        <w:pStyle w:val="ISM"/>
      </w:pPr>
      <w:r>
        <w:rPr>
          <w:noProof/>
          <w:lang w:val="en-US"/>
        </w:rPr>
        <w:pict>
          <v:shape id="AutoShape 191" o:spid="_x0000_s1038" type="#_x0000_t61" style="position:absolute;margin-left:45.85pt;margin-top:5.85pt;width:131.2pt;height:119.75pt;z-index:251621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" adj="510,11445" fillcolor="#cff">
            <v:fill opacity="25443f"/>
            <v:textbox inset="3.6pt,,3.6pt">
              <w:txbxContent>
                <w:p w:rsidR="00BD4378" w:rsidRDefault="00BD4378" w:rsidP="00266546">
                  <w:pPr>
                    <w:spacing w:line="320" w:lineRule="exact"/>
                    <w:ind w:left="-90" w:right="43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>
                    <w:rPr>
                      <w:i/>
                    </w:rPr>
                    <w:t>PV</w:t>
                  </w:r>
                  <w:r w:rsidRPr="00F516C9">
                    <w:rPr>
                      <w:i/>
                    </w:rPr>
                    <w:t>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752792">
                  <w:pPr>
                    <w:spacing w:line="320" w:lineRule="exact"/>
                    <w:ind w:right="43"/>
                    <w:jc w:val="right"/>
                  </w:pPr>
                  <w:r>
                    <w:t xml:space="preserve">3.2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266546">
                  <w:pPr>
                    <w:spacing w:line="32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266546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BD4378" w:rsidRDefault="00BD4378" w:rsidP="00266546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266546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266546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103.23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192" o:spid="_x0000_s1039" type="#_x0000_t61" style="position:absolute;margin-left:255.85pt;margin-top:6.55pt;width:131.2pt;height:121.15pt;z-index:251622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" adj="576,14575" fillcolor="#cff">
            <v:fill opacity="25443f"/>
            <v:textbox inset="3.6pt,,3.6pt">
              <w:txbxContent>
                <w:p w:rsidR="00BD4378" w:rsidRDefault="00BD4378" w:rsidP="00266546">
                  <w:pPr>
                    <w:spacing w:line="320" w:lineRule="exact"/>
                    <w:ind w:left="-90" w:right="43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>
                    <w:rPr>
                      <w:i/>
                    </w:rPr>
                    <w:t>PV</w:t>
                  </w:r>
                  <w:r w:rsidRPr="00F516C9">
                    <w:rPr>
                      <w:i/>
                    </w:rPr>
                    <w:t>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752792">
                  <w:pPr>
                    <w:spacing w:line="320" w:lineRule="exact"/>
                    <w:ind w:right="43"/>
                    <w:jc w:val="right"/>
                  </w:pPr>
                  <w:r>
                    <w:t xml:space="preserve">3.3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B0B0D">
                  <w:pPr>
                    <w:spacing w:line="32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266546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BD4378" w:rsidRDefault="00BD4378" w:rsidP="00266546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266546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266546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103.30</w:t>
                  </w:r>
                </w:p>
              </w:txbxContent>
            </v:textbox>
            <w10:wrap type="square"/>
          </v:shape>
        </w:pict>
      </w:r>
    </w:p>
    <w:p w:rsidR="00266546" w:rsidRDefault="00266546" w:rsidP="00266546">
      <w:pPr>
        <w:pStyle w:val="ISM"/>
      </w:pPr>
    </w:p>
    <w:p w:rsidR="00266546" w:rsidRDefault="00266546" w:rsidP="00266546"/>
    <w:p w:rsidR="00266546" w:rsidRDefault="00266546" w:rsidP="00266546">
      <w:pPr>
        <w:pStyle w:val="ISM"/>
      </w:pPr>
    </w:p>
    <w:p w:rsidR="00266546" w:rsidRDefault="00266546" w:rsidP="00266546">
      <w:pPr>
        <w:pStyle w:val="ISM"/>
      </w:pPr>
    </w:p>
    <w:p w:rsidR="00266546" w:rsidRDefault="00266546" w:rsidP="00266546">
      <w:pPr>
        <w:pStyle w:val="ISM"/>
      </w:pPr>
    </w:p>
    <w:p w:rsidR="00266546" w:rsidRDefault="00266546" w:rsidP="00266546">
      <w:pPr>
        <w:pStyle w:val="ISM"/>
      </w:pPr>
    </w:p>
    <w:p w:rsidR="00266546" w:rsidRDefault="00266546" w:rsidP="00266546">
      <w:pPr>
        <w:pStyle w:val="ISM"/>
      </w:pPr>
    </w:p>
    <w:p w:rsidR="00FC2C9B" w:rsidRDefault="00FC2C9B" w:rsidP="00266546">
      <w:pPr>
        <w:pStyle w:val="ISM"/>
      </w:pPr>
    </w:p>
    <w:p w:rsidR="00FC2C9B" w:rsidRDefault="00FC2C9B" w:rsidP="00FC2C9B">
      <w:pPr>
        <w:pStyle w:val="ISM"/>
        <w:spacing w:after="120"/>
      </w:pPr>
    </w:p>
    <w:p w:rsidR="00FC2C9B" w:rsidRDefault="00FC2C9B" w:rsidP="00266546">
      <w:pPr>
        <w:pStyle w:val="ISM"/>
      </w:pPr>
      <w:r>
        <w:tab/>
      </w:r>
      <w:r>
        <w:tab/>
        <w:t xml:space="preserve">The investor would prefer </w:t>
      </w:r>
      <w:r w:rsidR="00CE0847">
        <w:rPr>
          <w:u w:val="double"/>
        </w:rPr>
        <w:t>3</w:t>
      </w:r>
      <w:r w:rsidRPr="00FC2C9B">
        <w:rPr>
          <w:u w:val="double"/>
        </w:rPr>
        <w:t>.</w:t>
      </w:r>
      <w:r w:rsidR="00CE0847">
        <w:rPr>
          <w:u w:val="double"/>
        </w:rPr>
        <w:t>3</w:t>
      </w:r>
      <w:r w:rsidRPr="00FC2C9B">
        <w:rPr>
          <w:u w:val="double"/>
        </w:rPr>
        <w:t xml:space="preserve">% </w:t>
      </w:r>
      <w:r w:rsidRPr="00FC2C9B">
        <w:rPr>
          <w:spacing w:val="-2"/>
          <w:u w:val="double"/>
        </w:rPr>
        <w:t>compounded annually</w:t>
      </w:r>
      <w:r>
        <w:rPr>
          <w:spacing w:val="-2"/>
        </w:rPr>
        <w:t xml:space="preserve"> </w:t>
      </w:r>
      <w:r>
        <w:t xml:space="preserve">because it </w:t>
      </w:r>
    </w:p>
    <w:p w:rsidR="00FC2C9B" w:rsidRDefault="00FC2C9B" w:rsidP="00266546">
      <w:pPr>
        <w:pStyle w:val="ISM"/>
      </w:pPr>
      <w:r>
        <w:tab/>
      </w:r>
      <w:r>
        <w:tab/>
        <w:t xml:space="preserve">produces the highest </w:t>
      </w:r>
      <w:r>
        <w:rPr>
          <w:spacing w:val="-2"/>
        </w:rPr>
        <w:t>maturity value.</w:t>
      </w:r>
    </w:p>
    <w:p w:rsidR="0025676D" w:rsidRDefault="0025676D" w:rsidP="00BC5284">
      <w:pPr>
        <w:pStyle w:val="ISM"/>
      </w:pPr>
    </w:p>
    <w:p w:rsidR="00BC5284" w:rsidRDefault="007523EF" w:rsidP="00BC5284">
      <w:pPr>
        <w:pStyle w:val="ISM"/>
      </w:pPr>
      <w:r>
        <w:rPr>
          <w:noProof/>
          <w:lang w:val="en-US"/>
        </w:rPr>
        <w:pict>
          <v:shape id="AutoShape 19" o:spid="_x0000_s1040" type="#_x0000_t61" style="position:absolute;margin-left:316.05pt;margin-top:2.2pt;width:131.2pt;height:137.05pt;z-index:251566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" adj="49,6785" fillcolor="#cff">
            <v:fill opacity="25443f"/>
            <v:textbox inset="3.6pt,,3.6pt">
              <w:txbxContent>
                <w:p w:rsidR="00BD4378" w:rsidRDefault="00BD4378" w:rsidP="00EB0B0D">
                  <w:pPr>
                    <w:spacing w:line="320" w:lineRule="exact"/>
                    <w:ind w:right="43"/>
                    <w:jc w:val="right"/>
                  </w:pPr>
                  <w:r>
                    <w:t xml:space="preserve">7.2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B0B0D">
                  <w:pPr>
                    <w:spacing w:line="32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EB0B0D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4)</w:t>
                  </w:r>
                </w:p>
                <w:p w:rsidR="00BD4378" w:rsidRDefault="00BD4378" w:rsidP="00EB0B0D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6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B0B0D">
                  <w:pPr>
                    <w:spacing w:line="320" w:lineRule="exact"/>
                    <w:ind w:right="43"/>
                    <w:jc w:val="right"/>
                  </w:pPr>
                  <w:r>
                    <w:t xml:space="preserve">12000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B0B0D">
                  <w:pPr>
                    <w:spacing w:line="32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B0B0D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B0B0D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-13,355.74</w:t>
                  </w:r>
                </w:p>
              </w:txbxContent>
            </v:textbox>
            <w10:wrap type="square"/>
          </v:shape>
        </w:pict>
      </w:r>
      <w:r w:rsidR="00BC5284">
        <w:tab/>
      </w:r>
      <w:r w:rsidR="001F225B">
        <w:t>11</w:t>
      </w:r>
      <w:r w:rsidR="00BC5284">
        <w:t>.</w:t>
      </w:r>
      <w:r w:rsidR="00BC5284">
        <w:tab/>
        <w:t xml:space="preserve">Given: </w:t>
      </w:r>
      <w:r w:rsidR="00BC5284">
        <w:rPr>
          <w:rFonts w:ascii="Times New Roman" w:hAnsi="Times New Roman"/>
          <w:i/>
        </w:rPr>
        <w:t>PV</w:t>
      </w:r>
      <w:r w:rsidR="00BC5284">
        <w:t xml:space="preserve"> = $12,000; Term = 18 months = 1.5 years;</w:t>
      </w:r>
    </w:p>
    <w:p w:rsidR="00BC5284" w:rsidRDefault="00BC5284" w:rsidP="00BC5284">
      <w:pPr>
        <w:pStyle w:val="ISM"/>
        <w:ind w:firstLine="1260"/>
      </w:pPr>
      <w:r>
        <w:rPr>
          <w:rFonts w:ascii="Times New Roman" w:hAnsi="Times New Roman"/>
          <w:i/>
        </w:rPr>
        <w:t xml:space="preserve">j </w:t>
      </w:r>
      <w:r>
        <w:t xml:space="preserve">= 7.2%; </w:t>
      </w:r>
      <w:r>
        <w:rPr>
          <w:rFonts w:ascii="Times New Roman" w:hAnsi="Times New Roman"/>
          <w:i/>
        </w:rPr>
        <w:t xml:space="preserve">m </w:t>
      </w:r>
      <w:r>
        <w:t xml:space="preserve">= 4 </w:t>
      </w:r>
    </w:p>
    <w:p w:rsidR="00BC5284" w:rsidRDefault="00BC5284" w:rsidP="00BC5284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n</w:t>
      </w:r>
      <w:r>
        <w:t xml:space="preserve"> = </w:t>
      </w:r>
      <w:r>
        <w:rPr>
          <w:rFonts w:ascii="Times New Roman" w:hAnsi="Times New Roman"/>
          <w:i/>
        </w:rPr>
        <w:t>m</w:t>
      </w:r>
      <w:r>
        <w:t>(Term) = 4(1.5) = 6 compounding periods</w:t>
      </w:r>
    </w:p>
    <w:p w:rsidR="00BC5284" w:rsidRDefault="00BC5284" w:rsidP="00BC5284">
      <w:pPr>
        <w:pStyle w:val="ISM"/>
        <w:rPr>
          <w:u w:val="double"/>
        </w:rPr>
      </w:pPr>
      <w:r>
        <w:tab/>
      </w:r>
      <w:r>
        <w:tab/>
        <w:t xml:space="preserve">Maturity value, </w:t>
      </w:r>
      <w:r>
        <w:rPr>
          <w:rFonts w:ascii="Times New Roman" w:hAnsi="Times New Roman"/>
          <w:i/>
        </w:rPr>
        <w:t xml:space="preserve">FV </w:t>
      </w:r>
      <w:r>
        <w:t xml:space="preserve">= </w:t>
      </w:r>
      <w:r>
        <w:rPr>
          <w:u w:val="double"/>
        </w:rPr>
        <w:t>$13,355.74</w:t>
      </w:r>
    </w:p>
    <w:p w:rsidR="00BC5284" w:rsidRDefault="00BC5284" w:rsidP="00BC5284">
      <w:pPr>
        <w:pStyle w:val="ISM"/>
      </w:pPr>
      <w:r>
        <w:tab/>
      </w:r>
      <w:r>
        <w:tab/>
        <w:t xml:space="preserve">Interest charged = </w:t>
      </w:r>
      <w:r>
        <w:rPr>
          <w:rFonts w:ascii="Times New Roman" w:hAnsi="Times New Roman"/>
          <w:i/>
        </w:rPr>
        <w:t>FV</w:t>
      </w:r>
      <w:r>
        <w:t xml:space="preserve"> – </w:t>
      </w:r>
      <w:r>
        <w:rPr>
          <w:rFonts w:ascii="Times New Roman" w:hAnsi="Times New Roman"/>
          <w:i/>
        </w:rPr>
        <w:t>PV</w:t>
      </w:r>
      <w:r>
        <w:t xml:space="preserve"> </w:t>
      </w:r>
    </w:p>
    <w:p w:rsidR="00BC5284" w:rsidRDefault="00BC5284" w:rsidP="00BC5284">
      <w:pPr>
        <w:pStyle w:val="ISM"/>
        <w:ind w:firstLine="2070"/>
      </w:pPr>
      <w:r>
        <w:t xml:space="preserve">  = $</w:t>
      </w:r>
      <w:r w:rsidRPr="00592CCA">
        <w:t xml:space="preserve">13,355.74 </w:t>
      </w:r>
      <w:r>
        <w:t>– $12,000</w:t>
      </w:r>
    </w:p>
    <w:p w:rsidR="00BC5284" w:rsidRDefault="00BC5284" w:rsidP="00BC5284">
      <w:pPr>
        <w:pStyle w:val="ISM"/>
        <w:ind w:firstLine="2070"/>
        <w:rPr>
          <w:u w:val="double"/>
        </w:rPr>
      </w:pPr>
      <w:r>
        <w:t xml:space="preserve">  = </w:t>
      </w:r>
      <w:r>
        <w:rPr>
          <w:u w:val="double"/>
        </w:rPr>
        <w:t>$1355.74</w:t>
      </w: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/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  <w:r>
        <w:lastRenderedPageBreak/>
        <w:tab/>
        <w:t>1</w:t>
      </w:r>
      <w:r w:rsidR="00266546">
        <w:t>3</w:t>
      </w:r>
      <w:r>
        <w:t>.</w:t>
      </w:r>
      <w:r>
        <w:tab/>
        <w:t xml:space="preserve">Given: </w:t>
      </w:r>
      <w:r>
        <w:rPr>
          <w:rFonts w:ascii="Times New Roman" w:hAnsi="Times New Roman"/>
          <w:i/>
        </w:rPr>
        <w:t xml:space="preserve">PV </w:t>
      </w:r>
      <w:r>
        <w:t>= $10,000; Term = 25 years</w:t>
      </w:r>
    </w:p>
    <w:p w:rsidR="00BC5284" w:rsidRDefault="00BC5284" w:rsidP="00BC5284">
      <w:pPr>
        <w:pStyle w:val="ISM"/>
        <w:tabs>
          <w:tab w:val="left" w:pos="4320"/>
          <w:tab w:val="left" w:pos="4680"/>
        </w:tabs>
        <w:spacing w:after="120"/>
      </w:pPr>
      <w:r>
        <w:tab/>
      </w:r>
      <w:r>
        <w:tab/>
      </w:r>
      <w:r>
        <w:rPr>
          <w:u w:val="single"/>
        </w:rPr>
        <w:t xml:space="preserve">Maturity value at </w:t>
      </w:r>
      <w:r>
        <w:rPr>
          <w:rFonts w:ascii="Times New Roman" w:hAnsi="Times New Roman"/>
          <w:i/>
          <w:u w:val="single"/>
        </w:rPr>
        <w:t>j</w:t>
      </w:r>
      <w:r>
        <w:rPr>
          <w:u w:val="single"/>
        </w:rPr>
        <w:t xml:space="preserve"> = </w:t>
      </w:r>
      <w:r w:rsidR="00B96C71">
        <w:rPr>
          <w:u w:val="single"/>
        </w:rPr>
        <w:t>5</w:t>
      </w:r>
      <w:r>
        <w:rPr>
          <w:u w:val="single"/>
        </w:rPr>
        <w:t xml:space="preserve">%, </w:t>
      </w:r>
      <w:r>
        <w:rPr>
          <w:rFonts w:ascii="Times New Roman" w:hAnsi="Times New Roman"/>
          <w:i/>
          <w:u w:val="single"/>
        </w:rPr>
        <w:t>m</w:t>
      </w:r>
      <w:r>
        <w:rPr>
          <w:u w:val="single"/>
        </w:rPr>
        <w:t xml:space="preserve"> = 1:</w:t>
      </w:r>
      <w:r>
        <w:t xml:space="preserve"> </w:t>
      </w:r>
      <w:r>
        <w:tab/>
      </w:r>
      <w:r>
        <w:tab/>
      </w:r>
      <w:r>
        <w:rPr>
          <w:u w:val="single"/>
        </w:rPr>
        <w:t xml:space="preserve">Maturity value at </w:t>
      </w:r>
      <w:r>
        <w:rPr>
          <w:rFonts w:ascii="Times New Roman" w:hAnsi="Times New Roman"/>
          <w:u w:val="single"/>
        </w:rPr>
        <w:t>j</w:t>
      </w:r>
      <w:r>
        <w:rPr>
          <w:u w:val="single"/>
        </w:rPr>
        <w:t xml:space="preserve"> = </w:t>
      </w:r>
      <w:r w:rsidR="00B96C71">
        <w:rPr>
          <w:u w:val="single"/>
        </w:rPr>
        <w:t>4</w:t>
      </w:r>
      <w:r>
        <w:rPr>
          <w:u w:val="single"/>
        </w:rPr>
        <w:t xml:space="preserve">%, </w:t>
      </w:r>
      <w:r w:rsidRPr="002A2E2C">
        <w:rPr>
          <w:rFonts w:ascii="Times New Roman" w:hAnsi="Times New Roman"/>
          <w:i/>
          <w:u w:val="single"/>
        </w:rPr>
        <w:t>m</w:t>
      </w:r>
      <w:r>
        <w:rPr>
          <w:u w:val="single"/>
        </w:rPr>
        <w:t xml:space="preserve"> = 1:</w:t>
      </w:r>
    </w:p>
    <w:p w:rsidR="00BC5284" w:rsidRDefault="007523EF" w:rsidP="00BC5284">
      <w:pPr>
        <w:pStyle w:val="ISM"/>
      </w:pPr>
      <w:r>
        <w:rPr>
          <w:noProof/>
          <w:lang w:val="en-US"/>
        </w:rPr>
        <w:pict>
          <v:shape id="AutoShape 20" o:spid="_x0000_s1041" type="#_x0000_t61" style="position:absolute;margin-left:31.15pt;margin-top:2.9pt;width:131.2pt;height:136.7pt;z-index:251567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" adj="148,10310" fillcolor="#cff">
            <v:fill opacity="25443f"/>
            <v:textbox inset="3.6pt,,3.6pt">
              <w:txbxContent>
                <w:p w:rsidR="00BD4378" w:rsidRDefault="00BD4378" w:rsidP="00B02323">
                  <w:pPr>
                    <w:spacing w:line="320" w:lineRule="exact"/>
                    <w:ind w:right="43"/>
                    <w:jc w:val="right"/>
                  </w:pPr>
                  <w:r>
                    <w:t xml:space="preserve">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B02323">
                  <w:pPr>
                    <w:spacing w:line="32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B02323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BD4378" w:rsidRDefault="00BD4378" w:rsidP="00B02323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B02323">
                  <w:pPr>
                    <w:spacing w:line="320" w:lineRule="exact"/>
                    <w:ind w:right="43"/>
                    <w:jc w:val="right"/>
                  </w:pPr>
                  <w:r>
                    <w:t xml:space="preserve">10000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B02323">
                  <w:pPr>
                    <w:spacing w:line="32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B02323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C5284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33,863.55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1" o:spid="_x0000_s1042" type="#_x0000_t61" style="position:absolute;margin-left:236.95pt;margin-top:4.25pt;width:131.2pt;height:91.95pt;z-index:251568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" adj="148,15046" fillcolor="#cff">
            <v:fill opacity="25443f"/>
            <v:textbox inset="3.6pt,,3.6pt">
              <w:txbxContent>
                <w:p w:rsidR="00BD4378" w:rsidRDefault="00BD4378" w:rsidP="002A7525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P/Y, C/Y</w:t>
                  </w:r>
                  <w:r>
                    <w:rPr>
                      <w:i/>
                    </w:rPr>
                    <w:t xml:space="preserve"> </w:t>
                  </w:r>
                </w:p>
                <w:p w:rsidR="00BD4378" w:rsidRDefault="00BD4378" w:rsidP="002A7525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>N</w:t>
                  </w:r>
                  <w:r w:rsidRPr="00F516C9">
                    <w:rPr>
                      <w:i/>
                    </w:rPr>
                    <w:t>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PV, PMT</w:t>
                  </w:r>
                  <w:r>
                    <w:t>,</w:t>
                  </w:r>
                </w:p>
                <w:p w:rsidR="00BD4378" w:rsidRDefault="00BD4378" w:rsidP="002A7525">
                  <w:pPr>
                    <w:spacing w:line="320" w:lineRule="exact"/>
                    <w:ind w:right="43"/>
                    <w:jc w:val="right"/>
                  </w:pPr>
                  <w:r>
                    <w:t xml:space="preserve">4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2A7525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2A7525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26,658.36</w:t>
                  </w:r>
                </w:p>
              </w:txbxContent>
            </v:textbox>
            <w10:wrap type="square"/>
          </v:shape>
        </w:pict>
      </w:r>
    </w:p>
    <w:p w:rsidR="00BC5284" w:rsidRDefault="00BC5284" w:rsidP="00BC5284"/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FC2C9B" w:rsidRDefault="00FC2C9B" w:rsidP="00BC5284">
      <w:pPr>
        <w:pStyle w:val="ISM"/>
      </w:pPr>
    </w:p>
    <w:p w:rsidR="00FC2C9B" w:rsidRDefault="007523EF" w:rsidP="00BC5284">
      <w:pPr>
        <w:pStyle w:val="ISM"/>
      </w:pPr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43" type="#_x0000_t202" style="position:absolute;margin-left:180.95pt;margin-top:6.2pt;width:283.5pt;height:60.9pt;z-index:251557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" stroked="f">
            <v:textbox inset="3.6pt,0,3.6pt,0">
              <w:txbxContent>
                <w:p w:rsidR="00BD4378" w:rsidRDefault="00BD4378" w:rsidP="00BC5284">
                  <w:pPr>
                    <w:rPr>
                      <w:u w:val="double"/>
                    </w:rPr>
                  </w:pPr>
                  <w:r>
                    <w:t xml:space="preserve">The difference is $33,863.55 </w:t>
                  </w:r>
                  <w:r>
                    <w:sym w:font="Symbol" w:char="F02D"/>
                  </w:r>
                  <w:r>
                    <w:t xml:space="preserve"> $26,658.36 = </w:t>
                  </w:r>
                  <w:r>
                    <w:rPr>
                      <w:u w:val="double"/>
                    </w:rPr>
                    <w:t>$7205.19</w:t>
                  </w:r>
                </w:p>
                <w:p w:rsidR="00BD4378" w:rsidRDefault="00BD4378" w:rsidP="00BC5284">
                  <w:proofErr w:type="gramStart"/>
                  <w:r>
                    <w:t>which</w:t>
                  </w:r>
                  <w:proofErr w:type="gramEnd"/>
                  <w:r>
                    <w:t xml:space="preserve"> is </w:t>
                  </w:r>
                  <w:r w:rsidRPr="00B96C71">
                    <w:rPr>
                      <w:position w:val="-28"/>
                    </w:rPr>
                    <w:object w:dxaOrig="1180" w:dyaOrig="660">
                      <v:shape id="_x0000_i1378" type="#_x0000_t75" style="width:59.75pt;height:33.3pt" o:ole="">
                        <v:imagedata r:id="rId342" o:title=""/>
                      </v:shape>
                      <o:OLEObject Type="Embed" ProgID="Equation.3" ShapeID="_x0000_i1378" DrawAspect="Content" ObjectID="_1654971402" r:id="rId343"/>
                    </w:object>
                  </w:r>
                  <w:r>
                    <w:rPr>
                      <w:sz w:val="28"/>
                    </w:rPr>
                    <w:sym w:font="Symbol" w:char="F0B4"/>
                  </w:r>
                  <w:r>
                    <w:t xml:space="preserve">100% = </w:t>
                  </w:r>
                  <w:r>
                    <w:rPr>
                      <w:u w:val="double"/>
                    </w:rPr>
                    <w:t>27.03%</w:t>
                  </w:r>
                  <w:r>
                    <w:t xml:space="preserve"> of the maturity </w:t>
                  </w:r>
                </w:p>
                <w:p w:rsidR="00BD4378" w:rsidRDefault="00BD4378" w:rsidP="00BC5284">
                  <w:r>
                    <w:t xml:space="preserve">value at 4% </w:t>
                  </w:r>
                  <w:r>
                    <w:rPr>
                      <w:spacing w:val="-2"/>
                    </w:rPr>
                    <w:t>compounded annually.</w:t>
                  </w:r>
                </w:p>
              </w:txbxContent>
            </v:textbox>
          </v:shape>
        </w:pict>
      </w:r>
    </w:p>
    <w:p w:rsidR="00FC2C9B" w:rsidRDefault="00FC2C9B" w:rsidP="00BC5284">
      <w:pPr>
        <w:pStyle w:val="ISM"/>
      </w:pPr>
    </w:p>
    <w:p w:rsidR="00FC2C9B" w:rsidRDefault="00FC2C9B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2A7525">
      <w:pPr>
        <w:pStyle w:val="ISM"/>
        <w:spacing w:after="120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  <w:r>
        <w:tab/>
        <w:t>1</w:t>
      </w:r>
      <w:r w:rsidR="00600818">
        <w:t>5</w:t>
      </w:r>
      <w:r>
        <w:t>.</w:t>
      </w:r>
      <w:r>
        <w:tab/>
        <w:t xml:space="preserve">Given: </w:t>
      </w:r>
      <w:r>
        <w:rPr>
          <w:rFonts w:ascii="Times New Roman" w:hAnsi="Times New Roman"/>
          <w:i/>
        </w:rPr>
        <w:t xml:space="preserve">PV </w:t>
      </w:r>
      <w:r>
        <w:t xml:space="preserve">= $10,000; </w:t>
      </w:r>
      <w:r>
        <w:rPr>
          <w:rFonts w:ascii="Times New Roman" w:hAnsi="Times New Roman"/>
          <w:i/>
        </w:rPr>
        <w:t>j</w:t>
      </w:r>
      <w:r>
        <w:t xml:space="preserve"> = </w:t>
      </w:r>
      <w:r w:rsidR="00950C3C">
        <w:t>5</w:t>
      </w:r>
      <w:r>
        <w:t xml:space="preserve">%, </w:t>
      </w:r>
      <w:r>
        <w:rPr>
          <w:rFonts w:ascii="Times New Roman" w:hAnsi="Times New Roman"/>
          <w:i/>
        </w:rPr>
        <w:t>m</w:t>
      </w:r>
      <w:r>
        <w:t xml:space="preserve"> = 1</w:t>
      </w:r>
    </w:p>
    <w:p w:rsidR="00BC5284" w:rsidRDefault="00BC5284" w:rsidP="00BC5284">
      <w:pPr>
        <w:pStyle w:val="ISM"/>
        <w:tabs>
          <w:tab w:val="left" w:pos="4320"/>
          <w:tab w:val="left" w:pos="4680"/>
        </w:tabs>
      </w:pPr>
      <w:r>
        <w:tab/>
      </w:r>
      <w:r>
        <w:tab/>
      </w:r>
      <w:r>
        <w:rPr>
          <w:u w:val="single"/>
        </w:rPr>
        <w:t>Maturity value after 25 years:</w:t>
      </w:r>
      <w:r>
        <w:t xml:space="preserve"> </w:t>
      </w:r>
      <w:r>
        <w:tab/>
      </w:r>
      <w:r>
        <w:tab/>
      </w:r>
      <w:r>
        <w:rPr>
          <w:u w:val="single"/>
        </w:rPr>
        <w:t>Maturity value after 20 years:</w:t>
      </w:r>
    </w:p>
    <w:p w:rsidR="00BC5284" w:rsidRDefault="007523EF" w:rsidP="00BC5284">
      <w:pPr>
        <w:pStyle w:val="ISM"/>
      </w:pPr>
      <w:r>
        <w:rPr>
          <w:noProof/>
          <w:lang w:val="en-US"/>
        </w:rPr>
        <w:pict>
          <v:shape id="AutoShape 22" o:spid="_x0000_s1044" type="#_x0000_t61" style="position:absolute;margin-left:39.55pt;margin-top:7.2pt;width:126.5pt;height:130.45pt;z-index:251569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" adj="0,9910" fillcolor="#cff">
            <v:fill opacity="25443f"/>
            <v:textbox inset="3.6pt,,3.6pt">
              <w:txbxContent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</w:pPr>
                  <w:r>
                    <w:t xml:space="preserve">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CA55E0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</w:pPr>
                  <w:r>
                    <w:t xml:space="preserve">10000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CA55E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33,863.55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3" o:spid="_x0000_s1045" type="#_x0000_t61" style="position:absolute;margin-left:250.95pt;margin-top:7.2pt;width:116.5pt;height:81.9pt;z-index:251570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" adj="445,16734" fillcolor="#cff">
            <v:fill opacity="25443f"/>
            <v:textbox inset="3.6pt,,3.6pt">
              <w:txbxContent>
                <w:p w:rsidR="00BD4378" w:rsidRDefault="00BD4378" w:rsidP="00CA55E0">
                  <w:pPr>
                    <w:spacing w:line="260" w:lineRule="exact"/>
                    <w:ind w:left="-86" w:right="43"/>
                    <w:jc w:val="right"/>
                    <w:rPr>
                      <w:i/>
                      <w:iCs/>
                    </w:rPr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Pr="00E71C85" w:rsidRDefault="00BD4378" w:rsidP="00CA55E0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PV</w:t>
                  </w:r>
                  <w:r>
                    <w:t xml:space="preserve">, </w:t>
                  </w:r>
                  <w:r>
                    <w:rPr>
                      <w:i/>
                      <w:iCs/>
                    </w:rPr>
                    <w:t xml:space="preserve">PMT </w:t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CA55E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26,532.98</w:t>
                  </w:r>
                </w:p>
              </w:txbxContent>
            </v:textbox>
            <w10:wrap type="square"/>
          </v:shape>
        </w:pict>
      </w: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7523EF" w:rsidP="00BC5284">
      <w:pPr>
        <w:pStyle w:val="ISM"/>
      </w:pPr>
      <w:r>
        <w:rPr>
          <w:noProof/>
          <w:lang w:val="en-US"/>
        </w:rPr>
        <w:pict>
          <v:shape id="Text Box 8" o:spid="_x0000_s1046" type="#_x0000_t202" style="position:absolute;margin-left:169.55pt;margin-top:5pt;width:285.1pt;height:58.9pt;z-index:251558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" stroked="f">
            <v:textbox inset="3.6pt,0,3.6pt,0">
              <w:txbxContent>
                <w:p w:rsidR="00BD4378" w:rsidRDefault="00BD4378" w:rsidP="00BC5284">
                  <w:pPr>
                    <w:rPr>
                      <w:u w:val="double"/>
                    </w:rPr>
                  </w:pPr>
                  <w:r>
                    <w:t xml:space="preserve">The difference is $33,863.55 </w:t>
                  </w:r>
                  <w:r>
                    <w:sym w:font="Symbol" w:char="F02D"/>
                  </w:r>
                  <w:r>
                    <w:t xml:space="preserve"> $26,532.98 = </w:t>
                  </w:r>
                  <w:r>
                    <w:rPr>
                      <w:u w:val="double"/>
                    </w:rPr>
                    <w:t>$7330.57</w:t>
                  </w:r>
                </w:p>
                <w:p w:rsidR="00BD4378" w:rsidRDefault="00BD4378" w:rsidP="00BC5284">
                  <w:r>
                    <w:t xml:space="preserve"> </w:t>
                  </w:r>
                  <w:proofErr w:type="gramStart"/>
                  <w:r>
                    <w:t>which</w:t>
                  </w:r>
                  <w:proofErr w:type="gramEnd"/>
                  <w:r>
                    <w:t xml:space="preserve"> is </w:t>
                  </w:r>
                  <w:r w:rsidRPr="00950C3C">
                    <w:rPr>
                      <w:position w:val="-28"/>
                    </w:rPr>
                    <w:object w:dxaOrig="1180" w:dyaOrig="660">
                      <v:shape id="_x0000_i1379" type="#_x0000_t75" style="width:58.4pt;height:33.3pt" o:ole="" fillcolor="window">
                        <v:imagedata r:id="rId344" o:title=""/>
                      </v:shape>
                      <o:OLEObject Type="Embed" ProgID="Equation.3" ShapeID="_x0000_i1379" DrawAspect="Content" ObjectID="_1654971403" r:id="rId345"/>
                    </w:object>
                  </w:r>
                  <w:r>
                    <w:rPr>
                      <w:sz w:val="28"/>
                    </w:rPr>
                    <w:sym w:font="Symbol" w:char="F0B4"/>
                  </w:r>
                  <w:r>
                    <w:t xml:space="preserve">100% = </w:t>
                  </w:r>
                  <w:r>
                    <w:rPr>
                      <w:u w:val="double"/>
                    </w:rPr>
                    <w:t>27.63%</w:t>
                  </w:r>
                  <w:r>
                    <w:t xml:space="preserve"> of the amount </w:t>
                  </w:r>
                </w:p>
                <w:p w:rsidR="00BD4378" w:rsidRDefault="00BD4378" w:rsidP="00BC5284">
                  <w:r>
                    <w:t xml:space="preserve"> after 20 years.</w:t>
                  </w:r>
                </w:p>
              </w:txbxContent>
            </v:textbox>
          </v:shape>
        </w:pict>
      </w: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FC2C9B">
      <w:pPr>
        <w:pStyle w:val="ISM"/>
      </w:pPr>
    </w:p>
    <w:p w:rsidR="00FC2C9B" w:rsidRDefault="007523EF" w:rsidP="00FC2C9B">
      <w:pPr>
        <w:pStyle w:val="ISM"/>
      </w:pPr>
      <w:r>
        <w:rPr>
          <w:noProof/>
          <w:lang w:val="en-US"/>
        </w:rPr>
        <w:pict>
          <v:shape id="AutoShape 24" o:spid="_x0000_s1047" type="#_x0000_t61" style="position:absolute;margin-left:331.45pt;margin-top:10pt;width:127.4pt;height:137pt;z-index:251571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" adj="2628,512" fillcolor="#cff">
            <v:fill opacity="25443f"/>
            <v:textbox inset="3.6pt,,3.6pt">
              <w:txbxContent>
                <w:p w:rsidR="00BD4378" w:rsidRDefault="00BD4378" w:rsidP="00EB0B0D">
                  <w:pPr>
                    <w:spacing w:line="320" w:lineRule="exact"/>
                    <w:ind w:right="42"/>
                    <w:jc w:val="right"/>
                  </w:pPr>
                  <w:r>
                    <w:t xml:space="preserve">8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B0B0D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EB0B0D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BD4378" w:rsidRDefault="00BD4378" w:rsidP="00EB0B0D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B0B0D">
                  <w:pPr>
                    <w:spacing w:line="320" w:lineRule="exact"/>
                    <w:ind w:right="42"/>
                    <w:jc w:val="right"/>
                  </w:pPr>
                  <w:r>
                    <w:t xml:space="preserve">1000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B0B0D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B0B0D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C5284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4660.96</w:t>
                  </w:r>
                </w:p>
              </w:txbxContent>
            </v:textbox>
            <w10:wrap type="square"/>
          </v:shape>
        </w:pict>
      </w:r>
    </w:p>
    <w:p w:rsidR="00BC5284" w:rsidRDefault="00BC5284" w:rsidP="00BC5284">
      <w:pPr>
        <w:pStyle w:val="ISM"/>
      </w:pPr>
      <w:r>
        <w:tab/>
        <w:t>1</w:t>
      </w:r>
      <w:r w:rsidR="00600818">
        <w:t>7</w:t>
      </w:r>
      <w:r>
        <w:t>.</w:t>
      </w:r>
      <w:r>
        <w:tab/>
        <w:t xml:space="preserve">The solution for the case </w:t>
      </w:r>
      <w:r>
        <w:rPr>
          <w:rFonts w:ascii="Times New Roman" w:hAnsi="Times New Roman"/>
          <w:i/>
        </w:rPr>
        <w:t>PV</w:t>
      </w:r>
      <w:r>
        <w:t xml:space="preserve"> = $1000, </w:t>
      </w:r>
      <w:r>
        <w:rPr>
          <w:rFonts w:ascii="Times New Roman" w:hAnsi="Times New Roman"/>
          <w:i/>
        </w:rPr>
        <w:t>j</w:t>
      </w:r>
      <w:r>
        <w:t xml:space="preserve"> = 8%, </w:t>
      </w:r>
      <w:r>
        <w:rPr>
          <w:rFonts w:ascii="Times New Roman" w:hAnsi="Times New Roman"/>
          <w:i/>
        </w:rPr>
        <w:t>m</w:t>
      </w:r>
      <w:r>
        <w:t xml:space="preserve"> = 1, </w:t>
      </w:r>
    </w:p>
    <w:p w:rsidR="00BC5284" w:rsidRDefault="00BC5284" w:rsidP="00BC5284">
      <w:pPr>
        <w:pStyle w:val="ISM"/>
      </w:pPr>
      <w:r>
        <w:tab/>
      </w:r>
      <w:r>
        <w:tab/>
        <w:t xml:space="preserve">and </w:t>
      </w:r>
      <w:r>
        <w:rPr>
          <w:rFonts w:ascii="Times New Roman" w:hAnsi="Times New Roman"/>
          <w:i/>
        </w:rPr>
        <w:t>n</w:t>
      </w:r>
      <w:r>
        <w:t xml:space="preserve"> = 1(20) = 20 is presented in the box to the right.</w:t>
      </w:r>
    </w:p>
    <w:p w:rsidR="00BC5284" w:rsidRDefault="00BC5284" w:rsidP="00BC5284">
      <w:pPr>
        <w:pStyle w:val="ISM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530"/>
        <w:gridCol w:w="1440"/>
        <w:gridCol w:w="1440"/>
        <w:gridCol w:w="1440"/>
      </w:tblGrid>
      <w:tr w:rsidR="00BC5284" w:rsidTr="000F0958">
        <w:tc>
          <w:tcPr>
            <w:tcW w:w="360" w:type="dxa"/>
          </w:tcPr>
          <w:p w:rsidR="00BC5284" w:rsidRDefault="00BC5284" w:rsidP="000F0958">
            <w:pPr>
              <w:pStyle w:val="ISM"/>
            </w:pPr>
          </w:p>
        </w:tc>
        <w:tc>
          <w:tcPr>
            <w:tcW w:w="1530" w:type="dxa"/>
          </w:tcPr>
          <w:p w:rsidR="00BC5284" w:rsidRDefault="00BC5284" w:rsidP="000F0958">
            <w:pPr>
              <w:pStyle w:val="ISM"/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Interest rate</w:t>
            </w:r>
          </w:p>
        </w:tc>
        <w:tc>
          <w:tcPr>
            <w:tcW w:w="1440" w:type="dxa"/>
          </w:tcPr>
          <w:p w:rsidR="00BC5284" w:rsidRDefault="00BC5284" w:rsidP="000F0958">
            <w:pPr>
              <w:pStyle w:val="ISM"/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20 years</w:t>
            </w:r>
          </w:p>
        </w:tc>
        <w:tc>
          <w:tcPr>
            <w:tcW w:w="1440" w:type="dxa"/>
          </w:tcPr>
          <w:p w:rsidR="00BC5284" w:rsidRDefault="00BC5284" w:rsidP="000F0958">
            <w:pPr>
              <w:pStyle w:val="ISM"/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25 years</w:t>
            </w:r>
          </w:p>
        </w:tc>
        <w:tc>
          <w:tcPr>
            <w:tcW w:w="1440" w:type="dxa"/>
          </w:tcPr>
          <w:p w:rsidR="00BC5284" w:rsidRDefault="00BC5284" w:rsidP="000F0958">
            <w:pPr>
              <w:pStyle w:val="ISM"/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30 years</w:t>
            </w:r>
          </w:p>
        </w:tc>
      </w:tr>
      <w:tr w:rsidR="00BC5284" w:rsidTr="000F0958">
        <w:tc>
          <w:tcPr>
            <w:tcW w:w="360" w:type="dxa"/>
          </w:tcPr>
          <w:p w:rsidR="00BC5284" w:rsidRDefault="00BC5284" w:rsidP="000F0958">
            <w:pPr>
              <w:pStyle w:val="ISM"/>
            </w:pPr>
          </w:p>
        </w:tc>
        <w:tc>
          <w:tcPr>
            <w:tcW w:w="1530" w:type="dxa"/>
          </w:tcPr>
          <w:p w:rsidR="00BC5284" w:rsidRDefault="00BC5284" w:rsidP="000F0958">
            <w:pPr>
              <w:pStyle w:val="ISM"/>
              <w:tabs>
                <w:tab w:val="clear" w:pos="270"/>
                <w:tab w:val="clear" w:pos="540"/>
                <w:tab w:val="decimal" w:pos="792"/>
              </w:tabs>
            </w:pPr>
            <w:r>
              <w:t>8%</w:t>
            </w:r>
          </w:p>
        </w:tc>
        <w:tc>
          <w:tcPr>
            <w:tcW w:w="1440" w:type="dxa"/>
          </w:tcPr>
          <w:p w:rsidR="00BC5284" w:rsidRDefault="00BC5284" w:rsidP="000F0958">
            <w:pPr>
              <w:pStyle w:val="ISM"/>
              <w:tabs>
                <w:tab w:val="clear" w:pos="270"/>
                <w:tab w:val="clear" w:pos="540"/>
                <w:tab w:val="decimal" w:pos="810"/>
              </w:tabs>
              <w:rPr>
                <w:u w:val="double"/>
              </w:rPr>
            </w:pPr>
            <w:r>
              <w:rPr>
                <w:u w:val="double"/>
              </w:rPr>
              <w:t>$4660.96</w:t>
            </w:r>
          </w:p>
        </w:tc>
        <w:tc>
          <w:tcPr>
            <w:tcW w:w="1440" w:type="dxa"/>
          </w:tcPr>
          <w:p w:rsidR="00BC5284" w:rsidRDefault="00BC5284" w:rsidP="000F0958">
            <w:pPr>
              <w:pStyle w:val="ISM"/>
              <w:tabs>
                <w:tab w:val="clear" w:pos="270"/>
                <w:tab w:val="clear" w:pos="540"/>
                <w:tab w:val="decimal" w:pos="882"/>
              </w:tabs>
              <w:rPr>
                <w:u w:val="double"/>
              </w:rPr>
            </w:pPr>
            <w:r>
              <w:rPr>
                <w:u w:val="double"/>
              </w:rPr>
              <w:t>$6848.48</w:t>
            </w:r>
          </w:p>
        </w:tc>
        <w:tc>
          <w:tcPr>
            <w:tcW w:w="1440" w:type="dxa"/>
          </w:tcPr>
          <w:p w:rsidR="00BC5284" w:rsidRDefault="00BC5284" w:rsidP="000F0958">
            <w:pPr>
              <w:pStyle w:val="ISM"/>
              <w:tabs>
                <w:tab w:val="clear" w:pos="270"/>
                <w:tab w:val="clear" w:pos="540"/>
                <w:tab w:val="decimal" w:pos="990"/>
              </w:tabs>
              <w:rPr>
                <w:u w:val="double"/>
              </w:rPr>
            </w:pPr>
            <w:r>
              <w:rPr>
                <w:u w:val="double"/>
              </w:rPr>
              <w:t>$10,062.66</w:t>
            </w:r>
          </w:p>
        </w:tc>
      </w:tr>
      <w:tr w:rsidR="00BC5284" w:rsidTr="000F0958">
        <w:tc>
          <w:tcPr>
            <w:tcW w:w="360" w:type="dxa"/>
          </w:tcPr>
          <w:p w:rsidR="00BC5284" w:rsidRDefault="00BC5284" w:rsidP="000F0958">
            <w:pPr>
              <w:pStyle w:val="ISM"/>
            </w:pPr>
          </w:p>
        </w:tc>
        <w:tc>
          <w:tcPr>
            <w:tcW w:w="1530" w:type="dxa"/>
          </w:tcPr>
          <w:p w:rsidR="00BC5284" w:rsidRDefault="00BC5284" w:rsidP="000F0958">
            <w:pPr>
              <w:pStyle w:val="ISM"/>
              <w:tabs>
                <w:tab w:val="clear" w:pos="270"/>
                <w:tab w:val="clear" w:pos="540"/>
                <w:tab w:val="decimal" w:pos="792"/>
              </w:tabs>
            </w:pPr>
            <w:r>
              <w:t>10%</w:t>
            </w:r>
          </w:p>
        </w:tc>
        <w:tc>
          <w:tcPr>
            <w:tcW w:w="1440" w:type="dxa"/>
          </w:tcPr>
          <w:p w:rsidR="00BC5284" w:rsidRDefault="00BC5284" w:rsidP="000F0958">
            <w:pPr>
              <w:pStyle w:val="ISM"/>
              <w:tabs>
                <w:tab w:val="clear" w:pos="270"/>
                <w:tab w:val="clear" w:pos="540"/>
                <w:tab w:val="decimal" w:pos="810"/>
              </w:tabs>
              <w:rPr>
                <w:u w:val="double"/>
              </w:rPr>
            </w:pPr>
            <w:r>
              <w:rPr>
                <w:u w:val="double"/>
              </w:rPr>
              <w:t>$6727.50</w:t>
            </w:r>
          </w:p>
        </w:tc>
        <w:tc>
          <w:tcPr>
            <w:tcW w:w="1440" w:type="dxa"/>
          </w:tcPr>
          <w:p w:rsidR="00BC5284" w:rsidRDefault="00BC5284" w:rsidP="000F0958">
            <w:pPr>
              <w:pStyle w:val="ISM"/>
              <w:tabs>
                <w:tab w:val="clear" w:pos="270"/>
                <w:tab w:val="clear" w:pos="540"/>
                <w:tab w:val="decimal" w:pos="882"/>
              </w:tabs>
            </w:pPr>
            <w:r>
              <w:rPr>
                <w:u w:val="double"/>
              </w:rPr>
              <w:t>$10,834.71</w:t>
            </w:r>
            <w:r>
              <w:sym w:font="Symbol" w:char="F020"/>
            </w:r>
            <w:r>
              <w:sym w:font="Symbol" w:char="F020"/>
            </w:r>
            <w:r>
              <w:sym w:font="Symbol" w:char="F020"/>
            </w:r>
          </w:p>
        </w:tc>
        <w:tc>
          <w:tcPr>
            <w:tcW w:w="1440" w:type="dxa"/>
          </w:tcPr>
          <w:p w:rsidR="00BC5284" w:rsidRDefault="00BC5284" w:rsidP="000F0958">
            <w:pPr>
              <w:pStyle w:val="ISM"/>
              <w:tabs>
                <w:tab w:val="clear" w:pos="270"/>
                <w:tab w:val="clear" w:pos="540"/>
                <w:tab w:val="decimal" w:pos="990"/>
              </w:tabs>
              <w:rPr>
                <w:u w:val="double"/>
              </w:rPr>
            </w:pPr>
            <w:r>
              <w:rPr>
                <w:u w:val="double"/>
              </w:rPr>
              <w:t>$17,449.40</w:t>
            </w:r>
          </w:p>
        </w:tc>
      </w:tr>
    </w:tbl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7523EF" w:rsidP="00BC5284">
      <w:pPr>
        <w:pStyle w:val="ISM"/>
      </w:pPr>
      <w:r>
        <w:rPr>
          <w:noProof/>
          <w:lang w:val="en-US"/>
        </w:rPr>
        <w:pict>
          <v:shape id="AutoShape 25" o:spid="_x0000_s1048" type="#_x0000_t61" style="position:absolute;margin-left:332.15pt;margin-top:11.5pt;width:124.6pt;height:138.6pt;z-index:251572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" adj="139,7925" fillcolor="#cff">
            <v:fill opacity="25443f"/>
            <v:textbox inset="3.6pt,,3.6pt">
              <w:txbxContent>
                <w:p w:rsidR="00BD4378" w:rsidRDefault="00BD4378" w:rsidP="00EB0B0D">
                  <w:pPr>
                    <w:spacing w:line="320" w:lineRule="exact"/>
                    <w:ind w:right="42"/>
                    <w:jc w:val="right"/>
                  </w:pPr>
                  <w:r>
                    <w:t xml:space="preserve">3.25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B0B0D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EB0B0D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BD4378" w:rsidRDefault="00BD4378" w:rsidP="00EB0B0D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B0B0D">
                  <w:pPr>
                    <w:spacing w:line="320" w:lineRule="exact"/>
                    <w:ind w:right="42"/>
                    <w:jc w:val="right"/>
                  </w:pPr>
                  <w:r>
                    <w:t xml:space="preserve">5000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B0B0D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B0B0D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C5284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5682.38</w:t>
                  </w:r>
                </w:p>
              </w:txbxContent>
            </v:textbox>
            <w10:wrap type="square"/>
          </v:shape>
        </w:pict>
      </w:r>
    </w:p>
    <w:p w:rsidR="00BC5284" w:rsidRDefault="00BC5284" w:rsidP="00BC5284">
      <w:pPr>
        <w:pStyle w:val="ISM"/>
        <w:spacing w:before="120"/>
      </w:pPr>
      <w:r>
        <w:tab/>
        <w:t>1</w:t>
      </w:r>
      <w:r w:rsidR="00600818">
        <w:t>9</w:t>
      </w:r>
      <w:r>
        <w:t>.</w:t>
      </w:r>
      <w:r>
        <w:tab/>
        <w:t xml:space="preserve">Given: </w:t>
      </w:r>
      <w:r>
        <w:rPr>
          <w:rFonts w:ascii="Times New Roman" w:hAnsi="Times New Roman"/>
          <w:i/>
        </w:rPr>
        <w:t>PV</w:t>
      </w:r>
      <w:r>
        <w:t xml:space="preserve"> = $5000; </w:t>
      </w:r>
      <w:r>
        <w:rPr>
          <w:rFonts w:ascii="Times New Roman" w:hAnsi="Times New Roman"/>
          <w:i/>
        </w:rPr>
        <w:t>j</w:t>
      </w:r>
      <w:r>
        <w:t xml:space="preserve"> = </w:t>
      </w:r>
      <w:r w:rsidR="0019612D">
        <w:t>3</w:t>
      </w:r>
      <w:r>
        <w:t xml:space="preserve">.25%; </w:t>
      </w:r>
      <w:r>
        <w:rPr>
          <w:rFonts w:ascii="Times New Roman" w:hAnsi="Times New Roman"/>
          <w:i/>
        </w:rPr>
        <w:t xml:space="preserve">m </w:t>
      </w:r>
      <w:r>
        <w:t>= 1</w:t>
      </w:r>
    </w:p>
    <w:p w:rsidR="00BC5284" w:rsidRDefault="00BC5284" w:rsidP="00BC5284">
      <w:pPr>
        <w:pStyle w:val="ISM"/>
        <w:ind w:firstLine="1170"/>
      </w:pPr>
      <w:r>
        <w:t>Term = 1.5 + 2.5 = 4 years</w:t>
      </w:r>
    </w:p>
    <w:p w:rsidR="00BC5284" w:rsidRDefault="00BC5284" w:rsidP="00BC5284">
      <w:pPr>
        <w:pStyle w:val="ISM"/>
        <w:ind w:firstLine="1170"/>
      </w:pPr>
      <w:r>
        <w:rPr>
          <w:rFonts w:ascii="Times New Roman" w:hAnsi="Times New Roman"/>
          <w:i/>
        </w:rPr>
        <w:t xml:space="preserve">n </w:t>
      </w:r>
      <w:r>
        <w:t>= 1(4) = 4 compounding periods</w:t>
      </w: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  <w:r>
        <w:tab/>
      </w:r>
      <w:r>
        <w:tab/>
        <w:t xml:space="preserve">Equivalent </w:t>
      </w:r>
      <w:r w:rsidR="00830FFA">
        <w:t>payment</w:t>
      </w:r>
      <w:r>
        <w:t xml:space="preserve">, </w:t>
      </w:r>
      <w:r>
        <w:rPr>
          <w:rFonts w:ascii="Times New Roman" w:hAnsi="Times New Roman"/>
          <w:i/>
        </w:rPr>
        <w:t>FV</w:t>
      </w:r>
      <w:r>
        <w:t xml:space="preserve"> </w:t>
      </w:r>
      <w:proofErr w:type="gramStart"/>
      <w:r>
        <w:rPr>
          <w:i/>
        </w:rPr>
        <w:t xml:space="preserve">= </w:t>
      </w:r>
      <w:r>
        <w:t xml:space="preserve"> </w:t>
      </w:r>
      <w:r>
        <w:rPr>
          <w:u w:val="double"/>
        </w:rPr>
        <w:t>$</w:t>
      </w:r>
      <w:proofErr w:type="gramEnd"/>
      <w:r w:rsidR="0019612D">
        <w:rPr>
          <w:u w:val="double"/>
        </w:rPr>
        <w:t>5682.38</w:t>
      </w:r>
    </w:p>
    <w:p w:rsidR="00BC5284" w:rsidRDefault="00BC5284" w:rsidP="00BC5284">
      <w:pPr>
        <w:pStyle w:val="ISM"/>
      </w:pPr>
    </w:p>
    <w:p w:rsidR="00830FFA" w:rsidRDefault="007523EF" w:rsidP="00830FFA">
      <w:pPr>
        <w:pStyle w:val="ISM"/>
        <w:spacing w:before="120"/>
      </w:pPr>
      <w:r>
        <w:rPr>
          <w:noProof/>
          <w:lang w:val="en-US"/>
        </w:rPr>
        <w:lastRenderedPageBreak/>
        <w:pict>
          <v:shape id="AutoShape 193" o:spid="_x0000_s1049" type="#_x0000_t61" style="position:absolute;margin-left:318.85pt;margin-top:1pt;width:131.2pt;height:138.25pt;z-index:251623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" adj="6338,21358" fillcolor="#cff">
            <v:fill opacity="25443f"/>
            <v:textbox inset="3.6pt,,3.6pt">
              <w:txbxContent>
                <w:p w:rsidR="00BD4378" w:rsidRDefault="00BD4378" w:rsidP="00830FFA">
                  <w:pPr>
                    <w:spacing w:line="320" w:lineRule="exact"/>
                    <w:ind w:right="42"/>
                    <w:jc w:val="right"/>
                  </w:pPr>
                  <w:r>
                    <w:t xml:space="preserve">5.5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830FFA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830FFA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BD4378" w:rsidRDefault="00BD4378" w:rsidP="00830FFA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48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830FFA">
                  <w:pPr>
                    <w:spacing w:line="320" w:lineRule="exact"/>
                    <w:ind w:right="42"/>
                    <w:jc w:val="right"/>
                  </w:pPr>
                  <w:r>
                    <w:t xml:space="preserve">10000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830FFA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830FFA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830FFA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12,454.51</w:t>
                  </w:r>
                </w:p>
              </w:txbxContent>
            </v:textbox>
            <w10:wrap type="square"/>
          </v:shape>
        </w:pict>
      </w:r>
      <w:r w:rsidR="00830FFA">
        <w:tab/>
        <w:t>21.</w:t>
      </w:r>
      <w:r w:rsidR="00830FFA">
        <w:tab/>
        <w:t xml:space="preserve">Given: </w:t>
      </w:r>
      <w:r w:rsidR="00830FFA">
        <w:rPr>
          <w:rFonts w:ascii="Times New Roman" w:hAnsi="Times New Roman"/>
          <w:i/>
        </w:rPr>
        <w:t>PV</w:t>
      </w:r>
      <w:r w:rsidR="00830FFA">
        <w:t xml:space="preserve"> = $10,000; </w:t>
      </w:r>
      <w:r w:rsidR="00830FFA">
        <w:rPr>
          <w:rFonts w:ascii="Times New Roman" w:hAnsi="Times New Roman"/>
          <w:i/>
        </w:rPr>
        <w:t>j</w:t>
      </w:r>
      <w:r w:rsidR="00830FFA">
        <w:t xml:space="preserve"> = 5.5%; </w:t>
      </w:r>
      <w:r w:rsidR="00830FFA">
        <w:rPr>
          <w:rFonts w:ascii="Times New Roman" w:hAnsi="Times New Roman"/>
          <w:i/>
        </w:rPr>
        <w:t xml:space="preserve">m </w:t>
      </w:r>
      <w:r w:rsidR="00830FFA">
        <w:t>= 12</w:t>
      </w:r>
    </w:p>
    <w:p w:rsidR="00830FFA" w:rsidRDefault="00830FFA" w:rsidP="00830FFA">
      <w:pPr>
        <w:pStyle w:val="ISM"/>
        <w:ind w:firstLine="1170"/>
      </w:pPr>
      <w:r>
        <w:t>Term = 4 years</w:t>
      </w:r>
    </w:p>
    <w:p w:rsidR="00830FFA" w:rsidRDefault="00830FFA" w:rsidP="00830FFA">
      <w:pPr>
        <w:pStyle w:val="ISM"/>
        <w:ind w:firstLine="1170"/>
      </w:pPr>
      <w:r>
        <w:rPr>
          <w:rFonts w:ascii="Times New Roman" w:hAnsi="Times New Roman"/>
          <w:i/>
        </w:rPr>
        <w:t xml:space="preserve">n </w:t>
      </w:r>
      <w:r>
        <w:t>= 12(4) = 48 compounding periods</w:t>
      </w:r>
    </w:p>
    <w:p w:rsidR="00830FFA" w:rsidRDefault="00830FFA" w:rsidP="00830FFA">
      <w:pPr>
        <w:pStyle w:val="ISM"/>
      </w:pPr>
    </w:p>
    <w:p w:rsidR="00830FFA" w:rsidRDefault="00830FFA" w:rsidP="00830FFA">
      <w:pPr>
        <w:pStyle w:val="ISM"/>
      </w:pPr>
    </w:p>
    <w:p w:rsidR="00830FFA" w:rsidRDefault="00830FFA" w:rsidP="00830FFA">
      <w:pPr>
        <w:pStyle w:val="ISM"/>
      </w:pPr>
    </w:p>
    <w:p w:rsidR="00830FFA" w:rsidRDefault="00830FFA" w:rsidP="00830FFA">
      <w:pPr>
        <w:pStyle w:val="ISM"/>
      </w:pPr>
    </w:p>
    <w:p w:rsidR="00830FFA" w:rsidRDefault="00830FFA" w:rsidP="00830FFA">
      <w:pPr>
        <w:pStyle w:val="ISM"/>
      </w:pPr>
    </w:p>
    <w:p w:rsidR="00830FFA" w:rsidRDefault="00830FFA" w:rsidP="00830FFA">
      <w:pPr>
        <w:pStyle w:val="ISM"/>
      </w:pPr>
    </w:p>
    <w:p w:rsidR="00830FFA" w:rsidRDefault="00830FFA" w:rsidP="00830FFA">
      <w:pPr>
        <w:pStyle w:val="ISM"/>
        <w:spacing w:before="120" w:after="180"/>
      </w:pPr>
      <w:r>
        <w:tab/>
      </w:r>
      <w:r>
        <w:tab/>
        <w:t xml:space="preserve">Equivalent amount, </w:t>
      </w:r>
      <w:r>
        <w:rPr>
          <w:rFonts w:ascii="Times New Roman" w:hAnsi="Times New Roman"/>
          <w:i/>
        </w:rPr>
        <w:t>FV</w:t>
      </w:r>
      <w:r>
        <w:t xml:space="preserve"> </w:t>
      </w:r>
      <w:r>
        <w:rPr>
          <w:i/>
        </w:rPr>
        <w:t>=</w:t>
      </w:r>
      <w:r>
        <w:t xml:space="preserve"> </w:t>
      </w:r>
      <w:r>
        <w:rPr>
          <w:u w:val="double"/>
        </w:rPr>
        <w:t>$12,454.51</w:t>
      </w:r>
    </w:p>
    <w:p w:rsidR="00830FFA" w:rsidRDefault="00830FFA" w:rsidP="00BC5284"/>
    <w:p w:rsidR="00BC5284" w:rsidRDefault="00BC5284" w:rsidP="00BC5284">
      <w:pPr>
        <w:pStyle w:val="ISM"/>
      </w:pPr>
      <w:r>
        <w:tab/>
      </w:r>
      <w:r w:rsidR="00600818">
        <w:t>23</w:t>
      </w:r>
      <w:r>
        <w:t>.</w:t>
      </w:r>
      <w:r>
        <w:tab/>
        <w:t xml:space="preserve">For both payments, </w:t>
      </w:r>
      <w:r>
        <w:rPr>
          <w:rFonts w:ascii="Times New Roman" w:hAnsi="Times New Roman"/>
          <w:i/>
        </w:rPr>
        <w:t xml:space="preserve">j </w:t>
      </w:r>
      <w:r>
        <w:rPr>
          <w:rFonts w:cs="Arial"/>
          <w:iCs/>
        </w:rPr>
        <w:t xml:space="preserve">= </w:t>
      </w:r>
      <w:r w:rsidR="0019612D">
        <w:rPr>
          <w:rFonts w:cs="Arial"/>
          <w:iCs/>
        </w:rPr>
        <w:t>2</w:t>
      </w:r>
      <w:r>
        <w:rPr>
          <w:rFonts w:cs="Arial"/>
          <w:iCs/>
        </w:rPr>
        <w:t>%;</w:t>
      </w:r>
      <w:r>
        <w:t xml:space="preserve"> </w:t>
      </w:r>
      <w:r>
        <w:rPr>
          <w:rFonts w:ascii="Times New Roman" w:hAnsi="Times New Roman"/>
          <w:i/>
        </w:rPr>
        <w:t>m</w:t>
      </w:r>
      <w:r>
        <w:t xml:space="preserve"> = 4</w:t>
      </w:r>
    </w:p>
    <w:p w:rsidR="00BC5284" w:rsidRDefault="00BC5284" w:rsidP="00BC5284">
      <w:pPr>
        <w:pStyle w:val="ISM"/>
      </w:pPr>
      <w:r>
        <w:tab/>
      </w:r>
      <w:r>
        <w:tab/>
      </w:r>
      <w:r>
        <w:rPr>
          <w:u w:val="single"/>
        </w:rPr>
        <w:t>For the first payment:</w:t>
      </w:r>
      <w:r>
        <w:tab/>
      </w:r>
      <w:r>
        <w:tab/>
      </w:r>
      <w:r>
        <w:tab/>
      </w:r>
      <w:r>
        <w:rPr>
          <w:u w:val="single"/>
        </w:rPr>
        <w:t>For the second payment:</w:t>
      </w:r>
    </w:p>
    <w:p w:rsidR="00BC5284" w:rsidRDefault="00BC5284" w:rsidP="00BC5284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PV</w:t>
      </w:r>
      <w:r>
        <w:t xml:space="preserve"> = $1300, Term = 4 years</w:t>
      </w:r>
      <w:r>
        <w:tab/>
      </w:r>
      <w:r>
        <w:tab/>
      </w:r>
      <w:r>
        <w:rPr>
          <w:rFonts w:ascii="Times New Roman" w:hAnsi="Times New Roman"/>
          <w:i/>
        </w:rPr>
        <w:t>PV</w:t>
      </w:r>
      <w:r>
        <w:t xml:space="preserve"> = $1800, Term = 4 </w:t>
      </w:r>
      <w:r>
        <w:sym w:font="Symbol" w:char="F02D"/>
      </w:r>
      <w:r>
        <w:t xml:space="preserve"> 1.75 =2.25 years</w:t>
      </w:r>
    </w:p>
    <w:p w:rsidR="00BC5284" w:rsidRDefault="00BC5284" w:rsidP="00BC5284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n</w:t>
      </w:r>
      <w:r>
        <w:t xml:space="preserve"> = 4(4) = 16</w:t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n</w:t>
      </w:r>
      <w:r>
        <w:t xml:space="preserve"> = 4(2.25) = 9</w:t>
      </w:r>
    </w:p>
    <w:p w:rsidR="00BC5284" w:rsidRDefault="007523EF" w:rsidP="00BC5284">
      <w:pPr>
        <w:pStyle w:val="ISM"/>
      </w:pPr>
      <w:r>
        <w:rPr>
          <w:noProof/>
          <w:lang w:val="en-US"/>
        </w:rPr>
        <w:pict>
          <v:shape id="AutoShape 27" o:spid="_x0000_s1050" type="#_x0000_t61" style="position:absolute;margin-left:218.75pt;margin-top:9.8pt;width:136.8pt;height:87.65pt;z-index:251574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" adj="7642,74" fillcolor="#cff">
            <v:fill opacity="25443f"/>
            <v:textbox inset="3.6pt,,3.6pt">
              <w:txbxContent>
                <w:p w:rsidR="00BD4378" w:rsidRDefault="00BD4378" w:rsidP="002A7525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C/Y, PMT</w:t>
                  </w:r>
                </w:p>
                <w:p w:rsidR="00BD4378" w:rsidRDefault="00BD4378" w:rsidP="002A7525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9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2A7525">
                  <w:pPr>
                    <w:spacing w:line="320" w:lineRule="exact"/>
                    <w:ind w:right="42"/>
                    <w:jc w:val="right"/>
                  </w:pPr>
                  <w:r>
                    <w:t xml:space="preserve">1800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2A7525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2A7525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1882.64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6" o:spid="_x0000_s1051" type="#_x0000_t61" style="position:absolute;margin-left:29.05pt;margin-top:3.55pt;width:131.2pt;height:137.4pt;z-index:251573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" adj="-49,7994" fillcolor="#cff">
            <v:fill opacity="25443f"/>
            <v:textbox inset="3.6pt,,3.6pt">
              <w:txbxContent>
                <w:p w:rsidR="00BD4378" w:rsidRDefault="00BD4378" w:rsidP="002A7525">
                  <w:pPr>
                    <w:spacing w:line="320" w:lineRule="exact"/>
                    <w:ind w:right="42"/>
                    <w:jc w:val="right"/>
                  </w:pPr>
                  <w:r>
                    <w:t xml:space="preserve">2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2A7525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2A7525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4)</w:t>
                  </w:r>
                </w:p>
                <w:p w:rsidR="00BD4378" w:rsidRDefault="00BD4378" w:rsidP="002A7525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16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2A7525">
                  <w:pPr>
                    <w:spacing w:line="320" w:lineRule="exact"/>
                    <w:ind w:right="42"/>
                    <w:jc w:val="right"/>
                  </w:pPr>
                  <w:r>
                    <w:t xml:space="preserve">1300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2A7525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2A7525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C5284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1407.99</w:t>
                  </w:r>
                </w:p>
              </w:txbxContent>
            </v:textbox>
            <w10:wrap type="square"/>
          </v:shape>
        </w:pict>
      </w: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830FFA" w:rsidP="00346380">
      <w:pPr>
        <w:pStyle w:val="ISM"/>
        <w:tabs>
          <w:tab w:val="clear" w:pos="270"/>
          <w:tab w:val="clear" w:pos="540"/>
        </w:tabs>
        <w:ind w:left="3600"/>
      </w:pPr>
      <w:r>
        <w:t xml:space="preserve">The </w:t>
      </w:r>
      <w:r w:rsidR="0035491F">
        <w:t xml:space="preserve">single replacement payment </w:t>
      </w:r>
      <w:r>
        <w:t>4 years from now</w:t>
      </w:r>
      <w:r w:rsidR="00346380">
        <w:t xml:space="preserve"> is</w:t>
      </w:r>
    </w:p>
    <w:p w:rsidR="00BC5284" w:rsidRDefault="00830FFA" w:rsidP="00346380">
      <w:pPr>
        <w:pStyle w:val="ISM"/>
        <w:ind w:left="3600"/>
      </w:pPr>
      <w:r>
        <w:t>$</w:t>
      </w:r>
      <w:r w:rsidR="0019612D">
        <w:t>1407.99</w:t>
      </w:r>
      <w:r>
        <w:t xml:space="preserve"> + $</w:t>
      </w:r>
      <w:r w:rsidR="0019612D">
        <w:t>1882.64</w:t>
      </w:r>
      <w:r>
        <w:t xml:space="preserve"> = </w:t>
      </w:r>
      <w:r>
        <w:rPr>
          <w:u w:val="double"/>
        </w:rPr>
        <w:t>$</w:t>
      </w:r>
      <w:r w:rsidR="0019612D">
        <w:rPr>
          <w:u w:val="double"/>
        </w:rPr>
        <w:t>3290.63</w:t>
      </w:r>
    </w:p>
    <w:p w:rsidR="00BC5284" w:rsidRDefault="00BC5284" w:rsidP="00BC5284">
      <w:pPr>
        <w:pStyle w:val="ISM"/>
      </w:pPr>
    </w:p>
    <w:p w:rsidR="0035491F" w:rsidRDefault="0035491F" w:rsidP="0035491F">
      <w:pPr>
        <w:pStyle w:val="ISM"/>
        <w:spacing w:after="120"/>
        <w:rPr>
          <w:b/>
          <w:i/>
          <w:sz w:val="24"/>
        </w:rPr>
      </w:pPr>
    </w:p>
    <w:p w:rsidR="00BC5284" w:rsidRDefault="00BC5284" w:rsidP="00BC5284">
      <w:pPr>
        <w:pStyle w:val="ISM"/>
      </w:pPr>
      <w:r>
        <w:tab/>
        <w:t>2</w:t>
      </w:r>
      <w:r w:rsidR="00600818">
        <w:t>5</w:t>
      </w:r>
      <w:r>
        <w:t>.</w:t>
      </w:r>
      <w:r>
        <w:tab/>
        <w:t>The amount owed will be the combined future value.</w:t>
      </w:r>
    </w:p>
    <w:p w:rsidR="00BC5284" w:rsidRDefault="00BC5284" w:rsidP="00BC5284">
      <w:pPr>
        <w:pStyle w:val="ISM"/>
      </w:pPr>
      <w:r>
        <w:tab/>
      </w:r>
      <w:r>
        <w:tab/>
        <w:t xml:space="preserve">For each amount borrowed, </w:t>
      </w:r>
      <w:r>
        <w:rPr>
          <w:rFonts w:ascii="Times New Roman" w:hAnsi="Times New Roman"/>
          <w:i/>
        </w:rPr>
        <w:t xml:space="preserve">j </w:t>
      </w:r>
      <w:r>
        <w:t xml:space="preserve">= 5%, </w:t>
      </w:r>
      <w:r>
        <w:rPr>
          <w:rFonts w:ascii="Times New Roman" w:hAnsi="Times New Roman"/>
          <w:i/>
        </w:rPr>
        <w:t>m</w:t>
      </w:r>
      <w:r>
        <w:t xml:space="preserve"> = 2</w:t>
      </w:r>
    </w:p>
    <w:p w:rsidR="00BC5284" w:rsidRDefault="00BC5284" w:rsidP="00BC5284">
      <w:pPr>
        <w:pStyle w:val="ISM"/>
      </w:pPr>
      <w:r>
        <w:tab/>
      </w:r>
      <w:r>
        <w:tab/>
      </w:r>
      <w:r>
        <w:rPr>
          <w:rFonts w:ascii="Times New Roman" w:hAnsi="Times New Roman"/>
          <w:i/>
          <w:u w:val="single"/>
        </w:rPr>
        <w:t>PV</w:t>
      </w:r>
      <w:r>
        <w:rPr>
          <w:u w:val="single"/>
        </w:rPr>
        <w:t xml:space="preserve"> = $3000; </w:t>
      </w:r>
      <w:r>
        <w:rPr>
          <w:rFonts w:ascii="Times New Roman" w:hAnsi="Times New Roman"/>
          <w:i/>
          <w:u w:val="single"/>
        </w:rPr>
        <w:t>n</w:t>
      </w:r>
      <w:r>
        <w:rPr>
          <w:u w:val="single"/>
        </w:rPr>
        <w:t xml:space="preserve"> = 3(2) = 6:</w:t>
      </w:r>
      <w:r>
        <w:tab/>
      </w:r>
      <w:r>
        <w:rPr>
          <w:rFonts w:ascii="Times New Roman" w:hAnsi="Times New Roman"/>
          <w:i/>
          <w:u w:val="single"/>
        </w:rPr>
        <w:t>PV</w:t>
      </w:r>
      <w:r>
        <w:rPr>
          <w:u w:val="single"/>
        </w:rPr>
        <w:t xml:space="preserve"> = $3500; </w:t>
      </w:r>
      <w:r>
        <w:rPr>
          <w:rFonts w:ascii="Times New Roman" w:hAnsi="Times New Roman"/>
          <w:i/>
          <w:u w:val="single"/>
        </w:rPr>
        <w:t>n</w:t>
      </w:r>
      <w:r>
        <w:rPr>
          <w:u w:val="single"/>
        </w:rPr>
        <w:t xml:space="preserve"> = 4:</w:t>
      </w:r>
      <w:r>
        <w:tab/>
      </w:r>
      <w:r>
        <w:tab/>
      </w:r>
      <w:r>
        <w:rPr>
          <w:rFonts w:ascii="Times New Roman" w:hAnsi="Times New Roman"/>
          <w:i/>
          <w:u w:val="single"/>
        </w:rPr>
        <w:t>PV</w:t>
      </w:r>
      <w:r>
        <w:rPr>
          <w:u w:val="single"/>
        </w:rPr>
        <w:t xml:space="preserve"> = $4000; </w:t>
      </w:r>
      <w:r>
        <w:rPr>
          <w:rFonts w:ascii="Times New Roman" w:hAnsi="Times New Roman"/>
          <w:i/>
          <w:u w:val="single"/>
        </w:rPr>
        <w:t>n</w:t>
      </w:r>
      <w:r>
        <w:rPr>
          <w:u w:val="single"/>
        </w:rPr>
        <w:t xml:space="preserve"> = 2:</w:t>
      </w:r>
    </w:p>
    <w:p w:rsidR="00BC5284" w:rsidRDefault="007523EF" w:rsidP="00BC5284">
      <w:pPr>
        <w:pStyle w:val="ISM"/>
      </w:pPr>
      <w:r>
        <w:rPr>
          <w:noProof/>
          <w:lang w:val="en-US"/>
        </w:rPr>
        <w:pict>
          <v:shape id="AutoShape 29" o:spid="_x0000_s1052" type="#_x0000_t61" style="position:absolute;margin-left:33.25pt;margin-top:6.8pt;width:124.9pt;height:138pt;z-index:251575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" adj="21514,6801" fillcolor="#cff">
            <v:fill opacity="25443f"/>
            <v:textbox inset="3.6pt,,3.6pt">
              <w:txbxContent>
                <w:p w:rsidR="00BD4378" w:rsidRDefault="00BD4378" w:rsidP="00EB0B0D">
                  <w:pPr>
                    <w:spacing w:line="320" w:lineRule="exact"/>
                    <w:ind w:right="43"/>
                    <w:jc w:val="right"/>
                  </w:pPr>
                  <w:r>
                    <w:t xml:space="preserve">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B0B0D">
                  <w:pPr>
                    <w:spacing w:line="32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EB0B0D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BD4378" w:rsidRDefault="00BD4378" w:rsidP="00EB0B0D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6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B0B0D">
                  <w:pPr>
                    <w:spacing w:line="320" w:lineRule="exact"/>
                    <w:ind w:right="43"/>
                    <w:jc w:val="right"/>
                  </w:pPr>
                  <w:r>
                    <w:t xml:space="preserve">3000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B0B0D">
                  <w:pPr>
                    <w:spacing w:line="32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B0B0D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C5284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0614B6">
                    <w:t>–</w:t>
                  </w:r>
                  <w:r>
                    <w:t>3479.08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31" o:spid="_x0000_s1053" type="#_x0000_t61" style="position:absolute;margin-left:320.95pt;margin-top:11.2pt;width:137.5pt;height:85.4pt;z-index:251577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" adj="1162,16579" fillcolor="#cff">
            <v:fill opacity="25443f"/>
            <v:textbox inset="3.6pt,,3.6pt">
              <w:txbxContent>
                <w:p w:rsidR="00BD4378" w:rsidRDefault="00BD4378" w:rsidP="00EB0B0D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C/Y,</w:t>
                  </w:r>
                  <w:r w:rsidRPr="000614B6">
                    <w:rPr>
                      <w:i/>
                      <w:iCs/>
                    </w:rP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EB0B0D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B0B0D">
                  <w:pPr>
                    <w:spacing w:line="320" w:lineRule="exact"/>
                    <w:ind w:right="43"/>
                    <w:jc w:val="right"/>
                  </w:pPr>
                  <w:r>
                    <w:t xml:space="preserve">4000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B0B0D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C5284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0614B6">
                    <w:t>–</w:t>
                  </w:r>
                  <w:r>
                    <w:t>4202.50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30" o:spid="_x0000_s1054" type="#_x0000_t61" style="position:absolute;margin-left:166.95pt;margin-top:9.1pt;width:137.5pt;height:85.4pt;z-index:251576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" adj="0,15138" fillcolor="#cff">
            <v:fill opacity="25443f"/>
            <v:textbox inset="3.6pt,,3.6pt">
              <w:txbxContent>
                <w:p w:rsidR="00BD4378" w:rsidRDefault="00BD4378" w:rsidP="00EB0B0D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C/Y,</w:t>
                  </w:r>
                  <w:r w:rsidRPr="000614B6">
                    <w:rPr>
                      <w:i/>
                      <w:iCs/>
                    </w:rP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EB0B0D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B0B0D">
                  <w:pPr>
                    <w:spacing w:line="320" w:lineRule="exact"/>
                    <w:ind w:right="43"/>
                    <w:jc w:val="right"/>
                  </w:pPr>
                  <w:r>
                    <w:t xml:space="preserve">3500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B0B0D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C5284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0614B6">
                    <w:t>–</w:t>
                  </w:r>
                  <w:r>
                    <w:t>3863.35</w:t>
                  </w:r>
                </w:p>
              </w:txbxContent>
            </v:textbox>
            <w10:wrap type="square"/>
          </v:shape>
        </w:pict>
      </w: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  <w:tabs>
          <w:tab w:val="clear" w:pos="270"/>
          <w:tab w:val="clear" w:pos="540"/>
          <w:tab w:val="left" w:pos="180"/>
        </w:tabs>
      </w:pPr>
      <w:r>
        <w:tab/>
        <w:t>Total amount owed = $3479.08 + $3863.35 + $4202.50</w:t>
      </w:r>
    </w:p>
    <w:p w:rsidR="00BC5284" w:rsidRDefault="00BC5284" w:rsidP="00BC5284">
      <w:pPr>
        <w:pStyle w:val="ISM"/>
        <w:tabs>
          <w:tab w:val="clear" w:pos="270"/>
          <w:tab w:val="clear" w:pos="540"/>
        </w:tabs>
      </w:pPr>
      <w:r>
        <w:tab/>
      </w:r>
      <w:r>
        <w:tab/>
        <w:t xml:space="preserve">           = </w:t>
      </w:r>
      <w:r>
        <w:rPr>
          <w:u w:val="double"/>
        </w:rPr>
        <w:t>$11,544.93</w:t>
      </w: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tabs>
          <w:tab w:val="decimal" w:pos="270"/>
          <w:tab w:val="left" w:pos="540"/>
        </w:tabs>
        <w:spacing w:after="60"/>
      </w:pPr>
      <w:r>
        <w:tab/>
        <w:t>2</w:t>
      </w:r>
      <w:r w:rsidR="00600818">
        <w:t>7</w:t>
      </w:r>
      <w:r>
        <w:t>.</w:t>
      </w:r>
      <w:r>
        <w:tab/>
      </w:r>
      <w:r w:rsidR="0012065C">
        <w:t xml:space="preserve">Given: </w:t>
      </w:r>
      <w:r>
        <w:rPr>
          <w:rFonts w:ascii="Times New Roman" w:hAnsi="Times New Roman"/>
          <w:i/>
        </w:rPr>
        <w:t>PV</w:t>
      </w:r>
      <w:r>
        <w:t xml:space="preserve"> = $5000, </w:t>
      </w:r>
      <w:r>
        <w:rPr>
          <w:rFonts w:ascii="Times New Roman" w:hAnsi="Times New Roman"/>
          <w:i/>
        </w:rPr>
        <w:t>j</w:t>
      </w:r>
      <w:r>
        <w:t xml:space="preserve"> = 8%, and </w:t>
      </w:r>
      <w:r>
        <w:rPr>
          <w:rFonts w:ascii="Times New Roman" w:hAnsi="Times New Roman"/>
          <w:i/>
        </w:rPr>
        <w:t>m</w:t>
      </w:r>
      <w:r>
        <w:t xml:space="preserve"> = 12 in each case.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1638"/>
        <w:gridCol w:w="1800"/>
        <w:gridCol w:w="1962"/>
      </w:tblGrid>
      <w:tr w:rsidR="00BC5284" w:rsidTr="000F0958">
        <w:tc>
          <w:tcPr>
            <w:tcW w:w="540" w:type="dxa"/>
          </w:tcPr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</w:pPr>
          </w:p>
        </w:tc>
        <w:tc>
          <w:tcPr>
            <w:tcW w:w="1080" w:type="dxa"/>
          </w:tcPr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  <w:rPr>
                <w:i/>
              </w:rPr>
            </w:pPr>
            <w:r>
              <w:rPr>
                <w:i/>
              </w:rPr>
              <w:t>Grand-</w:t>
            </w:r>
          </w:p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  <w:rPr>
                <w:i/>
              </w:rPr>
            </w:pPr>
            <w:r>
              <w:rPr>
                <w:i/>
                <w:u w:val="single"/>
              </w:rPr>
              <w:t xml:space="preserve">   child  </w:t>
            </w:r>
            <w:r>
              <w:rPr>
                <w:i/>
                <w:u w:val="single"/>
              </w:rPr>
              <w:sym w:font="Symbol" w:char="F020"/>
            </w:r>
          </w:p>
        </w:tc>
        <w:tc>
          <w:tcPr>
            <w:tcW w:w="1638" w:type="dxa"/>
          </w:tcPr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</w:p>
          <w:p w:rsidR="00BC5284" w:rsidRDefault="00BC5284" w:rsidP="000F0958">
            <w:pPr>
              <w:pStyle w:val="Heading3"/>
              <w:rPr>
                <w:i/>
              </w:rPr>
            </w:pPr>
            <w:r>
              <w:rPr>
                <w:i/>
              </w:rPr>
              <w:t xml:space="preserve">       Age</w:t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</w:p>
        </w:tc>
        <w:tc>
          <w:tcPr>
            <w:tcW w:w="1800" w:type="dxa"/>
          </w:tcPr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  <w:rPr>
                <w:i/>
              </w:rPr>
            </w:pPr>
            <w:r>
              <w:rPr>
                <w:i/>
              </w:rPr>
              <w:t>Time until</w:t>
            </w:r>
          </w:p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19</w:t>
            </w:r>
            <w:r>
              <w:rPr>
                <w:i/>
                <w:u w:val="single"/>
                <w:vertAlign w:val="superscript"/>
              </w:rPr>
              <w:t>th</w:t>
            </w:r>
            <w:r>
              <w:rPr>
                <w:i/>
                <w:u w:val="single"/>
              </w:rPr>
              <w:t xml:space="preserve"> birthday</w:t>
            </w:r>
          </w:p>
        </w:tc>
        <w:tc>
          <w:tcPr>
            <w:tcW w:w="1962" w:type="dxa"/>
          </w:tcPr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</w:p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  </w:t>
            </w:r>
            <w:r>
              <w:rPr>
                <w:rFonts w:ascii="Times New Roman" w:hAnsi="Times New Roman"/>
                <w:i/>
                <w:u w:val="single"/>
              </w:rPr>
              <w:t>n</w:t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</w:p>
        </w:tc>
      </w:tr>
      <w:tr w:rsidR="00BC5284" w:rsidTr="000F0958">
        <w:tc>
          <w:tcPr>
            <w:tcW w:w="540" w:type="dxa"/>
          </w:tcPr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</w:pPr>
          </w:p>
        </w:tc>
        <w:tc>
          <w:tcPr>
            <w:tcW w:w="1080" w:type="dxa"/>
          </w:tcPr>
          <w:p w:rsidR="00BC5284" w:rsidRDefault="00BC5284" w:rsidP="000F0958">
            <w:pPr>
              <w:tabs>
                <w:tab w:val="decimal" w:pos="360"/>
                <w:tab w:val="left" w:pos="720"/>
              </w:tabs>
              <w:spacing w:before="60"/>
              <w:jc w:val="center"/>
            </w:pPr>
            <w:r>
              <w:t>Donna</w:t>
            </w:r>
          </w:p>
        </w:tc>
        <w:tc>
          <w:tcPr>
            <w:tcW w:w="1638" w:type="dxa"/>
          </w:tcPr>
          <w:p w:rsidR="00BC5284" w:rsidRDefault="00BC5284" w:rsidP="000F0958">
            <w:pPr>
              <w:spacing w:before="60"/>
              <w:ind w:left="90" w:right="288"/>
              <w:jc w:val="right"/>
            </w:pPr>
            <w:r>
              <w:t>12 yr,  7 mo</w:t>
            </w:r>
          </w:p>
        </w:tc>
        <w:tc>
          <w:tcPr>
            <w:tcW w:w="1800" w:type="dxa"/>
          </w:tcPr>
          <w:p w:rsidR="00BC5284" w:rsidRDefault="00BC5284" w:rsidP="000F0958">
            <w:pPr>
              <w:spacing w:before="60"/>
              <w:ind w:right="378"/>
              <w:jc w:val="right"/>
            </w:pPr>
            <w:r>
              <w:t>6 yr, 5 mo</w:t>
            </w:r>
          </w:p>
        </w:tc>
        <w:tc>
          <w:tcPr>
            <w:tcW w:w="1962" w:type="dxa"/>
          </w:tcPr>
          <w:p w:rsidR="00BC5284" w:rsidRDefault="00BC5284" w:rsidP="000F0958">
            <w:pPr>
              <w:spacing w:before="60"/>
              <w:ind w:right="180"/>
              <w:jc w:val="right"/>
            </w:pPr>
            <w:r>
              <w:t>6(12) + 5 = 77</w:t>
            </w:r>
          </w:p>
        </w:tc>
      </w:tr>
      <w:tr w:rsidR="00BC5284" w:rsidTr="000F0958">
        <w:tc>
          <w:tcPr>
            <w:tcW w:w="540" w:type="dxa"/>
          </w:tcPr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</w:pPr>
          </w:p>
        </w:tc>
        <w:tc>
          <w:tcPr>
            <w:tcW w:w="1080" w:type="dxa"/>
          </w:tcPr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</w:pPr>
            <w:r>
              <w:t>Tim</w:t>
            </w:r>
          </w:p>
        </w:tc>
        <w:tc>
          <w:tcPr>
            <w:tcW w:w="1638" w:type="dxa"/>
          </w:tcPr>
          <w:p w:rsidR="00BC5284" w:rsidRDefault="00BC5284" w:rsidP="000F0958">
            <w:pPr>
              <w:ind w:left="90" w:right="288"/>
              <w:jc w:val="right"/>
            </w:pPr>
            <w:r>
              <w:t>10 yr,  3 mo</w:t>
            </w:r>
          </w:p>
        </w:tc>
        <w:tc>
          <w:tcPr>
            <w:tcW w:w="1800" w:type="dxa"/>
          </w:tcPr>
          <w:p w:rsidR="00BC5284" w:rsidRDefault="00BC5284" w:rsidP="000F0958">
            <w:pPr>
              <w:ind w:right="378"/>
              <w:jc w:val="right"/>
            </w:pPr>
            <w:r>
              <w:t>8 yr, 9 mo</w:t>
            </w:r>
          </w:p>
        </w:tc>
        <w:tc>
          <w:tcPr>
            <w:tcW w:w="1962" w:type="dxa"/>
          </w:tcPr>
          <w:p w:rsidR="00BC5284" w:rsidRDefault="00BC5284" w:rsidP="000F0958">
            <w:pPr>
              <w:ind w:right="180"/>
              <w:jc w:val="right"/>
            </w:pPr>
            <w:r>
              <w:t>8(12) + 9 = 105</w:t>
            </w:r>
          </w:p>
        </w:tc>
      </w:tr>
      <w:tr w:rsidR="00BC5284" w:rsidTr="000F0958">
        <w:tc>
          <w:tcPr>
            <w:tcW w:w="540" w:type="dxa"/>
          </w:tcPr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</w:pPr>
          </w:p>
        </w:tc>
        <w:tc>
          <w:tcPr>
            <w:tcW w:w="1080" w:type="dxa"/>
          </w:tcPr>
          <w:p w:rsidR="00BC5284" w:rsidRDefault="00BC5284" w:rsidP="000F0958">
            <w:pPr>
              <w:tabs>
                <w:tab w:val="decimal" w:pos="360"/>
                <w:tab w:val="left" w:pos="720"/>
              </w:tabs>
              <w:jc w:val="center"/>
            </w:pPr>
            <w:r>
              <w:t>Gary</w:t>
            </w:r>
          </w:p>
        </w:tc>
        <w:tc>
          <w:tcPr>
            <w:tcW w:w="1638" w:type="dxa"/>
          </w:tcPr>
          <w:p w:rsidR="00BC5284" w:rsidRDefault="00BC5284" w:rsidP="000F0958">
            <w:pPr>
              <w:ind w:left="90" w:right="288"/>
              <w:jc w:val="right"/>
            </w:pPr>
            <w:r>
              <w:t xml:space="preserve">  7 yr, 11 mo</w:t>
            </w:r>
          </w:p>
        </w:tc>
        <w:tc>
          <w:tcPr>
            <w:tcW w:w="1800" w:type="dxa"/>
          </w:tcPr>
          <w:p w:rsidR="00BC5284" w:rsidRDefault="00BC5284" w:rsidP="000F0958">
            <w:pPr>
              <w:ind w:right="378"/>
              <w:jc w:val="right"/>
            </w:pPr>
            <w:r>
              <w:t>11 yr, 1 mo</w:t>
            </w:r>
          </w:p>
        </w:tc>
        <w:tc>
          <w:tcPr>
            <w:tcW w:w="1962" w:type="dxa"/>
          </w:tcPr>
          <w:p w:rsidR="00BC5284" w:rsidRDefault="00BC5284" w:rsidP="000F0958">
            <w:pPr>
              <w:ind w:right="180"/>
              <w:jc w:val="right"/>
            </w:pPr>
            <w:r>
              <w:t>11(12) + 1 = 133</w:t>
            </w:r>
          </w:p>
        </w:tc>
      </w:tr>
    </w:tbl>
    <w:p w:rsidR="002A0AC9" w:rsidRDefault="002A0AC9" w:rsidP="00BC5284">
      <w:pPr>
        <w:pStyle w:val="ISM"/>
        <w:spacing w:before="120"/>
      </w:pPr>
    </w:p>
    <w:p w:rsidR="002A0AC9" w:rsidRDefault="002A0AC9">
      <w:r>
        <w:br w:type="page"/>
      </w:r>
    </w:p>
    <w:p w:rsidR="00BC5284" w:rsidRDefault="00BC5284" w:rsidP="00BC5284">
      <w:pPr>
        <w:pStyle w:val="ISM"/>
        <w:spacing w:before="120"/>
      </w:pPr>
      <w:r>
        <w:lastRenderedPageBreak/>
        <w:tab/>
      </w:r>
      <w:r>
        <w:tab/>
      </w:r>
      <w:r>
        <w:rPr>
          <w:u w:val="single"/>
        </w:rPr>
        <w:t>Donna:</w:t>
      </w:r>
      <w:r>
        <w:tab/>
      </w:r>
      <w:r>
        <w:tab/>
      </w:r>
      <w:r>
        <w:tab/>
      </w:r>
      <w:r>
        <w:tab/>
      </w:r>
      <w:r>
        <w:rPr>
          <w:u w:val="single"/>
        </w:rPr>
        <w:t>Tim:</w:t>
      </w:r>
      <w:r>
        <w:tab/>
      </w:r>
      <w:r>
        <w:tab/>
      </w:r>
      <w:r>
        <w:tab/>
      </w:r>
      <w:r>
        <w:tab/>
      </w:r>
      <w:r>
        <w:rPr>
          <w:u w:val="single"/>
        </w:rPr>
        <w:t>Gary:</w:t>
      </w:r>
    </w:p>
    <w:p w:rsidR="00BC5284" w:rsidRDefault="007523EF" w:rsidP="00BC5284">
      <w:pPr>
        <w:pStyle w:val="ISM"/>
      </w:pPr>
      <w:r>
        <w:rPr>
          <w:noProof/>
          <w:lang w:val="en-US"/>
        </w:rPr>
        <w:pict>
          <v:shape id="AutoShape 34" o:spid="_x0000_s1055" type="#_x0000_t61" style="position:absolute;margin-left:324.45pt;margin-top:7.45pt;width:108.1pt;height:90.05pt;z-index:251580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" adj="60,6320" fillcolor="#cff">
            <v:fill opacity="25443f"/>
            <v:textbox inset="3.6pt,,3.6pt">
              <w:txbxContent>
                <w:p w:rsidR="00BD4378" w:rsidRDefault="00BD4378" w:rsidP="0035491F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35491F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PV, PMT</w:t>
                  </w:r>
                </w:p>
                <w:p w:rsidR="00BD4378" w:rsidRDefault="00BD4378" w:rsidP="0035491F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133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5491F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35491F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12,099.48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33" o:spid="_x0000_s1056" type="#_x0000_t61" style="position:absolute;margin-left:180.95pt;margin-top:7.45pt;width:108.1pt;height:90.05pt;z-index:251579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" adj="240,14068" fillcolor="#cff">
            <v:fill opacity="25443f"/>
            <v:textbox inset="3.6pt,,3.6pt">
              <w:txbxContent>
                <w:p w:rsidR="00BD4378" w:rsidRDefault="00BD4378" w:rsidP="0035491F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35491F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PV, PMT</w:t>
                  </w:r>
                </w:p>
                <w:p w:rsidR="00BD4378" w:rsidRDefault="00BD4378" w:rsidP="0035491F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105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5491F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35491F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10,045.40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32" o:spid="_x0000_s1057" type="#_x0000_t61" style="position:absolute;margin-left:26.25pt;margin-top:4.65pt;width:135.1pt;height:136.75pt;z-index:251578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" adj="320,7368" fillcolor="#cff">
            <v:fill opacity="25443f"/>
            <v:textbox inset="3.6pt,,3.6pt">
              <w:txbxContent>
                <w:p w:rsidR="00BD4378" w:rsidRDefault="00BD4378" w:rsidP="0035491F">
                  <w:pPr>
                    <w:spacing w:line="320" w:lineRule="exact"/>
                    <w:ind w:right="42"/>
                    <w:jc w:val="right"/>
                  </w:pPr>
                  <w:r>
                    <w:t xml:space="preserve">8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5491F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35491F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BD4378" w:rsidRDefault="00BD4378" w:rsidP="0035491F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77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5491F">
                  <w:pPr>
                    <w:spacing w:line="320" w:lineRule="exact"/>
                    <w:ind w:right="42"/>
                    <w:jc w:val="right"/>
                  </w:pPr>
                  <w:r>
                    <w:t xml:space="preserve">5000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5491F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5491F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35491F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8340.04</w:t>
                  </w:r>
                </w:p>
              </w:txbxContent>
            </v:textbox>
            <w10:wrap type="square"/>
          </v:shape>
        </w:pict>
      </w: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7523EF" w:rsidP="00BC5284">
      <w:pPr>
        <w:pStyle w:val="ISM"/>
      </w:pPr>
      <w:r>
        <w:rPr>
          <w:noProof/>
          <w:lang w:val="en-US"/>
        </w:rPr>
        <w:pict>
          <v:shape id="Text Box 35" o:spid="_x0000_s1058" type="#_x0000_t202" style="position:absolute;margin-left:22.2pt;margin-top:5.65pt;width:263.9pt;height:30.8pt;z-index:251581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" stroked="f">
            <v:textbox inset="0,0,0,0">
              <w:txbxContent>
                <w:p w:rsidR="00BD4378" w:rsidRDefault="00BD4378" w:rsidP="00BC5284">
                  <w:r>
                    <w:t xml:space="preserve">Donna will receive </w:t>
                  </w:r>
                  <w:r>
                    <w:rPr>
                      <w:u w:val="double"/>
                    </w:rPr>
                    <w:t>$8340.04</w:t>
                  </w:r>
                  <w:r>
                    <w:t xml:space="preserve">, Tim will receive </w:t>
                  </w:r>
                  <w:r>
                    <w:rPr>
                      <w:u w:val="double"/>
                    </w:rPr>
                    <w:t>$10,045.40</w:t>
                  </w:r>
                  <w:r>
                    <w:t>,</w:t>
                  </w:r>
                  <w:r w:rsidRPr="00112033">
                    <w:t xml:space="preserve"> </w:t>
                  </w:r>
                  <w:r>
                    <w:t xml:space="preserve">and Gary will receive </w:t>
                  </w:r>
                  <w:r>
                    <w:rPr>
                      <w:u w:val="double"/>
                    </w:rPr>
                    <w:t>$12,099.48</w:t>
                  </w:r>
                  <w:r>
                    <w:t>.</w:t>
                  </w:r>
                </w:p>
              </w:txbxContent>
            </v:textbox>
          </v:shape>
        </w:pict>
      </w: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  <w:spacing w:line="360" w:lineRule="auto"/>
      </w:pPr>
    </w:p>
    <w:p w:rsidR="00BC5284" w:rsidRDefault="00BC5284" w:rsidP="00BC5284">
      <w:pPr>
        <w:pStyle w:val="ISM"/>
      </w:pPr>
    </w:p>
    <w:p w:rsidR="00BC5284" w:rsidRDefault="00BC5284" w:rsidP="00BC5284">
      <w:pPr>
        <w:tabs>
          <w:tab w:val="decimal" w:pos="270"/>
          <w:tab w:val="left" w:pos="540"/>
        </w:tabs>
      </w:pPr>
      <w:r>
        <w:tab/>
        <w:t>2</w:t>
      </w:r>
      <w:r w:rsidR="00600818">
        <w:t>9</w:t>
      </w:r>
      <w:r>
        <w:t>.</w:t>
      </w:r>
      <w:r>
        <w:tab/>
        <w:t>Maturity value of current GIC</w:t>
      </w:r>
      <w:r>
        <w:tab/>
      </w:r>
      <w:r>
        <w:tab/>
        <w:t xml:space="preserve">      </w:t>
      </w:r>
      <w:r>
        <w:rPr>
          <w:i/>
        </w:rPr>
        <w:t>a.</w:t>
      </w:r>
      <w:r>
        <w:t xml:space="preserve">  Maturity value of second GIC:</w:t>
      </w:r>
    </w:p>
    <w:p w:rsidR="00BC5284" w:rsidRDefault="00BC5284" w:rsidP="00BC5284">
      <w:pPr>
        <w:tabs>
          <w:tab w:val="decimal" w:pos="270"/>
          <w:tab w:val="left" w:pos="540"/>
        </w:tabs>
      </w:pPr>
      <w:r>
        <w:tab/>
      </w:r>
      <w:r>
        <w:tab/>
        <w:t xml:space="preserve">having </w:t>
      </w:r>
      <w:r>
        <w:rPr>
          <w:rFonts w:ascii="Times New Roman" w:hAnsi="Times New Roman"/>
          <w:i/>
        </w:rPr>
        <w:t xml:space="preserve">j </w:t>
      </w:r>
      <w:r>
        <w:t xml:space="preserve">= 6%, </w:t>
      </w:r>
      <w:r>
        <w:rPr>
          <w:rFonts w:ascii="Times New Roman" w:hAnsi="Times New Roman"/>
          <w:i/>
        </w:rPr>
        <w:t>m</w:t>
      </w:r>
      <w:r>
        <w:t xml:space="preserve"> = 2, </w:t>
      </w:r>
      <w:r>
        <w:rPr>
          <w:rFonts w:ascii="Times New Roman" w:hAnsi="Times New Roman"/>
          <w:i/>
        </w:rPr>
        <w:t>n</w:t>
      </w:r>
      <w:r>
        <w:t xml:space="preserve"> = 2(5) = 10</w:t>
      </w:r>
      <w:r>
        <w:tab/>
      </w:r>
      <w:r>
        <w:tab/>
        <w:t xml:space="preserve">having </w:t>
      </w:r>
      <w:r>
        <w:rPr>
          <w:rFonts w:ascii="Times New Roman" w:hAnsi="Times New Roman"/>
          <w:i/>
        </w:rPr>
        <w:t xml:space="preserve">j </w:t>
      </w:r>
      <w:r>
        <w:t xml:space="preserve">= 6%, </w:t>
      </w:r>
      <w:r>
        <w:rPr>
          <w:rFonts w:ascii="Times New Roman" w:hAnsi="Times New Roman"/>
          <w:i/>
        </w:rPr>
        <w:t>m</w:t>
      </w:r>
      <w:r>
        <w:t xml:space="preserve"> = 2, </w:t>
      </w:r>
      <w:r>
        <w:rPr>
          <w:rFonts w:ascii="Times New Roman" w:hAnsi="Times New Roman"/>
          <w:i/>
        </w:rPr>
        <w:t>n</w:t>
      </w:r>
      <w:r>
        <w:t xml:space="preserve"> = 2(5) = 10</w:t>
      </w:r>
    </w:p>
    <w:p w:rsidR="00BC5284" w:rsidRDefault="007523EF" w:rsidP="00BC5284">
      <w:pPr>
        <w:tabs>
          <w:tab w:val="decimal" w:pos="270"/>
          <w:tab w:val="left" w:pos="540"/>
        </w:tabs>
      </w:pPr>
      <w:r>
        <w:rPr>
          <w:noProof/>
          <w:lang w:val="en-US"/>
        </w:rPr>
        <w:pict>
          <v:shape id="AutoShape 37" o:spid="_x0000_s1059" type="#_x0000_t61" style="position:absolute;margin-left:254.45pt;margin-top:7.1pt;width:135.4pt;height:89.65pt;z-index:251584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" adj="6636,157" fillcolor="#cff">
            <v:fill opacity="25443f"/>
            <v:textbox inset="3.6pt,,3.6pt">
              <w:txbxContent>
                <w:p w:rsidR="00BD4378" w:rsidRDefault="00BD4378" w:rsidP="0035491F">
                  <w:pPr>
                    <w:spacing w:line="320" w:lineRule="exact"/>
                    <w:ind w:left="-90" w:right="42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35491F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 xml:space="preserve">N,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35491F">
                  <w:pPr>
                    <w:spacing w:line="320" w:lineRule="exact"/>
                    <w:ind w:right="42"/>
                    <w:jc w:val="right"/>
                  </w:pPr>
                  <w:r>
                    <w:t xml:space="preserve">80634.98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5491F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35491F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35491F">
                    <w:rPr>
                      <w:u w:val="double"/>
                    </w:rPr>
                    <w:t>108,366.67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36" o:spid="_x0000_s1060" type="#_x0000_t61" style="position:absolute;margin-left:30.45pt;margin-top:5.05pt;width:127.4pt;height:137.45pt;z-index:251582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" adj="20023,7056" fillcolor="#cff">
            <v:fill opacity="25443f"/>
            <v:textbox inset="3.6pt,,3.6pt">
              <w:txbxContent>
                <w:p w:rsidR="00BD4378" w:rsidRDefault="00BD4378" w:rsidP="0035491F">
                  <w:pPr>
                    <w:spacing w:line="320" w:lineRule="exact"/>
                    <w:ind w:right="42"/>
                    <w:jc w:val="right"/>
                  </w:pPr>
                  <w:r>
                    <w:t xml:space="preserve">6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5491F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35491F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BD4378" w:rsidRDefault="00BD4378" w:rsidP="0035491F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5491F">
                  <w:pPr>
                    <w:spacing w:line="320" w:lineRule="exact"/>
                    <w:ind w:right="42"/>
                    <w:jc w:val="right"/>
                  </w:pPr>
                  <w:r>
                    <w:t xml:space="preserve">60000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5491F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5491F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35491F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80,634.98</w:t>
                  </w:r>
                </w:p>
              </w:txbxContent>
            </v:textbox>
            <w10:wrap type="square"/>
          </v:shape>
        </w:pict>
      </w: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  <w:r>
        <w:tab/>
      </w:r>
      <w:r>
        <w:tab/>
      </w:r>
      <w:r>
        <w:rPr>
          <w:i/>
        </w:rPr>
        <w:t>b.</w:t>
      </w:r>
      <w:r>
        <w:t xml:space="preserve">  Maturity value of second GIC:</w:t>
      </w:r>
      <w:r>
        <w:tab/>
        <w:t xml:space="preserve">       </w:t>
      </w:r>
      <w:r>
        <w:rPr>
          <w:i/>
        </w:rPr>
        <w:t>c.</w:t>
      </w:r>
      <w:r>
        <w:t xml:space="preserve">  Maturity value of second GIC:</w:t>
      </w:r>
    </w:p>
    <w:p w:rsidR="00BC5284" w:rsidRDefault="00BC5284" w:rsidP="00BC5284">
      <w:pPr>
        <w:tabs>
          <w:tab w:val="decimal" w:pos="270"/>
          <w:tab w:val="left" w:pos="540"/>
        </w:tabs>
      </w:pPr>
      <w:r>
        <w:tab/>
      </w:r>
      <w:r>
        <w:tab/>
        <w:t xml:space="preserve">      having </w:t>
      </w:r>
      <w:r>
        <w:rPr>
          <w:rFonts w:ascii="Times New Roman" w:hAnsi="Times New Roman"/>
          <w:i/>
        </w:rPr>
        <w:t xml:space="preserve">j </w:t>
      </w:r>
      <w:r>
        <w:t xml:space="preserve">= 7%, </w:t>
      </w:r>
      <w:r>
        <w:rPr>
          <w:rFonts w:ascii="Times New Roman" w:hAnsi="Times New Roman"/>
          <w:i/>
        </w:rPr>
        <w:t>m</w:t>
      </w:r>
      <w:r>
        <w:t xml:space="preserve"> = 2, </w:t>
      </w:r>
      <w:r>
        <w:rPr>
          <w:rFonts w:ascii="Times New Roman" w:hAnsi="Times New Roman"/>
          <w:i/>
        </w:rPr>
        <w:t>n</w:t>
      </w:r>
      <w:r>
        <w:t xml:space="preserve"> = 2(5) = 10</w:t>
      </w:r>
      <w:r>
        <w:tab/>
      </w:r>
      <w:r>
        <w:tab/>
        <w:t xml:space="preserve">having </w:t>
      </w:r>
      <w:r>
        <w:rPr>
          <w:rFonts w:ascii="Times New Roman" w:hAnsi="Times New Roman"/>
          <w:i/>
        </w:rPr>
        <w:t xml:space="preserve">j </w:t>
      </w:r>
      <w:r>
        <w:t xml:space="preserve">= 5%, </w:t>
      </w:r>
      <w:r>
        <w:rPr>
          <w:rFonts w:ascii="Times New Roman" w:hAnsi="Times New Roman"/>
          <w:i/>
        </w:rPr>
        <w:t>m</w:t>
      </w:r>
      <w:r>
        <w:t xml:space="preserve"> = 2, </w:t>
      </w:r>
      <w:r>
        <w:rPr>
          <w:rFonts w:ascii="Times New Roman" w:hAnsi="Times New Roman"/>
          <w:i/>
        </w:rPr>
        <w:t>n</w:t>
      </w:r>
      <w:r>
        <w:t xml:space="preserve"> = 2(5) = 10</w:t>
      </w:r>
    </w:p>
    <w:p w:rsidR="00BC5284" w:rsidRDefault="007523EF" w:rsidP="00BC5284">
      <w:pPr>
        <w:tabs>
          <w:tab w:val="decimal" w:pos="270"/>
          <w:tab w:val="left" w:pos="540"/>
        </w:tabs>
      </w:pPr>
      <w:r>
        <w:rPr>
          <w:noProof/>
          <w:lang w:val="en-US"/>
        </w:rPr>
        <w:pict>
          <v:shape id="AutoShape 39" o:spid="_x0000_s1061" type="#_x0000_t61" style="position:absolute;margin-left:264.95pt;margin-top:3.8pt;width:114.4pt;height:90.9pt;z-index:251586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" adj="4277,178" fillcolor="#cff">
            <v:fill opacity="25443f"/>
            <v:textbox inset="3.6pt,,3.6pt">
              <w:txbxContent>
                <w:p w:rsidR="00BD4378" w:rsidRDefault="00BD4378" w:rsidP="0035491F">
                  <w:pPr>
                    <w:spacing w:line="320" w:lineRule="exact"/>
                    <w:ind w:left="-90" w:right="42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35491F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 xml:space="preserve">N, PV,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35491F">
                  <w:pPr>
                    <w:spacing w:line="320" w:lineRule="exact"/>
                    <w:ind w:right="42"/>
                    <w:jc w:val="right"/>
                  </w:pPr>
                  <w:r>
                    <w:t xml:space="preserve">5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F15F7A">
                    <w:rPr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 w:rsidRPr="00F15F7A">
                    <w:rPr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5491F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35491F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35491F">
                    <w:rPr>
                      <w:u w:val="double"/>
                    </w:rPr>
                    <w:t>103,219.59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38" o:spid="_x0000_s1062" type="#_x0000_t61" style="position:absolute;margin-left:46.55pt;margin-top:5.9pt;width:113pt;height:88.1pt;z-index:251585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" adj="7952,159" fillcolor="#cff">
            <v:fill opacity="25443f"/>
            <v:textbox inset="3.6pt,,3.6pt">
              <w:txbxContent>
                <w:p w:rsidR="00BD4378" w:rsidRDefault="00BD4378" w:rsidP="0035491F">
                  <w:pPr>
                    <w:spacing w:line="320" w:lineRule="exact"/>
                    <w:ind w:left="-90" w:right="42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35491F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 xml:space="preserve">N, PV,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35491F">
                  <w:pPr>
                    <w:spacing w:line="320" w:lineRule="exact"/>
                    <w:ind w:right="42"/>
                    <w:jc w:val="right"/>
                  </w:pPr>
                  <w:r>
                    <w:t xml:space="preserve">7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F15F7A">
                    <w:rPr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 w:rsidRPr="00F15F7A">
                    <w:rPr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5491F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35491F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35491F">
                    <w:rPr>
                      <w:u w:val="double"/>
                    </w:rPr>
                    <w:t>113,743.60</w:t>
                  </w:r>
                </w:p>
              </w:txbxContent>
            </v:textbox>
            <w10:wrap type="square"/>
          </v:shape>
        </w:pict>
      </w: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35491F" w:rsidRDefault="0035491F" w:rsidP="00BC5284">
      <w:pPr>
        <w:tabs>
          <w:tab w:val="decimal" w:pos="270"/>
          <w:tab w:val="left" w:pos="540"/>
        </w:tabs>
      </w:pPr>
    </w:p>
    <w:p w:rsidR="00BC5284" w:rsidRPr="00712809" w:rsidRDefault="00BC5284" w:rsidP="00712809">
      <w:pPr>
        <w:tabs>
          <w:tab w:val="decimal" w:pos="270"/>
          <w:tab w:val="left" w:pos="540"/>
          <w:tab w:val="left" w:pos="4395"/>
        </w:tabs>
        <w:rPr>
          <w:spacing w:val="-2"/>
        </w:rPr>
      </w:pPr>
      <w:r>
        <w:tab/>
      </w:r>
      <w:r w:rsidR="00600818">
        <w:t>31</w:t>
      </w:r>
      <w:r>
        <w:t>.</w:t>
      </w:r>
      <w:r>
        <w:tab/>
      </w:r>
      <w:r w:rsidRPr="00712809">
        <w:rPr>
          <w:spacing w:val="-2"/>
        </w:rPr>
        <w:t>For the first 15 months,</w:t>
      </w:r>
      <w:r w:rsidRPr="00712809">
        <w:rPr>
          <w:rFonts w:ascii="Times New Roman" w:hAnsi="Times New Roman"/>
          <w:i/>
          <w:spacing w:val="-2"/>
        </w:rPr>
        <w:t xml:space="preserve"> j</w:t>
      </w:r>
      <w:r w:rsidRPr="00712809">
        <w:rPr>
          <w:spacing w:val="-2"/>
        </w:rPr>
        <w:t xml:space="preserve"> = 9.5% </w:t>
      </w:r>
      <w:r w:rsidRPr="00712809">
        <w:rPr>
          <w:spacing w:val="-2"/>
        </w:rPr>
        <w:tab/>
      </w:r>
      <w:proofErr w:type="gramStart"/>
      <w:r w:rsidRPr="00712809">
        <w:rPr>
          <w:spacing w:val="-2"/>
        </w:rPr>
        <w:t>For</w:t>
      </w:r>
      <w:proofErr w:type="gramEnd"/>
      <w:r w:rsidRPr="00712809">
        <w:rPr>
          <w:spacing w:val="-2"/>
        </w:rPr>
        <w:t xml:space="preserve"> the next 6 months, </w:t>
      </w:r>
      <w:r w:rsidRPr="00712809">
        <w:rPr>
          <w:rFonts w:ascii="Times New Roman" w:hAnsi="Times New Roman"/>
          <w:i/>
          <w:spacing w:val="-2"/>
        </w:rPr>
        <w:t xml:space="preserve">j </w:t>
      </w:r>
      <w:r w:rsidRPr="00712809">
        <w:rPr>
          <w:spacing w:val="-2"/>
        </w:rPr>
        <w:t>= 8.5%</w:t>
      </w:r>
    </w:p>
    <w:p w:rsidR="00BC5284" w:rsidRPr="00712809" w:rsidRDefault="00BC5284" w:rsidP="00712809">
      <w:pPr>
        <w:tabs>
          <w:tab w:val="decimal" w:pos="270"/>
          <w:tab w:val="left" w:pos="540"/>
          <w:tab w:val="left" w:pos="4395"/>
        </w:tabs>
        <w:rPr>
          <w:spacing w:val="-2"/>
        </w:rPr>
      </w:pPr>
      <w:r w:rsidRPr="00712809">
        <w:rPr>
          <w:spacing w:val="-2"/>
        </w:rPr>
        <w:tab/>
      </w:r>
      <w:r w:rsidRPr="00712809">
        <w:rPr>
          <w:spacing w:val="-2"/>
        </w:rPr>
        <w:tab/>
      </w:r>
      <w:r w:rsidRPr="00712809">
        <w:rPr>
          <w:rFonts w:ascii="Times New Roman" w:hAnsi="Times New Roman"/>
          <w:i/>
          <w:spacing w:val="-2"/>
        </w:rPr>
        <w:t>m</w:t>
      </w:r>
      <w:r w:rsidRPr="00712809">
        <w:rPr>
          <w:spacing w:val="-2"/>
        </w:rPr>
        <w:t xml:space="preserve"> = 4, </w:t>
      </w:r>
      <w:r w:rsidRPr="00712809">
        <w:rPr>
          <w:rFonts w:ascii="Times New Roman" w:hAnsi="Times New Roman"/>
          <w:i/>
          <w:spacing w:val="-2"/>
        </w:rPr>
        <w:t>PV</w:t>
      </w:r>
      <w:r w:rsidRPr="00712809">
        <w:rPr>
          <w:spacing w:val="-2"/>
        </w:rPr>
        <w:t xml:space="preserve"> = $7000; </w:t>
      </w:r>
      <w:r w:rsidRPr="00712809">
        <w:rPr>
          <w:rFonts w:ascii="Times New Roman" w:hAnsi="Times New Roman"/>
          <w:i/>
          <w:spacing w:val="-2"/>
        </w:rPr>
        <w:t>n</w:t>
      </w:r>
      <w:r w:rsidRPr="00712809">
        <w:rPr>
          <w:spacing w:val="-2"/>
        </w:rPr>
        <w:t xml:space="preserve"> =</w:t>
      </w:r>
      <w:r w:rsidRPr="00712809">
        <w:rPr>
          <w:spacing w:val="-2"/>
          <w:sz w:val="12"/>
          <w:szCs w:val="12"/>
        </w:rPr>
        <w:t xml:space="preserve"> </w:t>
      </w:r>
      <w:r w:rsidRPr="00712809">
        <w:rPr>
          <w:spacing w:val="-2"/>
          <w:position w:val="-14"/>
        </w:rPr>
        <w:object w:dxaOrig="279" w:dyaOrig="400">
          <v:shape id="_x0000_i1377" type="#_x0000_t75" style="width:14.25pt;height:20.4pt" o:ole="">
            <v:imagedata r:id="rId346" o:title=""/>
          </v:shape>
          <o:OLEObject Type="Embed" ProgID="Equation.3" ShapeID="_x0000_i1377" DrawAspect="Content" ObjectID="_1654971232" r:id="rId347"/>
        </w:object>
      </w:r>
      <w:r w:rsidRPr="00712809">
        <w:rPr>
          <w:spacing w:val="-2"/>
        </w:rPr>
        <w:t>= 5</w:t>
      </w:r>
      <w:bookmarkStart w:id="0" w:name="_GoBack"/>
      <w:bookmarkEnd w:id="0"/>
      <w:r w:rsidRPr="00712809">
        <w:rPr>
          <w:spacing w:val="-2"/>
        </w:rPr>
        <w:tab/>
      </w:r>
      <w:r w:rsidRPr="00712809">
        <w:rPr>
          <w:rFonts w:ascii="Times New Roman" w:hAnsi="Times New Roman"/>
          <w:i/>
          <w:spacing w:val="-2"/>
        </w:rPr>
        <w:t>m</w:t>
      </w:r>
      <w:r w:rsidRPr="00712809">
        <w:rPr>
          <w:spacing w:val="-2"/>
        </w:rPr>
        <w:t xml:space="preserve"> = 2, </w:t>
      </w:r>
      <w:r w:rsidRPr="00712809">
        <w:rPr>
          <w:rFonts w:ascii="Times New Roman" w:hAnsi="Times New Roman"/>
          <w:i/>
          <w:spacing w:val="-2"/>
        </w:rPr>
        <w:t>PV</w:t>
      </w:r>
      <w:r w:rsidRPr="00712809">
        <w:rPr>
          <w:spacing w:val="-2"/>
        </w:rPr>
        <w:t xml:space="preserve"> = $7871.68, </w:t>
      </w:r>
      <w:r w:rsidRPr="00712809">
        <w:rPr>
          <w:rFonts w:ascii="Times New Roman" w:hAnsi="Times New Roman"/>
          <w:i/>
          <w:spacing w:val="-2"/>
        </w:rPr>
        <w:t>n</w:t>
      </w:r>
      <w:r w:rsidRPr="00712809">
        <w:rPr>
          <w:spacing w:val="-2"/>
        </w:rPr>
        <w:t xml:space="preserve"> = 1</w:t>
      </w:r>
    </w:p>
    <w:p w:rsidR="00BC5284" w:rsidRDefault="007523EF" w:rsidP="00BC5284">
      <w:pPr>
        <w:tabs>
          <w:tab w:val="decimal" w:pos="270"/>
          <w:tab w:val="left" w:pos="540"/>
        </w:tabs>
      </w:pPr>
      <w:r>
        <w:rPr>
          <w:noProof/>
          <w:lang w:val="en-US"/>
        </w:rPr>
        <w:pict>
          <v:shape id="AutoShape 41" o:spid="_x0000_s1063" type="#_x0000_t61" style="position:absolute;margin-left:217.35pt;margin-top:2.65pt;width:125.3pt;height:137.9pt;z-index:251588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" adj="14808,21451" fillcolor="#cff">
            <v:fill opacity="25443f"/>
            <v:textbox inset="3.6pt,,3.6pt">
              <w:txbxContent>
                <w:p w:rsidR="00BD4378" w:rsidRDefault="00BD4378" w:rsidP="0035491F">
                  <w:pPr>
                    <w:spacing w:line="320" w:lineRule="exact"/>
                    <w:ind w:right="43"/>
                    <w:jc w:val="right"/>
                  </w:pPr>
                  <w:r>
                    <w:t xml:space="preserve">8.5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5491F">
                  <w:pPr>
                    <w:spacing w:line="32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35491F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BD4378" w:rsidRDefault="00BD4378" w:rsidP="0035491F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5491F">
                  <w:pPr>
                    <w:spacing w:line="320" w:lineRule="exact"/>
                    <w:ind w:right="43"/>
                    <w:jc w:val="right"/>
                  </w:pPr>
                  <w:r>
                    <w:t xml:space="preserve">7871.68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5491F">
                  <w:pPr>
                    <w:spacing w:line="32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5491F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C5284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C961B5">
                    <w:t>–</w:t>
                  </w:r>
                  <w:r>
                    <w:t>8206.23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40" o:spid="_x0000_s1064" type="#_x0000_t61" style="position:absolute;margin-left:28.35pt;margin-top:1.95pt;width:128.1pt;height:139.7pt;z-index:251587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" adj="14484,21453" fillcolor="#cff">
            <v:fill opacity="25443f"/>
            <v:textbox inset="3.6pt,,3.6pt">
              <w:txbxContent>
                <w:p w:rsidR="00BD4378" w:rsidRDefault="00BD4378" w:rsidP="0035491F">
                  <w:pPr>
                    <w:spacing w:line="320" w:lineRule="exact"/>
                    <w:ind w:right="43"/>
                    <w:jc w:val="right"/>
                  </w:pPr>
                  <w:r>
                    <w:t xml:space="preserve">9.5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5491F">
                  <w:pPr>
                    <w:spacing w:line="32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35491F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4)</w:t>
                  </w:r>
                </w:p>
                <w:p w:rsidR="00BD4378" w:rsidRDefault="00BD4378" w:rsidP="0035491F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5491F">
                  <w:pPr>
                    <w:spacing w:line="320" w:lineRule="exact"/>
                    <w:ind w:right="43"/>
                    <w:jc w:val="right"/>
                  </w:pPr>
                  <w:r>
                    <w:t xml:space="preserve">7000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5491F">
                  <w:pPr>
                    <w:spacing w:line="32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5491F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C5284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C961B5">
                    <w:t>–</w:t>
                  </w:r>
                  <w:r>
                    <w:t>7871.68</w:t>
                  </w:r>
                </w:p>
              </w:txbxContent>
            </v:textbox>
            <w10:wrap type="square"/>
          </v:shape>
        </w:pict>
      </w: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  <w:spacing w:line="360" w:lineRule="auto"/>
      </w:pPr>
    </w:p>
    <w:p w:rsidR="00BC5284" w:rsidRDefault="00BC5284" w:rsidP="00BC5284">
      <w:pPr>
        <w:tabs>
          <w:tab w:val="decimal" w:pos="270"/>
          <w:tab w:val="left" w:pos="540"/>
        </w:tabs>
        <w:spacing w:line="360" w:lineRule="auto"/>
      </w:pPr>
      <w:r>
        <w:tab/>
      </w:r>
      <w:r>
        <w:tab/>
        <w:t xml:space="preserve">Total amount owed = </w:t>
      </w:r>
      <w:r>
        <w:rPr>
          <w:u w:val="double"/>
        </w:rPr>
        <w:t>$8206.23</w:t>
      </w:r>
    </w:p>
    <w:p w:rsidR="00BC5284" w:rsidRDefault="00BC5284" w:rsidP="00BC5284">
      <w:pPr>
        <w:tabs>
          <w:tab w:val="decimal" w:pos="270"/>
          <w:tab w:val="left" w:pos="540"/>
        </w:tabs>
      </w:pPr>
      <w:r>
        <w:lastRenderedPageBreak/>
        <w:tab/>
        <w:t>3</w:t>
      </w:r>
      <w:r w:rsidR="00600818">
        <w:t>3</w:t>
      </w:r>
      <w:r>
        <w:t>.</w:t>
      </w:r>
      <w:r>
        <w:tab/>
        <w:t>The solution requires three steps:</w:t>
      </w:r>
    </w:p>
    <w:p w:rsidR="00BC5284" w:rsidRDefault="00BC5284" w:rsidP="00BC5284">
      <w:pPr>
        <w:tabs>
          <w:tab w:val="decimal" w:pos="270"/>
          <w:tab w:val="left" w:pos="540"/>
        </w:tabs>
      </w:pPr>
      <w:r>
        <w:tab/>
      </w:r>
      <w:r>
        <w:tab/>
      </w:r>
      <w:r>
        <w:rPr>
          <w:i/>
          <w:iCs/>
        </w:rPr>
        <w:t>Step 1</w:t>
      </w:r>
      <w:r>
        <w:t>: Calculate the amount owed after 2.5 years;</w:t>
      </w:r>
    </w:p>
    <w:p w:rsidR="00BC5284" w:rsidRDefault="00BC5284" w:rsidP="00BC5284">
      <w:pPr>
        <w:tabs>
          <w:tab w:val="decimal" w:pos="270"/>
          <w:tab w:val="left" w:pos="540"/>
        </w:tabs>
      </w:pPr>
      <w:r>
        <w:tab/>
      </w:r>
      <w:r>
        <w:tab/>
      </w:r>
      <w:r>
        <w:rPr>
          <w:i/>
          <w:iCs/>
        </w:rPr>
        <w:t>Step 2</w:t>
      </w:r>
      <w:r>
        <w:t>: Calculate the amount owed after an additional 6 months;</w:t>
      </w:r>
    </w:p>
    <w:p w:rsidR="00BC5284" w:rsidRDefault="00BC5284" w:rsidP="00BC5284">
      <w:pPr>
        <w:tabs>
          <w:tab w:val="decimal" w:pos="270"/>
          <w:tab w:val="left" w:pos="540"/>
        </w:tabs>
        <w:spacing w:line="360" w:lineRule="auto"/>
      </w:pPr>
      <w:r>
        <w:tab/>
      </w:r>
      <w:r>
        <w:tab/>
      </w:r>
      <w:r>
        <w:rPr>
          <w:i/>
          <w:iCs/>
        </w:rPr>
        <w:t>Step 3</w:t>
      </w:r>
      <w:r>
        <w:t>: Calculate the amount owed after an additional 2 years.</w:t>
      </w:r>
    </w:p>
    <w:p w:rsidR="00BC5284" w:rsidRDefault="00BC5284" w:rsidP="00BC5284">
      <w:pPr>
        <w:tabs>
          <w:tab w:val="decimal" w:pos="270"/>
          <w:tab w:val="left" w:pos="540"/>
          <w:tab w:val="left" w:pos="3240"/>
        </w:tabs>
        <w:rPr>
          <w:u w:val="single"/>
        </w:rPr>
      </w:pPr>
      <w:r>
        <w:tab/>
      </w:r>
      <w:r>
        <w:tab/>
      </w:r>
      <w:r>
        <w:rPr>
          <w:i/>
          <w:iCs/>
          <w:u w:val="single"/>
        </w:rPr>
        <w:t>Step 1</w:t>
      </w:r>
      <w:r>
        <w:rPr>
          <w:u w:val="single"/>
        </w:rPr>
        <w:t>:</w:t>
      </w:r>
      <w:r>
        <w:tab/>
      </w:r>
      <w:r>
        <w:rPr>
          <w:i/>
          <w:iCs/>
          <w:u w:val="single"/>
        </w:rPr>
        <w:t>Step 2</w:t>
      </w:r>
      <w:r>
        <w:rPr>
          <w:u w:val="single"/>
        </w:rPr>
        <w:t>:</w:t>
      </w:r>
      <w:r>
        <w:tab/>
      </w:r>
      <w:r>
        <w:tab/>
      </w:r>
      <w:r>
        <w:tab/>
      </w:r>
      <w:r>
        <w:tab/>
      </w:r>
      <w:r>
        <w:rPr>
          <w:i/>
          <w:iCs/>
          <w:u w:val="single"/>
        </w:rPr>
        <w:t>Step 3</w:t>
      </w:r>
      <w:r>
        <w:rPr>
          <w:u w:val="single"/>
        </w:rPr>
        <w:t>:</w:t>
      </w: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  <w:r>
        <w:tab/>
      </w:r>
      <w:r>
        <w:tab/>
      </w:r>
      <w:r>
        <w:rPr>
          <w:rFonts w:ascii="Times New Roman" w:hAnsi="Times New Roman"/>
          <w:i/>
        </w:rPr>
        <w:t>PV</w:t>
      </w:r>
      <w:r>
        <w:t xml:space="preserve"> = $3000, </w:t>
      </w:r>
      <w:r>
        <w:rPr>
          <w:rFonts w:ascii="Times New Roman" w:hAnsi="Times New Roman"/>
          <w:i/>
        </w:rPr>
        <w:t>j</w:t>
      </w:r>
      <w:r>
        <w:t xml:space="preserve"> = 5%,</w:t>
      </w:r>
      <w:r>
        <w:tab/>
      </w:r>
      <w:r>
        <w:rPr>
          <w:rFonts w:ascii="Times New Roman" w:hAnsi="Times New Roman"/>
          <w:i/>
        </w:rPr>
        <w:t>PV</w:t>
      </w:r>
      <w:r>
        <w:t xml:space="preserve"> = $2394.22, </w:t>
      </w:r>
      <w:r>
        <w:rPr>
          <w:rFonts w:ascii="Times New Roman" w:hAnsi="Times New Roman"/>
          <w:i/>
        </w:rPr>
        <w:t>j</w:t>
      </w:r>
      <w:r>
        <w:t xml:space="preserve"> = 5%,</w:t>
      </w:r>
      <w:r>
        <w:tab/>
      </w:r>
      <w:r>
        <w:tab/>
      </w:r>
      <w:r>
        <w:rPr>
          <w:rFonts w:ascii="Times New Roman" w:hAnsi="Times New Roman"/>
          <w:i/>
        </w:rPr>
        <w:t>PV</w:t>
      </w:r>
      <w:r>
        <w:t xml:space="preserve"> = $2454.08, </w:t>
      </w:r>
      <w:r>
        <w:rPr>
          <w:rFonts w:ascii="Times New Roman" w:hAnsi="Times New Roman"/>
          <w:i/>
        </w:rPr>
        <w:t>j</w:t>
      </w:r>
      <w:r>
        <w:t xml:space="preserve"> = 6%,</w:t>
      </w: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  <w:r>
        <w:tab/>
      </w:r>
      <w:r>
        <w:tab/>
      </w:r>
      <w:r>
        <w:rPr>
          <w:rFonts w:ascii="Times New Roman" w:hAnsi="Times New Roman"/>
          <w:i/>
        </w:rPr>
        <w:t>m</w:t>
      </w:r>
      <w:r>
        <w:t xml:space="preserve"> = 2, </w:t>
      </w:r>
      <w:r>
        <w:rPr>
          <w:rFonts w:ascii="Times New Roman" w:hAnsi="Times New Roman"/>
          <w:i/>
        </w:rPr>
        <w:t xml:space="preserve">n </w:t>
      </w:r>
      <w:r>
        <w:t>= 2(2.5) = 5</w:t>
      </w:r>
      <w:r>
        <w:tab/>
      </w:r>
      <w:r>
        <w:rPr>
          <w:rFonts w:ascii="Times New Roman" w:hAnsi="Times New Roman"/>
          <w:i/>
        </w:rPr>
        <w:t>m</w:t>
      </w:r>
      <w:r>
        <w:t xml:space="preserve"> = 2, </w:t>
      </w:r>
      <w:r>
        <w:rPr>
          <w:rFonts w:ascii="Times New Roman" w:hAnsi="Times New Roman"/>
          <w:i/>
        </w:rPr>
        <w:t>n</w:t>
      </w:r>
      <w:r>
        <w:t xml:space="preserve"> = 2(0.5) = 1</w:t>
      </w:r>
      <w:r>
        <w:tab/>
      </w:r>
      <w:r>
        <w:tab/>
      </w:r>
      <w:r>
        <w:rPr>
          <w:rFonts w:ascii="Times New Roman" w:hAnsi="Times New Roman"/>
          <w:i/>
        </w:rPr>
        <w:t xml:space="preserve">m </w:t>
      </w:r>
      <w:r>
        <w:t xml:space="preserve">= 12, </w:t>
      </w:r>
      <w:r>
        <w:rPr>
          <w:rFonts w:ascii="Times New Roman" w:hAnsi="Times New Roman"/>
          <w:i/>
        </w:rPr>
        <w:t>n</w:t>
      </w:r>
      <w:r>
        <w:t xml:space="preserve"> = 12(2) = 24</w:t>
      </w:r>
    </w:p>
    <w:p w:rsidR="00BC5284" w:rsidRDefault="007523EF" w:rsidP="00BC5284">
      <w:pPr>
        <w:tabs>
          <w:tab w:val="decimal" w:pos="270"/>
          <w:tab w:val="left" w:pos="540"/>
        </w:tabs>
      </w:pPr>
      <w:r>
        <w:rPr>
          <w:noProof/>
          <w:lang w:val="en-US"/>
        </w:rPr>
        <w:pict>
          <v:shape id="AutoShape 43" o:spid="_x0000_s1065" type="#_x0000_t61" style="position:absolute;margin-left:165.55pt;margin-top:6.4pt;width:135.4pt;height:88.3pt;z-index:251590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" adj="7155,685" fillcolor="#cff">
            <v:fill opacity="25443f"/>
            <v:textbox inset="3.6pt,,3.6pt">
              <w:txbxContent>
                <w:p w:rsidR="00BD4378" w:rsidRDefault="00BD4378" w:rsidP="0035491F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C/Y,</w:t>
                  </w:r>
                  <w:r w:rsidRPr="008347C5">
                    <w:rPr>
                      <w:i/>
                      <w:iCs/>
                    </w:rP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35491F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5491F">
                  <w:pPr>
                    <w:spacing w:line="320" w:lineRule="exact"/>
                    <w:ind w:right="43"/>
                    <w:jc w:val="right"/>
                  </w:pPr>
                  <w:r>
                    <w:t xml:space="preserve">2394.22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5491F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C5284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8347C5">
                    <w:t>–</w:t>
                  </w:r>
                  <w:r>
                    <w:t>2454.08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44" o:spid="_x0000_s1066" type="#_x0000_t61" style="position:absolute;margin-left:324.45pt;margin-top:7.05pt;width:130.2pt;height:136.6pt;z-index:251591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" adj="846,6997" fillcolor="#cff">
            <v:fill opacity="25443f"/>
            <v:textbox inset="3.6pt,,3.6pt">
              <w:txbxContent>
                <w:p w:rsidR="00BD4378" w:rsidRDefault="00BD4378" w:rsidP="0035491F">
                  <w:pPr>
                    <w:spacing w:line="320" w:lineRule="exact"/>
                    <w:ind w:left="-90" w:right="43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35491F">
                  <w:pPr>
                    <w:spacing w:line="320" w:lineRule="exact"/>
                    <w:ind w:right="43"/>
                    <w:jc w:val="right"/>
                  </w:pPr>
                  <w:r>
                    <w:t xml:space="preserve">6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5491F">
                  <w:pPr>
                    <w:spacing w:line="32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35491F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BD4378" w:rsidRDefault="00BD4378" w:rsidP="0035491F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24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5491F">
                  <w:pPr>
                    <w:spacing w:line="320" w:lineRule="exact"/>
                    <w:ind w:right="43"/>
                    <w:jc w:val="right"/>
                  </w:pPr>
                  <w:r>
                    <w:t xml:space="preserve">2454.08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5491F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C5284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EA45C9">
                    <w:t>–</w:t>
                  </w:r>
                  <w:r>
                    <w:t>2766.14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42" o:spid="_x0000_s1067" type="#_x0000_t61" style="position:absolute;margin-left:29.05pt;margin-top:7.15pt;width:124.6pt;height:136.85pt;z-index:251589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" adj="12690,39" fillcolor="#cff">
            <v:fill opacity="25443f"/>
            <v:textbox inset="3.6pt,,3.6pt">
              <w:txbxContent>
                <w:p w:rsidR="00BD4378" w:rsidRDefault="00BD4378" w:rsidP="0035491F">
                  <w:pPr>
                    <w:spacing w:line="320" w:lineRule="exact"/>
                    <w:ind w:right="43"/>
                    <w:jc w:val="right"/>
                  </w:pPr>
                  <w:r>
                    <w:t xml:space="preserve">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5491F">
                  <w:pPr>
                    <w:spacing w:line="32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35491F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BD4378" w:rsidRDefault="00BD4378" w:rsidP="0035491F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5491F">
                  <w:pPr>
                    <w:spacing w:line="320" w:lineRule="exact"/>
                    <w:ind w:right="43"/>
                    <w:jc w:val="right"/>
                  </w:pPr>
                  <w:r>
                    <w:t xml:space="preserve">3000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5491F">
                  <w:pPr>
                    <w:spacing w:line="32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35491F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C5284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8347C5">
                    <w:t>–</w:t>
                  </w:r>
                  <w:r>
                    <w:t>3394.22</w:t>
                  </w:r>
                </w:p>
              </w:txbxContent>
            </v:textbox>
            <w10:wrap type="square"/>
          </v:shape>
        </w:pict>
      </w: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  <w:rPr>
          <w:u w:val="double"/>
        </w:rPr>
      </w:pPr>
    </w:p>
    <w:p w:rsidR="00BC5284" w:rsidRDefault="00BC5284" w:rsidP="00BC5284">
      <w:pPr>
        <w:tabs>
          <w:tab w:val="decimal" w:pos="270"/>
          <w:tab w:val="left" w:pos="540"/>
        </w:tabs>
        <w:rPr>
          <w:u w:val="double"/>
        </w:rPr>
      </w:pPr>
    </w:p>
    <w:p w:rsidR="00BC5284" w:rsidRDefault="00BC5284" w:rsidP="00BC5284">
      <w:pPr>
        <w:tabs>
          <w:tab w:val="decimal" w:pos="270"/>
          <w:tab w:val="left" w:pos="540"/>
        </w:tabs>
        <w:rPr>
          <w:u w:val="double"/>
        </w:rPr>
      </w:pPr>
    </w:p>
    <w:p w:rsidR="00BC5284" w:rsidRDefault="00BC5284" w:rsidP="00BC5284">
      <w:pPr>
        <w:tabs>
          <w:tab w:val="decimal" w:pos="270"/>
          <w:tab w:val="left" w:pos="540"/>
        </w:tabs>
        <w:rPr>
          <w:u w:val="double"/>
        </w:rPr>
      </w:pPr>
    </w:p>
    <w:p w:rsidR="00BC5284" w:rsidRDefault="00BC5284" w:rsidP="00BC5284">
      <w:pPr>
        <w:tabs>
          <w:tab w:val="decimal" w:pos="270"/>
          <w:tab w:val="left" w:pos="540"/>
        </w:tabs>
        <w:rPr>
          <w:u w:val="double"/>
        </w:rPr>
      </w:pPr>
    </w:p>
    <w:p w:rsidR="00BC5284" w:rsidRDefault="00BC5284" w:rsidP="00BC5284">
      <w:pPr>
        <w:tabs>
          <w:tab w:val="decimal" w:pos="270"/>
          <w:tab w:val="left" w:pos="540"/>
        </w:tabs>
        <w:spacing w:line="480" w:lineRule="auto"/>
      </w:pPr>
    </w:p>
    <w:p w:rsidR="00BC5284" w:rsidRDefault="00BC5284" w:rsidP="00BC5284">
      <w:pPr>
        <w:tabs>
          <w:tab w:val="decimal" w:pos="270"/>
          <w:tab w:val="left" w:pos="540"/>
        </w:tabs>
        <w:spacing w:line="480" w:lineRule="auto"/>
        <w:rPr>
          <w:u w:val="double"/>
        </w:rPr>
      </w:pPr>
      <w:r>
        <w:tab/>
      </w:r>
      <w:r>
        <w:tab/>
        <w:t xml:space="preserve">Total amount now owed = </w:t>
      </w:r>
      <w:r>
        <w:rPr>
          <w:u w:val="double"/>
        </w:rPr>
        <w:t>$2766.14</w:t>
      </w:r>
    </w:p>
    <w:p w:rsidR="00BC5284" w:rsidRDefault="00BC5284" w:rsidP="00F217A7">
      <w:pPr>
        <w:tabs>
          <w:tab w:val="decimal" w:pos="270"/>
          <w:tab w:val="left" w:pos="540"/>
        </w:tabs>
        <w:spacing w:after="60"/>
      </w:pPr>
      <w:r>
        <w:tab/>
        <w:t>3</w:t>
      </w:r>
      <w:r w:rsidR="00600818">
        <w:t>5</w:t>
      </w:r>
      <w:r>
        <w:t>.</w:t>
      </w:r>
      <w:r>
        <w:tab/>
        <w:t>The solution requires four steps:</w:t>
      </w:r>
    </w:p>
    <w:p w:rsidR="00BC5284" w:rsidRDefault="00BC5284" w:rsidP="00BC5284">
      <w:pPr>
        <w:tabs>
          <w:tab w:val="decimal" w:pos="270"/>
          <w:tab w:val="left" w:pos="540"/>
        </w:tabs>
      </w:pPr>
      <w:r>
        <w:tab/>
      </w:r>
      <w:r>
        <w:tab/>
      </w:r>
      <w:r>
        <w:rPr>
          <w:i/>
          <w:iCs/>
        </w:rPr>
        <w:t>Step 1</w:t>
      </w:r>
      <w:r>
        <w:t>: Calculate the amount owed after 9 months;</w:t>
      </w:r>
    </w:p>
    <w:p w:rsidR="00BC5284" w:rsidRDefault="00BC5284" w:rsidP="00BC5284">
      <w:pPr>
        <w:tabs>
          <w:tab w:val="decimal" w:pos="270"/>
          <w:tab w:val="left" w:pos="540"/>
        </w:tabs>
      </w:pPr>
      <w:r>
        <w:tab/>
      </w:r>
      <w:r>
        <w:tab/>
      </w:r>
      <w:r>
        <w:rPr>
          <w:i/>
          <w:iCs/>
        </w:rPr>
        <w:t>Step 2</w:t>
      </w:r>
      <w:r>
        <w:t>: Calculate the amount owed after an additional 3 months;</w:t>
      </w:r>
    </w:p>
    <w:p w:rsidR="00BC5284" w:rsidRDefault="00BC5284" w:rsidP="00BC5284">
      <w:pPr>
        <w:tabs>
          <w:tab w:val="decimal" w:pos="270"/>
          <w:tab w:val="left" w:pos="540"/>
        </w:tabs>
      </w:pPr>
      <w:r>
        <w:tab/>
      </w:r>
      <w:r>
        <w:tab/>
      </w:r>
      <w:r>
        <w:rPr>
          <w:i/>
          <w:iCs/>
        </w:rPr>
        <w:t>Step 3</w:t>
      </w:r>
      <w:r>
        <w:t>: Calculate the amount owed after an additional 6 months;</w:t>
      </w:r>
    </w:p>
    <w:p w:rsidR="00BC5284" w:rsidRDefault="00BC5284" w:rsidP="00F217A7">
      <w:pPr>
        <w:tabs>
          <w:tab w:val="decimal" w:pos="270"/>
          <w:tab w:val="left" w:pos="540"/>
        </w:tabs>
        <w:spacing w:after="60"/>
      </w:pPr>
      <w:r>
        <w:tab/>
      </w:r>
      <w:r>
        <w:tab/>
      </w:r>
      <w:r>
        <w:rPr>
          <w:i/>
          <w:iCs/>
        </w:rPr>
        <w:t>Step 4</w:t>
      </w:r>
      <w:r>
        <w:t>: Calculate the amount owed after an additional 6 months.</w:t>
      </w:r>
    </w:p>
    <w:p w:rsidR="00BC5284" w:rsidRDefault="00BC5284" w:rsidP="00BC5284">
      <w:pPr>
        <w:tabs>
          <w:tab w:val="decimal" w:pos="270"/>
          <w:tab w:val="left" w:pos="540"/>
          <w:tab w:val="left" w:pos="3240"/>
        </w:tabs>
        <w:rPr>
          <w:u w:val="single"/>
        </w:rPr>
      </w:pPr>
      <w:r>
        <w:tab/>
      </w:r>
      <w:r>
        <w:tab/>
      </w:r>
      <w:r>
        <w:rPr>
          <w:i/>
          <w:iCs/>
          <w:u w:val="single"/>
        </w:rPr>
        <w:t>Step 1</w:t>
      </w:r>
      <w:r>
        <w:rPr>
          <w:u w:val="single"/>
        </w:rPr>
        <w:t>:</w:t>
      </w:r>
      <w:r>
        <w:tab/>
      </w:r>
      <w:r>
        <w:tab/>
      </w:r>
      <w:r>
        <w:tab/>
      </w:r>
      <w:r>
        <w:rPr>
          <w:i/>
          <w:iCs/>
          <w:u w:val="single"/>
        </w:rPr>
        <w:t>Step 2</w:t>
      </w:r>
      <w:r>
        <w:rPr>
          <w:u w:val="single"/>
        </w:rPr>
        <w:t>:</w:t>
      </w:r>
      <w:r>
        <w:tab/>
      </w: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  <w:r>
        <w:tab/>
      </w:r>
      <w:r>
        <w:tab/>
      </w:r>
      <w:r>
        <w:rPr>
          <w:rFonts w:ascii="Times New Roman" w:hAnsi="Times New Roman"/>
          <w:i/>
        </w:rPr>
        <w:t>PV</w:t>
      </w:r>
      <w:r>
        <w:t xml:space="preserve"> = $10,000, </w:t>
      </w:r>
      <w:r>
        <w:rPr>
          <w:rFonts w:ascii="Times New Roman" w:hAnsi="Times New Roman"/>
          <w:i/>
        </w:rPr>
        <w:t>j</w:t>
      </w:r>
      <w:r>
        <w:t xml:space="preserve"> = 6.6%,</w:t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PV</w:t>
      </w:r>
      <w:r>
        <w:t xml:space="preserve"> = $10,506.03 </w:t>
      </w:r>
      <w:r>
        <w:sym w:font="Symbol" w:char="F02D"/>
      </w:r>
      <w:r>
        <w:t xml:space="preserve"> $2500 = $8006.03</w:t>
      </w: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  <w:r>
        <w:tab/>
      </w:r>
      <w:r>
        <w:tab/>
      </w:r>
      <w:r>
        <w:rPr>
          <w:rFonts w:ascii="Times New Roman" w:hAnsi="Times New Roman"/>
          <w:i/>
        </w:rPr>
        <w:t>m</w:t>
      </w:r>
      <w:r>
        <w:t xml:space="preserve"> = 12, </w:t>
      </w:r>
      <w:r>
        <w:rPr>
          <w:rFonts w:ascii="Times New Roman" w:hAnsi="Times New Roman"/>
          <w:i/>
        </w:rPr>
        <w:t xml:space="preserve">n </w:t>
      </w:r>
      <w:r>
        <w:t>= 9</w:t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n</w:t>
      </w:r>
      <w:r>
        <w:t xml:space="preserve"> = 3</w:t>
      </w:r>
      <w:r>
        <w:tab/>
      </w:r>
      <w:r>
        <w:tab/>
      </w:r>
    </w:p>
    <w:p w:rsidR="00BC5284" w:rsidRDefault="007523EF" w:rsidP="00BC5284">
      <w:pPr>
        <w:tabs>
          <w:tab w:val="decimal" w:pos="270"/>
          <w:tab w:val="left" w:pos="540"/>
          <w:tab w:val="left" w:pos="3240"/>
        </w:tabs>
      </w:pPr>
      <w:r>
        <w:rPr>
          <w:noProof/>
          <w:lang w:val="en-US"/>
        </w:rPr>
        <w:pict>
          <v:shape id="AutoShape 45" o:spid="_x0000_s1068" type="#_x0000_t61" style="position:absolute;margin-left:28.35pt;margin-top:4.65pt;width:131.2pt;height:137.55pt;z-index:251592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" adj="49,7137" fillcolor="#cff">
            <v:fill opacity="25443f"/>
            <v:textbox inset="3.6pt,,3.6pt">
              <w:txbxContent>
                <w:p w:rsidR="00BD4378" w:rsidRDefault="00BD4378" w:rsidP="00F82AC1">
                  <w:pPr>
                    <w:spacing w:line="320" w:lineRule="exact"/>
                    <w:ind w:right="43"/>
                    <w:jc w:val="right"/>
                  </w:pPr>
                  <w:r>
                    <w:t xml:space="preserve">6.6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F82AC1">
                  <w:pPr>
                    <w:spacing w:line="32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F82AC1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BD4378" w:rsidRDefault="00BD4378" w:rsidP="00F82AC1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9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F82AC1">
                  <w:pPr>
                    <w:spacing w:line="320" w:lineRule="exact"/>
                    <w:ind w:right="43"/>
                    <w:jc w:val="right"/>
                  </w:pPr>
                  <w:r>
                    <w:t xml:space="preserve">10000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F82AC1">
                  <w:pPr>
                    <w:spacing w:line="32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F82AC1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C5284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EA45C9">
                    <w:t>–</w:t>
                  </w:r>
                  <w:r>
                    <w:t>10,506.03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46" o:spid="_x0000_s1069" type="#_x0000_t61" style="position:absolute;margin-left:216.65pt;margin-top:6.75pt;width:142.4pt;height:86.45pt;z-index:251593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" adj="379,15703" fillcolor="#cff">
            <v:fill opacity="25443f"/>
            <v:textbox inset="3.6pt,,3.6pt">
              <w:txbxContent>
                <w:p w:rsidR="00BD4378" w:rsidRDefault="00BD4378" w:rsidP="00F82AC1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C/Y,</w:t>
                  </w:r>
                  <w:r w:rsidRPr="00803987">
                    <w:rPr>
                      <w:i/>
                      <w:iCs/>
                    </w:rP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  <w:r>
                    <w:t>,</w:t>
                  </w:r>
                </w:p>
                <w:p w:rsidR="00BD4378" w:rsidRDefault="00BD4378" w:rsidP="00F82AC1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F82AC1">
                  <w:pPr>
                    <w:spacing w:line="320" w:lineRule="exact"/>
                    <w:ind w:right="43"/>
                    <w:jc w:val="right"/>
                  </w:pPr>
                  <w:r>
                    <w:t xml:space="preserve">8006.03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F82AC1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C5284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803987">
                    <w:t>–</w:t>
                  </w:r>
                  <w:r>
                    <w:t>8138.86</w:t>
                  </w:r>
                </w:p>
              </w:txbxContent>
            </v:textbox>
            <w10:wrap type="square"/>
          </v:shape>
        </w:pict>
      </w: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Pr="00F217A7" w:rsidRDefault="00BC5284" w:rsidP="00BC5284">
      <w:pPr>
        <w:tabs>
          <w:tab w:val="decimal" w:pos="270"/>
          <w:tab w:val="left" w:pos="540"/>
          <w:tab w:val="left" w:pos="3240"/>
        </w:tabs>
        <w:rPr>
          <w:szCs w:val="22"/>
        </w:rPr>
      </w:pPr>
    </w:p>
    <w:p w:rsidR="00BC5284" w:rsidRPr="00F217A7" w:rsidRDefault="00BC5284" w:rsidP="00BC5284">
      <w:pPr>
        <w:tabs>
          <w:tab w:val="decimal" w:pos="270"/>
          <w:tab w:val="left" w:pos="540"/>
          <w:tab w:val="left" w:pos="3240"/>
        </w:tabs>
        <w:rPr>
          <w:szCs w:val="22"/>
        </w:rPr>
      </w:pPr>
    </w:p>
    <w:p w:rsidR="002A0AC9" w:rsidRDefault="002A0AC9">
      <w:r>
        <w:br w:type="page"/>
      </w:r>
    </w:p>
    <w:p w:rsidR="00BC5284" w:rsidRDefault="00BC5284" w:rsidP="00BC5284">
      <w:pPr>
        <w:tabs>
          <w:tab w:val="decimal" w:pos="270"/>
          <w:tab w:val="left" w:pos="540"/>
          <w:tab w:val="left" w:pos="3240"/>
        </w:tabs>
        <w:rPr>
          <w:u w:val="single"/>
        </w:rPr>
      </w:pPr>
      <w:r>
        <w:lastRenderedPageBreak/>
        <w:tab/>
      </w:r>
      <w:r>
        <w:tab/>
      </w:r>
      <w:r>
        <w:rPr>
          <w:i/>
          <w:iCs/>
          <w:u w:val="single"/>
        </w:rPr>
        <w:t>Step 3</w:t>
      </w:r>
      <w:r>
        <w:rPr>
          <w:u w:val="single"/>
        </w:rPr>
        <w:t>:</w:t>
      </w:r>
      <w:r>
        <w:tab/>
      </w:r>
      <w:r>
        <w:tab/>
      </w:r>
      <w:r>
        <w:tab/>
      </w:r>
      <w:r>
        <w:rPr>
          <w:i/>
          <w:iCs/>
          <w:u w:val="single"/>
        </w:rPr>
        <w:t>Step 4</w:t>
      </w:r>
      <w:r>
        <w:rPr>
          <w:u w:val="single"/>
        </w:rPr>
        <w:t>:</w:t>
      </w:r>
      <w:r>
        <w:tab/>
      </w: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  <w:r>
        <w:tab/>
      </w:r>
      <w:r>
        <w:tab/>
      </w:r>
      <w:r>
        <w:rPr>
          <w:rFonts w:ascii="Times New Roman" w:hAnsi="Times New Roman"/>
          <w:i/>
        </w:rPr>
        <w:t>PV</w:t>
      </w:r>
      <w:r>
        <w:t xml:space="preserve"> = $8138.86, </w:t>
      </w:r>
      <w:r>
        <w:rPr>
          <w:rFonts w:ascii="Times New Roman" w:hAnsi="Times New Roman"/>
          <w:i/>
        </w:rPr>
        <w:t>j</w:t>
      </w:r>
      <w:r>
        <w:t xml:space="preserve"> = 7%,</w:t>
      </w:r>
      <w:r w:rsidR="002F03E3">
        <w:t xml:space="preserve"> </w:t>
      </w:r>
      <w:r w:rsidR="002F03E3" w:rsidRPr="002F03E3">
        <w:rPr>
          <w:i/>
        </w:rPr>
        <w:t>m</w:t>
      </w:r>
      <w:r w:rsidR="002F03E3">
        <w:t xml:space="preserve">=4, </w:t>
      </w:r>
      <w:r w:rsidR="002F03E3" w:rsidRPr="002F03E3">
        <w:rPr>
          <w:i/>
        </w:rPr>
        <w:t>n</w:t>
      </w:r>
      <w:r w:rsidR="002F03E3">
        <w:t>=2</w:t>
      </w:r>
      <w:r>
        <w:tab/>
      </w:r>
      <w:r>
        <w:rPr>
          <w:rFonts w:ascii="Times New Roman" w:hAnsi="Times New Roman"/>
          <w:i/>
        </w:rPr>
        <w:t>PV</w:t>
      </w:r>
      <w:r>
        <w:t xml:space="preserve"> = $8426.21 </w:t>
      </w:r>
      <w:r>
        <w:sym w:font="Symbol" w:char="F02D"/>
      </w:r>
      <w:r>
        <w:t xml:space="preserve"> $3000 = $5426.21</w:t>
      </w:r>
    </w:p>
    <w:p w:rsidR="00BC5284" w:rsidRDefault="007523EF" w:rsidP="00BC5284">
      <w:pPr>
        <w:tabs>
          <w:tab w:val="decimal" w:pos="270"/>
          <w:tab w:val="left" w:pos="540"/>
          <w:tab w:val="left" w:pos="3240"/>
        </w:tabs>
      </w:pPr>
      <w:r>
        <w:rPr>
          <w:noProof/>
          <w:lang w:val="en-US"/>
        </w:rPr>
        <w:pict>
          <v:shape id="AutoShape 48" o:spid="_x0000_s1070" type="#_x0000_t61" style="position:absolute;margin-left:216.65pt;margin-top:6.55pt;width:110.9pt;height:89.6pt;z-index:251595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" adj="4519,24" fillcolor="#cff">
            <v:fill opacity="25443f"/>
            <v:textbox inset="3.6pt,,3.6pt">
              <w:txbxContent>
                <w:p w:rsidR="00BD4378" w:rsidRDefault="00BD4378" w:rsidP="00F82AC1">
                  <w:pPr>
                    <w:spacing w:line="320" w:lineRule="exact"/>
                    <w:ind w:left="-90" w:right="43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F82AC1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>N</w:t>
                  </w:r>
                  <w:r w:rsidRPr="00F516C9">
                    <w:rPr>
                      <w:i/>
                    </w:rPr>
                    <w:t>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F82AC1">
                  <w:pPr>
                    <w:spacing w:line="320" w:lineRule="exact"/>
                    <w:ind w:right="43"/>
                    <w:jc w:val="right"/>
                  </w:pPr>
                  <w:r>
                    <w:t xml:space="preserve">5426.21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F82AC1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F82AC1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803987">
                    <w:t>–</w:t>
                  </w:r>
                  <w:r>
                    <w:t>5617.79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47" o:spid="_x0000_s1071" type="#_x0000_t61" style="position:absolute;margin-left:26.25pt;margin-top:4.5pt;width:126pt;height:133pt;z-index:251594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" adj="20314,5692" fillcolor="#cff">
            <v:fill opacity="25443f"/>
            <v:textbox inset="3.6pt,,3.6pt">
              <w:txbxContent>
                <w:p w:rsidR="00BD4378" w:rsidRDefault="00BD4378" w:rsidP="00F82AC1">
                  <w:pPr>
                    <w:spacing w:line="320" w:lineRule="exact"/>
                    <w:ind w:left="-90" w:right="43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F82AC1">
                  <w:pPr>
                    <w:spacing w:line="320" w:lineRule="exact"/>
                    <w:ind w:right="43"/>
                    <w:jc w:val="right"/>
                  </w:pPr>
                  <w:r>
                    <w:t xml:space="preserve">7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F82AC1">
                  <w:pPr>
                    <w:spacing w:line="32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F82AC1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4)</w:t>
                  </w:r>
                </w:p>
                <w:p w:rsidR="00BD4378" w:rsidRDefault="00BD4378" w:rsidP="00F82AC1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F82AC1">
                  <w:pPr>
                    <w:spacing w:line="320" w:lineRule="exact"/>
                    <w:ind w:right="43"/>
                    <w:jc w:val="right"/>
                  </w:pPr>
                  <w:r>
                    <w:t xml:space="preserve">8138.86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F82AC1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C5284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803987">
                    <w:t>–</w:t>
                  </w:r>
                  <w:r>
                    <w:t>8426.21</w:t>
                  </w:r>
                </w:p>
              </w:txbxContent>
            </v:textbox>
            <w10:wrap type="square"/>
          </v:shape>
        </w:pict>
      </w: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  <w:rPr>
          <w:u w:val="double"/>
        </w:rPr>
      </w:pPr>
      <w:r>
        <w:tab/>
      </w:r>
      <w:r>
        <w:tab/>
        <w:t xml:space="preserve">The amount owed after two years was </w:t>
      </w:r>
      <w:r>
        <w:rPr>
          <w:u w:val="double"/>
        </w:rPr>
        <w:t>$5617.79</w:t>
      </w:r>
      <w:r>
        <w:t>.</w:t>
      </w:r>
    </w:p>
    <w:p w:rsidR="002F03E3" w:rsidRDefault="002F03E3" w:rsidP="00102242">
      <w:pPr>
        <w:pStyle w:val="ISM"/>
        <w:spacing w:after="120"/>
        <w:rPr>
          <w:b/>
          <w:sz w:val="24"/>
        </w:rPr>
      </w:pPr>
    </w:p>
    <w:p w:rsidR="002A0AC9" w:rsidRDefault="002A0AC9" w:rsidP="00102242">
      <w:pPr>
        <w:pStyle w:val="ISM"/>
        <w:spacing w:after="120"/>
        <w:rPr>
          <w:b/>
          <w:sz w:val="24"/>
        </w:rPr>
      </w:pPr>
    </w:p>
    <w:p w:rsidR="002A0AC9" w:rsidRDefault="002A0AC9" w:rsidP="00102242">
      <w:pPr>
        <w:pStyle w:val="ISM"/>
        <w:spacing w:after="120"/>
        <w:rPr>
          <w:b/>
          <w:sz w:val="24"/>
        </w:rPr>
      </w:pPr>
    </w:p>
    <w:p w:rsidR="002A0AC9" w:rsidRDefault="002A0AC9" w:rsidP="00102242">
      <w:pPr>
        <w:pStyle w:val="ISM"/>
        <w:spacing w:after="120"/>
        <w:rPr>
          <w:b/>
          <w:sz w:val="24"/>
        </w:rPr>
      </w:pPr>
    </w:p>
    <w:p w:rsidR="00102242" w:rsidRDefault="00102242" w:rsidP="00102242">
      <w:pPr>
        <w:pStyle w:val="ISM"/>
        <w:spacing w:after="120"/>
        <w:rPr>
          <w:b/>
          <w:sz w:val="24"/>
        </w:rPr>
      </w:pPr>
      <w:r>
        <w:rPr>
          <w:b/>
          <w:sz w:val="24"/>
        </w:rPr>
        <w:t xml:space="preserve">Exercise </w:t>
      </w:r>
      <w:r w:rsidR="0042545A">
        <w:rPr>
          <w:b/>
          <w:sz w:val="24"/>
        </w:rPr>
        <w:t>9</w:t>
      </w:r>
      <w:r>
        <w:rPr>
          <w:b/>
          <w:sz w:val="24"/>
        </w:rPr>
        <w:t>.4</w:t>
      </w:r>
    </w:p>
    <w:p w:rsidR="00BC5284" w:rsidRDefault="00BC5284" w:rsidP="00BC5284">
      <w:pPr>
        <w:pStyle w:val="ISM"/>
        <w:spacing w:after="120"/>
        <w:rPr>
          <w:b/>
          <w:sz w:val="24"/>
        </w:rPr>
      </w:pPr>
      <w:r>
        <w:rPr>
          <w:b/>
          <w:sz w:val="24"/>
        </w:rPr>
        <w:t xml:space="preserve">Financial Calculator Solutions to Odd-Numbered Problems in Exercise </w:t>
      </w:r>
      <w:r w:rsidR="0042545A">
        <w:rPr>
          <w:b/>
          <w:sz w:val="24"/>
        </w:rPr>
        <w:t>9</w:t>
      </w:r>
      <w:r>
        <w:rPr>
          <w:b/>
          <w:sz w:val="24"/>
        </w:rPr>
        <w:t>.3</w:t>
      </w:r>
    </w:p>
    <w:p w:rsidR="0012065C" w:rsidRDefault="0012065C" w:rsidP="0012065C">
      <w:pPr>
        <w:pStyle w:val="ISM"/>
      </w:pPr>
      <w:r>
        <w:tab/>
        <w:t>1.</w:t>
      </w:r>
      <w:r>
        <w:tab/>
        <w:t xml:space="preserve">Given: </w:t>
      </w:r>
      <w:r>
        <w:rPr>
          <w:rFonts w:ascii="Times New Roman" w:hAnsi="Times New Roman"/>
          <w:i/>
        </w:rPr>
        <w:t>j</w:t>
      </w:r>
      <w:r>
        <w:t xml:space="preserve"> = </w:t>
      </w:r>
      <w:r w:rsidR="0064453D">
        <w:t>2</w:t>
      </w:r>
      <w:r>
        <w:t xml:space="preserve">.5%; </w:t>
      </w:r>
      <w:r>
        <w:rPr>
          <w:rFonts w:ascii="Times New Roman" w:hAnsi="Times New Roman"/>
          <w:i/>
        </w:rPr>
        <w:t>m</w:t>
      </w:r>
      <w:r>
        <w:t xml:space="preserve"> = 1; </w:t>
      </w:r>
      <w:r w:rsidRPr="003D4F7C">
        <w:rPr>
          <w:rFonts w:ascii="Times New Roman" w:hAnsi="Times New Roman"/>
          <w:i/>
        </w:rPr>
        <w:t>FV</w:t>
      </w:r>
      <w:r>
        <w:t xml:space="preserve"> = $10,000;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3D4F7C">
        <w:rPr>
          <w:position w:val="-12"/>
        </w:rPr>
        <w:object w:dxaOrig="220" w:dyaOrig="380">
          <v:shape id="_x0000_i1208" type="#_x0000_t75" style="width:11.55pt;height:19pt" o:ole="" fillcolor="window">
            <v:imagedata r:id="rId198" o:title=""/>
          </v:shape>
          <o:OLEObject Type="Embed" ProgID="Equation.3" ShapeID="_x0000_i1208" DrawAspect="Content" ObjectID="_1654971233" r:id="rId348"/>
        </w:object>
      </w:r>
      <w:r>
        <w:t xml:space="preserve"> = </w:t>
      </w:r>
      <w:r w:rsidR="0075798D" w:rsidRPr="003D4F7C">
        <w:rPr>
          <w:position w:val="-12"/>
        </w:rPr>
        <w:object w:dxaOrig="420" w:dyaOrig="360">
          <v:shape id="_x0000_i1209" type="#_x0000_t75" style="width:21.05pt;height:18.35pt" o:ole="" fillcolor="window">
            <v:imagedata r:id="rId349" o:title=""/>
          </v:shape>
          <o:OLEObject Type="Embed" ProgID="Equation.3" ShapeID="_x0000_i1209" DrawAspect="Content" ObjectID="_1654971234" r:id="rId350"/>
        </w:object>
      </w:r>
      <w:r>
        <w:t xml:space="preserve"> = </w:t>
      </w:r>
      <w:r w:rsidR="0075798D">
        <w:t>2</w:t>
      </w:r>
      <w:r>
        <w:t>.5% (per year)</w:t>
      </w:r>
    </w:p>
    <w:p w:rsidR="0012065C" w:rsidRDefault="0012065C" w:rsidP="0012065C">
      <w:pPr>
        <w:tabs>
          <w:tab w:val="decimal" w:pos="270"/>
          <w:tab w:val="left" w:pos="540"/>
          <w:tab w:val="left" w:pos="3240"/>
        </w:tabs>
      </w:pPr>
      <w:r>
        <w:tab/>
      </w:r>
      <w:r>
        <w:tab/>
      </w:r>
      <w:r w:rsidR="00B45D5F" w:rsidRPr="00B45D5F">
        <w:rPr>
          <w:i/>
          <w:u w:val="single"/>
        </w:rPr>
        <w:t>a.</w:t>
      </w:r>
      <w:r w:rsidR="00B45D5F" w:rsidRPr="00B45D5F">
        <w:rPr>
          <w:u w:val="single"/>
        </w:rPr>
        <w:t xml:space="preserve"> </w:t>
      </w:r>
      <w:r w:rsidRPr="00B45D5F">
        <w:rPr>
          <w:i/>
          <w:iCs/>
          <w:u w:val="single"/>
        </w:rPr>
        <w:t>For</w:t>
      </w:r>
      <w:r>
        <w:rPr>
          <w:i/>
          <w:iCs/>
          <w:u w:val="single"/>
        </w:rPr>
        <w:t xml:space="preserve"> a 10-year term</w:t>
      </w:r>
      <w:r>
        <w:rPr>
          <w:u w:val="single"/>
        </w:rPr>
        <w:t>:</w:t>
      </w:r>
      <w:r>
        <w:tab/>
      </w:r>
      <w:r w:rsidR="00B45D5F">
        <w:rPr>
          <w:i/>
          <w:u w:val="single"/>
        </w:rPr>
        <w:t xml:space="preserve">b. </w:t>
      </w:r>
      <w:r>
        <w:rPr>
          <w:i/>
          <w:iCs/>
          <w:u w:val="single"/>
        </w:rPr>
        <w:t xml:space="preserve">For a </w:t>
      </w:r>
      <w:r w:rsidR="00F217A7">
        <w:rPr>
          <w:i/>
          <w:iCs/>
          <w:u w:val="single"/>
        </w:rPr>
        <w:t>2</w:t>
      </w:r>
      <w:r>
        <w:rPr>
          <w:i/>
          <w:iCs/>
          <w:u w:val="single"/>
        </w:rPr>
        <w:t>0-year term</w:t>
      </w:r>
      <w:r>
        <w:rPr>
          <w:u w:val="single"/>
        </w:rPr>
        <w:t>:</w:t>
      </w:r>
      <w:r>
        <w:tab/>
      </w:r>
      <w:r>
        <w:tab/>
      </w:r>
      <w:r w:rsidR="00B45D5F">
        <w:rPr>
          <w:i/>
          <w:u w:val="single"/>
        </w:rPr>
        <w:t xml:space="preserve">c. </w:t>
      </w:r>
      <w:r w:rsidR="00F217A7">
        <w:rPr>
          <w:i/>
          <w:iCs/>
          <w:u w:val="single"/>
        </w:rPr>
        <w:t>For a 30-year term</w:t>
      </w:r>
      <w:r>
        <w:rPr>
          <w:u w:val="single"/>
        </w:rPr>
        <w:t>:</w:t>
      </w:r>
    </w:p>
    <w:p w:rsidR="0012065C" w:rsidRDefault="0012065C" w:rsidP="0012065C">
      <w:pPr>
        <w:tabs>
          <w:tab w:val="decimal" w:pos="270"/>
          <w:tab w:val="left" w:pos="540"/>
          <w:tab w:val="left" w:pos="3240"/>
        </w:tabs>
      </w:pPr>
      <w:r>
        <w:tab/>
      </w:r>
      <w:r>
        <w:tab/>
      </w:r>
      <w:r w:rsidR="00B45D5F">
        <w:t xml:space="preserve">    </w:t>
      </w:r>
      <w:r>
        <w:rPr>
          <w:rFonts w:ascii="Times New Roman" w:hAnsi="Times New Roman"/>
          <w:i/>
        </w:rPr>
        <w:t xml:space="preserve">n </w:t>
      </w:r>
      <w:r>
        <w:t>= 1(10) = 10</w:t>
      </w:r>
      <w:r>
        <w:tab/>
      </w:r>
      <w:r w:rsidR="00B45D5F">
        <w:t xml:space="preserve">    </w:t>
      </w:r>
      <w:r>
        <w:rPr>
          <w:rFonts w:ascii="Times New Roman" w:hAnsi="Times New Roman"/>
          <w:i/>
        </w:rPr>
        <w:t>n</w:t>
      </w:r>
      <w:r>
        <w:t xml:space="preserve"> = </w:t>
      </w:r>
      <w:r w:rsidR="00F217A7">
        <w:t>1</w:t>
      </w:r>
      <w:r>
        <w:t>(</w:t>
      </w:r>
      <w:r w:rsidR="00F217A7">
        <w:t>20</w:t>
      </w:r>
      <w:r>
        <w:t xml:space="preserve">) = </w:t>
      </w:r>
      <w:r w:rsidR="00F217A7">
        <w:t>20</w:t>
      </w:r>
      <w:r>
        <w:tab/>
      </w:r>
      <w:r>
        <w:tab/>
      </w:r>
      <w:r w:rsidR="00F217A7">
        <w:tab/>
      </w:r>
      <w:r w:rsidR="00B45D5F">
        <w:t xml:space="preserve">    </w:t>
      </w:r>
      <w:r>
        <w:rPr>
          <w:rFonts w:ascii="Times New Roman" w:hAnsi="Times New Roman"/>
          <w:i/>
        </w:rPr>
        <w:t>n</w:t>
      </w:r>
      <w:r>
        <w:t xml:space="preserve"> = </w:t>
      </w:r>
      <w:r w:rsidR="00F217A7">
        <w:t>1</w:t>
      </w:r>
      <w:r>
        <w:t>(</w:t>
      </w:r>
      <w:r w:rsidR="00F217A7">
        <w:t>30</w:t>
      </w:r>
      <w:r>
        <w:t xml:space="preserve">) = </w:t>
      </w:r>
      <w:r w:rsidR="00F217A7">
        <w:t>30</w:t>
      </w:r>
    </w:p>
    <w:p w:rsidR="0012065C" w:rsidRDefault="007523EF" w:rsidP="0012065C">
      <w:pPr>
        <w:tabs>
          <w:tab w:val="decimal" w:pos="270"/>
          <w:tab w:val="left" w:pos="540"/>
          <w:tab w:val="left" w:pos="3240"/>
        </w:tabs>
      </w:pPr>
      <w:r>
        <w:rPr>
          <w:noProof/>
          <w:lang w:val="en-US"/>
        </w:rPr>
        <w:pict>
          <v:shape id="AutoShape 195" o:spid="_x0000_s1072" type="#_x0000_t61" style="position:absolute;margin-left:164.25pt;margin-top:5.95pt;width:136pt;height:88.45pt;z-index:251625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" adj="429,15495" fillcolor="#cff">
            <v:fill opacity="25443f"/>
            <v:textbox inset="3.6pt,,3.6pt">
              <w:txbxContent>
                <w:p w:rsidR="00BD4378" w:rsidRDefault="00BD4378" w:rsidP="00F217A7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F217A7">
                  <w:pPr>
                    <w:spacing w:line="280" w:lineRule="exact"/>
                    <w:ind w:left="-86" w:right="43"/>
                    <w:jc w:val="right"/>
                  </w:pPr>
                  <w:r>
                    <w:t>Same</w:t>
                  </w:r>
                  <w:r>
                    <w:rPr>
                      <w:i/>
                      <w:iCs/>
                    </w:rPr>
                    <w:t xml:space="preserve"> PMT, FV</w:t>
                  </w:r>
                </w:p>
                <w:p w:rsidR="00BD4378" w:rsidRDefault="00BD4378" w:rsidP="00F217A7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F217A7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F217A7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-6102.71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194" o:spid="_x0000_s1073" type="#_x0000_t61" style="position:absolute;margin-left:30.55pt;margin-top:5.95pt;width:123.1pt;height:137.9pt;z-index:251624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" adj="13476,360" fillcolor="#cff">
            <v:fill opacity="25443f"/>
            <v:textbox inset="3.6pt,,3.6pt">
              <w:txbxContent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2.5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12065C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10000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12065C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-7811.98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196" o:spid="_x0000_s1074" type="#_x0000_t61" style="position:absolute;margin-left:314.05pt;margin-top:9.45pt;width:136pt;height:87.1pt;z-index:251627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" adj="429,15735" fillcolor="#cff">
            <v:fill opacity="25443f"/>
            <v:textbox inset="3.6pt,,3.6pt">
              <w:txbxContent>
                <w:p w:rsidR="00BD4378" w:rsidRDefault="00BD4378" w:rsidP="00F217A7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F217A7">
                  <w:pPr>
                    <w:spacing w:line="280" w:lineRule="exact"/>
                    <w:ind w:left="-86" w:right="43"/>
                    <w:jc w:val="right"/>
                  </w:pPr>
                  <w:r>
                    <w:t>Same</w:t>
                  </w:r>
                  <w:r>
                    <w:rPr>
                      <w:i/>
                      <w:iCs/>
                    </w:rPr>
                    <w:t xml:space="preserve"> PMT, FV</w:t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-4767.43</w:t>
                  </w:r>
                </w:p>
              </w:txbxContent>
            </v:textbox>
            <w10:wrap type="square"/>
          </v:shape>
        </w:pict>
      </w:r>
    </w:p>
    <w:p w:rsidR="0012065C" w:rsidRDefault="0012065C" w:rsidP="0012065C"/>
    <w:p w:rsidR="0012065C" w:rsidRDefault="0012065C" w:rsidP="0012065C">
      <w:pPr>
        <w:tabs>
          <w:tab w:val="decimal" w:pos="270"/>
          <w:tab w:val="left" w:pos="540"/>
          <w:tab w:val="left" w:pos="3240"/>
        </w:tabs>
      </w:pPr>
    </w:p>
    <w:p w:rsidR="0012065C" w:rsidRDefault="0012065C" w:rsidP="0012065C">
      <w:pPr>
        <w:tabs>
          <w:tab w:val="decimal" w:pos="270"/>
          <w:tab w:val="left" w:pos="540"/>
          <w:tab w:val="left" w:pos="3240"/>
        </w:tabs>
      </w:pPr>
    </w:p>
    <w:p w:rsidR="0012065C" w:rsidRDefault="0012065C" w:rsidP="0012065C">
      <w:pPr>
        <w:tabs>
          <w:tab w:val="decimal" w:pos="270"/>
          <w:tab w:val="left" w:pos="540"/>
          <w:tab w:val="left" w:pos="3240"/>
        </w:tabs>
      </w:pPr>
    </w:p>
    <w:p w:rsidR="0012065C" w:rsidRDefault="0012065C" w:rsidP="0012065C">
      <w:pPr>
        <w:tabs>
          <w:tab w:val="decimal" w:pos="270"/>
          <w:tab w:val="left" w:pos="540"/>
          <w:tab w:val="left" w:pos="3240"/>
        </w:tabs>
      </w:pPr>
    </w:p>
    <w:p w:rsidR="0012065C" w:rsidRDefault="0012065C" w:rsidP="0012065C">
      <w:pPr>
        <w:tabs>
          <w:tab w:val="decimal" w:pos="270"/>
          <w:tab w:val="left" w:pos="540"/>
          <w:tab w:val="left" w:pos="3240"/>
        </w:tabs>
      </w:pPr>
    </w:p>
    <w:p w:rsidR="0012065C" w:rsidRDefault="0012065C" w:rsidP="0012065C">
      <w:pPr>
        <w:tabs>
          <w:tab w:val="decimal" w:pos="270"/>
          <w:tab w:val="left" w:pos="540"/>
          <w:tab w:val="left" w:pos="3240"/>
        </w:tabs>
      </w:pPr>
    </w:p>
    <w:p w:rsidR="0012065C" w:rsidRDefault="007523EF" w:rsidP="0012065C">
      <w:pPr>
        <w:tabs>
          <w:tab w:val="decimal" w:pos="270"/>
          <w:tab w:val="left" w:pos="540"/>
          <w:tab w:val="left" w:pos="3240"/>
        </w:tabs>
      </w:pPr>
      <w:r>
        <w:rPr>
          <w:noProof/>
          <w:lang w:val="en-US"/>
        </w:rPr>
        <w:pict>
          <v:shape id="Text Box 197" o:spid="_x0000_s1075" type="#_x0000_t202" style="position:absolute;margin-left:166.7pt;margin-top:2.25pt;width:284.9pt;height:41.15pt;z-index:251628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" stroked="f">
            <v:textbox inset="0,0,0,0">
              <w:txbxContent>
                <w:p w:rsidR="00BD4378" w:rsidRDefault="00BD4378" w:rsidP="0012065C">
                  <w:r>
                    <w:t>The initial investments must be:</w:t>
                  </w:r>
                </w:p>
                <w:p w:rsidR="00BD4378" w:rsidRDefault="00BD4378" w:rsidP="00F217A7">
                  <w:pPr>
                    <w:ind w:left="270"/>
                  </w:pPr>
                  <w:r>
                    <w:t>(</w:t>
                  </w:r>
                  <w:r w:rsidRPr="00B45D5F">
                    <w:rPr>
                      <w:i/>
                    </w:rPr>
                    <w:t>a</w:t>
                  </w:r>
                  <w:r>
                    <w:t xml:space="preserve">) </w:t>
                  </w:r>
                  <w:r w:rsidRPr="003F6593">
                    <w:rPr>
                      <w:u w:val="double"/>
                    </w:rPr>
                    <w:t>$</w:t>
                  </w:r>
                  <w:r>
                    <w:rPr>
                      <w:u w:val="double"/>
                    </w:rPr>
                    <w:t>7811.98</w:t>
                  </w:r>
                  <w:r>
                    <w:t xml:space="preserve">     (</w:t>
                  </w:r>
                  <w:r w:rsidRPr="00B45D5F">
                    <w:rPr>
                      <w:i/>
                    </w:rPr>
                    <w:t>b</w:t>
                  </w:r>
                  <w:r>
                    <w:t xml:space="preserve">) </w:t>
                  </w:r>
                  <w:r w:rsidRPr="003F6593">
                    <w:rPr>
                      <w:u w:val="double"/>
                    </w:rPr>
                    <w:t>$</w:t>
                  </w:r>
                  <w:r>
                    <w:rPr>
                      <w:u w:val="double"/>
                    </w:rPr>
                    <w:t>6102.71</w:t>
                  </w:r>
                  <w:r>
                    <w:t xml:space="preserve">    (</w:t>
                  </w:r>
                  <w:r w:rsidRPr="00B45D5F">
                    <w:rPr>
                      <w:i/>
                    </w:rPr>
                    <w:t>c</w:t>
                  </w:r>
                  <w:r>
                    <w:t xml:space="preserve">) </w:t>
                  </w:r>
                  <w:r w:rsidRPr="003F6593">
                    <w:rPr>
                      <w:u w:val="double"/>
                    </w:rPr>
                    <w:t>$</w:t>
                  </w:r>
                  <w:r>
                    <w:rPr>
                      <w:u w:val="double"/>
                    </w:rPr>
                    <w:t>4767.43</w:t>
                  </w:r>
                </w:p>
              </w:txbxContent>
            </v:textbox>
            <w10:wrap type="square"/>
          </v:shape>
        </w:pict>
      </w:r>
    </w:p>
    <w:p w:rsidR="0012065C" w:rsidRDefault="0012065C" w:rsidP="0012065C">
      <w:pPr>
        <w:tabs>
          <w:tab w:val="decimal" w:pos="270"/>
          <w:tab w:val="left" w:pos="540"/>
          <w:tab w:val="left" w:pos="3240"/>
        </w:tabs>
      </w:pPr>
    </w:p>
    <w:p w:rsidR="0012065C" w:rsidRDefault="0012065C" w:rsidP="0012065C">
      <w:pPr>
        <w:tabs>
          <w:tab w:val="decimal" w:pos="270"/>
          <w:tab w:val="left" w:pos="540"/>
          <w:tab w:val="left" w:pos="3240"/>
        </w:tabs>
      </w:pPr>
    </w:p>
    <w:p w:rsidR="0012065C" w:rsidRDefault="0012065C" w:rsidP="0012065C">
      <w:pPr>
        <w:tabs>
          <w:tab w:val="decimal" w:pos="270"/>
          <w:tab w:val="left" w:pos="540"/>
          <w:tab w:val="left" w:pos="3240"/>
        </w:tabs>
      </w:pPr>
    </w:p>
    <w:p w:rsidR="00B45D5F" w:rsidRPr="002838A7" w:rsidRDefault="00B45D5F" w:rsidP="00B45D5F">
      <w:pPr>
        <w:pStyle w:val="ISM"/>
        <w:spacing w:after="60"/>
        <w:rPr>
          <w:rFonts w:cs="Arial"/>
        </w:rPr>
      </w:pPr>
      <w:r w:rsidRPr="004A319D">
        <w:tab/>
      </w:r>
      <w:r>
        <w:t>3</w:t>
      </w:r>
      <w:r w:rsidRPr="004A319D">
        <w:t>.</w:t>
      </w:r>
      <w:r>
        <w:tab/>
        <w:t xml:space="preserve">Given: </w:t>
      </w:r>
      <w:r>
        <w:rPr>
          <w:rFonts w:ascii="Times New Roman" w:hAnsi="Times New Roman"/>
          <w:i/>
        </w:rPr>
        <w:t>F</w:t>
      </w:r>
      <w:r w:rsidRPr="00BC5595">
        <w:rPr>
          <w:rFonts w:ascii="Times New Roman" w:hAnsi="Times New Roman"/>
          <w:i/>
        </w:rPr>
        <w:t>V</w:t>
      </w:r>
      <w:r>
        <w:t xml:space="preserve"> = $10,000; </w:t>
      </w:r>
      <w:r>
        <w:rPr>
          <w:rFonts w:cs="Arial"/>
        </w:rPr>
        <w:t>T</w:t>
      </w:r>
      <w:r w:rsidRPr="002838A7">
        <w:rPr>
          <w:rFonts w:cs="Arial"/>
        </w:rPr>
        <w:t>erm = 25 years</w:t>
      </w:r>
      <w:r>
        <w:rPr>
          <w:rFonts w:cs="Arial"/>
        </w:rPr>
        <w:t xml:space="preserve">; </w:t>
      </w:r>
      <w:r>
        <w:rPr>
          <w:rFonts w:ascii="Times New Roman" w:hAnsi="Times New Roman"/>
          <w:i/>
        </w:rPr>
        <w:t>j</w:t>
      </w:r>
      <w:r w:rsidRPr="002838A7">
        <w:rPr>
          <w:rFonts w:ascii="Times New Roman" w:hAnsi="Times New Roman"/>
          <w:i/>
        </w:rPr>
        <w:t xml:space="preserve"> </w:t>
      </w:r>
      <w:r>
        <w:rPr>
          <w:rFonts w:cs="Arial"/>
        </w:rPr>
        <w:t xml:space="preserve">= </w:t>
      </w:r>
      <w:r w:rsidR="0075798D">
        <w:rPr>
          <w:rFonts w:cs="Arial"/>
        </w:rPr>
        <w:t>4</w:t>
      </w:r>
      <w:r>
        <w:rPr>
          <w:rFonts w:cs="Arial"/>
        </w:rPr>
        <w:t>%</w:t>
      </w:r>
    </w:p>
    <w:p w:rsidR="00B45D5F" w:rsidRDefault="00B45D5F" w:rsidP="00B45D5F">
      <w:pPr>
        <w:pStyle w:val="ISM"/>
        <w:tabs>
          <w:tab w:val="left" w:pos="900"/>
          <w:tab w:val="left" w:pos="4320"/>
          <w:tab w:val="left" w:pos="4680"/>
        </w:tabs>
      </w:pPr>
      <w:r>
        <w:tab/>
      </w:r>
      <w:r>
        <w:tab/>
      </w:r>
      <w:r>
        <w:rPr>
          <w:i/>
          <w:iCs/>
        </w:rPr>
        <w:t>a</w:t>
      </w:r>
      <w:r>
        <w:t>.</w:t>
      </w:r>
      <w:r>
        <w:tab/>
      </w:r>
      <w:r>
        <w:rPr>
          <w:rFonts w:ascii="Times New Roman" w:hAnsi="Times New Roman"/>
          <w:i/>
          <w:iCs/>
        </w:rPr>
        <w:t>m</w:t>
      </w:r>
      <w:r>
        <w:t xml:space="preserve"> = 1; </w:t>
      </w:r>
      <w:r>
        <w:rPr>
          <w:rFonts w:ascii="Times New Roman" w:hAnsi="Times New Roman"/>
          <w:i/>
          <w:iCs/>
        </w:rPr>
        <w:t xml:space="preserve">n </w:t>
      </w:r>
      <w:r>
        <w:t>= 1(25) = 25</w:t>
      </w:r>
      <w:r>
        <w:tab/>
      </w:r>
      <w:r>
        <w:tab/>
      </w:r>
      <w:r>
        <w:rPr>
          <w:i/>
          <w:iCs/>
        </w:rPr>
        <w:t>b.</w:t>
      </w:r>
      <w:r>
        <w:tab/>
      </w:r>
      <w:r>
        <w:rPr>
          <w:rFonts w:ascii="Times New Roman" w:hAnsi="Times New Roman"/>
          <w:i/>
          <w:iCs/>
        </w:rPr>
        <w:t>m</w:t>
      </w:r>
      <w:r>
        <w:t xml:space="preserve"> = 2; </w:t>
      </w:r>
      <w:r>
        <w:rPr>
          <w:rFonts w:ascii="Times New Roman" w:hAnsi="Times New Roman"/>
          <w:i/>
          <w:iCs/>
        </w:rPr>
        <w:t xml:space="preserve">n </w:t>
      </w:r>
      <w:r>
        <w:t>= 2(25) = 50</w:t>
      </w:r>
    </w:p>
    <w:p w:rsidR="00B45D5F" w:rsidRDefault="007523EF" w:rsidP="00B45D5F">
      <w:pPr>
        <w:pStyle w:val="ISM"/>
      </w:pPr>
      <w:r>
        <w:rPr>
          <w:noProof/>
          <w:lang w:val="en-US"/>
        </w:rPr>
        <w:pict>
          <v:shape id="AutoShape 199" o:spid="_x0000_s1076" type="#_x0000_t61" style="position:absolute;margin-left:256.55pt;margin-top:7.05pt;width:131.2pt;height:105.8pt;z-index:251630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" adj="510,12954" fillcolor="#cff">
            <v:fill opacity="25443f"/>
            <v:textbox inset="3.6pt,,3.6pt">
              <w:txbxContent>
                <w:p w:rsidR="00BD4378" w:rsidRDefault="00BD4378" w:rsidP="00B45D5F">
                  <w:pPr>
                    <w:spacing w:line="320" w:lineRule="exact"/>
                    <w:ind w:left="-90" w:right="43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</w:rPr>
                    <w:t>FV</w:t>
                  </w:r>
                  <w:r w:rsidRPr="00F516C9">
                    <w:rPr>
                      <w:i/>
                    </w:rPr>
                    <w:t>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B45D5F">
                  <w:pPr>
                    <w:spacing w:line="32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B45D5F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BD4378" w:rsidRDefault="00BD4378" w:rsidP="00B45D5F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B45D5F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45D5F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-</w:t>
                  </w:r>
                  <w:r>
                    <w:rPr>
                      <w:u w:val="double"/>
                    </w:rPr>
                    <w:t>3715.28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198" o:spid="_x0000_s1077" type="#_x0000_t61" style="position:absolute;margin-left:45.15pt;margin-top:3.55pt;width:138.9pt;height:139.3pt;z-index:251629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" adj="886,9839" fillcolor="#cff">
            <v:fill opacity="25443f"/>
            <v:textbox inset="3.6pt,,3.6pt">
              <w:txbxContent>
                <w:p w:rsidR="00BD4378" w:rsidRDefault="00BD4378" w:rsidP="00B45D5F">
                  <w:pPr>
                    <w:spacing w:line="320" w:lineRule="exact"/>
                    <w:ind w:right="43"/>
                    <w:jc w:val="right"/>
                  </w:pPr>
                  <w:r>
                    <w:t xml:space="preserve">4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B45D5F">
                  <w:pPr>
                    <w:spacing w:line="32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B45D5F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BD4378" w:rsidRDefault="00BD4378" w:rsidP="00B45D5F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B45D5F">
                  <w:pPr>
                    <w:spacing w:line="320" w:lineRule="exact"/>
                    <w:ind w:right="43"/>
                    <w:jc w:val="right"/>
                  </w:pPr>
                  <w:r>
                    <w:t xml:space="preserve">10000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B45D5F">
                  <w:pPr>
                    <w:spacing w:line="32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B45D5F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45D5F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-</w:t>
                  </w:r>
                  <w:r w:rsidRPr="0004429C">
                    <w:rPr>
                      <w:u w:val="double"/>
                    </w:rPr>
                    <w:t>3751.</w:t>
                  </w:r>
                  <w:r>
                    <w:rPr>
                      <w:u w:val="double"/>
                    </w:rPr>
                    <w:t>17</w:t>
                  </w:r>
                </w:p>
              </w:txbxContent>
            </v:textbox>
            <w10:wrap type="square"/>
          </v:shape>
        </w:pict>
      </w:r>
    </w:p>
    <w:p w:rsidR="00B45D5F" w:rsidRDefault="00B45D5F" w:rsidP="00B45D5F">
      <w:pPr>
        <w:pStyle w:val="ISM"/>
      </w:pPr>
    </w:p>
    <w:p w:rsidR="00B45D5F" w:rsidRDefault="00B45D5F" w:rsidP="00B45D5F"/>
    <w:p w:rsidR="00B45D5F" w:rsidRDefault="00B45D5F" w:rsidP="00B45D5F">
      <w:pPr>
        <w:pStyle w:val="ISM"/>
      </w:pPr>
    </w:p>
    <w:p w:rsidR="00B45D5F" w:rsidRDefault="00B45D5F" w:rsidP="00B45D5F"/>
    <w:p w:rsidR="00B45D5F" w:rsidRDefault="00B45D5F" w:rsidP="00B45D5F">
      <w:pPr>
        <w:pStyle w:val="ISM"/>
      </w:pPr>
    </w:p>
    <w:p w:rsidR="00B45D5F" w:rsidRDefault="00B45D5F" w:rsidP="00B45D5F">
      <w:pPr>
        <w:pStyle w:val="ISM"/>
      </w:pPr>
    </w:p>
    <w:p w:rsidR="00B45D5F" w:rsidRDefault="00B45D5F" w:rsidP="00B45D5F">
      <w:pPr>
        <w:pStyle w:val="ISM"/>
      </w:pPr>
    </w:p>
    <w:p w:rsidR="00B45D5F" w:rsidRDefault="00B45D5F" w:rsidP="00B45D5F">
      <w:pPr>
        <w:pStyle w:val="ISM"/>
      </w:pPr>
    </w:p>
    <w:p w:rsidR="00B45D5F" w:rsidRDefault="00B45D5F" w:rsidP="00B45D5F">
      <w:pPr>
        <w:pStyle w:val="ISM"/>
      </w:pPr>
    </w:p>
    <w:p w:rsidR="00B45D5F" w:rsidRDefault="00B45D5F" w:rsidP="00B45D5F">
      <w:pPr>
        <w:pStyle w:val="ISM"/>
      </w:pPr>
    </w:p>
    <w:p w:rsidR="00B45D5F" w:rsidRPr="00FC2C9B" w:rsidRDefault="00B45D5F" w:rsidP="00B45D5F">
      <w:pPr>
        <w:pStyle w:val="ISM"/>
        <w:rPr>
          <w:sz w:val="16"/>
          <w:szCs w:val="16"/>
        </w:rPr>
      </w:pPr>
    </w:p>
    <w:p w:rsidR="002A0AC9" w:rsidRDefault="002A0AC9">
      <w:r>
        <w:br w:type="page"/>
      </w:r>
    </w:p>
    <w:p w:rsidR="00B45D5F" w:rsidRDefault="00B45D5F" w:rsidP="00B45D5F">
      <w:pPr>
        <w:pStyle w:val="ISM"/>
        <w:tabs>
          <w:tab w:val="left" w:pos="900"/>
          <w:tab w:val="left" w:pos="4320"/>
          <w:tab w:val="left" w:pos="4680"/>
        </w:tabs>
      </w:pPr>
      <w:r>
        <w:lastRenderedPageBreak/>
        <w:tab/>
      </w:r>
      <w:r>
        <w:tab/>
      </w:r>
      <w:proofErr w:type="gramStart"/>
      <w:r>
        <w:rPr>
          <w:i/>
          <w:iCs/>
        </w:rPr>
        <w:t>c</w:t>
      </w:r>
      <w:proofErr w:type="gramEnd"/>
      <w:r>
        <w:rPr>
          <w:i/>
          <w:iCs/>
        </w:rPr>
        <w:t>.</w:t>
      </w:r>
      <w:r>
        <w:tab/>
      </w:r>
      <w:r>
        <w:rPr>
          <w:rFonts w:ascii="Times New Roman" w:hAnsi="Times New Roman"/>
          <w:i/>
          <w:iCs/>
        </w:rPr>
        <w:t>m</w:t>
      </w:r>
      <w:r>
        <w:t xml:space="preserve"> = 4; </w:t>
      </w:r>
      <w:r>
        <w:rPr>
          <w:rFonts w:ascii="Times New Roman" w:hAnsi="Times New Roman"/>
          <w:i/>
          <w:iCs/>
        </w:rPr>
        <w:t xml:space="preserve">n </w:t>
      </w:r>
      <w:r>
        <w:t>= 4(25) = 100</w:t>
      </w:r>
      <w:r>
        <w:tab/>
      </w:r>
      <w:r>
        <w:tab/>
      </w:r>
      <w:r>
        <w:rPr>
          <w:i/>
          <w:iCs/>
        </w:rPr>
        <w:t>d.</w:t>
      </w:r>
      <w:r>
        <w:tab/>
      </w:r>
      <w:r>
        <w:rPr>
          <w:rFonts w:ascii="Times New Roman" w:hAnsi="Times New Roman"/>
          <w:i/>
          <w:iCs/>
        </w:rPr>
        <w:t>m</w:t>
      </w:r>
      <w:r>
        <w:t xml:space="preserve"> = 12; </w:t>
      </w:r>
      <w:r>
        <w:rPr>
          <w:rFonts w:ascii="Times New Roman" w:hAnsi="Times New Roman"/>
          <w:i/>
          <w:iCs/>
        </w:rPr>
        <w:t xml:space="preserve">n </w:t>
      </w:r>
      <w:r>
        <w:t>= 12(25) = 300</w:t>
      </w:r>
    </w:p>
    <w:p w:rsidR="00B45D5F" w:rsidRDefault="007523EF" w:rsidP="00B45D5F">
      <w:pPr>
        <w:pStyle w:val="ISM"/>
      </w:pPr>
      <w:r>
        <w:rPr>
          <w:noProof/>
          <w:lang w:val="en-US"/>
        </w:rPr>
        <w:pict>
          <v:shape id="AutoShape 201" o:spid="_x0000_s1078" type="#_x0000_t61" style="position:absolute;margin-left:255.85pt;margin-top:6.55pt;width:131.2pt;height:104.35pt;z-index:251632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" adj="576,16922" fillcolor="#cff">
            <v:fill opacity="25443f"/>
            <v:textbox inset="3.6pt,,3.6pt">
              <w:txbxContent>
                <w:p w:rsidR="00BD4378" w:rsidRDefault="00BD4378" w:rsidP="00B45D5F">
                  <w:pPr>
                    <w:spacing w:line="320" w:lineRule="exact"/>
                    <w:ind w:left="-90" w:right="43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</w:rPr>
                    <w:t>FV</w:t>
                  </w:r>
                  <w:r w:rsidRPr="00F516C9">
                    <w:rPr>
                      <w:i/>
                    </w:rPr>
                    <w:t>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B45D5F">
                  <w:pPr>
                    <w:spacing w:line="32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B45D5F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BD4378" w:rsidRDefault="00BD4378" w:rsidP="00B45D5F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300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B45D5F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45D5F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-</w:t>
                  </w:r>
                  <w:r>
                    <w:rPr>
                      <w:u w:val="double"/>
                    </w:rPr>
                    <w:t>3684.92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00" o:spid="_x0000_s1079" type="#_x0000_t61" style="position:absolute;margin-left:45.85pt;margin-top:5.85pt;width:131.2pt;height:104.2pt;z-index:251631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" adj="510,13153" fillcolor="#cff">
            <v:fill opacity="25443f"/>
            <v:textbox inset="3.6pt,,3.6pt">
              <w:txbxContent>
                <w:p w:rsidR="00BD4378" w:rsidRDefault="00BD4378" w:rsidP="00B45D5F">
                  <w:pPr>
                    <w:spacing w:line="320" w:lineRule="exact"/>
                    <w:ind w:left="-90" w:right="43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</w:rPr>
                    <w:t>FV</w:t>
                  </w:r>
                  <w:r w:rsidRPr="00F516C9">
                    <w:rPr>
                      <w:i/>
                    </w:rPr>
                    <w:t>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B45D5F">
                  <w:pPr>
                    <w:spacing w:line="32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B45D5F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4)</w:t>
                  </w:r>
                </w:p>
                <w:p w:rsidR="00BD4378" w:rsidRDefault="00BD4378" w:rsidP="00B45D5F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100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B45D5F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45D5F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-</w:t>
                  </w:r>
                  <w:r>
                    <w:rPr>
                      <w:u w:val="double"/>
                    </w:rPr>
                    <w:t>3697.11</w:t>
                  </w:r>
                </w:p>
              </w:txbxContent>
            </v:textbox>
            <w10:wrap type="square"/>
          </v:shape>
        </w:pict>
      </w:r>
    </w:p>
    <w:p w:rsidR="00B45D5F" w:rsidRDefault="00B45D5F" w:rsidP="00B45D5F">
      <w:pPr>
        <w:pStyle w:val="ISM"/>
      </w:pPr>
    </w:p>
    <w:p w:rsidR="00B45D5F" w:rsidRDefault="00B45D5F" w:rsidP="00B45D5F"/>
    <w:p w:rsidR="00B45D5F" w:rsidRDefault="00B45D5F" w:rsidP="00B45D5F">
      <w:pPr>
        <w:pStyle w:val="ISM"/>
      </w:pPr>
    </w:p>
    <w:p w:rsidR="00B45D5F" w:rsidRDefault="00B45D5F" w:rsidP="00B45D5F">
      <w:pPr>
        <w:pStyle w:val="ISM"/>
      </w:pPr>
    </w:p>
    <w:p w:rsidR="00B45D5F" w:rsidRDefault="00B45D5F" w:rsidP="00B45D5F">
      <w:pPr>
        <w:pStyle w:val="ISM"/>
      </w:pPr>
    </w:p>
    <w:p w:rsidR="00B45D5F" w:rsidRDefault="00B45D5F" w:rsidP="00B45D5F">
      <w:pPr>
        <w:pStyle w:val="ISM"/>
      </w:pPr>
    </w:p>
    <w:p w:rsidR="00B45D5F" w:rsidRDefault="00B45D5F" w:rsidP="00B45D5F">
      <w:pPr>
        <w:pStyle w:val="ISM"/>
      </w:pPr>
    </w:p>
    <w:p w:rsidR="00B45D5F" w:rsidRDefault="00B45D5F" w:rsidP="00F7767C">
      <w:pPr>
        <w:pStyle w:val="ISM"/>
      </w:pPr>
    </w:p>
    <w:p w:rsidR="002A0AC9" w:rsidRDefault="002A0AC9" w:rsidP="00BC5284">
      <w:pPr>
        <w:pStyle w:val="ISM"/>
      </w:pPr>
    </w:p>
    <w:p w:rsidR="0012065C" w:rsidRDefault="007523EF" w:rsidP="00BC5284">
      <w:pPr>
        <w:pStyle w:val="ISM"/>
      </w:pPr>
      <w:r>
        <w:rPr>
          <w:noProof/>
          <w:lang w:val="en-US"/>
        </w:rPr>
        <w:pict>
          <v:shape id="AutoShape 49" o:spid="_x0000_s1080" type="#_x0000_t61" style="position:absolute;margin-left:288.75pt;margin-top:4.75pt;width:124.3pt;height:135.1pt;z-index:251596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" adj="5196,104" fillcolor="#cff">
            <v:fill opacity="25443f"/>
            <v:textbox inset="3.6pt,,3.6pt">
              <w:txbxContent>
                <w:p w:rsidR="00BD4378" w:rsidRDefault="00BD4378" w:rsidP="0012065C">
                  <w:pPr>
                    <w:spacing w:line="320" w:lineRule="exact"/>
                    <w:ind w:right="43"/>
                    <w:jc w:val="right"/>
                  </w:pPr>
                  <w:r>
                    <w:t xml:space="preserve">4.5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12065C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10000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C5284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7A42AB">
                    <w:t>–</w:t>
                  </w:r>
                  <w:r>
                    <w:t>6439.28</w:t>
                  </w:r>
                </w:p>
              </w:txbxContent>
            </v:textbox>
            <w10:wrap type="square"/>
          </v:shape>
        </w:pict>
      </w:r>
    </w:p>
    <w:p w:rsidR="00BC5284" w:rsidRDefault="00BC5284" w:rsidP="00BC5284">
      <w:pPr>
        <w:pStyle w:val="ISM"/>
      </w:pPr>
      <w:r>
        <w:tab/>
      </w:r>
      <w:r w:rsidR="00F82AC1">
        <w:t>5</w:t>
      </w:r>
      <w:r>
        <w:t>.</w:t>
      </w:r>
      <w:r>
        <w:tab/>
        <w:t xml:space="preserve">Given: </w:t>
      </w:r>
      <w:r>
        <w:rPr>
          <w:rFonts w:ascii="Times New Roman" w:hAnsi="Times New Roman"/>
          <w:i/>
          <w:iCs/>
        </w:rPr>
        <w:t xml:space="preserve">FV </w:t>
      </w:r>
      <w:r>
        <w:t xml:space="preserve">= $10,000; </w:t>
      </w:r>
      <w:r>
        <w:rPr>
          <w:rFonts w:ascii="Times New Roman" w:hAnsi="Times New Roman"/>
          <w:i/>
          <w:iCs/>
        </w:rPr>
        <w:t>j</w:t>
      </w:r>
      <w:r>
        <w:rPr>
          <w:rFonts w:ascii="Times New Roman" w:hAnsi="Times New Roman"/>
        </w:rPr>
        <w:t xml:space="preserve"> </w:t>
      </w:r>
      <w:r>
        <w:t>= 4.5%;</w:t>
      </w:r>
      <w:r>
        <w:rPr>
          <w:rFonts w:ascii="Times New Roman" w:hAnsi="Times New Roman"/>
          <w:i/>
          <w:iCs/>
        </w:rPr>
        <w:t xml:space="preserve"> m</w:t>
      </w:r>
      <w:r>
        <w:t xml:space="preserve"> = 1</w:t>
      </w:r>
    </w:p>
    <w:p w:rsidR="00BC5284" w:rsidRDefault="00BC5284" w:rsidP="00BC5284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n</w:t>
      </w:r>
      <w:r>
        <w:t xml:space="preserve"> = </w:t>
      </w:r>
      <w:proofErr w:type="gramStart"/>
      <w:r>
        <w:rPr>
          <w:rFonts w:ascii="Times New Roman" w:hAnsi="Times New Roman"/>
          <w:i/>
        </w:rPr>
        <w:t>m</w:t>
      </w:r>
      <w:r>
        <w:t>(</w:t>
      </w:r>
      <w:proofErr w:type="gramEnd"/>
      <w:r>
        <w:t xml:space="preserve">Term in years) </w:t>
      </w:r>
    </w:p>
    <w:p w:rsidR="00BC5284" w:rsidRDefault="00BC5284" w:rsidP="00BC5284">
      <w:pPr>
        <w:pStyle w:val="ISM"/>
      </w:pPr>
      <w:r>
        <w:tab/>
      </w:r>
      <w:r>
        <w:tab/>
      </w:r>
      <w:r>
        <w:tab/>
        <w:t xml:space="preserve">= 1(10) </w:t>
      </w:r>
    </w:p>
    <w:p w:rsidR="00BC5284" w:rsidRDefault="00BC5284" w:rsidP="00BC5284">
      <w:pPr>
        <w:pStyle w:val="ISM"/>
      </w:pPr>
      <w:r>
        <w:tab/>
      </w:r>
      <w:r>
        <w:tab/>
      </w:r>
      <w:r>
        <w:tab/>
        <w:t>= 10 compounding periods</w:t>
      </w:r>
    </w:p>
    <w:p w:rsidR="00BC5284" w:rsidRDefault="00BC5284" w:rsidP="00BC5284">
      <w:pPr>
        <w:pStyle w:val="ISM"/>
        <w:spacing w:after="120"/>
      </w:pPr>
      <w:r>
        <w:tab/>
      </w:r>
      <w:r>
        <w:tab/>
      </w:r>
      <w:r w:rsidR="00F7767C">
        <w:rPr>
          <w:spacing w:val="-2"/>
        </w:rPr>
        <w:t xml:space="preserve">Present value </w:t>
      </w:r>
      <w:r>
        <w:t xml:space="preserve">= </w:t>
      </w:r>
      <w:r>
        <w:rPr>
          <w:rFonts w:ascii="Times New Roman" w:hAnsi="Times New Roman"/>
          <w:i/>
        </w:rPr>
        <w:t>PV</w:t>
      </w:r>
      <w:r>
        <w:t xml:space="preserve"> = </w:t>
      </w:r>
      <w:r>
        <w:rPr>
          <w:u w:val="double"/>
        </w:rPr>
        <w:t>$6439.28</w:t>
      </w: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2A0AC9" w:rsidRDefault="002A0AC9" w:rsidP="00BC5284">
      <w:pPr>
        <w:pStyle w:val="ISM"/>
      </w:pPr>
    </w:p>
    <w:p w:rsidR="002A0AC9" w:rsidRDefault="002A0AC9" w:rsidP="00BC5284">
      <w:pPr>
        <w:pStyle w:val="ISM"/>
      </w:pPr>
    </w:p>
    <w:p w:rsidR="00BC5284" w:rsidRDefault="007523EF" w:rsidP="00BC5284">
      <w:pPr>
        <w:pStyle w:val="ISM"/>
      </w:pPr>
      <w:r>
        <w:rPr>
          <w:noProof/>
          <w:lang w:val="en-US"/>
        </w:rPr>
        <w:pict>
          <v:shape id="AutoShape 50" o:spid="_x0000_s1081" type="#_x0000_t61" style="position:absolute;margin-left:308.35pt;margin-top:2.45pt;width:125.5pt;height:136pt;z-index:251597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" adj="224,8124" fillcolor="#cff">
            <v:fill opacity="25443f"/>
            <v:textbox inset="3.6pt,,3.6pt">
              <w:txbxContent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3.5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12065C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7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9704.61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C5284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–8594.83</w:t>
                  </w:r>
                </w:p>
              </w:txbxContent>
            </v:textbox>
            <w10:wrap type="square"/>
          </v:shape>
        </w:pict>
      </w:r>
      <w:r w:rsidR="00BC5284">
        <w:tab/>
      </w:r>
      <w:r w:rsidR="00F82AC1">
        <w:t>7</w:t>
      </w:r>
      <w:r w:rsidR="00BC5284">
        <w:t>.</w:t>
      </w:r>
      <w:r w:rsidR="00BC5284">
        <w:tab/>
        <w:t xml:space="preserve">Given: </w:t>
      </w:r>
      <w:r w:rsidR="00BC5284">
        <w:rPr>
          <w:rFonts w:ascii="Times New Roman" w:hAnsi="Times New Roman"/>
          <w:i/>
          <w:iCs/>
        </w:rPr>
        <w:t xml:space="preserve">FV </w:t>
      </w:r>
      <w:r w:rsidR="00BC5284">
        <w:t xml:space="preserve">= $9704.61; </w:t>
      </w:r>
      <w:r w:rsidR="00BC5284">
        <w:rPr>
          <w:rFonts w:ascii="Times New Roman" w:hAnsi="Times New Roman"/>
          <w:i/>
          <w:iCs/>
        </w:rPr>
        <w:t>j</w:t>
      </w:r>
      <w:r w:rsidR="00BC5284">
        <w:rPr>
          <w:rFonts w:ascii="Times New Roman" w:hAnsi="Times New Roman"/>
        </w:rPr>
        <w:t xml:space="preserve"> </w:t>
      </w:r>
      <w:r w:rsidR="00BC5284">
        <w:t xml:space="preserve">= </w:t>
      </w:r>
      <w:r w:rsidR="00922251">
        <w:t>3</w:t>
      </w:r>
      <w:r w:rsidR="00BC5284">
        <w:t>.5%;</w:t>
      </w:r>
      <w:r w:rsidR="00BC5284">
        <w:rPr>
          <w:rFonts w:ascii="Times New Roman" w:hAnsi="Times New Roman"/>
          <w:i/>
          <w:iCs/>
        </w:rPr>
        <w:t xml:space="preserve"> m</w:t>
      </w:r>
      <w:r w:rsidR="00BC5284">
        <w:t xml:space="preserve"> = 2</w:t>
      </w:r>
    </w:p>
    <w:p w:rsidR="00BC5284" w:rsidRDefault="00BC5284" w:rsidP="00BC5284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n</w:t>
      </w:r>
      <w:r>
        <w:t xml:space="preserve"> = </w:t>
      </w:r>
      <w:proofErr w:type="gramStart"/>
      <w:r>
        <w:rPr>
          <w:rFonts w:ascii="Times New Roman" w:hAnsi="Times New Roman"/>
          <w:i/>
        </w:rPr>
        <w:t>m</w:t>
      </w:r>
      <w:r>
        <w:t>(</w:t>
      </w:r>
      <w:proofErr w:type="gramEnd"/>
      <w:r>
        <w:t xml:space="preserve">Term in years) </w:t>
      </w:r>
    </w:p>
    <w:p w:rsidR="00BC5284" w:rsidRDefault="00BC5284" w:rsidP="00BC5284">
      <w:pPr>
        <w:pStyle w:val="ISM"/>
      </w:pPr>
      <w:r>
        <w:tab/>
      </w:r>
      <w:r>
        <w:tab/>
      </w:r>
      <w:r>
        <w:tab/>
        <w:t>= 2</w:t>
      </w:r>
      <w:r w:rsidRPr="002A5267">
        <w:rPr>
          <w:position w:val="-14"/>
        </w:rPr>
        <w:object w:dxaOrig="400" w:dyaOrig="380">
          <v:shape id="_x0000_i1210" type="#_x0000_t75" style="width:20.4pt;height:19pt" o:ole="">
            <v:imagedata r:id="rId351" o:title=""/>
          </v:shape>
          <o:OLEObject Type="Embed" ProgID="Equation.3" ShapeID="_x0000_i1210" DrawAspect="Content" ObjectID="_1654971235" r:id="rId352"/>
        </w:object>
      </w:r>
      <w:r>
        <w:t xml:space="preserve"> </w:t>
      </w:r>
    </w:p>
    <w:p w:rsidR="00BC5284" w:rsidRDefault="00BC5284" w:rsidP="00BC5284">
      <w:pPr>
        <w:pStyle w:val="ISM"/>
      </w:pPr>
      <w:r>
        <w:tab/>
      </w:r>
      <w:r>
        <w:tab/>
      </w:r>
      <w:r>
        <w:tab/>
        <w:t>= 7 compounding periods</w:t>
      </w:r>
    </w:p>
    <w:p w:rsidR="00BC5284" w:rsidRDefault="00BC5284" w:rsidP="00BC5284">
      <w:pPr>
        <w:pStyle w:val="ISM"/>
        <w:spacing w:after="120"/>
      </w:pPr>
      <w:r>
        <w:tab/>
      </w:r>
      <w:r>
        <w:tab/>
      </w:r>
      <w:r w:rsidR="004726F5">
        <w:t>Original investment</w:t>
      </w:r>
      <w:r>
        <w:t xml:space="preserve"> = </w:t>
      </w:r>
      <w:r>
        <w:rPr>
          <w:rFonts w:ascii="Times New Roman" w:hAnsi="Times New Roman"/>
          <w:i/>
        </w:rPr>
        <w:t>PV</w:t>
      </w:r>
      <w:r>
        <w:t xml:space="preserve"> = </w:t>
      </w:r>
      <w:r>
        <w:rPr>
          <w:u w:val="double"/>
        </w:rPr>
        <w:t>$</w:t>
      </w:r>
      <w:r w:rsidR="00922251">
        <w:rPr>
          <w:u w:val="double"/>
        </w:rPr>
        <w:t>8594.83</w:t>
      </w:r>
    </w:p>
    <w:p w:rsidR="00BC5284" w:rsidRDefault="00BC5284" w:rsidP="00BC5284">
      <w:pPr>
        <w:pStyle w:val="ISM"/>
      </w:pPr>
    </w:p>
    <w:p w:rsidR="00102242" w:rsidRDefault="00102242" w:rsidP="00BC5284">
      <w:pPr>
        <w:pStyle w:val="ISM"/>
      </w:pPr>
    </w:p>
    <w:p w:rsidR="00102242" w:rsidRDefault="00102242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7523EF" w:rsidP="00BC5284">
      <w:pPr>
        <w:pStyle w:val="ISM"/>
      </w:pPr>
      <w:r>
        <w:rPr>
          <w:noProof/>
          <w:lang w:val="en-US"/>
        </w:rPr>
        <w:pict>
          <v:shape id="AutoShape 51" o:spid="_x0000_s1082" type="#_x0000_t61" style="position:absolute;margin-left:308.15pt;margin-top:11.95pt;width:125.5pt;height:135pt;z-index:251598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" adj="465,9192" fillcolor="#cff">
            <v:fill opacity="25443f"/>
            <v:textbox inset="3.6pt,,3.6pt">
              <w:txbxContent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5.5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12065C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10000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C5284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–8072.17</w:t>
                  </w:r>
                </w:p>
              </w:txbxContent>
            </v:textbox>
            <w10:wrap type="square"/>
          </v:shape>
        </w:pict>
      </w:r>
    </w:p>
    <w:p w:rsidR="00BC5284" w:rsidRDefault="00BC5284" w:rsidP="00BC5284">
      <w:pPr>
        <w:pStyle w:val="ISM"/>
      </w:pPr>
      <w:r>
        <w:tab/>
      </w:r>
      <w:r w:rsidR="00F82AC1">
        <w:t>9</w:t>
      </w:r>
      <w:r>
        <w:t>.</w:t>
      </w:r>
      <w:r>
        <w:tab/>
        <w:t xml:space="preserve">Given: </w:t>
      </w:r>
      <w:r>
        <w:rPr>
          <w:rFonts w:ascii="Times New Roman" w:hAnsi="Times New Roman"/>
          <w:i/>
          <w:iCs/>
        </w:rPr>
        <w:t xml:space="preserve">FV </w:t>
      </w:r>
      <w:r>
        <w:t xml:space="preserve">= $10,000; </w:t>
      </w:r>
      <w:r>
        <w:rPr>
          <w:rFonts w:ascii="Times New Roman" w:hAnsi="Times New Roman"/>
          <w:i/>
          <w:iCs/>
        </w:rPr>
        <w:t>j</w:t>
      </w:r>
      <w:r>
        <w:rPr>
          <w:rFonts w:ascii="Times New Roman" w:hAnsi="Times New Roman"/>
        </w:rPr>
        <w:t xml:space="preserve"> </w:t>
      </w:r>
      <w:r>
        <w:t>= 5.5%;</w:t>
      </w:r>
      <w:r>
        <w:rPr>
          <w:rFonts w:ascii="Times New Roman" w:hAnsi="Times New Roman"/>
          <w:i/>
          <w:iCs/>
        </w:rPr>
        <w:t xml:space="preserve"> m</w:t>
      </w:r>
      <w:r>
        <w:t xml:space="preserve"> = 1</w:t>
      </w:r>
    </w:p>
    <w:p w:rsidR="00BC5284" w:rsidRDefault="00BC5284" w:rsidP="00BC5284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n</w:t>
      </w:r>
      <w:r>
        <w:t xml:space="preserve"> = </w:t>
      </w:r>
      <w:proofErr w:type="gramStart"/>
      <w:r>
        <w:rPr>
          <w:rFonts w:ascii="Times New Roman" w:hAnsi="Times New Roman"/>
          <w:i/>
        </w:rPr>
        <w:t>m</w:t>
      </w:r>
      <w:r>
        <w:t>(</w:t>
      </w:r>
      <w:proofErr w:type="gramEnd"/>
      <w:r>
        <w:t xml:space="preserve">Term in years) </w:t>
      </w:r>
    </w:p>
    <w:p w:rsidR="00BC5284" w:rsidRDefault="00BC5284" w:rsidP="00BC5284">
      <w:pPr>
        <w:pStyle w:val="ISM"/>
      </w:pPr>
      <w:r>
        <w:tab/>
      </w:r>
      <w:r>
        <w:tab/>
      </w:r>
      <w:r>
        <w:tab/>
        <w:t xml:space="preserve">= 1(4) </w:t>
      </w:r>
    </w:p>
    <w:p w:rsidR="00BC5284" w:rsidRDefault="00BC5284" w:rsidP="00BC5284">
      <w:pPr>
        <w:pStyle w:val="ISM"/>
      </w:pPr>
      <w:r>
        <w:tab/>
      </w:r>
      <w:r>
        <w:tab/>
      </w:r>
      <w:r>
        <w:tab/>
        <w:t>= 4 compounding periods</w:t>
      </w:r>
    </w:p>
    <w:p w:rsidR="00BC5284" w:rsidRDefault="00BC5284" w:rsidP="00BC5284">
      <w:pPr>
        <w:pStyle w:val="ISM"/>
        <w:spacing w:after="120"/>
      </w:pPr>
      <w:r>
        <w:tab/>
      </w:r>
      <w:r>
        <w:tab/>
      </w:r>
      <w:r w:rsidR="004726F5">
        <w:t>Investment today</w:t>
      </w:r>
      <w:r>
        <w:t xml:space="preserve"> = </w:t>
      </w:r>
      <w:r>
        <w:rPr>
          <w:rFonts w:ascii="Times New Roman" w:hAnsi="Times New Roman"/>
          <w:i/>
        </w:rPr>
        <w:t>PV</w:t>
      </w:r>
      <w:r>
        <w:t xml:space="preserve"> = </w:t>
      </w:r>
      <w:r>
        <w:rPr>
          <w:u w:val="double"/>
        </w:rPr>
        <w:t>$8072.17</w:t>
      </w:r>
    </w:p>
    <w:p w:rsidR="00BC5284" w:rsidRDefault="00BC5284" w:rsidP="00BC5284">
      <w:pPr>
        <w:pStyle w:val="ISM"/>
      </w:pPr>
    </w:p>
    <w:p w:rsidR="004726F5" w:rsidRDefault="004726F5" w:rsidP="00BC5284">
      <w:pPr>
        <w:pStyle w:val="ISM"/>
      </w:pPr>
    </w:p>
    <w:p w:rsidR="004726F5" w:rsidRDefault="004726F5" w:rsidP="00BC5284">
      <w:pPr>
        <w:pStyle w:val="ISM"/>
      </w:pPr>
    </w:p>
    <w:p w:rsidR="004726F5" w:rsidRDefault="004726F5" w:rsidP="00BC5284">
      <w:pPr>
        <w:pStyle w:val="ISM"/>
      </w:pPr>
    </w:p>
    <w:p w:rsidR="004726F5" w:rsidRDefault="004726F5" w:rsidP="00BC5284">
      <w:pPr>
        <w:pStyle w:val="ISM"/>
      </w:pPr>
    </w:p>
    <w:p w:rsidR="00263275" w:rsidRDefault="00263275" w:rsidP="00BC5284">
      <w:pPr>
        <w:pStyle w:val="ISM"/>
      </w:pPr>
    </w:p>
    <w:p w:rsidR="00BC5284" w:rsidRDefault="00BC5284" w:rsidP="00BC5284">
      <w:pPr>
        <w:pStyle w:val="ISM"/>
      </w:pPr>
    </w:p>
    <w:p w:rsidR="002A0AC9" w:rsidRDefault="002A0AC9">
      <w:r>
        <w:br w:type="page"/>
      </w:r>
    </w:p>
    <w:p w:rsidR="00BC5284" w:rsidRDefault="007523EF" w:rsidP="00BC5284">
      <w:pPr>
        <w:pStyle w:val="ISM"/>
      </w:pPr>
      <w:r>
        <w:rPr>
          <w:noProof/>
          <w:lang w:val="en-US"/>
        </w:rPr>
        <w:lastRenderedPageBreak/>
        <w:pict>
          <v:shape id="AutoShape 52" o:spid="_x0000_s1083" type="#_x0000_t61" style="position:absolute;margin-left:309.75pt;margin-top:1pt;width:126.7pt;height:136.4pt;z-index:251599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" adj="34,5756" fillcolor="#cff">
            <v:fill opacity="25443f"/>
            <v:textbox inset="3.6pt,,3.6pt">
              <w:txbxContent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5.4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12065C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5000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C5284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–4494.57</w:t>
                  </w:r>
                </w:p>
              </w:txbxContent>
            </v:textbox>
            <w10:wrap type="square"/>
          </v:shape>
        </w:pict>
      </w:r>
      <w:r w:rsidR="00BC5284">
        <w:tab/>
      </w:r>
      <w:r w:rsidR="00F82AC1">
        <w:t>11</w:t>
      </w:r>
      <w:r w:rsidR="00BC5284">
        <w:t>.</w:t>
      </w:r>
      <w:r w:rsidR="00BC5284">
        <w:tab/>
        <w:t xml:space="preserve">Given: </w:t>
      </w:r>
      <w:r w:rsidR="00BC5284">
        <w:rPr>
          <w:rFonts w:ascii="Times New Roman" w:hAnsi="Times New Roman"/>
          <w:i/>
          <w:iCs/>
        </w:rPr>
        <w:t xml:space="preserve">FV </w:t>
      </w:r>
      <w:r w:rsidR="00BC5284">
        <w:t xml:space="preserve">= $5000; </w:t>
      </w:r>
      <w:r w:rsidR="00BC5284">
        <w:rPr>
          <w:rFonts w:ascii="Times New Roman" w:hAnsi="Times New Roman"/>
          <w:i/>
          <w:iCs/>
        </w:rPr>
        <w:t>j</w:t>
      </w:r>
      <w:r w:rsidR="00BC5284">
        <w:rPr>
          <w:rFonts w:ascii="Times New Roman" w:hAnsi="Times New Roman"/>
        </w:rPr>
        <w:t xml:space="preserve"> </w:t>
      </w:r>
      <w:r w:rsidR="00BC5284">
        <w:t>= 5.4%;</w:t>
      </w:r>
      <w:r w:rsidR="00BC5284">
        <w:rPr>
          <w:rFonts w:ascii="Times New Roman" w:hAnsi="Times New Roman"/>
          <w:i/>
          <w:iCs/>
        </w:rPr>
        <w:t xml:space="preserve"> m</w:t>
      </w:r>
      <w:r w:rsidR="00BC5284">
        <w:t xml:space="preserve"> = 2</w:t>
      </w:r>
    </w:p>
    <w:p w:rsidR="00BC5284" w:rsidRDefault="00BC5284" w:rsidP="00BC5284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n</w:t>
      </w:r>
      <w:r>
        <w:t xml:space="preserve"> = </w:t>
      </w:r>
      <w:proofErr w:type="gramStart"/>
      <w:r>
        <w:rPr>
          <w:rFonts w:ascii="Times New Roman" w:hAnsi="Times New Roman"/>
          <w:i/>
        </w:rPr>
        <w:t>m</w:t>
      </w:r>
      <w:r>
        <w:t>(</w:t>
      </w:r>
      <w:proofErr w:type="gramEnd"/>
      <w:r>
        <w:t xml:space="preserve">Term in years) </w:t>
      </w:r>
    </w:p>
    <w:p w:rsidR="00BC5284" w:rsidRDefault="00BC5284" w:rsidP="00BC5284">
      <w:pPr>
        <w:pStyle w:val="ISM"/>
      </w:pPr>
      <w:r>
        <w:tab/>
      </w:r>
      <w:r>
        <w:tab/>
      </w:r>
      <w:r>
        <w:tab/>
        <w:t xml:space="preserve">= 2(2) </w:t>
      </w:r>
    </w:p>
    <w:p w:rsidR="00BC5284" w:rsidRDefault="00BC5284" w:rsidP="00BC5284">
      <w:pPr>
        <w:pStyle w:val="ISM"/>
      </w:pPr>
      <w:r>
        <w:tab/>
      </w:r>
      <w:r>
        <w:tab/>
      </w:r>
      <w:r>
        <w:tab/>
        <w:t>= 4 compounding periods</w:t>
      </w:r>
    </w:p>
    <w:p w:rsidR="00BC5284" w:rsidRDefault="00BC5284" w:rsidP="00BC5284">
      <w:pPr>
        <w:pStyle w:val="ISM"/>
        <w:spacing w:after="120"/>
      </w:pPr>
      <w:r>
        <w:tab/>
      </w:r>
      <w:r>
        <w:tab/>
        <w:t xml:space="preserve">Equivalent amount today = </w:t>
      </w:r>
      <w:r>
        <w:rPr>
          <w:rFonts w:ascii="Times New Roman" w:hAnsi="Times New Roman"/>
          <w:i/>
        </w:rPr>
        <w:t>PV</w:t>
      </w:r>
      <w:r>
        <w:t xml:space="preserve"> = </w:t>
      </w:r>
      <w:r>
        <w:rPr>
          <w:u w:val="double"/>
        </w:rPr>
        <w:t>$4494.57</w:t>
      </w:r>
      <w:r>
        <w:t xml:space="preserve"> </w:t>
      </w: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263275" w:rsidRDefault="00263275" w:rsidP="00BC5284">
      <w:pPr>
        <w:pStyle w:val="ISM"/>
      </w:pPr>
    </w:p>
    <w:p w:rsidR="004726F5" w:rsidRDefault="007523EF" w:rsidP="004726F5">
      <w:pPr>
        <w:pStyle w:val="ISM"/>
      </w:pPr>
      <w:r>
        <w:rPr>
          <w:noProof/>
          <w:lang w:val="en-US"/>
        </w:rPr>
        <w:pict>
          <v:shape id="AutoShape 202" o:spid="_x0000_s1084" type="#_x0000_t61" style="position:absolute;margin-left:309.75pt;margin-top:1pt;width:126.7pt;height:132.95pt;z-index:251633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" adj="34,5906" fillcolor="#cff">
            <v:fill opacity="25443f"/>
            <v:textbox inset="3.6pt,,3.6pt">
              <w:txbxContent>
                <w:p w:rsidR="00BD4378" w:rsidRDefault="00BD4378" w:rsidP="004726F5">
                  <w:pPr>
                    <w:spacing w:line="320" w:lineRule="exact"/>
                    <w:ind w:right="42"/>
                    <w:jc w:val="right"/>
                  </w:pPr>
                  <w:r>
                    <w:t xml:space="preserve">6.2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4726F5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4726F5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BD4378" w:rsidRDefault="00BD4378" w:rsidP="004726F5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13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4726F5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4726F5">
                  <w:pPr>
                    <w:spacing w:line="320" w:lineRule="exact"/>
                    <w:ind w:right="42"/>
                    <w:jc w:val="right"/>
                  </w:pPr>
                  <w:r>
                    <w:t xml:space="preserve">7000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4726F5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4726F5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–4706.90</w:t>
                  </w:r>
                </w:p>
              </w:txbxContent>
            </v:textbox>
            <w10:wrap type="square"/>
          </v:shape>
        </w:pict>
      </w:r>
      <w:r w:rsidR="004726F5">
        <w:tab/>
        <w:t>13.</w:t>
      </w:r>
      <w:r w:rsidR="004726F5">
        <w:tab/>
        <w:t xml:space="preserve">Given: </w:t>
      </w:r>
      <w:r w:rsidR="004726F5">
        <w:rPr>
          <w:rFonts w:ascii="Times New Roman" w:hAnsi="Times New Roman"/>
          <w:i/>
          <w:iCs/>
        </w:rPr>
        <w:t xml:space="preserve">FV </w:t>
      </w:r>
      <w:r w:rsidR="004726F5">
        <w:t xml:space="preserve">= $7000; </w:t>
      </w:r>
      <w:r w:rsidR="004726F5">
        <w:rPr>
          <w:rFonts w:ascii="Times New Roman" w:hAnsi="Times New Roman"/>
          <w:i/>
          <w:iCs/>
        </w:rPr>
        <w:t>j</w:t>
      </w:r>
      <w:r w:rsidR="004726F5">
        <w:rPr>
          <w:rFonts w:ascii="Times New Roman" w:hAnsi="Times New Roman"/>
        </w:rPr>
        <w:t xml:space="preserve"> </w:t>
      </w:r>
      <w:r w:rsidR="004726F5">
        <w:t>= 6.2%;</w:t>
      </w:r>
      <w:r w:rsidR="004726F5">
        <w:rPr>
          <w:rFonts w:ascii="Times New Roman" w:hAnsi="Times New Roman"/>
          <w:i/>
          <w:iCs/>
        </w:rPr>
        <w:t xml:space="preserve"> m</w:t>
      </w:r>
      <w:r w:rsidR="004726F5">
        <w:t xml:space="preserve"> = 2</w:t>
      </w:r>
    </w:p>
    <w:p w:rsidR="004726F5" w:rsidRDefault="004726F5" w:rsidP="004726F5">
      <w:pPr>
        <w:pStyle w:val="ISM"/>
      </w:pPr>
      <w:r>
        <w:tab/>
      </w:r>
      <w:r>
        <w:tab/>
      </w:r>
      <w:r w:rsidR="00263275">
        <w:t xml:space="preserve">There is a 6.5 year interval between the focal </w:t>
      </w:r>
      <w:proofErr w:type="gramStart"/>
      <w:r w:rsidR="00263275">
        <w:t>date</w:t>
      </w:r>
      <w:proofErr w:type="gramEnd"/>
    </w:p>
    <w:p w:rsidR="00263275" w:rsidRDefault="00263275" w:rsidP="004726F5">
      <w:pPr>
        <w:pStyle w:val="ISM"/>
      </w:pPr>
      <w:r>
        <w:tab/>
      </w:r>
      <w:r>
        <w:tab/>
        <w:t>1.5 years from now and the scheduled payment date.</w:t>
      </w:r>
    </w:p>
    <w:p w:rsidR="004726F5" w:rsidRDefault="004726F5" w:rsidP="004726F5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n</w:t>
      </w:r>
      <w:r>
        <w:t xml:space="preserve"> = </w:t>
      </w:r>
      <w:proofErr w:type="gramStart"/>
      <w:r>
        <w:rPr>
          <w:rFonts w:ascii="Times New Roman" w:hAnsi="Times New Roman"/>
          <w:i/>
        </w:rPr>
        <w:t>m</w:t>
      </w:r>
      <w:r>
        <w:t>(</w:t>
      </w:r>
      <w:proofErr w:type="gramEnd"/>
      <w:r w:rsidR="00263275">
        <w:t>Interval</w:t>
      </w:r>
      <w:r>
        <w:t xml:space="preserve"> in years) </w:t>
      </w:r>
    </w:p>
    <w:p w:rsidR="004726F5" w:rsidRDefault="004726F5" w:rsidP="004726F5">
      <w:pPr>
        <w:pStyle w:val="ISM"/>
      </w:pPr>
      <w:r>
        <w:tab/>
      </w:r>
      <w:r>
        <w:tab/>
      </w:r>
      <w:r>
        <w:tab/>
        <w:t>= 2(</w:t>
      </w:r>
      <w:r w:rsidR="00263275">
        <w:t>6.5</w:t>
      </w:r>
      <w:r>
        <w:t xml:space="preserve">) </w:t>
      </w:r>
    </w:p>
    <w:p w:rsidR="004726F5" w:rsidRDefault="004726F5" w:rsidP="004726F5">
      <w:pPr>
        <w:pStyle w:val="ISM"/>
      </w:pPr>
      <w:r>
        <w:tab/>
      </w:r>
      <w:r>
        <w:tab/>
      </w:r>
      <w:r>
        <w:tab/>
        <w:t xml:space="preserve">= </w:t>
      </w:r>
      <w:r w:rsidR="00263275">
        <w:t>13</w:t>
      </w:r>
      <w:r>
        <w:t xml:space="preserve"> compounding periods</w:t>
      </w:r>
    </w:p>
    <w:p w:rsidR="00263275" w:rsidRDefault="004726F5" w:rsidP="004726F5">
      <w:pPr>
        <w:pStyle w:val="ISM"/>
        <w:spacing w:after="120"/>
      </w:pPr>
      <w:r>
        <w:tab/>
      </w:r>
      <w:r>
        <w:tab/>
        <w:t xml:space="preserve">Equivalent amount </w:t>
      </w:r>
      <w:r w:rsidR="00263275">
        <w:t>1.5 years from now</w:t>
      </w:r>
    </w:p>
    <w:p w:rsidR="004726F5" w:rsidRDefault="00263275" w:rsidP="004726F5">
      <w:pPr>
        <w:pStyle w:val="ISM"/>
        <w:spacing w:after="120"/>
      </w:pPr>
      <w:r>
        <w:tab/>
      </w:r>
      <w:r>
        <w:tab/>
      </w:r>
      <w:r>
        <w:tab/>
      </w:r>
      <w:r>
        <w:tab/>
      </w:r>
      <w:r w:rsidR="004726F5">
        <w:t xml:space="preserve"> = </w:t>
      </w:r>
      <w:r w:rsidR="004726F5">
        <w:rPr>
          <w:rFonts w:ascii="Times New Roman" w:hAnsi="Times New Roman"/>
          <w:i/>
        </w:rPr>
        <w:t>PV</w:t>
      </w:r>
      <w:r w:rsidR="004726F5">
        <w:t xml:space="preserve"> = </w:t>
      </w:r>
      <w:r w:rsidR="004726F5">
        <w:rPr>
          <w:u w:val="double"/>
        </w:rPr>
        <w:t>$4</w:t>
      </w:r>
      <w:r>
        <w:rPr>
          <w:u w:val="double"/>
        </w:rPr>
        <w:t>706</w:t>
      </w:r>
      <w:r w:rsidR="004726F5">
        <w:rPr>
          <w:u w:val="double"/>
        </w:rPr>
        <w:t>.</w:t>
      </w:r>
      <w:r>
        <w:rPr>
          <w:u w:val="double"/>
        </w:rPr>
        <w:t>90</w:t>
      </w:r>
      <w:r w:rsidR="004726F5">
        <w:t xml:space="preserve"> </w:t>
      </w:r>
    </w:p>
    <w:p w:rsidR="004726F5" w:rsidRDefault="004726F5" w:rsidP="004726F5">
      <w:pPr>
        <w:pStyle w:val="ISM"/>
      </w:pPr>
    </w:p>
    <w:p w:rsidR="004726F5" w:rsidRDefault="004726F5" w:rsidP="004726F5">
      <w:pPr>
        <w:pStyle w:val="ISM"/>
      </w:pPr>
    </w:p>
    <w:p w:rsidR="004726F5" w:rsidRDefault="004726F5" w:rsidP="004726F5">
      <w:pPr>
        <w:pStyle w:val="ISM"/>
      </w:pPr>
    </w:p>
    <w:p w:rsidR="00BC5284" w:rsidRDefault="007523EF" w:rsidP="00BC5284">
      <w:pPr>
        <w:pStyle w:val="ISM"/>
        <w:ind w:left="540" w:hanging="540"/>
      </w:pPr>
      <w:r>
        <w:rPr>
          <w:noProof/>
          <w:lang w:val="en-US"/>
        </w:rPr>
        <w:pict>
          <v:shape id="AutoShape 53" o:spid="_x0000_s1085" type="#_x0000_t61" style="position:absolute;left:0;text-align:left;margin-left:325.15pt;margin-top:2.3pt;width:135.7pt;height:134.4pt;z-index:251600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" adj="16,7787" fillcolor="#cff">
            <v:fill opacity="25443f"/>
            <v:textbox inset="3.6pt,,3.6pt">
              <w:txbxContent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5.4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12065C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33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2600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C5284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–2241.95</w:t>
                  </w:r>
                </w:p>
              </w:txbxContent>
            </v:textbox>
            <w10:wrap type="square"/>
          </v:shape>
        </w:pict>
      </w:r>
      <w:r w:rsidR="00BC5284">
        <w:tab/>
      </w:r>
      <w:r w:rsidR="00F82AC1">
        <w:t>15</w:t>
      </w:r>
      <w:r w:rsidR="00BC5284">
        <w:t>.</w:t>
      </w:r>
      <w:r w:rsidR="00BC5284">
        <w:tab/>
        <w:t xml:space="preserve">The economically equivalent amount is the present value of </w:t>
      </w:r>
      <w:r w:rsidR="00815D9A">
        <w:t>$2600 at a time that is</w:t>
      </w:r>
    </w:p>
    <w:p w:rsidR="00815D9A" w:rsidRDefault="00815D9A" w:rsidP="00BC5284">
      <w:pPr>
        <w:pStyle w:val="ISM"/>
        <w:ind w:left="540" w:hanging="540"/>
      </w:pPr>
      <w:r>
        <w:tab/>
      </w:r>
      <w:r>
        <w:tab/>
        <w:t>1.5 years + 15 months = 33 months earlier</w:t>
      </w:r>
    </w:p>
    <w:p w:rsidR="00BC5284" w:rsidRDefault="00BC5284" w:rsidP="00BC5284">
      <w:pPr>
        <w:pStyle w:val="ISM"/>
      </w:pPr>
      <w:r>
        <w:tab/>
      </w:r>
      <w:r>
        <w:tab/>
        <w:t xml:space="preserve">Given: </w:t>
      </w:r>
      <w:r>
        <w:rPr>
          <w:rFonts w:ascii="Times New Roman" w:hAnsi="Times New Roman"/>
          <w:i/>
          <w:iCs/>
        </w:rPr>
        <w:t xml:space="preserve">FV </w:t>
      </w:r>
      <w:r>
        <w:t>= $</w:t>
      </w:r>
      <w:r w:rsidR="00815D9A">
        <w:t>26</w:t>
      </w:r>
      <w:r>
        <w:t xml:space="preserve">00; </w:t>
      </w:r>
      <w:r>
        <w:rPr>
          <w:rFonts w:ascii="Times New Roman" w:hAnsi="Times New Roman"/>
          <w:i/>
          <w:iCs/>
        </w:rPr>
        <w:t>j</w:t>
      </w:r>
      <w:r>
        <w:rPr>
          <w:rFonts w:ascii="Times New Roman" w:hAnsi="Times New Roman"/>
        </w:rPr>
        <w:t xml:space="preserve"> </w:t>
      </w:r>
      <w:r>
        <w:t xml:space="preserve">= </w:t>
      </w:r>
      <w:r w:rsidR="00815D9A">
        <w:t>5.4</w:t>
      </w:r>
      <w:r>
        <w:t>%;</w:t>
      </w:r>
      <w:r>
        <w:rPr>
          <w:rFonts w:ascii="Times New Roman" w:hAnsi="Times New Roman"/>
          <w:i/>
          <w:iCs/>
        </w:rPr>
        <w:t xml:space="preserve"> m</w:t>
      </w:r>
      <w:r>
        <w:t xml:space="preserve"> = </w:t>
      </w:r>
      <w:r w:rsidR="00815D9A">
        <w:t>1</w:t>
      </w:r>
      <w:r>
        <w:t>2</w:t>
      </w:r>
    </w:p>
    <w:p w:rsidR="00BC5284" w:rsidRDefault="00BC5284" w:rsidP="00BC5284">
      <w:pPr>
        <w:pStyle w:val="ISM"/>
      </w:pPr>
      <w:r>
        <w:tab/>
      </w:r>
      <w:r>
        <w:tab/>
      </w:r>
      <w:r w:rsidR="00815D9A">
        <w:t xml:space="preserve">Then </w:t>
      </w:r>
      <w:r>
        <w:rPr>
          <w:rFonts w:ascii="Times New Roman" w:hAnsi="Times New Roman"/>
          <w:i/>
        </w:rPr>
        <w:t>n</w:t>
      </w:r>
      <w:r>
        <w:t xml:space="preserve"> </w:t>
      </w:r>
      <w:r w:rsidRPr="00815D9A">
        <w:rPr>
          <w:rFonts w:cs="Arial"/>
          <w:i/>
        </w:rPr>
        <w:t xml:space="preserve">= </w:t>
      </w:r>
      <w:r w:rsidR="00815D9A" w:rsidRPr="00815D9A">
        <w:rPr>
          <w:rFonts w:cs="Arial"/>
        </w:rPr>
        <w:t>33</w:t>
      </w:r>
      <w:r>
        <w:t xml:space="preserve"> </w:t>
      </w:r>
      <w:r w:rsidR="00815D9A">
        <w:t>compounding periods</w:t>
      </w:r>
    </w:p>
    <w:p w:rsidR="00BC5284" w:rsidRDefault="00BC5284" w:rsidP="00BC5284">
      <w:pPr>
        <w:pStyle w:val="ISM"/>
        <w:ind w:left="540" w:hanging="540"/>
      </w:pPr>
      <w:r>
        <w:tab/>
      </w:r>
      <w:r>
        <w:tab/>
        <w:t xml:space="preserve">The </w:t>
      </w:r>
      <w:r w:rsidR="00815D9A">
        <w:t xml:space="preserve">equivalent amount 15 months ago is </w:t>
      </w:r>
      <w:r>
        <w:rPr>
          <w:u w:val="double"/>
        </w:rPr>
        <w:t>$2</w:t>
      </w:r>
      <w:r w:rsidR="00815D9A">
        <w:rPr>
          <w:u w:val="double"/>
        </w:rPr>
        <w:t>241</w:t>
      </w:r>
      <w:r>
        <w:rPr>
          <w:u w:val="double"/>
        </w:rPr>
        <w:t>.</w:t>
      </w:r>
      <w:r w:rsidR="00815D9A">
        <w:rPr>
          <w:u w:val="double"/>
        </w:rPr>
        <w:t>95</w:t>
      </w:r>
      <w:r>
        <w:t>.</w:t>
      </w: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815D9A" w:rsidRDefault="00815D9A" w:rsidP="00BC5284">
      <w:pPr>
        <w:pStyle w:val="ISM"/>
      </w:pPr>
    </w:p>
    <w:p w:rsidR="00815D9A" w:rsidRDefault="00815D9A" w:rsidP="00BC5284">
      <w:pPr>
        <w:pStyle w:val="ISM"/>
      </w:pPr>
    </w:p>
    <w:p w:rsidR="009F7093" w:rsidRDefault="009F7093" w:rsidP="00BC5284">
      <w:pPr>
        <w:pStyle w:val="ISM"/>
      </w:pPr>
    </w:p>
    <w:p w:rsidR="00152DDC" w:rsidRDefault="00152DDC" w:rsidP="00BC5284">
      <w:pPr>
        <w:pStyle w:val="ISM"/>
      </w:pPr>
      <w:r>
        <w:tab/>
        <w:t>17.</w:t>
      </w:r>
      <w:r>
        <w:tab/>
        <w:t xml:space="preserve">The equivalent amount is the sum of the equivalent values of </w:t>
      </w:r>
    </w:p>
    <w:p w:rsidR="00BC5284" w:rsidRDefault="00152DDC" w:rsidP="00BC5284">
      <w:pPr>
        <w:pStyle w:val="ISM"/>
      </w:pPr>
      <w:r>
        <w:tab/>
      </w:r>
      <w:r>
        <w:tab/>
      </w:r>
      <w:r w:rsidR="00DB28C2">
        <w:t xml:space="preserve">the </w:t>
      </w:r>
      <w:r>
        <w:t>scheduled payments at a date three years from now.</w:t>
      </w:r>
    </w:p>
    <w:p w:rsidR="00152DDC" w:rsidRDefault="00152DDC" w:rsidP="00152DDC">
      <w:pPr>
        <w:tabs>
          <w:tab w:val="decimal" w:pos="270"/>
          <w:tab w:val="left" w:pos="540"/>
          <w:tab w:val="left" w:pos="3240"/>
        </w:tabs>
        <w:rPr>
          <w:u w:val="single"/>
        </w:rPr>
      </w:pPr>
      <w:r>
        <w:tab/>
      </w:r>
      <w:r>
        <w:tab/>
      </w:r>
      <w:r>
        <w:rPr>
          <w:i/>
          <w:iCs/>
          <w:u w:val="single"/>
        </w:rPr>
        <w:t>First payment</w:t>
      </w:r>
      <w:r>
        <w:rPr>
          <w:u w:val="single"/>
        </w:rPr>
        <w:t>:</w:t>
      </w:r>
      <w:r>
        <w:tab/>
      </w:r>
      <w:r>
        <w:tab/>
      </w:r>
      <w:r>
        <w:tab/>
      </w:r>
      <w:r>
        <w:rPr>
          <w:i/>
          <w:iCs/>
          <w:u w:val="single"/>
        </w:rPr>
        <w:t>Second payment</w:t>
      </w:r>
      <w:r>
        <w:rPr>
          <w:u w:val="single"/>
        </w:rPr>
        <w:t>:</w:t>
      </w:r>
    </w:p>
    <w:p w:rsidR="00152DDC" w:rsidRDefault="00152DDC" w:rsidP="00152DDC">
      <w:pPr>
        <w:tabs>
          <w:tab w:val="decimal" w:pos="270"/>
          <w:tab w:val="left" w:pos="540"/>
          <w:tab w:val="left" w:pos="3240"/>
        </w:tabs>
      </w:pPr>
      <w:r>
        <w:tab/>
      </w:r>
      <w:r>
        <w:tab/>
      </w:r>
      <w:r>
        <w:rPr>
          <w:rFonts w:ascii="Times New Roman" w:hAnsi="Times New Roman"/>
          <w:i/>
        </w:rPr>
        <w:t>PV</w:t>
      </w:r>
      <w:r>
        <w:t xml:space="preserve"> = $1400, </w:t>
      </w:r>
      <w:r>
        <w:rPr>
          <w:rFonts w:ascii="Times New Roman" w:hAnsi="Times New Roman"/>
          <w:i/>
        </w:rPr>
        <w:t>j</w:t>
      </w:r>
      <w:r>
        <w:t xml:space="preserve"> = </w:t>
      </w:r>
      <w:r w:rsidR="00922251">
        <w:t>3</w:t>
      </w:r>
      <w:r>
        <w:t>%,</w:t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= $1800,</w:t>
      </w:r>
      <w:r>
        <w:rPr>
          <w:rFonts w:ascii="Times New Roman" w:hAnsi="Times New Roman"/>
          <w:i/>
        </w:rPr>
        <w:t xml:space="preserve"> j</w:t>
      </w:r>
      <w:r>
        <w:t xml:space="preserve"> = </w:t>
      </w:r>
      <w:r w:rsidR="00922251">
        <w:t>3</w:t>
      </w:r>
      <w:r>
        <w:t>%,</w:t>
      </w:r>
    </w:p>
    <w:p w:rsidR="00152DDC" w:rsidRDefault="00152DDC" w:rsidP="00152DDC">
      <w:pPr>
        <w:tabs>
          <w:tab w:val="decimal" w:pos="270"/>
          <w:tab w:val="left" w:pos="540"/>
          <w:tab w:val="left" w:pos="3240"/>
        </w:tabs>
      </w:pPr>
      <w:r>
        <w:tab/>
      </w:r>
      <w:r>
        <w:tab/>
      </w:r>
      <w:r>
        <w:rPr>
          <w:rFonts w:ascii="Times New Roman" w:hAnsi="Times New Roman"/>
          <w:i/>
        </w:rPr>
        <w:t>m</w:t>
      </w:r>
      <w:r>
        <w:t xml:space="preserve"> = 4, </w:t>
      </w:r>
      <w:r>
        <w:rPr>
          <w:rFonts w:ascii="Times New Roman" w:hAnsi="Times New Roman"/>
          <w:i/>
        </w:rPr>
        <w:t xml:space="preserve">n </w:t>
      </w:r>
      <w:r>
        <w:t>= 4(3) = 12</w:t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m</w:t>
      </w:r>
      <w:r>
        <w:t xml:space="preserve"> = 4, </w:t>
      </w:r>
      <w:r>
        <w:rPr>
          <w:rFonts w:ascii="Times New Roman" w:hAnsi="Times New Roman"/>
          <w:i/>
        </w:rPr>
        <w:t>n</w:t>
      </w:r>
      <w:r>
        <w:t xml:space="preserve"> = 4(2) = 8</w:t>
      </w:r>
    </w:p>
    <w:p w:rsidR="00152DDC" w:rsidRDefault="007523EF" w:rsidP="00152DDC">
      <w:pPr>
        <w:tabs>
          <w:tab w:val="decimal" w:pos="270"/>
          <w:tab w:val="left" w:pos="540"/>
          <w:tab w:val="left" w:pos="3240"/>
        </w:tabs>
      </w:pPr>
      <w:r>
        <w:rPr>
          <w:noProof/>
          <w:lang w:val="en-US"/>
        </w:rPr>
        <w:pict>
          <v:shape id="AutoShape 203" o:spid="_x0000_s1086" type="#_x0000_t61" style="position:absolute;margin-left:26.95pt;margin-top:7.05pt;width:133.7pt;height:134.2pt;z-index:251634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" adj="19807,7243" fillcolor="#cff">
            <v:fill opacity="25443f"/>
            <v:textbox inset="3.6pt,,3.6pt">
              <w:txbxContent>
                <w:p w:rsidR="00BD4378" w:rsidRDefault="00BD4378" w:rsidP="00152DDC">
                  <w:pPr>
                    <w:spacing w:line="320" w:lineRule="exact"/>
                    <w:ind w:right="42"/>
                    <w:jc w:val="right"/>
                  </w:pPr>
                  <w:r>
                    <w:t xml:space="preserve">3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52DDC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152DDC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4)</w:t>
                  </w:r>
                </w:p>
                <w:p w:rsidR="00BD4378" w:rsidRDefault="00BD4378" w:rsidP="00152DDC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12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52DDC">
                  <w:pPr>
                    <w:spacing w:line="320" w:lineRule="exact"/>
                    <w:ind w:right="42"/>
                    <w:jc w:val="right"/>
                  </w:pPr>
                  <w:r>
                    <w:t xml:space="preserve">1400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52DDC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52DDC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152DDC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B3576E">
                    <w:t>–</w:t>
                  </w:r>
                  <w:r>
                    <w:t>1531.330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04" o:spid="_x0000_s1087" type="#_x0000_t61" style="position:absolute;margin-left:216.65pt;margin-top:6.35pt;width:136.8pt;height:91.7pt;z-index:251635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" adj="79,14522" fillcolor="#cff">
            <v:fill opacity="25443f"/>
            <v:textbox inset="3.6pt,,3.6pt">
              <w:txbxContent>
                <w:p w:rsidR="00BD4378" w:rsidRDefault="00BD4378" w:rsidP="00152DDC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C/Y,</w:t>
                  </w:r>
                  <w:r w:rsidRPr="00B3576E">
                    <w:rPr>
                      <w:i/>
                      <w:iCs/>
                    </w:rP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152DDC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8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52DDC">
                  <w:pPr>
                    <w:spacing w:line="320" w:lineRule="exact"/>
                    <w:ind w:right="42"/>
                    <w:jc w:val="right"/>
                  </w:pPr>
                  <w:r>
                    <w:t xml:space="preserve">1800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52DDC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152DDC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–1695.556</w:t>
                  </w:r>
                </w:p>
              </w:txbxContent>
            </v:textbox>
            <w10:wrap type="square"/>
          </v:shape>
        </w:pict>
      </w:r>
    </w:p>
    <w:p w:rsidR="00152DDC" w:rsidRDefault="00152DDC" w:rsidP="00152DDC"/>
    <w:p w:rsidR="00152DDC" w:rsidRDefault="00152DDC" w:rsidP="00152DDC"/>
    <w:p w:rsidR="00152DDC" w:rsidRDefault="00152DDC" w:rsidP="00152DDC"/>
    <w:p w:rsidR="00152DDC" w:rsidRDefault="00152DDC" w:rsidP="00152DDC">
      <w:pPr>
        <w:tabs>
          <w:tab w:val="decimal" w:pos="270"/>
          <w:tab w:val="left" w:pos="540"/>
          <w:tab w:val="left" w:pos="3240"/>
        </w:tabs>
      </w:pPr>
    </w:p>
    <w:p w:rsidR="00152DDC" w:rsidRDefault="00152DDC" w:rsidP="00152DDC">
      <w:pPr>
        <w:tabs>
          <w:tab w:val="decimal" w:pos="270"/>
          <w:tab w:val="left" w:pos="540"/>
          <w:tab w:val="left" w:pos="3240"/>
        </w:tabs>
      </w:pPr>
    </w:p>
    <w:p w:rsidR="00152DDC" w:rsidRDefault="00152DDC" w:rsidP="00152DDC">
      <w:pPr>
        <w:tabs>
          <w:tab w:val="decimal" w:pos="270"/>
          <w:tab w:val="left" w:pos="540"/>
          <w:tab w:val="left" w:pos="3240"/>
        </w:tabs>
      </w:pPr>
    </w:p>
    <w:p w:rsidR="00152DDC" w:rsidRDefault="00152DDC" w:rsidP="00152DDC">
      <w:pPr>
        <w:tabs>
          <w:tab w:val="decimal" w:pos="270"/>
          <w:tab w:val="left" w:pos="540"/>
          <w:tab w:val="left" w:pos="3240"/>
        </w:tabs>
      </w:pPr>
    </w:p>
    <w:p w:rsidR="00152DDC" w:rsidRDefault="00152DDC" w:rsidP="00152DDC">
      <w:pPr>
        <w:tabs>
          <w:tab w:val="decimal" w:pos="270"/>
          <w:tab w:val="left" w:pos="540"/>
          <w:tab w:val="left" w:pos="3240"/>
        </w:tabs>
      </w:pPr>
    </w:p>
    <w:p w:rsidR="00152DDC" w:rsidRDefault="00152DDC" w:rsidP="00152DDC">
      <w:pPr>
        <w:tabs>
          <w:tab w:val="decimal" w:pos="270"/>
          <w:tab w:val="left" w:pos="540"/>
          <w:tab w:val="left" w:pos="3240"/>
        </w:tabs>
      </w:pPr>
    </w:p>
    <w:p w:rsidR="00152DDC" w:rsidRDefault="00152DDC" w:rsidP="00152DDC">
      <w:pPr>
        <w:tabs>
          <w:tab w:val="decimal" w:pos="270"/>
          <w:tab w:val="left" w:pos="540"/>
          <w:tab w:val="left" w:pos="3240"/>
        </w:tabs>
      </w:pPr>
    </w:p>
    <w:p w:rsidR="00152DDC" w:rsidRDefault="00152DDC" w:rsidP="00152DDC">
      <w:pPr>
        <w:tabs>
          <w:tab w:val="decimal" w:pos="270"/>
          <w:tab w:val="left" w:pos="540"/>
          <w:tab w:val="left" w:pos="3240"/>
        </w:tabs>
      </w:pPr>
    </w:p>
    <w:p w:rsidR="00152DDC" w:rsidRDefault="00152DDC" w:rsidP="00152DDC">
      <w:pPr>
        <w:pStyle w:val="ISM"/>
      </w:pPr>
      <w:r>
        <w:lastRenderedPageBreak/>
        <w:tab/>
      </w:r>
      <w:r>
        <w:tab/>
        <w:t xml:space="preserve">Sum of the equivalent values of the payments, </w:t>
      </w:r>
      <w:r w:rsidR="00DC17BA">
        <w:t>3 years</w:t>
      </w:r>
      <w:r>
        <w:t xml:space="preserve"> from now,</w:t>
      </w:r>
    </w:p>
    <w:p w:rsidR="00152DDC" w:rsidRDefault="00152DDC" w:rsidP="00152DDC">
      <w:pPr>
        <w:pStyle w:val="ISM"/>
      </w:pPr>
      <w:r>
        <w:tab/>
      </w:r>
      <w:r>
        <w:tab/>
      </w:r>
      <w:r>
        <w:tab/>
      </w:r>
      <w:r>
        <w:tab/>
        <w:t>= $</w:t>
      </w:r>
      <w:r w:rsidR="005E587B">
        <w:t>1531.3</w:t>
      </w:r>
      <w:r w:rsidR="003216B3">
        <w:t>30</w:t>
      </w:r>
      <w:r>
        <w:t>+ $</w:t>
      </w:r>
      <w:r w:rsidR="00922251">
        <w:t>1695.5</w:t>
      </w:r>
      <w:r w:rsidR="005E587B">
        <w:t>56</w:t>
      </w:r>
    </w:p>
    <w:p w:rsidR="00152DDC" w:rsidRDefault="00152DDC" w:rsidP="00152DDC">
      <w:pPr>
        <w:pStyle w:val="ISM"/>
        <w:spacing w:after="240"/>
      </w:pPr>
      <w:r>
        <w:tab/>
      </w:r>
      <w:r>
        <w:tab/>
      </w:r>
      <w:r>
        <w:tab/>
      </w:r>
      <w:r>
        <w:tab/>
        <w:t xml:space="preserve">= </w:t>
      </w:r>
      <w:r>
        <w:rPr>
          <w:u w:val="double"/>
        </w:rPr>
        <w:t>$</w:t>
      </w:r>
      <w:r w:rsidR="00922251">
        <w:rPr>
          <w:u w:val="double"/>
        </w:rPr>
        <w:t>3226.89</w:t>
      </w:r>
    </w:p>
    <w:p w:rsidR="00DB28C2" w:rsidRDefault="00DB28C2" w:rsidP="00DB28C2">
      <w:pPr>
        <w:pStyle w:val="ISM"/>
      </w:pPr>
      <w:r>
        <w:tab/>
        <w:t>19.</w:t>
      </w:r>
      <w:r>
        <w:tab/>
        <w:t xml:space="preserve">The payee should be willing to accept the sum of the equivalent values </w:t>
      </w:r>
    </w:p>
    <w:p w:rsidR="00DB28C2" w:rsidRDefault="00DB28C2" w:rsidP="00DB28C2">
      <w:pPr>
        <w:pStyle w:val="ISM"/>
      </w:pPr>
      <w:r>
        <w:tab/>
      </w:r>
      <w:r>
        <w:tab/>
        <w:t>of the scheduled payments at a date one year from now.</w:t>
      </w:r>
    </w:p>
    <w:p w:rsidR="00DB28C2" w:rsidRDefault="00DB28C2" w:rsidP="00DB28C2">
      <w:pPr>
        <w:tabs>
          <w:tab w:val="decimal" w:pos="270"/>
          <w:tab w:val="left" w:pos="540"/>
          <w:tab w:val="left" w:pos="3240"/>
        </w:tabs>
        <w:rPr>
          <w:u w:val="single"/>
        </w:rPr>
      </w:pPr>
      <w:r>
        <w:tab/>
      </w:r>
      <w:r>
        <w:tab/>
      </w:r>
      <w:r>
        <w:rPr>
          <w:i/>
          <w:iCs/>
          <w:u w:val="single"/>
        </w:rPr>
        <w:t>First payment</w:t>
      </w:r>
      <w:r>
        <w:rPr>
          <w:u w:val="single"/>
        </w:rPr>
        <w:t>:</w:t>
      </w:r>
      <w:r>
        <w:tab/>
      </w:r>
      <w:r>
        <w:tab/>
      </w:r>
      <w:r>
        <w:tab/>
      </w:r>
      <w:r>
        <w:rPr>
          <w:i/>
          <w:iCs/>
          <w:u w:val="single"/>
        </w:rPr>
        <w:t>Second payment</w:t>
      </w:r>
      <w:r>
        <w:rPr>
          <w:u w:val="single"/>
        </w:rPr>
        <w:t>:</w:t>
      </w:r>
    </w:p>
    <w:p w:rsidR="00DB28C2" w:rsidRDefault="00DB28C2" w:rsidP="00DB28C2">
      <w:pPr>
        <w:tabs>
          <w:tab w:val="decimal" w:pos="270"/>
          <w:tab w:val="left" w:pos="540"/>
          <w:tab w:val="left" w:pos="3240"/>
        </w:tabs>
      </w:pP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= $1000, </w:t>
      </w:r>
      <w:r>
        <w:rPr>
          <w:rFonts w:ascii="Times New Roman" w:hAnsi="Times New Roman"/>
          <w:i/>
        </w:rPr>
        <w:t>j</w:t>
      </w:r>
      <w:r>
        <w:t xml:space="preserve"> = </w:t>
      </w:r>
      <w:r w:rsidR="005E587B">
        <w:t>2</w:t>
      </w:r>
      <w:r>
        <w:t>.75%,</w:t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= $2000,</w:t>
      </w:r>
      <w:r>
        <w:rPr>
          <w:rFonts w:ascii="Times New Roman" w:hAnsi="Times New Roman"/>
          <w:i/>
        </w:rPr>
        <w:t xml:space="preserve"> j</w:t>
      </w:r>
      <w:r>
        <w:t xml:space="preserve"> = </w:t>
      </w:r>
      <w:r w:rsidR="005E587B">
        <w:t>2</w:t>
      </w:r>
      <w:r>
        <w:t>.75%,</w:t>
      </w:r>
    </w:p>
    <w:p w:rsidR="00DB28C2" w:rsidRDefault="00DB28C2" w:rsidP="00DB28C2">
      <w:pPr>
        <w:tabs>
          <w:tab w:val="decimal" w:pos="270"/>
          <w:tab w:val="left" w:pos="540"/>
          <w:tab w:val="left" w:pos="3240"/>
        </w:tabs>
      </w:pPr>
      <w:r>
        <w:tab/>
      </w:r>
      <w:r>
        <w:tab/>
      </w:r>
      <w:r>
        <w:rPr>
          <w:rFonts w:ascii="Times New Roman" w:hAnsi="Times New Roman"/>
          <w:i/>
        </w:rPr>
        <w:t>m</w:t>
      </w:r>
      <w:r>
        <w:t xml:space="preserve"> = 2, </w:t>
      </w:r>
      <w:r>
        <w:rPr>
          <w:rFonts w:ascii="Times New Roman" w:hAnsi="Times New Roman"/>
          <w:i/>
        </w:rPr>
        <w:t xml:space="preserve">n </w:t>
      </w:r>
      <w:r>
        <w:t>= 2(2.5) = 5</w:t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m</w:t>
      </w:r>
      <w:r>
        <w:t xml:space="preserve"> = 2, </w:t>
      </w:r>
      <w:r>
        <w:rPr>
          <w:rFonts w:ascii="Times New Roman" w:hAnsi="Times New Roman"/>
          <w:i/>
        </w:rPr>
        <w:t>n</w:t>
      </w:r>
      <w:r>
        <w:t xml:space="preserve"> = 2(4.5) = 9</w:t>
      </w:r>
    </w:p>
    <w:p w:rsidR="00DB28C2" w:rsidRDefault="007523EF" w:rsidP="00DB28C2">
      <w:pPr>
        <w:tabs>
          <w:tab w:val="decimal" w:pos="270"/>
          <w:tab w:val="left" w:pos="540"/>
          <w:tab w:val="left" w:pos="3240"/>
        </w:tabs>
      </w:pPr>
      <w:r>
        <w:rPr>
          <w:noProof/>
          <w:lang w:val="en-US"/>
        </w:rPr>
        <w:pict>
          <v:shape id="AutoShape 205" o:spid="_x0000_s1088" type="#_x0000_t61" style="position:absolute;margin-left:26.95pt;margin-top:7.05pt;width:133.7pt;height:134.2pt;z-index:251636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" adj="19807,7243" fillcolor="#cff">
            <v:fill opacity="25443f"/>
            <v:textbox inset="3.6pt,,3.6pt">
              <w:txbxContent>
                <w:p w:rsidR="00BD4378" w:rsidRDefault="00BD4378" w:rsidP="00DB28C2">
                  <w:pPr>
                    <w:spacing w:line="320" w:lineRule="exact"/>
                    <w:ind w:right="42"/>
                    <w:jc w:val="right"/>
                  </w:pPr>
                  <w:r>
                    <w:t xml:space="preserve">2.75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DB28C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DB28C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BD4378" w:rsidRDefault="00BD4378" w:rsidP="00DB28C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DB28C2">
                  <w:pPr>
                    <w:spacing w:line="320" w:lineRule="exact"/>
                    <w:ind w:right="42"/>
                    <w:jc w:val="right"/>
                  </w:pPr>
                  <w:r>
                    <w:t xml:space="preserve">1000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DB28C2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DB28C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DB28C2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B3576E">
                    <w:t>–</w:t>
                  </w:r>
                  <w:r>
                    <w:t>933.997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06" o:spid="_x0000_s1089" type="#_x0000_t61" style="position:absolute;margin-left:216.65pt;margin-top:6.35pt;width:136.8pt;height:91.7pt;z-index:251637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" adj="79,14522" fillcolor="#cff">
            <v:fill opacity="25443f"/>
            <v:textbox inset="3.6pt,,3.6pt">
              <w:txbxContent>
                <w:p w:rsidR="00BD4378" w:rsidRDefault="00BD4378" w:rsidP="00DB28C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C/Y,</w:t>
                  </w:r>
                  <w:r w:rsidRPr="00B3576E">
                    <w:rPr>
                      <w:i/>
                      <w:iCs/>
                    </w:rP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DB28C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9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DB28C2">
                  <w:pPr>
                    <w:spacing w:line="320" w:lineRule="exact"/>
                    <w:ind w:right="42"/>
                    <w:jc w:val="right"/>
                  </w:pPr>
                  <w:r>
                    <w:t xml:space="preserve">2000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DB28C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DB28C2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–1768.692</w:t>
                  </w:r>
                </w:p>
              </w:txbxContent>
            </v:textbox>
            <w10:wrap type="square"/>
          </v:shape>
        </w:pict>
      </w:r>
    </w:p>
    <w:p w:rsidR="00DB28C2" w:rsidRDefault="00DB28C2" w:rsidP="00DB28C2"/>
    <w:p w:rsidR="00DB28C2" w:rsidRDefault="00DB28C2" w:rsidP="00DB28C2"/>
    <w:p w:rsidR="00DB28C2" w:rsidRDefault="00DB28C2" w:rsidP="00DB28C2"/>
    <w:p w:rsidR="00DB28C2" w:rsidRDefault="00DB28C2" w:rsidP="00DB28C2">
      <w:pPr>
        <w:tabs>
          <w:tab w:val="decimal" w:pos="270"/>
          <w:tab w:val="left" w:pos="540"/>
          <w:tab w:val="left" w:pos="3240"/>
        </w:tabs>
      </w:pPr>
    </w:p>
    <w:p w:rsidR="00DB28C2" w:rsidRDefault="00DB28C2" w:rsidP="00DB28C2">
      <w:pPr>
        <w:tabs>
          <w:tab w:val="decimal" w:pos="270"/>
          <w:tab w:val="left" w:pos="540"/>
          <w:tab w:val="left" w:pos="3240"/>
        </w:tabs>
      </w:pPr>
    </w:p>
    <w:p w:rsidR="00DB28C2" w:rsidRDefault="00DB28C2" w:rsidP="00DB28C2">
      <w:pPr>
        <w:tabs>
          <w:tab w:val="decimal" w:pos="270"/>
          <w:tab w:val="left" w:pos="540"/>
          <w:tab w:val="left" w:pos="3240"/>
        </w:tabs>
      </w:pPr>
    </w:p>
    <w:p w:rsidR="00DB28C2" w:rsidRDefault="00DB28C2" w:rsidP="00DB28C2">
      <w:pPr>
        <w:tabs>
          <w:tab w:val="decimal" w:pos="270"/>
          <w:tab w:val="left" w:pos="540"/>
          <w:tab w:val="left" w:pos="3240"/>
        </w:tabs>
      </w:pPr>
    </w:p>
    <w:p w:rsidR="00DB28C2" w:rsidRDefault="00DB28C2" w:rsidP="00DB28C2">
      <w:pPr>
        <w:tabs>
          <w:tab w:val="decimal" w:pos="270"/>
          <w:tab w:val="left" w:pos="540"/>
          <w:tab w:val="left" w:pos="3240"/>
        </w:tabs>
      </w:pPr>
    </w:p>
    <w:p w:rsidR="00DB28C2" w:rsidRDefault="00DB28C2" w:rsidP="00DB28C2">
      <w:pPr>
        <w:tabs>
          <w:tab w:val="decimal" w:pos="270"/>
          <w:tab w:val="left" w:pos="540"/>
          <w:tab w:val="left" w:pos="3240"/>
        </w:tabs>
        <w:spacing w:after="120"/>
      </w:pPr>
    </w:p>
    <w:p w:rsidR="00DB28C2" w:rsidRDefault="00DB28C2" w:rsidP="00DB28C2">
      <w:pPr>
        <w:tabs>
          <w:tab w:val="decimal" w:pos="270"/>
          <w:tab w:val="left" w:pos="540"/>
          <w:tab w:val="left" w:pos="3240"/>
        </w:tabs>
      </w:pPr>
    </w:p>
    <w:p w:rsidR="00DB28C2" w:rsidRDefault="00DB28C2" w:rsidP="00DB28C2">
      <w:pPr>
        <w:pStyle w:val="ISM"/>
      </w:pPr>
      <w:r>
        <w:tab/>
      </w:r>
      <w:r>
        <w:tab/>
      </w:r>
      <w:r w:rsidR="00980CFA">
        <w:t>One year</w:t>
      </w:r>
      <w:r>
        <w:t xml:space="preserve"> from now, the payee should be willing to accept</w:t>
      </w:r>
    </w:p>
    <w:p w:rsidR="00DB28C2" w:rsidRDefault="00DB28C2" w:rsidP="00DB28C2">
      <w:pPr>
        <w:pStyle w:val="ISM"/>
      </w:pPr>
      <w:r>
        <w:tab/>
      </w:r>
      <w:r>
        <w:tab/>
      </w:r>
      <w:r>
        <w:tab/>
      </w:r>
      <w:r>
        <w:tab/>
        <w:t>= $</w:t>
      </w:r>
      <w:r w:rsidR="005E587B">
        <w:t>933.997</w:t>
      </w:r>
      <w:r>
        <w:t xml:space="preserve"> + $</w:t>
      </w:r>
      <w:r w:rsidR="005E587B">
        <w:t>1768.692</w:t>
      </w:r>
    </w:p>
    <w:p w:rsidR="00DB28C2" w:rsidRDefault="00DB28C2" w:rsidP="00DB28C2">
      <w:pPr>
        <w:pStyle w:val="ISM"/>
      </w:pPr>
      <w:r>
        <w:tab/>
      </w:r>
      <w:r>
        <w:tab/>
      </w:r>
      <w:r>
        <w:tab/>
      </w:r>
      <w:r>
        <w:tab/>
        <w:t xml:space="preserve">= </w:t>
      </w:r>
      <w:r>
        <w:rPr>
          <w:u w:val="double"/>
        </w:rPr>
        <w:t>$</w:t>
      </w:r>
      <w:r w:rsidR="007369E3">
        <w:rPr>
          <w:u w:val="double"/>
        </w:rPr>
        <w:t>2702.69</w:t>
      </w:r>
    </w:p>
    <w:p w:rsidR="00980CFA" w:rsidRDefault="00980CFA" w:rsidP="00DB28C2">
      <w:pPr>
        <w:pStyle w:val="ISM"/>
      </w:pPr>
    </w:p>
    <w:p w:rsidR="00DB28C2" w:rsidRDefault="00DB28C2" w:rsidP="00DB28C2">
      <w:pPr>
        <w:pStyle w:val="ISM"/>
      </w:pPr>
      <w:r>
        <w:tab/>
        <w:t>21.</w:t>
      </w:r>
      <w:r>
        <w:tab/>
        <w:t xml:space="preserve">The single equivalent payment is the sum of the equivalent values of </w:t>
      </w:r>
    </w:p>
    <w:p w:rsidR="00DB28C2" w:rsidRDefault="00DB28C2" w:rsidP="00DB28C2">
      <w:pPr>
        <w:pStyle w:val="ISM"/>
      </w:pPr>
      <w:r>
        <w:tab/>
      </w:r>
      <w:r>
        <w:tab/>
        <w:t>the scheduled payments at a date six months from now.</w:t>
      </w:r>
    </w:p>
    <w:p w:rsidR="00DB28C2" w:rsidRDefault="00DB28C2" w:rsidP="00DB28C2">
      <w:pPr>
        <w:tabs>
          <w:tab w:val="decimal" w:pos="270"/>
          <w:tab w:val="left" w:pos="540"/>
          <w:tab w:val="left" w:pos="3240"/>
        </w:tabs>
        <w:rPr>
          <w:u w:val="single"/>
        </w:rPr>
      </w:pPr>
      <w:r>
        <w:tab/>
      </w:r>
      <w:r>
        <w:tab/>
      </w:r>
      <w:r>
        <w:rPr>
          <w:i/>
          <w:iCs/>
          <w:u w:val="single"/>
        </w:rPr>
        <w:t>First payment</w:t>
      </w:r>
      <w:r>
        <w:rPr>
          <w:u w:val="single"/>
        </w:rPr>
        <w:t>:</w:t>
      </w:r>
      <w:r>
        <w:tab/>
      </w:r>
      <w:r>
        <w:tab/>
      </w:r>
      <w:r>
        <w:tab/>
      </w:r>
      <w:r>
        <w:rPr>
          <w:i/>
          <w:iCs/>
          <w:u w:val="single"/>
        </w:rPr>
        <w:t>Second payment</w:t>
      </w:r>
      <w:r>
        <w:rPr>
          <w:u w:val="single"/>
        </w:rPr>
        <w:t>:</w:t>
      </w:r>
    </w:p>
    <w:p w:rsidR="00DB28C2" w:rsidRDefault="00DB28C2" w:rsidP="00DB28C2">
      <w:pPr>
        <w:tabs>
          <w:tab w:val="decimal" w:pos="270"/>
          <w:tab w:val="left" w:pos="540"/>
          <w:tab w:val="left" w:pos="3240"/>
        </w:tabs>
      </w:pPr>
      <w:r>
        <w:tab/>
      </w:r>
      <w:r>
        <w:tab/>
      </w:r>
      <w:r>
        <w:rPr>
          <w:rFonts w:ascii="Times New Roman" w:hAnsi="Times New Roman"/>
          <w:i/>
        </w:rPr>
        <w:t>PV</w:t>
      </w:r>
      <w:r>
        <w:t xml:space="preserve"> = $500, </w:t>
      </w:r>
      <w:r>
        <w:rPr>
          <w:rFonts w:ascii="Times New Roman" w:hAnsi="Times New Roman"/>
          <w:i/>
        </w:rPr>
        <w:t>j</w:t>
      </w:r>
      <w:r>
        <w:t xml:space="preserve"> = </w:t>
      </w:r>
      <w:r w:rsidR="00BB16FA">
        <w:t>2</w:t>
      </w:r>
      <w:r>
        <w:t>.5%,</w:t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= $800,</w:t>
      </w:r>
      <w:r>
        <w:rPr>
          <w:rFonts w:ascii="Times New Roman" w:hAnsi="Times New Roman"/>
          <w:i/>
        </w:rPr>
        <w:t xml:space="preserve"> j</w:t>
      </w:r>
      <w:r>
        <w:t xml:space="preserve"> = </w:t>
      </w:r>
      <w:r w:rsidR="00BB16FA">
        <w:t>2</w:t>
      </w:r>
      <w:r>
        <w:t>.5%,</w:t>
      </w:r>
    </w:p>
    <w:p w:rsidR="00DB28C2" w:rsidRDefault="00DB28C2" w:rsidP="00DB28C2">
      <w:pPr>
        <w:tabs>
          <w:tab w:val="decimal" w:pos="270"/>
          <w:tab w:val="left" w:pos="540"/>
          <w:tab w:val="left" w:pos="3240"/>
        </w:tabs>
      </w:pPr>
      <w:r>
        <w:tab/>
      </w:r>
      <w:r>
        <w:tab/>
      </w:r>
      <w:r>
        <w:rPr>
          <w:rFonts w:ascii="Times New Roman" w:hAnsi="Times New Roman"/>
          <w:i/>
        </w:rPr>
        <w:t>m</w:t>
      </w:r>
      <w:r>
        <w:t xml:space="preserve"> = 12, </w:t>
      </w:r>
      <w:r>
        <w:rPr>
          <w:rFonts w:ascii="Times New Roman" w:hAnsi="Times New Roman"/>
          <w:i/>
        </w:rPr>
        <w:t xml:space="preserve">n </w:t>
      </w:r>
      <w:r>
        <w:t xml:space="preserve">= </w:t>
      </w:r>
      <w:r w:rsidR="00DA6BD7">
        <w:t>4 + 6</w:t>
      </w:r>
      <w:r>
        <w:t xml:space="preserve"> = 1</w:t>
      </w:r>
      <w:r w:rsidR="00DA6BD7">
        <w:t>0</w:t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m</w:t>
      </w:r>
      <w:r>
        <w:t xml:space="preserve"> = 12, </w:t>
      </w:r>
      <w:r>
        <w:rPr>
          <w:rFonts w:ascii="Times New Roman" w:hAnsi="Times New Roman"/>
          <w:i/>
        </w:rPr>
        <w:t>n</w:t>
      </w:r>
      <w:r>
        <w:t xml:space="preserve"> = 12</w:t>
      </w:r>
      <w:r w:rsidR="00DA6BD7">
        <w:t xml:space="preserve"> – 6</w:t>
      </w:r>
      <w:r>
        <w:t xml:space="preserve"> = </w:t>
      </w:r>
      <w:r w:rsidR="00DA6BD7">
        <w:t>6</w:t>
      </w:r>
    </w:p>
    <w:p w:rsidR="00DB28C2" w:rsidRDefault="007523EF" w:rsidP="00DB28C2">
      <w:pPr>
        <w:tabs>
          <w:tab w:val="decimal" w:pos="270"/>
          <w:tab w:val="left" w:pos="540"/>
          <w:tab w:val="left" w:pos="3240"/>
        </w:tabs>
      </w:pPr>
      <w:r>
        <w:rPr>
          <w:noProof/>
          <w:lang w:val="en-US"/>
        </w:rPr>
        <w:pict>
          <v:shape id="AutoShape 207" o:spid="_x0000_s1090" type="#_x0000_t61" style="position:absolute;margin-left:26.95pt;margin-top:7.05pt;width:133.7pt;height:135.75pt;z-index:251638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" adj="19807,7160" fillcolor="#cff">
            <v:fill opacity="25443f"/>
            <v:textbox inset="3.6pt,,3.6pt">
              <w:txbxContent>
                <w:p w:rsidR="00BD4378" w:rsidRDefault="00BD4378" w:rsidP="00DB28C2">
                  <w:pPr>
                    <w:spacing w:line="320" w:lineRule="exact"/>
                    <w:ind w:right="42"/>
                    <w:jc w:val="right"/>
                  </w:pPr>
                  <w:r>
                    <w:t xml:space="preserve">2.5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DB28C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DB28C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BD4378" w:rsidRDefault="00BD4378" w:rsidP="00DB28C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DB28C2">
                  <w:pPr>
                    <w:spacing w:line="320" w:lineRule="exact"/>
                    <w:ind w:right="42"/>
                    <w:jc w:val="right"/>
                  </w:pPr>
                  <w:r>
                    <w:t xml:space="preserve">500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DB28C2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DB28C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DB28C2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B3576E">
                    <w:t>–</w:t>
                  </w:r>
                  <w:r>
                    <w:t>510.515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08" o:spid="_x0000_s1091" type="#_x0000_t61" style="position:absolute;margin-left:216.65pt;margin-top:6.35pt;width:136.8pt;height:91.7pt;z-index:251639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" adj="79,14522" fillcolor="#cff">
            <v:fill opacity="25443f"/>
            <v:textbox inset="3.6pt,,3.6pt">
              <w:txbxContent>
                <w:p w:rsidR="00BD4378" w:rsidRDefault="00BD4378" w:rsidP="00DB28C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C/Y,</w:t>
                  </w:r>
                  <w:r w:rsidRPr="00B3576E">
                    <w:rPr>
                      <w:i/>
                      <w:iCs/>
                    </w:rP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DB28C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6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DB28C2">
                  <w:pPr>
                    <w:spacing w:line="320" w:lineRule="exact"/>
                    <w:ind w:right="42"/>
                    <w:jc w:val="right"/>
                  </w:pPr>
                  <w:r>
                    <w:t xml:space="preserve">800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DB28C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DB28C2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–790.073</w:t>
                  </w:r>
                </w:p>
              </w:txbxContent>
            </v:textbox>
            <w10:wrap type="square"/>
          </v:shape>
        </w:pict>
      </w:r>
    </w:p>
    <w:p w:rsidR="00DB28C2" w:rsidRDefault="00DB28C2" w:rsidP="00DB28C2"/>
    <w:p w:rsidR="00DB28C2" w:rsidRDefault="00DB28C2" w:rsidP="00DB28C2"/>
    <w:p w:rsidR="00DB28C2" w:rsidRDefault="00DB28C2" w:rsidP="00DB28C2"/>
    <w:p w:rsidR="00DB28C2" w:rsidRDefault="00DB28C2" w:rsidP="00DB28C2">
      <w:pPr>
        <w:tabs>
          <w:tab w:val="decimal" w:pos="270"/>
          <w:tab w:val="left" w:pos="540"/>
          <w:tab w:val="left" w:pos="3240"/>
        </w:tabs>
      </w:pPr>
    </w:p>
    <w:p w:rsidR="00DB28C2" w:rsidRDefault="00DB28C2" w:rsidP="00DB28C2">
      <w:pPr>
        <w:tabs>
          <w:tab w:val="decimal" w:pos="270"/>
          <w:tab w:val="left" w:pos="540"/>
          <w:tab w:val="left" w:pos="3240"/>
        </w:tabs>
      </w:pPr>
    </w:p>
    <w:p w:rsidR="00DB28C2" w:rsidRDefault="00DB28C2" w:rsidP="00DB28C2">
      <w:pPr>
        <w:tabs>
          <w:tab w:val="decimal" w:pos="270"/>
          <w:tab w:val="left" w:pos="540"/>
          <w:tab w:val="left" w:pos="3240"/>
        </w:tabs>
      </w:pPr>
    </w:p>
    <w:p w:rsidR="00DB28C2" w:rsidRDefault="00DB28C2" w:rsidP="00DB28C2">
      <w:pPr>
        <w:tabs>
          <w:tab w:val="decimal" w:pos="270"/>
          <w:tab w:val="left" w:pos="540"/>
          <w:tab w:val="left" w:pos="3240"/>
        </w:tabs>
      </w:pPr>
    </w:p>
    <w:p w:rsidR="00DB28C2" w:rsidRDefault="00DB28C2" w:rsidP="00DB28C2">
      <w:pPr>
        <w:tabs>
          <w:tab w:val="decimal" w:pos="270"/>
          <w:tab w:val="left" w:pos="540"/>
          <w:tab w:val="left" w:pos="3240"/>
        </w:tabs>
      </w:pPr>
    </w:p>
    <w:p w:rsidR="00DB28C2" w:rsidRDefault="00DB28C2" w:rsidP="00DB28C2">
      <w:pPr>
        <w:tabs>
          <w:tab w:val="decimal" w:pos="270"/>
          <w:tab w:val="left" w:pos="540"/>
          <w:tab w:val="left" w:pos="3240"/>
        </w:tabs>
      </w:pPr>
    </w:p>
    <w:p w:rsidR="00DB28C2" w:rsidRDefault="00DB28C2" w:rsidP="00DB28C2">
      <w:pPr>
        <w:tabs>
          <w:tab w:val="decimal" w:pos="270"/>
          <w:tab w:val="left" w:pos="540"/>
          <w:tab w:val="left" w:pos="3240"/>
        </w:tabs>
      </w:pPr>
    </w:p>
    <w:p w:rsidR="00DB28C2" w:rsidRDefault="00DB28C2" w:rsidP="00DB28C2">
      <w:pPr>
        <w:tabs>
          <w:tab w:val="decimal" w:pos="270"/>
          <w:tab w:val="left" w:pos="540"/>
          <w:tab w:val="left" w:pos="3240"/>
        </w:tabs>
      </w:pPr>
    </w:p>
    <w:p w:rsidR="00DB28C2" w:rsidRDefault="00DB28C2" w:rsidP="00DB28C2">
      <w:pPr>
        <w:pStyle w:val="ISM"/>
      </w:pPr>
      <w:r>
        <w:tab/>
      </w:r>
      <w:r>
        <w:tab/>
        <w:t xml:space="preserve">Sum of the equivalent values of the payments, </w:t>
      </w:r>
      <w:r w:rsidR="00C50FD9">
        <w:t>6</w:t>
      </w:r>
      <w:r>
        <w:t xml:space="preserve"> months from now,</w:t>
      </w:r>
    </w:p>
    <w:p w:rsidR="00DB28C2" w:rsidRDefault="00DB28C2" w:rsidP="00DB28C2">
      <w:pPr>
        <w:pStyle w:val="ISM"/>
      </w:pPr>
      <w:r>
        <w:tab/>
      </w:r>
      <w:r>
        <w:tab/>
      </w:r>
      <w:r>
        <w:tab/>
      </w:r>
      <w:r>
        <w:tab/>
        <w:t>= $</w:t>
      </w:r>
      <w:r w:rsidR="00BB16FA">
        <w:t>510.515</w:t>
      </w:r>
      <w:r>
        <w:t xml:space="preserve"> + $</w:t>
      </w:r>
      <w:r w:rsidR="00DA6BD7">
        <w:t>7</w:t>
      </w:r>
      <w:r w:rsidR="00BB16FA">
        <w:t>90.073</w:t>
      </w:r>
    </w:p>
    <w:p w:rsidR="00DB28C2" w:rsidRDefault="00DB28C2" w:rsidP="00DB28C2">
      <w:pPr>
        <w:pStyle w:val="ISM"/>
        <w:spacing w:after="240"/>
      </w:pPr>
      <w:r>
        <w:tab/>
      </w:r>
      <w:r>
        <w:tab/>
      </w:r>
      <w:r>
        <w:tab/>
      </w:r>
      <w:r>
        <w:tab/>
        <w:t xml:space="preserve">= </w:t>
      </w:r>
      <w:r>
        <w:rPr>
          <w:u w:val="double"/>
        </w:rPr>
        <w:t>$</w:t>
      </w:r>
      <w:r w:rsidR="00BB16FA">
        <w:rPr>
          <w:u w:val="double"/>
        </w:rPr>
        <w:t>1300.59</w:t>
      </w:r>
    </w:p>
    <w:p w:rsidR="009F7093" w:rsidRDefault="009F7093">
      <w:r>
        <w:br w:type="page"/>
      </w:r>
    </w:p>
    <w:p w:rsidR="00DA6BD7" w:rsidRDefault="00DA6BD7" w:rsidP="00DA6BD7">
      <w:pPr>
        <w:pStyle w:val="ISM"/>
      </w:pPr>
      <w:r>
        <w:lastRenderedPageBreak/>
        <w:tab/>
        <w:t>23.</w:t>
      </w:r>
      <w:r>
        <w:tab/>
        <w:t xml:space="preserve">The single </w:t>
      </w:r>
      <w:r w:rsidR="005C3C84">
        <w:t xml:space="preserve">economically </w:t>
      </w:r>
      <w:r>
        <w:t xml:space="preserve">equivalent payment is the sum of the equivalent </w:t>
      </w:r>
    </w:p>
    <w:p w:rsidR="00DA6BD7" w:rsidRDefault="00DA6BD7" w:rsidP="00DA6BD7">
      <w:pPr>
        <w:pStyle w:val="ISM"/>
      </w:pPr>
      <w:r>
        <w:tab/>
      </w:r>
      <w:r>
        <w:tab/>
      </w:r>
      <w:r w:rsidR="005C3C84">
        <w:t xml:space="preserve">values of </w:t>
      </w:r>
      <w:r>
        <w:t xml:space="preserve">the </w:t>
      </w:r>
      <w:r w:rsidR="005C3C84">
        <w:t xml:space="preserve">three </w:t>
      </w:r>
      <w:r>
        <w:t>scheduled payments at a date six months from now.</w:t>
      </w:r>
    </w:p>
    <w:p w:rsidR="00DA6BD7" w:rsidRDefault="00DA6BD7" w:rsidP="00DA6BD7">
      <w:pPr>
        <w:tabs>
          <w:tab w:val="decimal" w:pos="270"/>
          <w:tab w:val="left" w:pos="540"/>
          <w:tab w:val="left" w:pos="3240"/>
        </w:tabs>
      </w:pPr>
      <w:r>
        <w:tab/>
      </w:r>
      <w:r>
        <w:tab/>
      </w:r>
      <w:r>
        <w:rPr>
          <w:i/>
          <w:iCs/>
          <w:u w:val="single"/>
        </w:rPr>
        <w:t>First payment</w:t>
      </w:r>
      <w:r>
        <w:rPr>
          <w:u w:val="single"/>
        </w:rPr>
        <w:t>:</w:t>
      </w:r>
      <w:r>
        <w:tab/>
      </w:r>
      <w:r>
        <w:rPr>
          <w:i/>
          <w:iCs/>
          <w:u w:val="single"/>
        </w:rPr>
        <w:t>Second payment</w:t>
      </w:r>
      <w:r>
        <w:rPr>
          <w:u w:val="single"/>
        </w:rPr>
        <w:t>:</w:t>
      </w:r>
      <w:r>
        <w:tab/>
      </w:r>
      <w:r>
        <w:tab/>
      </w:r>
      <w:r>
        <w:tab/>
      </w:r>
      <w:r>
        <w:rPr>
          <w:i/>
          <w:iCs/>
          <w:u w:val="single"/>
        </w:rPr>
        <w:t>Third payment</w:t>
      </w:r>
      <w:r>
        <w:rPr>
          <w:u w:val="single"/>
        </w:rPr>
        <w:t>:</w:t>
      </w:r>
    </w:p>
    <w:p w:rsidR="00DA6BD7" w:rsidRDefault="00DA6BD7" w:rsidP="00DA6BD7">
      <w:pPr>
        <w:tabs>
          <w:tab w:val="decimal" w:pos="270"/>
          <w:tab w:val="left" w:pos="540"/>
          <w:tab w:val="left" w:pos="3240"/>
        </w:tabs>
      </w:pPr>
      <w:r>
        <w:tab/>
      </w:r>
      <w:r>
        <w:tab/>
      </w:r>
      <w:r>
        <w:rPr>
          <w:rFonts w:ascii="Times New Roman" w:hAnsi="Times New Roman"/>
          <w:i/>
        </w:rPr>
        <w:t>PV</w:t>
      </w:r>
      <w:r>
        <w:t xml:space="preserve"> = $</w:t>
      </w:r>
      <w:r w:rsidR="005C3C84">
        <w:t>2100</w:t>
      </w:r>
      <w:r>
        <w:t xml:space="preserve">, </w:t>
      </w:r>
      <w:r>
        <w:rPr>
          <w:rFonts w:ascii="Times New Roman" w:hAnsi="Times New Roman"/>
          <w:i/>
        </w:rPr>
        <w:t>j</w:t>
      </w:r>
      <w:r>
        <w:t xml:space="preserve"> = </w:t>
      </w:r>
      <w:r w:rsidR="00C83239">
        <w:t>4</w:t>
      </w:r>
      <w:r>
        <w:t>.5%,</w:t>
      </w:r>
      <w:r>
        <w:tab/>
      </w:r>
      <w:r w:rsidR="00C83239">
        <w:rPr>
          <w:rFonts w:ascii="Times New Roman" w:hAnsi="Times New Roman"/>
          <w:i/>
        </w:rPr>
        <w:t>P</w:t>
      </w:r>
      <w:r>
        <w:rPr>
          <w:rFonts w:ascii="Times New Roman" w:hAnsi="Times New Roman"/>
          <w:i/>
        </w:rPr>
        <w:t>V</w:t>
      </w:r>
      <w:r>
        <w:t xml:space="preserve"> = $1</w:t>
      </w:r>
      <w:r w:rsidR="005C3C84">
        <w:t>3</w:t>
      </w:r>
      <w:r>
        <w:t>00,</w:t>
      </w:r>
      <w:r>
        <w:rPr>
          <w:rFonts w:ascii="Times New Roman" w:hAnsi="Times New Roman"/>
          <w:i/>
        </w:rPr>
        <w:t xml:space="preserve"> j</w:t>
      </w:r>
      <w:r>
        <w:t xml:space="preserve"> = </w:t>
      </w:r>
      <w:r w:rsidR="00C83239">
        <w:t>4</w:t>
      </w:r>
      <w:r>
        <w:t>.5%,</w:t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= $</w:t>
      </w:r>
      <w:r w:rsidR="005C3C84">
        <w:t>80</w:t>
      </w:r>
      <w:r>
        <w:t>0,</w:t>
      </w:r>
      <w:r>
        <w:rPr>
          <w:rFonts w:ascii="Times New Roman" w:hAnsi="Times New Roman"/>
          <w:i/>
        </w:rPr>
        <w:t xml:space="preserve"> j</w:t>
      </w:r>
      <w:r>
        <w:t xml:space="preserve"> = </w:t>
      </w:r>
      <w:r w:rsidR="00C83239">
        <w:t>4</w:t>
      </w:r>
      <w:r>
        <w:t>.5%,</w:t>
      </w:r>
    </w:p>
    <w:p w:rsidR="00DA6BD7" w:rsidRDefault="00DA6BD7" w:rsidP="00DA6BD7">
      <w:pPr>
        <w:tabs>
          <w:tab w:val="decimal" w:pos="270"/>
          <w:tab w:val="left" w:pos="540"/>
          <w:tab w:val="left" w:pos="3240"/>
        </w:tabs>
      </w:pPr>
      <w:r>
        <w:tab/>
      </w:r>
      <w:r>
        <w:tab/>
      </w:r>
      <w:r>
        <w:rPr>
          <w:rFonts w:ascii="Times New Roman" w:hAnsi="Times New Roman"/>
          <w:i/>
        </w:rPr>
        <w:t>m</w:t>
      </w:r>
      <w:r>
        <w:t xml:space="preserve"> = </w:t>
      </w:r>
      <w:r w:rsidR="00C83239">
        <w:t>1</w:t>
      </w:r>
      <w:r>
        <w:t xml:space="preserve">2, </w:t>
      </w:r>
      <w:r>
        <w:rPr>
          <w:rFonts w:ascii="Times New Roman" w:hAnsi="Times New Roman"/>
          <w:i/>
        </w:rPr>
        <w:t xml:space="preserve">n </w:t>
      </w:r>
      <w:r>
        <w:t xml:space="preserve">= </w:t>
      </w:r>
      <w:r w:rsidR="00C83239">
        <w:t>1</w:t>
      </w:r>
      <w:r>
        <w:t>2(</w:t>
      </w:r>
      <w:r w:rsidR="00C83239">
        <w:t>2</w:t>
      </w:r>
      <w:r>
        <w:t xml:space="preserve">) = </w:t>
      </w:r>
      <w:r w:rsidR="00C83239">
        <w:t>24</w:t>
      </w:r>
      <w:r>
        <w:tab/>
      </w:r>
      <w:r>
        <w:rPr>
          <w:rFonts w:ascii="Times New Roman" w:hAnsi="Times New Roman"/>
          <w:i/>
        </w:rPr>
        <w:t>m</w:t>
      </w:r>
      <w:r>
        <w:t xml:space="preserve"> = </w:t>
      </w:r>
      <w:r w:rsidR="00C83239">
        <w:t>1</w:t>
      </w:r>
      <w:r>
        <w:t xml:space="preserve">2, </w:t>
      </w:r>
      <w:r>
        <w:rPr>
          <w:rFonts w:ascii="Times New Roman" w:hAnsi="Times New Roman"/>
          <w:i/>
        </w:rPr>
        <w:t>n</w:t>
      </w:r>
      <w:r>
        <w:t xml:space="preserve"> = </w:t>
      </w:r>
      <w:r w:rsidR="00C83239">
        <w:t>1</w:t>
      </w:r>
      <w:r>
        <w:t>2(0</w:t>
      </w:r>
      <w:r w:rsidR="00C83239">
        <w:t>.</w:t>
      </w:r>
      <w:r>
        <w:t xml:space="preserve">5) = </w:t>
      </w:r>
      <w:r w:rsidR="00C83239">
        <w:t>6</w:t>
      </w:r>
      <w:r>
        <w:tab/>
      </w:r>
      <w:r>
        <w:tab/>
      </w:r>
      <w:r>
        <w:rPr>
          <w:rFonts w:ascii="Times New Roman" w:hAnsi="Times New Roman"/>
          <w:i/>
        </w:rPr>
        <w:t>m</w:t>
      </w:r>
      <w:r>
        <w:t xml:space="preserve"> = </w:t>
      </w:r>
      <w:r w:rsidR="00C83239">
        <w:t>1</w:t>
      </w:r>
      <w:r>
        <w:t xml:space="preserve">2, </w:t>
      </w:r>
      <w:r>
        <w:rPr>
          <w:rFonts w:ascii="Times New Roman" w:hAnsi="Times New Roman"/>
          <w:i/>
        </w:rPr>
        <w:t>n</w:t>
      </w:r>
      <w:r>
        <w:t xml:space="preserve"> = </w:t>
      </w:r>
      <w:r w:rsidR="00C83239">
        <w:t>1</w:t>
      </w:r>
      <w:r>
        <w:t>2(</w:t>
      </w:r>
      <w:r w:rsidR="00C83239">
        <w:t>1</w:t>
      </w:r>
      <w:r>
        <w:t xml:space="preserve">.5) = </w:t>
      </w:r>
      <w:r w:rsidR="00C83239">
        <w:t>18</w:t>
      </w:r>
    </w:p>
    <w:p w:rsidR="00DA6BD7" w:rsidRDefault="007523EF" w:rsidP="00DA6BD7">
      <w:pPr>
        <w:tabs>
          <w:tab w:val="decimal" w:pos="270"/>
          <w:tab w:val="left" w:pos="540"/>
          <w:tab w:val="left" w:pos="3240"/>
        </w:tabs>
      </w:pPr>
      <w:r>
        <w:rPr>
          <w:noProof/>
          <w:lang w:val="en-US"/>
        </w:rPr>
        <w:pict>
          <v:shape id="AutoShape 209" o:spid="_x0000_s1092" type="#_x0000_t61" style="position:absolute;margin-left:30.55pt;margin-top:5.95pt;width:130.1pt;height:137.9pt;z-index:251640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" adj="12751,360" fillcolor="#cff">
            <v:fill opacity="25443f"/>
            <v:textbox inset="3.6pt,,3.6pt">
              <w:txbxContent>
                <w:p w:rsidR="00BD4378" w:rsidRDefault="00BD4378" w:rsidP="00DA6BD7">
                  <w:pPr>
                    <w:spacing w:line="320" w:lineRule="exact"/>
                    <w:ind w:right="42"/>
                    <w:jc w:val="right"/>
                  </w:pPr>
                  <w:r>
                    <w:t xml:space="preserve">4.5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DA6BD7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DA6BD7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BD4378" w:rsidRDefault="00BD4378" w:rsidP="00DA6BD7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24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DA6BD7">
                  <w:pPr>
                    <w:spacing w:line="320" w:lineRule="exact"/>
                    <w:ind w:right="42"/>
                    <w:jc w:val="right"/>
                  </w:pPr>
                  <w:r>
                    <w:t xml:space="preserve">2100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DA6BD7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DA6BD7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DA6BD7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F5772A">
                    <w:t>–</w:t>
                  </w:r>
                  <w:r>
                    <w:t>2297.379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10" o:spid="_x0000_s1093" type="#_x0000_t61" style="position:absolute;margin-left:175.35pt;margin-top:7.25pt;width:136pt;height:87.1pt;z-index:251641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" adj="429,15735" fillcolor="#cff">
            <v:fill opacity="25443f"/>
            <v:textbox inset="3.6pt,,3.6pt">
              <w:txbxContent>
                <w:p w:rsidR="00BD4378" w:rsidRDefault="00BD4378" w:rsidP="00CA55E0">
                  <w:pPr>
                    <w:spacing w:line="280" w:lineRule="exact"/>
                    <w:ind w:left="-86" w:right="43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C/Y, PMT</w:t>
                  </w:r>
                </w:p>
                <w:p w:rsidR="00BD4378" w:rsidRDefault="00BD4378" w:rsidP="00DA6BD7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6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DA6BD7">
                  <w:pPr>
                    <w:spacing w:line="320" w:lineRule="exact"/>
                    <w:ind w:right="42"/>
                    <w:jc w:val="right"/>
                  </w:pPr>
                  <w:r>
                    <w:t xml:space="preserve">1300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DA6BD7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DA6BD7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F5772A">
                    <w:t>–</w:t>
                  </w:r>
                  <w:r>
                    <w:t>1329.526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11" o:spid="_x0000_s1094" type="#_x0000_t61" style="position:absolute;margin-left:325.85pt;margin-top:7.25pt;width:136pt;height:87.1pt;z-index:251642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" adj="429,15735" fillcolor="#cff">
            <v:fill opacity="25443f"/>
            <v:textbox inset="3.6pt,,3.6pt">
              <w:txbxContent>
                <w:p w:rsidR="00BD4378" w:rsidRDefault="00BD4378" w:rsidP="00CA55E0">
                  <w:pPr>
                    <w:spacing w:line="280" w:lineRule="exact"/>
                    <w:ind w:left="-86" w:right="43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C/Y, PMT</w:t>
                  </w:r>
                </w:p>
                <w:p w:rsidR="00BD4378" w:rsidRDefault="00BD4378" w:rsidP="00DA6BD7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18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DA6BD7">
                  <w:pPr>
                    <w:spacing w:line="320" w:lineRule="exact"/>
                    <w:ind w:right="42"/>
                    <w:jc w:val="right"/>
                  </w:pPr>
                  <w:r>
                    <w:t xml:space="preserve">800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DA6BD7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DA6BD7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F5772A">
                    <w:t>–</w:t>
                  </w:r>
                  <w:r>
                    <w:t>747.877</w:t>
                  </w:r>
                </w:p>
              </w:txbxContent>
            </v:textbox>
            <w10:wrap type="square"/>
          </v:shape>
        </w:pict>
      </w:r>
    </w:p>
    <w:p w:rsidR="00DA6BD7" w:rsidRDefault="00DA6BD7" w:rsidP="00DA6BD7"/>
    <w:p w:rsidR="00DA6BD7" w:rsidRDefault="00DA6BD7" w:rsidP="00DA6BD7">
      <w:pPr>
        <w:tabs>
          <w:tab w:val="decimal" w:pos="270"/>
          <w:tab w:val="left" w:pos="540"/>
          <w:tab w:val="left" w:pos="3240"/>
        </w:tabs>
      </w:pPr>
    </w:p>
    <w:p w:rsidR="00DA6BD7" w:rsidRDefault="00DA6BD7" w:rsidP="00DA6BD7">
      <w:pPr>
        <w:tabs>
          <w:tab w:val="decimal" w:pos="270"/>
          <w:tab w:val="left" w:pos="540"/>
          <w:tab w:val="left" w:pos="3240"/>
        </w:tabs>
      </w:pPr>
    </w:p>
    <w:p w:rsidR="00DA6BD7" w:rsidRDefault="00DA6BD7" w:rsidP="00DA6BD7">
      <w:pPr>
        <w:tabs>
          <w:tab w:val="decimal" w:pos="270"/>
          <w:tab w:val="left" w:pos="540"/>
          <w:tab w:val="left" w:pos="3240"/>
        </w:tabs>
      </w:pPr>
    </w:p>
    <w:p w:rsidR="00DA6BD7" w:rsidRDefault="00DA6BD7" w:rsidP="00DA6BD7">
      <w:pPr>
        <w:tabs>
          <w:tab w:val="decimal" w:pos="270"/>
          <w:tab w:val="left" w:pos="540"/>
          <w:tab w:val="left" w:pos="3240"/>
        </w:tabs>
      </w:pPr>
    </w:p>
    <w:p w:rsidR="00DA6BD7" w:rsidRDefault="00DA6BD7" w:rsidP="00DA6BD7">
      <w:pPr>
        <w:tabs>
          <w:tab w:val="decimal" w:pos="270"/>
          <w:tab w:val="left" w:pos="540"/>
          <w:tab w:val="left" w:pos="3240"/>
        </w:tabs>
      </w:pPr>
    </w:p>
    <w:p w:rsidR="00DA6BD7" w:rsidRDefault="00DA6BD7" w:rsidP="00DA6BD7">
      <w:pPr>
        <w:tabs>
          <w:tab w:val="decimal" w:pos="270"/>
          <w:tab w:val="left" w:pos="540"/>
          <w:tab w:val="left" w:pos="3240"/>
        </w:tabs>
      </w:pPr>
    </w:p>
    <w:p w:rsidR="00DA6BD7" w:rsidRDefault="007523EF" w:rsidP="00DA6BD7">
      <w:pPr>
        <w:tabs>
          <w:tab w:val="decimal" w:pos="270"/>
          <w:tab w:val="left" w:pos="540"/>
          <w:tab w:val="left" w:pos="3240"/>
        </w:tabs>
      </w:pPr>
      <w:r>
        <w:rPr>
          <w:noProof/>
          <w:lang w:val="en-US"/>
        </w:rPr>
        <w:pict>
          <v:shape id="Text Box 212" o:spid="_x0000_s1095" type="#_x0000_t202" style="position:absolute;margin-left:166.7pt;margin-top:2.25pt;width:284.9pt;height:31.9pt;z-index:251643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" stroked="f">
            <v:textbox inset="0,0,0,0">
              <w:txbxContent>
                <w:p w:rsidR="00BD4378" w:rsidRDefault="00BD4378" w:rsidP="00DA6BD7">
                  <w:r>
                    <w:t>The single equivalent payment is</w:t>
                  </w:r>
                </w:p>
                <w:p w:rsidR="00BD4378" w:rsidRDefault="00BD4378" w:rsidP="00DA6BD7">
                  <w:pPr>
                    <w:ind w:left="720"/>
                  </w:pPr>
                  <w:r>
                    <w:t xml:space="preserve">$2297.379 + $1329.526 + $747.877 = </w:t>
                  </w:r>
                  <w:r>
                    <w:rPr>
                      <w:u w:val="double"/>
                    </w:rPr>
                    <w:t>$4374.78</w:t>
                  </w:r>
                </w:p>
              </w:txbxContent>
            </v:textbox>
            <w10:wrap type="square"/>
          </v:shape>
        </w:pict>
      </w:r>
    </w:p>
    <w:p w:rsidR="00DA6BD7" w:rsidRDefault="00DA6BD7" w:rsidP="00DA6BD7">
      <w:pPr>
        <w:tabs>
          <w:tab w:val="decimal" w:pos="270"/>
          <w:tab w:val="left" w:pos="540"/>
          <w:tab w:val="left" w:pos="3240"/>
        </w:tabs>
      </w:pPr>
    </w:p>
    <w:p w:rsidR="00DA6BD7" w:rsidRDefault="00DA6BD7" w:rsidP="00DA6BD7">
      <w:pPr>
        <w:tabs>
          <w:tab w:val="decimal" w:pos="270"/>
          <w:tab w:val="left" w:pos="540"/>
          <w:tab w:val="left" w:pos="3240"/>
        </w:tabs>
      </w:pPr>
    </w:p>
    <w:p w:rsidR="00DA6BD7" w:rsidRDefault="00DA6BD7" w:rsidP="000E0838">
      <w:pPr>
        <w:tabs>
          <w:tab w:val="decimal" w:pos="270"/>
          <w:tab w:val="left" w:pos="540"/>
          <w:tab w:val="left" w:pos="3240"/>
        </w:tabs>
        <w:spacing w:after="120"/>
      </w:pPr>
    </w:p>
    <w:p w:rsidR="00BC5284" w:rsidRDefault="00BC5284" w:rsidP="00BC5284">
      <w:pPr>
        <w:pStyle w:val="ISM"/>
        <w:ind w:left="540" w:hanging="540"/>
      </w:pPr>
      <w:r>
        <w:tab/>
      </w:r>
      <w:r w:rsidR="00F82AC1">
        <w:t>25</w:t>
      </w:r>
      <w:r>
        <w:t>.</w:t>
      </w:r>
      <w:r>
        <w:tab/>
        <w:t>The economic value today of an offer is the present value of the payments.</w:t>
      </w:r>
    </w:p>
    <w:p w:rsidR="00BC5284" w:rsidRDefault="00BC5284" w:rsidP="00BC5284">
      <w:pPr>
        <w:pStyle w:val="ISM"/>
        <w:ind w:left="540" w:hanging="540"/>
      </w:pPr>
      <w:r>
        <w:tab/>
      </w:r>
      <w:r>
        <w:tab/>
        <w:t xml:space="preserve">Given: </w:t>
      </w:r>
      <w:r>
        <w:rPr>
          <w:rFonts w:ascii="Times New Roman" w:hAnsi="Times New Roman"/>
          <w:i/>
          <w:iCs/>
        </w:rPr>
        <w:t>j</w:t>
      </w:r>
      <w:r>
        <w:rPr>
          <w:rFonts w:ascii="Times New Roman" w:hAnsi="Times New Roman"/>
        </w:rPr>
        <w:t xml:space="preserve"> </w:t>
      </w:r>
      <w:r>
        <w:t>= 4.4%;</w:t>
      </w:r>
      <w:r>
        <w:rPr>
          <w:rFonts w:ascii="Times New Roman" w:hAnsi="Times New Roman"/>
          <w:i/>
          <w:iCs/>
        </w:rPr>
        <w:t xml:space="preserve"> m</w:t>
      </w:r>
      <w:r>
        <w:t xml:space="preserve"> = 4</w:t>
      </w:r>
    </w:p>
    <w:p w:rsidR="00BC5284" w:rsidRDefault="00BC5284" w:rsidP="00BC5284">
      <w:pPr>
        <w:pStyle w:val="ISM"/>
      </w:pPr>
      <w:r>
        <w:tab/>
      </w:r>
      <w:r>
        <w:tab/>
      </w:r>
      <w:r w:rsidRPr="00DE1D75">
        <w:rPr>
          <w:i/>
          <w:u w:val="single"/>
        </w:rPr>
        <w:t>PV</w:t>
      </w:r>
      <w:r w:rsidRPr="00DE1D75">
        <w:rPr>
          <w:u w:val="single"/>
        </w:rPr>
        <w:t xml:space="preserve"> of payment due in 6 months</w:t>
      </w:r>
      <w:r>
        <w:tab/>
      </w:r>
      <w:r>
        <w:tab/>
      </w:r>
      <w:r w:rsidRPr="00DE1D75">
        <w:rPr>
          <w:i/>
          <w:u w:val="single"/>
        </w:rPr>
        <w:t>PV</w:t>
      </w:r>
      <w:r w:rsidRPr="00DE1D75">
        <w:rPr>
          <w:u w:val="single"/>
        </w:rPr>
        <w:t xml:space="preserve"> of payment due in 12 months</w:t>
      </w:r>
    </w:p>
    <w:p w:rsidR="00BC5284" w:rsidRDefault="007523EF" w:rsidP="00BC5284">
      <w:pPr>
        <w:pStyle w:val="ISM"/>
      </w:pPr>
      <w:r>
        <w:rPr>
          <w:noProof/>
          <w:lang w:val="en-US"/>
        </w:rPr>
        <w:pict>
          <v:shape id="AutoShape 55" o:spid="_x0000_s1096" type="#_x0000_t61" style="position:absolute;margin-left:255.25pt;margin-top:6.25pt;width:131.2pt;height:82.65pt;z-index:251602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" adj="6009,575" fillcolor="#cff">
            <v:fill opacity="25443f"/>
            <v:textbox inset="3.6pt,,3.6pt">
              <w:txbxContent>
                <w:p w:rsidR="00BD4378" w:rsidRPr="00DE1D75" w:rsidRDefault="00BD4378" w:rsidP="000E0838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Pr="00DE1D75" w:rsidRDefault="00BD4378" w:rsidP="000E0838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>PMT</w:t>
                  </w:r>
                  <w:r w:rsidRPr="00F516C9">
                    <w:rPr>
                      <w:i/>
                    </w:rPr>
                    <w:t>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FV</w:t>
                  </w:r>
                </w:p>
                <w:p w:rsidR="00BD4378" w:rsidRDefault="00BD4378" w:rsidP="00102242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02242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0E0838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–46,902.01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54" o:spid="_x0000_s1097" type="#_x0000_t61" style="position:absolute;margin-left:34.05pt;margin-top:3.5pt;width:131.2pt;height:137.25pt;z-index:251601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" adj="49,7342" fillcolor="#cff">
            <v:fill opacity="25443f"/>
            <v:textbox inset="3.6pt,,3.6pt">
              <w:txbxContent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4.4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12065C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4)</w:t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49000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C5284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–47,939.53</w:t>
                  </w:r>
                </w:p>
              </w:txbxContent>
            </v:textbox>
            <w10:wrap type="square"/>
          </v:shape>
        </w:pict>
      </w: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7523EF" w:rsidP="00BC5284">
      <w:pPr>
        <w:pStyle w:val="ISM"/>
      </w:pPr>
      <w:r>
        <w:rPr>
          <w:noProof/>
          <w:lang w:val="en-US"/>
        </w:rPr>
        <w:pict>
          <v:shape id="Text Box 56" o:spid="_x0000_s1098" type="#_x0000_t202" style="position:absolute;margin-left:184.55pt;margin-top:7.95pt;width:280pt;height:49pt;z-index:251603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" stroked="f">
            <v:textbox inset="0,0,0,0">
              <w:txbxContent>
                <w:p w:rsidR="00BD4378" w:rsidRDefault="00BD4378" w:rsidP="00BC5284">
                  <w:pPr>
                    <w:pStyle w:val="ISM"/>
                    <w:tabs>
                      <w:tab w:val="clear" w:pos="270"/>
                      <w:tab w:val="clear" w:pos="540"/>
                    </w:tabs>
                  </w:pPr>
                  <w:r>
                    <w:t>The economic value of the second offer is</w:t>
                  </w:r>
                </w:p>
                <w:p w:rsidR="00BD4378" w:rsidRDefault="00BD4378" w:rsidP="00BC5284">
                  <w:pPr>
                    <w:pStyle w:val="ISM"/>
                    <w:tabs>
                      <w:tab w:val="clear" w:pos="270"/>
                      <w:tab w:val="clear" w:pos="540"/>
                    </w:tabs>
                  </w:pPr>
                  <w:r>
                    <w:t xml:space="preserve">     $49,000 + $47,939.53 + $46,902.01 = $143,841.54</w:t>
                  </w:r>
                </w:p>
                <w:p w:rsidR="00BD4378" w:rsidRDefault="00BD4378" w:rsidP="00BC5284">
                  <w:r>
                    <w:t xml:space="preserve">The </w:t>
                  </w:r>
                  <w:r w:rsidRPr="00E362E3">
                    <w:rPr>
                      <w:u w:val="double"/>
                    </w:rPr>
                    <w:t xml:space="preserve">$145,000-cash offer is </w:t>
                  </w:r>
                  <w:r>
                    <w:rPr>
                      <w:u w:val="double"/>
                    </w:rPr>
                    <w:t>worth $1158.46 more</w:t>
                  </w:r>
                </w:p>
              </w:txbxContent>
            </v:textbox>
          </v:shape>
        </w:pict>
      </w: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882C4A" w:rsidRDefault="00882C4A">
      <w:pPr>
        <w:rPr>
          <w:b/>
          <w:sz w:val="24"/>
        </w:rPr>
      </w:pPr>
    </w:p>
    <w:p w:rsidR="00BC5284" w:rsidRDefault="00BC5284" w:rsidP="00BC5284">
      <w:pPr>
        <w:pStyle w:val="Mainfirst"/>
        <w:tabs>
          <w:tab w:val="decimal" w:pos="360"/>
          <w:tab w:val="left" w:pos="720"/>
          <w:tab w:val="left" w:pos="1080"/>
        </w:tabs>
        <w:spacing w:line="240" w:lineRule="auto"/>
        <w:jc w:val="left"/>
        <w:rPr>
          <w:spacing w:val="-2"/>
          <w:lang w:val="en-CA"/>
        </w:rPr>
      </w:pPr>
      <w:r>
        <w:rPr>
          <w:lang w:val="en-CA"/>
        </w:rPr>
        <w:tab/>
      </w:r>
      <w:r w:rsidR="00F82AC1">
        <w:rPr>
          <w:lang w:val="en-CA"/>
        </w:rPr>
        <w:t>27</w:t>
      </w:r>
      <w:r>
        <w:rPr>
          <w:lang w:val="en-CA"/>
        </w:rPr>
        <w:t>.</w:t>
      </w:r>
      <w:r>
        <w:rPr>
          <w:lang w:val="en-CA"/>
        </w:rPr>
        <w:tab/>
        <w:t xml:space="preserve">The economic value of </w:t>
      </w:r>
      <w:r w:rsidR="00BB16FA">
        <w:rPr>
          <w:lang w:val="en-CA"/>
        </w:rPr>
        <w:t xml:space="preserve">Pete’s </w:t>
      </w:r>
      <w:r>
        <w:rPr>
          <w:lang w:val="en-CA"/>
        </w:rPr>
        <w:t xml:space="preserve">contract is the sum of the </w:t>
      </w:r>
      <w:r w:rsidRPr="005266EA">
        <w:rPr>
          <w:spacing w:val="-2"/>
          <w:lang w:val="en-CA"/>
        </w:rPr>
        <w:t>present value</w:t>
      </w:r>
      <w:r>
        <w:rPr>
          <w:spacing w:val="-2"/>
          <w:lang w:val="en-CA"/>
        </w:rPr>
        <w:t>s of the payments.</w:t>
      </w:r>
    </w:p>
    <w:p w:rsidR="00BC5284" w:rsidRDefault="00BC5284" w:rsidP="00BC5284">
      <w:pPr>
        <w:pStyle w:val="Mainfirst"/>
        <w:tabs>
          <w:tab w:val="decimal" w:pos="360"/>
          <w:tab w:val="left" w:pos="720"/>
          <w:tab w:val="left" w:pos="1080"/>
        </w:tabs>
        <w:spacing w:after="60" w:line="240" w:lineRule="auto"/>
        <w:jc w:val="left"/>
        <w:rPr>
          <w:lang w:val="en-CA"/>
        </w:rPr>
      </w:pPr>
      <w:r>
        <w:rPr>
          <w:spacing w:val="-2"/>
          <w:lang w:val="en-CA"/>
        </w:rPr>
        <w:tab/>
      </w:r>
      <w:r>
        <w:rPr>
          <w:spacing w:val="-2"/>
          <w:lang w:val="en-CA"/>
        </w:rPr>
        <w:tab/>
        <w:t xml:space="preserve">Given: </w:t>
      </w:r>
      <w:r>
        <w:rPr>
          <w:rFonts w:ascii="Times New Roman" w:hAnsi="Times New Roman"/>
          <w:i/>
          <w:iCs/>
        </w:rPr>
        <w:t>j</w:t>
      </w:r>
      <w:r>
        <w:rPr>
          <w:rFonts w:ascii="Times New Roman" w:hAnsi="Times New Roman"/>
        </w:rPr>
        <w:t xml:space="preserve"> </w:t>
      </w:r>
      <w:r>
        <w:t>= 5%;</w:t>
      </w:r>
      <w:r>
        <w:rPr>
          <w:rFonts w:ascii="Times New Roman" w:hAnsi="Times New Roman"/>
          <w:i/>
          <w:iCs/>
        </w:rPr>
        <w:t xml:space="preserve"> m</w:t>
      </w:r>
      <w:r>
        <w:t xml:space="preserve"> = 2</w:t>
      </w:r>
    </w:p>
    <w:tbl>
      <w:tblPr>
        <w:tblpPr w:leftFromText="180" w:rightFromText="180" w:vertAnchor="text" w:tblpX="882" w:tblpY="1"/>
        <w:tblOverlap w:val="never"/>
        <w:tblW w:w="0" w:type="auto"/>
        <w:tblLook w:val="00A0" w:firstRow="1" w:lastRow="0" w:firstColumn="1" w:lastColumn="0" w:noHBand="0" w:noVBand="0"/>
      </w:tblPr>
      <w:tblGrid>
        <w:gridCol w:w="1098"/>
        <w:gridCol w:w="1318"/>
        <w:gridCol w:w="1440"/>
        <w:gridCol w:w="1440"/>
        <w:gridCol w:w="1530"/>
        <w:gridCol w:w="1530"/>
      </w:tblGrid>
      <w:tr w:rsidR="00BC5284" w:rsidRPr="000A543E" w:rsidTr="000A543E">
        <w:tc>
          <w:tcPr>
            <w:tcW w:w="1098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left"/>
              <w:rPr>
                <w:lang w:val="en-CA"/>
              </w:rPr>
            </w:pPr>
            <w:r w:rsidRPr="000A543E">
              <w:rPr>
                <w:lang w:val="en-CA"/>
              </w:rPr>
              <w:t>Time:</w:t>
            </w:r>
          </w:p>
        </w:tc>
        <w:tc>
          <w:tcPr>
            <w:tcW w:w="1260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center"/>
              <w:rPr>
                <w:lang w:val="en-CA"/>
              </w:rPr>
            </w:pPr>
            <w:r w:rsidRPr="000A543E">
              <w:rPr>
                <w:lang w:val="en-CA"/>
              </w:rPr>
              <w:t>0 yr</w:t>
            </w:r>
          </w:p>
        </w:tc>
        <w:tc>
          <w:tcPr>
            <w:tcW w:w="1440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center"/>
              <w:rPr>
                <w:lang w:val="en-CA"/>
              </w:rPr>
            </w:pPr>
            <w:r w:rsidRPr="000A543E">
              <w:rPr>
                <w:lang w:val="en-CA"/>
              </w:rPr>
              <w:t>0.5 yr</w:t>
            </w:r>
          </w:p>
        </w:tc>
        <w:tc>
          <w:tcPr>
            <w:tcW w:w="1440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center"/>
              <w:rPr>
                <w:lang w:val="en-CA"/>
              </w:rPr>
            </w:pPr>
            <w:r w:rsidRPr="000A543E">
              <w:rPr>
                <w:lang w:val="en-CA"/>
              </w:rPr>
              <w:t>1.5 yr</w:t>
            </w:r>
          </w:p>
        </w:tc>
        <w:tc>
          <w:tcPr>
            <w:tcW w:w="1530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center"/>
              <w:rPr>
                <w:lang w:val="en-CA"/>
              </w:rPr>
            </w:pPr>
            <w:r w:rsidRPr="000A543E">
              <w:rPr>
                <w:lang w:val="en-CA"/>
              </w:rPr>
              <w:t>2.5 yr</w:t>
            </w:r>
          </w:p>
        </w:tc>
        <w:tc>
          <w:tcPr>
            <w:tcW w:w="1530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center"/>
              <w:rPr>
                <w:lang w:val="en-CA"/>
              </w:rPr>
            </w:pPr>
            <w:r w:rsidRPr="000A543E">
              <w:rPr>
                <w:lang w:val="en-CA"/>
              </w:rPr>
              <w:t>3.5 yr</w:t>
            </w:r>
          </w:p>
        </w:tc>
      </w:tr>
      <w:tr w:rsidR="00BC5284" w:rsidRPr="000A543E" w:rsidTr="000A543E">
        <w:tc>
          <w:tcPr>
            <w:tcW w:w="1098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left"/>
              <w:rPr>
                <w:lang w:val="en-CA"/>
              </w:rPr>
            </w:pPr>
            <w:r w:rsidRPr="000A543E">
              <w:rPr>
                <w:lang w:val="en-CA"/>
              </w:rPr>
              <w:t>Salary:</w:t>
            </w:r>
          </w:p>
        </w:tc>
        <w:tc>
          <w:tcPr>
            <w:tcW w:w="1260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center"/>
              <w:rPr>
                <w:lang w:val="en-CA"/>
              </w:rPr>
            </w:pPr>
            <w:r w:rsidRPr="000A543E">
              <w:rPr>
                <w:lang w:val="en-CA"/>
              </w:rPr>
              <w:t>$4.8 M</w:t>
            </w:r>
          </w:p>
        </w:tc>
        <w:tc>
          <w:tcPr>
            <w:tcW w:w="1440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center"/>
              <w:rPr>
                <w:lang w:val="en-CA"/>
              </w:rPr>
            </w:pPr>
            <w:r w:rsidRPr="000A543E">
              <w:rPr>
                <w:lang w:val="en-CA"/>
              </w:rPr>
              <w:t>$10 M</w:t>
            </w:r>
          </w:p>
        </w:tc>
        <w:tc>
          <w:tcPr>
            <w:tcW w:w="1440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center"/>
              <w:rPr>
                <w:lang w:val="en-CA"/>
              </w:rPr>
            </w:pPr>
            <w:r w:rsidRPr="000A543E">
              <w:rPr>
                <w:lang w:val="en-CA"/>
              </w:rPr>
              <w:t>$17.2 M</w:t>
            </w:r>
          </w:p>
        </w:tc>
        <w:tc>
          <w:tcPr>
            <w:tcW w:w="1530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center"/>
              <w:rPr>
                <w:lang w:val="en-CA"/>
              </w:rPr>
            </w:pPr>
            <w:r w:rsidRPr="000A543E">
              <w:rPr>
                <w:lang w:val="en-CA"/>
              </w:rPr>
              <w:t>$17.5 M</w:t>
            </w:r>
          </w:p>
        </w:tc>
        <w:tc>
          <w:tcPr>
            <w:tcW w:w="1530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center"/>
              <w:rPr>
                <w:lang w:val="en-CA"/>
              </w:rPr>
            </w:pPr>
            <w:r w:rsidRPr="000A543E">
              <w:rPr>
                <w:lang w:val="en-CA"/>
              </w:rPr>
              <w:t>$18.5 M</w:t>
            </w:r>
          </w:p>
        </w:tc>
      </w:tr>
      <w:tr w:rsidR="00BC5284" w:rsidRPr="000A543E" w:rsidTr="000A543E">
        <w:tc>
          <w:tcPr>
            <w:tcW w:w="1098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left"/>
              <w:rPr>
                <w:lang w:val="en-CA"/>
              </w:rPr>
            </w:pPr>
            <w:r w:rsidRPr="000A543E">
              <w:rPr>
                <w:rFonts w:ascii="Times New Roman" w:hAnsi="Times New Roman"/>
                <w:i/>
                <w:lang w:val="en-CA"/>
              </w:rPr>
              <w:t xml:space="preserve">n </w:t>
            </w:r>
            <w:r w:rsidRPr="000A543E">
              <w:rPr>
                <w:lang w:val="en-CA"/>
              </w:rPr>
              <w:t>=</w:t>
            </w:r>
          </w:p>
        </w:tc>
        <w:tc>
          <w:tcPr>
            <w:tcW w:w="1260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center"/>
              <w:rPr>
                <w:lang w:val="en-CA"/>
              </w:rPr>
            </w:pPr>
            <w:r w:rsidRPr="000A543E">
              <w:rPr>
                <w:lang w:val="en-CA"/>
              </w:rPr>
              <w:t>0</w:t>
            </w:r>
          </w:p>
        </w:tc>
        <w:tc>
          <w:tcPr>
            <w:tcW w:w="1440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center"/>
              <w:rPr>
                <w:lang w:val="en-CA"/>
              </w:rPr>
            </w:pPr>
            <w:r w:rsidRPr="000A543E">
              <w:rPr>
                <w:lang w:val="en-CA"/>
              </w:rPr>
              <w:t>1</w:t>
            </w:r>
          </w:p>
        </w:tc>
        <w:tc>
          <w:tcPr>
            <w:tcW w:w="1440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center"/>
              <w:rPr>
                <w:lang w:val="en-CA"/>
              </w:rPr>
            </w:pPr>
            <w:r w:rsidRPr="000A543E">
              <w:rPr>
                <w:lang w:val="en-CA"/>
              </w:rPr>
              <w:t>3</w:t>
            </w:r>
          </w:p>
        </w:tc>
        <w:tc>
          <w:tcPr>
            <w:tcW w:w="1530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center"/>
              <w:rPr>
                <w:lang w:val="en-CA"/>
              </w:rPr>
            </w:pPr>
            <w:r w:rsidRPr="000A543E">
              <w:rPr>
                <w:lang w:val="en-CA"/>
              </w:rPr>
              <w:t>5</w:t>
            </w:r>
          </w:p>
        </w:tc>
        <w:tc>
          <w:tcPr>
            <w:tcW w:w="1530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center"/>
              <w:rPr>
                <w:lang w:val="en-CA"/>
              </w:rPr>
            </w:pPr>
            <w:r w:rsidRPr="000A543E">
              <w:rPr>
                <w:lang w:val="en-CA"/>
              </w:rPr>
              <w:t>7</w:t>
            </w:r>
          </w:p>
        </w:tc>
      </w:tr>
      <w:tr w:rsidR="00BC5284" w:rsidRPr="000A543E" w:rsidTr="000A543E">
        <w:tc>
          <w:tcPr>
            <w:tcW w:w="1098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left"/>
              <w:rPr>
                <w:lang w:val="en-CA"/>
              </w:rPr>
            </w:pPr>
            <w:r w:rsidRPr="000A543E">
              <w:rPr>
                <w:i/>
                <w:lang w:val="en-CA"/>
              </w:rPr>
              <w:t xml:space="preserve">PV </w:t>
            </w:r>
            <w:r w:rsidRPr="000A543E">
              <w:rPr>
                <w:lang w:val="en-CA"/>
              </w:rPr>
              <w:t>=</w:t>
            </w:r>
          </w:p>
        </w:tc>
        <w:tc>
          <w:tcPr>
            <w:tcW w:w="1260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center"/>
              <w:rPr>
                <w:lang w:val="en-CA"/>
              </w:rPr>
            </w:pPr>
            <w:r w:rsidRPr="000A543E">
              <w:rPr>
                <w:lang w:val="en-CA"/>
              </w:rPr>
              <w:t>$4,800,000</w:t>
            </w:r>
          </w:p>
        </w:tc>
        <w:tc>
          <w:tcPr>
            <w:tcW w:w="1440" w:type="dxa"/>
          </w:tcPr>
          <w:p w:rsidR="00BC5284" w:rsidRPr="000A543E" w:rsidRDefault="00BC5284" w:rsidP="003966B0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center"/>
              <w:rPr>
                <w:lang w:val="en-CA"/>
              </w:rPr>
            </w:pPr>
            <w:r w:rsidRPr="000A543E">
              <w:rPr>
                <w:lang w:val="en-CA"/>
              </w:rPr>
              <w:t>$9,756,09</w:t>
            </w:r>
            <w:r w:rsidR="003966B0">
              <w:rPr>
                <w:lang w:val="en-CA"/>
              </w:rPr>
              <w:t>8</w:t>
            </w:r>
          </w:p>
        </w:tc>
        <w:tc>
          <w:tcPr>
            <w:tcW w:w="1440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center"/>
              <w:rPr>
                <w:lang w:val="en-CA"/>
              </w:rPr>
            </w:pPr>
            <w:r w:rsidRPr="000A543E">
              <w:rPr>
                <w:lang w:val="en-CA"/>
              </w:rPr>
              <w:t>$15,971,910</w:t>
            </w:r>
          </w:p>
        </w:tc>
        <w:tc>
          <w:tcPr>
            <w:tcW w:w="1530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center"/>
              <w:rPr>
                <w:lang w:val="en-CA"/>
              </w:rPr>
            </w:pPr>
            <w:r w:rsidRPr="000A543E">
              <w:rPr>
                <w:lang w:val="en-CA"/>
              </w:rPr>
              <w:t>$15,467,450</w:t>
            </w:r>
          </w:p>
        </w:tc>
        <w:tc>
          <w:tcPr>
            <w:tcW w:w="1530" w:type="dxa"/>
          </w:tcPr>
          <w:p w:rsidR="00BC5284" w:rsidRPr="000A543E" w:rsidRDefault="00BC5284" w:rsidP="000A543E">
            <w:pPr>
              <w:pStyle w:val="Mainfirst"/>
              <w:tabs>
                <w:tab w:val="decimal" w:pos="360"/>
                <w:tab w:val="left" w:pos="720"/>
                <w:tab w:val="left" w:pos="1080"/>
              </w:tabs>
              <w:spacing w:line="240" w:lineRule="auto"/>
              <w:jc w:val="center"/>
              <w:rPr>
                <w:lang w:val="en-CA"/>
              </w:rPr>
            </w:pPr>
            <w:r w:rsidRPr="000A543E">
              <w:rPr>
                <w:lang w:val="en-CA"/>
              </w:rPr>
              <w:t>$15,563,407</w:t>
            </w:r>
          </w:p>
        </w:tc>
      </w:tr>
    </w:tbl>
    <w:p w:rsidR="00BC5284" w:rsidRDefault="00BC5284" w:rsidP="00BC5284">
      <w:pPr>
        <w:pStyle w:val="Mainfirst"/>
        <w:tabs>
          <w:tab w:val="decimal" w:pos="360"/>
          <w:tab w:val="left" w:pos="720"/>
          <w:tab w:val="left" w:pos="1080"/>
        </w:tabs>
        <w:spacing w:line="240" w:lineRule="auto"/>
        <w:jc w:val="left"/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</w:r>
    </w:p>
    <w:p w:rsidR="00BC5284" w:rsidRDefault="00BC5284" w:rsidP="00BC5284">
      <w:pPr>
        <w:pStyle w:val="Mainfirst"/>
        <w:tabs>
          <w:tab w:val="decimal" w:pos="360"/>
          <w:tab w:val="left" w:pos="720"/>
          <w:tab w:val="left" w:pos="1080"/>
        </w:tabs>
        <w:spacing w:after="120" w:line="240" w:lineRule="auto"/>
        <w:jc w:val="left"/>
        <w:rPr>
          <w:lang w:val="en-CA"/>
        </w:rPr>
      </w:pPr>
    </w:p>
    <w:p w:rsidR="00BC5284" w:rsidRDefault="00BC5284" w:rsidP="00BC5284">
      <w:pPr>
        <w:pStyle w:val="Mainfirst"/>
        <w:tabs>
          <w:tab w:val="decimal" w:pos="360"/>
          <w:tab w:val="left" w:pos="720"/>
          <w:tab w:val="left" w:pos="1080"/>
        </w:tabs>
        <w:spacing w:line="240" w:lineRule="auto"/>
        <w:jc w:val="left"/>
        <w:rPr>
          <w:lang w:val="en-CA"/>
        </w:rPr>
      </w:pPr>
    </w:p>
    <w:p w:rsidR="00BC5284" w:rsidRDefault="00BC5284" w:rsidP="00BC5284">
      <w:pPr>
        <w:pStyle w:val="Mainfirst"/>
        <w:tabs>
          <w:tab w:val="decimal" w:pos="360"/>
          <w:tab w:val="left" w:pos="720"/>
          <w:tab w:val="left" w:pos="1080"/>
        </w:tabs>
        <w:spacing w:line="240" w:lineRule="auto"/>
        <w:jc w:val="left"/>
        <w:rPr>
          <w:lang w:val="en-CA"/>
        </w:rPr>
      </w:pPr>
    </w:p>
    <w:p w:rsidR="00BC5284" w:rsidRDefault="007523EF" w:rsidP="00BC5284">
      <w:pPr>
        <w:pStyle w:val="Mainfirst"/>
        <w:tabs>
          <w:tab w:val="decimal" w:pos="360"/>
          <w:tab w:val="left" w:pos="720"/>
          <w:tab w:val="left" w:pos="1080"/>
        </w:tabs>
        <w:spacing w:line="240" w:lineRule="auto"/>
        <w:ind w:left="1080"/>
        <w:jc w:val="left"/>
        <w:rPr>
          <w:lang w:val="en-CA"/>
        </w:rPr>
      </w:pPr>
      <w:r>
        <w:rPr>
          <w:noProof/>
          <w:lang w:val="en-US"/>
        </w:rPr>
        <w:pict>
          <v:shape id="AutoShape 57" o:spid="_x0000_s1099" type="#_x0000_t61" style="position:absolute;left:0;text-align:left;margin-left:308.35pt;margin-top:2.05pt;width:131.2pt;height:133pt;z-index:251604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" adj="148,7479" fillcolor="#cff">
            <v:fill opacity="25443f"/>
            <v:textbox inset="3.6pt,,3.6pt">
              <w:txbxContent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12065C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17200000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C5284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–15,971,910</w:t>
                  </w:r>
                </w:p>
              </w:txbxContent>
            </v:textbox>
            <w10:wrap type="square"/>
          </v:shape>
        </w:pict>
      </w:r>
    </w:p>
    <w:p w:rsidR="00BC5284" w:rsidRDefault="00BC5284" w:rsidP="00BC5284">
      <w:pPr>
        <w:pStyle w:val="Mainfirst"/>
        <w:tabs>
          <w:tab w:val="decimal" w:pos="360"/>
          <w:tab w:val="left" w:pos="720"/>
          <w:tab w:val="left" w:pos="1080"/>
        </w:tabs>
        <w:spacing w:line="240" w:lineRule="auto"/>
        <w:ind w:left="1080"/>
        <w:jc w:val="left"/>
        <w:rPr>
          <w:lang w:val="en-CA"/>
        </w:rPr>
      </w:pPr>
      <w:r>
        <w:rPr>
          <w:lang w:val="en-CA"/>
        </w:rPr>
        <w:t xml:space="preserve">Sample calculation: </w:t>
      </w:r>
      <w:r w:rsidRPr="00001979">
        <w:rPr>
          <w:i/>
          <w:lang w:val="en-CA"/>
        </w:rPr>
        <w:t>PV</w:t>
      </w:r>
      <w:r>
        <w:rPr>
          <w:lang w:val="en-CA"/>
        </w:rPr>
        <w:t xml:space="preserve"> of third payment is calculated in the box at the right.</w:t>
      </w:r>
    </w:p>
    <w:p w:rsidR="00BC5284" w:rsidRDefault="00BC5284" w:rsidP="00BC5284">
      <w:pPr>
        <w:pStyle w:val="ISM"/>
        <w:ind w:left="1080"/>
      </w:pPr>
      <w:r>
        <w:t xml:space="preserve">Rounded to the nearest $1000, the sum of the present values is </w:t>
      </w:r>
      <w:r w:rsidRPr="00001979">
        <w:rPr>
          <w:u w:val="double"/>
        </w:rPr>
        <w:t>$61,559,000</w:t>
      </w:r>
      <w:r w:rsidRPr="00001979">
        <w:t>.</w:t>
      </w:r>
    </w:p>
    <w:p w:rsidR="00BC5284" w:rsidRDefault="00BC5284" w:rsidP="00BC5284">
      <w:pPr>
        <w:pStyle w:val="ISM"/>
      </w:pPr>
    </w:p>
    <w:p w:rsidR="00BC5284" w:rsidRDefault="00BC5284" w:rsidP="00BC5284"/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BC5284" w:rsidRDefault="00BC5284" w:rsidP="00BC5284">
      <w:pPr>
        <w:pStyle w:val="ISM"/>
      </w:pPr>
    </w:p>
    <w:p w:rsidR="000E0838" w:rsidRDefault="000E0838" w:rsidP="00BC5284">
      <w:pPr>
        <w:pStyle w:val="ISM"/>
      </w:pPr>
    </w:p>
    <w:p w:rsidR="009F7093" w:rsidRDefault="009F7093">
      <w:r>
        <w:br w:type="page"/>
      </w:r>
    </w:p>
    <w:p w:rsidR="000E0838" w:rsidRDefault="000E0838" w:rsidP="000E0838">
      <w:pPr>
        <w:pStyle w:val="ISM"/>
        <w:spacing w:before="120"/>
      </w:pPr>
      <w:r>
        <w:lastRenderedPageBreak/>
        <w:tab/>
        <w:t>29.</w:t>
      </w:r>
      <w:r>
        <w:tab/>
        <w:t>The data for the three certificates are presented in the following table.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1260"/>
        <w:gridCol w:w="1242"/>
        <w:gridCol w:w="900"/>
        <w:gridCol w:w="630"/>
        <w:gridCol w:w="1440"/>
      </w:tblGrid>
      <w:tr w:rsidR="000E0838" w:rsidTr="009C7381">
        <w:tc>
          <w:tcPr>
            <w:tcW w:w="558" w:type="dxa"/>
          </w:tcPr>
          <w:p w:rsidR="000E0838" w:rsidRDefault="000E0838" w:rsidP="009C7381">
            <w:pPr>
              <w:tabs>
                <w:tab w:val="decimal" w:pos="360"/>
                <w:tab w:val="left" w:pos="720"/>
              </w:tabs>
              <w:jc w:val="center"/>
            </w:pPr>
          </w:p>
        </w:tc>
        <w:tc>
          <w:tcPr>
            <w:tcW w:w="1260" w:type="dxa"/>
          </w:tcPr>
          <w:p w:rsidR="000E0838" w:rsidRDefault="000E0838" w:rsidP="009C7381">
            <w:pPr>
              <w:tabs>
                <w:tab w:val="decimal" w:pos="360"/>
                <w:tab w:val="left" w:pos="720"/>
              </w:tabs>
              <w:jc w:val="center"/>
              <w:rPr>
                <w:i/>
              </w:rPr>
            </w:pPr>
            <w:r>
              <w:rPr>
                <w:i/>
              </w:rPr>
              <w:t>Maturity</w:t>
            </w:r>
          </w:p>
          <w:p w:rsidR="000E0838" w:rsidRDefault="000E0838" w:rsidP="009C7381">
            <w:pPr>
              <w:pStyle w:val="Heading3"/>
              <w:rPr>
                <w:i/>
              </w:rPr>
            </w:pPr>
            <w:r>
              <w:rPr>
                <w:i/>
              </w:rPr>
              <w:t xml:space="preserve">  Value</w:t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</w:p>
        </w:tc>
        <w:tc>
          <w:tcPr>
            <w:tcW w:w="1242" w:type="dxa"/>
          </w:tcPr>
          <w:p w:rsidR="000E0838" w:rsidRDefault="000E0838" w:rsidP="009C7381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</w:p>
          <w:p w:rsidR="000E0838" w:rsidRDefault="000E0838" w:rsidP="009C7381">
            <w:pPr>
              <w:pStyle w:val="Heading3"/>
              <w:rPr>
                <w:i/>
              </w:rPr>
            </w:pPr>
            <w:r>
              <w:rPr>
                <w:i/>
              </w:rPr>
              <w:t xml:space="preserve">  Term</w:t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  <w:r>
              <w:rPr>
                <w:i/>
              </w:rPr>
              <w:sym w:font="Symbol" w:char="F020"/>
            </w:r>
          </w:p>
        </w:tc>
        <w:tc>
          <w:tcPr>
            <w:tcW w:w="900" w:type="dxa"/>
          </w:tcPr>
          <w:p w:rsidR="000E0838" w:rsidRDefault="000E0838" w:rsidP="009C7381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</w:p>
          <w:p w:rsidR="000E0838" w:rsidRDefault="000E0838" w:rsidP="009C7381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    </w:t>
            </w:r>
            <w:r>
              <w:rPr>
                <w:rFonts w:ascii="Times New Roman" w:hAnsi="Times New Roman"/>
                <w:i/>
                <w:u w:val="single"/>
              </w:rPr>
              <w:t>j</w:t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</w:p>
        </w:tc>
        <w:tc>
          <w:tcPr>
            <w:tcW w:w="630" w:type="dxa"/>
          </w:tcPr>
          <w:p w:rsidR="000E0838" w:rsidRDefault="000E0838" w:rsidP="009C7381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</w:p>
          <w:p w:rsidR="000E0838" w:rsidRDefault="000E0838" w:rsidP="009C7381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  <w:r>
              <w:rPr>
                <w:rFonts w:ascii="Times New Roman" w:hAnsi="Times New Roman"/>
                <w:i/>
                <w:u w:val="single"/>
              </w:rPr>
              <w:t>m</w:t>
            </w:r>
          </w:p>
        </w:tc>
        <w:tc>
          <w:tcPr>
            <w:tcW w:w="1440" w:type="dxa"/>
          </w:tcPr>
          <w:p w:rsidR="000E0838" w:rsidRDefault="000E0838" w:rsidP="009C7381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</w:p>
          <w:p w:rsidR="000E0838" w:rsidRDefault="000E0838" w:rsidP="009C7381">
            <w:pPr>
              <w:tabs>
                <w:tab w:val="decimal" w:pos="360"/>
                <w:tab w:val="left" w:pos="720"/>
              </w:tabs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 </w:t>
            </w:r>
            <w:r>
              <w:rPr>
                <w:rFonts w:ascii="Times New Roman" w:hAnsi="Times New Roman"/>
                <w:i/>
                <w:u w:val="single"/>
              </w:rPr>
              <w:t>n</w:t>
            </w:r>
            <w:r>
              <w:rPr>
                <w:i/>
                <w:u w:val="single"/>
              </w:rPr>
              <w:sym w:font="Symbol" w:char="F020"/>
            </w:r>
          </w:p>
        </w:tc>
      </w:tr>
      <w:tr w:rsidR="000E0838" w:rsidTr="009C7381">
        <w:tc>
          <w:tcPr>
            <w:tcW w:w="558" w:type="dxa"/>
          </w:tcPr>
          <w:p w:rsidR="000E0838" w:rsidRDefault="000E0838" w:rsidP="009C7381">
            <w:pPr>
              <w:tabs>
                <w:tab w:val="decimal" w:pos="360"/>
                <w:tab w:val="left" w:pos="720"/>
              </w:tabs>
              <w:spacing w:before="60"/>
              <w:jc w:val="center"/>
            </w:pPr>
          </w:p>
        </w:tc>
        <w:tc>
          <w:tcPr>
            <w:tcW w:w="1260" w:type="dxa"/>
          </w:tcPr>
          <w:p w:rsidR="000E0838" w:rsidRDefault="000E0838" w:rsidP="009C7381">
            <w:pPr>
              <w:tabs>
                <w:tab w:val="decimal" w:pos="360"/>
                <w:tab w:val="left" w:pos="720"/>
              </w:tabs>
              <w:spacing w:before="60"/>
              <w:jc w:val="center"/>
            </w:pPr>
            <w:r>
              <w:t>$4000</w:t>
            </w:r>
          </w:p>
        </w:tc>
        <w:tc>
          <w:tcPr>
            <w:tcW w:w="1242" w:type="dxa"/>
          </w:tcPr>
          <w:p w:rsidR="000E0838" w:rsidRDefault="000E0838" w:rsidP="009C7381">
            <w:pPr>
              <w:tabs>
                <w:tab w:val="decimal" w:pos="360"/>
                <w:tab w:val="left" w:pos="720"/>
              </w:tabs>
              <w:spacing w:before="60"/>
              <w:jc w:val="center"/>
            </w:pPr>
            <w:r>
              <w:t>3.5 years</w:t>
            </w:r>
          </w:p>
        </w:tc>
        <w:tc>
          <w:tcPr>
            <w:tcW w:w="900" w:type="dxa"/>
          </w:tcPr>
          <w:p w:rsidR="000E0838" w:rsidRDefault="000E0838" w:rsidP="009C7381">
            <w:pPr>
              <w:tabs>
                <w:tab w:val="decimal" w:pos="360"/>
              </w:tabs>
              <w:spacing w:before="60"/>
            </w:pPr>
            <w:r>
              <w:t>5%</w:t>
            </w:r>
          </w:p>
        </w:tc>
        <w:tc>
          <w:tcPr>
            <w:tcW w:w="630" w:type="dxa"/>
          </w:tcPr>
          <w:p w:rsidR="000E0838" w:rsidRDefault="000E0838" w:rsidP="009C7381">
            <w:pPr>
              <w:tabs>
                <w:tab w:val="decimal" w:pos="360"/>
                <w:tab w:val="left" w:pos="720"/>
              </w:tabs>
              <w:spacing w:before="60"/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0E0838" w:rsidRDefault="000E0838" w:rsidP="009C7381">
            <w:pPr>
              <w:spacing w:before="60"/>
              <w:ind w:left="180"/>
            </w:pPr>
            <w:r>
              <w:t>2(3.5) = 7</w:t>
            </w:r>
          </w:p>
        </w:tc>
      </w:tr>
      <w:tr w:rsidR="000E0838" w:rsidTr="009C7381">
        <w:tc>
          <w:tcPr>
            <w:tcW w:w="558" w:type="dxa"/>
          </w:tcPr>
          <w:p w:rsidR="000E0838" w:rsidRDefault="000E0838" w:rsidP="009C7381">
            <w:pPr>
              <w:tabs>
                <w:tab w:val="decimal" w:pos="360"/>
                <w:tab w:val="left" w:pos="720"/>
              </w:tabs>
              <w:jc w:val="center"/>
            </w:pPr>
          </w:p>
        </w:tc>
        <w:tc>
          <w:tcPr>
            <w:tcW w:w="1260" w:type="dxa"/>
          </w:tcPr>
          <w:p w:rsidR="000E0838" w:rsidRDefault="000E0838" w:rsidP="009C7381">
            <w:pPr>
              <w:tabs>
                <w:tab w:val="decimal" w:pos="360"/>
                <w:tab w:val="left" w:pos="720"/>
              </w:tabs>
              <w:jc w:val="center"/>
            </w:pPr>
            <w:r>
              <w:t>$5000</w:t>
            </w:r>
          </w:p>
        </w:tc>
        <w:tc>
          <w:tcPr>
            <w:tcW w:w="1242" w:type="dxa"/>
          </w:tcPr>
          <w:p w:rsidR="000E0838" w:rsidRDefault="000E0838" w:rsidP="009C7381">
            <w:pPr>
              <w:tabs>
                <w:tab w:val="decimal" w:pos="360"/>
                <w:tab w:val="left" w:pos="720"/>
              </w:tabs>
              <w:jc w:val="center"/>
            </w:pPr>
            <w:r>
              <w:t>4.5 years</w:t>
            </w:r>
          </w:p>
        </w:tc>
        <w:tc>
          <w:tcPr>
            <w:tcW w:w="900" w:type="dxa"/>
          </w:tcPr>
          <w:p w:rsidR="000E0838" w:rsidRDefault="000E0838" w:rsidP="009C7381">
            <w:pPr>
              <w:tabs>
                <w:tab w:val="decimal" w:pos="360"/>
              </w:tabs>
            </w:pPr>
            <w:r>
              <w:t>5%</w:t>
            </w:r>
          </w:p>
        </w:tc>
        <w:tc>
          <w:tcPr>
            <w:tcW w:w="630" w:type="dxa"/>
          </w:tcPr>
          <w:p w:rsidR="000E0838" w:rsidRDefault="000E0838" w:rsidP="009C7381">
            <w:pPr>
              <w:tabs>
                <w:tab w:val="decimal" w:pos="360"/>
                <w:tab w:val="left" w:pos="720"/>
              </w:tabs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0E0838" w:rsidRDefault="000E0838" w:rsidP="009C7381">
            <w:pPr>
              <w:ind w:left="180"/>
            </w:pPr>
            <w:r>
              <w:t>2(4.5) = 9</w:t>
            </w:r>
          </w:p>
        </w:tc>
      </w:tr>
      <w:tr w:rsidR="000E0838" w:rsidTr="009C7381">
        <w:tc>
          <w:tcPr>
            <w:tcW w:w="558" w:type="dxa"/>
          </w:tcPr>
          <w:p w:rsidR="000E0838" w:rsidRDefault="000E0838" w:rsidP="009C7381">
            <w:pPr>
              <w:tabs>
                <w:tab w:val="decimal" w:pos="360"/>
                <w:tab w:val="left" w:pos="720"/>
              </w:tabs>
              <w:jc w:val="center"/>
            </w:pPr>
          </w:p>
        </w:tc>
        <w:tc>
          <w:tcPr>
            <w:tcW w:w="1260" w:type="dxa"/>
          </w:tcPr>
          <w:p w:rsidR="000E0838" w:rsidRDefault="000E0838" w:rsidP="009C7381">
            <w:pPr>
              <w:tabs>
                <w:tab w:val="decimal" w:pos="360"/>
                <w:tab w:val="left" w:pos="720"/>
              </w:tabs>
              <w:jc w:val="center"/>
            </w:pPr>
            <w:r>
              <w:t>$6000</w:t>
            </w:r>
          </w:p>
        </w:tc>
        <w:tc>
          <w:tcPr>
            <w:tcW w:w="1242" w:type="dxa"/>
          </w:tcPr>
          <w:p w:rsidR="000E0838" w:rsidRDefault="000E0838" w:rsidP="009C7381">
            <w:pPr>
              <w:tabs>
                <w:tab w:val="decimal" w:pos="360"/>
                <w:tab w:val="left" w:pos="720"/>
              </w:tabs>
              <w:jc w:val="center"/>
            </w:pPr>
            <w:r>
              <w:t>5.5 years</w:t>
            </w:r>
          </w:p>
        </w:tc>
        <w:tc>
          <w:tcPr>
            <w:tcW w:w="900" w:type="dxa"/>
          </w:tcPr>
          <w:p w:rsidR="000E0838" w:rsidRDefault="000E0838" w:rsidP="009C7381">
            <w:pPr>
              <w:tabs>
                <w:tab w:val="decimal" w:pos="360"/>
              </w:tabs>
            </w:pPr>
            <w:r>
              <w:t>5.6%</w:t>
            </w:r>
          </w:p>
        </w:tc>
        <w:tc>
          <w:tcPr>
            <w:tcW w:w="630" w:type="dxa"/>
          </w:tcPr>
          <w:p w:rsidR="000E0838" w:rsidRDefault="000E0838" w:rsidP="009C7381">
            <w:pPr>
              <w:tabs>
                <w:tab w:val="decimal" w:pos="360"/>
                <w:tab w:val="left" w:pos="720"/>
              </w:tabs>
              <w:jc w:val="center"/>
            </w:pPr>
            <w:r>
              <w:t>4</w:t>
            </w:r>
          </w:p>
        </w:tc>
        <w:tc>
          <w:tcPr>
            <w:tcW w:w="1440" w:type="dxa"/>
          </w:tcPr>
          <w:p w:rsidR="000E0838" w:rsidRDefault="000E0838" w:rsidP="009C7381">
            <w:pPr>
              <w:ind w:left="180"/>
            </w:pPr>
            <w:r>
              <w:t>4(5.5) = 22</w:t>
            </w:r>
          </w:p>
        </w:tc>
      </w:tr>
    </w:tbl>
    <w:p w:rsidR="000E0838" w:rsidRDefault="000E0838" w:rsidP="000E0838">
      <w:pPr>
        <w:pStyle w:val="ISM"/>
        <w:ind w:left="540" w:hanging="540"/>
      </w:pPr>
      <w:r>
        <w:tab/>
      </w:r>
      <w:r>
        <w:tab/>
        <w:t>In each type of certificate, Michelle should invest a principal amount equal to the present value of the maturity value.</w:t>
      </w:r>
    </w:p>
    <w:p w:rsidR="000E0838" w:rsidRDefault="000E0838" w:rsidP="000E0838">
      <w:pPr>
        <w:tabs>
          <w:tab w:val="decimal" w:pos="270"/>
          <w:tab w:val="left" w:pos="540"/>
          <w:tab w:val="left" w:pos="3240"/>
        </w:tabs>
      </w:pPr>
      <w:r>
        <w:tab/>
      </w:r>
      <w:r>
        <w:tab/>
      </w:r>
      <w:r>
        <w:rPr>
          <w:i/>
          <w:iCs/>
          <w:u w:val="single"/>
        </w:rPr>
        <w:t>First certificate</w:t>
      </w:r>
      <w:r>
        <w:rPr>
          <w:u w:val="single"/>
        </w:rPr>
        <w:t>:</w:t>
      </w:r>
      <w:r>
        <w:tab/>
        <w:t xml:space="preserve">   </w:t>
      </w:r>
      <w:r>
        <w:rPr>
          <w:i/>
          <w:iCs/>
          <w:u w:val="single"/>
        </w:rPr>
        <w:t>Second certificate</w:t>
      </w:r>
      <w:r>
        <w:rPr>
          <w:u w:val="single"/>
        </w:rPr>
        <w:t>:</w:t>
      </w:r>
      <w:r>
        <w:tab/>
      </w:r>
      <w:r>
        <w:tab/>
      </w:r>
      <w:r>
        <w:rPr>
          <w:i/>
          <w:iCs/>
          <w:u w:val="single"/>
        </w:rPr>
        <w:t>Third certificate</w:t>
      </w:r>
      <w:r>
        <w:rPr>
          <w:u w:val="single"/>
        </w:rPr>
        <w:t>:</w:t>
      </w:r>
    </w:p>
    <w:p w:rsidR="000E0838" w:rsidRDefault="007523EF" w:rsidP="000E0838">
      <w:pPr>
        <w:tabs>
          <w:tab w:val="decimal" w:pos="270"/>
          <w:tab w:val="left" w:pos="540"/>
          <w:tab w:val="left" w:pos="3240"/>
        </w:tabs>
      </w:pPr>
      <w:r>
        <w:rPr>
          <w:noProof/>
          <w:lang w:val="en-US"/>
        </w:rPr>
        <w:pict>
          <v:shape id="AutoShape 214" o:spid="_x0000_s1100" type="#_x0000_t61" style="position:absolute;margin-left:169.05pt;margin-top:8.8pt;width:103.9pt;height:101.55pt;z-index:251644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" adj="249,14262" fillcolor="#cff">
            <v:fill opacity="25443f"/>
            <v:textbox inset="3.6pt,,3.6pt">
              <w:txbxContent>
                <w:p w:rsidR="00BD4378" w:rsidRDefault="00BD4378" w:rsidP="000E0838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0E0838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0E0838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9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0E0838">
                  <w:pPr>
                    <w:spacing w:line="320" w:lineRule="exact"/>
                    <w:ind w:right="42"/>
                    <w:jc w:val="right"/>
                  </w:pPr>
                  <w:r>
                    <w:t xml:space="preserve">5000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0E0838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0E0838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–4003.64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15" o:spid="_x0000_s1101" type="#_x0000_t61" style="position:absolute;margin-left:325.15pt;margin-top:8.1pt;width:123.9pt;height:134.4pt;z-index:251645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" adj="105,6919" fillcolor="#cff">
            <v:fill opacity="25443f"/>
            <v:textbox inset="3.6pt,,3.6pt">
              <w:txbxContent>
                <w:p w:rsidR="00BD4378" w:rsidRDefault="00BD4378" w:rsidP="000E0838">
                  <w:pPr>
                    <w:spacing w:line="320" w:lineRule="exact"/>
                    <w:ind w:left="-90" w:right="42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0E0838">
                  <w:pPr>
                    <w:spacing w:line="320" w:lineRule="exact"/>
                    <w:ind w:right="42"/>
                    <w:jc w:val="right"/>
                  </w:pPr>
                  <w:r>
                    <w:t xml:space="preserve">5.6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0E0838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0E0838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4)</w:t>
                  </w:r>
                </w:p>
                <w:p w:rsidR="00BD4378" w:rsidRDefault="00BD4378" w:rsidP="000E0838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22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0E0838">
                  <w:pPr>
                    <w:spacing w:line="320" w:lineRule="exact"/>
                    <w:ind w:right="42"/>
                    <w:jc w:val="right"/>
                  </w:pPr>
                  <w:r>
                    <w:t xml:space="preserve">6000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0E0838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0E0838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–4418.92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13" o:spid="_x0000_s1102" type="#_x0000_t61" style="position:absolute;margin-left:24.85pt;margin-top:6.7pt;width:123.9pt;height:137.2pt;z-index:-251563520;visibility:visible" wrapcoords="-131 -118 -131 21482 21731 21482 21731 -118 -131 -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" adj="157,7439" fillcolor="#cff">
            <v:fill opacity="25443f"/>
            <v:textbox inset="3.6pt,,3.6pt">
              <w:txbxContent>
                <w:p w:rsidR="00BD4378" w:rsidRDefault="00BD4378" w:rsidP="000E0838">
                  <w:pPr>
                    <w:spacing w:line="320" w:lineRule="exact"/>
                    <w:ind w:right="42"/>
                    <w:jc w:val="right"/>
                  </w:pPr>
                  <w:r>
                    <w:t xml:space="preserve">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0E0838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0E0838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BD4378" w:rsidRDefault="00BD4378" w:rsidP="000E0838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7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0E0838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0E0838">
                  <w:pPr>
                    <w:spacing w:line="320" w:lineRule="exact"/>
                    <w:ind w:right="42"/>
                    <w:jc w:val="right"/>
                  </w:pPr>
                  <w:r>
                    <w:t xml:space="preserve">4000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0E0838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0E0838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–3365.06</w:t>
                  </w:r>
                </w:p>
              </w:txbxContent>
            </v:textbox>
            <w10:wrap type="tight"/>
          </v:shape>
        </w:pict>
      </w:r>
    </w:p>
    <w:p w:rsidR="000E0838" w:rsidRDefault="000E0838" w:rsidP="000E0838"/>
    <w:p w:rsidR="000E0838" w:rsidRDefault="000E0838" w:rsidP="000E0838">
      <w:pPr>
        <w:tabs>
          <w:tab w:val="decimal" w:pos="270"/>
          <w:tab w:val="left" w:pos="540"/>
          <w:tab w:val="left" w:pos="3240"/>
        </w:tabs>
      </w:pPr>
    </w:p>
    <w:p w:rsidR="000E0838" w:rsidRDefault="000E0838" w:rsidP="000E0838"/>
    <w:p w:rsidR="000E0838" w:rsidRDefault="000E0838" w:rsidP="000E0838">
      <w:pPr>
        <w:tabs>
          <w:tab w:val="decimal" w:pos="270"/>
          <w:tab w:val="left" w:pos="540"/>
          <w:tab w:val="left" w:pos="3240"/>
        </w:tabs>
      </w:pPr>
    </w:p>
    <w:p w:rsidR="000E0838" w:rsidRDefault="000E0838" w:rsidP="000E0838">
      <w:pPr>
        <w:tabs>
          <w:tab w:val="decimal" w:pos="270"/>
          <w:tab w:val="left" w:pos="540"/>
          <w:tab w:val="left" w:pos="3240"/>
        </w:tabs>
      </w:pPr>
    </w:p>
    <w:p w:rsidR="000E0838" w:rsidRDefault="000E0838" w:rsidP="000E0838">
      <w:pPr>
        <w:tabs>
          <w:tab w:val="decimal" w:pos="270"/>
          <w:tab w:val="left" w:pos="540"/>
          <w:tab w:val="left" w:pos="3240"/>
        </w:tabs>
      </w:pPr>
    </w:p>
    <w:p w:rsidR="000E0838" w:rsidRDefault="000E0838" w:rsidP="000E0838">
      <w:pPr>
        <w:tabs>
          <w:tab w:val="decimal" w:pos="270"/>
          <w:tab w:val="left" w:pos="540"/>
          <w:tab w:val="left" w:pos="3240"/>
        </w:tabs>
      </w:pPr>
    </w:p>
    <w:p w:rsidR="000E0838" w:rsidRDefault="000E0838" w:rsidP="000E0838">
      <w:pPr>
        <w:tabs>
          <w:tab w:val="decimal" w:pos="270"/>
          <w:tab w:val="left" w:pos="540"/>
          <w:tab w:val="left" w:pos="3240"/>
        </w:tabs>
      </w:pPr>
    </w:p>
    <w:p w:rsidR="000E0838" w:rsidRDefault="000E0838" w:rsidP="000E0838">
      <w:pPr>
        <w:tabs>
          <w:tab w:val="decimal" w:pos="270"/>
          <w:tab w:val="left" w:pos="540"/>
          <w:tab w:val="left" w:pos="3240"/>
        </w:tabs>
        <w:spacing w:line="360" w:lineRule="auto"/>
      </w:pPr>
    </w:p>
    <w:p w:rsidR="000E0838" w:rsidRDefault="000E0838" w:rsidP="000E0838">
      <w:pPr>
        <w:tabs>
          <w:tab w:val="decimal" w:pos="270"/>
          <w:tab w:val="left" w:pos="540"/>
          <w:tab w:val="left" w:pos="3240"/>
        </w:tabs>
      </w:pPr>
    </w:p>
    <w:p w:rsidR="000E0838" w:rsidRDefault="000E0838" w:rsidP="000E0838">
      <w:pPr>
        <w:pStyle w:val="ISM"/>
        <w:spacing w:after="120"/>
        <w:ind w:left="547" w:hanging="547"/>
      </w:pPr>
      <w:r>
        <w:tab/>
      </w:r>
      <w:r>
        <w:tab/>
        <w:t xml:space="preserve">Michelle should invest </w:t>
      </w:r>
      <w:r>
        <w:rPr>
          <w:u w:val="double"/>
        </w:rPr>
        <w:t>$3365.06</w:t>
      </w:r>
      <w:r>
        <w:t xml:space="preserve"> in a 3.5-year certificate, </w:t>
      </w:r>
      <w:r>
        <w:rPr>
          <w:u w:val="double"/>
        </w:rPr>
        <w:t>$4003.64</w:t>
      </w:r>
      <w:r>
        <w:t xml:space="preserve"> in a 4.5-year certificate, and </w:t>
      </w:r>
      <w:r>
        <w:rPr>
          <w:u w:val="double"/>
        </w:rPr>
        <w:t>$4418.92</w:t>
      </w:r>
      <w:r>
        <w:t xml:space="preserve"> in a 5.5-year certificate.</w:t>
      </w:r>
    </w:p>
    <w:p w:rsidR="00BC5284" w:rsidRDefault="00BC5284" w:rsidP="00BC5284">
      <w:pPr>
        <w:pStyle w:val="ISM"/>
      </w:pPr>
      <w:r>
        <w:tab/>
      </w:r>
      <w:r w:rsidR="00F82AC1">
        <w:t>31</w:t>
      </w:r>
      <w:r>
        <w:t>.</w:t>
      </w:r>
      <w:r>
        <w:tab/>
        <w:t>Total price = Sum of the present values of the three contracts.</w:t>
      </w: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  <w:r>
        <w:tab/>
      </w:r>
      <w:r>
        <w:tab/>
      </w:r>
      <w:r>
        <w:rPr>
          <w:i/>
          <w:iCs/>
          <w:u w:val="single"/>
        </w:rPr>
        <w:t>First contract</w:t>
      </w:r>
      <w:r>
        <w:rPr>
          <w:u w:val="single"/>
        </w:rPr>
        <w:t>:</w:t>
      </w:r>
      <w:r>
        <w:tab/>
        <w:t xml:space="preserve">     </w:t>
      </w:r>
      <w:r>
        <w:rPr>
          <w:i/>
          <w:iCs/>
          <w:u w:val="single"/>
        </w:rPr>
        <w:t>Second contract</w:t>
      </w:r>
      <w:r>
        <w:rPr>
          <w:u w:val="single"/>
        </w:rPr>
        <w:t>:</w:t>
      </w:r>
      <w:r>
        <w:tab/>
      </w:r>
      <w:r>
        <w:tab/>
        <w:t xml:space="preserve"> </w:t>
      </w:r>
      <w:r>
        <w:rPr>
          <w:i/>
          <w:iCs/>
          <w:u w:val="single"/>
        </w:rPr>
        <w:t>Third contract</w:t>
      </w:r>
      <w:r>
        <w:rPr>
          <w:u w:val="single"/>
        </w:rPr>
        <w:t>:</w:t>
      </w:r>
    </w:p>
    <w:p w:rsidR="00BC5284" w:rsidRDefault="007523EF" w:rsidP="00BC5284">
      <w:pPr>
        <w:tabs>
          <w:tab w:val="decimal" w:pos="270"/>
          <w:tab w:val="left" w:pos="540"/>
          <w:tab w:val="left" w:pos="3240"/>
        </w:tabs>
      </w:pPr>
      <w:r>
        <w:rPr>
          <w:noProof/>
          <w:lang w:val="en-US"/>
        </w:rPr>
        <w:pict>
          <v:shape id="AutoShape 76" o:spid="_x0000_s1103" type="#_x0000_t61" style="position:absolute;margin-left:324.45pt;margin-top:7.95pt;width:137.5pt;height:86.1pt;z-index:251607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" adj="21239,15391" fillcolor="#cff">
            <v:fill opacity="25443f"/>
            <v:textbox inset="3.6pt,,3.6pt">
              <w:txbxContent>
                <w:p w:rsidR="00BD4378" w:rsidRDefault="00BD4378" w:rsidP="00E36C83">
                  <w:pPr>
                    <w:spacing w:line="280" w:lineRule="exact"/>
                    <w:ind w:left="-86" w:right="43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C/Y,</w:t>
                  </w:r>
                  <w:r w:rsidRPr="0014451B">
                    <w:rPr>
                      <w:i/>
                      <w:iCs/>
                    </w:rP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1270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–1186.177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74" o:spid="_x0000_s1104" type="#_x0000_t61" style="position:absolute;margin-left:27.65pt;margin-top:4.45pt;width:131.6pt;height:137.9pt;z-index:251605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" adj="197,8701" fillcolor="#cff">
            <v:fill opacity="25443f"/>
            <v:textbox inset="3.6pt,,3.6pt">
              <w:txbxContent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16.5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12065C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950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C5284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–899.498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75" o:spid="_x0000_s1105" type="#_x0000_t61" style="position:absolute;margin-left:174.65pt;margin-top:7.95pt;width:134pt;height:86.1pt;z-index:251606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" adj="21229,15391" fillcolor="#cff">
            <v:fill opacity="25443f"/>
            <v:textbox inset="3.6pt,,3.6pt">
              <w:txbxContent>
                <w:p w:rsidR="00BD4378" w:rsidRDefault="00BD4378" w:rsidP="0012065C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C/Y,</w:t>
                  </w:r>
                  <w:r w:rsidRPr="0014451B">
                    <w:rPr>
                      <w:i/>
                      <w:iCs/>
                    </w:rP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6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780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C5284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–718.637</w:t>
                  </w:r>
                </w:p>
              </w:txbxContent>
            </v:textbox>
            <w10:wrap type="square"/>
          </v:shape>
        </w:pict>
      </w:r>
    </w:p>
    <w:p w:rsidR="00BC5284" w:rsidRDefault="00BC5284" w:rsidP="00BC5284"/>
    <w:p w:rsidR="00BC5284" w:rsidRDefault="00BC5284" w:rsidP="00BC5284"/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7523EF" w:rsidP="00BC5284">
      <w:pPr>
        <w:tabs>
          <w:tab w:val="decimal" w:pos="270"/>
          <w:tab w:val="left" w:pos="540"/>
          <w:tab w:val="left" w:pos="3240"/>
        </w:tabs>
      </w:pPr>
      <w:r>
        <w:rPr>
          <w:noProof/>
          <w:lang w:val="en-US"/>
        </w:rPr>
        <w:pict>
          <v:shape id="Text Box 77" o:spid="_x0000_s1106" type="#_x0000_t202" style="position:absolute;margin-left:192.85pt;margin-top:13.2pt;width:257.6pt;height:32.2pt;z-index:-251573760;visibility:visible" wrapcoords="-63 0 -63 21098 21600 21098 21600 0 -63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" stroked="f">
            <v:textbox inset="0,0,0,0">
              <w:txbxContent>
                <w:p w:rsidR="00BD4378" w:rsidRDefault="00BD4378" w:rsidP="00BC5284">
                  <w:pPr>
                    <w:pStyle w:val="ISM"/>
                  </w:pPr>
                  <w:r>
                    <w:t>Total price = $899.498 + $718.637 + $1186.177</w:t>
                  </w:r>
                </w:p>
                <w:p w:rsidR="00BD4378" w:rsidRDefault="00BD4378" w:rsidP="00BC5284">
                  <w:pPr>
                    <w:pStyle w:val="ISM"/>
                    <w:ind w:firstLine="1080"/>
                  </w:pPr>
                  <w:r>
                    <w:t xml:space="preserve">= </w:t>
                  </w:r>
                  <w:r>
                    <w:rPr>
                      <w:u w:val="double"/>
                    </w:rPr>
                    <w:t>$2804.31</w:t>
                  </w:r>
                </w:p>
              </w:txbxContent>
            </v:textbox>
            <w10:wrap type="tight"/>
          </v:shape>
        </w:pict>
      </w: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CC02F5" w:rsidRDefault="00CC02F5" w:rsidP="00BC5284">
      <w:pPr>
        <w:pStyle w:val="ISM"/>
      </w:pPr>
    </w:p>
    <w:p w:rsidR="00CC02F5" w:rsidRDefault="00CC02F5" w:rsidP="00BC5284">
      <w:pPr>
        <w:pStyle w:val="ISM"/>
      </w:pPr>
    </w:p>
    <w:p w:rsidR="00CC02F5" w:rsidRDefault="00CC02F5" w:rsidP="00BC5284">
      <w:pPr>
        <w:pStyle w:val="ISM"/>
      </w:pPr>
    </w:p>
    <w:p w:rsidR="00BC5284" w:rsidRDefault="00BC5284" w:rsidP="00BC5284">
      <w:pPr>
        <w:pStyle w:val="ISM"/>
      </w:pPr>
      <w:r>
        <w:tab/>
      </w:r>
      <w:r w:rsidR="00F82AC1">
        <w:t>33</w:t>
      </w:r>
      <w:r>
        <w:t>.</w:t>
      </w:r>
      <w:r>
        <w:tab/>
        <w:t xml:space="preserve">Let </w:t>
      </w:r>
      <w:r>
        <w:rPr>
          <w:rFonts w:ascii="Times New Roman" w:hAnsi="Times New Roman"/>
          <w:i/>
        </w:rPr>
        <w:t>x</w:t>
      </w:r>
      <w:r>
        <w:t xml:space="preserve"> represent the final loan payment.</w:t>
      </w:r>
    </w:p>
    <w:p w:rsidR="00BC5284" w:rsidRDefault="00BC5284" w:rsidP="00BC5284">
      <w:pPr>
        <w:pStyle w:val="ISM"/>
      </w:pPr>
      <w:r>
        <w:tab/>
      </w:r>
      <w:r>
        <w:tab/>
      </w:r>
      <w:r>
        <w:tab/>
      </w:r>
      <w:r>
        <w:tab/>
        <w:t>Loan = Present value of all payments</w:t>
      </w: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  <w:r>
        <w:tab/>
      </w:r>
      <w:r>
        <w:tab/>
      </w:r>
      <w:r>
        <w:rPr>
          <w:rFonts w:ascii="Times New Roman" w:hAnsi="Times New Roman"/>
          <w:i/>
          <w:iCs/>
          <w:u w:val="single"/>
        </w:rPr>
        <w:t>PV</w:t>
      </w:r>
      <w:r>
        <w:rPr>
          <w:u w:val="single"/>
        </w:rPr>
        <w:t xml:space="preserve"> of f</w:t>
      </w:r>
      <w:r>
        <w:rPr>
          <w:i/>
          <w:iCs/>
          <w:u w:val="single"/>
        </w:rPr>
        <w:t>irst payment</w:t>
      </w:r>
      <w:r>
        <w:rPr>
          <w:u w:val="single"/>
        </w:rPr>
        <w:t>:</w:t>
      </w:r>
      <w:r>
        <w:tab/>
        <w:t xml:space="preserve">   </w:t>
      </w:r>
      <w:r>
        <w:rPr>
          <w:rFonts w:ascii="Times New Roman" w:hAnsi="Times New Roman"/>
          <w:i/>
          <w:iCs/>
          <w:u w:val="single"/>
        </w:rPr>
        <w:t>PV</w:t>
      </w:r>
      <w:r>
        <w:rPr>
          <w:u w:val="single"/>
        </w:rPr>
        <w:t xml:space="preserve"> of </w:t>
      </w:r>
      <w:r>
        <w:rPr>
          <w:i/>
          <w:iCs/>
          <w:u w:val="single"/>
        </w:rPr>
        <w:t>second payment</w:t>
      </w:r>
      <w:r>
        <w:rPr>
          <w:u w:val="single"/>
        </w:rPr>
        <w:t>:</w:t>
      </w:r>
      <w:r>
        <w:tab/>
      </w:r>
      <w:r>
        <w:tab/>
      </w:r>
      <w:r>
        <w:rPr>
          <w:rFonts w:ascii="Times New Roman" w:hAnsi="Times New Roman"/>
          <w:i/>
          <w:iCs/>
          <w:u w:val="single"/>
        </w:rPr>
        <w:t>PV</w:t>
      </w:r>
      <w:r>
        <w:rPr>
          <w:u w:val="single"/>
        </w:rPr>
        <w:t xml:space="preserve"> of </w:t>
      </w:r>
      <w:r>
        <w:rPr>
          <w:i/>
          <w:iCs/>
          <w:u w:val="single"/>
        </w:rPr>
        <w:t>third payment</w:t>
      </w:r>
      <w:r>
        <w:rPr>
          <w:u w:val="single"/>
        </w:rPr>
        <w:t>:</w:t>
      </w:r>
    </w:p>
    <w:p w:rsidR="00BC5284" w:rsidRDefault="007523EF" w:rsidP="00BC5284">
      <w:r>
        <w:rPr>
          <w:noProof/>
          <w:lang w:val="en-US"/>
        </w:rPr>
        <w:pict>
          <v:shape id="AutoShape 80" o:spid="_x0000_s1107" type="#_x0000_t61" style="position:absolute;margin-left:294pt;margin-top:1.45pt;width:151.6pt;height:111.4pt;z-index:251609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" adj="4424,12312" fillcolor="#cff">
            <v:fill opacity="25443f"/>
            <v:textbox inset="3.6pt,,3.6pt">
              <w:txbxContent>
                <w:p w:rsidR="00BD4378" w:rsidRDefault="00BD4378" w:rsidP="00E36C83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E36C83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1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</w:p>
                <w:p w:rsidR="00BD4378" w:rsidRDefault="00BD4378" w:rsidP="003966B0">
                  <w:pPr>
                    <w:spacing w:line="320" w:lineRule="exact"/>
                    <w:ind w:right="42"/>
                  </w:pPr>
                  <w:r>
                    <w:t xml:space="preserve">                          0.76239791</w:t>
                  </w:r>
                </w:p>
                <w:p w:rsidR="00BD4378" w:rsidRPr="000E3959" w:rsidRDefault="00BD4378" w:rsidP="0012065C">
                  <w:pPr>
                    <w:spacing w:line="320" w:lineRule="exact"/>
                    <w:ind w:right="42"/>
                    <w:jc w:val="right"/>
                  </w:pP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79" o:spid="_x0000_s1108" type="#_x0000_t61" style="position:absolute;margin-left:171.15pt;margin-top:7.1pt;width:112.3pt;height:83.9pt;z-index:251608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" adj="346,15563" fillcolor="#cff">
            <v:fill opacity="25443f"/>
            <v:textbox inset="3.6pt,,3.6pt">
              <w:txbxContent>
                <w:p w:rsidR="00BD4378" w:rsidRDefault="00BD4378" w:rsidP="00E36C83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E36C83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PMT</w:t>
                  </w:r>
                  <w:r>
                    <w:t xml:space="preserve">, </w:t>
                  </w:r>
                  <w:r>
                    <w:rPr>
                      <w:i/>
                      <w:iCs/>
                    </w:rPr>
                    <w:t>FV</w:t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6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3399.14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78" o:spid="_x0000_s1109" type="#_x0000_t61" style="position:absolute;margin-left:26.95pt;margin-top:5.7pt;width:123.9pt;height:137.2pt;z-index:-251572736;visibility:visible" wrapcoords="-131 -118 -131 21482 21731 21482 21731 -118 -131 -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" adj="209,9800" fillcolor="#cff">
            <v:fill opacity="25443f"/>
            <v:textbox inset="3.6pt,,3.6pt">
              <w:txbxContent>
                <w:p w:rsidR="00BD4378" w:rsidRDefault="00BD4378" w:rsidP="0012065C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5.5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12065C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4000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C5284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3788.75</w:t>
                  </w:r>
                </w:p>
              </w:txbxContent>
            </v:textbox>
            <w10:wrap type="tight"/>
          </v:shape>
        </w:pict>
      </w: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/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7523EF" w:rsidP="00BC5284">
      <w:pPr>
        <w:tabs>
          <w:tab w:val="decimal" w:pos="270"/>
          <w:tab w:val="left" w:pos="540"/>
          <w:tab w:val="left" w:pos="3240"/>
        </w:tabs>
      </w:pPr>
      <w:r>
        <w:rPr>
          <w:noProof/>
          <w:lang w:val="en-US"/>
        </w:rPr>
        <w:pict>
          <v:shape id="Text Box 81" o:spid="_x0000_s1110" type="#_x0000_t202" style="position:absolute;margin-left:176.05pt;margin-top:11.7pt;width:284.2pt;height:51.7pt;z-index:-251571712;visibility:visible" wrapcoords="-57 0 -57 21287 21600 21287 21600 0 -57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" stroked="f">
            <v:textbox inset="0,0,0,0">
              <w:txbxContent>
                <w:p w:rsidR="00BD4378" w:rsidRDefault="00BD4378" w:rsidP="00BC5284">
                  <w:pPr>
                    <w:pStyle w:val="ISM"/>
                    <w:ind w:firstLine="90"/>
                  </w:pPr>
                  <w:r>
                    <w:t>Hence,</w:t>
                  </w:r>
                </w:p>
                <w:p w:rsidR="00BD4378" w:rsidRDefault="00BD4378" w:rsidP="00BC5284">
                  <w:pPr>
                    <w:pStyle w:val="ISM"/>
                  </w:pPr>
                  <w:r>
                    <w:tab/>
                    <w:t xml:space="preserve">       $15,000 = $3788.75 + $3399.14 + 0.76239791</w:t>
                  </w:r>
                  <w:r>
                    <w:rPr>
                      <w:rFonts w:ascii="Times New Roman" w:hAnsi="Times New Roman"/>
                      <w:i/>
                    </w:rPr>
                    <w:t>x</w:t>
                  </w:r>
                  <w:r>
                    <w:t xml:space="preserve"> </w:t>
                  </w:r>
                </w:p>
                <w:p w:rsidR="00BD4378" w:rsidRDefault="00BD4378" w:rsidP="00BC5284">
                  <w:pPr>
                    <w:pStyle w:val="ISM"/>
                    <w:ind w:firstLine="1080"/>
                  </w:pPr>
                  <w:r>
                    <w:rPr>
                      <w:rFonts w:ascii="Times New Roman" w:hAnsi="Times New Roman"/>
                      <w:i/>
                    </w:rPr>
                    <w:t xml:space="preserve"> x </w:t>
                  </w:r>
                  <w:r>
                    <w:t xml:space="preserve">= </w:t>
                  </w:r>
                  <w:r>
                    <w:rPr>
                      <w:u w:val="double"/>
                    </w:rPr>
                    <w:t>$10,246.76</w:t>
                  </w:r>
                </w:p>
                <w:p w:rsidR="00BD4378" w:rsidRDefault="00BD4378" w:rsidP="00BC5284">
                  <w:pPr>
                    <w:pStyle w:val="ISM"/>
                    <w:ind w:firstLine="90"/>
                  </w:pPr>
                  <w:r>
                    <w:t>The third loan payment will be $10,246.76.</w:t>
                  </w:r>
                </w:p>
              </w:txbxContent>
            </v:textbox>
            <w10:wrap type="tight"/>
          </v:shape>
        </w:pict>
      </w: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102242" w:rsidRDefault="00102242" w:rsidP="00BC5284">
      <w:pPr>
        <w:tabs>
          <w:tab w:val="decimal" w:pos="270"/>
          <w:tab w:val="left" w:pos="540"/>
          <w:tab w:val="left" w:pos="3240"/>
        </w:tabs>
      </w:pPr>
    </w:p>
    <w:p w:rsidR="00102242" w:rsidRDefault="00102242" w:rsidP="00BC5284">
      <w:pPr>
        <w:tabs>
          <w:tab w:val="decimal" w:pos="270"/>
          <w:tab w:val="left" w:pos="540"/>
          <w:tab w:val="left" w:pos="3240"/>
        </w:tabs>
      </w:pPr>
    </w:p>
    <w:p w:rsidR="00102242" w:rsidRDefault="00102242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pStyle w:val="ISM"/>
      </w:pPr>
      <w:r>
        <w:lastRenderedPageBreak/>
        <w:tab/>
        <w:t>3</w:t>
      </w:r>
      <w:r w:rsidR="00F82AC1">
        <w:t>5</w:t>
      </w:r>
      <w:r>
        <w:t>.</w:t>
      </w:r>
      <w:r>
        <w:tab/>
        <w:t xml:space="preserve">Let </w:t>
      </w:r>
      <w:r>
        <w:rPr>
          <w:rFonts w:ascii="Times New Roman" w:hAnsi="Times New Roman"/>
          <w:i/>
        </w:rPr>
        <w:t>x</w:t>
      </w:r>
      <w:r>
        <w:t xml:space="preserve"> represent the size of each loan payment.</w:t>
      </w: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  <w:r>
        <w:tab/>
      </w:r>
      <w:r>
        <w:tab/>
      </w:r>
      <w:r>
        <w:rPr>
          <w:rFonts w:ascii="Times New Roman" w:hAnsi="Times New Roman"/>
          <w:i/>
          <w:iCs/>
          <w:u w:val="single"/>
        </w:rPr>
        <w:t>PV</w:t>
      </w:r>
      <w:r>
        <w:rPr>
          <w:u w:val="single"/>
        </w:rPr>
        <w:t xml:space="preserve"> of f</w:t>
      </w:r>
      <w:r>
        <w:rPr>
          <w:i/>
          <w:iCs/>
          <w:u w:val="single"/>
        </w:rPr>
        <w:t>irst payment</w:t>
      </w:r>
      <w:r>
        <w:rPr>
          <w:u w:val="single"/>
        </w:rPr>
        <w:t>:</w:t>
      </w:r>
      <w:r>
        <w:tab/>
        <w:t xml:space="preserve">   </w:t>
      </w:r>
      <w:r>
        <w:rPr>
          <w:rFonts w:ascii="Times New Roman" w:hAnsi="Times New Roman"/>
          <w:i/>
          <w:iCs/>
          <w:u w:val="single"/>
        </w:rPr>
        <w:t>PV</w:t>
      </w:r>
      <w:r>
        <w:rPr>
          <w:u w:val="single"/>
        </w:rPr>
        <w:t xml:space="preserve"> of </w:t>
      </w:r>
      <w:r>
        <w:rPr>
          <w:i/>
          <w:iCs/>
          <w:u w:val="single"/>
        </w:rPr>
        <w:t>second payment</w:t>
      </w:r>
      <w:r>
        <w:rPr>
          <w:u w:val="single"/>
        </w:rPr>
        <w:t>:</w:t>
      </w:r>
      <w:r>
        <w:tab/>
      </w:r>
      <w:r>
        <w:tab/>
      </w:r>
      <w:r>
        <w:rPr>
          <w:rFonts w:ascii="Times New Roman" w:hAnsi="Times New Roman"/>
          <w:i/>
          <w:iCs/>
          <w:u w:val="single"/>
        </w:rPr>
        <w:t>PV</w:t>
      </w:r>
      <w:r>
        <w:rPr>
          <w:u w:val="single"/>
        </w:rPr>
        <w:t xml:space="preserve"> of </w:t>
      </w:r>
      <w:r>
        <w:rPr>
          <w:i/>
          <w:iCs/>
          <w:u w:val="single"/>
        </w:rPr>
        <w:t>third payment</w:t>
      </w:r>
      <w:r>
        <w:rPr>
          <w:u w:val="single"/>
        </w:rPr>
        <w:t>:</w:t>
      </w:r>
    </w:p>
    <w:p w:rsidR="00BC5284" w:rsidRDefault="007523EF" w:rsidP="00BC5284">
      <w:pPr>
        <w:tabs>
          <w:tab w:val="decimal" w:pos="270"/>
          <w:tab w:val="left" w:pos="540"/>
          <w:tab w:val="left" w:pos="3240"/>
        </w:tabs>
      </w:pPr>
      <w:r>
        <w:rPr>
          <w:noProof/>
          <w:lang w:val="en-US"/>
        </w:rPr>
        <w:pict>
          <v:shape id="AutoShape 84" o:spid="_x0000_s1111" type="#_x0000_t61" style="position:absolute;margin-left:323.75pt;margin-top:10.25pt;width:109.2pt;height:81.2pt;z-index:251611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" adj="356,16080" fillcolor="#cff">
            <v:fill opacity="25443f"/>
            <v:textbox inset="3.6pt,,3.6pt">
              <w:txbxContent>
                <w:p w:rsidR="00BD4378" w:rsidRDefault="00BD4378" w:rsidP="00CA55E0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CA55E0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PMT</w:t>
                  </w:r>
                  <w:r>
                    <w:t xml:space="preserve">, </w:t>
                  </w:r>
                  <w:r>
                    <w:rPr>
                      <w:i/>
                      <w:iCs/>
                    </w:rPr>
                    <w:t>FV</w:t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14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CA55E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0.757875025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82" o:spid="_x0000_s1112" type="#_x0000_t61" style="position:absolute;margin-left:26.25pt;margin-top:9.55pt;width:123.2pt;height:130.95pt;z-index:-251570688;visibility:visible" wrapcoords="-132 -123 -132 21477 21732 21477 21732 -123 -132 -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" adj="351,10268" fillcolor="#cff">
            <v:fill opacity="25443f"/>
            <v:textbox inset="3.6pt,,3.6pt">
              <w:txbxContent>
                <w:p w:rsidR="00BD4378" w:rsidRDefault="00BD4378" w:rsidP="00CA55E0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4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CA55E0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</w:pPr>
                  <w:r>
                    <w:t xml:space="preserve">1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CA55E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0.90573081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AutoShape 83" o:spid="_x0000_s1113" type="#_x0000_t61" style="position:absolute;margin-left:170.45pt;margin-top:10.95pt;width:112.3pt;height:81.2pt;z-index:251610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" adj="577,14963" fillcolor="#cff">
            <v:fill opacity="25443f"/>
            <v:textbox inset="3.6pt,,3.6pt">
              <w:txbxContent>
                <w:p w:rsidR="00BD4378" w:rsidRDefault="00BD4378" w:rsidP="00CA55E0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CA55E0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PMT</w:t>
                  </w:r>
                  <w:r>
                    <w:t xml:space="preserve">, </w:t>
                  </w:r>
                  <w:r>
                    <w:rPr>
                      <w:i/>
                      <w:iCs/>
                    </w:rPr>
                    <w:t>FV</w:t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8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CA55E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0.853490371</w:t>
                  </w:r>
                </w:p>
              </w:txbxContent>
            </v:textbox>
            <w10:wrap type="square"/>
          </v:shape>
        </w:pict>
      </w:r>
    </w:p>
    <w:p w:rsidR="00BC5284" w:rsidRDefault="00BC5284" w:rsidP="00BC5284"/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7523EF" w:rsidP="00BC5284">
      <w:pPr>
        <w:tabs>
          <w:tab w:val="decimal" w:pos="270"/>
          <w:tab w:val="left" w:pos="540"/>
          <w:tab w:val="left" w:pos="3240"/>
        </w:tabs>
      </w:pPr>
      <w:r>
        <w:rPr>
          <w:noProof/>
          <w:lang w:val="en-US"/>
        </w:rPr>
        <w:pict>
          <v:shape id="Text Box 85" o:spid="_x0000_s1114" type="#_x0000_t202" style="position:absolute;margin-left:163.45pt;margin-top:8.1pt;width:298.2pt;height:67.9pt;z-index:-251569664;visibility:visible" wrapcoords="-54 0 -54 21363 21600 21363 21600 0 -54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" stroked="f">
            <v:textbox inset="0,0,0,0">
              <w:txbxContent>
                <w:p w:rsidR="00BD4378" w:rsidRDefault="00BD4378" w:rsidP="00BC5284">
                  <w:pPr>
                    <w:pStyle w:val="ISM"/>
                    <w:ind w:firstLine="90"/>
                  </w:pPr>
                  <w:r>
                    <w:t>Hence,</w:t>
                  </w:r>
                </w:p>
                <w:p w:rsidR="00BD4378" w:rsidRDefault="00BD4378" w:rsidP="00BC5284">
                  <w:pPr>
                    <w:pStyle w:val="ISM"/>
                    <w:jc w:val="center"/>
                  </w:pPr>
                  <w:r>
                    <w:t>$10,000 = 0.90573081</w:t>
                  </w:r>
                  <w:r>
                    <w:rPr>
                      <w:rFonts w:ascii="Times New Roman" w:hAnsi="Times New Roman"/>
                      <w:i/>
                    </w:rPr>
                    <w:t>x</w:t>
                  </w:r>
                  <w:r>
                    <w:t xml:space="preserve"> + 0.853490371</w:t>
                  </w:r>
                  <w:r>
                    <w:rPr>
                      <w:rFonts w:ascii="Times New Roman" w:hAnsi="Times New Roman"/>
                      <w:i/>
                    </w:rPr>
                    <w:t>x</w:t>
                  </w:r>
                  <w:r>
                    <w:t xml:space="preserve"> + 0.757875025</w:t>
                  </w:r>
                  <w:r>
                    <w:rPr>
                      <w:rFonts w:ascii="Times New Roman" w:hAnsi="Times New Roman"/>
                      <w:i/>
                    </w:rPr>
                    <w:t>x</w:t>
                  </w:r>
                </w:p>
                <w:p w:rsidR="00BD4378" w:rsidRDefault="00BD4378" w:rsidP="00BC5284">
                  <w:pPr>
                    <w:pStyle w:val="ISM"/>
                    <w:ind w:firstLine="1170"/>
                    <w:rPr>
                      <w:rFonts w:ascii="Times New Roman" w:hAnsi="Times New Roman"/>
                      <w:i/>
                    </w:rPr>
                  </w:pPr>
                  <w:r>
                    <w:t>= 2.517096206</w:t>
                  </w:r>
                  <w:r>
                    <w:rPr>
                      <w:rFonts w:ascii="Times New Roman" w:hAnsi="Times New Roman"/>
                      <w:i/>
                    </w:rPr>
                    <w:t>x</w:t>
                  </w:r>
                </w:p>
                <w:p w:rsidR="00BD4378" w:rsidRDefault="00BD4378" w:rsidP="00BC5284">
                  <w:pPr>
                    <w:pStyle w:val="ISM"/>
                    <w:ind w:firstLine="900"/>
                  </w:pPr>
                  <w:r>
                    <w:rPr>
                      <w:rFonts w:ascii="Times New Roman" w:hAnsi="Times New Roman"/>
                      <w:i/>
                    </w:rPr>
                    <w:t xml:space="preserve">  x </w:t>
                  </w:r>
                  <w:r>
                    <w:t xml:space="preserve">= </w:t>
                  </w:r>
                  <w:r>
                    <w:rPr>
                      <w:u w:val="double"/>
                    </w:rPr>
                    <w:t>$3972.83</w:t>
                  </w:r>
                </w:p>
                <w:p w:rsidR="00BD4378" w:rsidRDefault="00BD4378" w:rsidP="00BC5284">
                  <w:pPr>
                    <w:pStyle w:val="ISM"/>
                    <w:ind w:firstLine="90"/>
                  </w:pPr>
                  <w:r>
                    <w:t>The amount of each loan payment is $3972.83.</w:t>
                  </w:r>
                </w:p>
              </w:txbxContent>
            </v:textbox>
            <w10:wrap type="tight"/>
          </v:shape>
        </w:pict>
      </w: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pStyle w:val="ISM"/>
      </w:pPr>
      <w:r>
        <w:tab/>
        <w:t>3</w:t>
      </w:r>
      <w:r w:rsidR="00F82AC1">
        <w:t>7</w:t>
      </w:r>
      <w:r>
        <w:t>.</w:t>
      </w:r>
      <w:r>
        <w:tab/>
        <w:t xml:space="preserve">Let </w:t>
      </w:r>
      <w:r>
        <w:rPr>
          <w:rFonts w:ascii="Times New Roman" w:hAnsi="Times New Roman"/>
          <w:i/>
        </w:rPr>
        <w:t>x</w:t>
      </w:r>
      <w:r>
        <w:t xml:space="preserve"> represent the size of the first payment.</w:t>
      </w:r>
    </w:p>
    <w:p w:rsidR="00BC5284" w:rsidRDefault="00BC5284" w:rsidP="00BC5284">
      <w:pPr>
        <w:pStyle w:val="ISM"/>
      </w:pPr>
      <w:r>
        <w:tab/>
      </w:r>
      <w:r>
        <w:tab/>
      </w:r>
      <w:r>
        <w:tab/>
      </w:r>
      <w:r>
        <w:tab/>
        <w:t xml:space="preserve"> $7500 = Present value of all three payments</w:t>
      </w: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  <w:r>
        <w:tab/>
      </w:r>
      <w:r>
        <w:tab/>
      </w:r>
      <w:r>
        <w:rPr>
          <w:rFonts w:ascii="Times New Roman" w:hAnsi="Times New Roman"/>
          <w:i/>
          <w:iCs/>
          <w:u w:val="single"/>
        </w:rPr>
        <w:t>PV</w:t>
      </w:r>
      <w:r>
        <w:rPr>
          <w:u w:val="single"/>
        </w:rPr>
        <w:t xml:space="preserve"> of f</w:t>
      </w:r>
      <w:r>
        <w:rPr>
          <w:i/>
          <w:iCs/>
          <w:u w:val="single"/>
        </w:rPr>
        <w:t>irst payment</w:t>
      </w:r>
      <w:r>
        <w:rPr>
          <w:u w:val="single"/>
        </w:rPr>
        <w:t>:</w:t>
      </w:r>
      <w:r>
        <w:tab/>
        <w:t xml:space="preserve">   </w:t>
      </w:r>
      <w:r>
        <w:rPr>
          <w:rFonts w:ascii="Times New Roman" w:hAnsi="Times New Roman"/>
          <w:i/>
          <w:iCs/>
          <w:u w:val="single"/>
        </w:rPr>
        <w:t>PV</w:t>
      </w:r>
      <w:r>
        <w:rPr>
          <w:u w:val="single"/>
        </w:rPr>
        <w:t xml:space="preserve"> of </w:t>
      </w:r>
      <w:r>
        <w:rPr>
          <w:i/>
          <w:iCs/>
          <w:u w:val="single"/>
        </w:rPr>
        <w:t>second payment</w:t>
      </w:r>
      <w:r>
        <w:rPr>
          <w:u w:val="single"/>
        </w:rPr>
        <w:t>:</w:t>
      </w:r>
      <w:r>
        <w:tab/>
      </w:r>
      <w:r>
        <w:tab/>
      </w:r>
      <w:r>
        <w:rPr>
          <w:rFonts w:ascii="Times New Roman" w:hAnsi="Times New Roman"/>
          <w:i/>
          <w:iCs/>
          <w:u w:val="single"/>
        </w:rPr>
        <w:t>PV</w:t>
      </w:r>
      <w:r>
        <w:rPr>
          <w:u w:val="single"/>
        </w:rPr>
        <w:t xml:space="preserve"> of </w:t>
      </w:r>
      <w:r>
        <w:rPr>
          <w:i/>
          <w:iCs/>
          <w:u w:val="single"/>
        </w:rPr>
        <w:t>third payment</w:t>
      </w:r>
      <w:r>
        <w:rPr>
          <w:u w:val="single"/>
        </w:rPr>
        <w:t>:</w:t>
      </w:r>
    </w:p>
    <w:p w:rsidR="00BC5284" w:rsidRDefault="007523EF" w:rsidP="00BC5284">
      <w:pPr>
        <w:tabs>
          <w:tab w:val="decimal" w:pos="270"/>
          <w:tab w:val="left" w:pos="540"/>
          <w:tab w:val="left" w:pos="3240"/>
        </w:tabs>
      </w:pPr>
      <w:r>
        <w:rPr>
          <w:noProof/>
          <w:lang w:val="en-US"/>
        </w:rPr>
        <w:pict>
          <v:shape id="AutoShape 87" o:spid="_x0000_s1115" type="#_x0000_t61" style="position:absolute;margin-left:170.45pt;margin-top:5.4pt;width:140.7pt;height:85.4pt;z-index:251612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" adj="338,19134" fillcolor="#cff">
            <v:fill opacity="25443f"/>
            <v:textbox inset="3.6pt,,3.6pt">
              <w:txbxContent>
                <w:p w:rsidR="00BD4378" w:rsidRDefault="00BD4378" w:rsidP="0021650A">
                  <w:pPr>
                    <w:spacing w:line="280" w:lineRule="exact"/>
                    <w:ind w:left="-86" w:right="43"/>
                    <w:jc w:val="right"/>
                    <w:rPr>
                      <w:i/>
                      <w:iCs/>
                    </w:rPr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C/Y, PMT</w:t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2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C5284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1.934539434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88" o:spid="_x0000_s1116" type="#_x0000_t61" style="position:absolute;margin-left:323.75pt;margin-top:6.1pt;width:139.3pt;height:86.1pt;z-index:251613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" adj="155,8617" fillcolor="#cff">
            <v:fill opacity="25443f"/>
            <v:textbox inset="3.6pt,,3.6pt">
              <w:txbxContent>
                <w:p w:rsidR="00BD4378" w:rsidRDefault="00BD4378" w:rsidP="0021650A">
                  <w:pPr>
                    <w:spacing w:line="280" w:lineRule="exact"/>
                    <w:ind w:left="-86" w:right="43"/>
                    <w:jc w:val="right"/>
                    <w:rPr>
                      <w:i/>
                      <w:iCs/>
                    </w:rPr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C/Y, PMT</w:t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4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C5284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3.805234085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86" o:spid="_x0000_s1117" type="#_x0000_t61" style="position:absolute;margin-left:26.95pt;margin-top:5.4pt;width:130.2pt;height:139.3pt;z-index:-251568640;visibility:visible" wrapcoords="-124 -116 -124 21484 21724 21484 21724 -116 -124 -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" adj="813,7234" fillcolor="#cff">
            <v:fill opacity="25443f"/>
            <v:textbox inset="3.6pt,,3.6pt">
              <w:txbxContent>
                <w:p w:rsidR="00BD4378" w:rsidRDefault="00BD4378" w:rsidP="0012065C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4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12065C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1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C5284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0.983498712</w:t>
                  </w:r>
                </w:p>
              </w:txbxContent>
            </v:textbox>
            <w10:wrap type="tight"/>
          </v:shape>
        </w:pict>
      </w:r>
    </w:p>
    <w:p w:rsidR="00BC5284" w:rsidRDefault="00BC5284" w:rsidP="00BC5284"/>
    <w:p w:rsidR="00BC5284" w:rsidRDefault="00BC5284" w:rsidP="00BC5284"/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7523EF" w:rsidP="00BC5284">
      <w:pPr>
        <w:tabs>
          <w:tab w:val="decimal" w:pos="270"/>
          <w:tab w:val="left" w:pos="540"/>
          <w:tab w:val="left" w:pos="3240"/>
        </w:tabs>
      </w:pPr>
      <w:r>
        <w:rPr>
          <w:noProof/>
          <w:lang w:val="en-US"/>
        </w:rPr>
        <w:pict>
          <v:shape id="Text Box 89" o:spid="_x0000_s1118" type="#_x0000_t202" style="position:absolute;margin-left:169.05pt;margin-top:9.25pt;width:298.2pt;height:67.9pt;z-index:-251567616;visibility:visible" wrapcoords="-54 0 -54 21363 21600 21363 21600 0 -54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" stroked="f">
            <v:textbox inset="0,0,0,0">
              <w:txbxContent>
                <w:p w:rsidR="00BD4378" w:rsidRDefault="00BD4378" w:rsidP="00BC5284">
                  <w:pPr>
                    <w:pStyle w:val="ISM"/>
                    <w:ind w:firstLine="90"/>
                  </w:pPr>
                  <w:r>
                    <w:t>Hence,</w:t>
                  </w:r>
                </w:p>
                <w:p w:rsidR="00BD4378" w:rsidRDefault="00BD4378" w:rsidP="00BC5284">
                  <w:pPr>
                    <w:pStyle w:val="ISM"/>
                    <w:jc w:val="center"/>
                  </w:pPr>
                  <w:r>
                    <w:t>$7500 = 0.983498712</w:t>
                  </w:r>
                  <w:r>
                    <w:rPr>
                      <w:rFonts w:ascii="Times New Roman" w:hAnsi="Times New Roman"/>
                      <w:i/>
                    </w:rPr>
                    <w:t>x</w:t>
                  </w:r>
                  <w:r>
                    <w:t xml:space="preserve"> + 1.934539434</w:t>
                  </w:r>
                  <w:r>
                    <w:rPr>
                      <w:rFonts w:ascii="Times New Roman" w:hAnsi="Times New Roman"/>
                      <w:i/>
                    </w:rPr>
                    <w:t>x</w:t>
                  </w:r>
                  <w:r>
                    <w:t xml:space="preserve"> + 3.805234085</w:t>
                  </w:r>
                  <w:r>
                    <w:rPr>
                      <w:rFonts w:ascii="Times New Roman" w:hAnsi="Times New Roman"/>
                      <w:i/>
                    </w:rPr>
                    <w:t>x</w:t>
                  </w:r>
                </w:p>
                <w:p w:rsidR="00BD4378" w:rsidRDefault="00BD4378" w:rsidP="00BC5284">
                  <w:pPr>
                    <w:pStyle w:val="ISM"/>
                    <w:ind w:firstLine="1170"/>
                    <w:rPr>
                      <w:rFonts w:ascii="Times New Roman" w:hAnsi="Times New Roman"/>
                      <w:i/>
                    </w:rPr>
                  </w:pPr>
                  <w:r>
                    <w:t>= 6.723272231</w:t>
                  </w:r>
                  <w:r>
                    <w:rPr>
                      <w:rFonts w:ascii="Times New Roman" w:hAnsi="Times New Roman"/>
                      <w:i/>
                    </w:rPr>
                    <w:t>x</w:t>
                  </w:r>
                </w:p>
                <w:p w:rsidR="00BD4378" w:rsidRDefault="00BD4378" w:rsidP="00BC5284">
                  <w:pPr>
                    <w:pStyle w:val="ISM"/>
                    <w:ind w:firstLine="900"/>
                  </w:pPr>
                  <w:r>
                    <w:rPr>
                      <w:rFonts w:ascii="Times New Roman" w:hAnsi="Times New Roman"/>
                      <w:i/>
                    </w:rPr>
                    <w:t xml:space="preserve">  x </w:t>
                  </w:r>
                  <w:r>
                    <w:t xml:space="preserve">= </w:t>
                  </w:r>
                  <w:r>
                    <w:rPr>
                      <w:u w:val="double"/>
                    </w:rPr>
                    <w:t>$1115.53</w:t>
                  </w:r>
                </w:p>
                <w:p w:rsidR="00BD4378" w:rsidRDefault="00BD4378" w:rsidP="00BC5284">
                  <w:pPr>
                    <w:pStyle w:val="ISM"/>
                    <w:ind w:firstLine="90"/>
                  </w:pPr>
                  <w:r>
                    <w:t>The second payment is 2</w:t>
                  </w:r>
                  <w:r>
                    <w:rPr>
                      <w:rFonts w:ascii="Times New Roman" w:hAnsi="Times New Roman"/>
                      <w:i/>
                    </w:rPr>
                    <w:t>x</w:t>
                  </w:r>
                  <w:r>
                    <w:t xml:space="preserve"> = </w:t>
                  </w:r>
                  <w:r>
                    <w:rPr>
                      <w:u w:val="double"/>
                    </w:rPr>
                    <w:t>$2231.06</w:t>
                  </w:r>
                  <w:r>
                    <w:t>.</w:t>
                  </w:r>
                </w:p>
              </w:txbxContent>
            </v:textbox>
            <w10:wrap type="tight"/>
          </v:shape>
        </w:pict>
      </w: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pStyle w:val="ISM"/>
      </w:pPr>
      <w:r>
        <w:t>3</w:t>
      </w:r>
      <w:r w:rsidR="00F82AC1">
        <w:t>9</w:t>
      </w:r>
      <w:r>
        <w:t>.</w:t>
      </w:r>
      <w:r>
        <w:tab/>
      </w:r>
      <w:r w:rsidR="0021650A">
        <w:t>First calculate the s</w:t>
      </w:r>
      <w:r>
        <w:t>cheduled payments:</w:t>
      </w: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  <w:r>
        <w:tab/>
      </w:r>
      <w:r>
        <w:tab/>
      </w:r>
      <w:r>
        <w:rPr>
          <w:i/>
          <w:iCs/>
          <w:u w:val="single"/>
        </w:rPr>
        <w:t>First contract</w:t>
      </w:r>
      <w:r>
        <w:rPr>
          <w:u w:val="single"/>
        </w:rPr>
        <w:t>:</w:t>
      </w:r>
      <w:r>
        <w:tab/>
        <w:t xml:space="preserve">   </w:t>
      </w:r>
      <w:r>
        <w:rPr>
          <w:i/>
          <w:iCs/>
          <w:u w:val="single"/>
        </w:rPr>
        <w:t>Second contract</w:t>
      </w:r>
      <w:r>
        <w:rPr>
          <w:u w:val="single"/>
        </w:rPr>
        <w:t>:</w:t>
      </w:r>
      <w:r>
        <w:tab/>
      </w:r>
      <w:r>
        <w:tab/>
      </w:r>
      <w:r>
        <w:rPr>
          <w:i/>
          <w:iCs/>
          <w:u w:val="single"/>
        </w:rPr>
        <w:t>Third contract</w:t>
      </w:r>
      <w:r>
        <w:rPr>
          <w:u w:val="single"/>
        </w:rPr>
        <w:t>:</w:t>
      </w:r>
    </w:p>
    <w:p w:rsidR="00BC5284" w:rsidRDefault="007523EF" w:rsidP="00BC5284">
      <w:pPr>
        <w:tabs>
          <w:tab w:val="decimal" w:pos="270"/>
          <w:tab w:val="left" w:pos="540"/>
        </w:tabs>
      </w:pPr>
      <w:r>
        <w:rPr>
          <w:noProof/>
          <w:lang w:val="en-US"/>
        </w:rPr>
        <w:pict>
          <v:shape id="AutoShape 90" o:spid="_x0000_s1119" type="#_x0000_t61" style="position:absolute;margin-left:29.75pt;margin-top:4.45pt;width:130.2pt;height:136.5pt;z-index:-251566592;visibility:visible" wrapcoords="-124 -119 -124 21481 21724 21481 21724 -119 -124 -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" adj="382,8616" fillcolor="#cff">
            <v:fill opacity="25443f"/>
            <v:textbox inset="3.6pt,,3.6pt">
              <w:txbxContent>
                <w:p w:rsidR="00BD4378" w:rsidRDefault="00BD4378" w:rsidP="0012065C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12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12065C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BD4378" w:rsidRDefault="00BD4378" w:rsidP="0012065C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3"/>
                    <w:jc w:val="right"/>
                  </w:pPr>
                  <w:r>
                    <w:t xml:space="preserve">950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988.57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AutoShape 92" o:spid="_x0000_s1120" type="#_x0000_t61" style="position:absolute;margin-left:320.25pt;margin-top:5.15pt;width:113pt;height:99.4pt;z-index:251615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" adj="822,15092" fillcolor="#cff">
            <v:fill opacity="25443f"/>
            <v:textbox inset="3.6pt,,3.6pt">
              <w:txbxContent>
                <w:p w:rsidR="00BD4378" w:rsidRDefault="00BD4378" w:rsidP="0021650A">
                  <w:pPr>
                    <w:spacing w:line="260" w:lineRule="exact"/>
                    <w:ind w:left="-86" w:right="43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21650A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12065C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3"/>
                    <w:jc w:val="right"/>
                  </w:pPr>
                  <w:r>
                    <w:t xml:space="preserve">1270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12065C">
                  <w:pPr>
                    <w:spacing w:line="32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1334.78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91" o:spid="_x0000_s1121" type="#_x0000_t61" style="position:absolute;margin-left:173.25pt;margin-top:5.15pt;width:109.5pt;height:99.4pt;z-index:251614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" adj="158,15092" fillcolor="#cff">
            <v:fill opacity="25443f"/>
            <v:textbox inset="3.6pt,,3.6pt">
              <w:txbxContent>
                <w:p w:rsidR="00BD4378" w:rsidRDefault="00BD4378" w:rsidP="0021650A">
                  <w:pPr>
                    <w:spacing w:line="260" w:lineRule="exact"/>
                    <w:ind w:left="-86" w:right="43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21650A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12065C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6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3"/>
                    <w:jc w:val="right"/>
                  </w:pPr>
                  <w:r>
                    <w:t xml:space="preserve">780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12065C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827.99</w:t>
                  </w:r>
                </w:p>
              </w:txbxContent>
            </v:textbox>
            <w10:wrap type="square"/>
          </v:shape>
        </w:pict>
      </w:r>
    </w:p>
    <w:p w:rsidR="00BC5284" w:rsidRDefault="00BC5284" w:rsidP="00BC5284"/>
    <w:p w:rsidR="00BC5284" w:rsidRDefault="00BC5284" w:rsidP="00BC5284"/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</w:pPr>
    </w:p>
    <w:p w:rsidR="00BC5284" w:rsidRDefault="00BC5284" w:rsidP="00BC5284">
      <w:pPr>
        <w:tabs>
          <w:tab w:val="decimal" w:pos="270"/>
          <w:tab w:val="left" w:pos="540"/>
        </w:tabs>
        <w:rPr>
          <w:u w:val="double"/>
        </w:rPr>
      </w:pPr>
    </w:p>
    <w:p w:rsidR="00BC5284" w:rsidRDefault="00BC5284" w:rsidP="00BC5284">
      <w:pPr>
        <w:tabs>
          <w:tab w:val="decimal" w:pos="270"/>
          <w:tab w:val="left" w:pos="540"/>
        </w:tabs>
        <w:rPr>
          <w:u w:val="double"/>
        </w:rPr>
      </w:pPr>
    </w:p>
    <w:p w:rsidR="00102242" w:rsidRDefault="00102242" w:rsidP="00BC5284">
      <w:pPr>
        <w:tabs>
          <w:tab w:val="decimal" w:pos="270"/>
          <w:tab w:val="left" w:pos="540"/>
        </w:tabs>
        <w:rPr>
          <w:u w:val="double"/>
        </w:rPr>
      </w:pPr>
    </w:p>
    <w:p w:rsidR="00102242" w:rsidRDefault="00102242" w:rsidP="00BC5284">
      <w:pPr>
        <w:tabs>
          <w:tab w:val="decimal" w:pos="270"/>
          <w:tab w:val="left" w:pos="540"/>
        </w:tabs>
        <w:rPr>
          <w:u w:val="double"/>
        </w:rPr>
      </w:pPr>
    </w:p>
    <w:p w:rsidR="00102242" w:rsidRDefault="00102242" w:rsidP="00BC5284">
      <w:pPr>
        <w:tabs>
          <w:tab w:val="decimal" w:pos="270"/>
          <w:tab w:val="left" w:pos="540"/>
        </w:tabs>
        <w:rPr>
          <w:u w:val="double"/>
        </w:rPr>
      </w:pPr>
    </w:p>
    <w:p w:rsidR="00CC02F5" w:rsidRDefault="00CC02F5">
      <w:r>
        <w:br w:type="page"/>
      </w:r>
    </w:p>
    <w:p w:rsidR="00BC5284" w:rsidRDefault="00BC5284" w:rsidP="00BC5284">
      <w:pPr>
        <w:pStyle w:val="ISM"/>
        <w:spacing w:after="60"/>
      </w:pPr>
      <w:r>
        <w:lastRenderedPageBreak/>
        <w:tab/>
      </w:r>
      <w:r>
        <w:tab/>
        <w:t>The total price to be paid for these scheduled payments is the sum of their present values.</w:t>
      </w:r>
    </w:p>
    <w:p w:rsidR="00CC62EC" w:rsidRDefault="00CC62EC" w:rsidP="00B45552">
      <w:pPr>
        <w:pStyle w:val="ISM"/>
      </w:pPr>
      <w:r>
        <w:tab/>
      </w:r>
      <w:r>
        <w:tab/>
      </w: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  <w:r>
        <w:tab/>
      </w:r>
      <w:r>
        <w:tab/>
      </w:r>
      <w:r>
        <w:rPr>
          <w:i/>
          <w:iCs/>
          <w:u w:val="single"/>
        </w:rPr>
        <w:t>First contract</w:t>
      </w:r>
      <w:r>
        <w:rPr>
          <w:u w:val="single"/>
        </w:rPr>
        <w:t>:</w:t>
      </w:r>
      <w:r>
        <w:tab/>
        <w:t xml:space="preserve">      </w:t>
      </w:r>
      <w:r>
        <w:rPr>
          <w:i/>
          <w:iCs/>
          <w:u w:val="single"/>
        </w:rPr>
        <w:t>Second contract</w:t>
      </w:r>
      <w:r>
        <w:rPr>
          <w:u w:val="single"/>
        </w:rPr>
        <w:t>:</w:t>
      </w:r>
      <w:r>
        <w:tab/>
      </w:r>
      <w:r>
        <w:tab/>
      </w:r>
      <w:r>
        <w:rPr>
          <w:i/>
          <w:iCs/>
          <w:u w:val="single"/>
        </w:rPr>
        <w:t>Third contract</w:t>
      </w:r>
      <w:r>
        <w:rPr>
          <w:u w:val="single"/>
        </w:rPr>
        <w:t>:</w:t>
      </w:r>
    </w:p>
    <w:p w:rsidR="00BC5284" w:rsidRDefault="007523EF" w:rsidP="00BC5284">
      <w:pPr>
        <w:tabs>
          <w:tab w:val="decimal" w:pos="270"/>
          <w:tab w:val="left" w:pos="540"/>
          <w:tab w:val="left" w:pos="3240"/>
        </w:tabs>
      </w:pPr>
      <w:r>
        <w:rPr>
          <w:noProof/>
          <w:lang w:val="en-US"/>
        </w:rPr>
        <w:pict>
          <v:shape id="AutoShape 95" o:spid="_x0000_s1122" type="#_x0000_t61" style="position:absolute;margin-left:324.45pt;margin-top:7pt;width:110.9pt;height:97.8pt;z-index:251617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" adj="292,16973" fillcolor="#cff">
            <v:fill opacity="25443f"/>
            <v:textbox inset="3.6pt,,3.6pt">
              <w:txbxContent>
                <w:p w:rsidR="00BD4378" w:rsidRDefault="00BD4378" w:rsidP="00CA55E0">
                  <w:pPr>
                    <w:spacing w:line="260" w:lineRule="exact"/>
                    <w:ind w:left="-86" w:right="43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CA55E0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</w:pPr>
                  <w:r>
                    <w:t xml:space="preserve">1334.78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CA55E0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1246.681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94" o:spid="_x0000_s1123" type="#_x0000_t61" style="position:absolute;margin-left:183.05pt;margin-top:7pt;width:110.9pt;height:97.1pt;z-index:251616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" adj="21503,16050" fillcolor="#cff">
            <v:fill opacity="25443f"/>
            <v:textbox inset="3.6pt,,3.6pt">
              <w:txbxContent>
                <w:p w:rsidR="00BD4378" w:rsidRDefault="00BD4378" w:rsidP="00CA55E0">
                  <w:pPr>
                    <w:spacing w:line="260" w:lineRule="exact"/>
                    <w:ind w:left="-86" w:right="43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CA55E0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6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</w:pPr>
                  <w:r>
                    <w:t xml:space="preserve">827.99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CA55E0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762.851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93" o:spid="_x0000_s1124" type="#_x0000_t61" style="position:absolute;margin-left:28.35pt;margin-top:6.3pt;width:128.1pt;height:130pt;z-index:-251565568;visibility:visible" wrapcoords="-126 -125 -126 21475 21726 21475 21726 -125 -126 -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" adj="202,9944" fillcolor="#cff">
            <v:fill opacity="25443f"/>
            <v:textbox inset="3.6pt,,3.6pt">
              <w:txbxContent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</w:pPr>
                  <w:r>
                    <w:t xml:space="preserve">16.5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CA55E0">
                  <w:pPr>
                    <w:spacing w:line="30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>= 12)</w:t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</w:pPr>
                  <w:r>
                    <w:t xml:space="preserve">988.57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CA55E0">
                  <w:pPr>
                    <w:spacing w:line="30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CA55E0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936.017</w:t>
                  </w:r>
                </w:p>
              </w:txbxContent>
            </v:textbox>
            <w10:wrap type="tight"/>
          </v:shape>
        </w:pict>
      </w:r>
    </w:p>
    <w:p w:rsidR="00BC5284" w:rsidRDefault="00BC5284" w:rsidP="00BC5284"/>
    <w:p w:rsidR="00BC5284" w:rsidRDefault="00BC5284" w:rsidP="00BC5284"/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Pr="00CA55E0" w:rsidRDefault="00BC5284" w:rsidP="00BC5284">
      <w:pPr>
        <w:tabs>
          <w:tab w:val="decimal" w:pos="270"/>
          <w:tab w:val="left" w:pos="540"/>
          <w:tab w:val="left" w:pos="3240"/>
        </w:tabs>
        <w:rPr>
          <w:sz w:val="16"/>
          <w:szCs w:val="16"/>
        </w:rPr>
      </w:pPr>
    </w:p>
    <w:p w:rsidR="00BC5284" w:rsidRDefault="007523EF" w:rsidP="00BC5284">
      <w:pPr>
        <w:tabs>
          <w:tab w:val="decimal" w:pos="270"/>
          <w:tab w:val="left" w:pos="540"/>
          <w:tab w:val="left" w:pos="3240"/>
        </w:tabs>
      </w:pPr>
      <w:r>
        <w:rPr>
          <w:noProof/>
          <w:lang w:val="en-US"/>
        </w:rPr>
        <w:pict>
          <v:shape id="Text Box 96" o:spid="_x0000_s1125" type="#_x0000_t202" style="position:absolute;margin-left:171.15pt;margin-top:3.1pt;width:298.2pt;height:28.7pt;z-index:-251564544;visibility:visible" wrapcoords="-54 0 -54 21032 21600 21032 21600 0 -54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" stroked="f">
            <v:textbox inset="0,0,0,0">
              <w:txbxContent>
                <w:p w:rsidR="00BD4378" w:rsidRDefault="00BD4378" w:rsidP="00BC5284">
                  <w:pPr>
                    <w:pStyle w:val="ISM"/>
                    <w:ind w:firstLine="630"/>
                  </w:pPr>
                  <w:r>
                    <w:t>Total price = $936.017 + $762.851 + $1246.681</w:t>
                  </w:r>
                </w:p>
                <w:p w:rsidR="00BD4378" w:rsidRDefault="00BD4378" w:rsidP="00BC5284">
                  <w:pPr>
                    <w:pStyle w:val="ISM"/>
                    <w:ind w:firstLine="1710"/>
                    <w:rPr>
                      <w:rFonts w:ascii="Times New Roman" w:hAnsi="Times New Roman"/>
                      <w:i/>
                    </w:rPr>
                  </w:pPr>
                  <w:r>
                    <w:t xml:space="preserve">= </w:t>
                  </w:r>
                  <w:r>
                    <w:rPr>
                      <w:u w:val="double"/>
                    </w:rPr>
                    <w:t>$2945.55</w:t>
                  </w:r>
                </w:p>
              </w:txbxContent>
            </v:textbox>
            <w10:wrap type="tight"/>
          </v:shape>
        </w:pict>
      </w: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</w:p>
    <w:p w:rsidR="00BC5284" w:rsidRDefault="007523EF" w:rsidP="00BC5284">
      <w:pPr>
        <w:pStyle w:val="ISM"/>
      </w:pPr>
      <w:r>
        <w:rPr>
          <w:noProof/>
          <w:lang w:val="en-US"/>
        </w:rPr>
        <w:pict>
          <v:shape id="AutoShape 97" o:spid="_x0000_s1126" type="#_x0000_t61" style="position:absolute;margin-left:333.55pt;margin-top:4.95pt;width:124.9pt;height:137.9pt;z-index:251618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" adj="0,6837" fillcolor="#cff">
            <v:fill opacity="25443f"/>
            <v:textbox inset="3.6pt,,3.6pt">
              <w:txbxContent>
                <w:p w:rsidR="00BD4378" w:rsidRDefault="00BD4378" w:rsidP="0012065C">
                  <w:pPr>
                    <w:spacing w:line="320" w:lineRule="exact"/>
                    <w:ind w:right="43"/>
                    <w:jc w:val="right"/>
                  </w:pPr>
                  <w:r>
                    <w:t xml:space="preserve">8.2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3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12065C">
                  <w:pPr>
                    <w:spacing w:line="320" w:lineRule="exact"/>
                    <w:ind w:left="-90" w:right="43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BD4378" w:rsidRDefault="00BD4378" w:rsidP="0012065C">
                  <w:pPr>
                    <w:spacing w:line="320" w:lineRule="exact"/>
                    <w:ind w:right="43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17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3"/>
                    <w:jc w:val="right"/>
                  </w:pPr>
                  <w:r>
                    <w:t xml:space="preserve">1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3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12065C">
                  <w:pPr>
                    <w:spacing w:line="320" w:lineRule="exact"/>
                    <w:ind w:right="43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BC5284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1.9799873</w:t>
                  </w:r>
                </w:p>
              </w:txbxContent>
            </v:textbox>
            <w10:wrap type="square"/>
          </v:shape>
        </w:pict>
      </w:r>
      <w:r w:rsidR="00BC5284">
        <w:tab/>
      </w:r>
      <w:r w:rsidR="00F82AC1">
        <w:t>41</w:t>
      </w:r>
      <w:r w:rsidR="00BC5284">
        <w:t>.</w:t>
      </w:r>
      <w:r w:rsidR="00BC5284">
        <w:tab/>
        <w:t xml:space="preserve">First calculate how much interest $1 would earn if </w:t>
      </w:r>
    </w:p>
    <w:p w:rsidR="00BC5284" w:rsidRDefault="00BC5284" w:rsidP="00BC5284">
      <w:pPr>
        <w:pStyle w:val="ISM"/>
      </w:pPr>
      <w:r>
        <w:tab/>
      </w:r>
      <w:r>
        <w:tab/>
        <w:t xml:space="preserve">invested for 8.5 years at 8.2% compounded </w:t>
      </w:r>
      <w:proofErr w:type="spellStart"/>
      <w:r>
        <w:t>semiannually</w:t>
      </w:r>
      <w:proofErr w:type="spellEnd"/>
      <w:r>
        <w:t>.</w:t>
      </w: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  <w:r>
        <w:tab/>
      </w:r>
      <w:r>
        <w:tab/>
        <w:t xml:space="preserve">The future value of $1 is $1.9799873. Therefore, each $1 </w:t>
      </w:r>
    </w:p>
    <w:p w:rsidR="00BC5284" w:rsidRDefault="00BC5284" w:rsidP="00BC5284">
      <w:pPr>
        <w:tabs>
          <w:tab w:val="decimal" w:pos="270"/>
          <w:tab w:val="left" w:pos="540"/>
          <w:tab w:val="left" w:pos="3240"/>
        </w:tabs>
      </w:pPr>
      <w:r>
        <w:tab/>
      </w:r>
      <w:r>
        <w:tab/>
        <w:t>earns $0.9799873 interest. The number of dollars that had</w:t>
      </w:r>
    </w:p>
    <w:p w:rsidR="00BC5284" w:rsidRDefault="00BC5284" w:rsidP="00BC5284">
      <w:pPr>
        <w:pStyle w:val="ISM"/>
      </w:pPr>
      <w:r>
        <w:tab/>
      </w:r>
      <w:r>
        <w:tab/>
        <w:t>to be invested to earn total interest of $1175.98 was</w:t>
      </w:r>
    </w:p>
    <w:p w:rsidR="00BC5284" w:rsidRDefault="00BC5284" w:rsidP="00BC5284">
      <w:pPr>
        <w:pStyle w:val="ISM"/>
        <w:spacing w:after="120"/>
      </w:pPr>
      <w:r>
        <w:tab/>
      </w:r>
      <w:r>
        <w:tab/>
      </w:r>
      <w:r>
        <w:tab/>
      </w:r>
      <w:r>
        <w:tab/>
      </w:r>
      <w:r w:rsidRPr="002A5267">
        <w:rPr>
          <w:position w:val="-22"/>
        </w:rPr>
        <w:object w:dxaOrig="1160" w:dyaOrig="580">
          <v:shape id="_x0000_i1211" type="#_x0000_t75" style="width:57.75pt;height:29.2pt" o:ole="" fillcolor="window">
            <v:imagedata r:id="rId340" o:title=""/>
          </v:shape>
          <o:OLEObject Type="Embed" ProgID="Equation.3" ShapeID="_x0000_i1211" DrawAspect="Content" ObjectID="_1654971236" r:id="rId353"/>
        </w:object>
      </w:r>
      <w:r>
        <w:t xml:space="preserve"> = </w:t>
      </w:r>
      <w:r>
        <w:rPr>
          <w:u w:val="double"/>
        </w:rPr>
        <w:t>$1200.00</w:t>
      </w:r>
    </w:p>
    <w:p w:rsidR="00BC5284" w:rsidRDefault="00BC5284" w:rsidP="00BC5284">
      <w:pPr>
        <w:pStyle w:val="ISM"/>
      </w:pPr>
    </w:p>
    <w:p w:rsidR="00BC5284" w:rsidRDefault="00BC5284" w:rsidP="0021650A">
      <w:pPr>
        <w:pStyle w:val="ISM"/>
      </w:pPr>
    </w:p>
    <w:p w:rsidR="00CC02F5" w:rsidRDefault="00CC02F5" w:rsidP="0021650A">
      <w:pPr>
        <w:pStyle w:val="ISM"/>
      </w:pPr>
    </w:p>
    <w:p w:rsidR="00CC02F5" w:rsidRDefault="00CC02F5" w:rsidP="0021650A">
      <w:pPr>
        <w:pStyle w:val="ISM"/>
      </w:pPr>
    </w:p>
    <w:p w:rsidR="00CC02F5" w:rsidRDefault="00CC02F5" w:rsidP="0021650A">
      <w:pPr>
        <w:pStyle w:val="ISM"/>
      </w:pPr>
    </w:p>
    <w:p w:rsidR="00EC0762" w:rsidRDefault="00EC0762" w:rsidP="00EC0762">
      <w:pPr>
        <w:pStyle w:val="Heading1"/>
        <w:keepNext w:val="0"/>
        <w:spacing w:before="0"/>
        <w:rPr>
          <w:b w:val="0"/>
          <w:sz w:val="24"/>
        </w:rPr>
      </w:pPr>
      <w:r>
        <w:rPr>
          <w:sz w:val="24"/>
        </w:rPr>
        <w:t xml:space="preserve">Exercise </w:t>
      </w:r>
      <w:r w:rsidR="0042545A">
        <w:rPr>
          <w:sz w:val="24"/>
        </w:rPr>
        <w:t>9</w:t>
      </w:r>
      <w:r>
        <w:rPr>
          <w:sz w:val="24"/>
        </w:rPr>
        <w:t>.5</w:t>
      </w:r>
    </w:p>
    <w:p w:rsidR="00EC0762" w:rsidRDefault="00EC0762" w:rsidP="00EC0762">
      <w:pPr>
        <w:pStyle w:val="ISM"/>
        <w:spacing w:after="120"/>
      </w:pPr>
      <w:r>
        <w:tab/>
        <w:t>1.</w:t>
      </w:r>
      <w:r>
        <w:tab/>
      </w:r>
      <w:proofErr w:type="spellStart"/>
      <w:r>
        <w:t>Semiannual</w:t>
      </w:r>
      <w:proofErr w:type="spellEnd"/>
      <w:r>
        <w:t xml:space="preserve"> interest payment = </w:t>
      </w:r>
      <w:proofErr w:type="spellStart"/>
      <w:proofErr w:type="gramStart"/>
      <w:r>
        <w:rPr>
          <w:rFonts w:ascii="Times New Roman" w:hAnsi="Times New Roman"/>
          <w:i/>
        </w:rPr>
        <w:t>i</w:t>
      </w:r>
      <w:proofErr w:type="spellEnd"/>
      <w:r>
        <w:t>(</w:t>
      </w:r>
      <w:proofErr w:type="gramEnd"/>
      <w:r>
        <w:rPr>
          <w:rFonts w:ascii="Times New Roman" w:hAnsi="Times New Roman"/>
          <w:i/>
        </w:rPr>
        <w:t>PV</w:t>
      </w:r>
      <w:r>
        <w:t xml:space="preserve">) = </w:t>
      </w:r>
      <w:r w:rsidRPr="002A5267">
        <w:rPr>
          <w:position w:val="-22"/>
        </w:rPr>
        <w:object w:dxaOrig="660" w:dyaOrig="580">
          <v:shape id="_x0000_i1212" type="#_x0000_t75" style="width:33.3pt;height:29.2pt" o:ole="" fillcolor="window">
            <v:imagedata r:id="rId354" o:title=""/>
          </v:shape>
          <o:OLEObject Type="Embed" ProgID="Equation.3" ShapeID="_x0000_i1212" DrawAspect="Content" ObjectID="_1654971237" r:id="rId355"/>
        </w:object>
      </w:r>
      <w:r>
        <w:rPr>
          <w:sz w:val="28"/>
        </w:rPr>
        <w:sym w:font="Symbol" w:char="F0B4"/>
      </w:r>
      <w:r>
        <w:t xml:space="preserve"> $18,000 = </w:t>
      </w:r>
      <w:r>
        <w:rPr>
          <w:u w:val="double"/>
        </w:rPr>
        <w:t>$378.00</w:t>
      </w:r>
    </w:p>
    <w:p w:rsidR="00EC0762" w:rsidRDefault="00EC0762" w:rsidP="00EC0762">
      <w:pPr>
        <w:pStyle w:val="ISM"/>
      </w:pPr>
      <w:r>
        <w:tab/>
        <w:t>3.</w:t>
      </w:r>
      <w:r>
        <w:tab/>
      </w:r>
      <w:proofErr w:type="spellStart"/>
      <w:proofErr w:type="gramStart"/>
      <w:r>
        <w:rPr>
          <w:rFonts w:ascii="Times New Roman" w:hAnsi="Times New Roman"/>
          <w:i/>
        </w:rPr>
        <w:t>i</w:t>
      </w:r>
      <w:proofErr w:type="spellEnd"/>
      <w:proofErr w:type="gramEnd"/>
      <w:r>
        <w:t xml:space="preserve"> = </w:t>
      </w:r>
      <w:r w:rsidR="002A4F08" w:rsidRPr="002A4F08">
        <w:rPr>
          <w:position w:val="-24"/>
        </w:rPr>
        <w:object w:dxaOrig="740" w:dyaOrig="620">
          <v:shape id="_x0000_i1213" type="#_x0000_t75" style="width:33.95pt;height:28.55pt" o:ole="">
            <v:imagedata r:id="rId356" o:title=""/>
          </v:shape>
          <o:OLEObject Type="Embed" ProgID="Equation.3" ShapeID="_x0000_i1213" DrawAspect="Content" ObjectID="_1654971238" r:id="rId357"/>
        </w:object>
      </w:r>
      <w:r>
        <w:t xml:space="preserve"> = </w:t>
      </w:r>
      <w:r w:rsidR="002A4F08">
        <w:t>1.1</w:t>
      </w:r>
      <w:r>
        <w:t xml:space="preserve">25%; </w:t>
      </w:r>
      <w:r>
        <w:rPr>
          <w:rFonts w:ascii="Times New Roman" w:hAnsi="Times New Roman"/>
          <w:i/>
        </w:rPr>
        <w:t>n</w:t>
      </w:r>
      <w:r>
        <w:t xml:space="preserve"> = 2(7) = 14; </w:t>
      </w:r>
      <w:r>
        <w:rPr>
          <w:rFonts w:ascii="Times New Roman" w:hAnsi="Times New Roman"/>
          <w:i/>
        </w:rPr>
        <w:t>PV</w:t>
      </w:r>
      <w:r>
        <w:t xml:space="preserve"> = $30,000</w:t>
      </w:r>
    </w:p>
    <w:p w:rsidR="00EC0762" w:rsidRDefault="00EC0762" w:rsidP="00EC0762">
      <w:pPr>
        <w:pStyle w:val="ISM"/>
        <w:spacing w:after="240"/>
      </w:pPr>
      <w:r>
        <w:tab/>
      </w:r>
      <w:r>
        <w:tab/>
        <w:t>Maturity value =</w:t>
      </w:r>
      <w:r w:rsidRPr="002A5267">
        <w:rPr>
          <w:position w:val="-10"/>
        </w:rPr>
        <w:object w:dxaOrig="1540" w:dyaOrig="380">
          <v:shape id="_x0000_i1214" type="#_x0000_t75" style="width:76.75pt;height:19pt" o:ole="" fillcolor="window">
            <v:imagedata r:id="rId358" o:title=""/>
          </v:shape>
          <o:OLEObject Type="Embed" ProgID="Equation.3" ShapeID="_x0000_i1214" DrawAspect="Content" ObjectID="_1654971239" r:id="rId359"/>
        </w:object>
      </w:r>
      <w:r>
        <w:t xml:space="preserve"> = $30,000</w:t>
      </w:r>
      <w:r w:rsidR="002A4F08" w:rsidRPr="002A5267">
        <w:rPr>
          <w:position w:val="-10"/>
        </w:rPr>
        <w:object w:dxaOrig="1120" w:dyaOrig="380">
          <v:shape id="_x0000_i1215" type="#_x0000_t75" style="width:55.7pt;height:19pt" o:ole="" fillcolor="window">
            <v:imagedata r:id="rId360" o:title=""/>
          </v:shape>
          <o:OLEObject Type="Embed" ProgID="Equation.3" ShapeID="_x0000_i1215" DrawAspect="Content" ObjectID="_1654971240" r:id="rId361"/>
        </w:object>
      </w:r>
      <w:r>
        <w:t xml:space="preserve">= </w:t>
      </w:r>
      <w:r>
        <w:rPr>
          <w:u w:val="double"/>
        </w:rPr>
        <w:t>$</w:t>
      </w:r>
      <w:r w:rsidR="002A4F08">
        <w:rPr>
          <w:u w:val="double"/>
        </w:rPr>
        <w:t>35,086.56</w:t>
      </w:r>
    </w:p>
    <w:p w:rsidR="00EC0762" w:rsidRDefault="007523EF" w:rsidP="003B0F74">
      <w:pPr>
        <w:pStyle w:val="ISM"/>
        <w:tabs>
          <w:tab w:val="left" w:pos="567"/>
        </w:tabs>
        <w:ind w:left="540" w:hanging="540"/>
      </w:pPr>
      <w:r>
        <w:rPr>
          <w:noProof/>
          <w:lang w:val="en-US"/>
        </w:rPr>
        <w:pict>
          <v:shape id="AutoShape 216" o:spid="_x0000_s1127" type="#_x0000_t61" style="position:absolute;left:0;text-align:left;margin-left:322.35pt;margin-top:3.85pt;width:131.2pt;height:137.9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" adj="-19213,7871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4.8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36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1000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1154.55</w:t>
                  </w:r>
                </w:p>
              </w:txbxContent>
            </v:textbox>
            <w10:wrap type="square"/>
          </v:shape>
        </w:pict>
      </w:r>
      <w:r w:rsidR="00EC0762">
        <w:tab/>
        <w:t>5.</w:t>
      </w:r>
      <w:r w:rsidR="00EC0762">
        <w:tab/>
        <w:t>Suppose that $1000 is invested for 3 years at each rate.</w:t>
      </w:r>
    </w:p>
    <w:p w:rsidR="00EC0762" w:rsidRDefault="00EC0762" w:rsidP="003B0F74">
      <w:pPr>
        <w:pStyle w:val="ISM"/>
        <w:ind w:left="540"/>
      </w:pPr>
      <w:r>
        <w:t xml:space="preserve">The maturity value at </w:t>
      </w:r>
      <w:r w:rsidRPr="00986D96">
        <w:t>4.8% compounded monthly</w:t>
      </w:r>
      <w:r>
        <w:t xml:space="preserve"> is</w:t>
      </w:r>
    </w:p>
    <w:p w:rsidR="00EC0762" w:rsidRDefault="007523EF" w:rsidP="00EC0762">
      <w:pPr>
        <w:pStyle w:val="ISM"/>
      </w:pPr>
      <w:r>
        <w:rPr>
          <w:noProof/>
          <w:lang w:val="en-US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AutoShape 217" o:spid="_x0000_s1512" type="#_x0000_t88" style="position:absolute;margin-left:185.85pt;margin-top:3.75pt;width:13.3pt;height:53.2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"/>
        </w:pict>
      </w:r>
      <w:r w:rsidR="00EC0762">
        <w:tab/>
      </w:r>
      <w:r w:rsidR="00EC0762">
        <w:tab/>
      </w:r>
      <w:r w:rsidR="00EC0762">
        <w:tab/>
      </w:r>
      <w:r w:rsidR="00EC0762">
        <w:tab/>
      </w:r>
      <w:r w:rsidR="00EC0762" w:rsidRPr="002A5267">
        <w:rPr>
          <w:position w:val="-12"/>
        </w:rPr>
        <w:object w:dxaOrig="1560" w:dyaOrig="420">
          <v:shape id="_x0000_i1216" type="#_x0000_t75" style="width:78.1pt;height:21.05pt" o:ole="" fillcolor="window">
            <v:imagedata r:id="rId362" o:title=""/>
          </v:shape>
          <o:OLEObject Type="Embed" ProgID="Equation.2" ShapeID="_x0000_i1216" DrawAspect="Content" ObjectID="_1654971241" r:id="rId363"/>
        </w:object>
      </w:r>
    </w:p>
    <w:p w:rsidR="00EC0762" w:rsidRDefault="00EC0762" w:rsidP="00EC0762">
      <w:pPr>
        <w:pStyle w:val="ISM"/>
        <w:ind w:left="1800"/>
      </w:pPr>
      <w:r>
        <w:t xml:space="preserve"> = $1000</w:t>
      </w:r>
      <w:r w:rsidRPr="002A5267">
        <w:rPr>
          <w:position w:val="-10"/>
        </w:rPr>
        <w:object w:dxaOrig="920" w:dyaOrig="380">
          <v:shape id="_x0000_i1217" type="#_x0000_t75" style="width:45.5pt;height:19pt" o:ole="" fillcolor="window">
            <v:imagedata r:id="rId364" o:title=""/>
          </v:shape>
          <o:OLEObject Type="Embed" ProgID="Equation.3" ShapeID="_x0000_i1217" DrawAspect="Content" ObjectID="_1654971242" r:id="rId365"/>
        </w:object>
      </w:r>
    </w:p>
    <w:p w:rsidR="00EC0762" w:rsidRDefault="00EC0762" w:rsidP="00EC0762">
      <w:pPr>
        <w:pStyle w:val="ISM"/>
        <w:ind w:left="1800"/>
      </w:pPr>
      <w:r>
        <w:t xml:space="preserve"> = $1154.55</w:t>
      </w:r>
    </w:p>
    <w:p w:rsidR="00EC0762" w:rsidRDefault="00EC0762" w:rsidP="00EC0762"/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6B1E14" w:rsidRDefault="006B1E14">
      <w:r>
        <w:br w:type="page"/>
      </w:r>
    </w:p>
    <w:p w:rsidR="00EC0762" w:rsidRDefault="007523EF" w:rsidP="00271442">
      <w:pPr>
        <w:pStyle w:val="ISM"/>
      </w:pPr>
      <w:r>
        <w:rPr>
          <w:noProof/>
          <w:lang w:val="en-US"/>
        </w:rPr>
        <w:lastRenderedPageBreak/>
        <w:pict>
          <v:shape id="AutoShape 218" o:spid="_x0000_s1128" type="#_x0000_t61" style="position:absolute;margin-left:320.25pt;margin-top:11.75pt;width:131.2pt;height:117.6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" adj="-18620,10221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260" w:lineRule="exact"/>
                    <w:ind w:left="-86" w:right="42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>
                    <w:rPr>
                      <w:i/>
                      <w:iCs/>
                    </w:rPr>
                    <w:t>PV, PMT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4.9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6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1156.30</w:t>
                  </w:r>
                </w:p>
              </w:txbxContent>
            </v:textbox>
            <w10:wrap type="square"/>
          </v:shape>
        </w:pict>
      </w:r>
      <w:r w:rsidR="00EC0762">
        <w:t>The maturity value at 4.9% compounded</w:t>
      </w:r>
      <w:r w:rsidR="00CC62EC">
        <w:t xml:space="preserve"> </w:t>
      </w:r>
      <w:proofErr w:type="spellStart"/>
      <w:r w:rsidR="00EC0762">
        <w:t>semiannually</w:t>
      </w:r>
      <w:proofErr w:type="spellEnd"/>
      <w:r w:rsidR="00EC0762">
        <w:t xml:space="preserve"> is</w:t>
      </w:r>
    </w:p>
    <w:p w:rsidR="00EC0762" w:rsidRDefault="007523EF" w:rsidP="00EC0762">
      <w:pPr>
        <w:pStyle w:val="ISM"/>
      </w:pPr>
      <w:r>
        <w:rPr>
          <w:noProof/>
          <w:lang w:val="en-US"/>
        </w:rPr>
        <w:pict>
          <v:shape id="AutoShape 219" o:spid="_x0000_s1509" type="#_x0000_t88" style="position:absolute;margin-left:192.85pt;margin-top:4pt;width:12.6pt;height:49.7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"/>
        </w:pict>
      </w:r>
      <w:r w:rsidR="00EC0762">
        <w:tab/>
      </w:r>
      <w:r w:rsidR="00EC0762">
        <w:tab/>
      </w:r>
      <w:r w:rsidR="00EC0762">
        <w:tab/>
      </w:r>
      <w:r w:rsidR="00EC0762">
        <w:tab/>
      </w:r>
      <w:r w:rsidR="00EC0762" w:rsidRPr="002A5267">
        <w:rPr>
          <w:position w:val="-12"/>
        </w:rPr>
        <w:object w:dxaOrig="1560" w:dyaOrig="420">
          <v:shape id="_x0000_i1218" type="#_x0000_t75" style="width:78.1pt;height:21.05pt" o:ole="" fillcolor="window">
            <v:imagedata r:id="rId362" o:title=""/>
          </v:shape>
          <o:OLEObject Type="Embed" ProgID="Equation.2" ShapeID="_x0000_i1218" DrawAspect="Content" ObjectID="_1654971243" r:id="rId366"/>
        </w:object>
      </w:r>
    </w:p>
    <w:p w:rsidR="00EC0762" w:rsidRDefault="00EC0762" w:rsidP="00EC0762">
      <w:pPr>
        <w:pStyle w:val="ISM"/>
        <w:ind w:left="1800"/>
      </w:pPr>
      <w:r>
        <w:t xml:space="preserve"> = $1000</w:t>
      </w:r>
      <w:r w:rsidRPr="002A5267">
        <w:rPr>
          <w:position w:val="-10"/>
        </w:rPr>
        <w:object w:dxaOrig="960" w:dyaOrig="380">
          <v:shape id="_x0000_i1219" type="#_x0000_t75" style="width:48.25pt;height:19pt" o:ole="" fillcolor="window">
            <v:imagedata r:id="rId367" o:title=""/>
          </v:shape>
          <o:OLEObject Type="Embed" ProgID="Equation.3" ShapeID="_x0000_i1219" DrawAspect="Content" ObjectID="_1654971244" r:id="rId368"/>
        </w:object>
      </w:r>
    </w:p>
    <w:p w:rsidR="00EC0762" w:rsidRDefault="00EC0762" w:rsidP="00EC0762">
      <w:pPr>
        <w:pStyle w:val="ISM"/>
        <w:ind w:left="1800"/>
      </w:pPr>
      <w:r>
        <w:t xml:space="preserve"> = $1156.30</w:t>
      </w:r>
    </w:p>
    <w:p w:rsidR="00EC0762" w:rsidRDefault="00EC0762" w:rsidP="003B0F74">
      <w:pPr>
        <w:pStyle w:val="ISM"/>
        <w:ind w:left="540"/>
      </w:pPr>
      <w:r>
        <w:t xml:space="preserve">An investor should choose </w:t>
      </w:r>
      <w:r>
        <w:rPr>
          <w:u w:val="double"/>
        </w:rPr>
        <w:t xml:space="preserve">4.9% </w:t>
      </w:r>
      <w:proofErr w:type="gramStart"/>
      <w:r>
        <w:rPr>
          <w:u w:val="double"/>
        </w:rPr>
        <w:t xml:space="preserve">compounded </w:t>
      </w:r>
      <w:r w:rsidR="00CC62EC">
        <w:t xml:space="preserve"> </w:t>
      </w:r>
      <w:proofErr w:type="spellStart"/>
      <w:r>
        <w:rPr>
          <w:u w:val="double"/>
        </w:rPr>
        <w:t>semiannually</w:t>
      </w:r>
      <w:proofErr w:type="spellEnd"/>
      <w:proofErr w:type="gramEnd"/>
      <w:r>
        <w:t xml:space="preserve"> since it will produce the larger maturity value.</w:t>
      </w:r>
    </w:p>
    <w:p w:rsidR="00EC0762" w:rsidRDefault="00EC0762" w:rsidP="00EC0762">
      <w:pPr>
        <w:pStyle w:val="ISM"/>
      </w:pPr>
    </w:p>
    <w:p w:rsidR="002A4F08" w:rsidRDefault="00EC0762" w:rsidP="00EC0762">
      <w:pPr>
        <w:pStyle w:val="ISM"/>
      </w:pPr>
      <w:r>
        <w:tab/>
        <w:t>7.</w:t>
      </w:r>
      <w:r>
        <w:tab/>
      </w:r>
      <w:r w:rsidR="002A4F08">
        <w:t xml:space="preserve">The future value will not differ since </w:t>
      </w:r>
    </w:p>
    <w:p w:rsidR="002A4F08" w:rsidRDefault="002A4F08" w:rsidP="00EC0762">
      <w:pPr>
        <w:pStyle w:val="ISM"/>
      </w:pPr>
      <w:r>
        <w:tab/>
      </w:r>
      <w:r>
        <w:tab/>
        <w:t>FV = $1000(1 +0.02</w:t>
      </w:r>
      <w:proofErr w:type="gramStart"/>
      <w:r>
        <w:t>)(</w:t>
      </w:r>
      <w:proofErr w:type="gramEnd"/>
      <w:r>
        <w:t>1+0.03)(1+0.04) = $1000(1+0.04)(1+0.03)(1+0.02) = $1092.62</w:t>
      </w:r>
    </w:p>
    <w:p w:rsidR="002A4F08" w:rsidRDefault="002A4F08" w:rsidP="00EC0762">
      <w:pPr>
        <w:pStyle w:val="ISM"/>
      </w:pPr>
      <w:r>
        <w:tab/>
      </w:r>
      <w:r>
        <w:tab/>
        <w:t xml:space="preserve">Difference = </w:t>
      </w:r>
      <w:r w:rsidRPr="002A4F08">
        <w:t>$0.00</w:t>
      </w:r>
    </w:p>
    <w:p w:rsidR="002A4F08" w:rsidRDefault="002A4F08" w:rsidP="00EC0762">
      <w:pPr>
        <w:pStyle w:val="ISM"/>
      </w:pPr>
    </w:p>
    <w:p w:rsidR="0042545A" w:rsidRDefault="00EC0762" w:rsidP="00EC0762">
      <w:pPr>
        <w:pStyle w:val="ISM"/>
      </w:pPr>
      <w:r>
        <w:tab/>
        <w:t>9.</w:t>
      </w:r>
      <w:r>
        <w:tab/>
      </w:r>
      <w:r w:rsidR="00A34546">
        <w:t>Value</w:t>
      </w:r>
      <w:r w:rsidR="0042545A">
        <w:t xml:space="preserve"> of the $1000 investment in the 2%, 3% 4% GIC is </w:t>
      </w:r>
    </w:p>
    <w:p w:rsidR="0042545A" w:rsidRDefault="00A34546" w:rsidP="00EC0762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= </w:t>
      </w:r>
      <w:proofErr w:type="gramStart"/>
      <w:r>
        <w:rPr>
          <w:rFonts w:ascii="Times New Roman" w:hAnsi="Times New Roman"/>
          <w:i/>
        </w:rPr>
        <w:t>PV</w:t>
      </w:r>
      <w:r>
        <w:t>(</w:t>
      </w:r>
      <w:proofErr w:type="gramEnd"/>
      <w:r>
        <w:t>1+</w:t>
      </w:r>
      <w:r w:rsidRPr="002A5267">
        <w:rPr>
          <w:position w:val="-10"/>
        </w:rPr>
        <w:object w:dxaOrig="200" w:dyaOrig="320">
          <v:shape id="_x0000_i1220" type="#_x0000_t75" style="width:10.2pt;height:15.6pt" o:ole="" fillcolor="window">
            <v:imagedata r:id="rId369" o:title=""/>
          </v:shape>
          <o:OLEObject Type="Embed" ProgID="Equation.3" ShapeID="_x0000_i1220" DrawAspect="Content" ObjectID="_1654971245" r:id="rId370"/>
        </w:object>
      </w:r>
      <w:r>
        <w:t>) = $1000(1.02) = $1020</w:t>
      </w:r>
    </w:p>
    <w:p w:rsidR="00A34546" w:rsidRDefault="00A34546" w:rsidP="00EC0762">
      <w:pPr>
        <w:pStyle w:val="ISM"/>
      </w:pPr>
      <w:r>
        <w:tab/>
      </w:r>
      <w:r>
        <w:tab/>
        <w:t xml:space="preserve">Interest earned in Year 2 = 0.03 x $1020 = </w:t>
      </w:r>
      <w:r w:rsidRPr="00B93CDE">
        <w:rPr>
          <w:u w:val="double"/>
        </w:rPr>
        <w:t>$30.60</w:t>
      </w:r>
    </w:p>
    <w:p w:rsidR="00A34546" w:rsidRDefault="00A34546" w:rsidP="00EC0762">
      <w:pPr>
        <w:pStyle w:val="ISM"/>
      </w:pPr>
      <w:r>
        <w:tab/>
      </w:r>
      <w:r>
        <w:tab/>
        <w:t>Value of the $1000 investment in the 4%, 3%, 2% GIC is</w:t>
      </w:r>
    </w:p>
    <w:p w:rsidR="00A34546" w:rsidRDefault="00A34546" w:rsidP="00EC0762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= </w:t>
      </w:r>
      <w:proofErr w:type="gramStart"/>
      <w:r>
        <w:rPr>
          <w:rFonts w:ascii="Times New Roman" w:hAnsi="Times New Roman"/>
          <w:i/>
        </w:rPr>
        <w:t>PV</w:t>
      </w:r>
      <w:r>
        <w:t>(</w:t>
      </w:r>
      <w:proofErr w:type="gramEnd"/>
      <w:r>
        <w:t>1+</w:t>
      </w:r>
      <w:r w:rsidRPr="002A5267">
        <w:rPr>
          <w:position w:val="-10"/>
        </w:rPr>
        <w:object w:dxaOrig="200" w:dyaOrig="320">
          <v:shape id="_x0000_i1221" type="#_x0000_t75" style="width:10.2pt;height:15.6pt" o:ole="" fillcolor="window">
            <v:imagedata r:id="rId369" o:title=""/>
          </v:shape>
          <o:OLEObject Type="Embed" ProgID="Equation.3" ShapeID="_x0000_i1221" DrawAspect="Content" ObjectID="_1654971246" r:id="rId371"/>
        </w:object>
      </w:r>
      <w:r w:rsidR="005954C3">
        <w:t>) = $1000(1.04) = $104</w:t>
      </w:r>
      <w:r>
        <w:t>0</w:t>
      </w:r>
    </w:p>
    <w:p w:rsidR="00A34546" w:rsidRDefault="00A34546" w:rsidP="00EC0762">
      <w:pPr>
        <w:pStyle w:val="ISM"/>
      </w:pPr>
      <w:r>
        <w:tab/>
      </w:r>
      <w:r>
        <w:tab/>
        <w:t>Interes</w:t>
      </w:r>
      <w:r w:rsidR="005954C3">
        <w:t>t earned in Year 2 = 0.03 x $104</w:t>
      </w:r>
      <w:r>
        <w:t xml:space="preserve">0 = </w:t>
      </w:r>
      <w:r w:rsidRPr="00B93CDE">
        <w:rPr>
          <w:u w:val="double"/>
        </w:rPr>
        <w:t>$31.20</w:t>
      </w:r>
    </w:p>
    <w:p w:rsidR="00A34546" w:rsidRDefault="00A34546" w:rsidP="00EC0762">
      <w:pPr>
        <w:pStyle w:val="ISM"/>
      </w:pPr>
    </w:p>
    <w:p w:rsidR="00EC0762" w:rsidRDefault="00EC0762" w:rsidP="00EC0762">
      <w:pPr>
        <w:pStyle w:val="ISM"/>
      </w:pPr>
      <w:r>
        <w:tab/>
        <w:t>1</w:t>
      </w:r>
      <w:r w:rsidR="004E7D2E">
        <w:t>1</w:t>
      </w:r>
      <w:r>
        <w:t>.</w:t>
      </w:r>
      <w:r>
        <w:tab/>
        <w:t xml:space="preserve">Given: </w:t>
      </w:r>
      <w:r w:rsidRPr="00183666">
        <w:rPr>
          <w:rFonts w:ascii="Times New Roman" w:hAnsi="Times New Roman"/>
          <w:i/>
        </w:rPr>
        <w:t>PV</w:t>
      </w:r>
      <w:r>
        <w:t xml:space="preserve"> = $2000; </w:t>
      </w:r>
      <w:r w:rsidRPr="00183666">
        <w:rPr>
          <w:rFonts w:ascii="Times New Roman" w:hAnsi="Times New Roman"/>
          <w:i/>
        </w:rPr>
        <w:t>j</w:t>
      </w:r>
      <w:r>
        <w:t xml:space="preserve"> = </w:t>
      </w:r>
      <w:r w:rsidR="008B37FD">
        <w:t>2</w:t>
      </w:r>
      <w:r>
        <w:t xml:space="preserve">.1%; </w:t>
      </w:r>
      <w:r w:rsidRPr="00183666">
        <w:rPr>
          <w:rFonts w:ascii="Times New Roman" w:hAnsi="Times New Roman"/>
          <w:i/>
        </w:rPr>
        <w:t>m</w:t>
      </w:r>
      <w:r>
        <w:t xml:space="preserve"> = 1; term = 5 years</w:t>
      </w:r>
    </w:p>
    <w:p w:rsidR="00EC0762" w:rsidRDefault="00EC0762" w:rsidP="00EC0762">
      <w:pPr>
        <w:pStyle w:val="ISM"/>
      </w:pPr>
      <w:r>
        <w:tab/>
      </w:r>
      <w:r>
        <w:tab/>
        <w:t xml:space="preserve">Then </w:t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="007F41D7" w:rsidRPr="00185370">
        <w:rPr>
          <w:position w:val="-12"/>
        </w:rPr>
        <w:object w:dxaOrig="400" w:dyaOrig="340">
          <v:shape id="_x0000_i1222" type="#_x0000_t75" style="width:20.4pt;height:17.65pt" o:ole="" fillcolor="window">
            <v:imagedata r:id="rId372" o:title=""/>
          </v:shape>
          <o:OLEObject Type="Embed" ProgID="Equation.3" ShapeID="_x0000_i1222" DrawAspect="Content" ObjectID="_1654971247" r:id="rId373"/>
        </w:object>
      </w:r>
      <w:r>
        <w:t xml:space="preserve"> = </w:t>
      </w:r>
      <w:r w:rsidR="008B37FD">
        <w:t>2</w:t>
      </w:r>
      <w:r>
        <w:t xml:space="preserve">.1% and </w:t>
      </w:r>
      <w:r>
        <w:rPr>
          <w:rFonts w:ascii="Times New Roman" w:hAnsi="Times New Roman"/>
          <w:i/>
        </w:rPr>
        <w:t>n</w:t>
      </w:r>
      <w:r>
        <w:t xml:space="preserve"> = 1(5) = 5</w:t>
      </w:r>
    </w:p>
    <w:p w:rsidR="00EC0762" w:rsidRDefault="00EC0762" w:rsidP="00EC0762">
      <w:pPr>
        <w:pStyle w:val="ISM"/>
        <w:spacing w:after="180"/>
      </w:pPr>
      <w:r>
        <w:tab/>
      </w:r>
      <w:r>
        <w:tab/>
      </w:r>
      <w:proofErr w:type="gramStart"/>
      <w:r>
        <w:t>and</w:t>
      </w:r>
      <w:proofErr w:type="gramEnd"/>
      <w:r>
        <w:tab/>
      </w:r>
      <w:r w:rsidRPr="002A5267">
        <w:rPr>
          <w:position w:val="-10"/>
        </w:rPr>
        <w:object w:dxaOrig="1499" w:dyaOrig="380">
          <v:shape id="_x0000_i1223" type="#_x0000_t75" style="width:75.4pt;height:19pt" o:ole="" fillcolor="window">
            <v:imagedata r:id="rId126" o:title=""/>
          </v:shape>
          <o:OLEObject Type="Embed" ProgID="Equation.3" ShapeID="_x0000_i1223" DrawAspect="Content" ObjectID="_1654971248" r:id="rId374"/>
        </w:object>
      </w:r>
      <w:r>
        <w:t xml:space="preserve"> </w:t>
      </w:r>
      <w:r>
        <w:rPr>
          <w:rFonts w:ascii="Times New Roman" w:hAnsi="Times New Roman"/>
          <w:i/>
        </w:rPr>
        <w:t>=</w:t>
      </w:r>
      <w:r>
        <w:t xml:space="preserve"> $2000</w:t>
      </w:r>
      <w:r w:rsidR="008B37FD" w:rsidRPr="00183666">
        <w:rPr>
          <w:position w:val="-10"/>
        </w:rPr>
        <w:object w:dxaOrig="820" w:dyaOrig="380">
          <v:shape id="_x0000_i1224" type="#_x0000_t75" style="width:41.45pt;height:19pt" o:ole="" fillcolor="window">
            <v:imagedata r:id="rId375" o:title=""/>
          </v:shape>
          <o:OLEObject Type="Embed" ProgID="Equation.3" ShapeID="_x0000_i1224" DrawAspect="Content" ObjectID="_1654971249" r:id="rId376"/>
        </w:object>
      </w:r>
      <w:r>
        <w:t xml:space="preserve"> = </w:t>
      </w:r>
      <w:r w:rsidRPr="00185370">
        <w:rPr>
          <w:u w:val="double"/>
        </w:rPr>
        <w:t>$2</w:t>
      </w:r>
      <w:r w:rsidR="008B37FD">
        <w:rPr>
          <w:u w:val="double"/>
        </w:rPr>
        <w:t>219.01</w:t>
      </w:r>
    </w:p>
    <w:p w:rsidR="00256545" w:rsidRDefault="00256545" w:rsidP="00EC0762">
      <w:pPr>
        <w:pStyle w:val="ISM"/>
      </w:pPr>
    </w:p>
    <w:p w:rsidR="00EC0762" w:rsidRDefault="00EC0762" w:rsidP="00EC0762">
      <w:pPr>
        <w:pStyle w:val="ISM"/>
      </w:pPr>
      <w:r>
        <w:tab/>
        <w:t>1</w:t>
      </w:r>
      <w:r w:rsidR="004E7D2E">
        <w:t>3</w:t>
      </w:r>
      <w:r>
        <w:t>.</w:t>
      </w:r>
      <w:r>
        <w:tab/>
        <w:t xml:space="preserve">Given: </w:t>
      </w:r>
      <w:r w:rsidRPr="00183666">
        <w:rPr>
          <w:rFonts w:ascii="Times New Roman" w:hAnsi="Times New Roman"/>
          <w:i/>
        </w:rPr>
        <w:t>PV</w:t>
      </w:r>
      <w:r>
        <w:t xml:space="preserve"> = $8000; term = 5 years</w:t>
      </w:r>
    </w:p>
    <w:p w:rsidR="00EC0762" w:rsidRDefault="00EC0762" w:rsidP="00EC0762">
      <w:pPr>
        <w:pStyle w:val="ISM"/>
        <w:tabs>
          <w:tab w:val="left" w:pos="1260"/>
        </w:tabs>
      </w:pPr>
      <w:r>
        <w:tab/>
      </w:r>
      <w:r>
        <w:tab/>
      </w:r>
      <w:r>
        <w:tab/>
      </w:r>
      <w:r w:rsidRPr="00141296">
        <w:rPr>
          <w:rFonts w:ascii="Times New Roman" w:hAnsi="Times New Roman"/>
          <w:i/>
        </w:rPr>
        <w:t>i</w:t>
      </w:r>
      <w:r w:rsidRPr="00141296">
        <w:rPr>
          <w:vertAlign w:val="subscript"/>
        </w:rPr>
        <w:t>1</w:t>
      </w:r>
      <w:r>
        <w:t xml:space="preserve"> = </w:t>
      </w:r>
      <w:r w:rsidR="00CC3A58">
        <w:t>2</w:t>
      </w:r>
      <w:r>
        <w:t xml:space="preserve">%; </w:t>
      </w:r>
      <w:r w:rsidRPr="00141296">
        <w:rPr>
          <w:rFonts w:ascii="Times New Roman" w:hAnsi="Times New Roman"/>
          <w:i/>
        </w:rPr>
        <w:t>i</w:t>
      </w:r>
      <w:r>
        <w:rPr>
          <w:vertAlign w:val="subscript"/>
        </w:rPr>
        <w:t>2</w:t>
      </w:r>
      <w:r>
        <w:t xml:space="preserve"> = </w:t>
      </w:r>
      <w:r w:rsidR="00CC3A58">
        <w:t>2</w:t>
      </w:r>
      <w:r>
        <w:t xml:space="preserve">.5%; </w:t>
      </w:r>
      <w:r w:rsidRPr="00141296">
        <w:rPr>
          <w:rFonts w:ascii="Times New Roman" w:hAnsi="Times New Roman"/>
          <w:i/>
        </w:rPr>
        <w:t>i</w:t>
      </w:r>
      <w:r>
        <w:rPr>
          <w:vertAlign w:val="subscript"/>
        </w:rPr>
        <w:t>3</w:t>
      </w:r>
      <w:r>
        <w:t xml:space="preserve"> = </w:t>
      </w:r>
      <w:r w:rsidR="00CC3A58">
        <w:t>3</w:t>
      </w:r>
      <w:r>
        <w:t xml:space="preserve">%; </w:t>
      </w:r>
      <w:r w:rsidRPr="00141296">
        <w:rPr>
          <w:rFonts w:ascii="Times New Roman" w:hAnsi="Times New Roman"/>
          <w:i/>
        </w:rPr>
        <w:t>i</w:t>
      </w:r>
      <w:r>
        <w:rPr>
          <w:vertAlign w:val="subscript"/>
        </w:rPr>
        <w:t>4</w:t>
      </w:r>
      <w:r>
        <w:t xml:space="preserve"> = </w:t>
      </w:r>
      <w:r w:rsidR="00CC3A58">
        <w:t>3</w:t>
      </w:r>
      <w:r>
        <w:t xml:space="preserve">.5%; </w:t>
      </w:r>
      <w:r w:rsidRPr="00141296">
        <w:rPr>
          <w:rFonts w:ascii="Times New Roman" w:hAnsi="Times New Roman"/>
          <w:i/>
        </w:rPr>
        <w:t>i</w:t>
      </w:r>
      <w:r>
        <w:rPr>
          <w:vertAlign w:val="subscript"/>
        </w:rPr>
        <w:t>5</w:t>
      </w:r>
      <w:r>
        <w:t xml:space="preserve"> = </w:t>
      </w:r>
      <w:r w:rsidR="00CC3A58">
        <w:t>5</w:t>
      </w:r>
      <w:r>
        <w:t>%;</w:t>
      </w:r>
    </w:p>
    <w:p w:rsidR="00EC0762" w:rsidRDefault="00EC0762" w:rsidP="00EC0762">
      <w:pPr>
        <w:pStyle w:val="ISM"/>
      </w:pPr>
      <w:r>
        <w:tab/>
      </w:r>
      <w:r>
        <w:tab/>
      </w:r>
      <w:r>
        <w:rPr>
          <w:spacing w:val="-2"/>
        </w:rPr>
        <w:t>M</w:t>
      </w:r>
      <w:r w:rsidRPr="00141296">
        <w:rPr>
          <w:spacing w:val="-2"/>
        </w:rPr>
        <w:t xml:space="preserve">aturity value </w:t>
      </w:r>
      <w:r>
        <w:t xml:space="preserve">= </w:t>
      </w:r>
      <w:r>
        <w:rPr>
          <w:rFonts w:ascii="Times New Roman" w:hAnsi="Times New Roman"/>
          <w:i/>
        </w:rPr>
        <w:t xml:space="preserve">PV </w:t>
      </w:r>
      <w:r w:rsidRPr="002A5267">
        <w:rPr>
          <w:position w:val="-10"/>
        </w:rPr>
        <w:object w:dxaOrig="1500" w:dyaOrig="320">
          <v:shape id="_x0000_i1225" type="#_x0000_t75" style="width:75.4pt;height:15.6pt" o:ole="" fillcolor="window">
            <v:imagedata r:id="rId377" o:title=""/>
          </v:shape>
          <o:OLEObject Type="Embed" ProgID="Equation.3" ShapeID="_x0000_i1225" DrawAspect="Content" ObjectID="_1654971250" r:id="rId378"/>
        </w:object>
      </w:r>
    </w:p>
    <w:p w:rsidR="00EC0762" w:rsidRDefault="00EC0762" w:rsidP="00EC0762">
      <w:pPr>
        <w:pStyle w:val="ISM"/>
        <w:tabs>
          <w:tab w:val="left" w:pos="1890"/>
        </w:tabs>
      </w:pPr>
      <w:r>
        <w:tab/>
      </w:r>
      <w:r>
        <w:tab/>
      </w:r>
      <w:r>
        <w:tab/>
      </w:r>
      <w:r w:rsidRPr="00141296">
        <w:rPr>
          <w:sz w:val="16"/>
          <w:szCs w:val="16"/>
        </w:rPr>
        <w:t xml:space="preserve"> </w:t>
      </w:r>
      <w:r>
        <w:t>= $8000(1.0</w:t>
      </w:r>
      <w:r w:rsidR="00CC3A58">
        <w:t>2</w:t>
      </w:r>
      <w:proofErr w:type="gramStart"/>
      <w:r>
        <w:t>)(</w:t>
      </w:r>
      <w:proofErr w:type="gramEnd"/>
      <w:r>
        <w:t>1.0</w:t>
      </w:r>
      <w:r w:rsidR="00CC3A58">
        <w:t>2</w:t>
      </w:r>
      <w:r>
        <w:t>5)(1.0</w:t>
      </w:r>
      <w:r w:rsidR="00CC3A58">
        <w:t>3</w:t>
      </w:r>
      <w:r>
        <w:t>)(1.0</w:t>
      </w:r>
      <w:r w:rsidR="00CC3A58">
        <w:t>3</w:t>
      </w:r>
      <w:r>
        <w:t>5)(1.0</w:t>
      </w:r>
      <w:r w:rsidR="00CC3A58">
        <w:t>5</w:t>
      </w:r>
      <w:r>
        <w:t>)</w:t>
      </w:r>
    </w:p>
    <w:p w:rsidR="00EC0762" w:rsidRDefault="00EC0762" w:rsidP="00EC0762">
      <w:pPr>
        <w:pStyle w:val="ISM"/>
        <w:tabs>
          <w:tab w:val="left" w:pos="1890"/>
        </w:tabs>
        <w:spacing w:after="180"/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 w:rsidRPr="00141296">
        <w:rPr>
          <w:sz w:val="16"/>
          <w:szCs w:val="16"/>
        </w:rPr>
        <w:t xml:space="preserve"> </w:t>
      </w:r>
      <w:r>
        <w:t xml:space="preserve">= </w:t>
      </w:r>
      <w:r w:rsidRPr="00141296">
        <w:rPr>
          <w:u w:val="double"/>
        </w:rPr>
        <w:t>$</w:t>
      </w:r>
      <w:r w:rsidR="00CC3A58">
        <w:rPr>
          <w:u w:val="double"/>
        </w:rPr>
        <w:t>9362.26</w:t>
      </w:r>
    </w:p>
    <w:p w:rsidR="00EC0762" w:rsidRDefault="00EC0762" w:rsidP="00EC0762">
      <w:pPr>
        <w:pStyle w:val="ISM"/>
      </w:pPr>
      <w:r>
        <w:tab/>
        <w:t>1</w:t>
      </w:r>
      <w:r w:rsidR="004E7D2E">
        <w:t>5</w:t>
      </w:r>
      <w:r>
        <w:t>.</w:t>
      </w:r>
      <w:r>
        <w:tab/>
        <w:t xml:space="preserve">Maturity value of the compound-interest </w:t>
      </w:r>
      <w:proofErr w:type="spellStart"/>
      <w:r>
        <w:t>RateOptimizer</w:t>
      </w:r>
      <w:proofErr w:type="spellEnd"/>
      <w:r>
        <w:t xml:space="preserve"> GIC</w:t>
      </w:r>
    </w:p>
    <w:p w:rsidR="00EC0762" w:rsidRDefault="00EC0762" w:rsidP="00EC0762">
      <w:pPr>
        <w:pStyle w:val="ISM"/>
      </w:pPr>
      <w:r>
        <w:tab/>
      </w:r>
      <w:r>
        <w:tab/>
      </w:r>
      <w:r>
        <w:tab/>
      </w:r>
      <w:r>
        <w:tab/>
        <w:t xml:space="preserve">= </w:t>
      </w:r>
      <w:r>
        <w:rPr>
          <w:rFonts w:ascii="Times New Roman" w:hAnsi="Times New Roman"/>
          <w:i/>
        </w:rPr>
        <w:t>PV</w:t>
      </w:r>
      <w:r w:rsidRPr="00CC3149">
        <w:rPr>
          <w:rFonts w:ascii="Times New Roman" w:hAnsi="Times New Roman"/>
          <w:i/>
          <w:sz w:val="16"/>
          <w:szCs w:val="16"/>
        </w:rPr>
        <w:t xml:space="preserve"> </w:t>
      </w:r>
      <w:r w:rsidRPr="002A5267">
        <w:rPr>
          <w:position w:val="-10"/>
        </w:rPr>
        <w:object w:dxaOrig="1500" w:dyaOrig="320">
          <v:shape id="_x0000_i1226" type="#_x0000_t75" style="width:75.4pt;height:15.6pt" o:ole="" fillcolor="window">
            <v:imagedata r:id="rId377" o:title=""/>
          </v:shape>
          <o:OLEObject Type="Embed" ProgID="Equation.3" ShapeID="_x0000_i1226" DrawAspect="Content" ObjectID="_1654971251" r:id="rId379"/>
        </w:object>
      </w:r>
    </w:p>
    <w:p w:rsidR="00EC0762" w:rsidRDefault="00EC0762" w:rsidP="00EC0762">
      <w:pPr>
        <w:pStyle w:val="ISM"/>
      </w:pPr>
      <w:r>
        <w:tab/>
      </w:r>
      <w:r>
        <w:tab/>
      </w:r>
      <w:r>
        <w:tab/>
      </w:r>
      <w:r>
        <w:tab/>
        <w:t>= $5000(1.018</w:t>
      </w:r>
      <w:proofErr w:type="gramStart"/>
      <w:r>
        <w:t>)(</w:t>
      </w:r>
      <w:proofErr w:type="gramEnd"/>
      <w:r>
        <w:t>1.0225)(1.026)(1.03)(1.0325)</w:t>
      </w:r>
    </w:p>
    <w:p w:rsidR="00EC0762" w:rsidRDefault="00EC0762" w:rsidP="00EC0762">
      <w:pPr>
        <w:pStyle w:val="ISM"/>
      </w:pPr>
      <w:r>
        <w:tab/>
      </w:r>
      <w:r>
        <w:tab/>
      </w:r>
      <w:r>
        <w:tab/>
      </w:r>
      <w:r>
        <w:tab/>
        <w:t>= $5678.79</w:t>
      </w:r>
    </w:p>
    <w:p w:rsidR="00EC0762" w:rsidRDefault="00EC0762" w:rsidP="00EC0762">
      <w:pPr>
        <w:pStyle w:val="ISM"/>
      </w:pPr>
      <w:r>
        <w:tab/>
      </w:r>
      <w:r>
        <w:tab/>
        <w:t xml:space="preserve">Interest earned on </w:t>
      </w:r>
      <w:proofErr w:type="spellStart"/>
      <w:r>
        <w:t>RateOptimizer</w:t>
      </w:r>
      <w:proofErr w:type="spellEnd"/>
      <w:r>
        <w:t xml:space="preserve"> GIC = $5678.79 – $5000 = </w:t>
      </w:r>
      <w:r>
        <w:rPr>
          <w:u w:val="double"/>
        </w:rPr>
        <w:t>$678.79</w:t>
      </w:r>
    </w:p>
    <w:p w:rsidR="00EC0762" w:rsidRDefault="00EC0762" w:rsidP="00EC0762">
      <w:pPr>
        <w:pStyle w:val="ISM"/>
      </w:pPr>
      <w:r>
        <w:tab/>
      </w:r>
      <w:r>
        <w:tab/>
        <w:t>Maturity value of fixed-rate compound-interest GIC</w:t>
      </w:r>
    </w:p>
    <w:p w:rsidR="00EC0762" w:rsidRDefault="00EC0762" w:rsidP="00EC0762">
      <w:pPr>
        <w:pStyle w:val="ISM"/>
      </w:pPr>
      <w:r>
        <w:tab/>
      </w:r>
      <w:r>
        <w:tab/>
      </w:r>
      <w:r>
        <w:tab/>
      </w:r>
      <w:r>
        <w:tab/>
        <w:t xml:space="preserve">= </w:t>
      </w:r>
      <w:r>
        <w:rPr>
          <w:rFonts w:ascii="Times New Roman" w:hAnsi="Times New Roman"/>
          <w:i/>
        </w:rPr>
        <w:t>PV</w:t>
      </w:r>
      <w:r w:rsidRPr="002A5267">
        <w:rPr>
          <w:position w:val="-10"/>
        </w:rPr>
        <w:object w:dxaOrig="680" w:dyaOrig="380">
          <v:shape id="_x0000_i1227" type="#_x0000_t75" style="width:33.95pt;height:19pt" o:ole="" fillcolor="window">
            <v:imagedata r:id="rId380" o:title=""/>
          </v:shape>
          <o:OLEObject Type="Embed" ProgID="Equation.3" ShapeID="_x0000_i1227" DrawAspect="Content" ObjectID="_1654971252" r:id="rId381"/>
        </w:object>
      </w:r>
      <w:r>
        <w:t>= $5000</w:t>
      </w:r>
      <w:r w:rsidRPr="002A5267">
        <w:rPr>
          <w:position w:val="-10"/>
        </w:rPr>
        <w:object w:dxaOrig="960" w:dyaOrig="380">
          <v:shape id="_x0000_i1228" type="#_x0000_t75" style="width:48.25pt;height:19pt" o:ole="" fillcolor="window">
            <v:imagedata r:id="rId382" o:title=""/>
          </v:shape>
          <o:OLEObject Type="Embed" ProgID="Equation.3" ShapeID="_x0000_i1228" DrawAspect="Content" ObjectID="_1654971253" r:id="rId383"/>
        </w:object>
      </w:r>
      <w:r>
        <w:t>= $5726.37</w:t>
      </w:r>
    </w:p>
    <w:p w:rsidR="00EC0762" w:rsidRDefault="00EC0762" w:rsidP="00EC0762">
      <w:pPr>
        <w:pStyle w:val="ISM"/>
        <w:spacing w:after="240"/>
      </w:pPr>
      <w:r>
        <w:tab/>
      </w:r>
      <w:r>
        <w:tab/>
        <w:t xml:space="preserve">Interest earned on fixed-rate GIC = $5726.37 – $5000.00 = </w:t>
      </w:r>
      <w:r>
        <w:rPr>
          <w:u w:val="double"/>
        </w:rPr>
        <w:t>$726.3</w:t>
      </w:r>
      <w:r w:rsidR="00E13AFA">
        <w:rPr>
          <w:u w:val="double"/>
        </w:rPr>
        <w:t>7</w:t>
      </w:r>
    </w:p>
    <w:p w:rsidR="00EC0762" w:rsidRDefault="00EC0762" w:rsidP="00EC0762">
      <w:pPr>
        <w:pStyle w:val="ISM"/>
      </w:pPr>
      <w:r>
        <w:tab/>
      </w:r>
      <w:r w:rsidR="004E7D2E">
        <w:t>17</w:t>
      </w:r>
      <w:r>
        <w:t>.</w:t>
      </w:r>
      <w:r>
        <w:tab/>
        <w:t xml:space="preserve">Interest earned in Year 4 = </w:t>
      </w:r>
      <w:r w:rsidRPr="002A5267">
        <w:rPr>
          <w:position w:val="-10"/>
        </w:rPr>
        <w:object w:dxaOrig="240" w:dyaOrig="320">
          <v:shape id="_x0000_i1229" type="#_x0000_t75" style="width:12.25pt;height:15.6pt" o:ole="" fillcolor="window">
            <v:imagedata r:id="rId384" o:title=""/>
          </v:shape>
          <o:OLEObject Type="Embed" ProgID="Equation.3" ShapeID="_x0000_i1229" DrawAspect="Content" ObjectID="_1654971254" r:id="rId385"/>
        </w:object>
      </w:r>
      <w:r>
        <w:t>(Value at end of Year 3)</w:t>
      </w:r>
    </w:p>
    <w:p w:rsidR="00EC0762" w:rsidRDefault="00EC0762" w:rsidP="00EC0762">
      <w:pPr>
        <w:pStyle w:val="ISM"/>
        <w:ind w:firstLine="2970"/>
      </w:pPr>
      <w:r>
        <w:t>= (</w:t>
      </w:r>
      <w:r w:rsidRPr="002A5267">
        <w:rPr>
          <w:position w:val="-10"/>
        </w:rPr>
        <w:object w:dxaOrig="240" w:dyaOrig="320">
          <v:shape id="_x0000_i1230" type="#_x0000_t75" style="width:12.25pt;height:15.6pt" o:ole="" fillcolor="window">
            <v:imagedata r:id="rId386" o:title=""/>
          </v:shape>
          <o:OLEObject Type="Embed" ProgID="Equation.3" ShapeID="_x0000_i1230" DrawAspect="Content" ObjectID="_1654971255" r:id="rId387"/>
        </w:object>
      </w:r>
      <w:proofErr w:type="gramStart"/>
      <w:r>
        <w:t>)</w:t>
      </w:r>
      <w:r>
        <w:rPr>
          <w:rFonts w:ascii="Times New Roman" w:hAnsi="Times New Roman"/>
          <w:i/>
        </w:rPr>
        <w:t>PV</w:t>
      </w:r>
      <w:proofErr w:type="gramEnd"/>
      <w:r>
        <w:t>(1+</w:t>
      </w:r>
      <w:r w:rsidRPr="002A5267">
        <w:rPr>
          <w:position w:val="-10"/>
        </w:rPr>
        <w:object w:dxaOrig="200" w:dyaOrig="320">
          <v:shape id="_x0000_i1231" type="#_x0000_t75" style="width:10.2pt;height:15.6pt" o:ole="" fillcolor="window">
            <v:imagedata r:id="rId388" o:title=""/>
          </v:shape>
          <o:OLEObject Type="Embed" ProgID="Equation.3" ShapeID="_x0000_i1231" DrawAspect="Content" ObjectID="_1654971256" r:id="rId389"/>
        </w:object>
      </w:r>
      <w:r>
        <w:t>)(1+</w:t>
      </w:r>
      <w:r w:rsidRPr="002A5267">
        <w:rPr>
          <w:position w:val="-10"/>
        </w:rPr>
        <w:object w:dxaOrig="240" w:dyaOrig="320">
          <v:shape id="_x0000_i1232" type="#_x0000_t75" style="width:12.25pt;height:15.6pt" o:ole="" fillcolor="window">
            <v:imagedata r:id="rId390" o:title=""/>
          </v:shape>
          <o:OLEObject Type="Embed" ProgID="Equation.3" ShapeID="_x0000_i1232" DrawAspect="Content" ObjectID="_1654971257" r:id="rId391"/>
        </w:object>
      </w:r>
      <w:r>
        <w:t>)(1+</w:t>
      </w:r>
      <w:r w:rsidRPr="002A5267">
        <w:rPr>
          <w:position w:val="-10"/>
        </w:rPr>
        <w:object w:dxaOrig="240" w:dyaOrig="320">
          <v:shape id="_x0000_i1233" type="#_x0000_t75" style="width:12.25pt;height:15.6pt" o:ole="" fillcolor="window">
            <v:imagedata r:id="rId392" o:title=""/>
          </v:shape>
          <o:OLEObject Type="Embed" ProgID="Equation.3" ShapeID="_x0000_i1233" DrawAspect="Content" ObjectID="_1654971258" r:id="rId393"/>
        </w:object>
      </w:r>
      <w:r>
        <w:t>)</w:t>
      </w:r>
    </w:p>
    <w:p w:rsidR="00EC0762" w:rsidRDefault="00EC0762" w:rsidP="00EC0762">
      <w:pPr>
        <w:pStyle w:val="ISM"/>
      </w:pPr>
      <w:r>
        <w:tab/>
      </w:r>
      <w:r>
        <w:tab/>
        <w:t>Year 4 interest on Escalating Rate GIC = 0.0325($10,000</w:t>
      </w:r>
      <w:proofErr w:type="gramStart"/>
      <w:r>
        <w:t>)(</w:t>
      </w:r>
      <w:proofErr w:type="gramEnd"/>
      <w:r>
        <w:t xml:space="preserve">1.02)(1.025)(1.03) = </w:t>
      </w:r>
      <w:r>
        <w:rPr>
          <w:u w:val="double"/>
        </w:rPr>
        <w:t>$349.98</w:t>
      </w:r>
    </w:p>
    <w:p w:rsidR="00EC0762" w:rsidRDefault="00EC0762" w:rsidP="00EC0762">
      <w:pPr>
        <w:pStyle w:val="ISM"/>
        <w:spacing w:after="120"/>
      </w:pPr>
      <w:r>
        <w:tab/>
      </w:r>
      <w:r>
        <w:tab/>
        <w:t>Year 4 interest on fixed</w:t>
      </w:r>
      <w:r>
        <w:noBreakHyphen/>
        <w:t>rate GIC = 0.0275($10,000)</w:t>
      </w:r>
      <w:r w:rsidRPr="00141296">
        <w:rPr>
          <w:position w:val="-10"/>
        </w:rPr>
        <w:object w:dxaOrig="980" w:dyaOrig="380">
          <v:shape id="_x0000_i1234" type="#_x0000_t75" style="width:48.9pt;height:19pt" o:ole="" fillcolor="window">
            <v:imagedata r:id="rId394" o:title=""/>
          </v:shape>
          <o:OLEObject Type="Embed" ProgID="Equation.3" ShapeID="_x0000_i1234" DrawAspect="Content" ObjectID="_1654971259" r:id="rId395"/>
        </w:object>
      </w:r>
      <w:r>
        <w:t xml:space="preserve"> = </w:t>
      </w:r>
      <w:r>
        <w:rPr>
          <w:u w:val="double"/>
        </w:rPr>
        <w:t>$298.32</w:t>
      </w:r>
    </w:p>
    <w:p w:rsidR="00EC0762" w:rsidRDefault="00EC0762" w:rsidP="00EC0762">
      <w:pPr>
        <w:pStyle w:val="Heading1"/>
        <w:keepNext w:val="0"/>
        <w:spacing w:before="0" w:after="120"/>
        <w:rPr>
          <w:b w:val="0"/>
          <w:i/>
          <w:sz w:val="24"/>
        </w:rPr>
      </w:pPr>
      <w:r>
        <w:br w:type="page"/>
      </w:r>
    </w:p>
    <w:p w:rsidR="00EC0762" w:rsidRDefault="00EC0762" w:rsidP="00EC0762">
      <w:pPr>
        <w:pStyle w:val="ISMab"/>
      </w:pPr>
      <w:r>
        <w:lastRenderedPageBreak/>
        <w:tab/>
      </w:r>
      <w:r w:rsidR="004E7D2E">
        <w:t>19</w:t>
      </w:r>
      <w:r>
        <w:t>.</w:t>
      </w:r>
      <w:r>
        <w:tab/>
        <w:t xml:space="preserve">After 20 years, the cost of goods that cost $100 today will be the future value </w:t>
      </w:r>
    </w:p>
    <w:p w:rsidR="00EC0762" w:rsidRDefault="00EC0762" w:rsidP="00EC0762">
      <w:pPr>
        <w:pStyle w:val="ISMab"/>
      </w:pPr>
      <w:r>
        <w:tab/>
      </w:r>
      <w:r>
        <w:tab/>
        <w:t>of $100 (compounded at the rate of inflation.)</w:t>
      </w:r>
    </w:p>
    <w:p w:rsidR="00EC0762" w:rsidRDefault="00EC0762" w:rsidP="00EC0762">
      <w:pPr>
        <w:tabs>
          <w:tab w:val="decimal" w:pos="270"/>
          <w:tab w:val="left" w:pos="540"/>
          <w:tab w:val="left" w:pos="3240"/>
        </w:tabs>
      </w:pPr>
      <w:r>
        <w:tab/>
      </w:r>
      <w:r>
        <w:tab/>
      </w:r>
      <w:proofErr w:type="gramStart"/>
      <w:r>
        <w:rPr>
          <w:i/>
          <w:iCs/>
          <w:u w:val="single"/>
        </w:rPr>
        <w:t xml:space="preserve">a.  </w:t>
      </w:r>
      <w:r>
        <w:rPr>
          <w:rFonts w:ascii="Times New Roman" w:hAnsi="Times New Roman"/>
          <w:i/>
          <w:iCs/>
          <w:u w:val="single"/>
        </w:rPr>
        <w:t>j</w:t>
      </w:r>
      <w:proofErr w:type="gramEnd"/>
      <w:r>
        <w:rPr>
          <w:u w:val="single"/>
        </w:rPr>
        <w:t xml:space="preserve"> = 2%, </w:t>
      </w:r>
      <w:r>
        <w:rPr>
          <w:rFonts w:ascii="Times New Roman" w:hAnsi="Times New Roman"/>
          <w:i/>
          <w:iCs/>
          <w:u w:val="single"/>
        </w:rPr>
        <w:t>m</w:t>
      </w:r>
      <w:r>
        <w:rPr>
          <w:u w:val="single"/>
        </w:rPr>
        <w:t xml:space="preserve"> = 1:</w:t>
      </w:r>
      <w:r>
        <w:tab/>
        <w:t xml:space="preserve">  </w:t>
      </w:r>
      <w:r>
        <w:rPr>
          <w:i/>
          <w:iCs/>
          <w:u w:val="single"/>
        </w:rPr>
        <w:t xml:space="preserve">b.  </w:t>
      </w:r>
      <w:r>
        <w:rPr>
          <w:rFonts w:ascii="Times New Roman" w:hAnsi="Times New Roman"/>
          <w:i/>
          <w:iCs/>
          <w:u w:val="single"/>
        </w:rPr>
        <w:t>j</w:t>
      </w:r>
      <w:r>
        <w:rPr>
          <w:u w:val="single"/>
        </w:rPr>
        <w:t xml:space="preserve"> = 3%, </w:t>
      </w:r>
      <w:r>
        <w:rPr>
          <w:rFonts w:ascii="Times New Roman" w:hAnsi="Times New Roman"/>
          <w:i/>
          <w:iCs/>
          <w:u w:val="single"/>
        </w:rPr>
        <w:t>m</w:t>
      </w:r>
      <w:r>
        <w:rPr>
          <w:u w:val="single"/>
        </w:rPr>
        <w:t xml:space="preserve"> = 1:</w:t>
      </w:r>
      <w:r>
        <w:tab/>
      </w:r>
      <w:r>
        <w:tab/>
      </w:r>
      <w:r>
        <w:tab/>
      </w:r>
      <w:r>
        <w:rPr>
          <w:i/>
          <w:iCs/>
          <w:u w:val="single"/>
        </w:rPr>
        <w:t xml:space="preserve">c.  </w:t>
      </w:r>
      <w:r>
        <w:rPr>
          <w:rFonts w:ascii="Times New Roman" w:hAnsi="Times New Roman"/>
          <w:i/>
          <w:iCs/>
          <w:u w:val="single"/>
        </w:rPr>
        <w:t>j</w:t>
      </w:r>
      <w:r>
        <w:rPr>
          <w:u w:val="single"/>
        </w:rPr>
        <w:t xml:space="preserve"> = 4%, </w:t>
      </w:r>
      <w:r>
        <w:rPr>
          <w:rFonts w:ascii="Times New Roman" w:hAnsi="Times New Roman"/>
          <w:i/>
          <w:iCs/>
          <w:u w:val="single"/>
        </w:rPr>
        <w:t>m</w:t>
      </w:r>
      <w:r>
        <w:rPr>
          <w:u w:val="single"/>
        </w:rPr>
        <w:t xml:space="preserve"> = 1:</w:t>
      </w:r>
    </w:p>
    <w:p w:rsidR="00EC0762" w:rsidRDefault="00EC0762" w:rsidP="00EC0762">
      <w:pPr>
        <w:tabs>
          <w:tab w:val="decimal" w:pos="270"/>
          <w:tab w:val="left" w:pos="540"/>
          <w:tab w:val="left" w:pos="3240"/>
        </w:tabs>
      </w:pPr>
      <w:r>
        <w:tab/>
      </w:r>
      <w:r>
        <w:tab/>
      </w:r>
      <w:r w:rsidRPr="002A5267">
        <w:rPr>
          <w:position w:val="-12"/>
        </w:rPr>
        <w:object w:dxaOrig="1560" w:dyaOrig="420">
          <v:shape id="_x0000_i1235" type="#_x0000_t75" style="width:78.1pt;height:21.05pt" o:ole="" fillcolor="window">
            <v:imagedata r:id="rId362" o:title=""/>
          </v:shape>
          <o:OLEObject Type="Embed" ProgID="Equation.2" ShapeID="_x0000_i1235" DrawAspect="Content" ObjectID="_1654971260" r:id="rId396"/>
        </w:object>
      </w:r>
      <w:r>
        <w:tab/>
        <w:t xml:space="preserve"> </w:t>
      </w:r>
      <w:r w:rsidRPr="002A5267">
        <w:rPr>
          <w:position w:val="-12"/>
        </w:rPr>
        <w:object w:dxaOrig="1560" w:dyaOrig="420">
          <v:shape id="_x0000_i1236" type="#_x0000_t75" style="width:78.1pt;height:21.05pt" o:ole="" fillcolor="window">
            <v:imagedata r:id="rId362" o:title=""/>
          </v:shape>
          <o:OLEObject Type="Embed" ProgID="Equation.2" ShapeID="_x0000_i1236" DrawAspect="Content" ObjectID="_1654971261" r:id="rId397"/>
        </w:object>
      </w:r>
      <w:r>
        <w:tab/>
      </w:r>
      <w:r>
        <w:tab/>
      </w:r>
      <w:r>
        <w:tab/>
      </w:r>
      <w:r w:rsidRPr="002A5267">
        <w:rPr>
          <w:position w:val="-12"/>
        </w:rPr>
        <w:object w:dxaOrig="1560" w:dyaOrig="420">
          <v:shape id="_x0000_i1237" type="#_x0000_t75" style="width:78.1pt;height:21.05pt" o:ole="" fillcolor="window">
            <v:imagedata r:id="rId362" o:title=""/>
          </v:shape>
          <o:OLEObject Type="Embed" ProgID="Equation.2" ShapeID="_x0000_i1237" DrawAspect="Content" ObjectID="_1654971262" r:id="rId398"/>
        </w:object>
      </w:r>
    </w:p>
    <w:p w:rsidR="00EC0762" w:rsidRDefault="00EC0762" w:rsidP="00EC0762">
      <w:pPr>
        <w:tabs>
          <w:tab w:val="decimal" w:pos="270"/>
          <w:tab w:val="left" w:pos="540"/>
          <w:tab w:val="left" w:pos="3240"/>
        </w:tabs>
        <w:ind w:firstLine="810"/>
      </w:pPr>
      <w:r>
        <w:rPr>
          <w:rFonts w:ascii="Times New Roman" w:hAnsi="Times New Roman"/>
          <w:i/>
        </w:rPr>
        <w:t xml:space="preserve">  = </w:t>
      </w:r>
      <w:r>
        <w:t>$100</w:t>
      </w:r>
      <w:r w:rsidRPr="002A5267">
        <w:rPr>
          <w:position w:val="-10"/>
        </w:rPr>
        <w:object w:dxaOrig="800" w:dyaOrig="380">
          <v:shape id="_x0000_i1238" type="#_x0000_t75" style="width:40.1pt;height:19pt" o:ole="" fillcolor="window">
            <v:imagedata r:id="rId399" o:title=""/>
          </v:shape>
          <o:OLEObject Type="Embed" ProgID="Equation.3" ShapeID="_x0000_i1238" DrawAspect="Content" ObjectID="_1654971263" r:id="rId400"/>
        </w:object>
      </w:r>
      <w:r>
        <w:tab/>
      </w:r>
      <w:r>
        <w:tab/>
      </w:r>
      <w:r>
        <w:rPr>
          <w:sz w:val="16"/>
        </w:rPr>
        <w:t xml:space="preserve">  </w:t>
      </w:r>
      <w:r>
        <w:t>= $100</w:t>
      </w:r>
      <w:r w:rsidRPr="002A5267">
        <w:rPr>
          <w:position w:val="-10"/>
        </w:rPr>
        <w:object w:dxaOrig="800" w:dyaOrig="380">
          <v:shape id="_x0000_i1239" type="#_x0000_t75" style="width:40.1pt;height:19pt" o:ole="" fillcolor="window">
            <v:imagedata r:id="rId401" o:title=""/>
          </v:shape>
          <o:OLEObject Type="Embed" ProgID="Equation.3" ShapeID="_x0000_i1239" DrawAspect="Content" ObjectID="_1654971264" r:id="rId402"/>
        </w:object>
      </w:r>
      <w:r>
        <w:t xml:space="preserve"> </w:t>
      </w:r>
      <w:r>
        <w:tab/>
      </w:r>
      <w:r>
        <w:tab/>
        <w:t xml:space="preserve"> </w:t>
      </w:r>
      <w:r>
        <w:rPr>
          <w:sz w:val="28"/>
        </w:rPr>
        <w:t xml:space="preserve">  </w:t>
      </w:r>
      <w:r>
        <w:t xml:space="preserve">   = $100</w:t>
      </w:r>
      <w:r w:rsidRPr="002A5267">
        <w:rPr>
          <w:position w:val="-10"/>
        </w:rPr>
        <w:object w:dxaOrig="800" w:dyaOrig="380">
          <v:shape id="_x0000_i1240" type="#_x0000_t75" style="width:40.1pt;height:19pt" o:ole="" fillcolor="window">
            <v:imagedata r:id="rId403" o:title=""/>
          </v:shape>
          <o:OLEObject Type="Embed" ProgID="Equation.3" ShapeID="_x0000_i1240" DrawAspect="Content" ObjectID="_1654971265" r:id="rId404"/>
        </w:object>
      </w:r>
    </w:p>
    <w:p w:rsidR="00EC0762" w:rsidRDefault="00EC0762" w:rsidP="00EC0762">
      <w:pPr>
        <w:tabs>
          <w:tab w:val="decimal" w:pos="270"/>
          <w:tab w:val="left" w:pos="540"/>
          <w:tab w:val="left" w:pos="3240"/>
        </w:tabs>
        <w:spacing w:after="60"/>
        <w:ind w:firstLine="806"/>
      </w:pPr>
      <w:r>
        <w:t xml:space="preserve">  = </w:t>
      </w:r>
      <w:r>
        <w:rPr>
          <w:u w:val="double"/>
        </w:rPr>
        <w:t>$148.59</w:t>
      </w:r>
      <w:r>
        <w:tab/>
      </w:r>
      <w:r>
        <w:tab/>
      </w:r>
      <w:r>
        <w:rPr>
          <w:sz w:val="18"/>
        </w:rPr>
        <w:t xml:space="preserve">  </w:t>
      </w:r>
      <w:r>
        <w:t xml:space="preserve">= </w:t>
      </w:r>
      <w:r>
        <w:rPr>
          <w:u w:val="double"/>
        </w:rPr>
        <w:t>$180.61</w:t>
      </w:r>
      <w:r>
        <w:tab/>
      </w:r>
      <w:r>
        <w:tab/>
      </w:r>
      <w:r>
        <w:tab/>
        <w:t xml:space="preserve">  </w:t>
      </w:r>
      <w:r>
        <w:rPr>
          <w:sz w:val="28"/>
        </w:rPr>
        <w:t xml:space="preserve"> </w:t>
      </w:r>
      <w:r>
        <w:t xml:space="preserve">   = </w:t>
      </w:r>
      <w:r>
        <w:rPr>
          <w:u w:val="double"/>
        </w:rPr>
        <w:t>$219.11</w:t>
      </w:r>
    </w:p>
    <w:p w:rsidR="00EC0762" w:rsidRDefault="007523EF" w:rsidP="00EC0762">
      <w:pPr>
        <w:tabs>
          <w:tab w:val="decimal" w:pos="270"/>
          <w:tab w:val="left" w:pos="540"/>
        </w:tabs>
      </w:pPr>
      <w:r>
        <w:rPr>
          <w:noProof/>
          <w:lang w:val="en-US"/>
        </w:rPr>
        <w:pict>
          <v:shape id="AutoShape 220" o:spid="_x0000_s1129" type="#_x0000_t61" style="position:absolute;margin-left:30.45pt;margin-top:6.4pt;width:126pt;height:137.2pt;z-index:-251562496;visibility:visible" wrapcoords="-129 -118 -129 21482 21729 21482 21729 -118 -129 -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" adj="20263,7565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2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100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148.59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AutoShape 222" o:spid="_x0000_s1130" type="#_x0000_t61" style="position:absolute;margin-left:327.95pt;margin-top:7.6pt;width:103.2pt;height:83.3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" adj="-251,18657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260" w:lineRule="exact"/>
                    <w:ind w:left="-86" w:right="42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EC0762">
                  <w:pPr>
                    <w:spacing w:line="260" w:lineRule="exact"/>
                    <w:ind w:left="-86" w:right="42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>N</w:t>
                  </w:r>
                  <w:r w:rsidRPr="00F516C9">
                    <w:rPr>
                      <w:i/>
                    </w:rPr>
                    <w:t>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PV, PMT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4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219.11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21" o:spid="_x0000_s1131" type="#_x0000_t61" style="position:absolute;margin-left:171.85pt;margin-top:7.1pt;width:103.2pt;height:83.3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" adj="21265,14949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260" w:lineRule="exact"/>
                    <w:ind w:left="-86" w:right="42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EC0762">
                  <w:pPr>
                    <w:spacing w:line="260" w:lineRule="exact"/>
                    <w:ind w:left="-86" w:right="42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>N</w:t>
                  </w:r>
                  <w:r w:rsidRPr="00F516C9">
                    <w:rPr>
                      <w:i/>
                    </w:rPr>
                    <w:t>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PV, PMT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3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180.61</w:t>
                  </w:r>
                </w:p>
              </w:txbxContent>
            </v:textbox>
            <w10:wrap type="square"/>
          </v:shape>
        </w:pict>
      </w:r>
    </w:p>
    <w:p w:rsidR="00EC0762" w:rsidRDefault="00EC0762" w:rsidP="00EC0762"/>
    <w:p w:rsidR="00EC0762" w:rsidRDefault="00EC0762" w:rsidP="00EC0762">
      <w:pPr>
        <w:tabs>
          <w:tab w:val="decimal" w:pos="270"/>
          <w:tab w:val="left" w:pos="540"/>
        </w:tabs>
      </w:pPr>
    </w:p>
    <w:p w:rsidR="00EC0762" w:rsidRDefault="00EC0762" w:rsidP="00EC0762">
      <w:pPr>
        <w:tabs>
          <w:tab w:val="decimal" w:pos="270"/>
          <w:tab w:val="left" w:pos="540"/>
        </w:tabs>
      </w:pPr>
    </w:p>
    <w:p w:rsidR="00EC0762" w:rsidRDefault="00EC0762" w:rsidP="00EC0762">
      <w:pPr>
        <w:tabs>
          <w:tab w:val="decimal" w:pos="270"/>
          <w:tab w:val="left" w:pos="540"/>
        </w:tabs>
      </w:pPr>
    </w:p>
    <w:p w:rsidR="00EC0762" w:rsidRDefault="00EC0762" w:rsidP="00EC0762">
      <w:pPr>
        <w:tabs>
          <w:tab w:val="decimal" w:pos="270"/>
          <w:tab w:val="left" w:pos="540"/>
        </w:tabs>
      </w:pPr>
    </w:p>
    <w:p w:rsidR="00EC0762" w:rsidRDefault="00EC0762" w:rsidP="00EC0762">
      <w:pPr>
        <w:tabs>
          <w:tab w:val="decimal" w:pos="270"/>
          <w:tab w:val="left" w:pos="540"/>
        </w:tabs>
        <w:rPr>
          <w:u w:val="double"/>
        </w:rPr>
      </w:pPr>
    </w:p>
    <w:p w:rsidR="00EC0762" w:rsidRDefault="00EC0762" w:rsidP="00EC0762">
      <w:pPr>
        <w:tabs>
          <w:tab w:val="decimal" w:pos="270"/>
          <w:tab w:val="left" w:pos="540"/>
        </w:tabs>
        <w:rPr>
          <w:u w:val="double"/>
        </w:rPr>
      </w:pPr>
    </w:p>
    <w:p w:rsidR="00EC0762" w:rsidRDefault="00EC0762" w:rsidP="00EC0762"/>
    <w:p w:rsidR="00EC0762" w:rsidRDefault="00EC0762" w:rsidP="00EC0762">
      <w:pPr>
        <w:tabs>
          <w:tab w:val="decimal" w:pos="270"/>
          <w:tab w:val="left" w:pos="540"/>
        </w:tabs>
        <w:rPr>
          <w:u w:val="double"/>
        </w:rPr>
      </w:pPr>
    </w:p>
    <w:p w:rsidR="00EC0762" w:rsidRDefault="00EC0762" w:rsidP="00EC0762">
      <w:pPr>
        <w:tabs>
          <w:tab w:val="decimal" w:pos="270"/>
          <w:tab w:val="left" w:pos="540"/>
        </w:tabs>
        <w:rPr>
          <w:u w:val="double"/>
        </w:rPr>
      </w:pPr>
    </w:p>
    <w:p w:rsidR="00EC0762" w:rsidRDefault="00EC0762" w:rsidP="00EC0762">
      <w:pPr>
        <w:tabs>
          <w:tab w:val="decimal" w:pos="270"/>
          <w:tab w:val="left" w:pos="540"/>
        </w:tabs>
        <w:spacing w:after="120"/>
        <w:rPr>
          <w:u w:val="double"/>
        </w:rPr>
      </w:pPr>
    </w:p>
    <w:p w:rsidR="00EC0762" w:rsidRDefault="007523EF" w:rsidP="003B0F74">
      <w:pPr>
        <w:pStyle w:val="ISM"/>
        <w:tabs>
          <w:tab w:val="left" w:pos="567"/>
        </w:tabs>
        <w:spacing w:before="120"/>
        <w:ind w:left="540" w:hanging="540"/>
      </w:pPr>
      <w:r>
        <w:rPr>
          <w:noProof/>
          <w:lang w:val="en-US"/>
        </w:rPr>
        <w:pict>
          <v:shape id="AutoShape 223" o:spid="_x0000_s1132" type="#_x0000_t61" style="position:absolute;left:0;text-align:left;margin-left:338pt;margin-top:18pt;width:123.9pt;height:137.2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" adj="-22663,15169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3.5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15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21.16</w:t>
                  </w:r>
                </w:p>
              </w:txbxContent>
            </v:textbox>
            <w10:wrap type="square"/>
          </v:shape>
        </w:pict>
      </w:r>
      <w:r w:rsidR="00EC0762">
        <w:tab/>
        <w:t>2</w:t>
      </w:r>
      <w:r w:rsidR="004E7D2E">
        <w:t>1</w:t>
      </w:r>
      <w:r w:rsidR="00EC0762">
        <w:t>.</w:t>
      </w:r>
      <w:r w:rsidR="00EC0762">
        <w:tab/>
        <w:t>To keep pace with inflation, the hourly rate should also</w:t>
      </w:r>
    </w:p>
    <w:p w:rsidR="00EC0762" w:rsidRDefault="00EC0762" w:rsidP="003B0F74">
      <w:pPr>
        <w:pStyle w:val="ISM"/>
        <w:ind w:left="540"/>
      </w:pPr>
      <w:r>
        <w:t xml:space="preserve">grow at </w:t>
      </w:r>
      <w:r>
        <w:rPr>
          <w:rFonts w:ascii="Times New Roman" w:hAnsi="Times New Roman"/>
          <w:i/>
        </w:rPr>
        <w:t xml:space="preserve">j </w:t>
      </w:r>
      <w:r>
        <w:t>= 3.5% compounded annually.</w:t>
      </w:r>
    </w:p>
    <w:p w:rsidR="00EC0762" w:rsidRDefault="00EC0762" w:rsidP="003B0F74">
      <w:pPr>
        <w:pStyle w:val="ISM"/>
        <w:ind w:left="540"/>
      </w:pPr>
      <w:r>
        <w:t>Ten years from now, the hourly rate would then be</w:t>
      </w:r>
    </w:p>
    <w:p w:rsidR="00EC0762" w:rsidRDefault="007523EF" w:rsidP="00EC0762">
      <w:pPr>
        <w:pStyle w:val="ISM"/>
      </w:pPr>
      <w:r>
        <w:rPr>
          <w:noProof/>
          <w:lang w:val="en-US"/>
        </w:rPr>
        <w:pict>
          <v:shape id="AutoShape 224" o:spid="_x0000_s1463" type="#_x0000_t88" style="position:absolute;margin-left:186.55pt;margin-top:6.15pt;width:12.6pt;height:49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"/>
        </w:pict>
      </w:r>
      <w:r w:rsidR="00EC0762">
        <w:tab/>
      </w:r>
      <w:r w:rsidR="00EC0762">
        <w:tab/>
      </w:r>
      <w:r w:rsidR="00EC0762">
        <w:tab/>
      </w:r>
      <w:r w:rsidR="00EC0762">
        <w:tab/>
      </w:r>
      <w:r w:rsidR="00EC0762" w:rsidRPr="002A5267">
        <w:rPr>
          <w:position w:val="-12"/>
        </w:rPr>
        <w:object w:dxaOrig="1560" w:dyaOrig="420">
          <v:shape id="_x0000_i1241" type="#_x0000_t75" style="width:78.1pt;height:21.05pt" o:ole="" fillcolor="window">
            <v:imagedata r:id="rId362" o:title=""/>
          </v:shape>
          <o:OLEObject Type="Embed" ProgID="Equation.2" ShapeID="_x0000_i1241" DrawAspect="Content" ObjectID="_1654971266" r:id="rId405"/>
        </w:object>
      </w:r>
      <w:r w:rsidR="00EC0762">
        <w:t xml:space="preserve"> </w:t>
      </w:r>
    </w:p>
    <w:p w:rsidR="00EC0762" w:rsidRDefault="00EC0762" w:rsidP="00EC0762">
      <w:pPr>
        <w:pStyle w:val="ISM"/>
        <w:ind w:firstLine="1800"/>
      </w:pPr>
      <w:r>
        <w:t>= $15</w:t>
      </w:r>
      <w:r w:rsidRPr="002A5267">
        <w:rPr>
          <w:position w:val="-10"/>
        </w:rPr>
        <w:object w:dxaOrig="940" w:dyaOrig="380">
          <v:shape id="_x0000_i1242" type="#_x0000_t75" style="width:46.85pt;height:19pt" o:ole="" fillcolor="window">
            <v:imagedata r:id="rId161" o:title=""/>
          </v:shape>
          <o:OLEObject Type="Embed" ProgID="Equation.3" ShapeID="_x0000_i1242" DrawAspect="Content" ObjectID="_1654971267" r:id="rId406"/>
        </w:object>
      </w:r>
    </w:p>
    <w:p w:rsidR="00EC0762" w:rsidRDefault="00EC0762" w:rsidP="00EC0762">
      <w:pPr>
        <w:pStyle w:val="ISM"/>
        <w:ind w:firstLine="1800"/>
      </w:pPr>
      <w:r>
        <w:t xml:space="preserve">= </w:t>
      </w:r>
      <w:r>
        <w:rPr>
          <w:u w:val="double"/>
        </w:rPr>
        <w:t>$21.16 per hour</w:t>
      </w:r>
    </w:p>
    <w:p w:rsidR="00EC0762" w:rsidRDefault="00EC0762" w:rsidP="00EC0762">
      <w:pPr>
        <w:spacing w:after="120"/>
      </w:pPr>
    </w:p>
    <w:p w:rsidR="009200F5" w:rsidRDefault="009200F5" w:rsidP="00EC0762">
      <w:pPr>
        <w:pStyle w:val="ISMab"/>
      </w:pPr>
    </w:p>
    <w:p w:rsidR="009200F5" w:rsidRDefault="009200F5" w:rsidP="00EC0762">
      <w:pPr>
        <w:pStyle w:val="ISMab"/>
      </w:pPr>
    </w:p>
    <w:p w:rsidR="009200F5" w:rsidRDefault="009200F5" w:rsidP="00EC0762">
      <w:pPr>
        <w:pStyle w:val="ISMab"/>
      </w:pPr>
    </w:p>
    <w:p w:rsidR="00EC0762" w:rsidRDefault="00EC0762" w:rsidP="00EC0762">
      <w:pPr>
        <w:pStyle w:val="ISMab"/>
      </w:pPr>
      <w:r>
        <w:t>2</w:t>
      </w:r>
      <w:r w:rsidR="00672127">
        <w:t>3</w:t>
      </w:r>
      <w:r>
        <w:t>.</w:t>
      </w:r>
      <w:r>
        <w:tab/>
        <w:t>The retirement income goal is $35,000 adjusted for 15 years</w:t>
      </w:r>
      <w:r w:rsidR="00846A9E">
        <w:t>’</w:t>
      </w:r>
    </w:p>
    <w:p w:rsidR="00EC0762" w:rsidRDefault="00EC0762" w:rsidP="00EC0762">
      <w:pPr>
        <w:pStyle w:val="ISMab"/>
      </w:pPr>
      <w:r>
        <w:tab/>
      </w:r>
      <w:r>
        <w:tab/>
      </w:r>
      <w:proofErr w:type="gramStart"/>
      <w:r>
        <w:t>nominal</w:t>
      </w:r>
      <w:proofErr w:type="gramEnd"/>
      <w:r>
        <w:t xml:space="preserve"> growth at the projected annual rate of inflation.</w:t>
      </w:r>
    </w:p>
    <w:p w:rsidR="00EC0762" w:rsidRDefault="00EC0762" w:rsidP="00EC0762">
      <w:pPr>
        <w:tabs>
          <w:tab w:val="decimal" w:pos="270"/>
          <w:tab w:val="left" w:pos="540"/>
          <w:tab w:val="left" w:pos="3240"/>
        </w:tabs>
      </w:pPr>
      <w:r>
        <w:tab/>
      </w:r>
      <w:r>
        <w:tab/>
      </w:r>
      <w:proofErr w:type="gramStart"/>
      <w:r>
        <w:rPr>
          <w:i/>
          <w:iCs/>
          <w:u w:val="single"/>
        </w:rPr>
        <w:t xml:space="preserve">a.  </w:t>
      </w:r>
      <w:r>
        <w:rPr>
          <w:rFonts w:ascii="Times New Roman" w:hAnsi="Times New Roman"/>
          <w:i/>
          <w:iCs/>
          <w:u w:val="single"/>
        </w:rPr>
        <w:t>j</w:t>
      </w:r>
      <w:proofErr w:type="gramEnd"/>
      <w:r>
        <w:rPr>
          <w:u w:val="single"/>
        </w:rPr>
        <w:t xml:space="preserve"> = 2%, </w:t>
      </w:r>
      <w:r>
        <w:rPr>
          <w:rFonts w:ascii="Times New Roman" w:hAnsi="Times New Roman"/>
          <w:i/>
          <w:iCs/>
          <w:u w:val="single"/>
        </w:rPr>
        <w:t>m</w:t>
      </w:r>
      <w:r>
        <w:rPr>
          <w:u w:val="single"/>
        </w:rPr>
        <w:t xml:space="preserve"> = 1:</w:t>
      </w:r>
      <w:r>
        <w:tab/>
        <w:t xml:space="preserve">  </w:t>
      </w:r>
      <w:r>
        <w:rPr>
          <w:i/>
          <w:iCs/>
          <w:u w:val="single"/>
        </w:rPr>
        <w:t xml:space="preserve">b.  </w:t>
      </w:r>
      <w:r>
        <w:rPr>
          <w:rFonts w:ascii="Times New Roman" w:hAnsi="Times New Roman"/>
          <w:i/>
          <w:iCs/>
          <w:u w:val="single"/>
        </w:rPr>
        <w:t>j</w:t>
      </w:r>
      <w:r>
        <w:rPr>
          <w:u w:val="single"/>
        </w:rPr>
        <w:t xml:space="preserve"> = 3%, </w:t>
      </w:r>
      <w:r>
        <w:rPr>
          <w:rFonts w:ascii="Times New Roman" w:hAnsi="Times New Roman"/>
          <w:i/>
          <w:iCs/>
          <w:u w:val="single"/>
        </w:rPr>
        <w:t>m</w:t>
      </w:r>
      <w:r>
        <w:rPr>
          <w:u w:val="single"/>
        </w:rPr>
        <w:t xml:space="preserve"> = 1:</w:t>
      </w:r>
      <w:r>
        <w:tab/>
      </w:r>
      <w:r>
        <w:tab/>
      </w:r>
      <w:r>
        <w:tab/>
      </w:r>
      <w:r>
        <w:rPr>
          <w:i/>
          <w:iCs/>
          <w:u w:val="single"/>
        </w:rPr>
        <w:t xml:space="preserve">c.  </w:t>
      </w:r>
      <w:r>
        <w:rPr>
          <w:rFonts w:ascii="Times New Roman" w:hAnsi="Times New Roman"/>
          <w:i/>
          <w:iCs/>
          <w:u w:val="single"/>
        </w:rPr>
        <w:t>j</w:t>
      </w:r>
      <w:r>
        <w:rPr>
          <w:u w:val="single"/>
        </w:rPr>
        <w:t xml:space="preserve"> = 5%, </w:t>
      </w:r>
      <w:r>
        <w:rPr>
          <w:rFonts w:ascii="Times New Roman" w:hAnsi="Times New Roman"/>
          <w:i/>
          <w:iCs/>
          <w:u w:val="single"/>
        </w:rPr>
        <w:t>m</w:t>
      </w:r>
      <w:r>
        <w:rPr>
          <w:u w:val="single"/>
        </w:rPr>
        <w:t xml:space="preserve"> = 1:</w:t>
      </w:r>
    </w:p>
    <w:p w:rsidR="00EC0762" w:rsidRDefault="00EC0762" w:rsidP="00EC0762">
      <w:pPr>
        <w:tabs>
          <w:tab w:val="decimal" w:pos="270"/>
          <w:tab w:val="left" w:pos="540"/>
          <w:tab w:val="left" w:pos="3240"/>
        </w:tabs>
      </w:pPr>
      <w:r>
        <w:tab/>
      </w:r>
      <w:r>
        <w:tab/>
      </w:r>
      <w:r w:rsidRPr="002A5267">
        <w:rPr>
          <w:position w:val="-12"/>
        </w:rPr>
        <w:object w:dxaOrig="1560" w:dyaOrig="420">
          <v:shape id="_x0000_i1243" type="#_x0000_t75" style="width:78.1pt;height:21.05pt" o:ole="" fillcolor="window">
            <v:imagedata r:id="rId362" o:title=""/>
          </v:shape>
          <o:OLEObject Type="Embed" ProgID="Equation.2" ShapeID="_x0000_i1243" DrawAspect="Content" ObjectID="_1654971268" r:id="rId407"/>
        </w:object>
      </w:r>
      <w:r>
        <w:tab/>
        <w:t xml:space="preserve"> </w:t>
      </w:r>
      <w:r w:rsidRPr="002A5267">
        <w:rPr>
          <w:position w:val="-12"/>
        </w:rPr>
        <w:object w:dxaOrig="1560" w:dyaOrig="420">
          <v:shape id="_x0000_i1244" type="#_x0000_t75" style="width:78.1pt;height:21.05pt" o:ole="" fillcolor="window">
            <v:imagedata r:id="rId362" o:title=""/>
          </v:shape>
          <o:OLEObject Type="Embed" ProgID="Equation.2" ShapeID="_x0000_i1244" DrawAspect="Content" ObjectID="_1654971269" r:id="rId408"/>
        </w:object>
      </w:r>
      <w:r>
        <w:tab/>
      </w:r>
      <w:r>
        <w:tab/>
      </w:r>
      <w:r>
        <w:tab/>
      </w:r>
      <w:r w:rsidRPr="002A5267">
        <w:rPr>
          <w:position w:val="-12"/>
        </w:rPr>
        <w:object w:dxaOrig="1560" w:dyaOrig="420">
          <v:shape id="_x0000_i1245" type="#_x0000_t75" style="width:78.1pt;height:21.05pt" o:ole="" fillcolor="window">
            <v:imagedata r:id="rId362" o:title=""/>
          </v:shape>
          <o:OLEObject Type="Embed" ProgID="Equation.2" ShapeID="_x0000_i1245" DrawAspect="Content" ObjectID="_1654971270" r:id="rId409"/>
        </w:object>
      </w:r>
    </w:p>
    <w:p w:rsidR="00EC0762" w:rsidRDefault="00EC0762" w:rsidP="00EC0762">
      <w:pPr>
        <w:tabs>
          <w:tab w:val="decimal" w:pos="270"/>
          <w:tab w:val="left" w:pos="540"/>
          <w:tab w:val="left" w:pos="3240"/>
        </w:tabs>
        <w:ind w:firstLine="810"/>
      </w:pPr>
      <w:r>
        <w:rPr>
          <w:rFonts w:ascii="Times New Roman" w:hAnsi="Times New Roman"/>
          <w:i/>
        </w:rPr>
        <w:t xml:space="preserve">  = </w:t>
      </w:r>
      <w:r>
        <w:t>$35,000</w:t>
      </w:r>
      <w:r w:rsidR="009E7179" w:rsidRPr="009E7179">
        <w:rPr>
          <w:position w:val="-14"/>
        </w:rPr>
        <w:object w:dxaOrig="760" w:dyaOrig="420">
          <v:shape id="_x0000_i1246" type="#_x0000_t75" style="width:38.05pt;height:21.05pt" o:ole="" fillcolor="window">
            <v:imagedata r:id="rId410" o:title=""/>
          </v:shape>
          <o:OLEObject Type="Embed" ProgID="Equation.DSMT4" ShapeID="_x0000_i1246" DrawAspect="Content" ObjectID="_1654971271" r:id="rId411"/>
        </w:object>
      </w:r>
      <w:r>
        <w:tab/>
      </w:r>
      <w:r>
        <w:tab/>
      </w:r>
      <w:r>
        <w:rPr>
          <w:sz w:val="16"/>
        </w:rPr>
        <w:t xml:space="preserve">  </w:t>
      </w:r>
      <w:r>
        <w:t>= $35,000</w:t>
      </w:r>
      <w:r w:rsidR="009B0D0F" w:rsidRPr="009B0D0F">
        <w:rPr>
          <w:position w:val="-14"/>
        </w:rPr>
        <w:object w:dxaOrig="740" w:dyaOrig="420">
          <v:shape id="_x0000_i1247" type="#_x0000_t75" style="width:36.7pt;height:21.05pt" o:ole="" fillcolor="window">
            <v:imagedata r:id="rId412" o:title=""/>
          </v:shape>
          <o:OLEObject Type="Embed" ProgID="Equation.DSMT4" ShapeID="_x0000_i1247" DrawAspect="Content" ObjectID="_1654971272" r:id="rId413"/>
        </w:object>
      </w:r>
      <w:r>
        <w:t xml:space="preserve"> </w:t>
      </w:r>
      <w:r>
        <w:tab/>
      </w:r>
      <w:r>
        <w:tab/>
        <w:t xml:space="preserve"> </w:t>
      </w:r>
      <w:r>
        <w:rPr>
          <w:sz w:val="28"/>
        </w:rPr>
        <w:t xml:space="preserve">  </w:t>
      </w:r>
      <w:r>
        <w:t xml:space="preserve">   = $35,000</w:t>
      </w:r>
      <w:r w:rsidR="00B8283C" w:rsidRPr="00B8283C">
        <w:rPr>
          <w:position w:val="-14"/>
        </w:rPr>
        <w:object w:dxaOrig="760" w:dyaOrig="420">
          <v:shape id="_x0000_i1248" type="#_x0000_t75" style="width:38.05pt;height:21.05pt" o:ole="" fillcolor="window">
            <v:imagedata r:id="rId414" o:title=""/>
          </v:shape>
          <o:OLEObject Type="Embed" ProgID="Equation.DSMT4" ShapeID="_x0000_i1248" DrawAspect="Content" ObjectID="_1654971273" r:id="rId415"/>
        </w:object>
      </w:r>
    </w:p>
    <w:p w:rsidR="00EC0762" w:rsidRDefault="00EC0762" w:rsidP="00EC0762">
      <w:pPr>
        <w:tabs>
          <w:tab w:val="decimal" w:pos="270"/>
          <w:tab w:val="left" w:pos="540"/>
          <w:tab w:val="left" w:pos="3240"/>
        </w:tabs>
        <w:spacing w:after="60"/>
        <w:ind w:firstLine="806"/>
      </w:pPr>
      <w:r>
        <w:t xml:space="preserve">  = </w:t>
      </w:r>
      <w:r>
        <w:rPr>
          <w:u w:val="double"/>
        </w:rPr>
        <w:t>$47,105.39</w:t>
      </w:r>
      <w:r>
        <w:tab/>
      </w:r>
      <w:r>
        <w:tab/>
      </w:r>
      <w:r>
        <w:rPr>
          <w:sz w:val="18"/>
        </w:rPr>
        <w:t xml:space="preserve">  </w:t>
      </w:r>
      <w:r>
        <w:t xml:space="preserve">= </w:t>
      </w:r>
      <w:r>
        <w:rPr>
          <w:u w:val="double"/>
        </w:rPr>
        <w:t>$54,528.86</w:t>
      </w:r>
      <w:r>
        <w:tab/>
      </w:r>
      <w:r>
        <w:tab/>
      </w:r>
      <w:r>
        <w:tab/>
        <w:t xml:space="preserve">  </w:t>
      </w:r>
      <w:r>
        <w:rPr>
          <w:sz w:val="28"/>
        </w:rPr>
        <w:t xml:space="preserve"> </w:t>
      </w:r>
      <w:r>
        <w:t xml:space="preserve">   = </w:t>
      </w:r>
      <w:r>
        <w:rPr>
          <w:u w:val="double"/>
        </w:rPr>
        <w:t>$72,762.49</w:t>
      </w:r>
    </w:p>
    <w:p w:rsidR="00EC0762" w:rsidRDefault="007523EF" w:rsidP="00EC0762">
      <w:pPr>
        <w:tabs>
          <w:tab w:val="decimal" w:pos="270"/>
          <w:tab w:val="left" w:pos="540"/>
        </w:tabs>
      </w:pPr>
      <w:r>
        <w:rPr>
          <w:noProof/>
          <w:lang w:val="en-US"/>
        </w:rPr>
        <w:pict>
          <v:shape id="AutoShape 225" o:spid="_x0000_s1133" type="#_x0000_t61" style="position:absolute;margin-left:34.65pt;margin-top:5.4pt;width:123.9pt;height:137.9pt;z-index:-251561472;visibility:visible" wrapcoords="-131 -117 -131 21483 21731 21483 21731 -117 -131 -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" adj="296,11239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2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35000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D867E4">
                    <w:rPr>
                      <w:szCs w:val="22"/>
                    </w:rPr>
                    <w:t>47,105.39</w:t>
                  </w: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AutoShape 227" o:spid="_x0000_s1134" type="#_x0000_t61" style="position:absolute;margin-left:330.05pt;margin-top:6.8pt;width:103.2pt;height:83.3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" adj="21516,15130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260" w:lineRule="exact"/>
                    <w:ind w:left="-86" w:right="42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EC0762">
                  <w:pPr>
                    <w:spacing w:line="260" w:lineRule="exact"/>
                    <w:ind w:left="-86" w:right="42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>N</w:t>
                  </w:r>
                  <w:r w:rsidRPr="00F516C9">
                    <w:rPr>
                      <w:i/>
                    </w:rPr>
                    <w:t>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PV, PMT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72,762.49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26" o:spid="_x0000_s1135" type="#_x0000_t61" style="position:absolute;margin-left:174.65pt;margin-top:6.8pt;width:103.2pt;height:83.3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" adj="21516,15130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260" w:lineRule="exact"/>
                    <w:ind w:left="-86" w:right="42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EC0762">
                  <w:pPr>
                    <w:spacing w:line="260" w:lineRule="exact"/>
                    <w:ind w:left="-86" w:right="42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>N</w:t>
                  </w:r>
                  <w:r w:rsidRPr="00F516C9">
                    <w:rPr>
                      <w:i/>
                    </w:rPr>
                    <w:t>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PV, PMT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3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54,528.86</w:t>
                  </w:r>
                </w:p>
              </w:txbxContent>
            </v:textbox>
            <w10:wrap type="square"/>
          </v:shape>
        </w:pict>
      </w:r>
    </w:p>
    <w:p w:rsidR="00EC0762" w:rsidRDefault="00EC0762" w:rsidP="00EC0762">
      <w:pPr>
        <w:tabs>
          <w:tab w:val="decimal" w:pos="270"/>
          <w:tab w:val="left" w:pos="540"/>
        </w:tabs>
      </w:pPr>
    </w:p>
    <w:p w:rsidR="00EC0762" w:rsidRDefault="00EC0762" w:rsidP="00EC0762"/>
    <w:p w:rsidR="00EC0762" w:rsidRDefault="00EC0762" w:rsidP="00EC0762">
      <w:pPr>
        <w:tabs>
          <w:tab w:val="decimal" w:pos="270"/>
          <w:tab w:val="left" w:pos="540"/>
        </w:tabs>
      </w:pPr>
    </w:p>
    <w:p w:rsidR="00EC0762" w:rsidRDefault="00EC0762" w:rsidP="00EC0762"/>
    <w:p w:rsidR="00EC0762" w:rsidRDefault="00EC0762" w:rsidP="00EC0762">
      <w:pPr>
        <w:tabs>
          <w:tab w:val="decimal" w:pos="270"/>
          <w:tab w:val="left" w:pos="540"/>
        </w:tabs>
      </w:pPr>
    </w:p>
    <w:p w:rsidR="00EC0762" w:rsidRDefault="00EC0762" w:rsidP="00EC0762">
      <w:pPr>
        <w:tabs>
          <w:tab w:val="decimal" w:pos="270"/>
          <w:tab w:val="left" w:pos="540"/>
        </w:tabs>
      </w:pPr>
    </w:p>
    <w:p w:rsidR="00EC0762" w:rsidRDefault="00EC0762" w:rsidP="00EC0762">
      <w:pPr>
        <w:tabs>
          <w:tab w:val="decimal" w:pos="270"/>
          <w:tab w:val="left" w:pos="540"/>
        </w:tabs>
        <w:rPr>
          <w:u w:val="double"/>
        </w:rPr>
      </w:pPr>
    </w:p>
    <w:p w:rsidR="00EC0762" w:rsidRDefault="00EC0762" w:rsidP="00EC0762">
      <w:pPr>
        <w:tabs>
          <w:tab w:val="decimal" w:pos="270"/>
          <w:tab w:val="left" w:pos="540"/>
        </w:tabs>
        <w:rPr>
          <w:u w:val="double"/>
        </w:rPr>
      </w:pPr>
    </w:p>
    <w:p w:rsidR="00EC0762" w:rsidRDefault="00EC0762" w:rsidP="00EC0762">
      <w:pPr>
        <w:tabs>
          <w:tab w:val="decimal" w:pos="270"/>
          <w:tab w:val="left" w:pos="540"/>
        </w:tabs>
        <w:rPr>
          <w:u w:val="double"/>
        </w:rPr>
      </w:pPr>
    </w:p>
    <w:p w:rsidR="00EC0762" w:rsidRDefault="00EC0762" w:rsidP="00EC0762">
      <w:pPr>
        <w:tabs>
          <w:tab w:val="decimal" w:pos="270"/>
          <w:tab w:val="left" w:pos="540"/>
        </w:tabs>
        <w:rPr>
          <w:u w:val="double"/>
        </w:rPr>
      </w:pPr>
    </w:p>
    <w:p w:rsidR="009200F5" w:rsidRDefault="009200F5">
      <w:r>
        <w:br w:type="page"/>
      </w:r>
    </w:p>
    <w:p w:rsidR="00EC0762" w:rsidRDefault="007523EF" w:rsidP="009200F5">
      <w:pPr>
        <w:pStyle w:val="ISM"/>
      </w:pPr>
      <w:r>
        <w:rPr>
          <w:noProof/>
          <w:lang w:val="en-US"/>
        </w:rPr>
        <w:lastRenderedPageBreak/>
        <w:pict>
          <v:shape id="AutoShape 228" o:spid="_x0000_s1136" type="#_x0000_t61" style="position:absolute;margin-left:331.45pt;margin-top:7.05pt;width:124.9pt;height:137.2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" adj="-22102,7439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2.5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44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1000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578.92</w:t>
                  </w:r>
                </w:p>
                <w:p w:rsidR="00BD4378" w:rsidRDefault="00BD4378" w:rsidP="00EC0762"/>
              </w:txbxContent>
            </v:textbox>
            <w10:wrap type="square"/>
          </v:shape>
        </w:pict>
      </w:r>
      <w:r w:rsidR="00EC0762">
        <w:tab/>
      </w:r>
      <w:r w:rsidR="00CC3A58">
        <w:t>2</w:t>
      </w:r>
      <w:r w:rsidR="00DF20B3">
        <w:t>5</w:t>
      </w:r>
      <w:r w:rsidR="00EC0762">
        <w:t>.</w:t>
      </w:r>
      <w:r w:rsidR="00EC0762">
        <w:tab/>
        <w:t>Price = Present value of the face value discounted</w:t>
      </w:r>
      <w:r w:rsidR="009200F5">
        <w:t xml:space="preserve"> </w:t>
      </w:r>
      <w:r w:rsidR="00EC0762">
        <w:t xml:space="preserve">at the market rate of return </w:t>
      </w:r>
    </w:p>
    <w:p w:rsidR="00EC0762" w:rsidRDefault="007523EF" w:rsidP="00EC0762">
      <w:pPr>
        <w:pStyle w:val="ISM"/>
        <w:ind w:firstLine="990"/>
      </w:pPr>
      <w:r>
        <w:rPr>
          <w:noProof/>
          <w:lang w:val="en-US"/>
        </w:rPr>
        <w:pict>
          <v:shape id="AutoShape 229" o:spid="_x0000_s1450" type="#_x0000_t88" style="position:absolute;left:0;text-align:left;margin-left:173.25pt;margin-top:.95pt;width:14pt;height:51.8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"/>
        </w:pict>
      </w:r>
      <w:r w:rsidR="00EC0762">
        <w:t xml:space="preserve">  = </w:t>
      </w:r>
      <w:r w:rsidR="00EC0762" w:rsidRPr="002A5267">
        <w:rPr>
          <w:position w:val="-10"/>
        </w:rPr>
        <w:object w:dxaOrig="1080" w:dyaOrig="380">
          <v:shape id="_x0000_i1249" type="#_x0000_t75" style="width:53.65pt;height:19pt" o:ole="" fillcolor="window">
            <v:imagedata r:id="rId416" o:title=""/>
          </v:shape>
          <o:OLEObject Type="Embed" ProgID="Equation.3" ShapeID="_x0000_i1249" DrawAspect="Content" ObjectID="_1654971274" r:id="rId417"/>
        </w:object>
      </w:r>
      <w:r w:rsidR="00EC0762">
        <w:t xml:space="preserve"> </w:t>
      </w:r>
    </w:p>
    <w:p w:rsidR="00EC0762" w:rsidRDefault="00EC0762" w:rsidP="00EC0762">
      <w:pPr>
        <w:pStyle w:val="ISM"/>
        <w:ind w:firstLine="990"/>
      </w:pPr>
      <w:r>
        <w:t xml:space="preserve">  = $1000</w:t>
      </w:r>
      <w:r w:rsidR="00CC3A58" w:rsidRPr="002A5267">
        <w:rPr>
          <w:position w:val="-10"/>
        </w:rPr>
        <w:object w:dxaOrig="1080" w:dyaOrig="380">
          <v:shape id="_x0000_i1250" type="#_x0000_t75" style="width:53.65pt;height:19pt" o:ole="" fillcolor="window">
            <v:imagedata r:id="rId418" o:title=""/>
          </v:shape>
          <o:OLEObject Type="Embed" ProgID="Equation.3" ShapeID="_x0000_i1250" DrawAspect="Content" ObjectID="_1654971275" r:id="rId419"/>
        </w:object>
      </w:r>
      <w:r>
        <w:t xml:space="preserve"> </w:t>
      </w:r>
    </w:p>
    <w:p w:rsidR="00EC0762" w:rsidRDefault="00EC0762" w:rsidP="00EC0762">
      <w:pPr>
        <w:pStyle w:val="ISM"/>
        <w:spacing w:line="360" w:lineRule="auto"/>
        <w:ind w:firstLine="990"/>
        <w:rPr>
          <w:u w:val="double"/>
        </w:rPr>
      </w:pPr>
      <w:r>
        <w:t xml:space="preserve">  = </w:t>
      </w:r>
      <w:r>
        <w:rPr>
          <w:u w:val="double"/>
        </w:rPr>
        <w:t>$</w:t>
      </w:r>
      <w:r w:rsidR="00CC3A58">
        <w:rPr>
          <w:u w:val="double"/>
        </w:rPr>
        <w:t>578.92</w:t>
      </w:r>
    </w:p>
    <w:p w:rsidR="00EC0762" w:rsidRDefault="00EC0762" w:rsidP="00EC0762"/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9200F5" w:rsidRDefault="009200F5" w:rsidP="00486D23">
      <w:pPr>
        <w:pStyle w:val="ISMab"/>
        <w:tabs>
          <w:tab w:val="left" w:pos="5040"/>
          <w:tab w:val="left" w:pos="5400"/>
        </w:tabs>
      </w:pPr>
    </w:p>
    <w:p w:rsidR="009200F5" w:rsidRDefault="009200F5" w:rsidP="00486D23">
      <w:pPr>
        <w:pStyle w:val="ISMab"/>
        <w:tabs>
          <w:tab w:val="left" w:pos="5040"/>
          <w:tab w:val="left" w:pos="5400"/>
        </w:tabs>
      </w:pPr>
    </w:p>
    <w:p w:rsidR="00486D23" w:rsidRDefault="00486D23" w:rsidP="00486D23">
      <w:pPr>
        <w:pStyle w:val="ISMab"/>
        <w:tabs>
          <w:tab w:val="left" w:pos="5040"/>
          <w:tab w:val="left" w:pos="5400"/>
        </w:tabs>
      </w:pPr>
      <w:r>
        <w:tab/>
      </w:r>
      <w:r w:rsidR="00DF20B3">
        <w:t>27</w:t>
      </w:r>
      <w:r>
        <w:t>.</w:t>
      </w:r>
      <w:r>
        <w:tab/>
      </w:r>
      <w:proofErr w:type="gramStart"/>
      <w:r>
        <w:rPr>
          <w:i/>
          <w:iCs/>
        </w:rPr>
        <w:t>a</w:t>
      </w:r>
      <w:proofErr w:type="gramEnd"/>
      <w:r>
        <w:t>.</w:t>
      </w:r>
      <w:r>
        <w:tab/>
        <w:t>With 11</w:t>
      </w:r>
      <w:r>
        <w:rPr>
          <w:rFonts w:cs="Arial"/>
        </w:rPr>
        <w:t>½</w:t>
      </w:r>
      <w:r>
        <w:t xml:space="preserve"> years until maturity,</w:t>
      </w:r>
      <w:r>
        <w:tab/>
      </w:r>
      <w:r>
        <w:rPr>
          <w:i/>
          <w:iCs/>
        </w:rPr>
        <w:t>b</w:t>
      </w:r>
      <w:r>
        <w:t>.</w:t>
      </w:r>
      <w:r>
        <w:tab/>
        <w:t>With 7</w:t>
      </w:r>
      <w:r>
        <w:rPr>
          <w:rFonts w:cs="Arial"/>
        </w:rPr>
        <w:t>½</w:t>
      </w:r>
      <w:r>
        <w:t xml:space="preserve"> years until maturity,</w:t>
      </w:r>
    </w:p>
    <w:p w:rsidR="00486D23" w:rsidRDefault="00486D23" w:rsidP="00486D23">
      <w:pPr>
        <w:pStyle w:val="ISMab"/>
        <w:tabs>
          <w:tab w:val="left" w:pos="5400"/>
        </w:tabs>
      </w:pPr>
      <w:r>
        <w:tab/>
      </w:r>
      <w:r>
        <w:tab/>
      </w:r>
      <w:r>
        <w:tab/>
      </w:r>
      <w:r>
        <w:rPr>
          <w:rFonts w:ascii="Times New Roman" w:hAnsi="Times New Roman"/>
          <w:i/>
          <w:iCs/>
        </w:rPr>
        <w:t xml:space="preserve">n </w:t>
      </w:r>
      <w:r>
        <w:t>= 2(11</w:t>
      </w:r>
      <w:r>
        <w:rPr>
          <w:rFonts w:cs="Arial"/>
        </w:rPr>
        <w:t>½</w:t>
      </w:r>
      <w:r>
        <w:t xml:space="preserve">) = 23; </w:t>
      </w:r>
      <w:r w:rsidR="00C6723D" w:rsidRPr="00C640A4">
        <w:rPr>
          <w:position w:val="-12"/>
        </w:rPr>
        <w:object w:dxaOrig="1000" w:dyaOrig="340">
          <v:shape id="_x0000_i1251" type="#_x0000_t75" style="width:50.25pt;height:17.65pt" o:ole="">
            <v:imagedata r:id="rId420" o:title=""/>
          </v:shape>
          <o:OLEObject Type="Embed" ProgID="Equation.3" ShapeID="_x0000_i1251" DrawAspect="Content" ObjectID="_1654971276" r:id="rId421"/>
        </w:object>
      </w:r>
      <w:r>
        <w:t>1.</w:t>
      </w:r>
      <w:r w:rsidR="00DF20B3">
        <w:t>086</w:t>
      </w:r>
      <w:r>
        <w:t>%</w:t>
      </w:r>
      <w:r>
        <w:tab/>
        <w:t xml:space="preserve"> </w:t>
      </w:r>
      <w:r>
        <w:rPr>
          <w:rFonts w:ascii="Times New Roman" w:hAnsi="Times New Roman"/>
          <w:i/>
          <w:iCs/>
        </w:rPr>
        <w:t xml:space="preserve">n </w:t>
      </w:r>
      <w:r>
        <w:t>= 2(7</w:t>
      </w:r>
      <w:r>
        <w:rPr>
          <w:rFonts w:cs="Arial"/>
        </w:rPr>
        <w:t>½</w:t>
      </w:r>
      <w:r>
        <w:t>) = 15</w:t>
      </w:r>
    </w:p>
    <w:p w:rsidR="00486D23" w:rsidRDefault="00486D23" w:rsidP="00486D23">
      <w:pPr>
        <w:pStyle w:val="ISMab"/>
        <w:tabs>
          <w:tab w:val="left" w:pos="5400"/>
        </w:tabs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PV</w:t>
      </w:r>
      <w:r>
        <w:rPr>
          <w:rFonts w:cs="Arial"/>
          <w:iCs/>
        </w:rPr>
        <w:t xml:space="preserve"> = </w:t>
      </w:r>
      <w:r w:rsidRPr="002A5267">
        <w:rPr>
          <w:position w:val="-10"/>
        </w:rPr>
        <w:object w:dxaOrig="1080" w:dyaOrig="380">
          <v:shape id="_x0000_i1252" type="#_x0000_t75" style="width:53.65pt;height:19pt" o:ole="" fillcolor="window">
            <v:imagedata r:id="rId416" o:title=""/>
          </v:shape>
          <o:OLEObject Type="Embed" ProgID="Equation.3" ShapeID="_x0000_i1252" DrawAspect="Content" ObjectID="_1654971277" r:id="rId422"/>
        </w:object>
      </w:r>
      <w:r>
        <w:tab/>
      </w:r>
      <w:r>
        <w:rPr>
          <w:rFonts w:ascii="Times New Roman" w:hAnsi="Times New Roman"/>
          <w:i/>
        </w:rPr>
        <w:t>PV</w:t>
      </w:r>
      <w:r>
        <w:rPr>
          <w:rFonts w:cs="Arial"/>
          <w:iCs/>
        </w:rPr>
        <w:t xml:space="preserve"> = </w:t>
      </w:r>
      <w:r w:rsidRPr="002A5267">
        <w:rPr>
          <w:position w:val="-10"/>
        </w:rPr>
        <w:object w:dxaOrig="1080" w:dyaOrig="380">
          <v:shape id="_x0000_i1253" type="#_x0000_t75" style="width:53.65pt;height:19pt" o:ole="" fillcolor="window">
            <v:imagedata r:id="rId416" o:title=""/>
          </v:shape>
          <o:OLEObject Type="Embed" ProgID="Equation.3" ShapeID="_x0000_i1253" DrawAspect="Content" ObjectID="_1654971278" r:id="rId423"/>
        </w:object>
      </w:r>
      <w:r>
        <w:tab/>
      </w:r>
    </w:p>
    <w:p w:rsidR="00486D23" w:rsidRDefault="00486D23" w:rsidP="00486D23">
      <w:pPr>
        <w:tabs>
          <w:tab w:val="decimal" w:pos="270"/>
          <w:tab w:val="left" w:pos="540"/>
          <w:tab w:val="left" w:pos="3240"/>
          <w:tab w:val="left" w:pos="5760"/>
        </w:tabs>
        <w:ind w:firstLine="1260"/>
      </w:pPr>
      <w:r>
        <w:rPr>
          <w:rFonts w:cs="Arial"/>
          <w:iCs/>
        </w:rPr>
        <w:t>=</w:t>
      </w:r>
      <w:r>
        <w:rPr>
          <w:rFonts w:ascii="Times New Roman" w:hAnsi="Times New Roman"/>
          <w:i/>
        </w:rPr>
        <w:t xml:space="preserve"> </w:t>
      </w:r>
      <w:r>
        <w:t>$10,000</w:t>
      </w:r>
      <w:r w:rsidR="00C6723D" w:rsidRPr="00ED7944">
        <w:rPr>
          <w:position w:val="-14"/>
        </w:rPr>
        <w:object w:dxaOrig="1220" w:dyaOrig="440">
          <v:shape id="_x0000_i1254" type="#_x0000_t75" style="width:60.45pt;height:21.75pt" o:ole="" fillcolor="window">
            <v:imagedata r:id="rId424" o:title=""/>
          </v:shape>
          <o:OLEObject Type="Embed" ProgID="Equation.3" ShapeID="_x0000_i1254" DrawAspect="Content" ObjectID="_1654971279" r:id="rId425"/>
        </w:object>
      </w:r>
      <w:r>
        <w:tab/>
        <w:t>= $10,000</w:t>
      </w:r>
      <w:r w:rsidR="00C6723D" w:rsidRPr="00ED7944">
        <w:rPr>
          <w:position w:val="-14"/>
        </w:rPr>
        <w:object w:dxaOrig="1220" w:dyaOrig="440">
          <v:shape id="_x0000_i1255" type="#_x0000_t75" style="width:60.45pt;height:21.75pt" o:ole="" fillcolor="window">
            <v:imagedata r:id="rId426" o:title=""/>
          </v:shape>
          <o:OLEObject Type="Embed" ProgID="Equation.3" ShapeID="_x0000_i1255" DrawAspect="Content" ObjectID="_1654971280" r:id="rId427"/>
        </w:object>
      </w:r>
      <w:r>
        <w:t xml:space="preserve"> </w:t>
      </w:r>
    </w:p>
    <w:p w:rsidR="00486D23" w:rsidRDefault="00486D23" w:rsidP="00486D23">
      <w:pPr>
        <w:tabs>
          <w:tab w:val="decimal" w:pos="270"/>
          <w:tab w:val="left" w:pos="540"/>
          <w:tab w:val="left" w:pos="3240"/>
          <w:tab w:val="left" w:pos="5760"/>
        </w:tabs>
        <w:spacing w:after="60"/>
        <w:ind w:firstLine="1260"/>
      </w:pPr>
      <w:r>
        <w:t xml:space="preserve">= </w:t>
      </w:r>
      <w:r>
        <w:rPr>
          <w:u w:val="double"/>
        </w:rPr>
        <w:t>$7</w:t>
      </w:r>
      <w:r w:rsidR="00DF20B3">
        <w:rPr>
          <w:u w:val="double"/>
        </w:rPr>
        <w:t>800.22</w:t>
      </w:r>
      <w:r>
        <w:tab/>
      </w:r>
      <w:r>
        <w:tab/>
        <w:t xml:space="preserve">= </w:t>
      </w:r>
      <w:r>
        <w:rPr>
          <w:u w:val="double"/>
        </w:rPr>
        <w:t>$</w:t>
      </w:r>
      <w:r w:rsidR="00ED7944">
        <w:rPr>
          <w:u w:val="double"/>
        </w:rPr>
        <w:t>8</w:t>
      </w:r>
      <w:r w:rsidR="002411BA">
        <w:rPr>
          <w:u w:val="double"/>
        </w:rPr>
        <w:t>504.23</w:t>
      </w:r>
    </w:p>
    <w:p w:rsidR="00486D23" w:rsidRDefault="007523EF" w:rsidP="00486D23">
      <w:pPr>
        <w:tabs>
          <w:tab w:val="decimal" w:pos="270"/>
          <w:tab w:val="left" w:pos="540"/>
        </w:tabs>
      </w:pPr>
      <w:r>
        <w:rPr>
          <w:noProof/>
          <w:lang w:val="en-US"/>
        </w:rPr>
        <w:pict>
          <v:shape id="AutoShape 1041" o:spid="_x0000_s1137" type="#_x0000_t61" style="position:absolute;margin-left:278.25pt;margin-top:10.35pt;width:114.4pt;height:81.9pt;z-index:251734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" adj="510,15152" fillcolor="#cff">
            <v:fill opacity="25443f"/>
            <v:textbox inset="3.6pt,,3.6pt">
              <w:txbxContent>
                <w:p w:rsidR="00BD4378" w:rsidRDefault="00BD4378" w:rsidP="00486D23">
                  <w:pPr>
                    <w:spacing w:line="260" w:lineRule="exact"/>
                    <w:ind w:left="-86" w:right="43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486D23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>PV</w:t>
                  </w:r>
                  <w:r w:rsidRPr="00F516C9">
                    <w:rPr>
                      <w:i/>
                    </w:rPr>
                    <w:t>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486D2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486D2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486D23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–8504.23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1040" o:spid="_x0000_s1138" type="#_x0000_t61" style="position:absolute;margin-left:46.55pt;margin-top:3.55pt;width:131.2pt;height:137.9pt;z-index:251733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" adj="115,16063" fillcolor="#cff">
            <v:fill opacity="25443f"/>
            <v:textbox inset="3.6pt,,3.6pt">
              <w:txbxContent>
                <w:p w:rsidR="00BD4378" w:rsidRDefault="00BD4378" w:rsidP="00486D23">
                  <w:pPr>
                    <w:spacing w:line="320" w:lineRule="exact"/>
                    <w:ind w:right="42"/>
                    <w:jc w:val="right"/>
                  </w:pPr>
                  <w:r>
                    <w:t xml:space="preserve">2.172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486D23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486D23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BD4378" w:rsidRDefault="00BD4378" w:rsidP="00486D2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23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486D23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486D23">
                  <w:pPr>
                    <w:spacing w:line="320" w:lineRule="exact"/>
                    <w:ind w:right="42"/>
                    <w:jc w:val="right"/>
                  </w:pPr>
                  <w:r>
                    <w:t xml:space="preserve">10000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486D2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486D23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–7800.22</w:t>
                  </w:r>
                </w:p>
              </w:txbxContent>
            </v:textbox>
            <w10:wrap type="square"/>
          </v:shape>
        </w:pict>
      </w:r>
    </w:p>
    <w:p w:rsidR="00486D23" w:rsidRDefault="00486D23" w:rsidP="00486D23"/>
    <w:p w:rsidR="00486D23" w:rsidRDefault="00486D23" w:rsidP="00486D23">
      <w:pPr>
        <w:tabs>
          <w:tab w:val="decimal" w:pos="270"/>
          <w:tab w:val="left" w:pos="540"/>
        </w:tabs>
      </w:pPr>
    </w:p>
    <w:p w:rsidR="00486D23" w:rsidRDefault="00486D23" w:rsidP="00486D23">
      <w:pPr>
        <w:tabs>
          <w:tab w:val="decimal" w:pos="270"/>
          <w:tab w:val="left" w:pos="540"/>
        </w:tabs>
      </w:pPr>
    </w:p>
    <w:p w:rsidR="00486D23" w:rsidRDefault="00486D23" w:rsidP="00486D23">
      <w:pPr>
        <w:tabs>
          <w:tab w:val="decimal" w:pos="270"/>
          <w:tab w:val="left" w:pos="540"/>
        </w:tabs>
      </w:pPr>
    </w:p>
    <w:p w:rsidR="00486D23" w:rsidRDefault="00486D23" w:rsidP="00486D23"/>
    <w:p w:rsidR="00486D23" w:rsidRDefault="00486D23" w:rsidP="00486D23">
      <w:pPr>
        <w:tabs>
          <w:tab w:val="decimal" w:pos="270"/>
          <w:tab w:val="left" w:pos="540"/>
        </w:tabs>
      </w:pPr>
    </w:p>
    <w:p w:rsidR="00486D23" w:rsidRDefault="00486D23" w:rsidP="00486D23">
      <w:pPr>
        <w:tabs>
          <w:tab w:val="decimal" w:pos="270"/>
          <w:tab w:val="left" w:pos="540"/>
        </w:tabs>
        <w:rPr>
          <w:u w:val="double"/>
        </w:rPr>
      </w:pPr>
    </w:p>
    <w:p w:rsidR="00486D23" w:rsidRDefault="00486D23" w:rsidP="00486D23">
      <w:pPr>
        <w:tabs>
          <w:tab w:val="decimal" w:pos="270"/>
          <w:tab w:val="left" w:pos="540"/>
        </w:tabs>
        <w:rPr>
          <w:u w:val="double"/>
        </w:rPr>
      </w:pPr>
    </w:p>
    <w:p w:rsidR="00486D23" w:rsidRDefault="00486D23" w:rsidP="00486D23">
      <w:pPr>
        <w:tabs>
          <w:tab w:val="decimal" w:pos="270"/>
          <w:tab w:val="left" w:pos="540"/>
        </w:tabs>
        <w:rPr>
          <w:u w:val="double"/>
        </w:rPr>
      </w:pPr>
    </w:p>
    <w:p w:rsidR="00486D23" w:rsidRDefault="00486D23" w:rsidP="00486D23">
      <w:pPr>
        <w:tabs>
          <w:tab w:val="decimal" w:pos="270"/>
          <w:tab w:val="left" w:pos="540"/>
        </w:tabs>
        <w:rPr>
          <w:u w:val="double"/>
        </w:rPr>
      </w:pPr>
    </w:p>
    <w:p w:rsidR="00486D23" w:rsidRDefault="007523EF" w:rsidP="00486D23">
      <w:pPr>
        <w:tabs>
          <w:tab w:val="decimal" w:pos="270"/>
          <w:tab w:val="left" w:pos="540"/>
        </w:tabs>
        <w:rPr>
          <w:u w:val="double"/>
        </w:rPr>
      </w:pPr>
      <w:r>
        <w:rPr>
          <w:noProof/>
          <w:lang w:val="en-US"/>
        </w:rPr>
        <w:pict>
          <v:shape id="AutoShape 1042" o:spid="_x0000_s1139" type="#_x0000_t61" style="position:absolute;margin-left:295.05pt;margin-top:-.5pt;width:141.4pt;height:88.2pt;z-index:251735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" adj="-11640,16273" fillcolor="#cff">
            <v:fill opacity="25443f"/>
            <v:textbox inset="3.6pt,,3.6pt">
              <w:txbxContent>
                <w:p w:rsidR="00BD4378" w:rsidRDefault="00BD4378" w:rsidP="00486D23">
                  <w:pPr>
                    <w:spacing w:line="320" w:lineRule="exact"/>
                    <w:ind w:left="-90" w:right="42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C/Y,</w:t>
                  </w:r>
                  <w:r w:rsidRPr="00C6344D">
                    <w:rPr>
                      <w:i/>
                      <w:iCs/>
                    </w:rP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486D23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8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486D23">
                  <w:pPr>
                    <w:spacing w:line="320" w:lineRule="exact"/>
                    <w:ind w:right="42"/>
                    <w:jc w:val="right"/>
                  </w:pPr>
                  <w:r>
                    <w:t xml:space="preserve">7800.22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486D23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486D23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8504.23</w:t>
                  </w:r>
                </w:p>
              </w:txbxContent>
            </v:textbox>
            <w10:wrap type="square"/>
          </v:shape>
        </w:pict>
      </w:r>
    </w:p>
    <w:p w:rsidR="00486D23" w:rsidRDefault="00486D23" w:rsidP="00486D23"/>
    <w:p w:rsidR="00677B67" w:rsidRDefault="00486D23" w:rsidP="00486D23">
      <w:pPr>
        <w:pStyle w:val="ISMab"/>
      </w:pPr>
      <w:r>
        <w:tab/>
      </w:r>
      <w:r>
        <w:tab/>
      </w:r>
      <w:r>
        <w:rPr>
          <w:i/>
          <w:iCs/>
        </w:rPr>
        <w:t>c.</w:t>
      </w:r>
      <w:r>
        <w:tab/>
        <w:t xml:space="preserve">With </w:t>
      </w:r>
      <w:r>
        <w:rPr>
          <w:rFonts w:ascii="Times New Roman" w:hAnsi="Times New Roman"/>
          <w:i/>
          <w:iCs/>
        </w:rPr>
        <w:t>PV</w:t>
      </w:r>
      <w:r>
        <w:t xml:space="preserve"> = $7</w:t>
      </w:r>
      <w:r w:rsidR="002411BA">
        <w:t>800.22</w:t>
      </w:r>
      <w:r>
        <w:t xml:space="preserve">, </w:t>
      </w:r>
    </w:p>
    <w:p w:rsidR="00486D23" w:rsidRDefault="00677B67" w:rsidP="00486D23">
      <w:pPr>
        <w:pStyle w:val="ISMab"/>
      </w:pP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 w:rsidR="00486D23">
        <w:rPr>
          <w:rFonts w:ascii="Times New Roman" w:hAnsi="Times New Roman"/>
          <w:i/>
          <w:iCs/>
        </w:rPr>
        <w:t xml:space="preserve">n </w:t>
      </w:r>
      <w:r w:rsidR="00486D23">
        <w:t xml:space="preserve">= 2(4) = 8, </w:t>
      </w:r>
      <w:proofErr w:type="spellStart"/>
      <w:r w:rsidR="00486D23">
        <w:rPr>
          <w:rFonts w:ascii="Times New Roman" w:hAnsi="Times New Roman"/>
          <w:i/>
          <w:iCs/>
        </w:rPr>
        <w:t>i</w:t>
      </w:r>
      <w:proofErr w:type="spellEnd"/>
      <w:r w:rsidR="00486D23">
        <w:rPr>
          <w:rFonts w:ascii="Times New Roman" w:hAnsi="Times New Roman"/>
          <w:i/>
          <w:iCs/>
        </w:rPr>
        <w:t xml:space="preserve"> </w:t>
      </w:r>
      <w:r w:rsidR="00486D23">
        <w:t>= 1.</w:t>
      </w:r>
      <w:r w:rsidR="002411BA">
        <w:t>086</w:t>
      </w:r>
      <w:r w:rsidR="00486D23">
        <w:t>%,</w:t>
      </w:r>
    </w:p>
    <w:p w:rsidR="00486D23" w:rsidRDefault="007523EF" w:rsidP="00486D23">
      <w:pPr>
        <w:pStyle w:val="ISM"/>
      </w:pPr>
      <w:r>
        <w:rPr>
          <w:noProof/>
          <w:lang w:val="en-US"/>
        </w:rPr>
        <w:pict>
          <v:shape id="AutoShape 1043" o:spid="_x0000_s1440" type="#_x0000_t88" style="position:absolute;margin-left:196.35pt;margin-top:5.6pt;width:13.3pt;height:46.9pt;z-index:251736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"/>
        </w:pict>
      </w:r>
      <w:r w:rsidR="00486D23">
        <w:tab/>
      </w:r>
      <w:r w:rsidR="00486D23">
        <w:tab/>
      </w:r>
      <w:r w:rsidR="00486D23">
        <w:tab/>
      </w:r>
      <w:r w:rsidR="00486D23">
        <w:tab/>
      </w:r>
      <w:r w:rsidR="00486D23" w:rsidRPr="002A5267">
        <w:rPr>
          <w:position w:val="-12"/>
        </w:rPr>
        <w:object w:dxaOrig="1560" w:dyaOrig="420">
          <v:shape id="_x0000_i1256" type="#_x0000_t75" style="width:78.1pt;height:21.05pt" o:ole="" fillcolor="window">
            <v:imagedata r:id="rId362" o:title=""/>
          </v:shape>
          <o:OLEObject Type="Embed" ProgID="Equation.2" ShapeID="_x0000_i1256" DrawAspect="Content" ObjectID="_1654971281" r:id="rId428"/>
        </w:object>
      </w:r>
      <w:r w:rsidR="00486D23">
        <w:t xml:space="preserve"> </w:t>
      </w:r>
    </w:p>
    <w:p w:rsidR="00486D23" w:rsidRDefault="00486D23" w:rsidP="00486D23">
      <w:pPr>
        <w:pStyle w:val="ISM"/>
        <w:ind w:firstLine="1800"/>
      </w:pPr>
      <w:r>
        <w:t>= $7</w:t>
      </w:r>
      <w:r w:rsidR="002411BA">
        <w:t>800.22</w:t>
      </w:r>
      <w:r w:rsidR="002411BA" w:rsidRPr="00ED7944">
        <w:rPr>
          <w:position w:val="-14"/>
        </w:rPr>
        <w:object w:dxaOrig="1080" w:dyaOrig="440">
          <v:shape id="_x0000_i1257" type="#_x0000_t75" style="width:53.65pt;height:21.75pt" o:ole="" fillcolor="window">
            <v:imagedata r:id="rId429" o:title=""/>
          </v:shape>
          <o:OLEObject Type="Embed" ProgID="Equation.3" ShapeID="_x0000_i1257" DrawAspect="Content" ObjectID="_1654971282" r:id="rId430"/>
        </w:object>
      </w:r>
    </w:p>
    <w:p w:rsidR="00486D23" w:rsidRDefault="00486D23" w:rsidP="00486D23">
      <w:pPr>
        <w:pStyle w:val="ISM"/>
        <w:spacing w:line="360" w:lineRule="auto"/>
        <w:ind w:firstLine="1800"/>
      </w:pPr>
      <w:r>
        <w:t xml:space="preserve">= </w:t>
      </w:r>
      <w:r>
        <w:rPr>
          <w:u w:val="double"/>
        </w:rPr>
        <w:t>$</w:t>
      </w:r>
      <w:r w:rsidR="00ED7944">
        <w:rPr>
          <w:u w:val="double"/>
        </w:rPr>
        <w:t>8</w:t>
      </w:r>
      <w:r w:rsidR="002411BA">
        <w:rPr>
          <w:u w:val="double"/>
        </w:rPr>
        <w:t>504.23</w:t>
      </w:r>
    </w:p>
    <w:p w:rsidR="00486D23" w:rsidRDefault="00486D23" w:rsidP="00486D23">
      <w:pPr>
        <w:pStyle w:val="ISMab"/>
        <w:spacing w:after="240"/>
        <w:ind w:left="907" w:hanging="907"/>
      </w:pPr>
      <w:r>
        <w:tab/>
      </w:r>
      <w:r>
        <w:tab/>
      </w:r>
      <w:r>
        <w:rPr>
          <w:i/>
          <w:iCs/>
        </w:rPr>
        <w:t>d.</w:t>
      </w:r>
      <w:r>
        <w:rPr>
          <w:i/>
          <w:iCs/>
        </w:rPr>
        <w:tab/>
      </w:r>
      <w:r>
        <w:t xml:space="preserve">The strip bond’s market value on any date impounds a rate of return equal to </w:t>
      </w:r>
      <w:r w:rsidR="00905C5B">
        <w:t>2.</w:t>
      </w:r>
      <w:r w:rsidR="00FD0D32">
        <w:t>172</w:t>
      </w:r>
      <w:r>
        <w:t xml:space="preserve">% compounded </w:t>
      </w:r>
      <w:proofErr w:type="spellStart"/>
      <w:r>
        <w:t>semiannually</w:t>
      </w:r>
      <w:proofErr w:type="spellEnd"/>
      <w:r>
        <w:t xml:space="preserve"> (</w:t>
      </w:r>
      <w:proofErr w:type="spellStart"/>
      <w:r>
        <w:t>csa</w:t>
      </w:r>
      <w:proofErr w:type="spellEnd"/>
      <w:r>
        <w:t xml:space="preserve">) to the investor. The investor can earn this either in the bond or in another investment earning </w:t>
      </w:r>
      <w:r w:rsidR="00905C5B">
        <w:t>2.</w:t>
      </w:r>
      <w:r w:rsidR="00FD0D32">
        <w:t>172</w:t>
      </w:r>
      <w:r>
        <w:t xml:space="preserve">% </w:t>
      </w:r>
      <w:proofErr w:type="spellStart"/>
      <w:r>
        <w:t>csa</w:t>
      </w:r>
      <w:proofErr w:type="spellEnd"/>
      <w:r>
        <w:t xml:space="preserve">. </w:t>
      </w:r>
    </w:p>
    <w:p w:rsidR="00905C5B" w:rsidRDefault="00905C5B" w:rsidP="00EC0762">
      <w:pPr>
        <w:pStyle w:val="ISMab"/>
      </w:pPr>
    </w:p>
    <w:p w:rsidR="009200F5" w:rsidRDefault="009200F5">
      <w:pPr>
        <w:rPr>
          <w:rFonts w:cs="Arial"/>
          <w:bCs/>
          <w:i/>
          <w:kern w:val="32"/>
          <w:sz w:val="24"/>
          <w:szCs w:val="32"/>
        </w:rPr>
      </w:pPr>
      <w:r>
        <w:rPr>
          <w:b/>
          <w:i/>
          <w:sz w:val="24"/>
        </w:rPr>
        <w:br w:type="page"/>
      </w:r>
    </w:p>
    <w:p w:rsidR="00EC0762" w:rsidRDefault="007523EF" w:rsidP="00EC0762">
      <w:pPr>
        <w:pStyle w:val="ISM"/>
      </w:pPr>
      <w:r>
        <w:rPr>
          <w:noProof/>
          <w:lang w:val="en-US"/>
        </w:rPr>
        <w:lastRenderedPageBreak/>
        <w:pict>
          <v:shape id="AutoShape 237" o:spid="_x0000_s1432" type="#_x0000_t88" style="position:absolute;margin-left:285.25pt;margin-top:3.6pt;width:10.5pt;height:52.5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"/>
        </w:pict>
      </w:r>
      <w:r>
        <w:rPr>
          <w:noProof/>
          <w:lang w:val="en-US"/>
        </w:rPr>
        <w:pict>
          <v:shape id="AutoShape 236" o:spid="_x0000_s1140" type="#_x0000_t61" style="position:absolute;margin-left:327.95pt;margin-top:.8pt;width:131.2pt;height:135.8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" adj="-4396,4462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5.25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26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1000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–509.82</w:t>
                  </w:r>
                </w:p>
              </w:txbxContent>
            </v:textbox>
            <w10:wrap type="square"/>
          </v:shape>
        </w:pict>
      </w:r>
      <w:r w:rsidR="00EC0762">
        <w:tab/>
      </w:r>
      <w:r w:rsidR="00952824">
        <w:t>29</w:t>
      </w:r>
      <w:r w:rsidR="00EC0762">
        <w:t>.</w:t>
      </w:r>
      <w:r w:rsidR="00EC0762">
        <w:tab/>
        <w:t xml:space="preserve">Market price of one strip bond = </w:t>
      </w:r>
      <w:r w:rsidR="00EC0762">
        <w:rPr>
          <w:rFonts w:ascii="Times New Roman" w:hAnsi="Times New Roman"/>
          <w:i/>
        </w:rPr>
        <w:t>FV</w:t>
      </w:r>
      <w:r w:rsidR="00EC0762" w:rsidRPr="002A5267">
        <w:rPr>
          <w:position w:val="-10"/>
        </w:rPr>
        <w:object w:dxaOrig="800" w:dyaOrig="380">
          <v:shape id="_x0000_i1258" type="#_x0000_t75" style="width:40.1pt;height:19pt" o:ole="" fillcolor="window">
            <v:imagedata r:id="rId431" o:title=""/>
          </v:shape>
          <o:OLEObject Type="Embed" ProgID="Equation.3" ShapeID="_x0000_i1258" DrawAspect="Content" ObjectID="_1654971283" r:id="rId432"/>
        </w:object>
      </w:r>
    </w:p>
    <w:p w:rsidR="00EC0762" w:rsidRDefault="00EC0762" w:rsidP="00EC0762">
      <w:pPr>
        <w:pStyle w:val="ISM"/>
        <w:ind w:firstLine="3510"/>
      </w:pPr>
      <w:r>
        <w:t>= $1000</w:t>
      </w:r>
      <w:r w:rsidRPr="00C6344D">
        <w:rPr>
          <w:position w:val="-10"/>
        </w:rPr>
        <w:object w:dxaOrig="1160" w:dyaOrig="380">
          <v:shape id="_x0000_i1259" type="#_x0000_t75" style="width:57.75pt;height:19pt" o:ole="" fillcolor="window">
            <v:imagedata r:id="rId433" o:title=""/>
          </v:shape>
          <o:OLEObject Type="Embed" ProgID="Equation.3" ShapeID="_x0000_i1259" DrawAspect="Content" ObjectID="_1654971284" r:id="rId434"/>
        </w:object>
      </w:r>
    </w:p>
    <w:p w:rsidR="00EC0762" w:rsidRDefault="00EC0762" w:rsidP="00EC0762">
      <w:pPr>
        <w:pStyle w:val="ISM"/>
        <w:ind w:firstLine="3510"/>
      </w:pPr>
      <w:r>
        <w:t>= $509.82</w:t>
      </w: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  <w:r>
        <w:tab/>
      </w:r>
      <w:r>
        <w:tab/>
        <w:t xml:space="preserve">The number of strip bonds that may be purchased </w:t>
      </w:r>
    </w:p>
    <w:p w:rsidR="00EC0762" w:rsidRDefault="00EC0762" w:rsidP="00EC0762">
      <w:pPr>
        <w:pStyle w:val="ISM"/>
      </w:pPr>
      <w:r>
        <w:tab/>
      </w:r>
      <w:r>
        <w:tab/>
        <w:t>with $12,830 is the integer portion of</w:t>
      </w:r>
    </w:p>
    <w:p w:rsidR="00EC0762" w:rsidRDefault="00EC0762" w:rsidP="00EC0762">
      <w:pPr>
        <w:pStyle w:val="ISM"/>
      </w:pPr>
      <w:r>
        <w:tab/>
      </w:r>
      <w:r>
        <w:tab/>
      </w:r>
      <w:r>
        <w:tab/>
      </w:r>
      <w:r>
        <w:tab/>
      </w:r>
      <w:r w:rsidRPr="00C6344D">
        <w:rPr>
          <w:position w:val="-24"/>
        </w:rPr>
        <w:object w:dxaOrig="900" w:dyaOrig="600">
          <v:shape id="_x0000_i1260" type="#_x0000_t75" style="width:44.85pt;height:29.9pt" o:ole="" fillcolor="window">
            <v:imagedata r:id="rId435" o:title=""/>
          </v:shape>
          <o:OLEObject Type="Embed" ProgID="Equation.3" ShapeID="_x0000_i1260" DrawAspect="Content" ObjectID="_1654971285" r:id="rId436"/>
        </w:object>
      </w:r>
      <w:r>
        <w:t xml:space="preserve"> = 25.17</w:t>
      </w:r>
    </w:p>
    <w:p w:rsidR="00EC0762" w:rsidRDefault="00EC0762" w:rsidP="00EC0762">
      <w:pPr>
        <w:pStyle w:val="ISM"/>
      </w:pPr>
      <w:r>
        <w:tab/>
      </w:r>
      <w:r>
        <w:tab/>
        <w:t xml:space="preserve">That is, </w:t>
      </w:r>
      <w:r>
        <w:rPr>
          <w:u w:val="double"/>
        </w:rPr>
        <w:t>25</w:t>
      </w:r>
      <w:r>
        <w:t xml:space="preserve"> $1000 face value strip bonds can be purchased.</w:t>
      </w:r>
    </w:p>
    <w:p w:rsidR="00EC0762" w:rsidRDefault="00EC0762" w:rsidP="00EC0762"/>
    <w:p w:rsidR="00B75357" w:rsidRDefault="00952824" w:rsidP="00B75357">
      <w:pPr>
        <w:pStyle w:val="ISM"/>
      </w:pPr>
      <w:r>
        <w:t>31</w:t>
      </w:r>
      <w:r w:rsidR="00B75357">
        <w:t>. The maturity value at 5.00% compounded annually will be</w:t>
      </w:r>
    </w:p>
    <w:p w:rsidR="00B75357" w:rsidRDefault="00B75357" w:rsidP="00B75357">
      <w:pPr>
        <w:pStyle w:val="ISM"/>
      </w:pPr>
      <w:r>
        <w:tab/>
      </w:r>
      <w:r>
        <w:tab/>
      </w:r>
      <w:r>
        <w:tab/>
      </w:r>
      <w:r>
        <w:tab/>
      </w:r>
      <w:r w:rsidRPr="002A5267">
        <w:rPr>
          <w:position w:val="-12"/>
        </w:rPr>
        <w:object w:dxaOrig="1560" w:dyaOrig="420">
          <v:shape id="_x0000_i1261" type="#_x0000_t75" style="width:78.1pt;height:21.05pt" o:ole="" fillcolor="window">
            <v:imagedata r:id="rId362" o:title=""/>
          </v:shape>
          <o:OLEObject Type="Embed" ProgID="Equation.2" ShapeID="_x0000_i1261" DrawAspect="Content" ObjectID="_1654971286" r:id="rId437"/>
        </w:object>
      </w:r>
      <w:r>
        <w:t xml:space="preserve"> = $10,000</w:t>
      </w:r>
      <w:r w:rsidRPr="002A5267">
        <w:rPr>
          <w:position w:val="-10"/>
        </w:rPr>
        <w:object w:dxaOrig="740" w:dyaOrig="380">
          <v:shape id="_x0000_i1262" type="#_x0000_t75" style="width:36.7pt;height:19pt" o:ole="" fillcolor="window">
            <v:imagedata r:id="rId438" o:title=""/>
          </v:shape>
          <o:OLEObject Type="Embed" ProgID="Equation.3" ShapeID="_x0000_i1262" DrawAspect="Content" ObjectID="_1654971287" r:id="rId439"/>
        </w:object>
      </w:r>
      <w:r>
        <w:t>= $12,762.82</w:t>
      </w:r>
    </w:p>
    <w:p w:rsidR="00B75357" w:rsidRDefault="00B75357" w:rsidP="00B75357">
      <w:pPr>
        <w:pStyle w:val="ISM"/>
      </w:pPr>
      <w:r>
        <w:tab/>
      </w:r>
      <w:r>
        <w:tab/>
        <w:t xml:space="preserve">The maturity value at 4.875% compounded </w:t>
      </w:r>
      <w:proofErr w:type="spellStart"/>
      <w:r>
        <w:t>semiannually</w:t>
      </w:r>
      <w:proofErr w:type="spellEnd"/>
      <w:r>
        <w:t xml:space="preserve"> will be</w:t>
      </w:r>
    </w:p>
    <w:p w:rsidR="00B75357" w:rsidRDefault="00B75357" w:rsidP="00B75357">
      <w:pPr>
        <w:pStyle w:val="ISM"/>
      </w:pPr>
      <w:r>
        <w:tab/>
      </w:r>
      <w:r>
        <w:tab/>
      </w:r>
      <w:r>
        <w:tab/>
      </w:r>
      <w:r>
        <w:tab/>
        <w:t>$10,000</w:t>
      </w:r>
      <w:r w:rsidRPr="002A5267">
        <w:rPr>
          <w:position w:val="-10"/>
        </w:rPr>
        <w:object w:dxaOrig="1320" w:dyaOrig="380">
          <v:shape id="_x0000_i1263" type="#_x0000_t75" style="width:65.9pt;height:19pt" o:ole="" fillcolor="window">
            <v:imagedata r:id="rId440" o:title=""/>
          </v:shape>
          <o:OLEObject Type="Embed" ProgID="Equation.3" ShapeID="_x0000_i1263" DrawAspect="Content" ObjectID="_1654971288" r:id="rId441"/>
        </w:object>
      </w:r>
      <w:r>
        <w:t>= $12,723.01</w:t>
      </w:r>
    </w:p>
    <w:p w:rsidR="00B75357" w:rsidRDefault="00B75357" w:rsidP="00B75357">
      <w:pPr>
        <w:pStyle w:val="ISM"/>
      </w:pPr>
      <w:r>
        <w:tab/>
      </w:r>
      <w:r>
        <w:tab/>
        <w:t>The maturity value at 4.75% compounded monthly will be</w:t>
      </w:r>
    </w:p>
    <w:p w:rsidR="00B75357" w:rsidRDefault="00B75357" w:rsidP="00B75357">
      <w:pPr>
        <w:pStyle w:val="ISM"/>
      </w:pPr>
      <w:r>
        <w:tab/>
      </w:r>
      <w:r>
        <w:tab/>
      </w:r>
      <w:r>
        <w:tab/>
      </w:r>
      <w:r>
        <w:tab/>
        <w:t>$10,000</w:t>
      </w:r>
      <w:r w:rsidRPr="002A5267">
        <w:rPr>
          <w:position w:val="-10"/>
        </w:rPr>
        <w:object w:dxaOrig="1460" w:dyaOrig="420">
          <v:shape id="_x0000_i1264" type="#_x0000_t75" style="width:72.7pt;height:21.05pt" o:ole="" fillcolor="window">
            <v:imagedata r:id="rId442" o:title=""/>
          </v:shape>
          <o:OLEObject Type="Embed" ProgID="Equation.3" ShapeID="_x0000_i1264" DrawAspect="Content" ObjectID="_1654971289" r:id="rId443"/>
        </w:object>
      </w:r>
      <w:r>
        <w:t>= $12,674.81</w:t>
      </w:r>
    </w:p>
    <w:p w:rsidR="00B75357" w:rsidRDefault="00B75357" w:rsidP="00B75357">
      <w:pPr>
        <w:pStyle w:val="ISM"/>
      </w:pPr>
      <w:r>
        <w:tab/>
      </w:r>
      <w:r>
        <w:tab/>
        <w:t>An investor will earn</w:t>
      </w:r>
    </w:p>
    <w:p w:rsidR="00B75357" w:rsidRDefault="00B75357" w:rsidP="00B75357">
      <w:pPr>
        <w:pStyle w:val="ISM"/>
      </w:pPr>
      <w:r>
        <w:tab/>
      </w:r>
      <w:r>
        <w:tab/>
      </w:r>
      <w:r>
        <w:tab/>
      </w:r>
      <w:r>
        <w:tab/>
        <w:t xml:space="preserve">$12,762.82 – $12,674.81 = </w:t>
      </w:r>
      <w:r>
        <w:rPr>
          <w:u w:val="double"/>
        </w:rPr>
        <w:t>$88.01</w:t>
      </w:r>
    </w:p>
    <w:p w:rsidR="00B75357" w:rsidRDefault="00B75357" w:rsidP="0046665A">
      <w:pPr>
        <w:pStyle w:val="ISM"/>
        <w:spacing w:after="240"/>
      </w:pPr>
      <w:r>
        <w:tab/>
      </w:r>
      <w:r>
        <w:tab/>
      </w:r>
      <w:r w:rsidRPr="00F15F09">
        <w:rPr>
          <w:u w:val="double"/>
        </w:rPr>
        <w:t>more at 5.00% compounded annually</w:t>
      </w:r>
      <w:r>
        <w:t xml:space="preserve"> than at 4.75% compounded monthly.</w:t>
      </w:r>
    </w:p>
    <w:p w:rsidR="0046665A" w:rsidRDefault="0046665A" w:rsidP="0046665A">
      <w:pPr>
        <w:pStyle w:val="ISM"/>
      </w:pPr>
      <w:r>
        <w:tab/>
      </w:r>
      <w:r w:rsidR="00952824">
        <w:t>33</w:t>
      </w:r>
      <w:r>
        <w:t>.</w:t>
      </w:r>
      <w:r>
        <w:tab/>
        <w:t xml:space="preserve">Sales for Year 3 = </w:t>
      </w:r>
      <w:r w:rsidRPr="002A5267">
        <w:rPr>
          <w:position w:val="-10"/>
        </w:rPr>
        <w:object w:dxaOrig="1540" w:dyaOrig="380">
          <v:shape id="_x0000_i1265" type="#_x0000_t75" style="width:76.75pt;height:19pt" o:ole="" fillcolor="window">
            <v:imagedata r:id="rId444" o:title=""/>
          </v:shape>
          <o:OLEObject Type="Embed" ProgID="Equation.3" ShapeID="_x0000_i1265" DrawAspect="Content" ObjectID="_1654971290" r:id="rId445"/>
        </w:object>
      </w:r>
      <w:r>
        <w:t xml:space="preserve"> = $28,600,000</w:t>
      </w:r>
      <w:r w:rsidRPr="002A5267">
        <w:rPr>
          <w:position w:val="-10"/>
        </w:rPr>
        <w:object w:dxaOrig="1320" w:dyaOrig="380">
          <v:shape id="_x0000_i1266" type="#_x0000_t75" style="width:65.9pt;height:19pt" o:ole="" fillcolor="window">
            <v:imagedata r:id="rId446" o:title=""/>
          </v:shape>
          <o:OLEObject Type="Embed" ProgID="Equation.3" ShapeID="_x0000_i1266" DrawAspect="Content" ObjectID="_1654971291" r:id="rId447"/>
        </w:object>
      </w:r>
      <w:r>
        <w:t xml:space="preserve"> = $25,303,450</w:t>
      </w:r>
    </w:p>
    <w:p w:rsidR="0046665A" w:rsidRDefault="0046665A" w:rsidP="0046665A">
      <w:pPr>
        <w:pStyle w:val="ISM"/>
        <w:spacing w:after="240"/>
      </w:pPr>
      <w:r>
        <w:tab/>
      </w:r>
      <w:r>
        <w:tab/>
        <w:t>Sales for Year 7 = $25,303,450</w:t>
      </w:r>
      <w:r w:rsidRPr="002A5267">
        <w:rPr>
          <w:position w:val="-10"/>
        </w:rPr>
        <w:object w:dxaOrig="740" w:dyaOrig="380">
          <v:shape id="_x0000_i1267" type="#_x0000_t75" style="width:36.7pt;height:19pt" o:ole="" fillcolor="window">
            <v:imagedata r:id="rId448" o:title=""/>
          </v:shape>
          <o:OLEObject Type="Embed" ProgID="Equation.3" ShapeID="_x0000_i1267" DrawAspect="Content" ObjectID="_1654971292" r:id="rId449"/>
        </w:object>
      </w:r>
      <w:r>
        <w:t xml:space="preserve"> = </w:t>
      </w:r>
      <w:r>
        <w:rPr>
          <w:u w:val="double"/>
        </w:rPr>
        <w:t>$34,425,064</w:t>
      </w:r>
    </w:p>
    <w:p w:rsidR="00EC0762" w:rsidRDefault="00EC0762" w:rsidP="00EC0762">
      <w:pPr>
        <w:pStyle w:val="ISM"/>
        <w:spacing w:before="120"/>
      </w:pPr>
      <w:r>
        <w:tab/>
      </w:r>
      <w:r w:rsidR="00952824">
        <w:t>35</w:t>
      </w:r>
      <w:r>
        <w:t>.</w:t>
      </w:r>
      <w:r>
        <w:tab/>
        <w:t>Proceeds = Present value of the maturity value</w:t>
      </w:r>
    </w:p>
    <w:p w:rsidR="00EC0762" w:rsidRDefault="007523EF" w:rsidP="00EC0762">
      <w:pPr>
        <w:pStyle w:val="ISM"/>
        <w:rPr>
          <w:i/>
          <w:iCs/>
        </w:rPr>
      </w:pPr>
      <w:r>
        <w:rPr>
          <w:noProof/>
          <w:lang w:val="en-US"/>
        </w:rPr>
        <w:pict>
          <v:shape id="AutoShape 238" o:spid="_x0000_s1142" type="#_x0000_t61" style="position:absolute;margin-left:348.05pt;margin-top:7.55pt;width:131.2pt;height:138.65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" adj="-18801,13795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13.5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48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8000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2F65A6">
                    <w:t>–</w:t>
                  </w:r>
                  <w:r>
                    <w:t>13,686.73</w:t>
                  </w:r>
                </w:p>
              </w:txbxContent>
            </v:textbox>
            <w10:wrap type="square"/>
          </v:shape>
        </w:pict>
      </w:r>
      <w:r w:rsidR="00EC0762">
        <w:tab/>
      </w:r>
      <w:r w:rsidR="00EC0762">
        <w:tab/>
        <w:t>For the maturity value calculation,</w:t>
      </w:r>
    </w:p>
    <w:p w:rsidR="00EC0762" w:rsidRDefault="00EC0762" w:rsidP="00EC0762">
      <w:pPr>
        <w:pStyle w:val="ISM"/>
        <w:tabs>
          <w:tab w:val="left" w:pos="1080"/>
        </w:tabs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PV</w:t>
      </w:r>
      <w:r>
        <w:t xml:space="preserve"> = $8000, </w:t>
      </w:r>
      <w:r>
        <w:rPr>
          <w:rFonts w:ascii="Times New Roman" w:hAnsi="Times New Roman"/>
          <w:i/>
        </w:rPr>
        <w:t>j</w:t>
      </w:r>
      <w:r>
        <w:t xml:space="preserve"> = 13.5%, </w:t>
      </w:r>
      <w:r>
        <w:rPr>
          <w:rFonts w:ascii="Times New Roman" w:hAnsi="Times New Roman"/>
          <w:i/>
          <w:iCs/>
        </w:rPr>
        <w:t>m</w:t>
      </w:r>
      <w:r>
        <w:t xml:space="preserve"> = 12, and</w:t>
      </w:r>
    </w:p>
    <w:p w:rsidR="00EC0762" w:rsidRDefault="00EC0762" w:rsidP="00EC0762">
      <w:pPr>
        <w:pStyle w:val="ISM"/>
        <w:tabs>
          <w:tab w:val="left" w:pos="1080"/>
        </w:tabs>
      </w:pPr>
      <w:r>
        <w:tab/>
      </w:r>
      <w:r>
        <w:tab/>
      </w:r>
      <w:r>
        <w:tab/>
      </w:r>
      <w:proofErr w:type="spellStart"/>
      <w:r>
        <w:rPr>
          <w:rFonts w:ascii="Times New Roman" w:hAnsi="Times New Roman"/>
          <w:i/>
          <w:iCs/>
        </w:rPr>
        <w:t>i</w:t>
      </w:r>
      <w:proofErr w:type="spellEnd"/>
      <w:r>
        <w:t xml:space="preserve"> = </w:t>
      </w:r>
      <w:r w:rsidRPr="002A5267">
        <w:rPr>
          <w:position w:val="-14"/>
        </w:rPr>
        <w:object w:dxaOrig="560" w:dyaOrig="400">
          <v:shape id="_x0000_i1268" type="#_x0000_t75" style="width:27.85pt;height:20.4pt" o:ole="" fillcolor="window">
            <v:imagedata r:id="rId450" o:title=""/>
          </v:shape>
          <o:OLEObject Type="Embed" ProgID="Equation.3" ShapeID="_x0000_i1268" DrawAspect="Content" ObjectID="_1654971293" r:id="rId451"/>
        </w:object>
      </w:r>
      <w:r>
        <w:t xml:space="preserve"> = 1.125%, </w:t>
      </w:r>
      <w:r>
        <w:rPr>
          <w:rFonts w:ascii="Times New Roman" w:hAnsi="Times New Roman"/>
          <w:i/>
        </w:rPr>
        <w:t>n</w:t>
      </w:r>
      <w:r>
        <w:t xml:space="preserve"> = 12(4) = 48</w:t>
      </w:r>
    </w:p>
    <w:p w:rsidR="00EC0762" w:rsidRDefault="007523EF" w:rsidP="00EC0762">
      <w:pPr>
        <w:pStyle w:val="ISM"/>
      </w:pPr>
      <w:r>
        <w:rPr>
          <w:noProof/>
          <w:lang w:val="en-US"/>
        </w:rPr>
        <w:pict>
          <v:shape id="AutoShape 239" o:spid="_x0000_s1412" type="#_x0000_t88" style="position:absolute;margin-left:175.35pt;margin-top:1.45pt;width:18.9pt;height:48.3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"/>
        </w:pict>
      </w:r>
      <w:r w:rsidR="00EC0762">
        <w:tab/>
      </w:r>
      <w:r w:rsidR="00EC0762">
        <w:tab/>
      </w:r>
      <w:r w:rsidR="00EC0762">
        <w:tab/>
      </w:r>
      <w:r w:rsidR="00EC0762" w:rsidRPr="002A5267">
        <w:rPr>
          <w:position w:val="-10"/>
        </w:rPr>
        <w:object w:dxaOrig="1540" w:dyaOrig="380">
          <v:shape id="_x0000_i1269" type="#_x0000_t75" style="width:76.75pt;height:19pt" o:ole="" fillcolor="window">
            <v:imagedata r:id="rId452" o:title=""/>
          </v:shape>
          <o:OLEObject Type="Embed" ProgID="Equation.3" ShapeID="_x0000_i1269" DrawAspect="Content" ObjectID="_1654971294" r:id="rId453"/>
        </w:object>
      </w:r>
    </w:p>
    <w:p w:rsidR="00EC0762" w:rsidRDefault="00EC0762" w:rsidP="00EC0762">
      <w:pPr>
        <w:pStyle w:val="ISM"/>
        <w:ind w:firstLine="1080"/>
      </w:pPr>
      <w:r>
        <w:t xml:space="preserve"> = $8000</w:t>
      </w:r>
      <w:r w:rsidRPr="002A5267">
        <w:rPr>
          <w:position w:val="-10"/>
        </w:rPr>
        <w:object w:dxaOrig="1200" w:dyaOrig="380">
          <v:shape id="_x0000_i1270" type="#_x0000_t75" style="width:60.45pt;height:19pt" o:ole="" fillcolor="window">
            <v:imagedata r:id="rId454" o:title=""/>
          </v:shape>
          <o:OLEObject Type="Embed" ProgID="Equation.3" ShapeID="_x0000_i1270" DrawAspect="Content" ObjectID="_1654971295" r:id="rId455"/>
        </w:object>
      </w:r>
    </w:p>
    <w:p w:rsidR="00EC0762" w:rsidRDefault="00EC0762" w:rsidP="00EC0762">
      <w:pPr>
        <w:pStyle w:val="ISM"/>
        <w:ind w:firstLine="1080"/>
      </w:pPr>
      <w:r>
        <w:t xml:space="preserve"> = </w:t>
      </w:r>
      <w:r w:rsidRPr="002F65A6">
        <w:t>$13,686.73</w:t>
      </w: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  <w:r>
        <w:tab/>
      </w:r>
      <w:r>
        <w:tab/>
        <w:t xml:space="preserve">For the present value (discounting) calculation, </w:t>
      </w:r>
    </w:p>
    <w:p w:rsidR="00EC0762" w:rsidRDefault="007523EF" w:rsidP="00EC0762">
      <w:pPr>
        <w:pStyle w:val="ISM"/>
        <w:tabs>
          <w:tab w:val="left" w:pos="1080"/>
        </w:tabs>
      </w:pPr>
      <w:r>
        <w:rPr>
          <w:noProof/>
          <w:lang w:val="en-US"/>
        </w:rPr>
        <w:pict>
          <v:shape id="AutoShape 240" o:spid="_x0000_s1143" type="#_x0000_t61" style="position:absolute;margin-left:348.05pt;margin-top:1.75pt;width:131.2pt;height:116.9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" adj="-15262,14495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260" w:lineRule="exact"/>
                    <w:ind w:left="-86" w:right="42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>
                    <w:rPr>
                      <w:i/>
                      <w:iCs/>
                    </w:rPr>
                    <w:t>PMT</w:t>
                  </w:r>
                  <w:r>
                    <w:t xml:space="preserve">, </w:t>
                  </w:r>
                  <w:r>
                    <w:rPr>
                      <w:i/>
                      <w:iCs/>
                    </w:rPr>
                    <w:t>FV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12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4)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9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 w:rsidRPr="00110034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10,489.74</w:t>
                  </w:r>
                </w:p>
              </w:txbxContent>
            </v:textbox>
            <w10:wrap type="square"/>
          </v:shape>
        </w:pict>
      </w:r>
      <w:r w:rsidR="00EC0762">
        <w:tab/>
      </w:r>
      <w:r w:rsidR="00EC0762">
        <w:tab/>
      </w:r>
      <w:r w:rsidR="00EC0762">
        <w:tab/>
      </w:r>
      <w:r w:rsidR="00EC0762">
        <w:rPr>
          <w:rFonts w:ascii="Times New Roman" w:hAnsi="Times New Roman"/>
          <w:i/>
        </w:rPr>
        <w:t>FV</w:t>
      </w:r>
      <w:r w:rsidR="00EC0762">
        <w:t xml:space="preserve"> = $13,686.73, </w:t>
      </w:r>
      <w:r w:rsidR="00EC0762">
        <w:rPr>
          <w:rFonts w:ascii="Times New Roman" w:hAnsi="Times New Roman"/>
          <w:i/>
          <w:iCs/>
        </w:rPr>
        <w:t xml:space="preserve">j </w:t>
      </w:r>
      <w:r w:rsidR="00EC0762">
        <w:t xml:space="preserve">= 12%, </w:t>
      </w:r>
      <w:r w:rsidR="00EC0762">
        <w:rPr>
          <w:rFonts w:ascii="Times New Roman" w:hAnsi="Times New Roman"/>
          <w:i/>
          <w:iCs/>
        </w:rPr>
        <w:t>m</w:t>
      </w:r>
      <w:r w:rsidR="00EC0762">
        <w:t xml:space="preserve"> = 4,</w:t>
      </w:r>
    </w:p>
    <w:p w:rsidR="00EC0762" w:rsidRDefault="00EC0762" w:rsidP="00EC0762">
      <w:pPr>
        <w:pStyle w:val="ISM"/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proofErr w:type="spellStart"/>
      <w:r>
        <w:rPr>
          <w:rFonts w:ascii="Times New Roman" w:hAnsi="Times New Roman"/>
          <w:i/>
        </w:rPr>
        <w:t>i</w:t>
      </w:r>
      <w:proofErr w:type="spellEnd"/>
      <w:r>
        <w:t xml:space="preserve"> = </w:t>
      </w:r>
      <w:r w:rsidRPr="002A5267">
        <w:rPr>
          <w:position w:val="-14"/>
        </w:rPr>
        <w:object w:dxaOrig="420" w:dyaOrig="400">
          <v:shape id="_x0000_i1271" type="#_x0000_t75" style="width:21.05pt;height:20.4pt" o:ole="" fillcolor="window">
            <v:imagedata r:id="rId456" o:title=""/>
          </v:shape>
          <o:OLEObject Type="Embed" ProgID="Equation.3" ShapeID="_x0000_i1271" DrawAspect="Content" ObjectID="_1654971296" r:id="rId457"/>
        </w:object>
      </w:r>
      <w:r>
        <w:t xml:space="preserve"> = 3%, and </w:t>
      </w:r>
      <w:r>
        <w:rPr>
          <w:rFonts w:ascii="Times New Roman" w:hAnsi="Times New Roman"/>
          <w:i/>
        </w:rPr>
        <w:t>n</w:t>
      </w:r>
      <w:r>
        <w:t xml:space="preserve"> = 4</w:t>
      </w:r>
      <w:r w:rsidRPr="002A5267">
        <w:rPr>
          <w:position w:val="-14"/>
        </w:rPr>
        <w:object w:dxaOrig="660" w:dyaOrig="400">
          <v:shape id="_x0000_i1272" type="#_x0000_t75" style="width:33.3pt;height:20.4pt" o:ole="">
            <v:imagedata r:id="rId458" o:title=""/>
          </v:shape>
          <o:OLEObject Type="Embed" ProgID="Equation.3" ShapeID="_x0000_i1272" DrawAspect="Content" ObjectID="_1654971297" r:id="rId459"/>
        </w:object>
      </w:r>
      <w:r>
        <w:t xml:space="preserve"> = 9</w:t>
      </w:r>
    </w:p>
    <w:p w:rsidR="00EC0762" w:rsidRDefault="007523EF" w:rsidP="00EC0762">
      <w:pPr>
        <w:pStyle w:val="ISM"/>
      </w:pPr>
      <w:r>
        <w:rPr>
          <w:noProof/>
          <w:lang w:val="en-US"/>
        </w:rPr>
        <w:pict>
          <v:shape id="AutoShape 241" o:spid="_x0000_s1407" type="#_x0000_t88" style="position:absolute;margin-left:195.65pt;margin-top:3.65pt;width:18.9pt;height:48.3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"/>
        </w:pict>
      </w:r>
      <w:r w:rsidR="00EC0762">
        <w:tab/>
      </w:r>
      <w:r w:rsidR="00EC0762">
        <w:tab/>
      </w:r>
      <w:r w:rsidR="00EC0762">
        <w:tab/>
        <w:t xml:space="preserve">Proceeds = </w:t>
      </w:r>
      <w:r w:rsidR="00EC0762" w:rsidRPr="002A5267">
        <w:rPr>
          <w:position w:val="-10"/>
        </w:rPr>
        <w:object w:dxaOrig="1080" w:dyaOrig="380">
          <v:shape id="_x0000_i1273" type="#_x0000_t75" style="width:53.65pt;height:19pt" o:ole="" fillcolor="window">
            <v:imagedata r:id="rId460" o:title=""/>
          </v:shape>
          <o:OLEObject Type="Embed" ProgID="Equation.3" ShapeID="_x0000_i1273" DrawAspect="Content" ObjectID="_1654971298" r:id="rId461"/>
        </w:object>
      </w:r>
      <w:r w:rsidR="00EC0762">
        <w:t xml:space="preserve"> </w:t>
      </w:r>
    </w:p>
    <w:p w:rsidR="00EC0762" w:rsidRDefault="00EC0762" w:rsidP="00EC0762">
      <w:pPr>
        <w:pStyle w:val="ISM"/>
        <w:ind w:firstLine="1710"/>
      </w:pPr>
      <w:r>
        <w:t>= $13,686.73</w:t>
      </w:r>
      <w:r w:rsidRPr="002A5267">
        <w:rPr>
          <w:position w:val="-10"/>
        </w:rPr>
        <w:object w:dxaOrig="800" w:dyaOrig="380">
          <v:shape id="_x0000_i1274" type="#_x0000_t75" style="width:40.1pt;height:19pt" o:ole="" fillcolor="window">
            <v:imagedata r:id="rId462" o:title=""/>
          </v:shape>
          <o:OLEObject Type="Embed" ProgID="Equation.3" ShapeID="_x0000_i1274" DrawAspect="Content" ObjectID="_1654971299" r:id="rId463"/>
        </w:object>
      </w:r>
    </w:p>
    <w:p w:rsidR="00EC0762" w:rsidRDefault="00EC0762" w:rsidP="00EC0762">
      <w:pPr>
        <w:pStyle w:val="ISM"/>
        <w:ind w:firstLine="1710"/>
        <w:rPr>
          <w:u w:val="double"/>
        </w:rPr>
      </w:pPr>
      <w:r>
        <w:t xml:space="preserve">= </w:t>
      </w:r>
      <w:r>
        <w:rPr>
          <w:u w:val="double"/>
        </w:rPr>
        <w:t>$10,489.74</w:t>
      </w: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83434B" w:rsidRDefault="0083434B">
      <w:r>
        <w:br w:type="page"/>
      </w:r>
    </w:p>
    <w:p w:rsidR="00EC0762" w:rsidRDefault="00EC0762" w:rsidP="00EC0762">
      <w:pPr>
        <w:pStyle w:val="ISM"/>
        <w:ind w:left="540" w:hanging="540"/>
      </w:pPr>
      <w:r>
        <w:lastRenderedPageBreak/>
        <w:tab/>
      </w:r>
      <w:r w:rsidR="00952824">
        <w:t>37</w:t>
      </w:r>
      <w:r>
        <w:t>.</w:t>
      </w:r>
      <w:r>
        <w:tab/>
        <w:t xml:space="preserve">The appropriate price to pay is the present value, on the date of purchase, </w:t>
      </w:r>
    </w:p>
    <w:p w:rsidR="00EC0762" w:rsidRDefault="00EC0762" w:rsidP="00EC0762">
      <w:pPr>
        <w:pStyle w:val="ISM"/>
      </w:pPr>
      <w:r>
        <w:tab/>
      </w:r>
      <w:r>
        <w:tab/>
        <w:t xml:space="preserve">of the scheduled payments. </w:t>
      </w:r>
    </w:p>
    <w:p w:rsidR="00EC0762" w:rsidRDefault="00EC0762" w:rsidP="00EC0762">
      <w:pPr>
        <w:pStyle w:val="ISM"/>
        <w:ind w:left="540" w:hanging="540"/>
      </w:pPr>
      <w:r>
        <w:tab/>
      </w:r>
      <w:r>
        <w:tab/>
      </w:r>
      <w:r>
        <w:rPr>
          <w:u w:val="single"/>
        </w:rPr>
        <w:t>Step 1</w:t>
      </w:r>
      <w:r>
        <w:t>: Calculate the balance after the $2000 payment.</w:t>
      </w:r>
    </w:p>
    <w:p w:rsidR="00EC0762" w:rsidRDefault="00EC0762" w:rsidP="00EC0762">
      <w:pPr>
        <w:pStyle w:val="ISM"/>
        <w:ind w:left="540" w:hanging="540"/>
      </w:pPr>
      <w:r>
        <w:tab/>
      </w:r>
      <w:r>
        <w:tab/>
      </w:r>
      <w:r>
        <w:rPr>
          <w:u w:val="single"/>
        </w:rPr>
        <w:t>Step 2</w:t>
      </w:r>
      <w:r>
        <w:t>: Calculate the second payment.</w:t>
      </w:r>
    </w:p>
    <w:p w:rsidR="00EC0762" w:rsidRDefault="00EC0762" w:rsidP="00EC0762">
      <w:pPr>
        <w:pStyle w:val="ISM"/>
        <w:ind w:left="540" w:hanging="540"/>
      </w:pPr>
      <w:r>
        <w:tab/>
      </w:r>
      <w:r>
        <w:tab/>
      </w:r>
      <w:r>
        <w:rPr>
          <w:u w:val="single"/>
        </w:rPr>
        <w:t>Step 3</w:t>
      </w:r>
      <w:r>
        <w:t>: Calculate the present value (on the date of purchase) of the two payments.</w:t>
      </w:r>
    </w:p>
    <w:p w:rsidR="00EC0762" w:rsidRDefault="00EC0762" w:rsidP="00EC0762">
      <w:pPr>
        <w:pStyle w:val="ISM"/>
      </w:pPr>
      <w:r>
        <w:tab/>
      </w:r>
      <w:r>
        <w:tab/>
      </w:r>
      <w:r>
        <w:tab/>
      </w:r>
      <w:r>
        <w:rPr>
          <w:i/>
          <w:iCs/>
          <w:u w:val="single"/>
        </w:rPr>
        <w:t>Step 1</w:t>
      </w:r>
      <w:r>
        <w:rPr>
          <w:u w:val="single"/>
        </w:rPr>
        <w:t xml:space="preserve">: </w:t>
      </w:r>
      <w:r>
        <w:tab/>
      </w:r>
      <w:r>
        <w:tab/>
      </w:r>
      <w:r>
        <w:tab/>
      </w:r>
      <w:r>
        <w:tab/>
        <w:t xml:space="preserve">   </w:t>
      </w:r>
      <w:r>
        <w:rPr>
          <w:i/>
          <w:iCs/>
          <w:u w:val="single"/>
        </w:rPr>
        <w:t>Step 2</w:t>
      </w:r>
      <w:r>
        <w:rPr>
          <w:u w:val="single"/>
        </w:rPr>
        <w:t>:</w:t>
      </w:r>
    </w:p>
    <w:p w:rsidR="00EC0762" w:rsidRDefault="00EC0762" w:rsidP="00EC0762">
      <w:pPr>
        <w:pStyle w:val="ISM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PV</w:t>
      </w:r>
      <w:r>
        <w:t xml:space="preserve"> = $4000, </w:t>
      </w:r>
      <w:r>
        <w:rPr>
          <w:rFonts w:ascii="Times New Roman" w:hAnsi="Times New Roman"/>
          <w:i/>
          <w:iCs/>
        </w:rPr>
        <w:t>j</w:t>
      </w:r>
      <w:r>
        <w:t xml:space="preserve"> = 9%, </w:t>
      </w:r>
      <w:r>
        <w:rPr>
          <w:rFonts w:ascii="Times New Roman" w:hAnsi="Times New Roman"/>
          <w:i/>
          <w:iCs/>
        </w:rPr>
        <w:t>m</w:t>
      </w:r>
      <w:r>
        <w:t xml:space="preserve"> = 4, </w:t>
      </w:r>
      <w:r>
        <w:tab/>
      </w:r>
      <w:r>
        <w:tab/>
        <w:t xml:space="preserve">   </w:t>
      </w:r>
      <w:r>
        <w:rPr>
          <w:rFonts w:ascii="Times New Roman" w:hAnsi="Times New Roman"/>
          <w:i/>
        </w:rPr>
        <w:t>PV</w:t>
      </w:r>
      <w:r>
        <w:t xml:space="preserve"> = $2779.32; </w:t>
      </w:r>
    </w:p>
    <w:p w:rsidR="00EC0762" w:rsidRDefault="00EC0762" w:rsidP="00EC0762">
      <w:pPr>
        <w:pStyle w:val="ISM"/>
      </w:pPr>
      <w:r>
        <w:tab/>
      </w:r>
      <w:r>
        <w:tab/>
      </w:r>
      <w:r>
        <w:tab/>
      </w:r>
      <w:r w:rsidRPr="002A5267">
        <w:rPr>
          <w:position w:val="-14"/>
        </w:rPr>
        <w:object w:dxaOrig="620" w:dyaOrig="400">
          <v:shape id="_x0000_i1275" type="#_x0000_t75" style="width:30.55pt;height:20.4pt" o:ole="">
            <v:imagedata r:id="rId464" o:title=""/>
          </v:shape>
          <o:OLEObject Type="Embed" ProgID="Equation.3" ShapeID="_x0000_i1275" DrawAspect="Content" ObjectID="_1654971300" r:id="rId465"/>
        </w:object>
      </w:r>
      <w:r>
        <w:t xml:space="preserve">= 2.25%, </w:t>
      </w:r>
      <w:r>
        <w:rPr>
          <w:rFonts w:ascii="Times New Roman" w:hAnsi="Times New Roman"/>
          <w:i/>
        </w:rPr>
        <w:t>n</w:t>
      </w:r>
      <w:r>
        <w:t xml:space="preserve"> = 4(2) = 8</w:t>
      </w:r>
      <w:r>
        <w:tab/>
      </w:r>
      <w:r>
        <w:tab/>
        <w:t xml:space="preserve">   same </w:t>
      </w:r>
      <w:r>
        <w:rPr>
          <w:rFonts w:ascii="Times New Roman" w:hAnsi="Times New Roman"/>
          <w:i/>
          <w:iCs/>
        </w:rPr>
        <w:t>j, m,</w:t>
      </w:r>
      <w:r>
        <w:t xml:space="preserve"> and </w:t>
      </w:r>
      <w:proofErr w:type="spellStart"/>
      <w:proofErr w:type="gramStart"/>
      <w:r>
        <w:rPr>
          <w:rFonts w:ascii="Times New Roman" w:hAnsi="Times New Roman"/>
          <w:i/>
        </w:rPr>
        <w:t>i</w:t>
      </w:r>
      <w:proofErr w:type="spellEnd"/>
      <w:r>
        <w:t xml:space="preserve"> ;</w:t>
      </w:r>
      <w:proofErr w:type="gramEnd"/>
      <w:r>
        <w:t xml:space="preserve"> </w:t>
      </w:r>
      <w:r>
        <w:rPr>
          <w:rFonts w:ascii="Times New Roman" w:hAnsi="Times New Roman"/>
          <w:i/>
        </w:rPr>
        <w:t>n</w:t>
      </w:r>
      <w:r>
        <w:t xml:space="preserve"> = 4(1) = 4</w:t>
      </w:r>
    </w:p>
    <w:p w:rsidR="00EC0762" w:rsidRDefault="00EC0762" w:rsidP="00EC0762">
      <w:pPr>
        <w:pStyle w:val="ISM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= $4000</w:t>
      </w:r>
      <w:r w:rsidRPr="00D40907">
        <w:rPr>
          <w:position w:val="-10"/>
        </w:rPr>
        <w:object w:dxaOrig="980" w:dyaOrig="380">
          <v:shape id="_x0000_i1276" type="#_x0000_t75" style="width:48.9pt;height:19pt" o:ole="" fillcolor="window">
            <v:imagedata r:id="rId466" o:title=""/>
          </v:shape>
          <o:OLEObject Type="Embed" ProgID="Equation.3" ShapeID="_x0000_i1276" DrawAspect="Content" ObjectID="_1654971301" r:id="rId467"/>
        </w:object>
      </w:r>
      <w:r>
        <w:t xml:space="preserve"> = $4779.32</w:t>
      </w:r>
      <w:r>
        <w:tab/>
        <w:t xml:space="preserve">   </w:t>
      </w:r>
      <w:r>
        <w:rPr>
          <w:rFonts w:ascii="Times New Roman" w:hAnsi="Times New Roman"/>
          <w:i/>
        </w:rPr>
        <w:t>FV</w:t>
      </w:r>
      <w:r>
        <w:t xml:space="preserve"> = $2779.32</w:t>
      </w:r>
      <w:r w:rsidRPr="00D40907">
        <w:rPr>
          <w:position w:val="-10"/>
        </w:rPr>
        <w:object w:dxaOrig="999" w:dyaOrig="380">
          <v:shape id="_x0000_i1277" type="#_x0000_t75" style="width:50.25pt;height:19pt" o:ole="" fillcolor="window">
            <v:imagedata r:id="rId468" o:title=""/>
          </v:shape>
          <o:OLEObject Type="Embed" ProgID="Equation.3" ShapeID="_x0000_i1277" DrawAspect="Content" ObjectID="_1654971302" r:id="rId469"/>
        </w:object>
      </w:r>
      <w:r>
        <w:t>= $3038.03</w:t>
      </w:r>
    </w:p>
    <w:p w:rsidR="00EC0762" w:rsidRDefault="007523EF" w:rsidP="00EC0762">
      <w:pPr>
        <w:pStyle w:val="ISM"/>
      </w:pPr>
      <w:r>
        <w:rPr>
          <w:noProof/>
          <w:lang w:val="en-US"/>
        </w:rPr>
        <w:pict>
          <v:shape id="AutoShape 242" o:spid="_x0000_s1144" type="#_x0000_t61" style="position:absolute;margin-left:35.35pt;margin-top:5.25pt;width:125.3pt;height:139.3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" adj="1327,8179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9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4)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8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4000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8879F7">
                    <w:t>–</w:t>
                  </w:r>
                  <w:r>
                    <w:t>4779.32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43" o:spid="_x0000_s1145" type="#_x0000_t61" style="position:absolute;margin-left:226.45pt;margin-top:5.95pt;width:135.4pt;height:84.7pt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" adj="-80,16487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260" w:lineRule="exact"/>
                    <w:ind w:left="-86" w:right="42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C/Y,</w:t>
                  </w:r>
                  <w:r w:rsidRPr="008879F7">
                    <w:rPr>
                      <w:i/>
                      <w:iCs/>
                    </w:rP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2779.32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8879F7">
                    <w:t>–</w:t>
                  </w:r>
                  <w:r>
                    <w:t>3038.03</w:t>
                  </w:r>
                </w:p>
              </w:txbxContent>
            </v:textbox>
            <w10:wrap type="square"/>
          </v:shape>
        </w:pict>
      </w:r>
    </w:p>
    <w:p w:rsidR="00EC0762" w:rsidRDefault="00EC0762" w:rsidP="00EC0762"/>
    <w:p w:rsidR="00EC0762" w:rsidRDefault="00EC0762" w:rsidP="00EC0762">
      <w:pPr>
        <w:pStyle w:val="ISM"/>
      </w:pPr>
    </w:p>
    <w:p w:rsidR="00EC0762" w:rsidRDefault="00EC0762" w:rsidP="00EC0762"/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  <w:r>
        <w:tab/>
      </w:r>
      <w:r>
        <w:tab/>
      </w:r>
      <w:r>
        <w:tab/>
        <w:t xml:space="preserve">Balance after the $2000 payment </w:t>
      </w:r>
    </w:p>
    <w:p w:rsidR="00EC0762" w:rsidRDefault="00EC0762" w:rsidP="00EC0762">
      <w:pPr>
        <w:pStyle w:val="ISM"/>
      </w:pPr>
      <w:r>
        <w:tab/>
      </w:r>
      <w:r>
        <w:tab/>
      </w:r>
      <w:r>
        <w:tab/>
        <w:t xml:space="preserve">= $4779.32 </w:t>
      </w:r>
      <w:r>
        <w:sym w:font="Symbol" w:char="F02D"/>
      </w:r>
      <w:r>
        <w:t xml:space="preserve"> $2000 = $2779.32</w:t>
      </w:r>
    </w:p>
    <w:p w:rsidR="00EC0762" w:rsidRDefault="00EC0762" w:rsidP="00EC0762">
      <w:pPr>
        <w:pStyle w:val="ISM"/>
        <w:spacing w:before="120"/>
        <w:rPr>
          <w:i/>
          <w:iCs/>
        </w:rPr>
      </w:pPr>
      <w:r>
        <w:tab/>
      </w:r>
      <w:r>
        <w:tab/>
      </w:r>
      <w:r>
        <w:tab/>
      </w:r>
      <w:r>
        <w:rPr>
          <w:i/>
          <w:iCs/>
          <w:u w:val="single"/>
        </w:rPr>
        <w:t>Step 3</w:t>
      </w:r>
      <w:r>
        <w:rPr>
          <w:i/>
          <w:iCs/>
        </w:rPr>
        <w:t xml:space="preserve">: </w:t>
      </w:r>
      <w:r>
        <w:t xml:space="preserve">Calculate </w:t>
      </w:r>
      <w:r>
        <w:rPr>
          <w:i/>
          <w:iCs/>
        </w:rPr>
        <w:t>PV</w:t>
      </w:r>
      <w:r>
        <w:t xml:space="preserve">s discounting </w:t>
      </w:r>
      <w:proofErr w:type="gramStart"/>
      <w:r>
        <w:t xml:space="preserve">at  </w:t>
      </w:r>
      <w:r>
        <w:rPr>
          <w:rFonts w:ascii="Times New Roman" w:hAnsi="Times New Roman"/>
          <w:i/>
          <w:iCs/>
        </w:rPr>
        <w:t>j</w:t>
      </w:r>
      <w:proofErr w:type="gramEnd"/>
      <w:r>
        <w:t xml:space="preserve"> = 10%, </w:t>
      </w:r>
      <w:r>
        <w:rPr>
          <w:rFonts w:ascii="Times New Roman" w:hAnsi="Times New Roman"/>
          <w:i/>
          <w:iCs/>
        </w:rPr>
        <w:t>m</w:t>
      </w:r>
      <w:r>
        <w:t xml:space="preserve"> = 2, </w:t>
      </w:r>
      <w:r w:rsidRPr="002A5267">
        <w:rPr>
          <w:position w:val="-14"/>
        </w:rPr>
        <w:object w:dxaOrig="700" w:dyaOrig="400">
          <v:shape id="_x0000_i1278" type="#_x0000_t75" style="width:35.3pt;height:20.4pt" o:ole="">
            <v:imagedata r:id="rId470" o:title=""/>
          </v:shape>
          <o:OLEObject Type="Embed" ProgID="Equation.3" ShapeID="_x0000_i1278" DrawAspect="Content" ObjectID="_1654971303" r:id="rId471"/>
        </w:object>
      </w:r>
      <w:r>
        <w:t>= 5%,</w:t>
      </w:r>
    </w:p>
    <w:p w:rsidR="00EC0762" w:rsidRDefault="00EC0762" w:rsidP="00EC0762">
      <w:pPr>
        <w:pStyle w:val="ISM"/>
        <w:tabs>
          <w:tab w:val="left" w:pos="900"/>
        </w:tabs>
      </w:pPr>
      <w:r>
        <w:tab/>
      </w:r>
      <w:r>
        <w:tab/>
      </w:r>
      <w:r>
        <w:tab/>
      </w:r>
      <w:r>
        <w:rPr>
          <w:rFonts w:ascii="Times New Roman" w:hAnsi="Times New Roman"/>
          <w:i/>
          <w:iCs/>
          <w:u w:val="single"/>
        </w:rPr>
        <w:t>PV</w:t>
      </w:r>
      <w:r>
        <w:rPr>
          <w:i/>
          <w:iCs/>
          <w:u w:val="single"/>
        </w:rPr>
        <w:t xml:space="preserve"> of</w:t>
      </w:r>
      <w:r>
        <w:rPr>
          <w:u w:val="single"/>
        </w:rPr>
        <w:t xml:space="preserve"> </w:t>
      </w:r>
      <w:r>
        <w:rPr>
          <w:i/>
          <w:iCs/>
          <w:u w:val="single"/>
        </w:rPr>
        <w:t>first payment</w:t>
      </w:r>
      <w:r>
        <w:rPr>
          <w:u w:val="single"/>
        </w:rPr>
        <w:t xml:space="preserve">: </w:t>
      </w:r>
      <w:r>
        <w:tab/>
      </w:r>
      <w:r>
        <w:tab/>
      </w:r>
      <w:r>
        <w:tab/>
      </w:r>
      <w:r>
        <w:tab/>
        <w:t xml:space="preserve">   </w:t>
      </w:r>
      <w:r>
        <w:rPr>
          <w:rFonts w:ascii="Times New Roman" w:hAnsi="Times New Roman"/>
          <w:i/>
          <w:iCs/>
          <w:u w:val="single"/>
        </w:rPr>
        <w:t>PV</w:t>
      </w:r>
      <w:r>
        <w:rPr>
          <w:i/>
          <w:iCs/>
          <w:u w:val="single"/>
        </w:rPr>
        <w:t xml:space="preserve"> of</w:t>
      </w:r>
      <w:r>
        <w:rPr>
          <w:u w:val="single"/>
        </w:rPr>
        <w:t xml:space="preserve"> </w:t>
      </w:r>
      <w:r>
        <w:rPr>
          <w:i/>
          <w:iCs/>
          <w:u w:val="single"/>
        </w:rPr>
        <w:t>second payment</w:t>
      </w:r>
      <w:r>
        <w:rPr>
          <w:u w:val="single"/>
        </w:rPr>
        <w:t>:</w:t>
      </w:r>
    </w:p>
    <w:p w:rsidR="00EC0762" w:rsidRDefault="00EC0762" w:rsidP="00EC0762">
      <w:pPr>
        <w:pStyle w:val="ISM"/>
        <w:tabs>
          <w:tab w:val="left" w:pos="900"/>
        </w:tabs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FV</w:t>
      </w:r>
      <w:r>
        <w:t xml:space="preserve"> = $2000.00; </w:t>
      </w:r>
      <w:r>
        <w:rPr>
          <w:rFonts w:ascii="Times New Roman" w:hAnsi="Times New Roman"/>
          <w:i/>
        </w:rPr>
        <w:t>n</w:t>
      </w:r>
      <w:r>
        <w:t xml:space="preserve"> = 2(1.5) = 3</w:t>
      </w:r>
      <w:r>
        <w:tab/>
      </w:r>
      <w:r>
        <w:tab/>
        <w:t xml:space="preserve">   </w:t>
      </w:r>
      <w:r>
        <w:rPr>
          <w:rFonts w:ascii="Times New Roman" w:hAnsi="Times New Roman"/>
          <w:i/>
        </w:rPr>
        <w:t>FV</w:t>
      </w:r>
      <w:r>
        <w:t xml:space="preserve"> = $3038.03; </w:t>
      </w:r>
      <w:r>
        <w:rPr>
          <w:rFonts w:ascii="Times New Roman" w:hAnsi="Times New Roman"/>
          <w:i/>
        </w:rPr>
        <w:t>n</w:t>
      </w:r>
      <w:r>
        <w:t xml:space="preserve"> = 2(2.5) = 5</w:t>
      </w:r>
    </w:p>
    <w:p w:rsidR="00EC0762" w:rsidRDefault="00EC0762" w:rsidP="00EC0762">
      <w:pPr>
        <w:pStyle w:val="ISM"/>
        <w:tabs>
          <w:tab w:val="left" w:pos="900"/>
        </w:tabs>
      </w:pPr>
      <w:r>
        <w:tab/>
      </w:r>
      <w:r>
        <w:tab/>
      </w:r>
      <w:r>
        <w:tab/>
      </w:r>
      <w:r>
        <w:rPr>
          <w:rFonts w:ascii="Times New Roman" w:hAnsi="Times New Roman"/>
          <w:i/>
          <w:iCs/>
        </w:rPr>
        <w:t xml:space="preserve">PV </w:t>
      </w:r>
      <w:r>
        <w:t>= $2000</w:t>
      </w:r>
      <w:r w:rsidRPr="002A5267">
        <w:rPr>
          <w:position w:val="-10"/>
        </w:rPr>
        <w:object w:dxaOrig="840" w:dyaOrig="380">
          <v:shape id="_x0000_i1279" type="#_x0000_t75" style="width:42.1pt;height:19pt" o:ole="" fillcolor="window">
            <v:imagedata r:id="rId472" o:title=""/>
          </v:shape>
          <o:OLEObject Type="Embed" ProgID="Equation.3" ShapeID="_x0000_i1279" DrawAspect="Content" ObjectID="_1654971304" r:id="rId473"/>
        </w:object>
      </w:r>
      <w:r>
        <w:t>= $1727.675</w:t>
      </w:r>
      <w:r>
        <w:tab/>
      </w:r>
      <w:r>
        <w:tab/>
        <w:t xml:space="preserve">   </w:t>
      </w:r>
      <w:r>
        <w:rPr>
          <w:rFonts w:ascii="Times New Roman" w:hAnsi="Times New Roman"/>
          <w:i/>
          <w:iCs/>
        </w:rPr>
        <w:t xml:space="preserve">PV </w:t>
      </w:r>
      <w:r>
        <w:t>= $3038.03</w:t>
      </w:r>
      <w:r w:rsidRPr="002A5267">
        <w:rPr>
          <w:position w:val="-10"/>
        </w:rPr>
        <w:object w:dxaOrig="840" w:dyaOrig="380">
          <v:shape id="_x0000_i1280" type="#_x0000_t75" style="width:42.1pt;height:19pt" o:ole="" fillcolor="window">
            <v:imagedata r:id="rId474" o:title=""/>
          </v:shape>
          <o:OLEObject Type="Embed" ProgID="Equation.3" ShapeID="_x0000_i1280" DrawAspect="Content" ObjectID="_1654971305" r:id="rId475"/>
        </w:object>
      </w:r>
      <w:r>
        <w:t>= $2380.376</w:t>
      </w:r>
    </w:p>
    <w:p w:rsidR="00EC0762" w:rsidRDefault="007523EF" w:rsidP="00EC0762">
      <w:pPr>
        <w:pStyle w:val="ISM"/>
      </w:pPr>
      <w:r>
        <w:rPr>
          <w:noProof/>
          <w:lang w:val="en-US"/>
        </w:rPr>
        <w:pict>
          <v:shape id="AutoShape 245" o:spid="_x0000_s1146" type="#_x0000_t61" style="position:absolute;margin-left:260.05pt;margin-top:6.9pt;width:136.1pt;height:90.25pt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" adj="9348,13702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C/Y, PMT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3038.03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2380.376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44" o:spid="_x0000_s1147" type="#_x0000_t61" style="position:absolute;margin-left:42.35pt;margin-top:5.5pt;width:123.9pt;height:136.85pt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" adj="70,9257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10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 w:rsidRPr="00110034">
                    <w:rPr>
                      <w:b/>
                      <w:spacing w:val="-2"/>
                      <w:sz w:val="16"/>
                      <w:szCs w:val="16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2000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1727.675</w:t>
                  </w:r>
                </w:p>
              </w:txbxContent>
            </v:textbox>
            <w10:wrap type="square"/>
          </v:shape>
        </w:pict>
      </w:r>
    </w:p>
    <w:p w:rsidR="00EC0762" w:rsidRDefault="00EC0762" w:rsidP="00EC0762">
      <w:pPr>
        <w:pStyle w:val="ISM"/>
      </w:pPr>
    </w:p>
    <w:p w:rsidR="00EC0762" w:rsidRDefault="00EC0762" w:rsidP="00EC0762"/>
    <w:p w:rsidR="00EC0762" w:rsidRDefault="00EC0762" w:rsidP="00EC0762"/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  <w:r>
        <w:tab/>
      </w:r>
      <w:r>
        <w:tab/>
        <w:t>The appropriate price is the sum of the present values, that is,</w:t>
      </w:r>
    </w:p>
    <w:p w:rsidR="00EC0762" w:rsidRDefault="00EC0762" w:rsidP="00EC0762">
      <w:pPr>
        <w:pStyle w:val="ISM"/>
        <w:ind w:left="2160"/>
        <w:rPr>
          <w:u w:val="double"/>
        </w:rPr>
      </w:pPr>
      <w:r>
        <w:t xml:space="preserve">$1727.675 + $2380.376 = </w:t>
      </w:r>
      <w:r>
        <w:rPr>
          <w:u w:val="double"/>
        </w:rPr>
        <w:t>$4108.05</w:t>
      </w:r>
    </w:p>
    <w:p w:rsidR="00EC0762" w:rsidRDefault="00EC0762" w:rsidP="00EC0762">
      <w:pPr>
        <w:pStyle w:val="Heading1"/>
        <w:keepNext w:val="0"/>
        <w:spacing w:before="0" w:after="120"/>
        <w:rPr>
          <w:b w:val="0"/>
          <w:i/>
          <w:sz w:val="24"/>
        </w:rPr>
      </w:pPr>
    </w:p>
    <w:p w:rsidR="0083434B" w:rsidRDefault="0083434B">
      <w:pPr>
        <w:rPr>
          <w:rFonts w:cs="Arial"/>
          <w:b/>
          <w:bCs/>
          <w:kern w:val="32"/>
          <w:sz w:val="24"/>
          <w:szCs w:val="24"/>
        </w:rPr>
      </w:pPr>
      <w:r>
        <w:rPr>
          <w:sz w:val="24"/>
          <w:szCs w:val="24"/>
        </w:rPr>
        <w:br w:type="page"/>
      </w:r>
    </w:p>
    <w:p w:rsidR="00EC0762" w:rsidRDefault="00EC0762" w:rsidP="00EC0762">
      <w:pPr>
        <w:pStyle w:val="Heading1"/>
        <w:keepNext w:val="0"/>
        <w:spacing w:before="0" w:after="120"/>
        <w:rPr>
          <w:sz w:val="24"/>
          <w:szCs w:val="24"/>
        </w:rPr>
      </w:pPr>
      <w:r w:rsidRPr="00FB176C">
        <w:rPr>
          <w:sz w:val="24"/>
          <w:szCs w:val="24"/>
        </w:rPr>
        <w:lastRenderedPageBreak/>
        <w:t xml:space="preserve">Exercise </w:t>
      </w:r>
      <w:r w:rsidR="002B0BD0">
        <w:rPr>
          <w:sz w:val="24"/>
          <w:szCs w:val="24"/>
        </w:rPr>
        <w:t>9</w:t>
      </w:r>
      <w:r w:rsidRPr="00FB176C">
        <w:rPr>
          <w:sz w:val="24"/>
          <w:szCs w:val="24"/>
        </w:rPr>
        <w:t>.6</w:t>
      </w:r>
    </w:p>
    <w:p w:rsidR="00CF49DD" w:rsidRDefault="00CF49DD" w:rsidP="00CF49DD">
      <w:pPr>
        <w:pStyle w:val="ISM"/>
      </w:pPr>
      <w:r>
        <w:tab/>
        <w:t>1.</w:t>
      </w:r>
      <w:r>
        <w:tab/>
        <w:t xml:space="preserve">Let </w:t>
      </w:r>
      <w:r>
        <w:rPr>
          <w:rFonts w:ascii="Times New Roman" w:hAnsi="Times New Roman"/>
          <w:i/>
        </w:rPr>
        <w:t>x</w:t>
      </w:r>
      <w:r>
        <w:t xml:space="preserve"> represent the replacement payment due in 24 months. The equivalent value </w:t>
      </w:r>
    </w:p>
    <w:p w:rsidR="00CF49DD" w:rsidRDefault="00CF49DD" w:rsidP="00CF49DD">
      <w:pPr>
        <w:pStyle w:val="ISM"/>
      </w:pPr>
      <w:r>
        <w:tab/>
      </w:r>
      <w:r>
        <w:tab/>
        <w:t>of the scheduled payments at a focal date 24 months from today is</w:t>
      </w:r>
    </w:p>
    <w:p w:rsidR="00CF49DD" w:rsidRDefault="00CF49DD" w:rsidP="00CF49DD">
      <w:pPr>
        <w:pStyle w:val="ISM"/>
      </w:pPr>
      <w:r>
        <w:tab/>
      </w:r>
      <w:r>
        <w:tab/>
      </w:r>
      <w:r>
        <w:tab/>
      </w:r>
      <w:r>
        <w:tab/>
        <w:t>$3000</w:t>
      </w:r>
      <w:r w:rsidRPr="002A5267">
        <w:rPr>
          <w:position w:val="-10"/>
        </w:rPr>
        <w:object w:dxaOrig="920" w:dyaOrig="380">
          <v:shape id="_x0000_i1281" type="#_x0000_t75" style="width:45.5pt;height:19pt" o:ole="" fillcolor="window">
            <v:imagedata r:id="rId476" o:title=""/>
          </v:shape>
          <o:OLEObject Type="Embed" ProgID="Equation.3" ShapeID="_x0000_i1281" DrawAspect="Content" ObjectID="_1654971306" r:id="rId477"/>
        </w:object>
      </w:r>
      <w:r>
        <w:t>+ $2000</w:t>
      </w:r>
      <w:r w:rsidRPr="002A5267">
        <w:rPr>
          <w:position w:val="-10"/>
        </w:rPr>
        <w:object w:dxaOrig="920" w:dyaOrig="380">
          <v:shape id="_x0000_i1282" type="#_x0000_t75" style="width:45.5pt;height:19pt" o:ole="" fillcolor="window">
            <v:imagedata r:id="rId478" o:title=""/>
          </v:shape>
          <o:OLEObject Type="Embed" ProgID="Equation.3" ShapeID="_x0000_i1282" DrawAspect="Content" ObjectID="_1654971307" r:id="rId479"/>
        </w:object>
      </w:r>
      <w:r w:rsidR="00576984">
        <w:t xml:space="preserve"> = $3184.797 + $2045.338 = $5230.135</w:t>
      </w:r>
    </w:p>
    <w:p w:rsidR="00CF49DD" w:rsidRDefault="00CF49DD" w:rsidP="00CF49DD">
      <w:pPr>
        <w:pStyle w:val="ISM"/>
      </w:pPr>
    </w:p>
    <w:p w:rsidR="00CF49DD" w:rsidRDefault="007523EF" w:rsidP="00CF49DD">
      <w:pPr>
        <w:pStyle w:val="ISM"/>
      </w:pPr>
      <w:r>
        <w:rPr>
          <w:noProof/>
          <w:lang w:val="en-US"/>
        </w:rPr>
        <w:pict>
          <v:shape id="AutoShape 1803" o:spid="_x0000_s1148" type="#_x0000_t61" style="position:absolute;margin-left:134.65pt;margin-top:5.45pt;width:134pt;height:90.7pt;z-index:251740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" adj="3869,-3155" fillcolor="#cff">
            <v:fill opacity="25443f"/>
            <v:textbox inset="3.6pt,,3.6pt">
              <w:txbxContent>
                <w:p w:rsidR="00BD4378" w:rsidRDefault="00BD4378" w:rsidP="00CF49DD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C/Y, PMT</w:t>
                  </w:r>
                </w:p>
                <w:p w:rsidR="00BD4378" w:rsidRDefault="00BD4378" w:rsidP="00CF49DD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CF49DD">
                  <w:pPr>
                    <w:spacing w:line="320" w:lineRule="exact"/>
                    <w:ind w:right="42"/>
                    <w:jc w:val="right"/>
                  </w:pPr>
                  <w:r>
                    <w:t xml:space="preserve">2000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CF49DD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CF49DD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036F7D">
                    <w:rPr>
                      <w:b/>
                    </w:rPr>
                    <w:sym w:font="Symbol" w:char="F02D"/>
                  </w:r>
                  <w:r>
                    <w:t>2045.338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1802" o:spid="_x0000_s1149" type="#_x0000_t61" style="position:absolute;margin-left:-10.85pt;margin-top:1.95pt;width:123.9pt;height:136.3pt;z-index:251739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" adj="17643,-1925" fillcolor="#cff">
            <v:fill opacity="25443f"/>
            <v:textbox inset="3.6pt,,3.6pt">
              <w:txbxContent>
                <w:p w:rsidR="00BD4378" w:rsidRDefault="00BD4378" w:rsidP="00CF49DD">
                  <w:pPr>
                    <w:spacing w:line="320" w:lineRule="exact"/>
                    <w:ind w:right="42"/>
                    <w:jc w:val="right"/>
                  </w:pPr>
                  <w:r>
                    <w:t xml:space="preserve">3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CF49DD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CF49DD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4)</w:t>
                  </w:r>
                </w:p>
                <w:p w:rsidR="00BD4378" w:rsidRDefault="00BD4378" w:rsidP="00CF49DD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8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CF49DD">
                  <w:pPr>
                    <w:spacing w:line="320" w:lineRule="exact"/>
                    <w:ind w:right="42"/>
                    <w:jc w:val="right"/>
                  </w:pPr>
                  <w:r>
                    <w:t xml:space="preserve">3000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CF49DD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CF49DD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CF49DD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295CE9">
                    <w:t>–</w:t>
                  </w:r>
                  <w:r>
                    <w:t>3184.797</w:t>
                  </w:r>
                </w:p>
              </w:txbxContent>
            </v:textbox>
            <w10:wrap type="square"/>
          </v:shape>
        </w:pict>
      </w:r>
    </w:p>
    <w:p w:rsidR="00CF49DD" w:rsidRDefault="00CF49DD" w:rsidP="00CF49DD">
      <w:pPr>
        <w:pStyle w:val="ISM"/>
      </w:pPr>
    </w:p>
    <w:p w:rsidR="00CF49DD" w:rsidRDefault="00CF49DD" w:rsidP="00CF49DD">
      <w:pPr>
        <w:pStyle w:val="ISM"/>
      </w:pPr>
    </w:p>
    <w:p w:rsidR="00CF49DD" w:rsidRDefault="007523EF" w:rsidP="00CF49DD">
      <w:pPr>
        <w:pStyle w:val="ISM"/>
      </w:pPr>
      <w:r>
        <w:rPr>
          <w:noProof/>
          <w:lang w:val="en-US"/>
        </w:rPr>
        <w:pict>
          <v:shape id="AutoShape 1804" o:spid="_x0000_s1150" type="#_x0000_t61" style="position:absolute;margin-left:75.1pt;margin-top:6pt;width:110.9pt;height:82.6pt;z-index:251741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" adj="-12329,21770" fillcolor="#cff">
            <v:fill opacity="25443f"/>
            <v:textbox inset="3.6pt,,3.6pt">
              <w:txbxContent>
                <w:p w:rsidR="00BD4378" w:rsidRDefault="00BD4378" w:rsidP="00CF49DD">
                  <w:pPr>
                    <w:spacing w:line="240" w:lineRule="exact"/>
                    <w:ind w:left="-86" w:right="43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CF49DD">
                  <w:pPr>
                    <w:spacing w:line="24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>N</w:t>
                  </w:r>
                  <w:r>
                    <w:rPr>
                      <w:i/>
                      <w:iCs/>
                    </w:rPr>
                    <w:t>, PMT</w:t>
                  </w:r>
                </w:p>
                <w:p w:rsidR="00BD4378" w:rsidRDefault="00BD4378" w:rsidP="00CF49DD">
                  <w:pPr>
                    <w:spacing w:line="320" w:lineRule="exact"/>
                    <w:ind w:right="42"/>
                    <w:jc w:val="right"/>
                  </w:pPr>
                  <w:r>
                    <w:t xml:space="preserve">1500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 xml:space="preserve">PV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CF49DD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CF49DD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1534.004</w:t>
                  </w:r>
                </w:p>
              </w:txbxContent>
            </v:textbox>
            <w10:wrap type="square"/>
          </v:shape>
        </w:pict>
      </w:r>
    </w:p>
    <w:p w:rsidR="00CF49DD" w:rsidRDefault="00CF49DD" w:rsidP="00CF49DD">
      <w:pPr>
        <w:pStyle w:val="ISM"/>
      </w:pPr>
    </w:p>
    <w:p w:rsidR="00CF49DD" w:rsidRDefault="00CF49DD" w:rsidP="00CF49DD">
      <w:pPr>
        <w:pStyle w:val="ISM"/>
      </w:pPr>
    </w:p>
    <w:p w:rsidR="00CF49DD" w:rsidRDefault="00CF49DD" w:rsidP="00CF49DD">
      <w:pPr>
        <w:pStyle w:val="ISM"/>
      </w:pPr>
    </w:p>
    <w:p w:rsidR="00CF49DD" w:rsidRDefault="00CF49DD" w:rsidP="00CF49DD">
      <w:pPr>
        <w:pStyle w:val="ISM"/>
        <w:spacing w:before="60"/>
      </w:pPr>
      <w:r>
        <w:tab/>
      </w:r>
      <w:r>
        <w:tab/>
        <w:t>The equivalent value of the replacement payments on the same date is</w:t>
      </w:r>
    </w:p>
    <w:p w:rsidR="00CF49DD" w:rsidRDefault="00CF49DD" w:rsidP="00CF49DD">
      <w:pPr>
        <w:pStyle w:val="ISM"/>
      </w:pPr>
      <w:r>
        <w:tab/>
      </w:r>
      <w:r>
        <w:tab/>
      </w:r>
      <w:r>
        <w:tab/>
      </w:r>
      <w:r>
        <w:tab/>
      </w:r>
      <w:r>
        <w:tab/>
        <w:t>$1500</w:t>
      </w:r>
      <w:r w:rsidRPr="002A5267">
        <w:rPr>
          <w:position w:val="-10"/>
        </w:rPr>
        <w:object w:dxaOrig="920" w:dyaOrig="380">
          <v:shape id="_x0000_i1283" type="#_x0000_t75" style="width:45.5pt;height:19pt" o:ole="" fillcolor="window">
            <v:imagedata r:id="rId480" o:title=""/>
          </v:shape>
          <o:OLEObject Type="Embed" ProgID="Equation.3" ShapeID="_x0000_i1283" DrawAspect="Content" ObjectID="_1654971308" r:id="rId481"/>
        </w:object>
      </w:r>
      <w:r>
        <w:t xml:space="preserve"> + </w:t>
      </w:r>
      <w:r>
        <w:rPr>
          <w:rFonts w:ascii="Times New Roman" w:hAnsi="Times New Roman"/>
          <w:i/>
        </w:rPr>
        <w:t>x</w:t>
      </w:r>
      <w:r>
        <w:t xml:space="preserve"> = $1534.00</w:t>
      </w:r>
      <w:r w:rsidR="00576984">
        <w:t>4</w:t>
      </w:r>
      <w:r>
        <w:t xml:space="preserve"> + </w:t>
      </w:r>
      <w:r>
        <w:rPr>
          <w:rFonts w:ascii="Times New Roman" w:hAnsi="Times New Roman"/>
          <w:i/>
        </w:rPr>
        <w:t>x</w:t>
      </w:r>
    </w:p>
    <w:p w:rsidR="00CF49DD" w:rsidRDefault="00CF49DD" w:rsidP="00CF49DD">
      <w:pPr>
        <w:pStyle w:val="ISM"/>
      </w:pPr>
      <w:r>
        <w:tab/>
      </w:r>
      <w:r>
        <w:tab/>
        <w:t xml:space="preserve">For equivalence of the two payment streams, </w:t>
      </w:r>
    </w:p>
    <w:p w:rsidR="00CF49DD" w:rsidRDefault="00CF49DD" w:rsidP="00CF49DD">
      <w:pPr>
        <w:pStyle w:val="ISM"/>
      </w:pPr>
      <w:r>
        <w:tab/>
      </w:r>
      <w:r>
        <w:tab/>
      </w:r>
      <w:r>
        <w:tab/>
      </w:r>
      <w:r>
        <w:tab/>
        <w:t>$1534.00</w:t>
      </w:r>
      <w:r w:rsidR="00576984">
        <w:t>4</w:t>
      </w:r>
      <w:r>
        <w:t xml:space="preserve"> + </w:t>
      </w:r>
      <w:r>
        <w:rPr>
          <w:rFonts w:ascii="Times New Roman" w:hAnsi="Times New Roman"/>
          <w:i/>
        </w:rPr>
        <w:t>x</w:t>
      </w:r>
      <w:r>
        <w:t xml:space="preserve"> = $</w:t>
      </w:r>
      <w:r w:rsidR="00576984">
        <w:t>5230.135</w:t>
      </w:r>
    </w:p>
    <w:p w:rsidR="00CF49DD" w:rsidRDefault="00CF49DD" w:rsidP="00CF49DD">
      <w:pPr>
        <w:pStyle w:val="ISM"/>
        <w:rPr>
          <w:u w:val="double"/>
        </w:rPr>
      </w:pP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rPr>
          <w:rFonts w:ascii="Times New Roman" w:hAnsi="Times New Roman"/>
          <w:i/>
        </w:rPr>
        <w:t>x</w:t>
      </w:r>
      <w:r>
        <w:t xml:space="preserve"> = </w:t>
      </w:r>
      <w:r>
        <w:rPr>
          <w:u w:val="double"/>
        </w:rPr>
        <w:t>$3696.13</w:t>
      </w:r>
    </w:p>
    <w:p w:rsidR="00CF49DD" w:rsidRDefault="00CF49DD" w:rsidP="00CF49DD">
      <w:pPr>
        <w:pStyle w:val="ISM"/>
        <w:spacing w:after="180"/>
      </w:pPr>
      <w:r>
        <w:tab/>
      </w:r>
      <w:r>
        <w:tab/>
        <w:t>The second payment due in 24 months is $3696.13.</w:t>
      </w:r>
    </w:p>
    <w:p w:rsidR="00EC0762" w:rsidRDefault="00EC0762" w:rsidP="00EC0762">
      <w:pPr>
        <w:pStyle w:val="ISM"/>
      </w:pPr>
      <w:r>
        <w:tab/>
        <w:t>3.</w:t>
      </w:r>
      <w:r>
        <w:tab/>
        <w:t xml:space="preserve">Let </w:t>
      </w:r>
      <w:r>
        <w:rPr>
          <w:rFonts w:ascii="Times New Roman" w:hAnsi="Times New Roman"/>
          <w:i/>
        </w:rPr>
        <w:t>x</w:t>
      </w:r>
      <w:r>
        <w:t xml:space="preserve"> represent the amount of the third replacement payment. Calculate </w:t>
      </w:r>
      <w:r w:rsidRPr="00973258">
        <w:rPr>
          <w:rFonts w:ascii="Times New Roman" w:hAnsi="Times New Roman"/>
          <w:i/>
        </w:rPr>
        <w:t>x</w:t>
      </w:r>
      <w:r>
        <w:t xml:space="preserve"> so that the</w:t>
      </w:r>
    </w:p>
    <w:p w:rsidR="00EC0762" w:rsidRDefault="00EC0762" w:rsidP="00EC0762">
      <w:pPr>
        <w:pStyle w:val="ISM"/>
      </w:pPr>
      <w:r>
        <w:tab/>
      </w:r>
      <w:r>
        <w:tab/>
      </w:r>
      <w:r>
        <w:rPr>
          <w:spacing w:val="-2"/>
        </w:rPr>
        <w:t>future values of the</w:t>
      </w:r>
      <w:r>
        <w:t xml:space="preserve"> two payment streams at a focal date 7 months from now are equal.</w:t>
      </w:r>
    </w:p>
    <w:p w:rsidR="00EC0762" w:rsidRDefault="00EC0762" w:rsidP="00EC0762">
      <w:pPr>
        <w:pStyle w:val="ISM"/>
      </w:pPr>
      <w:r>
        <w:tab/>
      </w:r>
      <w:r>
        <w:tab/>
        <w:t xml:space="preserve">FV of original stream </w:t>
      </w:r>
    </w:p>
    <w:p w:rsidR="00EC0762" w:rsidRDefault="00EC0762" w:rsidP="00EC0762">
      <w:pPr>
        <w:pStyle w:val="ISM"/>
        <w:ind w:left="1440"/>
      </w:pPr>
      <w:r>
        <w:t>= $1000</w:t>
      </w:r>
      <w:r w:rsidRPr="003B5101">
        <w:rPr>
          <w:position w:val="-10"/>
        </w:rPr>
        <w:object w:dxaOrig="1060" w:dyaOrig="380">
          <v:shape id="_x0000_i1284" type="#_x0000_t75" style="width:53pt;height:19pt" o:ole="" fillcolor="window">
            <v:imagedata r:id="rId482" o:title=""/>
          </v:shape>
          <o:OLEObject Type="Embed" ProgID="Equation.3" ShapeID="_x0000_i1284" DrawAspect="Content" ObjectID="_1654971309" r:id="rId483"/>
        </w:object>
      </w:r>
      <w:r>
        <w:t xml:space="preserve"> + $1500</w:t>
      </w:r>
      <w:r w:rsidRPr="003B5101">
        <w:rPr>
          <w:position w:val="-10"/>
        </w:rPr>
        <w:object w:dxaOrig="1060" w:dyaOrig="380">
          <v:shape id="_x0000_i1285" type="#_x0000_t75" style="width:53pt;height:19pt" o:ole="" fillcolor="window">
            <v:imagedata r:id="rId484" o:title=""/>
          </v:shape>
          <o:OLEObject Type="Embed" ProgID="Equation.3" ShapeID="_x0000_i1285" DrawAspect="Content" ObjectID="_1654971310" r:id="rId485"/>
        </w:object>
      </w:r>
      <w:r>
        <w:t xml:space="preserve"> = $1068.637 + $1569.702 = $2638.339</w:t>
      </w:r>
    </w:p>
    <w:p w:rsidR="000E3837" w:rsidRDefault="000E3837" w:rsidP="00EC0762">
      <w:pPr>
        <w:pStyle w:val="ISM"/>
        <w:ind w:left="1440"/>
      </w:pPr>
    </w:p>
    <w:p w:rsidR="00EC0762" w:rsidRDefault="00EC0762" w:rsidP="00EC0762">
      <w:pPr>
        <w:pStyle w:val="ISM"/>
      </w:pPr>
    </w:p>
    <w:p w:rsidR="00EC0762" w:rsidRDefault="007523EF" w:rsidP="00EC0762">
      <w:pPr>
        <w:pStyle w:val="ISM"/>
      </w:pPr>
      <w:r>
        <w:rPr>
          <w:noProof/>
          <w:lang w:val="en-US"/>
        </w:rPr>
        <w:pict>
          <v:shape id="AutoShape 250" o:spid="_x0000_s1151" type="#_x0000_t61" style="position:absolute;margin-left:255.85pt;margin-top:1.75pt;width:136.8pt;height:90.65pt;z-index: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" adj="-7784,-4325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C/Y, PMT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13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1500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740880">
                    <w:t>–</w:t>
                  </w:r>
                  <w:r>
                    <w:t>1569.702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49" o:spid="_x0000_s1152" type="#_x0000_t61" style="position:absolute;margin-left:70.35pt;margin-top:.35pt;width:131.6pt;height:137.2pt;z-index:251672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" adj="8847,-2385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4.2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19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1000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740880">
                    <w:t>–</w:t>
                  </w:r>
                  <w:r>
                    <w:t>1068.637</w:t>
                  </w:r>
                </w:p>
              </w:txbxContent>
            </v:textbox>
            <w10:wrap type="square"/>
          </v:shape>
        </w:pict>
      </w:r>
    </w:p>
    <w:p w:rsidR="00EC0762" w:rsidRDefault="00EC0762" w:rsidP="00EC0762"/>
    <w:p w:rsidR="00EC0762" w:rsidRDefault="00EC0762" w:rsidP="00EC0762">
      <w:pPr>
        <w:pStyle w:val="ISM"/>
      </w:pPr>
    </w:p>
    <w:p w:rsidR="00EC0762" w:rsidRDefault="00EC0762" w:rsidP="00EC0762"/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  <w:spacing w:after="120"/>
      </w:pPr>
    </w:p>
    <w:p w:rsidR="0083434B" w:rsidRDefault="0083434B">
      <w:r>
        <w:br w:type="page"/>
      </w:r>
    </w:p>
    <w:p w:rsidR="00580A96" w:rsidRDefault="00EC0762" w:rsidP="00580A96">
      <w:pPr>
        <w:pStyle w:val="ISM"/>
      </w:pPr>
      <w:r>
        <w:lastRenderedPageBreak/>
        <w:tab/>
      </w:r>
      <w:r>
        <w:tab/>
        <w:t xml:space="preserve">FV of replacement stream </w:t>
      </w:r>
    </w:p>
    <w:p w:rsidR="00EC0762" w:rsidRPr="00580A96" w:rsidRDefault="00EC0762" w:rsidP="00580A96">
      <w:pPr>
        <w:pStyle w:val="ISM"/>
      </w:pPr>
      <w:r>
        <w:t>= $800</w:t>
      </w:r>
      <w:r w:rsidRPr="003B5101">
        <w:rPr>
          <w:position w:val="-10"/>
        </w:rPr>
        <w:object w:dxaOrig="999" w:dyaOrig="380">
          <v:shape id="_x0000_i1286" type="#_x0000_t75" style="width:50.25pt;height:19pt" o:ole="" fillcolor="window">
            <v:imagedata r:id="rId486" o:title=""/>
          </v:shape>
          <o:OLEObject Type="Embed" ProgID="Equation.3" ShapeID="_x0000_i1286" DrawAspect="Content" ObjectID="_1654971311" r:id="rId487"/>
        </w:object>
      </w:r>
      <w:r>
        <w:t xml:space="preserve"> + $900</w:t>
      </w:r>
      <w:r w:rsidRPr="003B5101">
        <w:rPr>
          <w:position w:val="-10"/>
        </w:rPr>
        <w:object w:dxaOrig="980" w:dyaOrig="380">
          <v:shape id="_x0000_i1287" type="#_x0000_t75" style="width:48.9pt;height:19pt" o:ole="" fillcolor="window">
            <v:imagedata r:id="rId488" o:title=""/>
          </v:shape>
          <o:OLEObject Type="Embed" ProgID="Equation.3" ShapeID="_x0000_i1287" DrawAspect="Content" ObjectID="_1654971312" r:id="rId489"/>
        </w:object>
      </w:r>
      <w:r>
        <w:t xml:space="preserve"> + </w:t>
      </w:r>
      <w:r>
        <w:rPr>
          <w:rFonts w:ascii="Times New Roman" w:hAnsi="Times New Roman"/>
          <w:i/>
        </w:rPr>
        <w:t>x</w:t>
      </w:r>
      <w:r>
        <w:t xml:space="preserve"> = $816.948 + $909.483</w:t>
      </w:r>
      <w:r w:rsidR="00580A96">
        <w:t xml:space="preserve"> + </w:t>
      </w:r>
      <w:r w:rsidR="00580A96">
        <w:rPr>
          <w:rFonts w:ascii="Times New Roman" w:hAnsi="Times New Roman"/>
          <w:i/>
        </w:rPr>
        <w:t>x</w:t>
      </w:r>
      <w:r>
        <w:t xml:space="preserve"> = $1726.431 + </w:t>
      </w:r>
      <w:r>
        <w:rPr>
          <w:rFonts w:ascii="Times New Roman" w:hAnsi="Times New Roman"/>
          <w:i/>
        </w:rPr>
        <w:t>x</w:t>
      </w:r>
    </w:p>
    <w:p w:rsidR="000E3837" w:rsidRDefault="000E3837" w:rsidP="00EC0762">
      <w:pPr>
        <w:pStyle w:val="ISM"/>
        <w:ind w:left="1440"/>
      </w:pPr>
    </w:p>
    <w:p w:rsidR="00EC0762" w:rsidRDefault="007523EF" w:rsidP="00EC0762">
      <w:pPr>
        <w:pStyle w:val="ISM"/>
      </w:pPr>
      <w:r>
        <w:rPr>
          <w:noProof/>
          <w:lang w:val="en-US"/>
        </w:rPr>
        <w:pict>
          <v:shape id="AutoShape 251" o:spid="_x0000_s1153" type="#_x0000_t61" style="position:absolute;margin-left:255.85pt;margin-top:11.5pt;width:136.8pt;height:88.2pt;z-index:251674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" adj="-7405,-2400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C/Y, PMT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900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740880">
                    <w:t>–</w:t>
                  </w:r>
                  <w:r>
                    <w:t>909.483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52" o:spid="_x0000_s1154" type="#_x0000_t61" style="position:absolute;margin-left:74.55pt;margin-top:12.2pt;width:136.8pt;height:87.5pt;z-index:25167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" adj="6142,-3296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C/Y, PMT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6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800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740880">
                    <w:t>–</w:t>
                  </w:r>
                  <w:r>
                    <w:t>816.948</w:t>
                  </w:r>
                </w:p>
              </w:txbxContent>
            </v:textbox>
            <w10:wrap type="square"/>
          </v:shape>
        </w:pict>
      </w:r>
    </w:p>
    <w:p w:rsidR="00EC0762" w:rsidRDefault="00EC0762" w:rsidP="00EC0762">
      <w:pPr>
        <w:pStyle w:val="ISM"/>
      </w:pPr>
    </w:p>
    <w:p w:rsidR="00EC0762" w:rsidRDefault="00EC0762" w:rsidP="00EC0762"/>
    <w:p w:rsidR="00EC0762" w:rsidRDefault="00EC0762" w:rsidP="00EC0762">
      <w:pPr>
        <w:pStyle w:val="ISM"/>
      </w:pPr>
    </w:p>
    <w:p w:rsidR="00EC0762" w:rsidRDefault="00EC0762" w:rsidP="00EC0762"/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  <w:r>
        <w:tab/>
      </w:r>
      <w:r>
        <w:tab/>
        <w:t xml:space="preserve">Solve for </w:t>
      </w:r>
      <w:r>
        <w:rPr>
          <w:rFonts w:ascii="Times New Roman" w:hAnsi="Times New Roman"/>
          <w:i/>
        </w:rPr>
        <w:t>x</w:t>
      </w:r>
      <w:r>
        <w:t xml:space="preserve"> in </w:t>
      </w:r>
    </w:p>
    <w:p w:rsidR="00EC0762" w:rsidRDefault="00EC0762" w:rsidP="00EC0762">
      <w:pPr>
        <w:pStyle w:val="ISM"/>
        <w:ind w:left="1440"/>
      </w:pPr>
      <w:r>
        <w:t xml:space="preserve">$1726.431 + </w:t>
      </w:r>
      <w:r>
        <w:rPr>
          <w:rFonts w:ascii="Times New Roman" w:hAnsi="Times New Roman"/>
          <w:i/>
        </w:rPr>
        <w:t xml:space="preserve">x </w:t>
      </w:r>
      <w:r>
        <w:t>= $2638.339</w:t>
      </w:r>
    </w:p>
    <w:p w:rsidR="00EC0762" w:rsidRDefault="00EC0762" w:rsidP="00EC0762">
      <w:pPr>
        <w:pStyle w:val="ISM"/>
        <w:ind w:left="2610"/>
      </w:pPr>
      <w:r>
        <w:rPr>
          <w:rFonts w:ascii="Times New Roman" w:hAnsi="Times New Roman"/>
          <w:i/>
        </w:rPr>
        <w:t xml:space="preserve">  x </w:t>
      </w:r>
      <w:r>
        <w:t xml:space="preserve">= </w:t>
      </w:r>
      <w:r w:rsidRPr="008F44DE">
        <w:rPr>
          <w:u w:val="double"/>
        </w:rPr>
        <w:t>$911.91</w:t>
      </w:r>
    </w:p>
    <w:p w:rsidR="00EC0762" w:rsidRDefault="00EC0762" w:rsidP="00EC0762">
      <w:pPr>
        <w:pStyle w:val="ISM"/>
        <w:spacing w:after="240"/>
      </w:pPr>
      <w:r>
        <w:tab/>
      </w:r>
      <w:r>
        <w:tab/>
        <w:t>The third payment should be $911.91.</w:t>
      </w:r>
    </w:p>
    <w:p w:rsidR="00EC0762" w:rsidRDefault="00EC0762" w:rsidP="00EC0762">
      <w:pPr>
        <w:pStyle w:val="ISM"/>
      </w:pPr>
      <w:r>
        <w:tab/>
        <w:t>5.</w:t>
      </w:r>
      <w:r>
        <w:tab/>
        <w:t xml:space="preserve">Let </w:t>
      </w:r>
      <w:r>
        <w:rPr>
          <w:rFonts w:ascii="Times New Roman" w:hAnsi="Times New Roman"/>
          <w:i/>
        </w:rPr>
        <w:t>x</w:t>
      </w:r>
      <w:r>
        <w:t xml:space="preserve"> represent the size of each replacement payment. For equivalence at a focal date </w:t>
      </w:r>
    </w:p>
    <w:p w:rsidR="00EC0762" w:rsidRDefault="00EC0762" w:rsidP="00EC0762">
      <w:pPr>
        <w:pStyle w:val="ISM"/>
      </w:pPr>
      <w:r>
        <w:tab/>
      </w:r>
      <w:r>
        <w:tab/>
        <w:t xml:space="preserve">coinciding with the first replacement payment (3 months from now), </w:t>
      </w:r>
    </w:p>
    <w:p w:rsidR="00EC0762" w:rsidRDefault="00EC0762" w:rsidP="00EC0762">
      <w:pPr>
        <w:pStyle w:val="ISM"/>
      </w:pPr>
      <w:r>
        <w:tab/>
      </w:r>
      <w:r>
        <w:tab/>
      </w:r>
      <w:r>
        <w:tab/>
      </w:r>
      <w:r>
        <w:tab/>
        <w:t>$850</w:t>
      </w:r>
      <w:r w:rsidRPr="002A5267">
        <w:rPr>
          <w:position w:val="-10"/>
        </w:rPr>
        <w:object w:dxaOrig="840" w:dyaOrig="380">
          <v:shape id="_x0000_i1288" type="#_x0000_t75" style="width:42.1pt;height:19pt" o:ole="" fillcolor="window">
            <v:imagedata r:id="rId490" o:title=""/>
          </v:shape>
          <o:OLEObject Type="Embed" ProgID="Equation.3" ShapeID="_x0000_i1288" DrawAspect="Content" ObjectID="_1654971313" r:id="rId491"/>
        </w:object>
      </w:r>
      <w:r>
        <w:t>+ $1760</w:t>
      </w:r>
      <w:r w:rsidRPr="002A5267">
        <w:rPr>
          <w:position w:val="-10"/>
        </w:rPr>
        <w:object w:dxaOrig="820" w:dyaOrig="380">
          <v:shape id="_x0000_i1289" type="#_x0000_t75" style="width:41.45pt;height:19pt" o:ole="" fillcolor="window">
            <v:imagedata r:id="rId492" o:title=""/>
          </v:shape>
          <o:OLEObject Type="Embed" ProgID="Equation.3" ShapeID="_x0000_i1289" DrawAspect="Content" ObjectID="_1654971314" r:id="rId493"/>
        </w:object>
      </w:r>
      <w:r>
        <w:t xml:space="preserve"> = </w:t>
      </w:r>
      <w:r>
        <w:rPr>
          <w:rFonts w:ascii="Times New Roman" w:hAnsi="Times New Roman"/>
          <w:i/>
        </w:rPr>
        <w:t>x</w:t>
      </w:r>
      <w:r>
        <w:t xml:space="preserve"> + </w:t>
      </w:r>
      <w:r>
        <w:rPr>
          <w:rFonts w:ascii="Times New Roman" w:hAnsi="Times New Roman"/>
          <w:i/>
        </w:rPr>
        <w:t>x</w:t>
      </w:r>
      <w:r w:rsidRPr="002A5267">
        <w:rPr>
          <w:position w:val="-10"/>
        </w:rPr>
        <w:object w:dxaOrig="940" w:dyaOrig="380">
          <v:shape id="_x0000_i1290" type="#_x0000_t75" style="width:46.85pt;height:19pt" o:ole="" fillcolor="window">
            <v:imagedata r:id="rId494" o:title=""/>
          </v:shape>
          <o:OLEObject Type="Embed" ProgID="Equation.3" ShapeID="_x0000_i1290" DrawAspect="Content" ObjectID="_1654971315" r:id="rId495"/>
        </w:object>
      </w:r>
    </w:p>
    <w:p w:rsidR="00EC0762" w:rsidRDefault="00EC0762" w:rsidP="00EC0762">
      <w:pPr>
        <w:pStyle w:val="ISM"/>
      </w:pPr>
      <w:r>
        <w:tab/>
      </w:r>
      <w:r>
        <w:tab/>
      </w:r>
      <w:r>
        <w:tab/>
      </w:r>
      <w:r>
        <w:tab/>
      </w:r>
      <w:r>
        <w:tab/>
        <w:t xml:space="preserve">     $963.30 + $1834.96 = </w:t>
      </w:r>
      <w:r>
        <w:rPr>
          <w:rFonts w:ascii="Times New Roman" w:hAnsi="Times New Roman"/>
          <w:i/>
        </w:rPr>
        <w:t>x</w:t>
      </w:r>
      <w:r>
        <w:t xml:space="preserve"> + 0.9725772</w:t>
      </w:r>
      <w:r>
        <w:rPr>
          <w:rFonts w:ascii="Times New Roman" w:hAnsi="Times New Roman"/>
          <w:i/>
        </w:rPr>
        <w:t>x</w:t>
      </w:r>
    </w:p>
    <w:p w:rsidR="00EC0762" w:rsidRDefault="00EC0762" w:rsidP="00EC0762">
      <w:pPr>
        <w:pStyle w:val="ISM"/>
        <w:ind w:left="3510"/>
      </w:pPr>
      <w:r>
        <w:t>$2798.26 = 1.9725772</w:t>
      </w:r>
      <w:r>
        <w:rPr>
          <w:rFonts w:ascii="Times New Roman" w:hAnsi="Times New Roman"/>
          <w:i/>
        </w:rPr>
        <w:t>x</w:t>
      </w:r>
    </w:p>
    <w:p w:rsidR="00EC0762" w:rsidRDefault="00EC0762" w:rsidP="00EC0762">
      <w:pPr>
        <w:pStyle w:val="ISM"/>
        <w:rPr>
          <w:u w:val="doub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x</w:t>
      </w:r>
      <w:r>
        <w:t xml:space="preserve"> = </w:t>
      </w:r>
      <w:r>
        <w:rPr>
          <w:u w:val="double"/>
        </w:rPr>
        <w:t>$1418.58</w:t>
      </w:r>
    </w:p>
    <w:p w:rsidR="00EC0762" w:rsidRDefault="00EC0762" w:rsidP="00EC0762">
      <w:pPr>
        <w:pStyle w:val="ISM"/>
        <w:spacing w:after="180"/>
      </w:pPr>
      <w:r>
        <w:tab/>
      </w:r>
      <w:r>
        <w:tab/>
        <w:t>Each replacement payment should be $1418.58.</w:t>
      </w:r>
    </w:p>
    <w:p w:rsidR="00EC0762" w:rsidRDefault="00EC0762" w:rsidP="00EC0762">
      <w:pPr>
        <w:pStyle w:val="ISM"/>
      </w:pPr>
      <w:r>
        <w:tab/>
        <w:t>7.</w:t>
      </w:r>
      <w:r>
        <w:tab/>
        <w:t xml:space="preserve">Let </w:t>
      </w:r>
      <w:r>
        <w:rPr>
          <w:rFonts w:ascii="Times New Roman" w:hAnsi="Times New Roman"/>
          <w:i/>
        </w:rPr>
        <w:t>x</w:t>
      </w:r>
      <w:r>
        <w:t xml:space="preserve"> represent the size of each replacement payment.</w:t>
      </w:r>
    </w:p>
    <w:p w:rsidR="00EC0762" w:rsidRDefault="00EC0762" w:rsidP="00EC0762">
      <w:pPr>
        <w:pStyle w:val="ISM"/>
      </w:pPr>
      <w:r>
        <w:tab/>
      </w:r>
      <w:r>
        <w:tab/>
        <w:t xml:space="preserve">For equivalence at a focal date 1 year from now, </w:t>
      </w:r>
    </w:p>
    <w:p w:rsidR="00EC0762" w:rsidRDefault="00EC0762" w:rsidP="00EC0762">
      <w:pPr>
        <w:pStyle w:val="ISM"/>
        <w:tabs>
          <w:tab w:val="clear" w:pos="270"/>
          <w:tab w:val="clear" w:pos="540"/>
        </w:tabs>
        <w:ind w:left="1440"/>
      </w:pPr>
      <w:r>
        <w:t>$5000</w:t>
      </w:r>
      <w:r w:rsidRPr="00A56945">
        <w:rPr>
          <w:position w:val="-10"/>
        </w:rPr>
        <w:object w:dxaOrig="620" w:dyaOrig="380">
          <v:shape id="_x0000_i1291" type="#_x0000_t75" style="width:30.55pt;height:19pt" o:ole="" fillcolor="window">
            <v:imagedata r:id="rId496" o:title=""/>
          </v:shape>
          <o:OLEObject Type="Embed" ProgID="Equation.3" ShapeID="_x0000_i1291" DrawAspect="Content" ObjectID="_1654971316" r:id="rId497"/>
        </w:object>
      </w:r>
      <w:r>
        <w:t xml:space="preserve"> + $10,000</w:t>
      </w:r>
      <w:r w:rsidRPr="00A56945">
        <w:rPr>
          <w:position w:val="-10"/>
        </w:rPr>
        <w:object w:dxaOrig="720" w:dyaOrig="380">
          <v:shape id="_x0000_i1292" type="#_x0000_t75" style="width:36pt;height:19pt" o:ole="" fillcolor="window">
            <v:imagedata r:id="rId498" o:title=""/>
          </v:shape>
          <o:OLEObject Type="Embed" ProgID="Equation.3" ShapeID="_x0000_i1292" DrawAspect="Content" ObjectID="_1654971317" r:id="rId499"/>
        </w:object>
      </w:r>
      <w:r>
        <w:t xml:space="preserve"> = </w:t>
      </w:r>
      <w:r>
        <w:rPr>
          <w:rFonts w:ascii="Times New Roman" w:hAnsi="Times New Roman"/>
          <w:i/>
        </w:rPr>
        <w:t>x</w:t>
      </w:r>
      <w:r>
        <w:t xml:space="preserve"> + </w:t>
      </w:r>
      <w:r>
        <w:rPr>
          <w:rFonts w:ascii="Times New Roman" w:hAnsi="Times New Roman"/>
          <w:i/>
        </w:rPr>
        <w:t xml:space="preserve">x </w:t>
      </w:r>
      <w:r w:rsidRPr="00A56945">
        <w:rPr>
          <w:position w:val="-10"/>
        </w:rPr>
        <w:object w:dxaOrig="720" w:dyaOrig="380">
          <v:shape id="_x0000_i1293" type="#_x0000_t75" style="width:36pt;height:19pt" o:ole="" fillcolor="window">
            <v:imagedata r:id="rId500" o:title=""/>
          </v:shape>
          <o:OLEObject Type="Embed" ProgID="Equation.3" ShapeID="_x0000_i1293" DrawAspect="Content" ObjectID="_1654971318" r:id="rId501"/>
        </w:object>
      </w:r>
      <w:r>
        <w:t xml:space="preserve"> + </w:t>
      </w:r>
      <w:r>
        <w:rPr>
          <w:rFonts w:ascii="Times New Roman" w:hAnsi="Times New Roman"/>
          <w:i/>
        </w:rPr>
        <w:t xml:space="preserve">x </w:t>
      </w:r>
      <w:r w:rsidRPr="00A56945">
        <w:rPr>
          <w:position w:val="-10"/>
        </w:rPr>
        <w:object w:dxaOrig="720" w:dyaOrig="380">
          <v:shape id="_x0000_i1294" type="#_x0000_t75" style="width:36pt;height:19pt" o:ole="" fillcolor="window">
            <v:imagedata r:id="rId502" o:title=""/>
          </v:shape>
          <o:OLEObject Type="Embed" ProgID="Equation.3" ShapeID="_x0000_i1294" DrawAspect="Content" ObjectID="_1654971319" r:id="rId503"/>
        </w:object>
      </w:r>
    </w:p>
    <w:p w:rsidR="00EC0762" w:rsidRDefault="00EC0762" w:rsidP="00EC0762">
      <w:pPr>
        <w:pStyle w:val="ISM"/>
        <w:tabs>
          <w:tab w:val="clear" w:pos="270"/>
          <w:tab w:val="clear" w:pos="540"/>
        </w:tabs>
        <w:ind w:left="990"/>
      </w:pPr>
      <w:r>
        <w:tab/>
      </w:r>
      <w:r>
        <w:tab/>
      </w:r>
      <w:r w:rsidRPr="00A56945">
        <w:rPr>
          <w:sz w:val="16"/>
          <w:szCs w:val="16"/>
        </w:rPr>
        <w:t xml:space="preserve">  </w:t>
      </w:r>
      <w:r>
        <w:t xml:space="preserve">$5250.00 + $8227.025 = </w:t>
      </w:r>
      <w:r>
        <w:rPr>
          <w:rFonts w:ascii="Times New Roman" w:hAnsi="Times New Roman"/>
          <w:i/>
        </w:rPr>
        <w:t>x</w:t>
      </w:r>
      <w:r>
        <w:t xml:space="preserve"> + 0.90702948</w:t>
      </w:r>
      <w:r>
        <w:rPr>
          <w:rFonts w:ascii="Times New Roman" w:hAnsi="Times New Roman"/>
          <w:i/>
        </w:rPr>
        <w:t>x</w:t>
      </w:r>
      <w:r>
        <w:t xml:space="preserve"> + 0.82270248</w:t>
      </w:r>
      <w:r>
        <w:rPr>
          <w:rFonts w:ascii="Times New Roman" w:hAnsi="Times New Roman"/>
          <w:i/>
        </w:rPr>
        <w:t>x</w:t>
      </w:r>
    </w:p>
    <w:p w:rsidR="00EC0762" w:rsidRDefault="00EC0762" w:rsidP="00EC0762">
      <w:pPr>
        <w:pStyle w:val="ISM"/>
        <w:tabs>
          <w:tab w:val="clear" w:pos="270"/>
          <w:tab w:val="clear" w:pos="540"/>
        </w:tabs>
        <w:ind w:left="4320"/>
        <w:rPr>
          <w:u w:val="double"/>
        </w:rPr>
      </w:pPr>
      <w:r>
        <w:rPr>
          <w:rFonts w:ascii="Times New Roman" w:hAnsi="Times New Roman"/>
          <w:i/>
        </w:rPr>
        <w:t>x</w:t>
      </w:r>
      <w:r>
        <w:t xml:space="preserve"> = </w:t>
      </w:r>
      <w:r>
        <w:rPr>
          <w:u w:val="double"/>
        </w:rPr>
        <w:t>$4937.12</w:t>
      </w:r>
    </w:p>
    <w:p w:rsidR="00EC0762" w:rsidRDefault="00EC0762" w:rsidP="00EC0762">
      <w:pPr>
        <w:pStyle w:val="ISM"/>
        <w:spacing w:after="180"/>
      </w:pPr>
      <w:r>
        <w:tab/>
      </w:r>
      <w:r>
        <w:tab/>
        <w:t>Each replacement payment should be $4937.12.</w:t>
      </w:r>
    </w:p>
    <w:p w:rsidR="00EC0762" w:rsidRDefault="00EC0762" w:rsidP="00EC0762">
      <w:pPr>
        <w:pStyle w:val="ISM"/>
      </w:pPr>
      <w:r>
        <w:tab/>
        <w:t>9.</w:t>
      </w:r>
      <w:r>
        <w:tab/>
        <w:t xml:space="preserve">Let </w:t>
      </w:r>
      <w:r>
        <w:rPr>
          <w:rFonts w:ascii="Times New Roman" w:hAnsi="Times New Roman"/>
          <w:i/>
        </w:rPr>
        <w:t>x</w:t>
      </w:r>
      <w:r>
        <w:t xml:space="preserve"> represent the size of the first replacement payment.</w:t>
      </w:r>
    </w:p>
    <w:p w:rsidR="00EC0762" w:rsidRDefault="00EC0762" w:rsidP="00EC0762">
      <w:pPr>
        <w:pStyle w:val="ISM"/>
      </w:pPr>
      <w:r>
        <w:tab/>
      </w:r>
      <w:r>
        <w:tab/>
        <w:t xml:space="preserve">For equivalence at a focal date 1 year from now, </w:t>
      </w:r>
    </w:p>
    <w:p w:rsidR="00EC0762" w:rsidRDefault="00EC0762" w:rsidP="00EC0762">
      <w:pPr>
        <w:pStyle w:val="ISM"/>
      </w:pPr>
      <w:r>
        <w:tab/>
      </w:r>
      <w:r>
        <w:tab/>
      </w:r>
      <w:r>
        <w:tab/>
      </w:r>
      <w:r>
        <w:tab/>
        <w:t xml:space="preserve"> $2000</w:t>
      </w:r>
      <w:r w:rsidR="00EB1FE5" w:rsidRPr="002A5267">
        <w:rPr>
          <w:position w:val="-10"/>
        </w:rPr>
        <w:object w:dxaOrig="800" w:dyaOrig="380">
          <v:shape id="_x0000_i1295" type="#_x0000_t75" style="width:40.75pt;height:19pt" o:ole="" fillcolor="window">
            <v:imagedata r:id="rId504" o:title=""/>
          </v:shape>
          <o:OLEObject Type="Embed" ProgID="Equation.3" ShapeID="_x0000_i1295" DrawAspect="Content" ObjectID="_1654971320" r:id="rId505"/>
        </w:object>
      </w:r>
      <w:r>
        <w:t xml:space="preserve"> + $2000</w:t>
      </w:r>
      <w:r w:rsidR="00EB1FE5" w:rsidRPr="002A5267">
        <w:rPr>
          <w:position w:val="-10"/>
        </w:rPr>
        <w:object w:dxaOrig="900" w:dyaOrig="380">
          <v:shape id="_x0000_i1296" type="#_x0000_t75" style="width:44.85pt;height:19pt" o:ole="" fillcolor="window">
            <v:imagedata r:id="rId506" o:title=""/>
          </v:shape>
          <o:OLEObject Type="Embed" ProgID="Equation.3" ShapeID="_x0000_i1296" DrawAspect="Content" ObjectID="_1654971321" r:id="rId507"/>
        </w:object>
      </w:r>
      <w:r>
        <w:t xml:space="preserve"> = </w:t>
      </w:r>
      <w:r>
        <w:rPr>
          <w:rFonts w:ascii="Times New Roman" w:hAnsi="Times New Roman"/>
          <w:i/>
        </w:rPr>
        <w:t>x</w:t>
      </w:r>
      <w:r>
        <w:t xml:space="preserve"> + 0.5</w:t>
      </w:r>
      <w:r>
        <w:rPr>
          <w:rFonts w:ascii="Times New Roman" w:hAnsi="Times New Roman"/>
          <w:i/>
        </w:rPr>
        <w:t xml:space="preserve">x </w:t>
      </w:r>
      <w:r w:rsidR="00EB1FE5" w:rsidRPr="002A5267">
        <w:rPr>
          <w:position w:val="-10"/>
        </w:rPr>
        <w:object w:dxaOrig="900" w:dyaOrig="380">
          <v:shape id="_x0000_i1297" type="#_x0000_t75" style="width:44.85pt;height:19pt" o:ole="" fillcolor="window">
            <v:imagedata r:id="rId508" o:title=""/>
          </v:shape>
          <o:OLEObject Type="Embed" ProgID="Equation.3" ShapeID="_x0000_i1297" DrawAspect="Content" ObjectID="_1654971322" r:id="rId509"/>
        </w:object>
      </w:r>
    </w:p>
    <w:p w:rsidR="00EC0762" w:rsidRDefault="00EC0762" w:rsidP="00EC0762">
      <w:pPr>
        <w:pStyle w:val="ISM"/>
      </w:pPr>
      <w:r>
        <w:tab/>
      </w:r>
      <w:r>
        <w:tab/>
      </w:r>
      <w:r>
        <w:tab/>
      </w:r>
      <w:r>
        <w:tab/>
      </w:r>
      <w:r>
        <w:tab/>
      </w:r>
      <w:r>
        <w:tab/>
        <w:t>$20</w:t>
      </w:r>
      <w:r w:rsidR="00EB1FE5">
        <w:t>3</w:t>
      </w:r>
      <w:r>
        <w:t>8.00 + $1</w:t>
      </w:r>
      <w:r w:rsidR="00EB1FE5">
        <w:t>926.11</w:t>
      </w:r>
      <w:r>
        <w:t xml:space="preserve"> = </w:t>
      </w:r>
      <w:r>
        <w:rPr>
          <w:rFonts w:ascii="Times New Roman" w:hAnsi="Times New Roman"/>
          <w:i/>
        </w:rPr>
        <w:t>x</w:t>
      </w:r>
      <w:r>
        <w:t xml:space="preserve"> + 0.</w:t>
      </w:r>
      <w:r w:rsidR="00EB1FE5">
        <w:t>46373862</w:t>
      </w:r>
      <w:r>
        <w:rPr>
          <w:rFonts w:ascii="Times New Roman" w:hAnsi="Times New Roman"/>
          <w:i/>
        </w:rPr>
        <w:t>x</w:t>
      </w:r>
    </w:p>
    <w:p w:rsidR="00EC0762" w:rsidRDefault="00EC0762" w:rsidP="00EC0762">
      <w:pPr>
        <w:pStyle w:val="ISM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>
        <w:rPr>
          <w:rFonts w:ascii="Times New Roman" w:hAnsi="Times New Roman"/>
          <w:i/>
        </w:rPr>
        <w:t>x</w:t>
      </w:r>
      <w:r>
        <w:t xml:space="preserve"> = $</w:t>
      </w:r>
      <w:r w:rsidR="00EB1FE5">
        <w:t>27</w:t>
      </w:r>
      <w:r w:rsidR="001F67C9">
        <w:t>08.21</w:t>
      </w:r>
    </w:p>
    <w:p w:rsidR="00EC0762" w:rsidRDefault="00EC0762" w:rsidP="00EC0762">
      <w:pPr>
        <w:pStyle w:val="ISM"/>
        <w:spacing w:after="180"/>
      </w:pPr>
      <w:r>
        <w:tab/>
      </w:r>
      <w:r>
        <w:tab/>
        <w:t xml:space="preserve">The replacement payments are </w:t>
      </w:r>
      <w:r>
        <w:rPr>
          <w:u w:val="double"/>
        </w:rPr>
        <w:t>$2</w:t>
      </w:r>
      <w:r w:rsidR="001F67C9">
        <w:rPr>
          <w:u w:val="double"/>
        </w:rPr>
        <w:t>708.21</w:t>
      </w:r>
      <w:r>
        <w:t xml:space="preserve"> due in 1 year and </w:t>
      </w:r>
      <w:r>
        <w:rPr>
          <w:u w:val="double"/>
        </w:rPr>
        <w:t>$1</w:t>
      </w:r>
      <w:r w:rsidR="001F67C9">
        <w:rPr>
          <w:u w:val="double"/>
        </w:rPr>
        <w:t>354.11</w:t>
      </w:r>
      <w:r>
        <w:t xml:space="preserve"> due in 3 years.</w:t>
      </w:r>
    </w:p>
    <w:p w:rsidR="00EC0762" w:rsidRDefault="00EC0762" w:rsidP="00EC0762">
      <w:pPr>
        <w:pStyle w:val="ISM"/>
      </w:pPr>
      <w:r>
        <w:tab/>
        <w:t>11.</w:t>
      </w:r>
      <w:r>
        <w:tab/>
        <w:t>Furniture City should be willing to accept a cash price that equals the down payment plus</w:t>
      </w:r>
    </w:p>
    <w:p w:rsidR="00EC0762" w:rsidRDefault="00EC0762" w:rsidP="00EC0762">
      <w:pPr>
        <w:pStyle w:val="ISM"/>
      </w:pPr>
      <w:r>
        <w:tab/>
      </w:r>
      <w:r>
        <w:tab/>
        <w:t>the discounted balance that would otherwise be received from the finance company.</w:t>
      </w:r>
    </w:p>
    <w:p w:rsidR="00EC0762" w:rsidRDefault="00EC0762" w:rsidP="00EC0762">
      <w:pPr>
        <w:pStyle w:val="ISM"/>
        <w:spacing w:after="120"/>
      </w:pPr>
      <w:r>
        <w:tab/>
      </w:r>
      <w:r>
        <w:tab/>
        <w:t>Cash price = 0.25($1595) + 0.75($1595)</w:t>
      </w:r>
      <w:r w:rsidR="000D5C7C" w:rsidRPr="000D5C7C">
        <w:rPr>
          <w:position w:val="-14"/>
        </w:rPr>
        <w:object w:dxaOrig="900" w:dyaOrig="440">
          <v:shape id="_x0000_i1298" type="#_x0000_t75" style="width:44.85pt;height:21.75pt" o:ole="" fillcolor="window">
            <v:imagedata r:id="rId510" o:title=""/>
          </v:shape>
          <o:OLEObject Type="Embed" ProgID="Equation.3" ShapeID="_x0000_i1298" DrawAspect="Content" ObjectID="_1654971323" r:id="rId511"/>
        </w:object>
      </w:r>
      <w:r>
        <w:t xml:space="preserve"> = </w:t>
      </w:r>
      <w:r>
        <w:rPr>
          <w:u w:val="double"/>
        </w:rPr>
        <w:t>$1492.77</w:t>
      </w:r>
    </w:p>
    <w:p w:rsidR="0083434B" w:rsidRDefault="0083434B">
      <w:r>
        <w:br w:type="page"/>
      </w:r>
    </w:p>
    <w:p w:rsidR="0083434B" w:rsidRDefault="0083434B" w:rsidP="00EC0762">
      <w:pPr>
        <w:pStyle w:val="ISM"/>
      </w:pPr>
    </w:p>
    <w:p w:rsidR="00EC0762" w:rsidRDefault="007523EF" w:rsidP="00EC0762">
      <w:pPr>
        <w:pStyle w:val="ISM"/>
      </w:pPr>
      <w:r>
        <w:rPr>
          <w:noProof/>
          <w:lang w:val="en-US"/>
        </w:rPr>
        <w:pict>
          <v:shape id="AutoShape 259" o:spid="_x0000_s1161" type="#_x0000_t61" style="position:absolute;margin-left:345.15pt;margin-top:-10.45pt;width:131.2pt;height:135.1pt;z-index:251682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" adj="-6470,8514" fillcolor="#cff">
            <v:fill opacity="25443f"/>
            <v:textbox style="mso-next-textbox:#AutoShape 259" inset="3.6pt,,3.6pt">
              <w:txbxContent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3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10000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8626.09</w:t>
                  </w:r>
                </w:p>
              </w:txbxContent>
            </v:textbox>
            <w10:wrap type="square"/>
          </v:shape>
        </w:pict>
      </w:r>
      <w:r w:rsidR="00EC0762">
        <w:t>13.</w:t>
      </w:r>
      <w:r w:rsidR="00EC0762">
        <w:tab/>
        <w:t xml:space="preserve">The winner should choose the alternative having </w:t>
      </w:r>
    </w:p>
    <w:p w:rsidR="00EC0762" w:rsidRDefault="00EC0762" w:rsidP="00EC0762">
      <w:pPr>
        <w:pStyle w:val="ISM"/>
      </w:pPr>
      <w:r>
        <w:tab/>
      </w:r>
      <w:r>
        <w:tab/>
        <w:t>the larger current economic value.</w:t>
      </w:r>
    </w:p>
    <w:p w:rsidR="00EC0762" w:rsidRDefault="00EC0762" w:rsidP="00EC0762">
      <w:pPr>
        <w:pStyle w:val="ISMab"/>
      </w:pPr>
      <w:r>
        <w:tab/>
      </w:r>
      <w:r>
        <w:tab/>
      </w:r>
      <w:r>
        <w:rPr>
          <w:i/>
        </w:rPr>
        <w:t>a.</w:t>
      </w:r>
      <w:r>
        <w:tab/>
        <w:t>Economic value of (1) = $10,000 + $10,000</w:t>
      </w:r>
      <w:r w:rsidR="00746AC1" w:rsidRPr="002A5267">
        <w:rPr>
          <w:position w:val="-10"/>
        </w:rPr>
        <w:object w:dxaOrig="760" w:dyaOrig="380">
          <v:shape id="_x0000_i1299" type="#_x0000_t75" style="width:38.05pt;height:19pt" o:ole="" fillcolor="window">
            <v:imagedata r:id="rId512" o:title=""/>
          </v:shape>
          <o:OLEObject Type="Embed" ProgID="Equation.3" ShapeID="_x0000_i1299" DrawAspect="Content" ObjectID="_1654971324" r:id="rId513"/>
        </w:object>
      </w:r>
    </w:p>
    <w:p w:rsidR="00EC0762" w:rsidRDefault="00EC0762" w:rsidP="00EC0762">
      <w:pPr>
        <w:pStyle w:val="ISMab"/>
        <w:ind w:left="2970"/>
      </w:pPr>
      <w:r>
        <w:t xml:space="preserve">  = $1</w:t>
      </w:r>
      <w:r w:rsidR="00746AC1">
        <w:t>8,626.09</w:t>
      </w:r>
    </w:p>
    <w:p w:rsidR="00EC0762" w:rsidRDefault="00EC0762" w:rsidP="00EC0762"/>
    <w:p w:rsidR="00EC0762" w:rsidRDefault="00EC0762" w:rsidP="00EC0762">
      <w:pPr>
        <w:pStyle w:val="ISMab"/>
      </w:pPr>
    </w:p>
    <w:p w:rsidR="00EC0762" w:rsidRDefault="00EC0762" w:rsidP="00EC0762">
      <w:pPr>
        <w:pStyle w:val="ISMab"/>
      </w:pPr>
    </w:p>
    <w:p w:rsidR="00EC0762" w:rsidRDefault="00EC0762" w:rsidP="00EC0762">
      <w:pPr>
        <w:pStyle w:val="ISMab"/>
      </w:pPr>
    </w:p>
    <w:p w:rsidR="00EC0762" w:rsidRDefault="00EC0762" w:rsidP="00EC0762">
      <w:pPr>
        <w:pStyle w:val="ISMab"/>
        <w:spacing w:after="120"/>
      </w:pPr>
      <w:r>
        <w:tab/>
      </w:r>
      <w:r>
        <w:tab/>
      </w:r>
      <w:r>
        <w:tab/>
        <w:t>The economic value of Alternative (2) is</w:t>
      </w:r>
    </w:p>
    <w:p w:rsidR="00091622" w:rsidRDefault="00091622" w:rsidP="00EC0762">
      <w:pPr>
        <w:pStyle w:val="ISMab"/>
        <w:spacing w:after="120"/>
      </w:pPr>
    </w:p>
    <w:p w:rsidR="00091622" w:rsidRDefault="00091622" w:rsidP="00EC0762">
      <w:pPr>
        <w:pStyle w:val="ISMab"/>
        <w:spacing w:after="120"/>
      </w:pPr>
      <w:r>
        <w:tab/>
      </w:r>
      <w:r>
        <w:tab/>
      </w:r>
      <w:r>
        <w:tab/>
        <w:t>$6700 + $6700</w:t>
      </w:r>
      <w:r w:rsidRPr="002A5267">
        <w:rPr>
          <w:position w:val="-10"/>
        </w:rPr>
        <w:object w:dxaOrig="760" w:dyaOrig="380">
          <v:shape id="_x0000_i1300" type="#_x0000_t75" style="width:38.05pt;height:19pt" o:ole="" fillcolor="window">
            <v:imagedata r:id="rId514" o:title=""/>
          </v:shape>
          <o:OLEObject Type="Embed" ProgID="Equation.3" ShapeID="_x0000_i1300" DrawAspect="Content" ObjectID="_1654971325" r:id="rId515"/>
        </w:object>
      </w:r>
      <w:r>
        <w:t xml:space="preserve"> + $6700</w:t>
      </w:r>
      <w:r w:rsidRPr="002A5267">
        <w:rPr>
          <w:position w:val="-10"/>
        </w:rPr>
        <w:object w:dxaOrig="840" w:dyaOrig="380">
          <v:shape id="_x0000_i1301" type="#_x0000_t75" style="width:42.1pt;height:19pt" o:ole="" fillcolor="window">
            <v:imagedata r:id="rId516" o:title=""/>
          </v:shape>
          <o:OLEObject Type="Embed" ProgID="Equation.3" ShapeID="_x0000_i1301" DrawAspect="Content" ObjectID="_1654971326" r:id="rId517"/>
        </w:object>
      </w:r>
      <w:r>
        <w:t xml:space="preserve"> + $6700</w:t>
      </w:r>
      <w:r w:rsidRPr="002A5267">
        <w:rPr>
          <w:position w:val="-10"/>
        </w:rPr>
        <w:object w:dxaOrig="840" w:dyaOrig="380">
          <v:shape id="_x0000_i1302" type="#_x0000_t75" style="width:42.1pt;height:19pt" o:ole="" fillcolor="window">
            <v:imagedata r:id="rId518" o:title=""/>
          </v:shape>
          <o:OLEObject Type="Embed" ProgID="Equation.3" ShapeID="_x0000_i1302" DrawAspect="Content" ObjectID="_1654971327" r:id="rId519"/>
        </w:object>
      </w:r>
      <w:r w:rsidR="00B13BD3">
        <w:t xml:space="preserve"> = $21,765.38</w:t>
      </w:r>
    </w:p>
    <w:p w:rsidR="00EC0762" w:rsidRDefault="007523EF" w:rsidP="00EC0762">
      <w:pPr>
        <w:pStyle w:val="ISMab"/>
      </w:pPr>
      <w:r>
        <w:rPr>
          <w:noProof/>
          <w:lang w:val="en-US"/>
        </w:rPr>
        <w:pict>
          <v:shape id="AutoShape 262" o:spid="_x0000_s1162" type="#_x0000_t61" style="position:absolute;margin-left:313.95pt;margin-top:47.95pt;width:105.3pt;height:81.2pt;z-index:251685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" adj="-267,-4216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EC0762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>PMT</w:t>
                  </w:r>
                  <w:r>
                    <w:rPr>
                      <w:i/>
                      <w:iCs/>
                    </w:rPr>
                    <w:t>, FV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4300.475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61" o:spid="_x0000_s1163" type="#_x0000_t61" style="position:absolute;margin-left:194.25pt;margin-top:42.45pt;width:105.3pt;height:81.2pt;z-index:251684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" adj="1272,-3684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EC0762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>PMT</w:t>
                  </w:r>
                  <w:r>
                    <w:rPr>
                      <w:i/>
                      <w:iCs/>
                    </w:rPr>
                    <w:t>, FV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4985.429</w:t>
                  </w:r>
                </w:p>
              </w:txbxContent>
            </v:textbox>
            <w10:wrap type="square"/>
          </v:shape>
        </w:pict>
      </w:r>
      <w:r w:rsidR="00EC0762">
        <w:tab/>
      </w:r>
      <w:r w:rsidR="00EC0762">
        <w:tab/>
      </w:r>
    </w:p>
    <w:p w:rsidR="00EC0762" w:rsidRDefault="00EC0762" w:rsidP="00EC0762">
      <w:pPr>
        <w:pStyle w:val="ISMab"/>
      </w:pPr>
    </w:p>
    <w:p w:rsidR="00EC0762" w:rsidRDefault="007523EF" w:rsidP="00EC0762">
      <w:pPr>
        <w:pStyle w:val="ISMab"/>
      </w:pPr>
      <w:r>
        <w:rPr>
          <w:noProof/>
          <w:lang w:val="en-US"/>
        </w:rPr>
        <w:pict>
          <v:shape id="AutoShape 260" o:spid="_x0000_s1164" type="#_x0000_t61" style="position:absolute;margin-left:44.45pt;margin-top:1.05pt;width:137.5pt;height:86.6pt;z-index:251683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" adj="10745,-2731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C/Y, PMT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6700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5779.479</w:t>
                  </w:r>
                </w:p>
              </w:txbxContent>
            </v:textbox>
            <w10:wrap type="square"/>
          </v:shape>
        </w:pict>
      </w:r>
    </w:p>
    <w:p w:rsidR="00EC0762" w:rsidRDefault="00EC0762" w:rsidP="00EC0762">
      <w:pPr>
        <w:pStyle w:val="ISMab"/>
      </w:pPr>
    </w:p>
    <w:p w:rsidR="00EC0762" w:rsidRDefault="00EC0762" w:rsidP="00EC0762">
      <w:pPr>
        <w:pStyle w:val="ISMab"/>
      </w:pPr>
    </w:p>
    <w:p w:rsidR="00960A77" w:rsidRDefault="00EE3FA6" w:rsidP="00EC0762">
      <w:pPr>
        <w:pStyle w:val="ISMab"/>
        <w:spacing w:after="60"/>
      </w:pPr>
      <w:r>
        <w:tab/>
      </w:r>
      <w:r>
        <w:tab/>
      </w:r>
    </w:p>
    <w:p w:rsidR="00960A77" w:rsidRDefault="00960A77" w:rsidP="00EC0762">
      <w:pPr>
        <w:pStyle w:val="ISMab"/>
        <w:spacing w:after="60"/>
      </w:pPr>
    </w:p>
    <w:p w:rsidR="00960A77" w:rsidRDefault="00960A77" w:rsidP="00EC0762">
      <w:pPr>
        <w:pStyle w:val="ISMab"/>
        <w:spacing w:after="60"/>
      </w:pPr>
    </w:p>
    <w:p w:rsidR="00960A77" w:rsidRDefault="00960A77" w:rsidP="00EC0762">
      <w:pPr>
        <w:pStyle w:val="ISMab"/>
        <w:spacing w:after="60"/>
      </w:pPr>
    </w:p>
    <w:p w:rsidR="00960A77" w:rsidRDefault="00960A77" w:rsidP="00EC0762">
      <w:pPr>
        <w:pStyle w:val="ISMab"/>
        <w:spacing w:after="60"/>
      </w:pPr>
    </w:p>
    <w:p w:rsidR="00EC0762" w:rsidRDefault="00EC0762" w:rsidP="00EC0762">
      <w:pPr>
        <w:pStyle w:val="ISMab"/>
        <w:spacing w:after="60"/>
      </w:pPr>
      <w:r>
        <w:rPr>
          <w:u w:val="double"/>
        </w:rPr>
        <w:t>Alternative (</w:t>
      </w:r>
      <w:r w:rsidR="0041538A">
        <w:rPr>
          <w:u w:val="double"/>
        </w:rPr>
        <w:t>2</w:t>
      </w:r>
      <w:r>
        <w:rPr>
          <w:u w:val="double"/>
        </w:rPr>
        <w:t>)</w:t>
      </w:r>
      <w:r>
        <w:t xml:space="preserve"> should be chosen since it </w:t>
      </w:r>
      <w:r>
        <w:rPr>
          <w:u w:val="double"/>
        </w:rPr>
        <w:t>is worth $</w:t>
      </w:r>
      <w:r w:rsidR="0041538A">
        <w:rPr>
          <w:u w:val="double"/>
        </w:rPr>
        <w:t>3139.</w:t>
      </w:r>
      <w:r w:rsidR="00B13BD3">
        <w:rPr>
          <w:u w:val="double"/>
        </w:rPr>
        <w:t>29</w:t>
      </w:r>
      <w:r>
        <w:rPr>
          <w:u w:val="double"/>
        </w:rPr>
        <w:t xml:space="preserve"> more</w:t>
      </w:r>
      <w:r>
        <w:t>.</w:t>
      </w:r>
    </w:p>
    <w:p w:rsidR="00091622" w:rsidRDefault="00091622" w:rsidP="00EC0762">
      <w:pPr>
        <w:pStyle w:val="ISMab"/>
        <w:spacing w:after="60"/>
      </w:pPr>
    </w:p>
    <w:p w:rsidR="00EC0762" w:rsidRDefault="00EC0762" w:rsidP="00EC0762">
      <w:pPr>
        <w:pStyle w:val="ISMab"/>
      </w:pPr>
      <w:r>
        <w:tab/>
      </w:r>
      <w:r>
        <w:tab/>
      </w:r>
      <w:r>
        <w:rPr>
          <w:i/>
        </w:rPr>
        <w:t>b.</w:t>
      </w:r>
      <w:r>
        <w:tab/>
        <w:t>Economic value of (1) = $10,000 + $10,000</w:t>
      </w:r>
      <w:r w:rsidR="0041538A" w:rsidRPr="002A5267">
        <w:rPr>
          <w:position w:val="-10"/>
        </w:rPr>
        <w:object w:dxaOrig="900" w:dyaOrig="380">
          <v:shape id="_x0000_i1303" type="#_x0000_t75" style="width:44.85pt;height:19pt" o:ole="" fillcolor="window">
            <v:imagedata r:id="rId520" o:title=""/>
          </v:shape>
          <o:OLEObject Type="Embed" ProgID="Equation.3" ShapeID="_x0000_i1303" DrawAspect="Content" ObjectID="_1654971328" r:id="rId521"/>
        </w:object>
      </w:r>
      <w:r>
        <w:t xml:space="preserve"> = $1</w:t>
      </w:r>
      <w:r w:rsidR="0041538A">
        <w:t>8,024.51</w:t>
      </w:r>
    </w:p>
    <w:p w:rsidR="00EC0762" w:rsidRDefault="00EC0762" w:rsidP="00EC0762">
      <w:pPr>
        <w:pStyle w:val="ISMab"/>
      </w:pPr>
      <w:r>
        <w:tab/>
      </w:r>
      <w:r>
        <w:tab/>
      </w:r>
      <w:r>
        <w:tab/>
        <w:t>The economic value of alternative (2) is</w:t>
      </w:r>
    </w:p>
    <w:p w:rsidR="00EC0762" w:rsidRDefault="00EC0762" w:rsidP="00EC0762">
      <w:pPr>
        <w:pStyle w:val="ISMab"/>
      </w:pPr>
      <w:r>
        <w:tab/>
      </w:r>
      <w:r>
        <w:tab/>
      </w:r>
      <w:r>
        <w:tab/>
      </w:r>
      <w:r>
        <w:tab/>
        <w:t>$6700 + $6700</w:t>
      </w:r>
      <w:r w:rsidR="0041538A" w:rsidRPr="002A5267">
        <w:rPr>
          <w:position w:val="-10"/>
        </w:rPr>
        <w:object w:dxaOrig="900" w:dyaOrig="380">
          <v:shape id="_x0000_i1304" type="#_x0000_t75" style="width:44.85pt;height:19pt" o:ole="" fillcolor="window">
            <v:imagedata r:id="rId522" o:title=""/>
          </v:shape>
          <o:OLEObject Type="Embed" ProgID="Equation.3" ShapeID="_x0000_i1304" DrawAspect="Content" ObjectID="_1654971329" r:id="rId523"/>
        </w:object>
      </w:r>
      <w:r>
        <w:t xml:space="preserve"> + $6700</w:t>
      </w:r>
      <w:r w:rsidR="0041538A" w:rsidRPr="002A5267">
        <w:rPr>
          <w:position w:val="-10"/>
        </w:rPr>
        <w:object w:dxaOrig="960" w:dyaOrig="380">
          <v:shape id="_x0000_i1305" type="#_x0000_t75" style="width:48.25pt;height:19pt" o:ole="" fillcolor="window">
            <v:imagedata r:id="rId524" o:title=""/>
          </v:shape>
          <o:OLEObject Type="Embed" ProgID="Equation.3" ShapeID="_x0000_i1305" DrawAspect="Content" ObjectID="_1654971330" r:id="rId525"/>
        </w:object>
      </w:r>
      <w:r>
        <w:t>+ $6700</w:t>
      </w:r>
      <w:r w:rsidR="0041538A" w:rsidRPr="002A5267">
        <w:rPr>
          <w:position w:val="-10"/>
        </w:rPr>
        <w:object w:dxaOrig="960" w:dyaOrig="380">
          <v:shape id="_x0000_i1306" type="#_x0000_t75" style="width:48.25pt;height:19pt" o:ole="" fillcolor="window">
            <v:imagedata r:id="rId526" o:title=""/>
          </v:shape>
          <o:OLEObject Type="Embed" ProgID="Equation.3" ShapeID="_x0000_i1306" DrawAspect="Content" ObjectID="_1654971331" r:id="rId527"/>
        </w:object>
      </w:r>
      <w:r>
        <w:t xml:space="preserve"> = $</w:t>
      </w:r>
      <w:r w:rsidR="0041538A">
        <w:t>19,852.76</w:t>
      </w:r>
    </w:p>
    <w:p w:rsidR="00EC0762" w:rsidRDefault="00EC0762" w:rsidP="00EC0762">
      <w:pPr>
        <w:pStyle w:val="ISMab"/>
        <w:spacing w:after="120"/>
      </w:pPr>
      <w:r>
        <w:tab/>
      </w:r>
      <w:r>
        <w:tab/>
      </w:r>
      <w:r>
        <w:tab/>
      </w:r>
      <w:r>
        <w:rPr>
          <w:u w:val="double"/>
        </w:rPr>
        <w:t>Alternative (</w:t>
      </w:r>
      <w:r w:rsidR="0041538A">
        <w:rPr>
          <w:u w:val="double"/>
        </w:rPr>
        <w:t>2</w:t>
      </w:r>
      <w:r>
        <w:rPr>
          <w:u w:val="double"/>
        </w:rPr>
        <w:t>)</w:t>
      </w:r>
      <w:r>
        <w:t xml:space="preserve"> should be chosen since it </w:t>
      </w:r>
      <w:r>
        <w:rPr>
          <w:u w:val="double"/>
        </w:rPr>
        <w:t>is worth $</w:t>
      </w:r>
      <w:r w:rsidR="00BC70B0">
        <w:rPr>
          <w:u w:val="double"/>
        </w:rPr>
        <w:t>1828.2</w:t>
      </w:r>
      <w:r w:rsidR="00922234">
        <w:rPr>
          <w:u w:val="double"/>
        </w:rPr>
        <w:t>5</w:t>
      </w:r>
      <w:r>
        <w:rPr>
          <w:u w:val="double"/>
        </w:rPr>
        <w:t xml:space="preserve"> more</w:t>
      </w:r>
      <w:r>
        <w:t>.</w:t>
      </w:r>
    </w:p>
    <w:p w:rsidR="00EE3FA6" w:rsidRDefault="00EE3FA6" w:rsidP="00EC0762">
      <w:pPr>
        <w:pStyle w:val="ISMab"/>
        <w:spacing w:after="120"/>
      </w:pPr>
    </w:p>
    <w:p w:rsidR="00EC0762" w:rsidRDefault="00EC0762" w:rsidP="00EC0762">
      <w:pPr>
        <w:pStyle w:val="ISM"/>
      </w:pPr>
      <w:r>
        <w:tab/>
        <w:t>15.</w:t>
      </w:r>
      <w:r>
        <w:tab/>
        <w:t xml:space="preserve">Let </w:t>
      </w:r>
      <w:r>
        <w:rPr>
          <w:rFonts w:ascii="Times New Roman" w:hAnsi="Times New Roman"/>
          <w:i/>
        </w:rPr>
        <w:t>x</w:t>
      </w:r>
      <w:r>
        <w:t xml:space="preserve"> represent the amount of the second replacement payment due 4 years </w:t>
      </w:r>
    </w:p>
    <w:p w:rsidR="00EC0762" w:rsidRDefault="00EC0762" w:rsidP="00EC0762">
      <w:pPr>
        <w:pStyle w:val="ISM"/>
      </w:pPr>
      <w:r>
        <w:tab/>
      </w:r>
      <w:r>
        <w:tab/>
        <w:t>from today. For equivalence at a focal date 4 years from today,</w:t>
      </w:r>
    </w:p>
    <w:p w:rsidR="00EC0762" w:rsidRDefault="00EC0762" w:rsidP="00EC0762">
      <w:pPr>
        <w:pStyle w:val="ISM"/>
      </w:pPr>
      <w:r>
        <w:tab/>
      </w:r>
      <w:r>
        <w:tab/>
      </w:r>
      <w:r>
        <w:tab/>
      </w:r>
      <w:r>
        <w:tab/>
        <w:t>$5000</w:t>
      </w:r>
      <w:r w:rsidR="00D30A89" w:rsidRPr="002A5267">
        <w:rPr>
          <w:position w:val="-10"/>
        </w:rPr>
        <w:object w:dxaOrig="940" w:dyaOrig="380">
          <v:shape id="_x0000_i1307" type="#_x0000_t75" style="width:46.2pt;height:19pt" o:ole="" fillcolor="window">
            <v:imagedata r:id="rId528" o:title=""/>
          </v:shape>
          <o:OLEObject Type="Embed" ProgID="Equation.3" ShapeID="_x0000_i1307" DrawAspect="Content" ObjectID="_1654971332" r:id="rId529"/>
        </w:object>
      </w:r>
      <w:r>
        <w:t xml:space="preserve"> + $7000</w:t>
      </w:r>
      <w:r w:rsidR="00D30A89" w:rsidRPr="002A5267">
        <w:rPr>
          <w:position w:val="-10"/>
        </w:rPr>
        <w:object w:dxaOrig="1020" w:dyaOrig="380">
          <v:shape id="_x0000_i1308" type="#_x0000_t75" style="width:50.95pt;height:19pt" o:ole="" fillcolor="window">
            <v:imagedata r:id="rId530" o:title=""/>
          </v:shape>
          <o:OLEObject Type="Embed" ProgID="Equation.3" ShapeID="_x0000_i1308" DrawAspect="Content" ObjectID="_1654971333" r:id="rId531"/>
        </w:object>
      </w:r>
      <w:r>
        <w:t xml:space="preserve"> = 0.5</w:t>
      </w:r>
      <w:r>
        <w:rPr>
          <w:rFonts w:ascii="Times New Roman" w:hAnsi="Times New Roman"/>
          <w:i/>
        </w:rPr>
        <w:t>x</w:t>
      </w:r>
      <w:r w:rsidR="00D30A89" w:rsidRPr="002A5267">
        <w:rPr>
          <w:position w:val="-10"/>
        </w:rPr>
        <w:object w:dxaOrig="920" w:dyaOrig="380">
          <v:shape id="_x0000_i1309" type="#_x0000_t75" style="width:45.5pt;height:19pt" o:ole="" fillcolor="window">
            <v:imagedata r:id="rId532" o:title=""/>
          </v:shape>
          <o:OLEObject Type="Embed" ProgID="Equation.3" ShapeID="_x0000_i1309" DrawAspect="Content" ObjectID="_1654971334" r:id="rId533"/>
        </w:object>
      </w:r>
      <w:r>
        <w:t xml:space="preserve"> + </w:t>
      </w:r>
      <w:r>
        <w:rPr>
          <w:rFonts w:ascii="Times New Roman" w:hAnsi="Times New Roman"/>
          <w:i/>
        </w:rPr>
        <w:t>x</w:t>
      </w: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7523EF" w:rsidP="00EC0762">
      <w:r>
        <w:rPr>
          <w:noProof/>
          <w:lang w:val="en-US"/>
        </w:rPr>
        <w:pict>
          <v:shape id="AutoShape 265" o:spid="_x0000_s1165" type="#_x0000_t61" style="position:absolute;margin-left:299.1pt;margin-top:6.05pt;width:106.7pt;height:99.4pt;z-index:251688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" adj="2692,-2477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EC0762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>PMT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0.5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0.54530828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64" o:spid="_x0000_s1166" type="#_x0000_t61" style="position:absolute;margin-left:169.2pt;margin-top:5.35pt;width:106.7pt;height:100.1pt;z-index:251687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" adj="5911,-2622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EC0762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>PMT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7000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6761.28</w:t>
                  </w:r>
                </w:p>
              </w:txbxContent>
            </v:textbox>
            <w10:wrap type="square"/>
          </v:shape>
        </w:pict>
      </w:r>
    </w:p>
    <w:p w:rsidR="00EC0762" w:rsidRDefault="00EC0762" w:rsidP="00EC0762"/>
    <w:p w:rsidR="00EC0762" w:rsidRDefault="007523EF" w:rsidP="00EC0762">
      <w:pPr>
        <w:pStyle w:val="ISM"/>
      </w:pPr>
      <w:r>
        <w:rPr>
          <w:noProof/>
          <w:lang w:val="en-US"/>
        </w:rPr>
        <w:pict>
          <v:shape id="AutoShape 263" o:spid="_x0000_s1167" type="#_x0000_t61" style="position:absolute;margin-left:30.45pt;margin-top:-29.6pt;width:125.3pt;height:134.55pt;z-index:251686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" adj="10929,-1854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3.5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5000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5176.53</w:t>
                  </w:r>
                </w:p>
              </w:txbxContent>
            </v:textbox>
            <w10:wrap type="square"/>
          </v:shape>
        </w:pict>
      </w: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  <w:r>
        <w:tab/>
      </w:r>
      <w:r>
        <w:tab/>
        <w:t>Hence,</w:t>
      </w:r>
      <w:r>
        <w:tab/>
      </w:r>
      <w:r>
        <w:tab/>
      </w:r>
      <w:r>
        <w:tab/>
      </w:r>
      <w:r>
        <w:tab/>
        <w:t>$5</w:t>
      </w:r>
      <w:r w:rsidR="000E4871">
        <w:t>176.53</w:t>
      </w:r>
      <w:r>
        <w:t xml:space="preserve"> + $6</w:t>
      </w:r>
      <w:r w:rsidR="000E4871">
        <w:t>761.28</w:t>
      </w:r>
      <w:r>
        <w:t xml:space="preserve"> = 0.</w:t>
      </w:r>
      <w:r w:rsidR="000E4871">
        <w:t>54530828</w:t>
      </w:r>
      <w:r>
        <w:rPr>
          <w:rFonts w:ascii="Times New Roman" w:hAnsi="Times New Roman"/>
          <w:i/>
        </w:rPr>
        <w:t>x</w:t>
      </w:r>
      <w:r>
        <w:t xml:space="preserve"> + </w:t>
      </w:r>
      <w:r>
        <w:rPr>
          <w:rFonts w:ascii="Times New Roman" w:hAnsi="Times New Roman"/>
          <w:i/>
        </w:rPr>
        <w:t>x</w:t>
      </w:r>
    </w:p>
    <w:p w:rsidR="00EC0762" w:rsidRDefault="00D30A89" w:rsidP="003B0F74">
      <w:pPr>
        <w:pStyle w:val="ISM"/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 w:rsidR="00EC0762">
        <w:rPr>
          <w:rFonts w:ascii="Times New Roman" w:hAnsi="Times New Roman"/>
          <w:i/>
        </w:rPr>
        <w:t>x</w:t>
      </w:r>
      <w:r w:rsidR="00EC0762">
        <w:t xml:space="preserve"> = $</w:t>
      </w:r>
      <w:r w:rsidR="000E4871">
        <w:t>7725.20</w:t>
      </w:r>
    </w:p>
    <w:p w:rsidR="00EC0762" w:rsidRDefault="00EC0762" w:rsidP="00EC0762">
      <w:pPr>
        <w:pStyle w:val="ISM"/>
      </w:pPr>
      <w:r>
        <w:tab/>
      </w:r>
      <w:r>
        <w:tab/>
        <w:t xml:space="preserve">The replacement payments are </w:t>
      </w:r>
      <w:r>
        <w:rPr>
          <w:u w:val="double"/>
        </w:rPr>
        <w:t>$3</w:t>
      </w:r>
      <w:r w:rsidR="00DE5527">
        <w:rPr>
          <w:u w:val="double"/>
        </w:rPr>
        <w:t>862.60</w:t>
      </w:r>
      <w:r>
        <w:t xml:space="preserve"> due in 1</w:t>
      </w:r>
      <w:r w:rsidRPr="002A5267">
        <w:rPr>
          <w:position w:val="-14"/>
        </w:rPr>
        <w:object w:dxaOrig="200" w:dyaOrig="380">
          <v:shape id="_x0000_i1310" type="#_x0000_t75" style="width:10.2pt;height:19pt" o:ole="" fillcolor="window">
            <v:imagedata r:id="rId176" o:title=""/>
          </v:shape>
          <o:OLEObject Type="Embed" ProgID="Equation.3" ShapeID="_x0000_i1310" DrawAspect="Content" ObjectID="_1654971335" r:id="rId534"/>
        </w:object>
      </w:r>
      <w:r>
        <w:t xml:space="preserve"> years and </w:t>
      </w:r>
      <w:r>
        <w:rPr>
          <w:u w:val="double"/>
        </w:rPr>
        <w:t>$7</w:t>
      </w:r>
      <w:r w:rsidR="000E4871">
        <w:rPr>
          <w:u w:val="double"/>
        </w:rPr>
        <w:t>725.20</w:t>
      </w:r>
      <w:r>
        <w:t xml:space="preserve"> due in 4 years.</w:t>
      </w:r>
    </w:p>
    <w:p w:rsidR="00EC0762" w:rsidRDefault="00EC0762" w:rsidP="00EC0762">
      <w:pPr>
        <w:pStyle w:val="ISM"/>
      </w:pPr>
      <w:r>
        <w:lastRenderedPageBreak/>
        <w:tab/>
        <w:t>17.</w:t>
      </w:r>
      <w:r>
        <w:tab/>
        <w:t xml:space="preserve">Let </w:t>
      </w:r>
      <w:r>
        <w:rPr>
          <w:rFonts w:ascii="Times New Roman" w:hAnsi="Times New Roman"/>
          <w:i/>
        </w:rPr>
        <w:t>x</w:t>
      </w:r>
      <w:r>
        <w:t xml:space="preserve"> represent the size of the second replacement payment.</w:t>
      </w:r>
    </w:p>
    <w:p w:rsidR="00EC0762" w:rsidRDefault="00EC0762" w:rsidP="00EC0762">
      <w:pPr>
        <w:pStyle w:val="ISM"/>
      </w:pPr>
      <w:r>
        <w:tab/>
      </w:r>
      <w:r>
        <w:tab/>
        <w:t xml:space="preserve">For equivalence at a focal date 9 months from today, </w:t>
      </w:r>
    </w:p>
    <w:p w:rsidR="00EC0762" w:rsidRDefault="007523EF" w:rsidP="00EC0762">
      <w:pPr>
        <w:pStyle w:val="ISM"/>
      </w:pPr>
      <w:r>
        <w:rPr>
          <w:noProof/>
          <w:lang w:val="en-US"/>
        </w:rPr>
        <w:pict>
          <v:shape id="AutoShape 268" o:spid="_x0000_s1168" type="#_x0000_t61" style="position:absolute;margin-left:316.75pt;margin-top:50.95pt;width:106.7pt;height:98pt;z-index:251691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" adj="8462,-3394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EC0762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>PMT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3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2.8604880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67" o:spid="_x0000_s1169" type="#_x0000_t61" style="position:absolute;margin-left:176.75pt;margin-top:42.15pt;width:106.7pt;height:100.8pt;z-index:251690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" adj="17227,-3257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EC0762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>PMT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4000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4195.09</w:t>
                  </w:r>
                </w:p>
              </w:txbxContent>
            </v:textbox>
            <w10:wrap type="square"/>
          </v:shape>
        </w:pict>
      </w:r>
      <w:r w:rsidR="00EC0762">
        <w:tab/>
      </w:r>
      <w:r w:rsidR="00EC0762">
        <w:tab/>
      </w:r>
      <w:r w:rsidR="00EC0762">
        <w:tab/>
      </w:r>
      <w:r w:rsidR="00EC0762">
        <w:tab/>
        <w:t>$8000</w:t>
      </w:r>
      <w:r w:rsidR="00EC0762" w:rsidRPr="002A5267">
        <w:rPr>
          <w:position w:val="-10"/>
        </w:rPr>
        <w:object w:dxaOrig="840" w:dyaOrig="380">
          <v:shape id="_x0000_i1311" type="#_x0000_t75" style="width:42.1pt;height:19pt" o:ole="" fillcolor="window">
            <v:imagedata r:id="rId535" o:title=""/>
          </v:shape>
          <o:OLEObject Type="Embed" ProgID="Equation.3" ShapeID="_x0000_i1311" DrawAspect="Content" ObjectID="_1654971336" r:id="rId536"/>
        </w:object>
      </w:r>
      <w:r w:rsidR="00EC0762">
        <w:t xml:space="preserve"> + $6000(1.016) = $4000</w:t>
      </w:r>
      <w:r w:rsidR="00EC0762" w:rsidRPr="002A5267">
        <w:rPr>
          <w:position w:val="-10"/>
        </w:rPr>
        <w:object w:dxaOrig="840" w:dyaOrig="380">
          <v:shape id="_x0000_i1312" type="#_x0000_t75" style="width:42.1pt;height:19pt" o:ole="" fillcolor="window">
            <v:imagedata r:id="rId537" o:title=""/>
          </v:shape>
          <o:OLEObject Type="Embed" ProgID="Equation.3" ShapeID="_x0000_i1312" DrawAspect="Content" ObjectID="_1654971337" r:id="rId538"/>
        </w:object>
      </w:r>
      <w:r w:rsidR="00EC0762">
        <w:t xml:space="preserve"> + </w:t>
      </w:r>
      <w:r w:rsidR="00EC0762">
        <w:rPr>
          <w:rFonts w:ascii="Times New Roman" w:hAnsi="Times New Roman"/>
          <w:i/>
        </w:rPr>
        <w:t>x</w:t>
      </w:r>
      <w:r w:rsidR="00EC0762">
        <w:t xml:space="preserve"> + 3</w:t>
      </w:r>
      <w:r w:rsidR="00EC0762">
        <w:rPr>
          <w:rFonts w:ascii="Times New Roman" w:hAnsi="Times New Roman"/>
          <w:i/>
        </w:rPr>
        <w:t>x</w:t>
      </w:r>
      <w:r w:rsidR="00EC0762" w:rsidRPr="002A5267">
        <w:rPr>
          <w:position w:val="-10"/>
        </w:rPr>
        <w:object w:dxaOrig="940" w:dyaOrig="380">
          <v:shape id="_x0000_i1313" type="#_x0000_t75" style="width:46.85pt;height:19pt" o:ole="" fillcolor="window">
            <v:imagedata r:id="rId539" o:title=""/>
          </v:shape>
          <o:OLEObject Type="Embed" ProgID="Equation.3" ShapeID="_x0000_i1313" DrawAspect="Content" ObjectID="_1654971338" r:id="rId540"/>
        </w:object>
      </w:r>
    </w:p>
    <w:p w:rsidR="00EC0762" w:rsidRDefault="00EC0762" w:rsidP="00EC0762">
      <w:pPr>
        <w:pStyle w:val="ISM"/>
      </w:pPr>
    </w:p>
    <w:p w:rsidR="00EC0762" w:rsidRDefault="007523EF" w:rsidP="00EC0762">
      <w:pPr>
        <w:pStyle w:val="ISM"/>
      </w:pPr>
      <w:r>
        <w:rPr>
          <w:noProof/>
          <w:lang w:val="en-US"/>
        </w:rPr>
        <w:pict>
          <v:shape id="AutoShape 266" o:spid="_x0000_s1170" type="#_x0000_t61" style="position:absolute;margin-left:29.75pt;margin-top:10.75pt;width:126pt;height:134.4pt;z-index:251689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" adj="15806,-1495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6.4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4)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8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8000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9083.22</w:t>
                  </w:r>
                </w:p>
              </w:txbxContent>
            </v:textbox>
            <w10:wrap type="square"/>
          </v:shape>
        </w:pict>
      </w: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  <w:rPr>
          <w:sz w:val="16"/>
        </w:rPr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  <w:r>
        <w:tab/>
        <w:t xml:space="preserve">Hence, </w:t>
      </w:r>
      <w:r>
        <w:tab/>
      </w:r>
      <w:r>
        <w:tab/>
        <w:t xml:space="preserve">$9083.22 + $6096.00 = $4195.09 + </w:t>
      </w:r>
      <w:r>
        <w:rPr>
          <w:rFonts w:ascii="Times New Roman" w:hAnsi="Times New Roman"/>
          <w:i/>
        </w:rPr>
        <w:t>x</w:t>
      </w:r>
      <w:r>
        <w:t xml:space="preserve"> + 2.8604880</w:t>
      </w:r>
      <w:r>
        <w:rPr>
          <w:rFonts w:ascii="Times New Roman" w:hAnsi="Times New Roman"/>
          <w:i/>
        </w:rPr>
        <w:t>x</w:t>
      </w:r>
    </w:p>
    <w:p w:rsidR="00EC0762" w:rsidRDefault="00EC0762" w:rsidP="00EC0762">
      <w:pPr>
        <w:pStyle w:val="ISM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>
        <w:rPr>
          <w:rFonts w:ascii="Times New Roman" w:hAnsi="Times New Roman"/>
          <w:i/>
        </w:rPr>
        <w:t>x</w:t>
      </w:r>
      <w:r>
        <w:t xml:space="preserve"> = $2845.27</w:t>
      </w:r>
    </w:p>
    <w:p w:rsidR="00EC0762" w:rsidRDefault="00EC0762" w:rsidP="00EC0762">
      <w:pPr>
        <w:pStyle w:val="ISM"/>
      </w:pPr>
      <w:r>
        <w:tab/>
      </w:r>
      <w:r>
        <w:tab/>
        <w:t xml:space="preserve">The last two replacement payments are </w:t>
      </w:r>
      <w:r>
        <w:rPr>
          <w:u w:val="double"/>
        </w:rPr>
        <w:t>$2845.27</w:t>
      </w:r>
      <w:r>
        <w:t xml:space="preserve"> due in 9 months and </w:t>
      </w:r>
    </w:p>
    <w:p w:rsidR="00EC0762" w:rsidRDefault="00EC0762" w:rsidP="00EC0762">
      <w:pPr>
        <w:pStyle w:val="ISM"/>
        <w:spacing w:after="60"/>
      </w:pPr>
      <w:r>
        <w:tab/>
      </w:r>
      <w:r>
        <w:tab/>
      </w:r>
      <w:r>
        <w:rPr>
          <w:u w:val="double"/>
        </w:rPr>
        <w:t>$8535.81</w:t>
      </w:r>
      <w:r>
        <w:t xml:space="preserve"> due in 1</w:t>
      </w:r>
      <w:r w:rsidRPr="002A5267">
        <w:rPr>
          <w:position w:val="-14"/>
        </w:rPr>
        <w:object w:dxaOrig="200" w:dyaOrig="380">
          <v:shape id="_x0000_i1314" type="#_x0000_t75" style="width:10.2pt;height:19pt" o:ole="" fillcolor="window">
            <v:imagedata r:id="rId176" o:title=""/>
          </v:shape>
          <o:OLEObject Type="Embed" ProgID="Equation.3" ShapeID="_x0000_i1314" DrawAspect="Content" ObjectID="_1654971339" r:id="rId541"/>
        </w:object>
      </w:r>
      <w:r>
        <w:t xml:space="preserve"> years.</w:t>
      </w: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  <w:r>
        <w:t>19.</w:t>
      </w:r>
      <w:r>
        <w:tab/>
        <w:t>The scheduled payments to Andrea are:</w:t>
      </w:r>
    </w:p>
    <w:p w:rsidR="00EC0762" w:rsidRDefault="007523EF" w:rsidP="00EC0762">
      <w:pPr>
        <w:pStyle w:val="ISM"/>
      </w:pPr>
      <w:r>
        <w:rPr>
          <w:noProof/>
          <w:lang w:val="en-US"/>
        </w:rPr>
        <w:pict>
          <v:shape id="AutoShape 269" o:spid="_x0000_s1171" type="#_x0000_t61" style="position:absolute;margin-left:36.75pt;margin-top:43.55pt;width:123.9pt;height:137.2pt;z-index:251692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" adj="6363,-2369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9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8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2000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2844.20</w:t>
                  </w:r>
                </w:p>
              </w:txbxContent>
            </v:textbox>
            <w10:wrap type="square"/>
          </v:shape>
        </w:pict>
      </w:r>
      <w:r w:rsidR="00EC0762">
        <w:tab/>
      </w:r>
      <w:r w:rsidR="00EC0762">
        <w:tab/>
      </w:r>
      <w:r w:rsidR="00EC0762">
        <w:tab/>
        <w:t>$2000</w:t>
      </w:r>
      <w:r w:rsidR="00EC0762" w:rsidRPr="002A5267">
        <w:rPr>
          <w:position w:val="-10"/>
        </w:rPr>
        <w:object w:dxaOrig="820" w:dyaOrig="380">
          <v:shape id="_x0000_i1315" type="#_x0000_t75" style="width:41.45pt;height:19pt" o:ole="" fillcolor="window">
            <v:imagedata r:id="rId542" o:title=""/>
          </v:shape>
          <o:OLEObject Type="Embed" ProgID="Equation.3" ShapeID="_x0000_i1315" DrawAspect="Content" ObjectID="_1654971340" r:id="rId543"/>
        </w:object>
      </w:r>
      <w:r w:rsidR="00EC0762">
        <w:t xml:space="preserve"> = $2844.20 in 1 year and $1000</w:t>
      </w:r>
      <w:r w:rsidR="00EC0762" w:rsidRPr="002A5267">
        <w:rPr>
          <w:position w:val="-10"/>
        </w:rPr>
        <w:object w:dxaOrig="720" w:dyaOrig="380">
          <v:shape id="_x0000_i1316" type="#_x0000_t75" style="width:36pt;height:19pt" o:ole="" fillcolor="window">
            <v:imagedata r:id="rId544" o:title=""/>
          </v:shape>
          <o:OLEObject Type="Embed" ProgID="Equation.3" ShapeID="_x0000_i1316" DrawAspect="Content" ObjectID="_1654971341" r:id="rId545"/>
        </w:object>
      </w:r>
      <w:r w:rsidR="00EC0762">
        <w:t xml:space="preserve"> = $1315.93 in 2 years.</w:t>
      </w:r>
    </w:p>
    <w:p w:rsidR="00EC0762" w:rsidRDefault="00EC0762" w:rsidP="00EC0762">
      <w:pPr>
        <w:pStyle w:val="ISM"/>
      </w:pPr>
    </w:p>
    <w:p w:rsidR="00EC0762" w:rsidRDefault="007523EF" w:rsidP="00EC0762">
      <w:pPr>
        <w:pStyle w:val="ISM"/>
      </w:pPr>
      <w:r>
        <w:rPr>
          <w:noProof/>
          <w:lang w:val="en-US"/>
        </w:rPr>
        <w:pict>
          <v:shape id="AutoShape 270" o:spid="_x0000_s1172" type="#_x0000_t61" style="position:absolute;margin-left:229.95pt;margin-top:16.25pt;width:116.5pt;height:106.4pt;z-index:251693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" adj="5228,-3441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  <w:iCs/>
                    </w:rPr>
                    <w:t>P/Y, C/Y,</w:t>
                  </w:r>
                  <w:r w:rsidRPr="00A03F67">
                    <w:rPr>
                      <w:i/>
                      <w:iCs/>
                    </w:rP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8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7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1000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1315.93</w:t>
                  </w:r>
                </w:p>
              </w:txbxContent>
            </v:textbox>
            <w10:wrap type="square"/>
          </v:shape>
        </w:pict>
      </w:r>
    </w:p>
    <w:p w:rsidR="00EC0762" w:rsidRDefault="00EC0762" w:rsidP="00EC0762"/>
    <w:p w:rsidR="00EC0762" w:rsidRDefault="00EC0762" w:rsidP="00EC0762">
      <w:pPr>
        <w:pStyle w:val="ISM"/>
      </w:pPr>
    </w:p>
    <w:p w:rsidR="00EC0762" w:rsidRDefault="00EC0762" w:rsidP="00EC0762"/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  <w:spacing w:before="60"/>
      </w:pPr>
      <w:r>
        <w:tab/>
      </w:r>
      <w:r>
        <w:tab/>
        <w:t xml:space="preserve">Let </w:t>
      </w:r>
      <w:r>
        <w:rPr>
          <w:rFonts w:ascii="Times New Roman" w:hAnsi="Times New Roman"/>
          <w:i/>
        </w:rPr>
        <w:t>x</w:t>
      </w:r>
      <w:r>
        <w:t xml:space="preserve"> represent the size of each replacement payment.</w:t>
      </w:r>
    </w:p>
    <w:p w:rsidR="00EC0762" w:rsidRDefault="00EC0762" w:rsidP="00EC0762">
      <w:pPr>
        <w:pStyle w:val="ISM"/>
      </w:pPr>
      <w:r>
        <w:tab/>
      </w:r>
      <w:r>
        <w:tab/>
        <w:t xml:space="preserve">For equivalence at a focal date 1 year from now, </w:t>
      </w:r>
    </w:p>
    <w:p w:rsidR="00EC0762" w:rsidRDefault="00EC0762" w:rsidP="00EC0762">
      <w:pPr>
        <w:pStyle w:val="ISM"/>
      </w:pPr>
      <w:r>
        <w:tab/>
      </w:r>
      <w:r>
        <w:tab/>
      </w:r>
      <w:r>
        <w:tab/>
      </w:r>
      <w:r>
        <w:tab/>
        <w:t>$2844.20 + $1315.93</w:t>
      </w:r>
      <w:r w:rsidRPr="002A5267">
        <w:rPr>
          <w:position w:val="-10"/>
        </w:rPr>
        <w:object w:dxaOrig="940" w:dyaOrig="380">
          <v:shape id="_x0000_i1317" type="#_x0000_t75" style="width:46.85pt;height:19pt" o:ole="" fillcolor="window">
            <v:imagedata r:id="rId546" o:title=""/>
          </v:shape>
          <o:OLEObject Type="Embed" ProgID="Equation.3" ShapeID="_x0000_i1317" DrawAspect="Content" ObjectID="_1654971342" r:id="rId547"/>
        </w:object>
      </w:r>
      <w:r>
        <w:t xml:space="preserve"> = </w:t>
      </w:r>
      <w:r>
        <w:rPr>
          <w:rFonts w:ascii="Times New Roman" w:hAnsi="Times New Roman"/>
          <w:i/>
        </w:rPr>
        <w:t>x</w:t>
      </w:r>
      <w:r>
        <w:t xml:space="preserve"> + </w:t>
      </w:r>
      <w:r>
        <w:rPr>
          <w:rFonts w:ascii="Times New Roman" w:hAnsi="Times New Roman"/>
          <w:i/>
        </w:rPr>
        <w:t>x</w:t>
      </w:r>
      <w:r w:rsidRPr="002A5267">
        <w:rPr>
          <w:position w:val="-10"/>
        </w:rPr>
        <w:object w:dxaOrig="940" w:dyaOrig="380">
          <v:shape id="_x0000_i1318" type="#_x0000_t75" style="width:46.85pt;height:19pt" o:ole="" fillcolor="window">
            <v:imagedata r:id="rId548" o:title=""/>
          </v:shape>
          <o:OLEObject Type="Embed" ProgID="Equation.3" ShapeID="_x0000_i1318" DrawAspect="Content" ObjectID="_1654971343" r:id="rId549"/>
        </w:object>
      </w:r>
    </w:p>
    <w:p w:rsidR="0000232A" w:rsidRDefault="0000232A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7523EF" w:rsidP="00EC0762">
      <w:pPr>
        <w:pStyle w:val="ISM"/>
      </w:pPr>
      <w:r>
        <w:rPr>
          <w:noProof/>
          <w:lang w:val="en-US"/>
        </w:rPr>
        <w:pict>
          <v:shape id="AutoShape 271" o:spid="_x0000_s1173" type="#_x0000_t61" style="position:absolute;margin-left:94.15pt;margin-top:.65pt;width:126pt;height:137.9pt;z-index:251694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" adj="13749,-2279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6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4)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4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1315.93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1239.85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72" o:spid="_x0000_s1174" type="#_x0000_t61" style="position:absolute;margin-left:249.55pt;margin-top:3.45pt;width:136.1pt;height:87.5pt;z-index:251695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" adj="3015,-4480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280" w:lineRule="exact"/>
                    <w:ind w:left="-86" w:right="43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C/Y,</w:t>
                  </w:r>
                  <w:r w:rsidRPr="00A03F67">
                    <w:rPr>
                      <w:i/>
                      <w:iCs/>
                    </w:rPr>
                    <w:t xml:space="preserve"> </w:t>
                  </w:r>
                  <w:r>
                    <w:rPr>
                      <w:i/>
                      <w:iCs/>
                    </w:rPr>
                    <w:t>PMT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8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1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0.88771112</w:t>
                  </w:r>
                </w:p>
              </w:txbxContent>
            </v:textbox>
            <w10:wrap type="square"/>
          </v:shape>
        </w:pict>
      </w:r>
    </w:p>
    <w:p w:rsidR="00EC0762" w:rsidRDefault="00EC0762" w:rsidP="00EC0762"/>
    <w:p w:rsidR="00EC0762" w:rsidRDefault="00EC0762" w:rsidP="00EC0762"/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  <w:spacing w:after="120"/>
      </w:pPr>
    </w:p>
    <w:p w:rsidR="00EC0762" w:rsidRDefault="00EC0762" w:rsidP="00EC0762">
      <w:pPr>
        <w:pStyle w:val="ISM"/>
      </w:pPr>
      <w:r>
        <w:lastRenderedPageBreak/>
        <w:tab/>
      </w:r>
      <w:r>
        <w:tab/>
        <w:t>Hence,</w:t>
      </w:r>
      <w:r>
        <w:tab/>
        <w:t xml:space="preserve">    $2844.20 + $1239.85 = </w:t>
      </w:r>
      <w:r>
        <w:rPr>
          <w:rFonts w:ascii="Times New Roman" w:hAnsi="Times New Roman"/>
          <w:i/>
        </w:rPr>
        <w:t>x</w:t>
      </w:r>
      <w:r>
        <w:t xml:space="preserve"> + 0. 88771112</w:t>
      </w:r>
      <w:r>
        <w:rPr>
          <w:rFonts w:ascii="Times New Roman" w:hAnsi="Times New Roman"/>
          <w:i/>
        </w:rPr>
        <w:t>x</w:t>
      </w:r>
    </w:p>
    <w:p w:rsidR="00EC0762" w:rsidRDefault="00EC0762" w:rsidP="00EC0762">
      <w:pPr>
        <w:pStyle w:val="ISM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rFonts w:ascii="Times New Roman" w:hAnsi="Times New Roman"/>
          <w:i/>
        </w:rPr>
        <w:t>x</w:t>
      </w:r>
      <w:r>
        <w:t xml:space="preserve"> = </w:t>
      </w:r>
      <w:r>
        <w:rPr>
          <w:u w:val="double"/>
        </w:rPr>
        <w:t>$2163.49</w:t>
      </w:r>
    </w:p>
    <w:p w:rsidR="00EC0762" w:rsidRDefault="00EC0762" w:rsidP="00EC0762">
      <w:pPr>
        <w:pStyle w:val="ISM"/>
      </w:pPr>
      <w:r>
        <w:tab/>
      </w:r>
      <w:r>
        <w:tab/>
        <w:t>The two replacement payments should each be $2163.49.</w:t>
      </w:r>
    </w:p>
    <w:p w:rsidR="00960A77" w:rsidRDefault="00960A77" w:rsidP="00EC0762">
      <w:pPr>
        <w:pStyle w:val="ISM"/>
        <w:spacing w:after="60"/>
        <w:rPr>
          <w:b/>
          <w:sz w:val="24"/>
        </w:rPr>
      </w:pPr>
    </w:p>
    <w:p w:rsidR="00EC0762" w:rsidRDefault="00EC0762" w:rsidP="00EC0762">
      <w:pPr>
        <w:pStyle w:val="ISM"/>
        <w:spacing w:after="60"/>
        <w:rPr>
          <w:b/>
          <w:sz w:val="24"/>
        </w:rPr>
      </w:pPr>
      <w:r>
        <w:rPr>
          <w:b/>
          <w:sz w:val="24"/>
        </w:rPr>
        <w:t>Review Problems</w:t>
      </w:r>
    </w:p>
    <w:p w:rsidR="00EC0762" w:rsidRDefault="007523EF" w:rsidP="00EC0762">
      <w:pPr>
        <w:pStyle w:val="ISM"/>
      </w:pPr>
      <w:r>
        <w:rPr>
          <w:noProof/>
          <w:lang w:val="en-US"/>
        </w:rPr>
        <w:pict>
          <v:shape id="AutoShape 280" o:spid="_x0000_s1175" type="#_x0000_t61" style="position:absolute;margin-left:311.85pt;margin-top:5.1pt;width:124.9pt;height:137pt;z-index:251703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" adj="-14008,3516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3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9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4800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4198.04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81" o:spid="_x0000_s1317" type="#_x0000_t88" style="position:absolute;margin-left:213.15pt;margin-top:3.85pt;width:11.9pt;height:47.6pt;z-index:251704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"/>
        </w:pict>
      </w:r>
      <w:r w:rsidR="00EC0762">
        <w:tab/>
        <w:t>1.</w:t>
      </w:r>
      <w:r w:rsidR="00EC0762">
        <w:tab/>
        <w:t xml:space="preserve">Equivalent amount = </w:t>
      </w:r>
      <w:r w:rsidR="00EC0762">
        <w:rPr>
          <w:rFonts w:ascii="Times New Roman" w:hAnsi="Times New Roman"/>
          <w:i/>
        </w:rPr>
        <w:t>FV</w:t>
      </w:r>
      <w:r w:rsidR="00EC0762" w:rsidRPr="002A5267">
        <w:rPr>
          <w:position w:val="-10"/>
        </w:rPr>
        <w:object w:dxaOrig="780" w:dyaOrig="380">
          <v:shape id="_x0000_i1319" type="#_x0000_t75" style="width:38.7pt;height:19pt" o:ole="" fillcolor="window">
            <v:imagedata r:id="rId550" o:title=""/>
          </v:shape>
          <o:OLEObject Type="Embed" ProgID="Equation.3" ShapeID="_x0000_i1319" DrawAspect="Content" ObjectID="_1654971344" r:id="rId551"/>
        </w:object>
      </w:r>
    </w:p>
    <w:p w:rsidR="00EC0762" w:rsidRDefault="00EC0762" w:rsidP="00EC0762">
      <w:pPr>
        <w:pStyle w:val="ISM"/>
        <w:ind w:left="2430"/>
      </w:pPr>
      <w:r>
        <w:t>= $4800</w:t>
      </w:r>
      <w:r w:rsidR="009D0450" w:rsidRPr="002A5267">
        <w:rPr>
          <w:position w:val="-10"/>
        </w:rPr>
        <w:object w:dxaOrig="900" w:dyaOrig="380">
          <v:shape id="_x0000_i1320" type="#_x0000_t75" style="width:44.85pt;height:19pt" o:ole="" fillcolor="window">
            <v:imagedata r:id="rId552" o:title=""/>
          </v:shape>
          <o:OLEObject Type="Embed" ProgID="Equation.3" ShapeID="_x0000_i1320" DrawAspect="Content" ObjectID="_1654971345" r:id="rId553"/>
        </w:object>
      </w:r>
    </w:p>
    <w:p w:rsidR="00EC0762" w:rsidRDefault="00EC0762" w:rsidP="00EC0762">
      <w:pPr>
        <w:pStyle w:val="ISM"/>
        <w:ind w:left="2434"/>
        <w:rPr>
          <w:u w:val="double"/>
        </w:rPr>
      </w:pPr>
      <w:r>
        <w:t xml:space="preserve">= </w:t>
      </w:r>
      <w:r>
        <w:rPr>
          <w:u w:val="double"/>
        </w:rPr>
        <w:t>$</w:t>
      </w:r>
      <w:r w:rsidR="009D0450">
        <w:rPr>
          <w:u w:val="double"/>
        </w:rPr>
        <w:t>4198.04</w:t>
      </w:r>
    </w:p>
    <w:p w:rsidR="00EC0762" w:rsidRDefault="00EC0762" w:rsidP="00EC0762">
      <w:pPr>
        <w:pStyle w:val="ISM"/>
      </w:pPr>
    </w:p>
    <w:p w:rsidR="00EC0762" w:rsidRDefault="00EC0762" w:rsidP="00EC0762"/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  <w:spacing w:line="360" w:lineRule="auto"/>
      </w:pPr>
    </w:p>
    <w:p w:rsidR="00094478" w:rsidRDefault="00094478" w:rsidP="00EC0762">
      <w:pPr>
        <w:pStyle w:val="ISM"/>
        <w:spacing w:line="360" w:lineRule="auto"/>
      </w:pPr>
    </w:p>
    <w:p w:rsidR="00EC0762" w:rsidRDefault="007523EF" w:rsidP="003B0F74">
      <w:pPr>
        <w:pStyle w:val="ISM"/>
        <w:ind w:left="540" w:hanging="540"/>
      </w:pPr>
      <w:r>
        <w:rPr>
          <w:noProof/>
          <w:lang w:val="en-US"/>
        </w:rPr>
        <w:pict>
          <v:shape id="AutoShape 283" o:spid="_x0000_s1176" type="#_x0000_t61" style="position:absolute;left:0;text-align:left;margin-left:328.65pt;margin-top:5.4pt;width:123.5pt;height:137.6pt;z-index:251706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" adj="-13257,12409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10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100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 w:rsidRPr="000D2657">
                    <w:t>–</w:t>
                  </w:r>
                  <w:r>
                    <w:t>59.05</w:t>
                  </w:r>
                </w:p>
              </w:txbxContent>
            </v:textbox>
            <w10:wrap type="square"/>
          </v:shape>
        </w:pict>
      </w:r>
      <w:r w:rsidR="00EC0762">
        <w:tab/>
        <w:t>3.</w:t>
      </w:r>
      <w:r w:rsidR="00EC0762">
        <w:tab/>
        <w:t xml:space="preserve">Suppose the current level of waste discharge is 100 units. </w:t>
      </w:r>
    </w:p>
    <w:p w:rsidR="00EC0762" w:rsidRDefault="00EC0762" w:rsidP="003B0F74">
      <w:pPr>
        <w:pStyle w:val="ISM"/>
        <w:ind w:left="540"/>
      </w:pPr>
      <w:r>
        <w:t>The target level after 5 years is the future value of 100</w:t>
      </w:r>
      <w:r w:rsidR="00AB5A36">
        <w:t xml:space="preserve"> </w:t>
      </w:r>
      <w:r>
        <w:t xml:space="preserve">units compounded at </w:t>
      </w:r>
      <w:r>
        <w:rPr>
          <w:rFonts w:ascii="Times New Roman" w:hAnsi="Times New Roman"/>
          <w:i/>
          <w:iCs/>
        </w:rPr>
        <w:t xml:space="preserve">j </w:t>
      </w:r>
      <w:r>
        <w:t xml:space="preserve">= </w:t>
      </w:r>
      <w:r>
        <w:sym w:font="Symbol" w:char="F02D"/>
      </w:r>
      <w:r>
        <w:t>10% compounded annually.</w:t>
      </w:r>
    </w:p>
    <w:p w:rsidR="00EC0762" w:rsidRDefault="007523EF" w:rsidP="00EC0762">
      <w:pPr>
        <w:pStyle w:val="ISM"/>
      </w:pPr>
      <w:r>
        <w:rPr>
          <w:noProof/>
          <w:lang w:val="en-US"/>
        </w:rPr>
        <w:pict>
          <v:shape id="AutoShape 284" o:spid="_x0000_s1313" type="#_x0000_t88" style="position:absolute;margin-left:235.55pt;margin-top:5.65pt;width:15.4pt;height:58.8pt;z-index:251707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"/>
        </w:pict>
      </w:r>
      <w:r w:rsidR="00EC0762">
        <w:tab/>
      </w:r>
      <w:r w:rsidR="00EC0762">
        <w:tab/>
        <w:t xml:space="preserve">That is,    </w:t>
      </w:r>
      <w:r w:rsidR="00EC0762">
        <w:tab/>
      </w:r>
      <w:r w:rsidR="00EC0762">
        <w:rPr>
          <w:rFonts w:ascii="Times New Roman" w:hAnsi="Times New Roman"/>
          <w:i/>
          <w:iCs/>
        </w:rPr>
        <w:t xml:space="preserve">FV </w:t>
      </w:r>
      <w:r w:rsidR="00EC0762">
        <w:t xml:space="preserve">= </w:t>
      </w:r>
      <w:r w:rsidR="00EC0762">
        <w:rPr>
          <w:rFonts w:cs="Arial"/>
          <w:iCs/>
        </w:rPr>
        <w:t>100</w:t>
      </w:r>
      <w:r w:rsidR="00EC0762" w:rsidRPr="002A5267">
        <w:rPr>
          <w:position w:val="-10"/>
        </w:rPr>
        <w:object w:dxaOrig="660" w:dyaOrig="380">
          <v:shape id="_x0000_i1321" type="#_x0000_t75" style="width:33.3pt;height:19pt" o:ole="" fillcolor="window">
            <v:imagedata r:id="rId554" o:title=""/>
          </v:shape>
          <o:OLEObject Type="Embed" ProgID="Equation.3" ShapeID="_x0000_i1321" DrawAspect="Content" ObjectID="_1654971346" r:id="rId555"/>
        </w:object>
      </w:r>
      <w:r w:rsidR="00EC0762">
        <w:t xml:space="preserve"> </w:t>
      </w:r>
    </w:p>
    <w:p w:rsidR="00EC0762" w:rsidRDefault="00EC0762" w:rsidP="00EC0762">
      <w:pPr>
        <w:pStyle w:val="ISM"/>
        <w:ind w:left="2520"/>
      </w:pPr>
      <w:r>
        <w:t xml:space="preserve">= </w:t>
      </w:r>
      <w:r>
        <w:rPr>
          <w:rFonts w:cs="Arial"/>
          <w:iCs/>
        </w:rPr>
        <w:t>100</w:t>
      </w:r>
      <w:r w:rsidRPr="002C40D7">
        <w:rPr>
          <w:position w:val="-10"/>
        </w:rPr>
        <w:object w:dxaOrig="1480" w:dyaOrig="360">
          <v:shape id="_x0000_i1322" type="#_x0000_t75" style="width:74.7pt;height:18.35pt" o:ole="" fillcolor="window">
            <v:imagedata r:id="rId556" o:title=""/>
          </v:shape>
          <o:OLEObject Type="Embed" ProgID="Equation.3" ShapeID="_x0000_i1322" DrawAspect="Content" ObjectID="_1654971347" r:id="rId557"/>
        </w:object>
      </w:r>
    </w:p>
    <w:p w:rsidR="00EC0762" w:rsidRDefault="00EC0762" w:rsidP="00EC0762">
      <w:pPr>
        <w:pStyle w:val="ISM"/>
        <w:ind w:left="2520"/>
      </w:pPr>
      <w:r>
        <w:t xml:space="preserve">= </w:t>
      </w:r>
      <w:r>
        <w:rPr>
          <w:rFonts w:cs="Arial"/>
          <w:iCs/>
        </w:rPr>
        <w:t>100</w:t>
      </w:r>
      <w:r w:rsidRPr="002A5267">
        <w:rPr>
          <w:position w:val="-10"/>
        </w:rPr>
        <w:object w:dxaOrig="620" w:dyaOrig="380">
          <v:shape id="_x0000_i1323" type="#_x0000_t75" style="width:30.55pt;height:19pt" o:ole="" fillcolor="window">
            <v:imagedata r:id="rId558" o:title=""/>
          </v:shape>
          <o:OLEObject Type="Embed" ProgID="Equation.3" ShapeID="_x0000_i1323" DrawAspect="Content" ObjectID="_1654971348" r:id="rId559"/>
        </w:object>
      </w:r>
    </w:p>
    <w:p w:rsidR="00EC0762" w:rsidRDefault="00EC0762" w:rsidP="00EC0762">
      <w:pPr>
        <w:pStyle w:val="ISM"/>
        <w:ind w:left="2520"/>
      </w:pPr>
      <w:r>
        <w:t>= 59.05 units</w:t>
      </w:r>
    </w:p>
    <w:p w:rsidR="00EC0762" w:rsidRDefault="00EC0762" w:rsidP="00EC0762">
      <w:pPr>
        <w:pStyle w:val="ISM"/>
        <w:spacing w:after="360"/>
      </w:pPr>
      <w:r>
        <w:tab/>
      </w:r>
      <w:r>
        <w:tab/>
        <w:t xml:space="preserve">The target level is </w:t>
      </w:r>
      <w:r>
        <w:rPr>
          <w:u w:val="double"/>
        </w:rPr>
        <w:t>59.05%</w:t>
      </w:r>
      <w:r>
        <w:t xml:space="preserve"> of the current level.</w:t>
      </w:r>
    </w:p>
    <w:p w:rsidR="00EC0762" w:rsidRDefault="00EC0762" w:rsidP="00EC0762">
      <w:pPr>
        <w:pStyle w:val="ISM"/>
      </w:pPr>
      <w:r>
        <w:tab/>
        <w:t>5.</w:t>
      </w:r>
      <w:r>
        <w:tab/>
      </w:r>
    </w:p>
    <w:p w:rsidR="00EC0762" w:rsidRDefault="00EC0762" w:rsidP="00EC0762">
      <w:pPr>
        <w:pStyle w:val="ISM"/>
      </w:pPr>
      <w:r>
        <w:tab/>
      </w:r>
      <w:r>
        <w:tab/>
        <w:t xml:space="preserve">The </w:t>
      </w:r>
      <w:r w:rsidR="009D0450">
        <w:t xml:space="preserve">predicted population in the next </w:t>
      </w:r>
      <w:r w:rsidR="002B0BD0">
        <w:t>1</w:t>
      </w:r>
      <w:r>
        <w:t xml:space="preserve">5 years </w:t>
      </w:r>
      <w:r w:rsidR="009D0450">
        <w:t>is:</w:t>
      </w:r>
    </w:p>
    <w:p w:rsidR="00EC0762" w:rsidRDefault="007523EF" w:rsidP="00EC0762">
      <w:pPr>
        <w:pStyle w:val="ISM"/>
      </w:pPr>
      <w:r>
        <w:rPr>
          <w:noProof/>
          <w:lang w:val="en-US"/>
        </w:rPr>
        <w:pict>
          <v:shape id="AutoShape 282" o:spid="_x0000_s1177" type="#_x0000_t61" style="position:absolute;margin-left:328.65pt;margin-top:10.9pt;width:125.6pt;height:137.05pt;z-index:251705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" adj="-14601,4705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320" w:lineRule="exact"/>
                    <w:jc w:val="right"/>
                  </w:pPr>
                  <w:r>
                    <w:t xml:space="preserve">1.85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 w:rsidRPr="00E71F83">
                    <w:rPr>
                      <w:rFonts w:cs="Arial"/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583,500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28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768,168.26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85" o:spid="_x0000_s1307" type="#_x0000_t88" style="position:absolute;margin-left:223.65pt;margin-top:6.55pt;width:15.4pt;height:72.1pt;z-index:251708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"/>
        </w:pict>
      </w:r>
      <w:r w:rsidR="00EC0762">
        <w:tab/>
      </w:r>
      <w:r w:rsidR="00EC0762">
        <w:tab/>
      </w:r>
      <w:r w:rsidR="00EC0762">
        <w:tab/>
      </w:r>
      <w:r w:rsidR="00EC0762">
        <w:tab/>
      </w:r>
      <w:r w:rsidR="00EC0762" w:rsidRPr="002A5267">
        <w:rPr>
          <w:position w:val="-12"/>
        </w:rPr>
        <w:object w:dxaOrig="1560" w:dyaOrig="420">
          <v:shape id="_x0000_i1324" type="#_x0000_t75" style="width:78.1pt;height:21.05pt" o:ole="" fillcolor="window">
            <v:imagedata r:id="rId362" o:title=""/>
          </v:shape>
          <o:OLEObject Type="Embed" ProgID="Equation.2" ShapeID="_x0000_i1324" DrawAspect="Content" ObjectID="_1654971349" r:id="rId560"/>
        </w:object>
      </w:r>
    </w:p>
    <w:p w:rsidR="00EC0762" w:rsidRDefault="00EC0762" w:rsidP="00EC0762">
      <w:pPr>
        <w:pStyle w:val="ISM"/>
        <w:ind w:left="1710"/>
      </w:pPr>
      <w:r>
        <w:t xml:space="preserve">  </w:t>
      </w:r>
      <w:r>
        <w:rPr>
          <w:rFonts w:cs="Arial"/>
          <w:iCs/>
        </w:rPr>
        <w:t xml:space="preserve">= </w:t>
      </w:r>
      <w:r w:rsidR="002B0BD0">
        <w:rPr>
          <w:rFonts w:cs="Arial"/>
          <w:iCs/>
        </w:rPr>
        <w:t>583</w:t>
      </w:r>
      <w:r w:rsidR="00311FA5">
        <w:rPr>
          <w:rFonts w:cs="Arial"/>
          <w:iCs/>
        </w:rPr>
        <w:t>,500</w:t>
      </w:r>
      <w:r w:rsidR="002B0BD0" w:rsidRPr="00311FA5">
        <w:rPr>
          <w:position w:val="-8"/>
        </w:rPr>
        <w:object w:dxaOrig="1460" w:dyaOrig="340">
          <v:shape id="_x0000_i1325" type="#_x0000_t75" style="width:72.7pt;height:17.65pt" o:ole="" fillcolor="window">
            <v:imagedata r:id="rId561" o:title=""/>
          </v:shape>
          <o:OLEObject Type="Embed" ProgID="Equation.3" ShapeID="_x0000_i1325" DrawAspect="Content" ObjectID="_1654971350" r:id="rId562"/>
        </w:object>
      </w:r>
    </w:p>
    <w:p w:rsidR="00EC0762" w:rsidRDefault="00EC0762" w:rsidP="00EC0762">
      <w:pPr>
        <w:pStyle w:val="ISM"/>
        <w:ind w:left="1710"/>
      </w:pPr>
      <w:r>
        <w:rPr>
          <w:sz w:val="24"/>
          <w:vertAlign w:val="superscript"/>
        </w:rPr>
        <w:t xml:space="preserve"> </w:t>
      </w:r>
      <w:r>
        <w:t xml:space="preserve"> = </w:t>
      </w:r>
      <w:r w:rsidR="002B0BD0">
        <w:t>768,168.26</w:t>
      </w:r>
    </w:p>
    <w:p w:rsidR="00EC0762" w:rsidRDefault="00EC0762" w:rsidP="00EC0762"/>
    <w:p w:rsidR="008463D5" w:rsidRDefault="009D0450" w:rsidP="00C36A27">
      <w:pPr>
        <w:pStyle w:val="ISM"/>
        <w:ind w:left="540"/>
      </w:pPr>
      <w:r>
        <w:t>The predicted population for 20</w:t>
      </w:r>
      <w:r w:rsidR="002B0BD0">
        <w:t>31</w:t>
      </w:r>
      <w:r>
        <w:t xml:space="preserve"> is </w:t>
      </w:r>
      <w:r w:rsidR="002B0BD0">
        <w:rPr>
          <w:u w:val="double"/>
        </w:rPr>
        <w:t>768,000</w:t>
      </w:r>
      <w:r>
        <w:t xml:space="preserve"> people. </w:t>
      </w:r>
    </w:p>
    <w:p w:rsidR="009D0450" w:rsidRDefault="009D0450" w:rsidP="00EC0762">
      <w:pPr>
        <w:pStyle w:val="ISM"/>
      </w:pPr>
    </w:p>
    <w:p w:rsidR="009D0450" w:rsidRDefault="009D0450" w:rsidP="00EC0762">
      <w:pPr>
        <w:pStyle w:val="ISM"/>
      </w:pPr>
    </w:p>
    <w:p w:rsidR="00E611AF" w:rsidRDefault="00E611AF" w:rsidP="00EC0762">
      <w:pPr>
        <w:pStyle w:val="ISM"/>
      </w:pPr>
    </w:p>
    <w:p w:rsidR="00094478" w:rsidRDefault="00094478" w:rsidP="00EC0762">
      <w:pPr>
        <w:pStyle w:val="ISM"/>
      </w:pPr>
    </w:p>
    <w:p w:rsidR="00094478" w:rsidRDefault="00094478" w:rsidP="00EC0762">
      <w:pPr>
        <w:pStyle w:val="ISM"/>
      </w:pPr>
    </w:p>
    <w:p w:rsidR="00094478" w:rsidRDefault="00094478" w:rsidP="00EC0762">
      <w:pPr>
        <w:pStyle w:val="ISM"/>
      </w:pPr>
    </w:p>
    <w:p w:rsidR="00EC0762" w:rsidRDefault="00EC0762" w:rsidP="00EC0762">
      <w:pPr>
        <w:pStyle w:val="ISM"/>
        <w:rPr>
          <w:u w:val="double"/>
        </w:rPr>
      </w:pPr>
      <w:r>
        <w:tab/>
        <w:t>7.</w:t>
      </w:r>
      <w:r>
        <w:tab/>
        <w:t xml:space="preserve">Original principal, </w:t>
      </w:r>
      <w:r>
        <w:rPr>
          <w:rFonts w:ascii="Times New Roman" w:hAnsi="Times New Roman"/>
          <w:i/>
        </w:rPr>
        <w:t>PV</w:t>
      </w:r>
      <w:r>
        <w:t xml:space="preserve"> = </w:t>
      </w:r>
      <w:r>
        <w:rPr>
          <w:rFonts w:ascii="Times New Roman" w:hAnsi="Times New Roman"/>
          <w:i/>
        </w:rPr>
        <w:t>FV</w:t>
      </w:r>
      <w:r w:rsidRPr="002A5267">
        <w:rPr>
          <w:position w:val="-10"/>
        </w:rPr>
        <w:object w:dxaOrig="780" w:dyaOrig="380">
          <v:shape id="_x0000_i1326" type="#_x0000_t75" style="width:38.7pt;height:19pt" o:ole="" fillcolor="window">
            <v:imagedata r:id="rId550" o:title=""/>
          </v:shape>
          <o:OLEObject Type="Embed" ProgID="Equation.3" ShapeID="_x0000_i1326" DrawAspect="Content" ObjectID="_1654971351" r:id="rId563"/>
        </w:object>
      </w:r>
      <w:r>
        <w:t xml:space="preserve"> = $2297.78</w:t>
      </w:r>
      <w:r w:rsidRPr="002A5267">
        <w:rPr>
          <w:position w:val="-10"/>
        </w:rPr>
        <w:object w:dxaOrig="1060" w:dyaOrig="380">
          <v:shape id="_x0000_i1327" type="#_x0000_t75" style="width:53pt;height:19pt" o:ole="" fillcolor="window">
            <v:imagedata r:id="rId564" o:title=""/>
          </v:shape>
          <o:OLEObject Type="Embed" ProgID="Equation.3" ShapeID="_x0000_i1327" DrawAspect="Content" ObjectID="_1654971352" r:id="rId565"/>
        </w:object>
      </w:r>
      <w:r>
        <w:t xml:space="preserve"> = </w:t>
      </w:r>
      <w:r>
        <w:rPr>
          <w:u w:val="double"/>
        </w:rPr>
        <w:t>$2012.56</w:t>
      </w:r>
    </w:p>
    <w:p w:rsidR="00EC0762" w:rsidRDefault="00EC0762" w:rsidP="00EC0762">
      <w:pPr>
        <w:pStyle w:val="ISM"/>
        <w:spacing w:after="180"/>
      </w:pPr>
      <w:r>
        <w:tab/>
      </w:r>
      <w:r>
        <w:tab/>
        <w:t xml:space="preserve">Interest portion = $2297.78 – $2012.56 = </w:t>
      </w:r>
      <w:r>
        <w:rPr>
          <w:u w:val="double"/>
        </w:rPr>
        <w:t>$285.22</w:t>
      </w:r>
    </w:p>
    <w:p w:rsidR="00094478" w:rsidRDefault="00094478">
      <w:r>
        <w:br w:type="page"/>
      </w:r>
    </w:p>
    <w:p w:rsidR="00EC0762" w:rsidRDefault="00EC0762" w:rsidP="00EC0762">
      <w:pPr>
        <w:pStyle w:val="ISMab"/>
      </w:pPr>
      <w:r>
        <w:lastRenderedPageBreak/>
        <w:tab/>
        <w:t>9.</w:t>
      </w:r>
      <w:r>
        <w:tab/>
      </w:r>
      <w:r>
        <w:rPr>
          <w:i/>
        </w:rPr>
        <w:t>a.</w:t>
      </w:r>
      <w:r>
        <w:tab/>
        <w:t xml:space="preserve">Maturity value = </w:t>
      </w:r>
      <w:r>
        <w:rPr>
          <w:rFonts w:ascii="Times New Roman" w:hAnsi="Times New Roman"/>
          <w:i/>
        </w:rPr>
        <w:t>PV</w:t>
      </w:r>
      <w:r w:rsidRPr="002A5267">
        <w:rPr>
          <w:position w:val="-10"/>
        </w:rPr>
        <w:object w:dxaOrig="780" w:dyaOrig="380">
          <v:shape id="_x0000_i1328" type="#_x0000_t75" style="width:38.7pt;height:19pt" o:ole="" fillcolor="window">
            <v:imagedata r:id="rId566" o:title=""/>
          </v:shape>
          <o:OLEObject Type="Embed" ProgID="Equation.3" ShapeID="_x0000_i1328" DrawAspect="Content" ObjectID="_1654971353" r:id="rId567"/>
        </w:object>
      </w:r>
      <w:r w:rsidRPr="002A5267">
        <w:rPr>
          <w:position w:val="-10"/>
        </w:rPr>
        <w:object w:dxaOrig="800" w:dyaOrig="380">
          <v:shape id="_x0000_i1329" type="#_x0000_t75" style="width:40.1pt;height:19pt" o:ole="" fillcolor="window">
            <v:imagedata r:id="rId568" o:title=""/>
          </v:shape>
          <o:OLEObject Type="Embed" ProgID="Equation.3" ShapeID="_x0000_i1329" DrawAspect="Content" ObjectID="_1654971354" r:id="rId569"/>
        </w:object>
      </w:r>
      <w:r w:rsidRPr="002A5267">
        <w:rPr>
          <w:position w:val="-10"/>
        </w:rPr>
        <w:object w:dxaOrig="800" w:dyaOrig="380">
          <v:shape id="_x0000_i1330" type="#_x0000_t75" style="width:40.1pt;height:19pt" o:ole="" fillcolor="window">
            <v:imagedata r:id="rId570" o:title=""/>
          </v:shape>
          <o:OLEObject Type="Embed" ProgID="Equation.3" ShapeID="_x0000_i1330" DrawAspect="Content" ObjectID="_1654971355" r:id="rId571"/>
        </w:object>
      </w:r>
    </w:p>
    <w:p w:rsidR="00EC0762" w:rsidRDefault="00EC0762" w:rsidP="00EC0762">
      <w:pPr>
        <w:pStyle w:val="ISMab"/>
        <w:ind w:left="2250"/>
      </w:pPr>
      <w:r>
        <w:t xml:space="preserve"> = $12,000</w:t>
      </w:r>
      <w:r w:rsidR="005C1415" w:rsidRPr="002A5267">
        <w:rPr>
          <w:position w:val="-10"/>
        </w:rPr>
        <w:object w:dxaOrig="680" w:dyaOrig="380">
          <v:shape id="_x0000_i1331" type="#_x0000_t75" style="width:33.95pt;height:19pt" o:ole="" fillcolor="window">
            <v:imagedata r:id="rId572" o:title=""/>
          </v:shape>
          <o:OLEObject Type="Embed" ProgID="Equation.3" ShapeID="_x0000_i1331" DrawAspect="Content" ObjectID="_1654971356" r:id="rId573"/>
        </w:object>
      </w:r>
      <w:r w:rsidR="005C1415" w:rsidRPr="002A5267">
        <w:rPr>
          <w:position w:val="-10"/>
        </w:rPr>
        <w:object w:dxaOrig="940" w:dyaOrig="380">
          <v:shape id="_x0000_i1332" type="#_x0000_t75" style="width:46.85pt;height:19pt" o:ole="" fillcolor="window">
            <v:imagedata r:id="rId574" o:title=""/>
          </v:shape>
          <o:OLEObject Type="Embed" ProgID="Equation.3" ShapeID="_x0000_i1332" DrawAspect="Content" ObjectID="_1654971357" r:id="rId575"/>
        </w:object>
      </w:r>
      <w:r w:rsidR="005C1415" w:rsidRPr="002A5267">
        <w:rPr>
          <w:position w:val="-10"/>
        </w:rPr>
        <w:object w:dxaOrig="820" w:dyaOrig="380">
          <v:shape id="_x0000_i1333" type="#_x0000_t75" style="width:41.45pt;height:19pt" o:ole="" fillcolor="window">
            <v:imagedata r:id="rId576" o:title=""/>
          </v:shape>
          <o:OLEObject Type="Embed" ProgID="Equation.3" ShapeID="_x0000_i1333" DrawAspect="Content" ObjectID="_1654971358" r:id="rId577"/>
        </w:object>
      </w:r>
    </w:p>
    <w:p w:rsidR="00EC0762" w:rsidRDefault="00EC0762" w:rsidP="00EC0762">
      <w:pPr>
        <w:pStyle w:val="ISMab"/>
        <w:spacing w:after="60"/>
        <w:ind w:left="2250"/>
        <w:rPr>
          <w:u w:val="double"/>
        </w:rPr>
      </w:pPr>
      <w:r>
        <w:t xml:space="preserve"> = </w:t>
      </w:r>
      <w:r>
        <w:rPr>
          <w:u w:val="double"/>
        </w:rPr>
        <w:t>$1</w:t>
      </w:r>
      <w:r w:rsidR="005C1415">
        <w:rPr>
          <w:u w:val="double"/>
        </w:rPr>
        <w:t>2,928.44</w:t>
      </w:r>
    </w:p>
    <w:p w:rsidR="00EC0762" w:rsidRDefault="00EC0762" w:rsidP="00EC0762">
      <w:pPr>
        <w:pStyle w:val="ISMab"/>
      </w:pPr>
      <w:r>
        <w:tab/>
      </w:r>
      <w:r>
        <w:tab/>
      </w:r>
      <w:r>
        <w:rPr>
          <w:i/>
        </w:rPr>
        <w:t>b.</w:t>
      </w:r>
      <w:r>
        <w:tab/>
        <w:t>Interest earned in the second year</w:t>
      </w:r>
    </w:p>
    <w:p w:rsidR="00EC0762" w:rsidRDefault="00EC0762" w:rsidP="00EC0762">
      <w:pPr>
        <w:pStyle w:val="ISMab"/>
      </w:pPr>
      <w:r>
        <w:tab/>
      </w:r>
      <w:r>
        <w:tab/>
      </w:r>
      <w:r>
        <w:tab/>
      </w:r>
      <w:r>
        <w:tab/>
      </w:r>
      <w:r>
        <w:tab/>
        <w:t>= Value after 2 years – Value after 1 year</w:t>
      </w:r>
    </w:p>
    <w:p w:rsidR="00EC0762" w:rsidRDefault="00EC0762" w:rsidP="00EC0762">
      <w:pPr>
        <w:pStyle w:val="ISMab"/>
      </w:pPr>
      <w:r>
        <w:tab/>
      </w:r>
      <w:r>
        <w:tab/>
      </w:r>
      <w:r>
        <w:tab/>
      </w:r>
      <w:r>
        <w:tab/>
      </w:r>
      <w:r>
        <w:tab/>
        <w:t>= $12,000</w:t>
      </w:r>
      <w:r w:rsidR="005C1415" w:rsidRPr="002A5267">
        <w:rPr>
          <w:position w:val="-10"/>
        </w:rPr>
        <w:object w:dxaOrig="680" w:dyaOrig="380">
          <v:shape id="_x0000_i1334" type="#_x0000_t75" style="width:33.95pt;height:19pt" o:ole="" fillcolor="window">
            <v:imagedata r:id="rId578" o:title=""/>
          </v:shape>
          <o:OLEObject Type="Embed" ProgID="Equation.3" ShapeID="_x0000_i1334" DrawAspect="Content" ObjectID="_1654971359" r:id="rId579"/>
        </w:object>
      </w:r>
      <w:r w:rsidR="005C1415" w:rsidRPr="002A5267">
        <w:rPr>
          <w:position w:val="-10"/>
        </w:rPr>
        <w:object w:dxaOrig="940" w:dyaOrig="380">
          <v:shape id="_x0000_i1335" type="#_x0000_t75" style="width:46.85pt;height:19pt" o:ole="" fillcolor="window">
            <v:imagedata r:id="rId580" o:title=""/>
          </v:shape>
          <o:OLEObject Type="Embed" ProgID="Equation.3" ShapeID="_x0000_i1335" DrawAspect="Content" ObjectID="_1654971360" r:id="rId581"/>
        </w:object>
      </w:r>
      <w:r>
        <w:t xml:space="preserve"> – $12,000</w:t>
      </w:r>
      <w:r w:rsidR="005C1415" w:rsidRPr="002A5267">
        <w:rPr>
          <w:position w:val="-10"/>
        </w:rPr>
        <w:object w:dxaOrig="680" w:dyaOrig="380">
          <v:shape id="_x0000_i1336" type="#_x0000_t75" style="width:33.95pt;height:19pt" o:ole="" fillcolor="window">
            <v:imagedata r:id="rId582" o:title=""/>
          </v:shape>
          <o:OLEObject Type="Embed" ProgID="Equation.3" ShapeID="_x0000_i1336" DrawAspect="Content" ObjectID="_1654971361" r:id="rId583"/>
        </w:object>
      </w:r>
    </w:p>
    <w:p w:rsidR="00EC0762" w:rsidRDefault="00EC0762" w:rsidP="00EC0762">
      <w:pPr>
        <w:pStyle w:val="ISMab"/>
      </w:pPr>
      <w:r>
        <w:tab/>
      </w:r>
      <w:r>
        <w:tab/>
      </w:r>
      <w:r>
        <w:tab/>
      </w:r>
      <w:r>
        <w:tab/>
      </w:r>
      <w:r>
        <w:tab/>
        <w:t>= $1</w:t>
      </w:r>
      <w:r w:rsidR="005C1415">
        <w:t>2,549.14</w:t>
      </w:r>
      <w:r>
        <w:t xml:space="preserve"> – $12,</w:t>
      </w:r>
      <w:r w:rsidR="005C1415">
        <w:t>241.20</w:t>
      </w:r>
    </w:p>
    <w:p w:rsidR="00EC0762" w:rsidRDefault="00EC0762" w:rsidP="00EC0762">
      <w:pPr>
        <w:pStyle w:val="ISMab"/>
        <w:spacing w:line="360" w:lineRule="auto"/>
        <w:rPr>
          <w:u w:val="double"/>
        </w:rPr>
      </w:pPr>
      <w:r>
        <w:tab/>
      </w:r>
      <w:r>
        <w:tab/>
      </w:r>
      <w:r>
        <w:tab/>
      </w:r>
      <w:r>
        <w:tab/>
      </w:r>
      <w:r>
        <w:tab/>
        <w:t xml:space="preserve">= </w:t>
      </w:r>
      <w:r>
        <w:rPr>
          <w:u w:val="double"/>
        </w:rPr>
        <w:t>$</w:t>
      </w:r>
      <w:r w:rsidR="005C1415">
        <w:rPr>
          <w:u w:val="double"/>
        </w:rPr>
        <w:t>307.94</w:t>
      </w:r>
    </w:p>
    <w:p w:rsidR="005B4E2B" w:rsidRDefault="005B4E2B" w:rsidP="00B93CDE">
      <w:pPr>
        <w:pStyle w:val="ISM"/>
        <w:ind w:left="540" w:hanging="540"/>
      </w:pPr>
    </w:p>
    <w:p w:rsidR="00EC0762" w:rsidRDefault="00EC0762" w:rsidP="00EC0762">
      <w:pPr>
        <w:pStyle w:val="ISMab"/>
      </w:pPr>
      <w:r>
        <w:tab/>
        <w:t>11.</w:t>
      </w:r>
      <w:r>
        <w:tab/>
      </w:r>
      <w:r>
        <w:rPr>
          <w:i/>
        </w:rPr>
        <w:t>a</w:t>
      </w:r>
      <w:r>
        <w:t>.</w:t>
      </w:r>
      <w:r>
        <w:tab/>
        <w:t xml:space="preserve">Maturity value of Springboard GIC = </w:t>
      </w:r>
      <w:r>
        <w:rPr>
          <w:rFonts w:ascii="Times New Roman" w:hAnsi="Times New Roman"/>
          <w:i/>
        </w:rPr>
        <w:t xml:space="preserve">PV </w:t>
      </w:r>
      <w:r w:rsidRPr="002A5267">
        <w:rPr>
          <w:position w:val="-10"/>
        </w:rPr>
        <w:object w:dxaOrig="1500" w:dyaOrig="320">
          <v:shape id="_x0000_i1337" type="#_x0000_t75" style="width:75.4pt;height:15.6pt" o:ole="" fillcolor="window">
            <v:imagedata r:id="rId377" o:title=""/>
          </v:shape>
          <o:OLEObject Type="Embed" ProgID="Equation.3" ShapeID="_x0000_i1337" DrawAspect="Content" ObjectID="_1654971362" r:id="rId584"/>
        </w:object>
      </w:r>
    </w:p>
    <w:p w:rsidR="00EC0762" w:rsidRDefault="00EC0762" w:rsidP="00EC0762">
      <w:pPr>
        <w:pStyle w:val="ISMab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= $10,000(1.0225)(1.03)(1.0375)(1.045)(1.065)</w:t>
      </w:r>
    </w:p>
    <w:p w:rsidR="00EC0762" w:rsidRDefault="00EC0762" w:rsidP="00EC0762">
      <w:pPr>
        <w:pStyle w:val="ISMab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= </w:t>
      </w:r>
      <w:r>
        <w:rPr>
          <w:u w:val="double"/>
        </w:rPr>
        <w:t>$12,160.59</w:t>
      </w:r>
    </w:p>
    <w:p w:rsidR="00EC0762" w:rsidRDefault="00EC0762" w:rsidP="00EC0762">
      <w:pPr>
        <w:pStyle w:val="ISMab"/>
        <w:spacing w:after="60"/>
      </w:pPr>
      <w:r>
        <w:tab/>
      </w:r>
      <w:r>
        <w:tab/>
      </w:r>
      <w:r>
        <w:tab/>
        <w:t xml:space="preserve">Maturity value of fixed-rate GIC = </w:t>
      </w:r>
      <w:r>
        <w:rPr>
          <w:rFonts w:ascii="Times New Roman" w:hAnsi="Times New Roman"/>
          <w:i/>
        </w:rPr>
        <w:t>PV</w:t>
      </w:r>
      <w:r w:rsidRPr="002A5267">
        <w:rPr>
          <w:position w:val="-10"/>
        </w:rPr>
        <w:object w:dxaOrig="680" w:dyaOrig="380">
          <v:shape id="_x0000_i1338" type="#_x0000_t75" style="width:33.95pt;height:19pt" o:ole="" fillcolor="window">
            <v:imagedata r:id="rId585" o:title=""/>
          </v:shape>
          <o:OLEObject Type="Embed" ProgID="Equation.3" ShapeID="_x0000_i1338" DrawAspect="Content" ObjectID="_1654971363" r:id="rId586"/>
        </w:object>
      </w:r>
      <w:r>
        <w:t xml:space="preserve"> = $10,000</w:t>
      </w:r>
      <w:r w:rsidRPr="002A5267">
        <w:rPr>
          <w:position w:val="-10"/>
        </w:rPr>
        <w:object w:dxaOrig="840" w:dyaOrig="380">
          <v:shape id="_x0000_i1339" type="#_x0000_t75" style="width:42.1pt;height:19pt" o:ole="" fillcolor="window">
            <v:imagedata r:id="rId587" o:title=""/>
          </v:shape>
          <o:OLEObject Type="Embed" ProgID="Equation.3" ShapeID="_x0000_i1339" DrawAspect="Content" ObjectID="_1654971364" r:id="rId588"/>
        </w:object>
      </w:r>
      <w:r>
        <w:t xml:space="preserve">= </w:t>
      </w:r>
      <w:r>
        <w:rPr>
          <w:u w:val="double"/>
        </w:rPr>
        <w:t>$11,876.86</w:t>
      </w:r>
    </w:p>
    <w:p w:rsidR="00EC0762" w:rsidRDefault="00EC0762" w:rsidP="00EC0762">
      <w:pPr>
        <w:pStyle w:val="ISMab"/>
      </w:pPr>
      <w:r>
        <w:tab/>
      </w:r>
      <w:r>
        <w:tab/>
      </w:r>
      <w:r>
        <w:rPr>
          <w:i/>
        </w:rPr>
        <w:t>b.</w:t>
      </w:r>
      <w:r>
        <w:tab/>
        <w:t>Interest earned in the third year on the Springboard GIC</w:t>
      </w:r>
    </w:p>
    <w:p w:rsidR="00EC0762" w:rsidRDefault="00EC0762" w:rsidP="00EC0762">
      <w:pPr>
        <w:pStyle w:val="ISMab"/>
      </w:pPr>
      <w:r>
        <w:tab/>
      </w:r>
      <w:r>
        <w:tab/>
      </w:r>
      <w:r>
        <w:tab/>
      </w:r>
      <w:r>
        <w:tab/>
      </w:r>
      <w:r>
        <w:tab/>
        <w:t>= (</w:t>
      </w:r>
      <w:r w:rsidRPr="002A5267">
        <w:rPr>
          <w:position w:val="-10"/>
        </w:rPr>
        <w:object w:dxaOrig="240" w:dyaOrig="320">
          <v:shape id="_x0000_i1340" type="#_x0000_t75" style="width:12.25pt;height:15.6pt" o:ole="" fillcolor="window">
            <v:imagedata r:id="rId589" o:title=""/>
          </v:shape>
          <o:OLEObject Type="Embed" ProgID="Equation.3" ShapeID="_x0000_i1340" DrawAspect="Content" ObjectID="_1654971365" r:id="rId590"/>
        </w:object>
      </w:r>
      <w:proofErr w:type="gramStart"/>
      <w:r>
        <w:t>)</w:t>
      </w:r>
      <w:r>
        <w:rPr>
          <w:rFonts w:ascii="Times New Roman" w:hAnsi="Times New Roman"/>
          <w:i/>
        </w:rPr>
        <w:t>PV</w:t>
      </w:r>
      <w:proofErr w:type="gramEnd"/>
      <w:r>
        <w:t>(1+</w:t>
      </w:r>
      <w:r w:rsidRPr="002A5267">
        <w:rPr>
          <w:position w:val="-10"/>
        </w:rPr>
        <w:object w:dxaOrig="200" w:dyaOrig="320">
          <v:shape id="_x0000_i1341" type="#_x0000_t75" style="width:10.2pt;height:15.6pt" o:ole="" fillcolor="window">
            <v:imagedata r:id="rId388" o:title=""/>
          </v:shape>
          <o:OLEObject Type="Embed" ProgID="Equation.3" ShapeID="_x0000_i1341" DrawAspect="Content" ObjectID="_1654971366" r:id="rId591"/>
        </w:object>
      </w:r>
      <w:r>
        <w:t>)(1+</w:t>
      </w:r>
      <w:r w:rsidRPr="002A5267">
        <w:rPr>
          <w:position w:val="-10"/>
        </w:rPr>
        <w:object w:dxaOrig="240" w:dyaOrig="320">
          <v:shape id="_x0000_i1342" type="#_x0000_t75" style="width:12.25pt;height:15.6pt" o:ole="" fillcolor="window">
            <v:imagedata r:id="rId390" o:title=""/>
          </v:shape>
          <o:OLEObject Type="Embed" ProgID="Equation.3" ShapeID="_x0000_i1342" DrawAspect="Content" ObjectID="_1654971367" r:id="rId592"/>
        </w:object>
      </w:r>
      <w:r>
        <w:t>)</w:t>
      </w:r>
    </w:p>
    <w:p w:rsidR="00EC0762" w:rsidRDefault="00EC0762" w:rsidP="00EC0762">
      <w:pPr>
        <w:pStyle w:val="ISMab"/>
      </w:pPr>
      <w:r>
        <w:tab/>
      </w:r>
      <w:r>
        <w:tab/>
      </w:r>
      <w:r>
        <w:tab/>
      </w:r>
      <w:r>
        <w:tab/>
      </w:r>
      <w:r>
        <w:tab/>
        <w:t>= 0.0375($10,000)(1.0225)(1.03)</w:t>
      </w:r>
    </w:p>
    <w:p w:rsidR="00EC0762" w:rsidRDefault="00EC0762" w:rsidP="00EC0762">
      <w:pPr>
        <w:pStyle w:val="ISMab"/>
        <w:rPr>
          <w:u w:val="double"/>
        </w:rPr>
      </w:pPr>
      <w:r>
        <w:tab/>
      </w:r>
      <w:r>
        <w:tab/>
      </w:r>
      <w:r>
        <w:tab/>
      </w:r>
      <w:r>
        <w:tab/>
      </w:r>
      <w:r>
        <w:tab/>
        <w:t xml:space="preserve">= </w:t>
      </w:r>
      <w:r>
        <w:rPr>
          <w:u w:val="double"/>
        </w:rPr>
        <w:t>$394.94</w:t>
      </w:r>
    </w:p>
    <w:p w:rsidR="00EC0762" w:rsidRDefault="00EC0762" w:rsidP="00EC0762">
      <w:pPr>
        <w:pStyle w:val="ISMab"/>
      </w:pPr>
      <w:r>
        <w:tab/>
      </w:r>
      <w:r>
        <w:tab/>
      </w:r>
      <w:r>
        <w:tab/>
        <w:t>Interest earned in the third year by the fixed-rate GIC</w:t>
      </w:r>
    </w:p>
    <w:p w:rsidR="00EC0762" w:rsidRDefault="00EC0762" w:rsidP="00EC0762">
      <w:pPr>
        <w:pStyle w:val="ISMab"/>
        <w:spacing w:after="180"/>
      </w:pPr>
      <w:r>
        <w:tab/>
      </w:r>
      <w:r>
        <w:tab/>
      </w:r>
      <w:r>
        <w:tab/>
      </w:r>
      <w:r>
        <w:tab/>
      </w:r>
      <w:r>
        <w:tab/>
        <w:t xml:space="preserve">= </w:t>
      </w:r>
      <w:proofErr w:type="spellStart"/>
      <w:proofErr w:type="gramStart"/>
      <w:r>
        <w:rPr>
          <w:rFonts w:ascii="Times New Roman" w:hAnsi="Times New Roman"/>
          <w:i/>
        </w:rPr>
        <w:t>i</w:t>
      </w:r>
      <w:proofErr w:type="spellEnd"/>
      <w:r>
        <w:t>(</w:t>
      </w:r>
      <w:proofErr w:type="gramEnd"/>
      <w:r>
        <w:rPr>
          <w:rFonts w:ascii="Times New Roman" w:hAnsi="Times New Roman"/>
          <w:i/>
        </w:rPr>
        <w:t>PV</w:t>
      </w:r>
      <w:r>
        <w:t>)</w:t>
      </w:r>
      <w:r w:rsidRPr="002A5267">
        <w:rPr>
          <w:position w:val="-10"/>
        </w:rPr>
        <w:object w:dxaOrig="680" w:dyaOrig="380">
          <v:shape id="_x0000_i1343" type="#_x0000_t75" style="width:33.95pt;height:19pt" o:ole="" fillcolor="window">
            <v:imagedata r:id="rId593" o:title=""/>
          </v:shape>
          <o:OLEObject Type="Embed" ProgID="Equation.3" ShapeID="_x0000_i1343" DrawAspect="Content" ObjectID="_1654971368" r:id="rId594"/>
        </w:object>
      </w:r>
      <w:r>
        <w:t xml:space="preserve"> = 0.035($10,000)</w:t>
      </w:r>
      <w:r w:rsidRPr="002A5267">
        <w:rPr>
          <w:position w:val="-10"/>
        </w:rPr>
        <w:object w:dxaOrig="840" w:dyaOrig="380">
          <v:shape id="_x0000_i1344" type="#_x0000_t75" style="width:42.1pt;height:19pt" o:ole="" fillcolor="window">
            <v:imagedata r:id="rId595" o:title=""/>
          </v:shape>
          <o:OLEObject Type="Embed" ProgID="Equation.3" ShapeID="_x0000_i1344" DrawAspect="Content" ObjectID="_1654971369" r:id="rId596"/>
        </w:object>
      </w:r>
      <w:r>
        <w:t xml:space="preserve"> = </w:t>
      </w:r>
      <w:r>
        <w:rPr>
          <w:u w:val="double"/>
        </w:rPr>
        <w:t>$374.93</w:t>
      </w:r>
    </w:p>
    <w:p w:rsidR="00EC0762" w:rsidRDefault="00EC0762" w:rsidP="00EC0762">
      <w:pPr>
        <w:pStyle w:val="ISM"/>
        <w:spacing w:before="60"/>
      </w:pPr>
      <w:r>
        <w:tab/>
        <w:t>13.</w:t>
      </w:r>
      <w:r>
        <w:tab/>
        <w:t>Today’s economic value of Offer 1 = $10,000 + $15,000</w:t>
      </w:r>
      <w:r w:rsidR="00C80158" w:rsidRPr="002A5267">
        <w:rPr>
          <w:position w:val="-10"/>
        </w:rPr>
        <w:object w:dxaOrig="1120" w:dyaOrig="380">
          <v:shape id="_x0000_i1345" type="#_x0000_t75" style="width:56.4pt;height:19pt" o:ole="" fillcolor="window">
            <v:imagedata r:id="rId597" o:title=""/>
          </v:shape>
          <o:OLEObject Type="Embed" ProgID="Equation.3" ShapeID="_x0000_i1345" DrawAspect="Content" ObjectID="_1654971370" r:id="rId598"/>
        </w:object>
      </w:r>
      <w:r>
        <w:t>+ $15,000</w:t>
      </w:r>
      <w:r w:rsidR="00C80158" w:rsidRPr="002A5267">
        <w:rPr>
          <w:position w:val="-10"/>
        </w:rPr>
        <w:object w:dxaOrig="1120" w:dyaOrig="380">
          <v:shape id="_x0000_i1346" type="#_x0000_t75" style="width:56.4pt;height:19pt" o:ole="" fillcolor="window">
            <v:imagedata r:id="rId599" o:title=""/>
          </v:shape>
          <o:OLEObject Type="Embed" ProgID="Equation.3" ShapeID="_x0000_i1346" DrawAspect="Content" ObjectID="_1654971371" r:id="rId600"/>
        </w:object>
      </w:r>
    </w:p>
    <w:p w:rsidR="00EC0762" w:rsidRDefault="00EC0762" w:rsidP="00EC0762">
      <w:pPr>
        <w:pStyle w:val="ISM"/>
        <w:spacing w:after="60"/>
        <w:ind w:left="3870"/>
      </w:pPr>
      <w:r>
        <w:t xml:space="preserve"> = $10,000 + $1</w:t>
      </w:r>
      <w:r w:rsidR="00C80158">
        <w:t>4,616.32</w:t>
      </w:r>
      <w:r>
        <w:t xml:space="preserve"> + $1</w:t>
      </w:r>
      <w:r w:rsidR="00C80158">
        <w:t>3,878.16</w:t>
      </w:r>
      <w:r>
        <w:t xml:space="preserve"> </w:t>
      </w:r>
    </w:p>
    <w:p w:rsidR="00EC0762" w:rsidRDefault="00EC0762" w:rsidP="00EC0762">
      <w:pPr>
        <w:pStyle w:val="ISM"/>
        <w:spacing w:after="60"/>
        <w:ind w:left="3870"/>
      </w:pPr>
      <w:r>
        <w:t xml:space="preserve"> = </w:t>
      </w:r>
      <w:r>
        <w:rPr>
          <w:u w:val="double"/>
        </w:rPr>
        <w:t>$3</w:t>
      </w:r>
      <w:r w:rsidR="00C80158">
        <w:rPr>
          <w:u w:val="double"/>
        </w:rPr>
        <w:t>8,494.48</w:t>
      </w:r>
    </w:p>
    <w:p w:rsidR="00EC0762" w:rsidRDefault="00EC0762" w:rsidP="00EC0762">
      <w:pPr>
        <w:pStyle w:val="ISM"/>
      </w:pPr>
      <w:r>
        <w:tab/>
      </w:r>
      <w:r>
        <w:tab/>
        <w:t>Today’s economic value of Offer 2 = $8000 + $17,500</w:t>
      </w:r>
      <w:r w:rsidR="00C80158" w:rsidRPr="002A5267">
        <w:rPr>
          <w:position w:val="-10"/>
        </w:rPr>
        <w:object w:dxaOrig="1140" w:dyaOrig="380">
          <v:shape id="_x0000_i1347" type="#_x0000_t75" style="width:57.05pt;height:19pt" o:ole="" fillcolor="window">
            <v:imagedata r:id="rId601" o:title=""/>
          </v:shape>
          <o:OLEObject Type="Embed" ProgID="Equation.3" ShapeID="_x0000_i1347" DrawAspect="Content" ObjectID="_1654971372" r:id="rId602"/>
        </w:object>
      </w:r>
      <w:r>
        <w:t>+ $17,500</w:t>
      </w:r>
      <w:r w:rsidR="00C80158" w:rsidRPr="002A5267">
        <w:rPr>
          <w:position w:val="-10"/>
        </w:rPr>
        <w:object w:dxaOrig="1140" w:dyaOrig="380">
          <v:shape id="_x0000_i1348" type="#_x0000_t75" style="width:57.05pt;height:19pt" o:ole="" fillcolor="window">
            <v:imagedata r:id="rId603" o:title=""/>
          </v:shape>
          <o:OLEObject Type="Embed" ProgID="Equation.3" ShapeID="_x0000_i1348" DrawAspect="Content" ObjectID="_1654971373" r:id="rId604"/>
        </w:object>
      </w:r>
    </w:p>
    <w:p w:rsidR="00EC0762" w:rsidRDefault="00EC0762" w:rsidP="00EC0762">
      <w:pPr>
        <w:pStyle w:val="ISM"/>
        <w:ind w:left="3870"/>
      </w:pPr>
      <w:r>
        <w:t xml:space="preserve"> = $8000 + $1</w:t>
      </w:r>
      <w:r w:rsidR="00C80158">
        <w:t>6,616.20</w:t>
      </w:r>
      <w:r>
        <w:t xml:space="preserve"> + $1</w:t>
      </w:r>
      <w:r w:rsidR="00C80158">
        <w:t>5,777.03</w:t>
      </w:r>
      <w:r>
        <w:t xml:space="preserve"> </w:t>
      </w:r>
    </w:p>
    <w:p w:rsidR="00EC0762" w:rsidRDefault="00EC0762" w:rsidP="00EC0762">
      <w:pPr>
        <w:pStyle w:val="ISM"/>
        <w:ind w:left="3870"/>
      </w:pPr>
      <w:r>
        <w:t xml:space="preserve"> = </w:t>
      </w:r>
      <w:r>
        <w:rPr>
          <w:u w:val="double"/>
        </w:rPr>
        <w:t>$</w:t>
      </w:r>
      <w:r w:rsidR="00C80158">
        <w:rPr>
          <w:u w:val="double"/>
        </w:rPr>
        <w:t>40,393.23</w:t>
      </w:r>
    </w:p>
    <w:p w:rsidR="00EC0762" w:rsidRDefault="00EC0762" w:rsidP="00EC0762">
      <w:pPr>
        <w:pStyle w:val="ISM"/>
        <w:spacing w:after="60"/>
      </w:pPr>
      <w:r>
        <w:tab/>
      </w:r>
      <w:r>
        <w:tab/>
        <w:t xml:space="preserve">Donnelly should </w:t>
      </w:r>
      <w:r w:rsidRPr="0071527C">
        <w:rPr>
          <w:u w:val="double"/>
        </w:rPr>
        <w:t xml:space="preserve">accept </w:t>
      </w:r>
      <w:r>
        <w:rPr>
          <w:u w:val="double"/>
        </w:rPr>
        <w:t>Offer 2</w:t>
      </w:r>
      <w:r>
        <w:t>. Its current economic value is almost $</w:t>
      </w:r>
      <w:r w:rsidR="00C80158">
        <w:t>2000</w:t>
      </w:r>
    </w:p>
    <w:p w:rsidR="00EC0762" w:rsidRDefault="00EC0762" w:rsidP="00EC0762">
      <w:pPr>
        <w:pStyle w:val="ISM"/>
        <w:spacing w:after="240"/>
      </w:pPr>
      <w:r>
        <w:tab/>
      </w:r>
      <w:r>
        <w:tab/>
        <w:t>more than that of Offer 1.</w:t>
      </w:r>
    </w:p>
    <w:p w:rsidR="00EC0762" w:rsidRDefault="00EC0762" w:rsidP="00EC0762">
      <w:pPr>
        <w:pStyle w:val="ISM"/>
      </w:pPr>
      <w:r>
        <w:tab/>
        <w:t>15.</w:t>
      </w:r>
      <w:r>
        <w:tab/>
        <w:t>Amount owed after the $1200 payment 1 year ago</w:t>
      </w:r>
    </w:p>
    <w:p w:rsidR="00EC0762" w:rsidRDefault="00EC0762" w:rsidP="00EC0762">
      <w:pPr>
        <w:pStyle w:val="ISM"/>
      </w:pPr>
      <w:r>
        <w:tab/>
      </w:r>
      <w:r>
        <w:tab/>
      </w:r>
      <w:r>
        <w:tab/>
      </w:r>
      <w:r>
        <w:tab/>
      </w:r>
      <w:r>
        <w:tab/>
        <w:t>= $3000</w:t>
      </w:r>
      <w:r w:rsidRPr="002A5267">
        <w:rPr>
          <w:position w:val="-10"/>
        </w:rPr>
        <w:object w:dxaOrig="1200" w:dyaOrig="380">
          <v:shape id="_x0000_i1349" type="#_x0000_t75" style="width:60.45pt;height:19pt" o:ole="" fillcolor="window">
            <v:imagedata r:id="rId605" o:title=""/>
          </v:shape>
          <o:OLEObject Type="Embed" ProgID="Equation.3" ShapeID="_x0000_i1349" DrawAspect="Content" ObjectID="_1654971374" r:id="rId606"/>
        </w:object>
      </w:r>
      <w:r>
        <w:t xml:space="preserve"> – $1200</w:t>
      </w:r>
    </w:p>
    <w:p w:rsidR="00EC0762" w:rsidRDefault="00EC0762" w:rsidP="00EC0762">
      <w:pPr>
        <w:pStyle w:val="ISM"/>
      </w:pPr>
      <w:r>
        <w:tab/>
      </w:r>
      <w:r>
        <w:tab/>
      </w:r>
      <w:r>
        <w:tab/>
      </w:r>
      <w:r>
        <w:tab/>
      </w:r>
      <w:r>
        <w:tab/>
        <w:t>= $2687.34</w:t>
      </w:r>
    </w:p>
    <w:p w:rsidR="00EC0762" w:rsidRDefault="00EC0762" w:rsidP="00EC0762">
      <w:pPr>
        <w:pStyle w:val="ISM"/>
        <w:spacing w:after="60" w:line="360" w:lineRule="auto"/>
        <w:rPr>
          <w:u w:val="double"/>
        </w:rPr>
      </w:pPr>
      <w:r>
        <w:tab/>
      </w:r>
      <w:r>
        <w:tab/>
        <w:t>Balance owed today = $2687.34</w:t>
      </w:r>
      <w:r w:rsidRPr="002A5267">
        <w:rPr>
          <w:position w:val="-10"/>
        </w:rPr>
        <w:object w:dxaOrig="1100" w:dyaOrig="380">
          <v:shape id="_x0000_i1350" type="#_x0000_t75" style="width:54.35pt;height:19pt" o:ole="" fillcolor="window">
            <v:imagedata r:id="rId607" o:title=""/>
          </v:shape>
          <o:OLEObject Type="Embed" ProgID="Equation.3" ShapeID="_x0000_i1350" DrawAspect="Content" ObjectID="_1654971375" r:id="rId608"/>
        </w:object>
      </w:r>
      <w:r>
        <w:t xml:space="preserve"> = </w:t>
      </w:r>
      <w:r>
        <w:rPr>
          <w:u w:val="double"/>
        </w:rPr>
        <w:t>$2980.82</w:t>
      </w:r>
    </w:p>
    <w:p w:rsidR="00C33D97" w:rsidRDefault="00C33D97" w:rsidP="00EC0762">
      <w:pPr>
        <w:pStyle w:val="ISMab"/>
      </w:pPr>
    </w:p>
    <w:p w:rsidR="00094478" w:rsidRDefault="00094478">
      <w:r>
        <w:br w:type="page"/>
      </w:r>
    </w:p>
    <w:p w:rsidR="00D1451B" w:rsidRDefault="00EC0762" w:rsidP="00EC0762">
      <w:pPr>
        <w:pStyle w:val="ISMab"/>
      </w:pPr>
      <w:r>
        <w:lastRenderedPageBreak/>
        <w:t>17.</w:t>
      </w:r>
      <w:r>
        <w:tab/>
      </w:r>
      <w:r w:rsidR="00D1451B">
        <w:t>The sum of the scheduled payments’</w:t>
      </w:r>
      <w:r w:rsidR="00DD786B">
        <w:t xml:space="preserve"> </w:t>
      </w:r>
      <w:r w:rsidR="00D1451B">
        <w:t>equivalent values on August 1 is</w:t>
      </w:r>
    </w:p>
    <w:p w:rsidR="00D1451B" w:rsidRDefault="00D1451B" w:rsidP="00D1451B">
      <w:pPr>
        <w:pStyle w:val="ISM"/>
        <w:rPr>
          <w:u w:val="double"/>
        </w:rPr>
      </w:pPr>
      <w:r>
        <w:tab/>
      </w:r>
      <w:r>
        <w:tab/>
      </w:r>
      <w:r>
        <w:tab/>
      </w:r>
      <w:r>
        <w:tab/>
      </w:r>
      <w:r>
        <w:tab/>
        <w:t>$1500</w:t>
      </w:r>
      <w:r w:rsidR="007570FD" w:rsidRPr="00D1451B">
        <w:rPr>
          <w:position w:val="-14"/>
        </w:rPr>
        <w:object w:dxaOrig="1300" w:dyaOrig="440">
          <v:shape id="_x0000_i1351" type="#_x0000_t75" style="width:65.2pt;height:21.75pt" o:ole="" fillcolor="window">
            <v:imagedata r:id="rId609" o:title=""/>
          </v:shape>
          <o:OLEObject Type="Embed" ProgID="Equation.3" ShapeID="_x0000_i1351" DrawAspect="Content" ObjectID="_1654971376" r:id="rId610"/>
        </w:object>
      </w:r>
      <w:r>
        <w:t xml:space="preserve"> + $1500</w:t>
      </w:r>
      <w:r w:rsidR="007570FD" w:rsidRPr="00D1451B">
        <w:rPr>
          <w:position w:val="-14"/>
        </w:rPr>
        <w:object w:dxaOrig="1380" w:dyaOrig="440">
          <v:shape id="_x0000_i1352" type="#_x0000_t75" style="width:69.3pt;height:21.75pt" o:ole="" fillcolor="window">
            <v:imagedata r:id="rId611" o:title=""/>
          </v:shape>
          <o:OLEObject Type="Embed" ProgID="Equation.3" ShapeID="_x0000_i1352" DrawAspect="Content" ObjectID="_1654971377" r:id="rId612"/>
        </w:object>
      </w:r>
      <w:r>
        <w:t xml:space="preserve"> = </w:t>
      </w:r>
      <w:r w:rsidR="005E07B2">
        <w:rPr>
          <w:u w:val="double"/>
        </w:rPr>
        <w:t>$3005.43</w:t>
      </w:r>
    </w:p>
    <w:p w:rsidR="00D1451B" w:rsidRDefault="00D1451B" w:rsidP="00D1451B">
      <w:pPr>
        <w:pStyle w:val="ISM"/>
        <w:rPr>
          <w:u w:val="double"/>
        </w:rPr>
      </w:pPr>
    </w:p>
    <w:p w:rsidR="00D1451B" w:rsidRDefault="00D1451B" w:rsidP="00D1451B">
      <w:pPr>
        <w:pStyle w:val="ISM"/>
      </w:pPr>
    </w:p>
    <w:p w:rsidR="00D1451B" w:rsidRDefault="007523EF" w:rsidP="00D1451B">
      <w:pPr>
        <w:pStyle w:val="ISM"/>
      </w:pPr>
      <w:r>
        <w:rPr>
          <w:noProof/>
          <w:lang w:val="en-US"/>
        </w:rPr>
        <w:pict>
          <v:shape id="AutoShape 273" o:spid="_x0000_s1182" type="#_x0000_t61" style="position:absolute;margin-left:42.35pt;margin-top:8.4pt;width:135.1pt;height:138.6pt;z-index:251757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" adj="15532,-4652" fillcolor="#cff">
            <v:fill opacity="25443f"/>
            <v:textbox inset="3.6pt,,3.6pt">
              <w:txbxContent>
                <w:p w:rsidR="00BD4378" w:rsidRDefault="00BD4378" w:rsidP="00D1451B">
                  <w:pPr>
                    <w:spacing w:line="320" w:lineRule="exact"/>
                    <w:ind w:right="42"/>
                    <w:jc w:val="right"/>
                  </w:pPr>
                  <w:r>
                    <w:t xml:space="preserve">4.25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D1451B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D1451B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BD4378" w:rsidRDefault="00BD4378" w:rsidP="00D1451B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D1451B">
                  <w:pPr>
                    <w:spacing w:line="320" w:lineRule="exact"/>
                    <w:ind w:right="42"/>
                    <w:jc w:val="right"/>
                  </w:pPr>
                  <w:r>
                    <w:t xml:space="preserve">1500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D1451B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D1451B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D1451B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1515.994</w:t>
                  </w:r>
                </w:p>
              </w:txbxContent>
            </v:textbox>
            <w10:wrap type="square"/>
          </v:shape>
        </w:pict>
      </w:r>
    </w:p>
    <w:p w:rsidR="00D1451B" w:rsidRDefault="007523EF" w:rsidP="00D1451B">
      <w:pPr>
        <w:pStyle w:val="ISM"/>
      </w:pPr>
      <w:r>
        <w:rPr>
          <w:noProof/>
          <w:lang w:val="en-US"/>
        </w:rPr>
        <w:pict>
          <v:shape id="AutoShape 275" o:spid="_x0000_s1183" type="#_x0000_t61" style="position:absolute;margin-left:302.75pt;margin-top:11.2pt;width:106.7pt;height:100.1pt;z-index:251758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" adj="-14535,-9376" fillcolor="#cff">
            <v:fill opacity="25443f"/>
            <v:textbox inset="3.6pt,,3.6pt">
              <w:txbxContent>
                <w:p w:rsidR="00BD4378" w:rsidRDefault="00BD4378" w:rsidP="00D1451B">
                  <w:pPr>
                    <w:spacing w:line="280" w:lineRule="exact"/>
                    <w:ind w:left="-86" w:right="43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D1451B">
                  <w:pPr>
                    <w:spacing w:line="28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>PMT</w:t>
                  </w:r>
                </w:p>
                <w:p w:rsidR="00BD4378" w:rsidRDefault="00BD4378" w:rsidP="00D1451B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D1451B">
                  <w:pPr>
                    <w:spacing w:line="320" w:lineRule="exact"/>
                    <w:ind w:right="42"/>
                    <w:jc w:val="right"/>
                  </w:pPr>
                  <w:r>
                    <w:t xml:space="preserve">1500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D1451B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D1451B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1489.431</w:t>
                  </w:r>
                </w:p>
                <w:p w:rsidR="00BD4378" w:rsidRPr="000E3959" w:rsidRDefault="00BD4378" w:rsidP="00D1451B">
                  <w:pPr>
                    <w:spacing w:line="300" w:lineRule="exact"/>
                    <w:ind w:right="43"/>
                    <w:jc w:val="right"/>
                  </w:pPr>
                </w:p>
              </w:txbxContent>
            </v:textbox>
            <w10:wrap type="square"/>
          </v:shape>
        </w:pict>
      </w:r>
    </w:p>
    <w:p w:rsidR="00D1451B" w:rsidRDefault="00D1451B" w:rsidP="00D1451B"/>
    <w:p w:rsidR="00D1451B" w:rsidRDefault="00D1451B" w:rsidP="00D1451B">
      <w:pPr>
        <w:pStyle w:val="ISM"/>
      </w:pPr>
    </w:p>
    <w:p w:rsidR="00D1451B" w:rsidRDefault="00D1451B" w:rsidP="00D1451B">
      <w:pPr>
        <w:pStyle w:val="ISM"/>
      </w:pPr>
    </w:p>
    <w:p w:rsidR="00D1451B" w:rsidRDefault="00D1451B" w:rsidP="00D1451B"/>
    <w:p w:rsidR="00D1451B" w:rsidRDefault="00D1451B" w:rsidP="00D1451B">
      <w:pPr>
        <w:pStyle w:val="ISM"/>
      </w:pPr>
    </w:p>
    <w:p w:rsidR="00D1451B" w:rsidRDefault="00D1451B" w:rsidP="00D1451B">
      <w:pPr>
        <w:pStyle w:val="ISM"/>
      </w:pPr>
    </w:p>
    <w:p w:rsidR="00D1451B" w:rsidRDefault="00D1451B" w:rsidP="00D1451B">
      <w:pPr>
        <w:pStyle w:val="ISM"/>
      </w:pPr>
    </w:p>
    <w:p w:rsidR="00D1451B" w:rsidRDefault="00D1451B" w:rsidP="00D1451B">
      <w:pPr>
        <w:pStyle w:val="ISM"/>
      </w:pPr>
    </w:p>
    <w:p w:rsidR="00D1451B" w:rsidRDefault="00D1451B" w:rsidP="00D1451B">
      <w:pPr>
        <w:pStyle w:val="ISM"/>
      </w:pPr>
    </w:p>
    <w:p w:rsidR="00D1451B" w:rsidRDefault="00D1451B" w:rsidP="00D1451B">
      <w:pPr>
        <w:pStyle w:val="ISM"/>
      </w:pPr>
    </w:p>
    <w:p w:rsidR="00D1451B" w:rsidRDefault="00D1451B" w:rsidP="00D1451B">
      <w:pPr>
        <w:pStyle w:val="ISM"/>
        <w:spacing w:before="60"/>
        <w:ind w:left="547" w:hanging="547"/>
      </w:pPr>
      <w:r>
        <w:tab/>
      </w:r>
      <w:r>
        <w:tab/>
        <w:t>A single payment of $</w:t>
      </w:r>
      <w:r w:rsidR="007F7C3C">
        <w:t>3005.43</w:t>
      </w:r>
      <w:r>
        <w:t xml:space="preserve"> six </w:t>
      </w:r>
      <w:r w:rsidR="007570FD">
        <w:t>on August 1</w:t>
      </w:r>
      <w:r>
        <w:t xml:space="preserve"> is equivalent to the </w:t>
      </w:r>
    </w:p>
    <w:p w:rsidR="00D1451B" w:rsidRDefault="007570FD" w:rsidP="00D1451B">
      <w:pPr>
        <w:pStyle w:val="ISM"/>
        <w:spacing w:after="180"/>
        <w:ind w:left="547"/>
      </w:pPr>
      <w:r>
        <w:t>two</w:t>
      </w:r>
      <w:r w:rsidR="00D1451B">
        <w:t xml:space="preserve"> scheduled payments.</w:t>
      </w:r>
    </w:p>
    <w:p w:rsidR="00D1451B" w:rsidRDefault="00D1451B" w:rsidP="00EC0762">
      <w:pPr>
        <w:pStyle w:val="ISMab"/>
      </w:pPr>
    </w:p>
    <w:p w:rsidR="00EC0762" w:rsidRDefault="00EC0762" w:rsidP="00EC0762">
      <w:pPr>
        <w:pStyle w:val="ISM"/>
      </w:pPr>
      <w:r>
        <w:tab/>
        <w:t>19.</w:t>
      </w:r>
      <w:r>
        <w:tab/>
        <w:t>Amount owed on June 1 (following graduation)</w:t>
      </w:r>
    </w:p>
    <w:p w:rsidR="00EC0762" w:rsidRDefault="00EC0762" w:rsidP="00EC0762">
      <w:pPr>
        <w:pStyle w:val="ISM"/>
      </w:pPr>
      <w:r>
        <w:tab/>
      </w:r>
      <w:r>
        <w:tab/>
      </w:r>
      <w:r>
        <w:tab/>
      </w:r>
      <w:r>
        <w:tab/>
      </w:r>
      <w:r>
        <w:tab/>
        <w:t>= $3000</w:t>
      </w:r>
      <w:r w:rsidRPr="002A5267">
        <w:rPr>
          <w:position w:val="-10"/>
        </w:rPr>
        <w:object w:dxaOrig="720" w:dyaOrig="380">
          <v:shape id="_x0000_i1353" type="#_x0000_t75" style="width:36pt;height:19pt" o:ole="" fillcolor="window">
            <v:imagedata r:id="rId613" o:title=""/>
          </v:shape>
          <o:OLEObject Type="Embed" ProgID="Equation.3" ShapeID="_x0000_i1353" DrawAspect="Content" ObjectID="_1654971378" r:id="rId614"/>
        </w:object>
      </w:r>
      <w:r>
        <w:t xml:space="preserve"> + $3500</w:t>
      </w:r>
      <w:r w:rsidRPr="002A5267">
        <w:rPr>
          <w:position w:val="-10"/>
        </w:rPr>
        <w:object w:dxaOrig="720" w:dyaOrig="380">
          <v:shape id="_x0000_i1354" type="#_x0000_t75" style="width:36pt;height:19pt" o:ole="" fillcolor="window">
            <v:imagedata r:id="rId615" o:title=""/>
          </v:shape>
          <o:OLEObject Type="Embed" ProgID="Equation.3" ShapeID="_x0000_i1354" DrawAspect="Content" ObjectID="_1654971379" r:id="rId616"/>
        </w:object>
      </w:r>
      <w:r>
        <w:t xml:space="preserve"> + $4000(1.02)</w:t>
      </w:r>
    </w:p>
    <w:p w:rsidR="00EC0762" w:rsidRDefault="00EC0762" w:rsidP="00EC0762">
      <w:pPr>
        <w:pStyle w:val="ISM"/>
      </w:pPr>
      <w:r>
        <w:tab/>
      </w:r>
      <w:r>
        <w:tab/>
      </w:r>
      <w:r>
        <w:tab/>
      </w:r>
      <w:r>
        <w:tab/>
      </w:r>
      <w:r>
        <w:tab/>
        <w:t>= $3312.24 + $3714.23 + $4080.00</w:t>
      </w:r>
    </w:p>
    <w:p w:rsidR="00EC0762" w:rsidRDefault="00EC0762" w:rsidP="00EC0762">
      <w:pPr>
        <w:pStyle w:val="ISM"/>
        <w:spacing w:after="120"/>
      </w:pPr>
      <w:r>
        <w:tab/>
      </w:r>
      <w:r>
        <w:tab/>
      </w:r>
      <w:r>
        <w:tab/>
      </w:r>
      <w:r>
        <w:tab/>
      </w:r>
      <w:r>
        <w:tab/>
        <w:t xml:space="preserve">= </w:t>
      </w:r>
      <w:r>
        <w:rPr>
          <w:u w:val="double"/>
        </w:rPr>
        <w:t>$11,106.47</w:t>
      </w:r>
    </w:p>
    <w:p w:rsidR="00094478" w:rsidRDefault="00094478" w:rsidP="00EC0762">
      <w:pPr>
        <w:pStyle w:val="ISMab"/>
      </w:pPr>
    </w:p>
    <w:p w:rsidR="00EC0762" w:rsidRDefault="007523EF" w:rsidP="00EC0762">
      <w:pPr>
        <w:pStyle w:val="ISMab"/>
      </w:pPr>
      <w:r>
        <w:rPr>
          <w:noProof/>
          <w:lang w:val="en-US"/>
        </w:rPr>
        <w:pict>
          <v:shape id="AutoShape 290" o:spid="_x0000_s1187" type="#_x0000_t61" style="position:absolute;margin-left:346.15pt;margin-top:4.6pt;width:124.9pt;height:136.5pt;z-index:251714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" adj="-17047,3970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7.9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1)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1000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2139.02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91" o:spid="_x0000_s1256" type="#_x0000_t88" style="position:absolute;margin-left:205.45pt;margin-top:1.05pt;width:13.3pt;height:47.6pt;z-index:251715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"/>
        </w:pict>
      </w:r>
      <w:r w:rsidR="00EC0762">
        <w:tab/>
        <w:t>21.</w:t>
      </w:r>
      <w:r w:rsidR="00EC0762">
        <w:tab/>
      </w:r>
      <w:r w:rsidR="00EC0762">
        <w:rPr>
          <w:i/>
        </w:rPr>
        <w:t>a.</w:t>
      </w:r>
      <w:r w:rsidR="00EC0762">
        <w:tab/>
        <w:t xml:space="preserve">Portfolio value = </w:t>
      </w:r>
      <w:r w:rsidR="00EC0762">
        <w:rPr>
          <w:rFonts w:ascii="Times New Roman" w:hAnsi="Times New Roman"/>
          <w:i/>
          <w:iCs/>
        </w:rPr>
        <w:t>FV</w:t>
      </w:r>
      <w:r w:rsidR="00EC0762">
        <w:t xml:space="preserve"> of $1000</w:t>
      </w:r>
    </w:p>
    <w:p w:rsidR="00EC0762" w:rsidRDefault="00EC0762" w:rsidP="00EC0762">
      <w:pPr>
        <w:pStyle w:val="ISMab"/>
        <w:ind w:left="2340"/>
      </w:pPr>
      <w:r>
        <w:t>= $1000</w:t>
      </w:r>
      <w:r w:rsidR="00DD786B" w:rsidRPr="006F6553">
        <w:rPr>
          <w:position w:val="-14"/>
        </w:rPr>
        <w:object w:dxaOrig="900" w:dyaOrig="440">
          <v:shape id="_x0000_i1355" type="#_x0000_t75" style="width:45.5pt;height:21.75pt" o:ole="" fillcolor="window">
            <v:imagedata r:id="rId617" o:title=""/>
          </v:shape>
          <o:OLEObject Type="Embed" ProgID="Equation.3" ShapeID="_x0000_i1355" DrawAspect="Content" ObjectID="_1654971380" r:id="rId618"/>
        </w:object>
      </w:r>
    </w:p>
    <w:p w:rsidR="00EC0762" w:rsidRDefault="00EC0762" w:rsidP="00EC0762">
      <w:pPr>
        <w:pStyle w:val="ISMab"/>
        <w:spacing w:line="480" w:lineRule="auto"/>
        <w:ind w:left="2340"/>
        <w:rPr>
          <w:u w:val="double"/>
        </w:rPr>
      </w:pPr>
      <w:r>
        <w:t xml:space="preserve">= </w:t>
      </w:r>
      <w:r>
        <w:rPr>
          <w:u w:val="double"/>
        </w:rPr>
        <w:t>$</w:t>
      </w:r>
      <w:r w:rsidR="00DD786B">
        <w:rPr>
          <w:u w:val="double"/>
        </w:rPr>
        <w:t>2139.02</w:t>
      </w:r>
    </w:p>
    <w:p w:rsidR="00EC0762" w:rsidRDefault="00EC0762" w:rsidP="00EC0762">
      <w:pPr>
        <w:pStyle w:val="ISMab"/>
      </w:pPr>
      <w:r>
        <w:tab/>
      </w:r>
      <w:r>
        <w:tab/>
      </w:r>
      <w:r>
        <w:rPr>
          <w:i/>
          <w:iCs/>
        </w:rPr>
        <w:t>b.</w:t>
      </w:r>
      <w:r>
        <w:rPr>
          <w:i/>
          <w:iCs/>
        </w:rPr>
        <w:tab/>
      </w:r>
      <w:r>
        <w:t xml:space="preserve">Amount required on December 31, </w:t>
      </w:r>
      <w:r w:rsidR="00DD786B">
        <w:t xml:space="preserve">2018 </w:t>
      </w:r>
      <w:r>
        <w:t>to have the same purchasing power as $1000</w:t>
      </w:r>
      <w:r w:rsidR="0032202E">
        <w:t xml:space="preserve"> </w:t>
      </w:r>
      <w:r>
        <w:t xml:space="preserve">on December 31, </w:t>
      </w:r>
      <w:r w:rsidR="00DD786B">
        <w:t>2008</w:t>
      </w:r>
    </w:p>
    <w:p w:rsidR="00EC0762" w:rsidRDefault="00EC0762" w:rsidP="00EC0762">
      <w:pPr>
        <w:pStyle w:val="ISMab"/>
        <w:spacing w:line="360" w:lineRule="auto"/>
      </w:pPr>
      <w:r>
        <w:tab/>
      </w:r>
      <w:r>
        <w:tab/>
      </w:r>
      <w:r>
        <w:tab/>
      </w:r>
      <w:r>
        <w:tab/>
        <w:t xml:space="preserve">= </w:t>
      </w:r>
      <w:r>
        <w:rPr>
          <w:rFonts w:ascii="Times New Roman" w:hAnsi="Times New Roman"/>
          <w:i/>
        </w:rPr>
        <w:t>PV</w:t>
      </w:r>
      <w:r w:rsidRPr="002A5267">
        <w:rPr>
          <w:position w:val="-10"/>
        </w:rPr>
        <w:object w:dxaOrig="660" w:dyaOrig="380">
          <v:shape id="_x0000_i1356" type="#_x0000_t75" style="width:33.3pt;height:19pt" o:ole="" fillcolor="window">
            <v:imagedata r:id="rId554" o:title=""/>
          </v:shape>
          <o:OLEObject Type="Embed" ProgID="Equation.3" ShapeID="_x0000_i1356" DrawAspect="Content" ObjectID="_1654971381" r:id="rId619"/>
        </w:object>
      </w:r>
      <w:r>
        <w:t xml:space="preserve"> = $1000</w:t>
      </w:r>
      <w:r w:rsidR="00145927" w:rsidRPr="006F6553">
        <w:rPr>
          <w:position w:val="-14"/>
        </w:rPr>
        <w:object w:dxaOrig="1000" w:dyaOrig="440">
          <v:shape id="_x0000_i1357" type="#_x0000_t75" style="width:50.25pt;height:21.75pt" o:ole="" fillcolor="window">
            <v:imagedata r:id="rId620" o:title=""/>
          </v:shape>
          <o:OLEObject Type="Embed" ProgID="Equation.3" ShapeID="_x0000_i1357" DrawAspect="Content" ObjectID="_1654971382" r:id="rId621"/>
        </w:object>
      </w:r>
      <w:r>
        <w:t xml:space="preserve"> = </w:t>
      </w:r>
      <w:r>
        <w:rPr>
          <w:u w:val="double"/>
        </w:rPr>
        <w:t>$1</w:t>
      </w:r>
      <w:r w:rsidR="00720FB2">
        <w:rPr>
          <w:u w:val="double"/>
        </w:rPr>
        <w:t>1</w:t>
      </w:r>
      <w:r w:rsidR="00796C16">
        <w:rPr>
          <w:u w:val="double"/>
        </w:rPr>
        <w:t>77.81</w:t>
      </w:r>
    </w:p>
    <w:p w:rsidR="00EC0762" w:rsidRDefault="00EC0762" w:rsidP="00EC0762">
      <w:pPr>
        <w:pStyle w:val="ISMab"/>
        <w:rPr>
          <w:i/>
          <w:iCs/>
        </w:rPr>
      </w:pPr>
      <w:r>
        <w:tab/>
      </w:r>
      <w:r>
        <w:tab/>
      </w:r>
      <w:r>
        <w:rPr>
          <w:i/>
          <w:iCs/>
        </w:rPr>
        <w:t>c.</w:t>
      </w:r>
      <w:r>
        <w:rPr>
          <w:i/>
          <w:iCs/>
        </w:rPr>
        <w:tab/>
      </w:r>
      <w:r>
        <w:t>The percent increase in purchasing power of the</w:t>
      </w:r>
    </w:p>
    <w:p w:rsidR="00EC0762" w:rsidRDefault="00EC0762" w:rsidP="00EC0762">
      <w:pPr>
        <w:pStyle w:val="ISMab"/>
      </w:pPr>
      <w:r>
        <w:tab/>
      </w:r>
      <w:r>
        <w:tab/>
      </w:r>
      <w:r>
        <w:tab/>
        <w:t>funds originally invested in the S&amp;P/TSX portfolio is</w:t>
      </w:r>
    </w:p>
    <w:p w:rsidR="00EC0762" w:rsidRDefault="00EC0762" w:rsidP="00EC0762">
      <w:pPr>
        <w:pStyle w:val="ISMab"/>
      </w:pPr>
      <w:r>
        <w:tab/>
      </w:r>
      <w:r>
        <w:tab/>
      </w:r>
      <w:r>
        <w:tab/>
      </w:r>
      <w:r>
        <w:tab/>
      </w:r>
      <w:r w:rsidR="00145927" w:rsidRPr="000E1FDE">
        <w:rPr>
          <w:position w:val="-26"/>
        </w:rPr>
        <w:object w:dxaOrig="2100" w:dyaOrig="640">
          <v:shape id="_x0000_i1358" type="#_x0000_t75" style="width:105.3pt;height:32.6pt" o:ole="">
            <v:imagedata r:id="rId622" o:title=""/>
          </v:shape>
          <o:OLEObject Type="Embed" ProgID="Equation.3" ShapeID="_x0000_i1358" DrawAspect="Content" ObjectID="_1654971383" r:id="rId623"/>
        </w:object>
      </w:r>
      <w:r>
        <w:rPr>
          <w:sz w:val="28"/>
        </w:rPr>
        <w:sym w:font="Symbol" w:char="F0B4"/>
      </w:r>
      <w:r>
        <w:t xml:space="preserve">100% = </w:t>
      </w:r>
      <w:r w:rsidR="00796C16">
        <w:rPr>
          <w:u w:val="double"/>
        </w:rPr>
        <w:t>81.61</w:t>
      </w:r>
      <w:r>
        <w:rPr>
          <w:u w:val="double"/>
        </w:rPr>
        <w:t>%</w:t>
      </w:r>
    </w:p>
    <w:p w:rsidR="00EC0762" w:rsidRDefault="00EC0762" w:rsidP="00EC0762">
      <w:pPr>
        <w:pStyle w:val="ISM"/>
      </w:pPr>
    </w:p>
    <w:p w:rsidR="00EC0762" w:rsidRDefault="00094478" w:rsidP="00EC0762">
      <w:pPr>
        <w:pStyle w:val="ISM"/>
        <w:rPr>
          <w:i/>
          <w:iCs/>
        </w:rPr>
      </w:pPr>
      <w:r>
        <w:br w:type="column"/>
      </w:r>
      <w:r w:rsidR="00EC0762">
        <w:lastRenderedPageBreak/>
        <w:tab/>
        <w:t>23.</w:t>
      </w:r>
      <w:r w:rsidR="00EC0762">
        <w:tab/>
      </w:r>
      <w:r w:rsidR="00EC0762">
        <w:rPr>
          <w:i/>
          <w:iCs/>
          <w:u w:val="single"/>
        </w:rPr>
        <w:t>Payment due in 2 yr.:</w:t>
      </w:r>
      <w:r w:rsidR="00EC0762">
        <w:rPr>
          <w:i/>
          <w:iCs/>
        </w:rPr>
        <w:tab/>
      </w:r>
      <w:r w:rsidR="00EC0762">
        <w:rPr>
          <w:i/>
          <w:iCs/>
        </w:rPr>
        <w:tab/>
      </w:r>
      <w:r w:rsidR="00EC0762">
        <w:rPr>
          <w:i/>
          <w:iCs/>
        </w:rPr>
        <w:tab/>
      </w:r>
      <w:r w:rsidR="00EC0762">
        <w:rPr>
          <w:i/>
          <w:iCs/>
          <w:u w:val="single"/>
        </w:rPr>
        <w:t>Payment due in 4 yr.:</w:t>
      </w:r>
    </w:p>
    <w:p w:rsidR="00EC0762" w:rsidRDefault="00EC0762" w:rsidP="00EC0762">
      <w:pPr>
        <w:pStyle w:val="ISM"/>
      </w:pPr>
      <w:r>
        <w:tab/>
      </w:r>
      <w:r>
        <w:tab/>
      </w:r>
      <w:r>
        <w:tab/>
      </w:r>
      <w:r>
        <w:rPr>
          <w:rFonts w:ascii="Times New Roman" w:hAnsi="Times New Roman"/>
          <w:i/>
          <w:iCs/>
        </w:rPr>
        <w:t xml:space="preserve">FV </w:t>
      </w:r>
      <w:r>
        <w:t>= $1500</w:t>
      </w:r>
      <w:r w:rsidRPr="002A5267">
        <w:rPr>
          <w:position w:val="-10"/>
        </w:rPr>
        <w:object w:dxaOrig="720" w:dyaOrig="380">
          <v:shape id="_x0000_i1359" type="#_x0000_t75" style="width:36pt;height:19pt" o:ole="" fillcolor="window">
            <v:imagedata r:id="rId624" o:title=""/>
          </v:shape>
          <o:OLEObject Type="Embed" ProgID="Equation.3" ShapeID="_x0000_i1359" DrawAspect="Content" ObjectID="_1654971384" r:id="rId625"/>
        </w:object>
      </w:r>
      <w:r>
        <w:t>= $1757.49</w:t>
      </w:r>
      <w:r>
        <w:tab/>
      </w:r>
      <w:r>
        <w:rPr>
          <w:rFonts w:ascii="Times New Roman" w:hAnsi="Times New Roman"/>
          <w:i/>
          <w:iCs/>
        </w:rPr>
        <w:t xml:space="preserve">FV </w:t>
      </w:r>
      <w:r>
        <w:t>= $2500</w:t>
      </w:r>
      <w:r w:rsidRPr="002A5267">
        <w:rPr>
          <w:position w:val="-10"/>
        </w:rPr>
        <w:object w:dxaOrig="820" w:dyaOrig="380">
          <v:shape id="_x0000_i1360" type="#_x0000_t75" style="width:41.45pt;height:19pt" o:ole="" fillcolor="window">
            <v:imagedata r:id="rId626" o:title=""/>
          </v:shape>
          <o:OLEObject Type="Embed" ProgID="Equation.3" ShapeID="_x0000_i1360" DrawAspect="Content" ObjectID="_1654971385" r:id="rId627"/>
        </w:object>
      </w:r>
      <w:r>
        <w:t>= $3431.96</w:t>
      </w:r>
    </w:p>
    <w:p w:rsidR="00EC0762" w:rsidRDefault="007523EF" w:rsidP="00EC0762">
      <w:pPr>
        <w:pStyle w:val="ISM"/>
      </w:pPr>
      <w:r>
        <w:rPr>
          <w:noProof/>
          <w:lang w:val="en-US"/>
        </w:rPr>
        <w:pict>
          <v:shape id="AutoShape 296" o:spid="_x0000_s1191" type="#_x0000_t61" style="position:absolute;margin-left:214.55pt;margin-top:8.8pt;width:136.1pt;height:86.8pt;z-index:251720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" adj="16537,15852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C/Y, PMT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16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2500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3431.96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95" o:spid="_x0000_s1192" type="#_x0000_t61" style="position:absolute;margin-left:37.45pt;margin-top:5.3pt;width:124.2pt;height:136.5pt;z-index:251719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" adj="87,9756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8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4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</w:t>
                  </w:r>
                  <w:r>
                    <w:rPr>
                      <w:i/>
                      <w:iCs/>
                    </w:rPr>
                    <w:t>/Y</w:t>
                  </w:r>
                  <w:r>
                    <w:rPr>
                      <w:iCs/>
                    </w:rPr>
                    <w:t xml:space="preserve"> = 4)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8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1500  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t>+ / –</w:t>
                  </w:r>
                  <w:r w:rsidRPr="000E3959">
                    <w:rPr>
                      <w:b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>: 1757.49</w:t>
                  </w:r>
                </w:p>
              </w:txbxContent>
            </v:textbox>
            <w10:wrap type="square"/>
          </v:shape>
        </w:pict>
      </w:r>
    </w:p>
    <w:p w:rsidR="00EC0762" w:rsidRDefault="00EC0762" w:rsidP="00EC0762">
      <w:pPr>
        <w:pStyle w:val="ISM"/>
      </w:pPr>
    </w:p>
    <w:p w:rsidR="00EC0762" w:rsidRDefault="00EC0762" w:rsidP="00EC0762"/>
    <w:p w:rsidR="00EC0762" w:rsidRDefault="00EC0762" w:rsidP="00EC0762"/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  <w:r>
        <w:tab/>
      </w:r>
      <w:r>
        <w:tab/>
        <w:t xml:space="preserve">The fair market value of the note, 18 months after the issue date, is the </w:t>
      </w:r>
    </w:p>
    <w:p w:rsidR="00EC0762" w:rsidRDefault="00EC0762" w:rsidP="00EC0762">
      <w:pPr>
        <w:pStyle w:val="ISM"/>
      </w:pPr>
      <w:r>
        <w:tab/>
      </w:r>
      <w:r>
        <w:tab/>
        <w:t>present value on the date of sale of the scheduled payments. That is,</w:t>
      </w:r>
    </w:p>
    <w:p w:rsidR="00EC0762" w:rsidRDefault="00EC0762" w:rsidP="00EC0762">
      <w:pPr>
        <w:pStyle w:val="ISM"/>
        <w:rPr>
          <w:u w:val="double"/>
        </w:rPr>
      </w:pPr>
      <w:r>
        <w:tab/>
      </w:r>
      <w:r>
        <w:tab/>
      </w:r>
      <w:r>
        <w:tab/>
        <w:t>Price = $1757.49</w:t>
      </w:r>
      <w:r w:rsidRPr="002A5267">
        <w:rPr>
          <w:position w:val="-10"/>
        </w:rPr>
        <w:object w:dxaOrig="1060" w:dyaOrig="380">
          <v:shape id="_x0000_i1361" type="#_x0000_t75" style="width:53pt;height:19pt" o:ole="" fillcolor="window">
            <v:imagedata r:id="rId628" o:title=""/>
          </v:shape>
          <o:OLEObject Type="Embed" ProgID="Equation.3" ShapeID="_x0000_i1361" DrawAspect="Content" ObjectID="_1654971386" r:id="rId629"/>
        </w:object>
      </w:r>
      <w:r>
        <w:t xml:space="preserve"> + $3431.96</w:t>
      </w:r>
      <w:r w:rsidRPr="002A5267">
        <w:rPr>
          <w:position w:val="-10"/>
        </w:rPr>
        <w:object w:dxaOrig="1080" w:dyaOrig="380">
          <v:shape id="_x0000_i1362" type="#_x0000_t75" style="width:53.65pt;height:19pt" o:ole="" fillcolor="window">
            <v:imagedata r:id="rId630" o:title=""/>
          </v:shape>
          <o:OLEObject Type="Embed" ProgID="Equation.3" ShapeID="_x0000_i1362" DrawAspect="Content" ObjectID="_1654971387" r:id="rId631"/>
        </w:object>
      </w:r>
      <w:r>
        <w:t xml:space="preserve"> = $1669.82 + $2657.25 = </w:t>
      </w:r>
      <w:r>
        <w:rPr>
          <w:u w:val="double"/>
        </w:rPr>
        <w:t>$4327.07</w:t>
      </w:r>
    </w:p>
    <w:p w:rsidR="00EC0762" w:rsidRDefault="00EC0762" w:rsidP="00EC0762">
      <w:pPr>
        <w:pStyle w:val="ISM"/>
      </w:pPr>
    </w:p>
    <w:p w:rsidR="00EC0762" w:rsidRDefault="00EC0762" w:rsidP="00EC0762"/>
    <w:p w:rsidR="00EC0762" w:rsidRDefault="007523EF" w:rsidP="00EC0762">
      <w:pPr>
        <w:pStyle w:val="ISM"/>
      </w:pPr>
      <w:r>
        <w:rPr>
          <w:noProof/>
          <w:lang w:val="en-US"/>
        </w:rPr>
        <w:pict>
          <v:shape id="AutoShape 298" o:spid="_x0000_s1193" type="#_x0000_t61" style="position:absolute;margin-left:185.05pt;margin-top:8.05pt;width:136.1pt;height:86.8pt;z-index:251722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" adj="8348,-4106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C/Y, PMT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5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3431.96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2657.25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297" o:spid="_x0000_s1194" type="#_x0000_t61" style="position:absolute;margin-left:38.95pt;margin-top:1.95pt;width:123.2pt;height:136.6pt;z-index:251721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" adj="11975,-2585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10.5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1757.49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300" w:lineRule="exact"/>
                    <w:ind w:right="43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1669.82</w:t>
                  </w:r>
                </w:p>
              </w:txbxContent>
            </v:textbox>
            <w10:wrap type="square"/>
          </v:shape>
        </w:pict>
      </w: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F0536C" w:rsidRDefault="00F0536C" w:rsidP="00EC0762">
      <w:pPr>
        <w:pStyle w:val="ISM"/>
        <w:spacing w:after="60"/>
        <w:rPr>
          <w:b/>
          <w:sz w:val="24"/>
        </w:rPr>
      </w:pPr>
    </w:p>
    <w:p w:rsidR="00EC0762" w:rsidRDefault="00EC0762" w:rsidP="00EC0762">
      <w:pPr>
        <w:pStyle w:val="ISM"/>
        <w:spacing w:after="60"/>
        <w:rPr>
          <w:b/>
          <w:i/>
          <w:sz w:val="24"/>
        </w:rPr>
      </w:pPr>
    </w:p>
    <w:p w:rsidR="00EC0762" w:rsidRDefault="00EC0762" w:rsidP="00EC0762">
      <w:pPr>
        <w:pStyle w:val="ISM"/>
      </w:pPr>
      <w:r>
        <w:tab/>
        <w:t>25.</w:t>
      </w:r>
      <w:r>
        <w:tab/>
        <w:t xml:space="preserve">Let </w:t>
      </w:r>
      <w:r>
        <w:rPr>
          <w:rFonts w:ascii="Times New Roman" w:hAnsi="Times New Roman"/>
          <w:i/>
        </w:rPr>
        <w:t>x</w:t>
      </w:r>
      <w:r>
        <w:t xml:space="preserve"> represent the size of each loan payment.</w:t>
      </w:r>
    </w:p>
    <w:p w:rsidR="00EC0762" w:rsidRDefault="00EC0762" w:rsidP="00EC0762">
      <w:pPr>
        <w:pStyle w:val="ISM"/>
      </w:pPr>
      <w:r>
        <w:tab/>
      </w:r>
      <w:r>
        <w:tab/>
      </w:r>
      <w:r>
        <w:tab/>
        <w:t xml:space="preserve"> $6500 = </w:t>
      </w:r>
      <w:r>
        <w:rPr>
          <w:rFonts w:ascii="Times New Roman" w:hAnsi="Times New Roman"/>
          <w:i/>
        </w:rPr>
        <w:t>x</w:t>
      </w:r>
      <w:r w:rsidRPr="00F06AEA">
        <w:rPr>
          <w:position w:val="-10"/>
        </w:rPr>
        <w:object w:dxaOrig="1260" w:dyaOrig="380">
          <v:shape id="_x0000_i1363" type="#_x0000_t75" style="width:63.15pt;height:19pt" o:ole="" fillcolor="window">
            <v:imagedata r:id="rId632" o:title=""/>
          </v:shape>
          <o:OLEObject Type="Embed" ProgID="Equation.3" ShapeID="_x0000_i1363" DrawAspect="Content" ObjectID="_1654971388" r:id="rId633"/>
        </w:object>
      </w:r>
      <w:r>
        <w:t xml:space="preserve"> + </w:t>
      </w:r>
      <w:r>
        <w:rPr>
          <w:rFonts w:ascii="Times New Roman" w:hAnsi="Times New Roman"/>
          <w:i/>
        </w:rPr>
        <w:t>x</w:t>
      </w:r>
      <w:r w:rsidRPr="00F06AEA">
        <w:rPr>
          <w:position w:val="-10"/>
        </w:rPr>
        <w:object w:dxaOrig="1260" w:dyaOrig="380">
          <v:shape id="_x0000_i1364" type="#_x0000_t75" style="width:63.15pt;height:19pt" o:ole="" fillcolor="window">
            <v:imagedata r:id="rId634" o:title=""/>
          </v:shape>
          <o:OLEObject Type="Embed" ProgID="Equation.3" ShapeID="_x0000_i1364" DrawAspect="Content" ObjectID="_1654971389" r:id="rId635"/>
        </w:object>
      </w:r>
      <w:r>
        <w:t xml:space="preserve"> + </w:t>
      </w:r>
      <w:r>
        <w:rPr>
          <w:rFonts w:ascii="Times New Roman" w:hAnsi="Times New Roman"/>
          <w:i/>
        </w:rPr>
        <w:t>x</w:t>
      </w:r>
      <w:r w:rsidRPr="00F06AEA">
        <w:rPr>
          <w:position w:val="-10"/>
        </w:rPr>
        <w:object w:dxaOrig="1340" w:dyaOrig="380">
          <v:shape id="_x0000_i1365" type="#_x0000_t75" style="width:67.25pt;height:19pt" o:ole="" fillcolor="window">
            <v:imagedata r:id="rId636" o:title=""/>
          </v:shape>
          <o:OLEObject Type="Embed" ProgID="Equation.3" ShapeID="_x0000_i1365" DrawAspect="Content" ObjectID="_1654971390" r:id="rId637"/>
        </w:object>
      </w:r>
    </w:p>
    <w:p w:rsidR="00156F2F" w:rsidRDefault="00156F2F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7523EF" w:rsidP="00EC0762">
      <w:pPr>
        <w:pStyle w:val="ISM"/>
      </w:pPr>
      <w:r>
        <w:rPr>
          <w:noProof/>
          <w:lang w:val="en-US"/>
        </w:rPr>
        <w:pict>
          <v:shape id="AutoShape 307" o:spid="_x0000_s1195" type="#_x0000_t61" style="position:absolute;margin-left:48.65pt;margin-top:4.25pt;width:131.2pt;height:135.9pt;z-index:251730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" adj="9829,-2106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11.25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12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12)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1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0.9723942</w:t>
                  </w:r>
                </w:p>
              </w:txbxContent>
            </v:textbox>
            <w10:wrap type="square"/>
          </v:shape>
        </w:pict>
      </w:r>
    </w:p>
    <w:p w:rsidR="00EC0762" w:rsidRDefault="007523EF" w:rsidP="00EC0762">
      <w:pPr>
        <w:pStyle w:val="ISM"/>
      </w:pPr>
      <w:r>
        <w:rPr>
          <w:noProof/>
          <w:lang w:val="en-US"/>
        </w:rPr>
        <w:pict>
          <v:shape id="AutoShape 309" o:spid="_x0000_s1196" type="#_x0000_t61" style="position:absolute;margin-left:381.45pt;margin-top:-.25pt;width:106.7pt;height:83.4pt;z-index:251732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" adj="-11792,-5801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260" w:lineRule="exact"/>
                    <w:ind w:left="-86" w:right="43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EC0762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>FV, PMT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12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0.8940658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308" o:spid="_x0000_s1197" type="#_x0000_t61" style="position:absolute;margin-left:222.45pt;margin-top:6.15pt;width:106.7pt;height:81.2pt;z-index:251731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" adj="-1326,-7049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260" w:lineRule="exact"/>
                    <w:ind w:left="-86" w:right="43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EC0762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>FV, PMT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6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0.9455505</w:t>
                  </w:r>
                </w:p>
              </w:txbxContent>
            </v:textbox>
            <w10:wrap type="square"/>
          </v:shape>
        </w:pict>
      </w: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156F2F" w:rsidRDefault="00EC0762" w:rsidP="00EC0762">
      <w:pPr>
        <w:pStyle w:val="ISM"/>
      </w:pPr>
      <w:r>
        <w:tab/>
      </w:r>
      <w:r>
        <w:tab/>
      </w:r>
      <w:r>
        <w:tab/>
      </w:r>
      <w:r>
        <w:tab/>
      </w:r>
    </w:p>
    <w:p w:rsidR="00EC0762" w:rsidRDefault="00156F2F" w:rsidP="00EC0762">
      <w:pPr>
        <w:pStyle w:val="ISM"/>
      </w:pPr>
      <w:r>
        <w:tab/>
      </w:r>
      <w:r>
        <w:tab/>
      </w:r>
      <w:r>
        <w:tab/>
      </w:r>
      <w:r>
        <w:tab/>
      </w:r>
      <w:r w:rsidR="00EC0762">
        <w:t>= 0.9723942</w:t>
      </w:r>
      <w:r w:rsidR="00EC0762">
        <w:rPr>
          <w:rFonts w:ascii="Times New Roman" w:hAnsi="Times New Roman"/>
          <w:i/>
        </w:rPr>
        <w:t>x</w:t>
      </w:r>
      <w:r w:rsidR="00EC0762">
        <w:t xml:space="preserve"> + 0.9455505</w:t>
      </w:r>
      <w:r w:rsidR="00EC0762">
        <w:rPr>
          <w:rFonts w:ascii="Times New Roman" w:hAnsi="Times New Roman"/>
          <w:i/>
        </w:rPr>
        <w:t>x</w:t>
      </w:r>
      <w:r w:rsidR="00EC0762">
        <w:t xml:space="preserve"> + 0.8940658</w:t>
      </w:r>
      <w:r w:rsidR="00EC0762">
        <w:rPr>
          <w:rFonts w:ascii="Times New Roman" w:hAnsi="Times New Roman"/>
          <w:i/>
        </w:rPr>
        <w:t>x</w:t>
      </w:r>
    </w:p>
    <w:p w:rsidR="00EC0762" w:rsidRDefault="00EC0762" w:rsidP="00EC0762">
      <w:pPr>
        <w:pStyle w:val="ISM"/>
      </w:pPr>
      <w:r>
        <w:tab/>
      </w:r>
      <w:r>
        <w:tab/>
      </w:r>
      <w:r>
        <w:tab/>
        <w:t xml:space="preserve"> $6500 = 2.8120105</w:t>
      </w:r>
      <w:r>
        <w:rPr>
          <w:rFonts w:ascii="Times New Roman" w:hAnsi="Times New Roman"/>
          <w:i/>
        </w:rPr>
        <w:t>x</w:t>
      </w:r>
    </w:p>
    <w:p w:rsidR="00EC0762" w:rsidRDefault="00EC0762" w:rsidP="00EC0762">
      <w:pPr>
        <w:pStyle w:val="ISM"/>
        <w:ind w:left="1170"/>
      </w:pPr>
      <w:r>
        <w:rPr>
          <w:rFonts w:ascii="Times New Roman" w:hAnsi="Times New Roman"/>
          <w:i/>
        </w:rPr>
        <w:t xml:space="preserve">  x</w:t>
      </w:r>
      <w:r>
        <w:t xml:space="preserve"> = </w:t>
      </w:r>
      <w:r>
        <w:rPr>
          <w:u w:val="double"/>
        </w:rPr>
        <w:t>$2311.51</w:t>
      </w:r>
    </w:p>
    <w:p w:rsidR="00EC0762" w:rsidRDefault="00EC0762" w:rsidP="00EC0762">
      <w:pPr>
        <w:pStyle w:val="ISM"/>
      </w:pPr>
      <w:r>
        <w:tab/>
      </w:r>
      <w:r>
        <w:tab/>
        <w:t>Each loan payment should be $2311.51.</w:t>
      </w:r>
    </w:p>
    <w:p w:rsidR="00EC0762" w:rsidRDefault="00EC0762" w:rsidP="00EC0762">
      <w:pPr>
        <w:pStyle w:val="ISM"/>
      </w:pPr>
      <w:r>
        <w:lastRenderedPageBreak/>
        <w:tab/>
        <w:t>27.</w:t>
      </w:r>
      <w:r>
        <w:tab/>
      </w:r>
      <w:r>
        <w:rPr>
          <w:i/>
          <w:iCs/>
          <w:u w:val="single"/>
        </w:rPr>
        <w:t>Current price: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  <w:u w:val="single"/>
        </w:rPr>
        <w:t>Price in 4 years: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  <w:u w:val="single"/>
        </w:rPr>
        <w:t>Price in 5 years:</w:t>
      </w:r>
    </w:p>
    <w:p w:rsidR="00EC0762" w:rsidRDefault="00EC0762" w:rsidP="00EC0762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>PV</w:t>
      </w:r>
      <w:r>
        <w:t xml:space="preserve"> = </w:t>
      </w:r>
      <w:r>
        <w:rPr>
          <w:rFonts w:ascii="Times New Roman" w:hAnsi="Times New Roman"/>
          <w:i/>
        </w:rPr>
        <w:t>FV</w:t>
      </w:r>
      <w:r w:rsidRPr="002A5267">
        <w:rPr>
          <w:position w:val="-10"/>
        </w:rPr>
        <w:object w:dxaOrig="780" w:dyaOrig="380">
          <v:shape id="_x0000_i1366" type="#_x0000_t75" style="width:38.7pt;height:19pt" o:ole="" fillcolor="window">
            <v:imagedata r:id="rId550" o:title=""/>
          </v:shape>
          <o:OLEObject Type="Embed" ProgID="Equation.3" ShapeID="_x0000_i1366" DrawAspect="Content" ObjectID="_1654971391" r:id="rId638"/>
        </w:object>
      </w:r>
      <w:r>
        <w:tab/>
      </w:r>
      <w:r>
        <w:tab/>
      </w:r>
      <w:r>
        <w:tab/>
      </w:r>
      <w:r>
        <w:rPr>
          <w:rFonts w:ascii="Times New Roman" w:hAnsi="Times New Roman"/>
          <w:i/>
          <w:iCs/>
        </w:rPr>
        <w:t xml:space="preserve">PV </w:t>
      </w:r>
      <w:r>
        <w:t>= $1000</w:t>
      </w:r>
      <w:r w:rsidRPr="002A5267">
        <w:rPr>
          <w:position w:val="-10"/>
        </w:rPr>
        <w:object w:dxaOrig="1160" w:dyaOrig="380">
          <v:shape id="_x0000_i1367" type="#_x0000_t75" style="width:57.75pt;height:19pt" o:ole="" fillcolor="window">
            <v:imagedata r:id="rId639" o:title=""/>
          </v:shape>
          <o:OLEObject Type="Embed" ProgID="Equation.3" ShapeID="_x0000_i1367" DrawAspect="Content" ObjectID="_1654971392" r:id="rId640"/>
        </w:object>
      </w:r>
      <w:r>
        <w:t xml:space="preserve"> </w:t>
      </w:r>
      <w:r>
        <w:tab/>
      </w:r>
      <w:r>
        <w:rPr>
          <w:rFonts w:ascii="Times New Roman" w:hAnsi="Times New Roman"/>
          <w:i/>
          <w:iCs/>
        </w:rPr>
        <w:t xml:space="preserve">PV </w:t>
      </w:r>
      <w:r>
        <w:t>= $1000</w:t>
      </w:r>
      <w:r w:rsidRPr="002A5267">
        <w:rPr>
          <w:position w:val="-10"/>
        </w:rPr>
        <w:object w:dxaOrig="1140" w:dyaOrig="380">
          <v:shape id="_x0000_i1368" type="#_x0000_t75" style="width:57.05pt;height:19pt" o:ole="" fillcolor="window">
            <v:imagedata r:id="rId641" o:title=""/>
          </v:shape>
          <o:OLEObject Type="Embed" ProgID="Equation.3" ShapeID="_x0000_i1368" DrawAspect="Content" ObjectID="_1654971393" r:id="rId642"/>
        </w:object>
      </w:r>
    </w:p>
    <w:p w:rsidR="00EC0762" w:rsidRDefault="00EC0762" w:rsidP="006F11CE">
      <w:pPr>
        <w:pStyle w:val="ISM"/>
      </w:pPr>
      <w:r>
        <w:t>= $1000</w:t>
      </w:r>
      <w:r w:rsidRPr="002A5267">
        <w:rPr>
          <w:position w:val="-10"/>
        </w:rPr>
        <w:object w:dxaOrig="1160" w:dyaOrig="380">
          <v:shape id="_x0000_i1369" type="#_x0000_t75" style="width:57.75pt;height:19pt" o:ole="" fillcolor="window">
            <v:imagedata r:id="rId643" o:title=""/>
          </v:shape>
          <o:OLEObject Type="Embed" ProgID="Equation.3" ShapeID="_x0000_i1369" DrawAspect="Content" ObjectID="_1654971394" r:id="rId644"/>
        </w:object>
      </w:r>
      <w:r>
        <w:tab/>
      </w:r>
      <w:r>
        <w:tab/>
        <w:t xml:space="preserve"> </w:t>
      </w:r>
      <w:r>
        <w:rPr>
          <w:sz w:val="28"/>
        </w:rPr>
        <w:t xml:space="preserve">  </w:t>
      </w:r>
      <w:r w:rsidR="006F11CE">
        <w:rPr>
          <w:sz w:val="28"/>
        </w:rPr>
        <w:t xml:space="preserve">          </w:t>
      </w:r>
      <w:r>
        <w:t xml:space="preserve"> = </w:t>
      </w:r>
      <w:r w:rsidRPr="00623F98">
        <w:t>$418.03</w:t>
      </w:r>
      <w:r w:rsidR="006F11CE">
        <w:tab/>
        <w:t xml:space="preserve">                             =</w:t>
      </w:r>
      <w:r w:rsidRPr="00623F98">
        <w:t>$443.06</w:t>
      </w:r>
    </w:p>
    <w:p w:rsidR="00EC0762" w:rsidRDefault="00EC0762" w:rsidP="00EC0762">
      <w:pPr>
        <w:pStyle w:val="ISM"/>
        <w:ind w:left="900"/>
        <w:rPr>
          <w:u w:val="double"/>
        </w:rPr>
      </w:pPr>
      <w:r>
        <w:t xml:space="preserve">= </w:t>
      </w:r>
      <w:r>
        <w:rPr>
          <w:u w:val="double"/>
        </w:rPr>
        <w:t>$331.28</w:t>
      </w:r>
    </w:p>
    <w:p w:rsidR="006F11CE" w:rsidRDefault="006F11CE" w:rsidP="00EC0762">
      <w:pPr>
        <w:pStyle w:val="ISM"/>
        <w:ind w:left="900"/>
      </w:pPr>
    </w:p>
    <w:p w:rsidR="00EC0762" w:rsidRDefault="00EC0762" w:rsidP="00EC0762">
      <w:pPr>
        <w:pStyle w:val="ISM"/>
      </w:pPr>
    </w:p>
    <w:p w:rsidR="00EC0762" w:rsidRDefault="007523EF" w:rsidP="00EC0762">
      <w:pPr>
        <w:pStyle w:val="ISM"/>
      </w:pPr>
      <w:r>
        <w:rPr>
          <w:noProof/>
          <w:lang w:val="en-US"/>
        </w:rPr>
        <w:pict>
          <v:shape id="AutoShape 303" o:spid="_x0000_s1202" type="#_x0000_t61" style="position:absolute;margin-left:29.75pt;margin-top:.1pt;width:125.3pt;height:138.6pt;z-index:251726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" adj="6327,-1519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5.9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I/Y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bdr w:val="single" w:sz="12" w:space="0" w:color="auto"/>
                      <w:shd w:val="clear" w:color="auto" w:fill="C0C0C0"/>
                    </w:rPr>
                  </w:pP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P/Y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2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/>
                      <w:sz w:val="20"/>
                      <w:bdr w:val="single" w:sz="12" w:space="0" w:color="auto"/>
                      <w:shd w:val="clear" w:color="auto" w:fill="C0C0C0"/>
                    </w:rPr>
                    <w:t>ENTER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F516C9" w:rsidRDefault="00BD4378" w:rsidP="00EC0762">
                  <w:pPr>
                    <w:spacing w:line="320" w:lineRule="exact"/>
                    <w:ind w:left="-90" w:right="42"/>
                    <w:jc w:val="right"/>
                  </w:pPr>
                  <w:r>
                    <w:t xml:space="preserve">(making </w:t>
                  </w:r>
                  <w:r>
                    <w:rPr>
                      <w:i/>
                      <w:iCs/>
                    </w:rPr>
                    <w:t>C</w:t>
                  </w:r>
                  <w:r w:rsidRPr="005C6DCE">
                    <w:rPr>
                      <w:i/>
                      <w:iCs/>
                    </w:rPr>
                    <w:t>/Y =</w:t>
                  </w:r>
                  <w:r>
                    <w:rPr>
                      <w:iCs/>
                    </w:rPr>
                    <w:t xml:space="preserve"> </w:t>
                  </w:r>
                  <w:r w:rsidRPr="00B117C2">
                    <w:rPr>
                      <w:i/>
                      <w:iCs/>
                    </w:rPr>
                    <w:t>P/</w:t>
                  </w:r>
                  <w:r>
                    <w:rPr>
                      <w:i/>
                      <w:iCs/>
                    </w:rPr>
                    <w:t>Y</w:t>
                  </w:r>
                  <w:r>
                    <w:rPr>
                      <w:iCs/>
                    </w:rPr>
                    <w:t xml:space="preserve"> = 2)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38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0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PMT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1000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FV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331.28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305" o:spid="_x0000_s1203" type="#_x0000_t61" style="position:absolute;margin-left:325.15pt;margin-top:.8pt;width:109.5pt;height:81.9pt;z-index:251728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" adj="8068,-6607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260" w:lineRule="exact"/>
                    <w:ind w:left="-86" w:right="43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EC0762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>PMT, FV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28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443.06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AutoShape 304" o:spid="_x0000_s1204" type="#_x0000_t61" style="position:absolute;margin-left:178.15pt;margin-top:2.9pt;width:109.5pt;height:81.9pt;z-index:251727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" adj="8561,-6844" fillcolor="#cff">
            <v:fill opacity="25443f"/>
            <v:textbox inset="3.6pt,,3.6pt">
              <w:txbxContent>
                <w:p w:rsidR="00BD4378" w:rsidRDefault="00BD4378" w:rsidP="00EC0762">
                  <w:pPr>
                    <w:spacing w:line="260" w:lineRule="exact"/>
                    <w:ind w:left="-86" w:right="43"/>
                    <w:jc w:val="right"/>
                  </w:pPr>
                  <w:r w:rsidRPr="00F516C9">
                    <w:t xml:space="preserve"> </w:t>
                  </w:r>
                  <w:r>
                    <w:t xml:space="preserve">Same </w:t>
                  </w:r>
                  <w:r w:rsidRPr="00F516C9">
                    <w:rPr>
                      <w:i/>
                    </w:rPr>
                    <w:t>I/Y,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P/Y, C/Y</w:t>
                  </w:r>
                </w:p>
                <w:p w:rsidR="00BD4378" w:rsidRDefault="00BD4378" w:rsidP="00EC0762">
                  <w:pPr>
                    <w:spacing w:line="260" w:lineRule="exact"/>
                    <w:ind w:left="-86" w:right="43"/>
                    <w:jc w:val="right"/>
                  </w:pPr>
                  <w:r>
                    <w:t xml:space="preserve">Same </w:t>
                  </w:r>
                  <w:r>
                    <w:rPr>
                      <w:i/>
                    </w:rPr>
                    <w:t>PMT, FV</w:t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</w:pPr>
                  <w:r>
                    <w:t xml:space="preserve">30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N</w:t>
                  </w:r>
                  <w:r>
                    <w:rPr>
                      <w:b/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</w:t>
                  </w:r>
                  <w:r>
                    <w:rPr>
                      <w:spacing w:val="-2"/>
                      <w:sz w:val="20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Default="00BD4378" w:rsidP="00EC0762">
                  <w:pPr>
                    <w:spacing w:line="320" w:lineRule="exact"/>
                    <w:ind w:right="42"/>
                    <w:jc w:val="right"/>
                  </w:pPr>
                  <w:r>
                    <w:t xml:space="preserve">  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b/>
                      <w:bdr w:val="single" w:sz="12" w:space="0" w:color="auto"/>
                      <w:shd w:val="clear" w:color="auto" w:fill="C0C0C0"/>
                    </w:rPr>
                    <w:t>CPT</w:t>
                  </w:r>
                  <w:r>
                    <w:rPr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t xml:space="preserve">  </w:t>
                  </w:r>
                  <w:r>
                    <w:rPr>
                      <w:spacing w:val="-2"/>
                      <w:sz w:val="18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b/>
                      <w:spacing w:val="-2"/>
                      <w:bdr w:val="single" w:sz="12" w:space="0" w:color="auto"/>
                      <w:shd w:val="clear" w:color="auto" w:fill="C0C0C0"/>
                    </w:rPr>
                    <w:t>PV</w:t>
                  </w:r>
                  <w:r>
                    <w:rPr>
                      <w:spacing w:val="-2"/>
                      <w:sz w:val="16"/>
                      <w:bdr w:val="single" w:sz="12" w:space="0" w:color="auto"/>
                      <w:shd w:val="clear" w:color="auto" w:fill="C0C0C0"/>
                    </w:rPr>
                    <w:t xml:space="preserve">  </w:t>
                  </w:r>
                  <w:r>
                    <w:rPr>
                      <w:spacing w:val="-2"/>
                      <w:bdr w:val="single" w:sz="12" w:space="0" w:color="auto"/>
                      <w:shd w:val="clear" w:color="auto" w:fill="C0C0C0"/>
                    </w:rPr>
                    <w:sym w:font="MT Extra" w:char="F020"/>
                  </w:r>
                </w:p>
                <w:p w:rsidR="00BD4378" w:rsidRPr="000E3959" w:rsidRDefault="00BD4378" w:rsidP="00EC0762">
                  <w:pPr>
                    <w:spacing w:line="300" w:lineRule="exact"/>
                    <w:ind w:right="42"/>
                    <w:jc w:val="right"/>
                  </w:pPr>
                  <w:r>
                    <w:rPr>
                      <w:i/>
                      <w:iCs/>
                    </w:rPr>
                    <w:t>Ans</w:t>
                  </w:r>
                  <w:r>
                    <w:t xml:space="preserve">: </w:t>
                  </w:r>
                  <w:r>
                    <w:sym w:font="Symbol" w:char="F02D"/>
                  </w:r>
                  <w:r>
                    <w:t>418.03</w:t>
                  </w:r>
                </w:p>
              </w:txbxContent>
            </v:textbox>
            <w10:wrap type="square"/>
          </v:shape>
        </w:pict>
      </w: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/>
    <w:p w:rsidR="00EC0762" w:rsidRDefault="00EC0762" w:rsidP="00EC0762"/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7523EF" w:rsidP="00EC0762">
      <w:pPr>
        <w:pStyle w:val="ISM"/>
      </w:pPr>
      <w:r>
        <w:rPr>
          <w:noProof/>
          <w:lang w:val="en-US"/>
        </w:rPr>
        <w:pict>
          <v:shape id="Text Box 306" o:spid="_x0000_s1205" type="#_x0000_t202" style="position:absolute;margin-left:167.65pt;margin-top:11.65pt;width:298.2pt;height:28pt;z-index:251729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" stroked="f">
            <v:textbox inset="0,0,0,0">
              <w:txbxContent>
                <w:p w:rsidR="00BD4378" w:rsidRDefault="00BD4378" w:rsidP="00EC0762">
                  <w:r>
                    <w:t>Hence, the increase in value during the fifth year will be</w:t>
                  </w:r>
                </w:p>
                <w:p w:rsidR="00BD4378" w:rsidRDefault="00BD4378" w:rsidP="00EC0762">
                  <w:pPr>
                    <w:jc w:val="center"/>
                  </w:pPr>
                  <w:r>
                    <w:t xml:space="preserve">$443.06 – $418.03 = </w:t>
                  </w:r>
                  <w:r>
                    <w:rPr>
                      <w:u w:val="double"/>
                    </w:rPr>
                    <w:t>$25.03</w:t>
                  </w:r>
                </w:p>
              </w:txbxContent>
            </v:textbox>
          </v:shape>
        </w:pict>
      </w: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</w:pPr>
    </w:p>
    <w:p w:rsidR="00EC0762" w:rsidRDefault="00EC0762" w:rsidP="00EC0762">
      <w:pPr>
        <w:pStyle w:val="ISM"/>
        <w:tabs>
          <w:tab w:val="clear" w:pos="270"/>
          <w:tab w:val="clear" w:pos="540"/>
        </w:tabs>
        <w:ind w:firstLine="360"/>
      </w:pPr>
    </w:p>
    <w:p w:rsidR="00094478" w:rsidRDefault="00094478" w:rsidP="00EC0762">
      <w:pPr>
        <w:pStyle w:val="ISMab"/>
      </w:pPr>
    </w:p>
    <w:p w:rsidR="00EC0762" w:rsidRDefault="00EC0762" w:rsidP="00EC0762">
      <w:pPr>
        <w:pStyle w:val="ISMab"/>
      </w:pPr>
      <w:r>
        <w:tab/>
        <w:t>29.</w:t>
      </w:r>
      <w:r>
        <w:tab/>
      </w:r>
      <w:r>
        <w:rPr>
          <w:i/>
        </w:rPr>
        <w:t>a.</w:t>
      </w:r>
      <w:r>
        <w:tab/>
        <w:t>Accumulated value of the GIC after 4 years</w:t>
      </w:r>
    </w:p>
    <w:p w:rsidR="00EC0762" w:rsidRDefault="00EC0762" w:rsidP="00EC0762">
      <w:pPr>
        <w:pStyle w:val="ISMab"/>
      </w:pPr>
      <w:r>
        <w:tab/>
      </w:r>
      <w:r>
        <w:tab/>
      </w:r>
      <w:r>
        <w:tab/>
      </w:r>
      <w:r>
        <w:tab/>
        <w:t xml:space="preserve">= </w:t>
      </w:r>
      <w:r>
        <w:rPr>
          <w:rFonts w:ascii="Times New Roman" w:hAnsi="Times New Roman"/>
          <w:i/>
        </w:rPr>
        <w:t xml:space="preserve">PV </w:t>
      </w:r>
      <w:r w:rsidRPr="002A5267">
        <w:rPr>
          <w:position w:val="-10"/>
        </w:rPr>
        <w:object w:dxaOrig="700" w:dyaOrig="380">
          <v:shape id="_x0000_i1370" type="#_x0000_t75" style="width:35.3pt;height:19pt" o:ole="" fillcolor="window">
            <v:imagedata r:id="rId645" o:title=""/>
          </v:shape>
          <o:OLEObject Type="Embed" ProgID="Equation.3" ShapeID="_x0000_i1370" DrawAspect="Content" ObjectID="_1654971395" r:id="rId646"/>
        </w:object>
      </w:r>
      <w:r>
        <w:t xml:space="preserve"> = $1000</w:t>
      </w:r>
      <w:r w:rsidR="00AD0258" w:rsidRPr="002A5267">
        <w:rPr>
          <w:position w:val="-10"/>
        </w:rPr>
        <w:object w:dxaOrig="700" w:dyaOrig="380">
          <v:shape id="_x0000_i1371" type="#_x0000_t75" style="width:34.65pt;height:19pt" o:ole="" fillcolor="window">
            <v:imagedata r:id="rId647" o:title=""/>
          </v:shape>
          <o:OLEObject Type="Embed" ProgID="Equation.3" ShapeID="_x0000_i1371" DrawAspect="Content" ObjectID="_1654971396" r:id="rId648"/>
        </w:object>
      </w:r>
      <w:r>
        <w:t xml:space="preserve"> = $1</w:t>
      </w:r>
      <w:r w:rsidR="00AD0258">
        <w:t>169.86</w:t>
      </w:r>
    </w:p>
    <w:p w:rsidR="00EC0762" w:rsidRDefault="00EC0762" w:rsidP="00EC0762">
      <w:pPr>
        <w:pStyle w:val="ISMab"/>
        <w:spacing w:after="120"/>
      </w:pPr>
      <w:r>
        <w:tab/>
      </w:r>
      <w:r>
        <w:tab/>
      </w:r>
      <w:r>
        <w:tab/>
        <w:t>Interest earned in fifth year = 0.0</w:t>
      </w:r>
      <w:r w:rsidR="00AD0258">
        <w:t>4</w:t>
      </w:r>
      <w:r>
        <w:t>($1</w:t>
      </w:r>
      <w:r w:rsidR="00AD0258">
        <w:t>169.86</w:t>
      </w:r>
      <w:r>
        <w:t xml:space="preserve">) = </w:t>
      </w:r>
      <w:r>
        <w:rPr>
          <w:u w:val="double"/>
        </w:rPr>
        <w:t>$</w:t>
      </w:r>
      <w:r w:rsidR="00AD0258">
        <w:rPr>
          <w:u w:val="double"/>
        </w:rPr>
        <w:t>46.79</w:t>
      </w:r>
    </w:p>
    <w:p w:rsidR="00EC0762" w:rsidRDefault="00EC0762" w:rsidP="00EC0762">
      <w:pPr>
        <w:pStyle w:val="ISMab"/>
      </w:pPr>
      <w:r>
        <w:tab/>
      </w:r>
      <w:r>
        <w:tab/>
      </w:r>
      <w:r>
        <w:rPr>
          <w:i/>
        </w:rPr>
        <w:t>b.</w:t>
      </w:r>
      <w:r>
        <w:rPr>
          <w:i/>
        </w:rPr>
        <w:tab/>
      </w:r>
      <w:r>
        <w:t xml:space="preserve">Amount required 5 years from now to have the same purchasing </w:t>
      </w:r>
    </w:p>
    <w:p w:rsidR="00EC0762" w:rsidRDefault="00EC0762" w:rsidP="00EC0762">
      <w:pPr>
        <w:pStyle w:val="ISMab"/>
      </w:pPr>
      <w:r>
        <w:tab/>
      </w:r>
      <w:r>
        <w:tab/>
      </w:r>
      <w:r>
        <w:tab/>
        <w:t>power as $1000 today is</w:t>
      </w:r>
    </w:p>
    <w:p w:rsidR="00EC0762" w:rsidRDefault="00EC0762" w:rsidP="00EC0762">
      <w:pPr>
        <w:pStyle w:val="ISMab"/>
      </w:pPr>
      <w:r>
        <w:tab/>
      </w:r>
      <w:r>
        <w:tab/>
      </w:r>
      <w:r>
        <w:tab/>
      </w:r>
      <w:r>
        <w:tab/>
        <w:t>$1000</w:t>
      </w:r>
      <w:r w:rsidR="00AD0258" w:rsidRPr="002A5267">
        <w:rPr>
          <w:position w:val="-10"/>
        </w:rPr>
        <w:object w:dxaOrig="820" w:dyaOrig="380">
          <v:shape id="_x0000_i1372" type="#_x0000_t75" style="width:41.45pt;height:19pt" o:ole="" fillcolor="window">
            <v:imagedata r:id="rId649" o:title=""/>
          </v:shape>
          <o:OLEObject Type="Embed" ProgID="Equation.3" ShapeID="_x0000_i1372" DrawAspect="Content" ObjectID="_1654971397" r:id="rId650"/>
        </w:object>
      </w:r>
      <w:r>
        <w:t xml:space="preserve"> = $1</w:t>
      </w:r>
      <w:r w:rsidR="00AD0258">
        <w:t>114.95</w:t>
      </w:r>
    </w:p>
    <w:p w:rsidR="00EC0762" w:rsidRDefault="00EC0762" w:rsidP="00EC0762">
      <w:pPr>
        <w:pStyle w:val="ISMab"/>
      </w:pPr>
      <w:r>
        <w:tab/>
      </w:r>
      <w:r>
        <w:tab/>
      </w:r>
      <w:r>
        <w:tab/>
        <w:t>Maturity value of GIC = $1</w:t>
      </w:r>
      <w:r w:rsidR="00AD0258">
        <w:t>169.86</w:t>
      </w:r>
      <w:r>
        <w:t xml:space="preserve"> + $</w:t>
      </w:r>
      <w:r w:rsidR="00AD0258">
        <w:t>46.79</w:t>
      </w:r>
      <w:r>
        <w:t xml:space="preserve"> = $</w:t>
      </w:r>
      <w:r w:rsidR="00AD0258">
        <w:t>1216.65</w:t>
      </w:r>
    </w:p>
    <w:p w:rsidR="00EC0762" w:rsidRDefault="00EC0762" w:rsidP="00EC0762">
      <w:pPr>
        <w:pStyle w:val="ISMab"/>
      </w:pPr>
      <w:r>
        <w:tab/>
      </w:r>
      <w:r>
        <w:tab/>
      </w:r>
      <w:r>
        <w:tab/>
        <w:t>The percent increase in purchasing power of the funds invested in the GIC will be</w:t>
      </w:r>
    </w:p>
    <w:p w:rsidR="00EC0762" w:rsidRDefault="00EC0762" w:rsidP="00EC0762">
      <w:pPr>
        <w:pStyle w:val="ISMab"/>
        <w:spacing w:after="240"/>
      </w:pPr>
      <w:r>
        <w:tab/>
      </w:r>
      <w:r>
        <w:tab/>
      </w:r>
      <w:r>
        <w:tab/>
      </w:r>
      <w:r>
        <w:tab/>
      </w:r>
      <w:r w:rsidR="00AD0258" w:rsidRPr="00AD0258">
        <w:rPr>
          <w:position w:val="-26"/>
        </w:rPr>
        <w:object w:dxaOrig="2120" w:dyaOrig="639">
          <v:shape id="_x0000_i1373" type="#_x0000_t75" style="width:105.95pt;height:31.9pt" o:ole="">
            <v:imagedata r:id="rId651" o:title=""/>
          </v:shape>
          <o:OLEObject Type="Embed" ProgID="Equation.3" ShapeID="_x0000_i1373" DrawAspect="Content" ObjectID="_1654971398" r:id="rId652"/>
        </w:object>
      </w:r>
      <w:r>
        <w:rPr>
          <w:sz w:val="28"/>
        </w:rPr>
        <w:sym w:font="Symbol" w:char="F0B4"/>
      </w:r>
      <w:r>
        <w:t xml:space="preserve">100% = </w:t>
      </w:r>
      <w:r w:rsidR="00AD0258">
        <w:rPr>
          <w:u w:val="double"/>
        </w:rPr>
        <w:t>9.12</w:t>
      </w:r>
      <w:r>
        <w:rPr>
          <w:u w:val="double"/>
        </w:rPr>
        <w:t>%</w:t>
      </w:r>
    </w:p>
    <w:p w:rsidR="00EC0762" w:rsidRDefault="00EC0762" w:rsidP="00A10018">
      <w:pPr>
        <w:pStyle w:val="ISM"/>
        <w:spacing w:line="360" w:lineRule="auto"/>
      </w:pPr>
      <w:r>
        <w:tab/>
        <w:t>31.</w:t>
      </w:r>
      <w:r>
        <w:tab/>
        <w:t xml:space="preserve">Let </w:t>
      </w:r>
      <w:r>
        <w:rPr>
          <w:rFonts w:ascii="Times New Roman" w:hAnsi="Times New Roman"/>
          <w:i/>
        </w:rPr>
        <w:t>x</w:t>
      </w:r>
      <w:r>
        <w:t xml:space="preserve"> represent the original investment. Its maturity value was</w:t>
      </w:r>
    </w:p>
    <w:p w:rsidR="00EC0762" w:rsidRDefault="00EC0762" w:rsidP="00EC0762">
      <w:pPr>
        <w:pStyle w:val="ISM"/>
      </w:pP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rPr>
          <w:rFonts w:ascii="Times New Roman" w:hAnsi="Times New Roman"/>
          <w:i/>
        </w:rPr>
        <w:t>x</w:t>
      </w:r>
      <w:r w:rsidRPr="002A5267">
        <w:rPr>
          <w:position w:val="-10"/>
        </w:rPr>
        <w:object w:dxaOrig="660" w:dyaOrig="380">
          <v:shape id="_x0000_i1374" type="#_x0000_t75" style="width:33.3pt;height:19pt" o:ole="" fillcolor="window">
            <v:imagedata r:id="rId554" o:title=""/>
          </v:shape>
          <o:OLEObject Type="Embed" ProgID="Equation.3" ShapeID="_x0000_i1374" DrawAspect="Content" ObjectID="_1654971399" r:id="rId653"/>
        </w:object>
      </w:r>
      <w:r>
        <w:t xml:space="preserve"> = </w:t>
      </w:r>
      <w:r>
        <w:rPr>
          <w:rFonts w:ascii="Times New Roman" w:hAnsi="Times New Roman"/>
          <w:i/>
        </w:rPr>
        <w:t xml:space="preserve">x </w:t>
      </w:r>
      <w:r w:rsidR="00A864C2" w:rsidRPr="002A5267">
        <w:rPr>
          <w:position w:val="-10"/>
        </w:rPr>
        <w:object w:dxaOrig="1080" w:dyaOrig="420">
          <v:shape id="_x0000_i1375" type="#_x0000_t75" style="width:53.65pt;height:21.05pt" o:ole="" fillcolor="window">
            <v:imagedata r:id="rId654" o:title=""/>
          </v:shape>
          <o:OLEObject Type="Embed" ProgID="Equation.3" ShapeID="_x0000_i1375" DrawAspect="Content" ObjectID="_1654971400" r:id="rId655"/>
        </w:object>
      </w:r>
    </w:p>
    <w:p w:rsidR="00EC0762" w:rsidRDefault="00EC0762" w:rsidP="00EC0762">
      <w:pPr>
        <w:pStyle w:val="ISM"/>
      </w:pPr>
      <w:r>
        <w:tab/>
      </w:r>
      <w:r>
        <w:tab/>
        <w:t>Hence,</w:t>
      </w:r>
      <w:r>
        <w:tab/>
      </w:r>
      <w:r>
        <w:tab/>
        <w:t xml:space="preserve"> </w:t>
      </w:r>
      <w:r>
        <w:rPr>
          <w:rFonts w:ascii="Times New Roman" w:hAnsi="Times New Roman"/>
          <w:i/>
        </w:rPr>
        <w:t>x</w:t>
      </w:r>
      <w:r>
        <w:t xml:space="preserve"> </w:t>
      </w:r>
      <w:r w:rsidR="00A864C2" w:rsidRPr="002A5267">
        <w:rPr>
          <w:position w:val="-10"/>
        </w:rPr>
        <w:object w:dxaOrig="1080" w:dyaOrig="420">
          <v:shape id="_x0000_i1376" type="#_x0000_t75" style="width:53.65pt;height:21.05pt" o:ole="" fillcolor="window">
            <v:imagedata r:id="rId656" o:title=""/>
          </v:shape>
          <o:OLEObject Type="Embed" ProgID="Equation.3" ShapeID="_x0000_i1376" DrawAspect="Content" ObjectID="_1654971401" r:id="rId657"/>
        </w:object>
      </w:r>
      <w:r>
        <w:t xml:space="preserve">– </w:t>
      </w:r>
      <w:r>
        <w:rPr>
          <w:rFonts w:ascii="Times New Roman" w:hAnsi="Times New Roman"/>
          <w:i/>
        </w:rPr>
        <w:t>x</w:t>
      </w:r>
      <w:r>
        <w:t xml:space="preserve"> = $</w:t>
      </w:r>
      <w:r w:rsidR="00A864C2">
        <w:t>618.55</w:t>
      </w:r>
    </w:p>
    <w:p w:rsidR="00EC0762" w:rsidRDefault="00EC0762" w:rsidP="00EC0762">
      <w:pPr>
        <w:pStyle w:val="ISM"/>
      </w:pPr>
      <w:r>
        <w:tab/>
      </w:r>
      <w:r>
        <w:tab/>
      </w:r>
      <w:r>
        <w:tab/>
      </w:r>
      <w:r>
        <w:tab/>
      </w:r>
      <w:r>
        <w:tab/>
        <w:t xml:space="preserve">  1.</w:t>
      </w:r>
      <w:r w:rsidR="00A864C2">
        <w:t>09516119</w:t>
      </w:r>
      <w:r>
        <w:rPr>
          <w:rFonts w:ascii="Times New Roman" w:hAnsi="Times New Roman"/>
          <w:i/>
        </w:rPr>
        <w:t>x</w:t>
      </w:r>
      <w:r>
        <w:t xml:space="preserve"> – </w:t>
      </w:r>
      <w:r>
        <w:rPr>
          <w:rFonts w:ascii="Times New Roman" w:hAnsi="Times New Roman"/>
          <w:i/>
        </w:rPr>
        <w:t>x</w:t>
      </w:r>
      <w:r>
        <w:t xml:space="preserve"> = $</w:t>
      </w:r>
      <w:r w:rsidR="00A864C2">
        <w:t>618.55</w:t>
      </w:r>
    </w:p>
    <w:p w:rsidR="00EC0762" w:rsidRDefault="00EC0762" w:rsidP="00EC0762">
      <w:pPr>
        <w:pStyle w:val="ISM"/>
        <w:rPr>
          <w:u w:val="doub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rFonts w:ascii="Times New Roman" w:hAnsi="Times New Roman"/>
          <w:i/>
        </w:rPr>
        <w:t>x</w:t>
      </w:r>
      <w:r>
        <w:t xml:space="preserve"> = </w:t>
      </w:r>
      <w:r>
        <w:rPr>
          <w:u w:val="double"/>
        </w:rPr>
        <w:t>$6</w:t>
      </w:r>
      <w:r w:rsidR="00A864C2">
        <w:rPr>
          <w:u w:val="double"/>
        </w:rPr>
        <w:t>500.02</w:t>
      </w:r>
    </w:p>
    <w:p w:rsidR="00EC0762" w:rsidRDefault="00EC0762" w:rsidP="00EC0762">
      <w:pPr>
        <w:pStyle w:val="ISM"/>
        <w:spacing w:after="240"/>
      </w:pPr>
      <w:r>
        <w:tab/>
      </w:r>
      <w:r>
        <w:tab/>
        <w:t>The original investment was $6</w:t>
      </w:r>
      <w:r w:rsidR="00A864C2">
        <w:t>500.02</w:t>
      </w:r>
      <w:r>
        <w:t>.</w:t>
      </w:r>
    </w:p>
    <w:sectPr w:rsidR="00EC0762" w:rsidSect="005F348D">
      <w:footerReference w:type="even" r:id="rId658"/>
      <w:footerReference w:type="default" r:id="rId659"/>
      <w:pgSz w:w="12240" w:h="15840" w:code="1"/>
      <w:pgMar w:top="1080" w:right="1440" w:bottom="1080" w:left="1440" w:header="720" w:footer="720" w:gutter="0"/>
      <w:pgNumType w:start="12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3EF" w:rsidRDefault="007523EF">
      <w:r>
        <w:separator/>
      </w:r>
    </w:p>
  </w:endnote>
  <w:endnote w:type="continuationSeparator" w:id="0">
    <w:p w:rsidR="007523EF" w:rsidRDefault="00752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T Extra">
    <w:panose1 w:val="05050102010205020202"/>
    <w:charset w:val="02"/>
    <w:family w:val="roman"/>
    <w:pitch w:val="variable"/>
    <w:sig w:usb0="8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378" w:rsidRDefault="00DB0D3D">
    <w:pPr>
      <w:pStyle w:val="Footer"/>
      <w:pBdr>
        <w:top w:val="single" w:sz="4" w:space="1" w:color="auto"/>
      </w:pBdr>
      <w:tabs>
        <w:tab w:val="clear" w:pos="8640"/>
        <w:tab w:val="right" w:pos="9270"/>
      </w:tabs>
      <w:rPr>
        <w:b/>
        <w:i/>
      </w:rPr>
    </w:pPr>
    <w:r>
      <w:rPr>
        <w:rStyle w:val="PageNumber"/>
        <w:b/>
      </w:rPr>
      <w:fldChar w:fldCharType="begin"/>
    </w:r>
    <w:r w:rsidR="00BD4378">
      <w:rPr>
        <w:rStyle w:val="PageNumber"/>
        <w:b/>
      </w:rPr>
      <w:instrText xml:space="preserve"> PAGE </w:instrText>
    </w:r>
    <w:r>
      <w:rPr>
        <w:rStyle w:val="PageNumber"/>
        <w:b/>
      </w:rPr>
      <w:fldChar w:fldCharType="separate"/>
    </w:r>
    <w:r w:rsidR="00712809">
      <w:rPr>
        <w:rStyle w:val="PageNumber"/>
        <w:b/>
        <w:noProof/>
      </w:rPr>
      <w:t>142</w:t>
    </w:r>
    <w:r>
      <w:rPr>
        <w:rStyle w:val="PageNumber"/>
        <w:b/>
      </w:rPr>
      <w:fldChar w:fldCharType="end"/>
    </w:r>
    <w:r w:rsidR="00BD4378">
      <w:rPr>
        <w:rStyle w:val="PageNumber"/>
        <w:b/>
      </w:rPr>
      <w:tab/>
    </w:r>
    <w:r w:rsidR="00BD4378">
      <w:rPr>
        <w:rStyle w:val="PageNumber"/>
        <w:b/>
      </w:rPr>
      <w:tab/>
    </w:r>
    <w:r w:rsidR="00BD4378">
      <w:rPr>
        <w:rStyle w:val="PageNumber"/>
        <w:b/>
        <w:i/>
      </w:rPr>
      <w:t>Business Mathematics in Canada, 10/e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378" w:rsidRDefault="00BD4378">
    <w:pPr>
      <w:pStyle w:val="Footer"/>
      <w:pBdr>
        <w:top w:val="single" w:sz="4" w:space="1" w:color="auto"/>
      </w:pBdr>
      <w:tabs>
        <w:tab w:val="clear" w:pos="8640"/>
        <w:tab w:val="right" w:pos="9270"/>
      </w:tabs>
      <w:rPr>
        <w:b/>
        <w:i/>
      </w:rPr>
    </w:pPr>
    <w:r>
      <w:rPr>
        <w:b/>
        <w:i/>
      </w:rPr>
      <w:t>Chapter 9: Compound Interest: Future Value and Present Value</w:t>
    </w:r>
    <w:r>
      <w:rPr>
        <w:b/>
        <w:i/>
      </w:rPr>
      <w:tab/>
    </w:r>
    <w:r w:rsidR="00DB0D3D">
      <w:rPr>
        <w:rStyle w:val="PageNumber"/>
        <w:b/>
      </w:rPr>
      <w:fldChar w:fldCharType="begin"/>
    </w:r>
    <w:r>
      <w:rPr>
        <w:rStyle w:val="PageNumber"/>
        <w:b/>
      </w:rPr>
      <w:instrText xml:space="preserve"> PAGE </w:instrText>
    </w:r>
    <w:r w:rsidR="00DB0D3D">
      <w:rPr>
        <w:rStyle w:val="PageNumber"/>
        <w:b/>
      </w:rPr>
      <w:fldChar w:fldCharType="separate"/>
    </w:r>
    <w:r w:rsidR="00712809">
      <w:rPr>
        <w:rStyle w:val="PageNumber"/>
        <w:b/>
        <w:noProof/>
      </w:rPr>
      <w:t>143</w:t>
    </w:r>
    <w:r w:rsidR="00DB0D3D">
      <w:rPr>
        <w:rStyle w:val="PageNumber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3EF" w:rsidRDefault="007523EF">
      <w:r>
        <w:separator/>
      </w:r>
    </w:p>
  </w:footnote>
  <w:footnote w:type="continuationSeparator" w:id="0">
    <w:p w:rsidR="007523EF" w:rsidRDefault="007523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4"/>
  <w:drawingGridVerticalSpacing w:val="14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EBC"/>
    <w:rsid w:val="0000232A"/>
    <w:rsid w:val="00005FC5"/>
    <w:rsid w:val="00011298"/>
    <w:rsid w:val="00012676"/>
    <w:rsid w:val="00023617"/>
    <w:rsid w:val="00037F12"/>
    <w:rsid w:val="00040347"/>
    <w:rsid w:val="0004429C"/>
    <w:rsid w:val="00046DE1"/>
    <w:rsid w:val="0005598A"/>
    <w:rsid w:val="000567A2"/>
    <w:rsid w:val="00061D25"/>
    <w:rsid w:val="00067001"/>
    <w:rsid w:val="00091622"/>
    <w:rsid w:val="000935D1"/>
    <w:rsid w:val="00094478"/>
    <w:rsid w:val="000A3D36"/>
    <w:rsid w:val="000A543E"/>
    <w:rsid w:val="000B08DF"/>
    <w:rsid w:val="000B08F0"/>
    <w:rsid w:val="000C5221"/>
    <w:rsid w:val="000D4064"/>
    <w:rsid w:val="000D5071"/>
    <w:rsid w:val="000D5B09"/>
    <w:rsid w:val="000D5C7C"/>
    <w:rsid w:val="000E0838"/>
    <w:rsid w:val="000E1FDE"/>
    <w:rsid w:val="000E3837"/>
    <w:rsid w:val="000E4871"/>
    <w:rsid w:val="000F0958"/>
    <w:rsid w:val="00102242"/>
    <w:rsid w:val="001120BB"/>
    <w:rsid w:val="00117810"/>
    <w:rsid w:val="0012065C"/>
    <w:rsid w:val="00127C3C"/>
    <w:rsid w:val="001330BD"/>
    <w:rsid w:val="00137421"/>
    <w:rsid w:val="00143AD0"/>
    <w:rsid w:val="001454CB"/>
    <w:rsid w:val="00145927"/>
    <w:rsid w:val="00152DDC"/>
    <w:rsid w:val="00154CA2"/>
    <w:rsid w:val="0015547D"/>
    <w:rsid w:val="0015628B"/>
    <w:rsid w:val="00156F2F"/>
    <w:rsid w:val="00167E36"/>
    <w:rsid w:val="00174D0E"/>
    <w:rsid w:val="00176C8A"/>
    <w:rsid w:val="0018124A"/>
    <w:rsid w:val="00183272"/>
    <w:rsid w:val="0018435D"/>
    <w:rsid w:val="00194F2B"/>
    <w:rsid w:val="00195D9C"/>
    <w:rsid w:val="0019612D"/>
    <w:rsid w:val="001A1053"/>
    <w:rsid w:val="001A71B9"/>
    <w:rsid w:val="001A776B"/>
    <w:rsid w:val="001B6551"/>
    <w:rsid w:val="001C4BDB"/>
    <w:rsid w:val="001D0E92"/>
    <w:rsid w:val="001D11DC"/>
    <w:rsid w:val="001D46D7"/>
    <w:rsid w:val="001D4B45"/>
    <w:rsid w:val="001E01D2"/>
    <w:rsid w:val="001F225B"/>
    <w:rsid w:val="001F67C9"/>
    <w:rsid w:val="00203DC7"/>
    <w:rsid w:val="002066D8"/>
    <w:rsid w:val="0021650A"/>
    <w:rsid w:val="00217342"/>
    <w:rsid w:val="0022102F"/>
    <w:rsid w:val="00221955"/>
    <w:rsid w:val="002227BC"/>
    <w:rsid w:val="00222FE5"/>
    <w:rsid w:val="002322F8"/>
    <w:rsid w:val="002411BA"/>
    <w:rsid w:val="002445E6"/>
    <w:rsid w:val="00247BE0"/>
    <w:rsid w:val="00252697"/>
    <w:rsid w:val="00254245"/>
    <w:rsid w:val="00256545"/>
    <w:rsid w:val="0025676D"/>
    <w:rsid w:val="00261421"/>
    <w:rsid w:val="00263275"/>
    <w:rsid w:val="00266546"/>
    <w:rsid w:val="00271442"/>
    <w:rsid w:val="002718A6"/>
    <w:rsid w:val="00272802"/>
    <w:rsid w:val="00276A3C"/>
    <w:rsid w:val="002838A7"/>
    <w:rsid w:val="00295CFE"/>
    <w:rsid w:val="00296D1B"/>
    <w:rsid w:val="002976F6"/>
    <w:rsid w:val="002978FD"/>
    <w:rsid w:val="002A0AC9"/>
    <w:rsid w:val="002A119B"/>
    <w:rsid w:val="002A18B5"/>
    <w:rsid w:val="002A4F08"/>
    <w:rsid w:val="002A5267"/>
    <w:rsid w:val="002A7525"/>
    <w:rsid w:val="002B0BD0"/>
    <w:rsid w:val="002B20B6"/>
    <w:rsid w:val="002B3A3F"/>
    <w:rsid w:val="002C054D"/>
    <w:rsid w:val="002C43E6"/>
    <w:rsid w:val="002C6EA3"/>
    <w:rsid w:val="002D00CB"/>
    <w:rsid w:val="002E0965"/>
    <w:rsid w:val="002E48D3"/>
    <w:rsid w:val="002F03E3"/>
    <w:rsid w:val="002F5E17"/>
    <w:rsid w:val="00300933"/>
    <w:rsid w:val="0030189B"/>
    <w:rsid w:val="00311FA5"/>
    <w:rsid w:val="00314DF6"/>
    <w:rsid w:val="003216B3"/>
    <w:rsid w:val="0032202E"/>
    <w:rsid w:val="003236E8"/>
    <w:rsid w:val="003270AC"/>
    <w:rsid w:val="00327ADB"/>
    <w:rsid w:val="00332431"/>
    <w:rsid w:val="00340892"/>
    <w:rsid w:val="00346380"/>
    <w:rsid w:val="00354899"/>
    <w:rsid w:val="0035491F"/>
    <w:rsid w:val="003616C2"/>
    <w:rsid w:val="00362E71"/>
    <w:rsid w:val="003733FC"/>
    <w:rsid w:val="00373D6F"/>
    <w:rsid w:val="0037763E"/>
    <w:rsid w:val="003814A1"/>
    <w:rsid w:val="00381CCB"/>
    <w:rsid w:val="003827E1"/>
    <w:rsid w:val="003845CB"/>
    <w:rsid w:val="003866FA"/>
    <w:rsid w:val="00392773"/>
    <w:rsid w:val="00395A6A"/>
    <w:rsid w:val="003966B0"/>
    <w:rsid w:val="003B0222"/>
    <w:rsid w:val="003B0F74"/>
    <w:rsid w:val="003B15DE"/>
    <w:rsid w:val="003B1645"/>
    <w:rsid w:val="003B3C98"/>
    <w:rsid w:val="003B3D6D"/>
    <w:rsid w:val="003C2D30"/>
    <w:rsid w:val="003D4F7C"/>
    <w:rsid w:val="003F2983"/>
    <w:rsid w:val="003F3643"/>
    <w:rsid w:val="003F6593"/>
    <w:rsid w:val="0041538A"/>
    <w:rsid w:val="004224DB"/>
    <w:rsid w:val="00424A2F"/>
    <w:rsid w:val="0042545A"/>
    <w:rsid w:val="0043782E"/>
    <w:rsid w:val="00450EF2"/>
    <w:rsid w:val="0046665A"/>
    <w:rsid w:val="00471960"/>
    <w:rsid w:val="00471CD0"/>
    <w:rsid w:val="004726F5"/>
    <w:rsid w:val="004731E1"/>
    <w:rsid w:val="00476B32"/>
    <w:rsid w:val="00477869"/>
    <w:rsid w:val="00486D23"/>
    <w:rsid w:val="00495C5F"/>
    <w:rsid w:val="004A319D"/>
    <w:rsid w:val="004B61B5"/>
    <w:rsid w:val="004B65C6"/>
    <w:rsid w:val="004C2072"/>
    <w:rsid w:val="004C4B63"/>
    <w:rsid w:val="004C4D7B"/>
    <w:rsid w:val="004C630E"/>
    <w:rsid w:val="004D1A09"/>
    <w:rsid w:val="004E48B9"/>
    <w:rsid w:val="004E7D2E"/>
    <w:rsid w:val="004F30C5"/>
    <w:rsid w:val="00505543"/>
    <w:rsid w:val="00513605"/>
    <w:rsid w:val="00515B5F"/>
    <w:rsid w:val="00517EAA"/>
    <w:rsid w:val="00524E88"/>
    <w:rsid w:val="00532159"/>
    <w:rsid w:val="0053232F"/>
    <w:rsid w:val="00537FA7"/>
    <w:rsid w:val="00543DE8"/>
    <w:rsid w:val="00550E69"/>
    <w:rsid w:val="005625A4"/>
    <w:rsid w:val="005660A3"/>
    <w:rsid w:val="00572660"/>
    <w:rsid w:val="00576984"/>
    <w:rsid w:val="00577E77"/>
    <w:rsid w:val="00580A96"/>
    <w:rsid w:val="00582B9F"/>
    <w:rsid w:val="00592286"/>
    <w:rsid w:val="005954C3"/>
    <w:rsid w:val="005B1C91"/>
    <w:rsid w:val="005B4E2B"/>
    <w:rsid w:val="005B7A41"/>
    <w:rsid w:val="005C1415"/>
    <w:rsid w:val="005C1976"/>
    <w:rsid w:val="005C3551"/>
    <w:rsid w:val="005C3C84"/>
    <w:rsid w:val="005C6D01"/>
    <w:rsid w:val="005D706F"/>
    <w:rsid w:val="005E07B2"/>
    <w:rsid w:val="005E4488"/>
    <w:rsid w:val="005E587B"/>
    <w:rsid w:val="005E6D7F"/>
    <w:rsid w:val="005F0115"/>
    <w:rsid w:val="005F06FD"/>
    <w:rsid w:val="005F165A"/>
    <w:rsid w:val="005F348D"/>
    <w:rsid w:val="005F66C3"/>
    <w:rsid w:val="00600818"/>
    <w:rsid w:val="00601CF9"/>
    <w:rsid w:val="0060242B"/>
    <w:rsid w:val="00602EC4"/>
    <w:rsid w:val="006355D7"/>
    <w:rsid w:val="00636A36"/>
    <w:rsid w:val="00642EAF"/>
    <w:rsid w:val="00643E94"/>
    <w:rsid w:val="0064453D"/>
    <w:rsid w:val="00656AC6"/>
    <w:rsid w:val="00672127"/>
    <w:rsid w:val="00673189"/>
    <w:rsid w:val="00677B67"/>
    <w:rsid w:val="006822DA"/>
    <w:rsid w:val="00686C2B"/>
    <w:rsid w:val="006910CA"/>
    <w:rsid w:val="00695533"/>
    <w:rsid w:val="006A2A94"/>
    <w:rsid w:val="006A2C2C"/>
    <w:rsid w:val="006A6456"/>
    <w:rsid w:val="006B1E14"/>
    <w:rsid w:val="006B6D27"/>
    <w:rsid w:val="006C4074"/>
    <w:rsid w:val="006C73AA"/>
    <w:rsid w:val="006D142D"/>
    <w:rsid w:val="006D4011"/>
    <w:rsid w:val="006D41FB"/>
    <w:rsid w:val="006D5DEA"/>
    <w:rsid w:val="006E3547"/>
    <w:rsid w:val="006F11CE"/>
    <w:rsid w:val="006F57A4"/>
    <w:rsid w:val="006F6553"/>
    <w:rsid w:val="00700EDB"/>
    <w:rsid w:val="007013FB"/>
    <w:rsid w:val="00703ADF"/>
    <w:rsid w:val="00704E91"/>
    <w:rsid w:val="00711A18"/>
    <w:rsid w:val="00711E22"/>
    <w:rsid w:val="00712809"/>
    <w:rsid w:val="00720FB2"/>
    <w:rsid w:val="0072507E"/>
    <w:rsid w:val="00727155"/>
    <w:rsid w:val="00730492"/>
    <w:rsid w:val="00730DAF"/>
    <w:rsid w:val="00734796"/>
    <w:rsid w:val="007369E3"/>
    <w:rsid w:val="00740643"/>
    <w:rsid w:val="00742801"/>
    <w:rsid w:val="00746AC1"/>
    <w:rsid w:val="00747899"/>
    <w:rsid w:val="00751D76"/>
    <w:rsid w:val="007523EF"/>
    <w:rsid w:val="00752792"/>
    <w:rsid w:val="007538B9"/>
    <w:rsid w:val="00753AF6"/>
    <w:rsid w:val="007570FD"/>
    <w:rsid w:val="0075798D"/>
    <w:rsid w:val="007612D8"/>
    <w:rsid w:val="00765995"/>
    <w:rsid w:val="00780D40"/>
    <w:rsid w:val="0078308D"/>
    <w:rsid w:val="00783FD2"/>
    <w:rsid w:val="00794370"/>
    <w:rsid w:val="00796C16"/>
    <w:rsid w:val="007B1967"/>
    <w:rsid w:val="007D330A"/>
    <w:rsid w:val="007D563B"/>
    <w:rsid w:val="007E1D99"/>
    <w:rsid w:val="007E342F"/>
    <w:rsid w:val="007E6A03"/>
    <w:rsid w:val="007E6B2D"/>
    <w:rsid w:val="007F26F0"/>
    <w:rsid w:val="007F41D7"/>
    <w:rsid w:val="007F7C3C"/>
    <w:rsid w:val="00802AB5"/>
    <w:rsid w:val="00802D0E"/>
    <w:rsid w:val="008138D9"/>
    <w:rsid w:val="00815D9A"/>
    <w:rsid w:val="008177F9"/>
    <w:rsid w:val="00830FFA"/>
    <w:rsid w:val="008333AC"/>
    <w:rsid w:val="0083434B"/>
    <w:rsid w:val="00834711"/>
    <w:rsid w:val="0084269B"/>
    <w:rsid w:val="0084627C"/>
    <w:rsid w:val="008463D5"/>
    <w:rsid w:val="00846A9E"/>
    <w:rsid w:val="0084767E"/>
    <w:rsid w:val="00864D97"/>
    <w:rsid w:val="0087131F"/>
    <w:rsid w:val="00882C4A"/>
    <w:rsid w:val="00886605"/>
    <w:rsid w:val="00893588"/>
    <w:rsid w:val="008937D9"/>
    <w:rsid w:val="008B035B"/>
    <w:rsid w:val="008B37FD"/>
    <w:rsid w:val="008B3F28"/>
    <w:rsid w:val="008B612A"/>
    <w:rsid w:val="008C481A"/>
    <w:rsid w:val="008C6ECA"/>
    <w:rsid w:val="008C7A1F"/>
    <w:rsid w:val="008D2817"/>
    <w:rsid w:val="008D5033"/>
    <w:rsid w:val="008E01A4"/>
    <w:rsid w:val="008F2C25"/>
    <w:rsid w:val="009006C7"/>
    <w:rsid w:val="009009F5"/>
    <w:rsid w:val="0090196E"/>
    <w:rsid w:val="00901B6C"/>
    <w:rsid w:val="00904DD4"/>
    <w:rsid w:val="00905C5B"/>
    <w:rsid w:val="00912284"/>
    <w:rsid w:val="009200F5"/>
    <w:rsid w:val="00922234"/>
    <w:rsid w:val="00922251"/>
    <w:rsid w:val="0092406A"/>
    <w:rsid w:val="00924DAF"/>
    <w:rsid w:val="00931AB2"/>
    <w:rsid w:val="00943403"/>
    <w:rsid w:val="00950C3C"/>
    <w:rsid w:val="00952824"/>
    <w:rsid w:val="009566CA"/>
    <w:rsid w:val="00960A77"/>
    <w:rsid w:val="009619B1"/>
    <w:rsid w:val="0097415F"/>
    <w:rsid w:val="00977356"/>
    <w:rsid w:val="00980CFA"/>
    <w:rsid w:val="0099425B"/>
    <w:rsid w:val="00996CC9"/>
    <w:rsid w:val="009A286E"/>
    <w:rsid w:val="009B0D0F"/>
    <w:rsid w:val="009B21B7"/>
    <w:rsid w:val="009C3B44"/>
    <w:rsid w:val="009C7381"/>
    <w:rsid w:val="009C7C3C"/>
    <w:rsid w:val="009D0450"/>
    <w:rsid w:val="009D0835"/>
    <w:rsid w:val="009E60E5"/>
    <w:rsid w:val="009E7179"/>
    <w:rsid w:val="009E7BB9"/>
    <w:rsid w:val="009F0793"/>
    <w:rsid w:val="009F45A4"/>
    <w:rsid w:val="009F7093"/>
    <w:rsid w:val="00A00A2D"/>
    <w:rsid w:val="00A0200F"/>
    <w:rsid w:val="00A03A4F"/>
    <w:rsid w:val="00A05D95"/>
    <w:rsid w:val="00A063E9"/>
    <w:rsid w:val="00A07EBC"/>
    <w:rsid w:val="00A10018"/>
    <w:rsid w:val="00A1045B"/>
    <w:rsid w:val="00A159BB"/>
    <w:rsid w:val="00A26DE7"/>
    <w:rsid w:val="00A27D46"/>
    <w:rsid w:val="00A318CE"/>
    <w:rsid w:val="00A32F95"/>
    <w:rsid w:val="00A34546"/>
    <w:rsid w:val="00A36D88"/>
    <w:rsid w:val="00A552BB"/>
    <w:rsid w:val="00A60981"/>
    <w:rsid w:val="00A61487"/>
    <w:rsid w:val="00A62AE5"/>
    <w:rsid w:val="00A62B64"/>
    <w:rsid w:val="00A62D15"/>
    <w:rsid w:val="00A73F5E"/>
    <w:rsid w:val="00A83FBE"/>
    <w:rsid w:val="00A864C2"/>
    <w:rsid w:val="00A8717A"/>
    <w:rsid w:val="00A91ECB"/>
    <w:rsid w:val="00AB4967"/>
    <w:rsid w:val="00AB5A36"/>
    <w:rsid w:val="00AB7801"/>
    <w:rsid w:val="00AC284A"/>
    <w:rsid w:val="00AD0258"/>
    <w:rsid w:val="00AD368C"/>
    <w:rsid w:val="00AD6B0E"/>
    <w:rsid w:val="00AD7D19"/>
    <w:rsid w:val="00AE0762"/>
    <w:rsid w:val="00AE18BD"/>
    <w:rsid w:val="00AE7B46"/>
    <w:rsid w:val="00AF6783"/>
    <w:rsid w:val="00AF71E2"/>
    <w:rsid w:val="00B02323"/>
    <w:rsid w:val="00B05BFB"/>
    <w:rsid w:val="00B13BD3"/>
    <w:rsid w:val="00B255FB"/>
    <w:rsid w:val="00B27987"/>
    <w:rsid w:val="00B279EC"/>
    <w:rsid w:val="00B41D8C"/>
    <w:rsid w:val="00B421C7"/>
    <w:rsid w:val="00B440BE"/>
    <w:rsid w:val="00B45552"/>
    <w:rsid w:val="00B45D5F"/>
    <w:rsid w:val="00B46C87"/>
    <w:rsid w:val="00B55F76"/>
    <w:rsid w:val="00B568C1"/>
    <w:rsid w:val="00B56BA1"/>
    <w:rsid w:val="00B602EC"/>
    <w:rsid w:val="00B60EE0"/>
    <w:rsid w:val="00B61728"/>
    <w:rsid w:val="00B632A4"/>
    <w:rsid w:val="00B7111D"/>
    <w:rsid w:val="00B718EE"/>
    <w:rsid w:val="00B7251A"/>
    <w:rsid w:val="00B75357"/>
    <w:rsid w:val="00B81991"/>
    <w:rsid w:val="00B8283C"/>
    <w:rsid w:val="00B93CDE"/>
    <w:rsid w:val="00B96C71"/>
    <w:rsid w:val="00BA0FC0"/>
    <w:rsid w:val="00BA1499"/>
    <w:rsid w:val="00BA4997"/>
    <w:rsid w:val="00BB16FA"/>
    <w:rsid w:val="00BB4E8F"/>
    <w:rsid w:val="00BC5284"/>
    <w:rsid w:val="00BC5595"/>
    <w:rsid w:val="00BC70B0"/>
    <w:rsid w:val="00BD4378"/>
    <w:rsid w:val="00BD5F79"/>
    <w:rsid w:val="00BE6ECA"/>
    <w:rsid w:val="00C054FE"/>
    <w:rsid w:val="00C11D48"/>
    <w:rsid w:val="00C12A22"/>
    <w:rsid w:val="00C25F77"/>
    <w:rsid w:val="00C33D97"/>
    <w:rsid w:val="00C34D2B"/>
    <w:rsid w:val="00C36A27"/>
    <w:rsid w:val="00C37F6E"/>
    <w:rsid w:val="00C44C49"/>
    <w:rsid w:val="00C46A63"/>
    <w:rsid w:val="00C50FD9"/>
    <w:rsid w:val="00C61E08"/>
    <w:rsid w:val="00C66AD9"/>
    <w:rsid w:val="00C6723D"/>
    <w:rsid w:val="00C7123E"/>
    <w:rsid w:val="00C72126"/>
    <w:rsid w:val="00C75F21"/>
    <w:rsid w:val="00C80158"/>
    <w:rsid w:val="00C83239"/>
    <w:rsid w:val="00C86037"/>
    <w:rsid w:val="00CA228A"/>
    <w:rsid w:val="00CA55E0"/>
    <w:rsid w:val="00CA6C4F"/>
    <w:rsid w:val="00CB08EF"/>
    <w:rsid w:val="00CB39CE"/>
    <w:rsid w:val="00CB6F39"/>
    <w:rsid w:val="00CC02F5"/>
    <w:rsid w:val="00CC3A58"/>
    <w:rsid w:val="00CC62EC"/>
    <w:rsid w:val="00CD1B3D"/>
    <w:rsid w:val="00CD2A49"/>
    <w:rsid w:val="00CD6FBD"/>
    <w:rsid w:val="00CE0847"/>
    <w:rsid w:val="00CE355C"/>
    <w:rsid w:val="00CF49DD"/>
    <w:rsid w:val="00CF5824"/>
    <w:rsid w:val="00D071E7"/>
    <w:rsid w:val="00D1451B"/>
    <w:rsid w:val="00D225B6"/>
    <w:rsid w:val="00D23288"/>
    <w:rsid w:val="00D30A89"/>
    <w:rsid w:val="00D33B64"/>
    <w:rsid w:val="00D353D1"/>
    <w:rsid w:val="00D35897"/>
    <w:rsid w:val="00D42A68"/>
    <w:rsid w:val="00D46918"/>
    <w:rsid w:val="00D5195C"/>
    <w:rsid w:val="00D56F35"/>
    <w:rsid w:val="00D80389"/>
    <w:rsid w:val="00D841C1"/>
    <w:rsid w:val="00D908AF"/>
    <w:rsid w:val="00D919E1"/>
    <w:rsid w:val="00D92D3E"/>
    <w:rsid w:val="00DA0E33"/>
    <w:rsid w:val="00DA19DD"/>
    <w:rsid w:val="00DA4391"/>
    <w:rsid w:val="00DA6BD7"/>
    <w:rsid w:val="00DB0373"/>
    <w:rsid w:val="00DB0D3D"/>
    <w:rsid w:val="00DB28C2"/>
    <w:rsid w:val="00DC17BA"/>
    <w:rsid w:val="00DC5048"/>
    <w:rsid w:val="00DD786B"/>
    <w:rsid w:val="00DE5527"/>
    <w:rsid w:val="00DE62CB"/>
    <w:rsid w:val="00DE735A"/>
    <w:rsid w:val="00DF20B3"/>
    <w:rsid w:val="00DF5EED"/>
    <w:rsid w:val="00DF7E34"/>
    <w:rsid w:val="00E0350E"/>
    <w:rsid w:val="00E11FF8"/>
    <w:rsid w:val="00E13710"/>
    <w:rsid w:val="00E13AFA"/>
    <w:rsid w:val="00E13F62"/>
    <w:rsid w:val="00E360EB"/>
    <w:rsid w:val="00E36C83"/>
    <w:rsid w:val="00E400BA"/>
    <w:rsid w:val="00E40E57"/>
    <w:rsid w:val="00E43FCC"/>
    <w:rsid w:val="00E47A3B"/>
    <w:rsid w:val="00E56D6C"/>
    <w:rsid w:val="00E611AF"/>
    <w:rsid w:val="00E63EF2"/>
    <w:rsid w:val="00E651AB"/>
    <w:rsid w:val="00E66535"/>
    <w:rsid w:val="00E7369B"/>
    <w:rsid w:val="00E75711"/>
    <w:rsid w:val="00E907B6"/>
    <w:rsid w:val="00EA709A"/>
    <w:rsid w:val="00EB0B0D"/>
    <w:rsid w:val="00EB1E9A"/>
    <w:rsid w:val="00EB1FE5"/>
    <w:rsid w:val="00EC0762"/>
    <w:rsid w:val="00EC5993"/>
    <w:rsid w:val="00ED7944"/>
    <w:rsid w:val="00EE3FA6"/>
    <w:rsid w:val="00EF0C0B"/>
    <w:rsid w:val="00EF5521"/>
    <w:rsid w:val="00F025B0"/>
    <w:rsid w:val="00F04DD7"/>
    <w:rsid w:val="00F050DA"/>
    <w:rsid w:val="00F0536C"/>
    <w:rsid w:val="00F217A7"/>
    <w:rsid w:val="00F24969"/>
    <w:rsid w:val="00F362ED"/>
    <w:rsid w:val="00F40304"/>
    <w:rsid w:val="00F424CC"/>
    <w:rsid w:val="00F65225"/>
    <w:rsid w:val="00F656BB"/>
    <w:rsid w:val="00F73316"/>
    <w:rsid w:val="00F7767C"/>
    <w:rsid w:val="00F77D47"/>
    <w:rsid w:val="00F82AC1"/>
    <w:rsid w:val="00F8706C"/>
    <w:rsid w:val="00F92A7A"/>
    <w:rsid w:val="00F949B1"/>
    <w:rsid w:val="00F979F8"/>
    <w:rsid w:val="00FB176C"/>
    <w:rsid w:val="00FB2343"/>
    <w:rsid w:val="00FC0920"/>
    <w:rsid w:val="00FC261C"/>
    <w:rsid w:val="00FC2C9B"/>
    <w:rsid w:val="00FD0D32"/>
    <w:rsid w:val="00FD5769"/>
    <w:rsid w:val="00FE4E93"/>
    <w:rsid w:val="00FE4EE1"/>
    <w:rsid w:val="00FF1EAC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  <o:rules v:ext="edit">
        <o:r id="V:Rule1" type="callout" idref="#AutoShape 9"/>
        <o:r id="V:Rule2" type="callout" idref="#AutoShape 10"/>
        <o:r id="V:Rule3" type="callout" idref="#AutoShape 11"/>
        <o:r id="V:Rule4" type="callout" idref="#AutoShape 12"/>
        <o:r id="V:Rule5" type="callout" idref="#AutoShape 14"/>
        <o:r id="V:Rule6" type="callout" idref="#AutoShape 13"/>
        <o:r id="V:Rule7" type="callout" idref="#AutoShape 16"/>
        <o:r id="V:Rule8" type="callout" idref="#AutoShape 15"/>
        <o:r id="V:Rule9" type="callout" idref="#AutoShape 18"/>
        <o:r id="V:Rule10" type="callout" idref="#AutoShape 17"/>
        <o:r id="V:Rule11" type="callout" idref="#AutoShape 190"/>
        <o:r id="V:Rule12" type="callout" idref="#AutoShape 189"/>
        <o:r id="V:Rule13" type="callout" idref="#AutoShape 191"/>
        <o:r id="V:Rule14" type="callout" idref="#AutoShape 192"/>
        <o:r id="V:Rule15" type="callout" idref="#AutoShape 19"/>
        <o:r id="V:Rule16" type="callout" idref="#AutoShape 20"/>
        <o:r id="V:Rule17" type="callout" idref="#AutoShape 21"/>
        <o:r id="V:Rule18" type="callout" idref="#AutoShape 22"/>
        <o:r id="V:Rule19" type="callout" idref="#AutoShape 23"/>
        <o:r id="V:Rule20" type="callout" idref="#AutoShape 24"/>
        <o:r id="V:Rule21" type="callout" idref="#AutoShape 25"/>
        <o:r id="V:Rule22" type="callout" idref="#AutoShape 193"/>
        <o:r id="V:Rule23" type="callout" idref="#AutoShape 27"/>
        <o:r id="V:Rule24" type="callout" idref="#AutoShape 26"/>
        <o:r id="V:Rule25" type="callout" idref="#AutoShape 29"/>
        <o:r id="V:Rule26" type="callout" idref="#AutoShape 31"/>
        <o:r id="V:Rule27" type="callout" idref="#AutoShape 30"/>
        <o:r id="V:Rule28" type="callout" idref="#AutoShape 34"/>
        <o:r id="V:Rule29" type="callout" idref="#AutoShape 33"/>
        <o:r id="V:Rule30" type="callout" idref="#AutoShape 32"/>
        <o:r id="V:Rule31" type="callout" idref="#AutoShape 37"/>
        <o:r id="V:Rule32" type="callout" idref="#AutoShape 36"/>
        <o:r id="V:Rule33" type="callout" idref="#AutoShape 39"/>
        <o:r id="V:Rule34" type="callout" idref="#AutoShape 38"/>
        <o:r id="V:Rule35" type="callout" idref="#AutoShape 41"/>
        <o:r id="V:Rule36" type="callout" idref="#AutoShape 40"/>
        <o:r id="V:Rule37" type="callout" idref="#AutoShape 43"/>
        <o:r id="V:Rule38" type="callout" idref="#AutoShape 44"/>
        <o:r id="V:Rule39" type="callout" idref="#AutoShape 42"/>
        <o:r id="V:Rule40" type="callout" idref="#AutoShape 45"/>
        <o:r id="V:Rule41" type="callout" idref="#AutoShape 46"/>
        <o:r id="V:Rule42" type="callout" idref="#AutoShape 48"/>
        <o:r id="V:Rule43" type="callout" idref="#AutoShape 47"/>
        <o:r id="V:Rule44" type="callout" idref="#AutoShape 195"/>
        <o:r id="V:Rule45" type="callout" idref="#AutoShape 194"/>
        <o:r id="V:Rule46" type="callout" idref="#AutoShape 196"/>
        <o:r id="V:Rule47" type="callout" idref="#AutoShape 199"/>
        <o:r id="V:Rule48" type="callout" idref="#AutoShape 198"/>
        <o:r id="V:Rule49" type="callout" idref="#AutoShape 201"/>
        <o:r id="V:Rule50" type="callout" idref="#AutoShape 200"/>
        <o:r id="V:Rule51" type="callout" idref="#AutoShape 49"/>
        <o:r id="V:Rule52" type="callout" idref="#AutoShape 50"/>
        <o:r id="V:Rule53" type="callout" idref="#AutoShape 51"/>
        <o:r id="V:Rule54" type="callout" idref="#AutoShape 52"/>
        <o:r id="V:Rule55" type="callout" idref="#AutoShape 202"/>
        <o:r id="V:Rule56" type="callout" idref="#AutoShape 53"/>
        <o:r id="V:Rule57" type="callout" idref="#AutoShape 203"/>
        <o:r id="V:Rule58" type="callout" idref="#AutoShape 204"/>
        <o:r id="V:Rule59" type="callout" idref="#AutoShape 205"/>
        <o:r id="V:Rule60" type="callout" idref="#AutoShape 206"/>
        <o:r id="V:Rule61" type="callout" idref="#AutoShape 207"/>
        <o:r id="V:Rule62" type="callout" idref="#AutoShape 208"/>
        <o:r id="V:Rule63" type="callout" idref="#AutoShape 209"/>
        <o:r id="V:Rule64" type="callout" idref="#AutoShape 210"/>
        <o:r id="V:Rule65" type="callout" idref="#AutoShape 211"/>
        <o:r id="V:Rule66" type="callout" idref="#AutoShape 55"/>
        <o:r id="V:Rule67" type="callout" idref="#AutoShape 54"/>
        <o:r id="V:Rule68" type="callout" idref="#AutoShape 57"/>
        <o:r id="V:Rule69" type="callout" idref="#AutoShape 214"/>
        <o:r id="V:Rule70" type="callout" idref="#AutoShape 215"/>
        <o:r id="V:Rule71" type="callout" idref="#AutoShape 213"/>
        <o:r id="V:Rule72" type="callout" idref="#AutoShape 76"/>
        <o:r id="V:Rule73" type="callout" idref="#AutoShape 74"/>
        <o:r id="V:Rule74" type="callout" idref="#AutoShape 75"/>
        <o:r id="V:Rule75" type="callout" idref="#AutoShape 80"/>
        <o:r id="V:Rule76" type="callout" idref="#AutoShape 79"/>
        <o:r id="V:Rule77" type="callout" idref="#AutoShape 78"/>
        <o:r id="V:Rule78" type="callout" idref="#AutoShape 84"/>
        <o:r id="V:Rule79" type="callout" idref="#AutoShape 82"/>
        <o:r id="V:Rule80" type="callout" idref="#AutoShape 83"/>
        <o:r id="V:Rule81" type="callout" idref="#AutoShape 87"/>
        <o:r id="V:Rule82" type="callout" idref="#AutoShape 88"/>
        <o:r id="V:Rule83" type="callout" idref="#AutoShape 86"/>
        <o:r id="V:Rule84" type="callout" idref="#AutoShape 90"/>
        <o:r id="V:Rule85" type="callout" idref="#AutoShape 92"/>
        <o:r id="V:Rule86" type="callout" idref="#AutoShape 91"/>
        <o:r id="V:Rule87" type="callout" idref="#AutoShape 95"/>
        <o:r id="V:Rule88" type="callout" idref="#AutoShape 94"/>
        <o:r id="V:Rule89" type="callout" idref="#AutoShape 93"/>
        <o:r id="V:Rule90" type="callout" idref="#AutoShape 97"/>
        <o:r id="V:Rule91" type="callout" idref="#AutoShape 216"/>
        <o:r id="V:Rule92" type="callout" idref="#AutoShape 218"/>
        <o:r id="V:Rule93" type="callout" idref="#AutoShape 220"/>
        <o:r id="V:Rule94" type="callout" idref="#AutoShape 222"/>
        <o:r id="V:Rule95" type="callout" idref="#AutoShape 221"/>
        <o:r id="V:Rule96" type="callout" idref="#AutoShape 223"/>
        <o:r id="V:Rule97" type="callout" idref="#AutoShape 225"/>
        <o:r id="V:Rule98" type="callout" idref="#AutoShape 227"/>
        <o:r id="V:Rule99" type="callout" idref="#AutoShape 226"/>
        <o:r id="V:Rule100" type="callout" idref="#AutoShape 228"/>
        <o:r id="V:Rule101" type="callout" idref="#AutoShape 1041"/>
        <o:r id="V:Rule102" type="callout" idref="#AutoShape 1040"/>
        <o:r id="V:Rule103" type="callout" idref="#AutoShape 1042"/>
        <o:r id="V:Rule104" type="callout" idref="#AutoShape 236"/>
        <o:r id="V:Rule105" type="callout" idref="#AutoShape 238"/>
        <o:r id="V:Rule106" type="callout" idref="#AutoShape 240"/>
        <o:r id="V:Rule107" type="callout" idref="#AutoShape 242"/>
        <o:r id="V:Rule108" type="callout" idref="#AutoShape 243"/>
        <o:r id="V:Rule109" type="callout" idref="#AutoShape 245"/>
        <o:r id="V:Rule110" type="callout" idref="#AutoShape 244"/>
        <o:r id="V:Rule111" type="callout" idref="#AutoShape 1803"/>
        <o:r id="V:Rule112" type="callout" idref="#AutoShape 1802"/>
        <o:r id="V:Rule113" type="callout" idref="#AutoShape 1804"/>
        <o:r id="V:Rule114" type="callout" idref="#AutoShape 250"/>
        <o:r id="V:Rule115" type="callout" idref="#AutoShape 249"/>
        <o:r id="V:Rule116" type="callout" idref="#AutoShape 251"/>
        <o:r id="V:Rule117" type="callout" idref="#AutoShape 252"/>
        <o:r id="V:Rule118" type="callout" idref="#AutoShape 259"/>
        <o:r id="V:Rule119" type="callout" idref="#AutoShape 262"/>
        <o:r id="V:Rule120" type="callout" idref="#AutoShape 261"/>
        <o:r id="V:Rule121" type="callout" idref="#AutoShape 260"/>
        <o:r id="V:Rule122" type="callout" idref="#AutoShape 265"/>
        <o:r id="V:Rule123" type="callout" idref="#AutoShape 264"/>
        <o:r id="V:Rule124" type="callout" idref="#AutoShape 263"/>
        <o:r id="V:Rule125" type="callout" idref="#AutoShape 268"/>
        <o:r id="V:Rule126" type="callout" idref="#AutoShape 267"/>
        <o:r id="V:Rule127" type="callout" idref="#AutoShape 266"/>
        <o:r id="V:Rule128" type="callout" idref="#AutoShape 269"/>
        <o:r id="V:Rule129" type="callout" idref="#AutoShape 270"/>
        <o:r id="V:Rule130" type="callout" idref="#AutoShape 271"/>
        <o:r id="V:Rule131" type="callout" idref="#AutoShape 272"/>
        <o:r id="V:Rule132" type="callout" idref="#AutoShape 280"/>
        <o:r id="V:Rule133" type="callout" idref="#AutoShape 283"/>
        <o:r id="V:Rule134" type="callout" idref="#AutoShape 282"/>
        <o:r id="V:Rule135" type="callout" idref="#AutoShape 273"/>
        <o:r id="V:Rule136" type="callout" idref="#AutoShape 275"/>
        <o:r id="V:Rule137" type="callout" idref="#AutoShape 290"/>
        <o:r id="V:Rule138" type="callout" idref="#AutoShape 296"/>
        <o:r id="V:Rule139" type="callout" idref="#AutoShape 295"/>
        <o:r id="V:Rule140" type="callout" idref="#AutoShape 298"/>
        <o:r id="V:Rule141" type="callout" idref="#AutoShape 297"/>
        <o:r id="V:Rule142" type="callout" idref="#AutoShape 307"/>
        <o:r id="V:Rule143" type="callout" idref="#AutoShape 309"/>
        <o:r id="V:Rule144" type="callout" idref="#AutoShape 308"/>
        <o:r id="V:Rule145" type="callout" idref="#AutoShape 303"/>
        <o:r id="V:Rule146" type="callout" idref="#AutoShape 305"/>
        <o:r id="V:Rule147" type="callout" idref="#AutoShape 304"/>
      </o:rules>
    </o:shapelayout>
  </w:shapeDefaults>
  <w:decimalSymbol w:val="."/>
  <w:listSeparator w:val=","/>
  <w15:docId w15:val="{9F01E757-5850-48A2-982D-8A123881A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267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BC528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A5267"/>
    <w:pPr>
      <w:keepNext/>
      <w:tabs>
        <w:tab w:val="decimal" w:pos="360"/>
        <w:tab w:val="left" w:pos="720"/>
      </w:tabs>
      <w:jc w:val="center"/>
      <w:outlineLvl w:val="1"/>
    </w:pPr>
    <w:rPr>
      <w:i/>
      <w:u w:val="single"/>
    </w:rPr>
  </w:style>
  <w:style w:type="paragraph" w:styleId="Heading3">
    <w:name w:val="heading 3"/>
    <w:basedOn w:val="Normal"/>
    <w:next w:val="Normal"/>
    <w:qFormat/>
    <w:rsid w:val="002A5267"/>
    <w:pPr>
      <w:keepNext/>
      <w:tabs>
        <w:tab w:val="decimal" w:pos="360"/>
        <w:tab w:val="left" w:pos="720"/>
      </w:tabs>
      <w:jc w:val="center"/>
      <w:outlineLvl w:val="2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A526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A526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A5267"/>
  </w:style>
  <w:style w:type="paragraph" w:customStyle="1" w:styleId="Mainfirst">
    <w:name w:val="Main first"/>
    <w:basedOn w:val="Normal"/>
    <w:rsid w:val="002A5267"/>
    <w:pPr>
      <w:spacing w:line="360" w:lineRule="auto"/>
      <w:jc w:val="both"/>
    </w:pPr>
    <w:rPr>
      <w:lang w:val="en-GB"/>
    </w:rPr>
  </w:style>
  <w:style w:type="paragraph" w:customStyle="1" w:styleId="ISM">
    <w:name w:val="ISM"/>
    <w:basedOn w:val="Normal"/>
    <w:rsid w:val="002A5267"/>
    <w:pPr>
      <w:tabs>
        <w:tab w:val="decimal" w:pos="270"/>
        <w:tab w:val="left" w:pos="540"/>
      </w:tabs>
    </w:pPr>
  </w:style>
  <w:style w:type="paragraph" w:customStyle="1" w:styleId="ISMab">
    <w:name w:val="ISMab"/>
    <w:basedOn w:val="ISM"/>
    <w:rsid w:val="002A5267"/>
    <w:pPr>
      <w:tabs>
        <w:tab w:val="left" w:pos="900"/>
      </w:tabs>
    </w:pPr>
  </w:style>
  <w:style w:type="paragraph" w:customStyle="1" w:styleId="Level1">
    <w:name w:val="Level 1"/>
    <w:next w:val="Normal"/>
    <w:rsid w:val="002A5267"/>
    <w:pPr>
      <w:spacing w:line="360" w:lineRule="auto"/>
      <w:ind w:hanging="720"/>
    </w:pPr>
    <w:rPr>
      <w:rFonts w:ascii="Arial" w:hAnsi="Arial"/>
      <w:b/>
      <w:smallCaps/>
      <w:noProof/>
      <w:sz w:val="32"/>
      <w:lang w:val="en-US" w:eastAsia="en-US"/>
    </w:rPr>
  </w:style>
  <w:style w:type="paragraph" w:customStyle="1" w:styleId="Level2">
    <w:name w:val="Level 2"/>
    <w:next w:val="Normal"/>
    <w:rsid w:val="002A5267"/>
    <w:pPr>
      <w:spacing w:line="360" w:lineRule="auto"/>
    </w:pPr>
    <w:rPr>
      <w:rFonts w:ascii="Arial" w:hAnsi="Arial"/>
      <w:b/>
      <w:smallCaps/>
      <w:noProof/>
      <w:sz w:val="28"/>
      <w:lang w:val="en-US" w:eastAsia="en-US"/>
    </w:rPr>
  </w:style>
  <w:style w:type="paragraph" w:customStyle="1" w:styleId="Chapterhead">
    <w:name w:val="Chapter head"/>
    <w:next w:val="Level1"/>
    <w:rsid w:val="002A5267"/>
    <w:pPr>
      <w:spacing w:line="360" w:lineRule="auto"/>
      <w:ind w:hanging="720"/>
    </w:pPr>
    <w:rPr>
      <w:rFonts w:ascii="Arial" w:hAnsi="Arial"/>
      <w:b/>
      <w:smallCaps/>
      <w:noProof/>
      <w:sz w:val="40"/>
      <w:lang w:val="en-US" w:eastAsia="en-US"/>
    </w:rPr>
  </w:style>
  <w:style w:type="paragraph" w:customStyle="1" w:styleId="ChapterOutline">
    <w:name w:val="Chapter Outline"/>
    <w:basedOn w:val="Normal"/>
    <w:next w:val="Normal"/>
    <w:rsid w:val="002A5267"/>
    <w:pPr>
      <w:keepNext/>
      <w:tabs>
        <w:tab w:val="left" w:pos="0"/>
      </w:tabs>
      <w:suppressAutoHyphens/>
      <w:spacing w:before="120" w:line="360" w:lineRule="auto"/>
      <w:ind w:hanging="720"/>
      <w:jc w:val="both"/>
    </w:pPr>
    <w:rPr>
      <w:smallCaps/>
      <w:spacing w:val="-3"/>
      <w:sz w:val="24"/>
      <w:u w:val="single"/>
      <w:lang w:val="en-GB"/>
    </w:rPr>
  </w:style>
  <w:style w:type="paragraph" w:customStyle="1" w:styleId="Example">
    <w:name w:val="Example"/>
    <w:basedOn w:val="Level2"/>
    <w:next w:val="Normal"/>
    <w:rsid w:val="002A5267"/>
    <w:pPr>
      <w:ind w:left="-720"/>
    </w:pPr>
  </w:style>
  <w:style w:type="character" w:customStyle="1" w:styleId="Examplehead">
    <w:name w:val="Example head"/>
    <w:rsid w:val="002A5267"/>
    <w:rPr>
      <w:rFonts w:ascii="Arial" w:hAnsi="Arial"/>
      <w:i/>
      <w:sz w:val="24"/>
      <w:vertAlign w:val="baseline"/>
    </w:rPr>
  </w:style>
  <w:style w:type="paragraph" w:customStyle="1" w:styleId="LearningObjectives">
    <w:name w:val="Learning Objectives"/>
    <w:basedOn w:val="Normal"/>
    <w:next w:val="Normal"/>
    <w:rsid w:val="002A5267"/>
    <w:pPr>
      <w:spacing w:line="360" w:lineRule="auto"/>
      <w:ind w:left="360" w:hanging="360"/>
      <w:jc w:val="both"/>
    </w:pPr>
    <w:rPr>
      <w:lang w:val="en-GB"/>
    </w:rPr>
  </w:style>
  <w:style w:type="paragraph" w:customStyle="1" w:styleId="Level4">
    <w:name w:val="Level 4"/>
    <w:next w:val="Normal"/>
    <w:rsid w:val="002A5267"/>
    <w:pPr>
      <w:spacing w:line="360" w:lineRule="auto"/>
      <w:jc w:val="both"/>
    </w:pPr>
    <w:rPr>
      <w:rFonts w:ascii="Arial" w:hAnsi="Arial"/>
      <w:noProof/>
      <w:sz w:val="22"/>
      <w:u w:val="single"/>
      <w:lang w:val="en-US" w:eastAsia="en-US"/>
    </w:rPr>
  </w:style>
  <w:style w:type="paragraph" w:customStyle="1" w:styleId="problems">
    <w:name w:val="problems"/>
    <w:basedOn w:val="Normal"/>
    <w:rsid w:val="002A5267"/>
    <w:pPr>
      <w:spacing w:line="360" w:lineRule="auto"/>
      <w:ind w:left="432" w:hanging="432"/>
      <w:jc w:val="both"/>
    </w:pPr>
    <w:rPr>
      <w:lang w:val="en-GB"/>
    </w:rPr>
  </w:style>
  <w:style w:type="character" w:customStyle="1" w:styleId="red">
    <w:name w:val="red"/>
    <w:rsid w:val="002A5267"/>
    <w:rPr>
      <w:rFonts w:ascii="Arial" w:hAnsi="Arial"/>
      <w:color w:val="auto"/>
      <w:spacing w:val="-2"/>
      <w:sz w:val="22"/>
    </w:rPr>
  </w:style>
  <w:style w:type="paragraph" w:customStyle="1" w:styleId="Level3">
    <w:name w:val="Level 3"/>
    <w:basedOn w:val="Normal"/>
    <w:next w:val="Normal"/>
    <w:rsid w:val="002A5267"/>
    <w:pPr>
      <w:spacing w:line="360" w:lineRule="auto"/>
      <w:jc w:val="both"/>
    </w:pPr>
    <w:rPr>
      <w:b/>
      <w:i/>
      <w:smallCaps/>
      <w:sz w:val="24"/>
    </w:rPr>
  </w:style>
  <w:style w:type="character" w:styleId="FollowedHyperlink">
    <w:name w:val="FollowedHyperlink"/>
    <w:rsid w:val="00CA55E0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A26DE7"/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link w:val="BalloonText"/>
    <w:rsid w:val="00A26DE7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rsid w:val="006910C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10CA"/>
    <w:rPr>
      <w:sz w:val="20"/>
      <w:lang w:val="en-US"/>
    </w:rPr>
  </w:style>
  <w:style w:type="character" w:customStyle="1" w:styleId="CommentTextChar">
    <w:name w:val="Comment Text Char"/>
    <w:link w:val="CommentText"/>
    <w:rsid w:val="006910CA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910CA"/>
    <w:rPr>
      <w:b/>
      <w:bCs/>
    </w:rPr>
  </w:style>
  <w:style w:type="character" w:customStyle="1" w:styleId="CommentSubjectChar">
    <w:name w:val="Comment Subject Char"/>
    <w:link w:val="CommentSubject"/>
    <w:rsid w:val="006910CA"/>
    <w:rPr>
      <w:rFonts w:ascii="Arial" w:hAnsi="Arial"/>
      <w:b/>
      <w:bCs/>
      <w:lang w:val="en-US" w:eastAsia="en-US"/>
    </w:rPr>
  </w:style>
  <w:style w:type="character" w:styleId="PlaceholderText">
    <w:name w:val="Placeholder Text"/>
    <w:uiPriority w:val="99"/>
    <w:semiHidden/>
    <w:rsid w:val="00CE355C"/>
    <w:rPr>
      <w:color w:val="808080"/>
    </w:rPr>
  </w:style>
  <w:style w:type="paragraph" w:styleId="Revision">
    <w:name w:val="Revision"/>
    <w:hidden/>
    <w:uiPriority w:val="99"/>
    <w:semiHidden/>
    <w:rsid w:val="006822DA"/>
    <w:rPr>
      <w:rFonts w:ascii="Arial" w:hAnsi="Arial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1.wmf"/><Relationship Id="rId299" Type="http://schemas.openxmlformats.org/officeDocument/2006/relationships/image" Target="media/image132.wmf"/><Relationship Id="rId21" Type="http://schemas.openxmlformats.org/officeDocument/2006/relationships/image" Target="media/image6.wmf"/><Relationship Id="rId63" Type="http://schemas.openxmlformats.org/officeDocument/2006/relationships/image" Target="media/image24.wmf"/><Relationship Id="rId159" Type="http://schemas.openxmlformats.org/officeDocument/2006/relationships/oleObject" Target="embeddings/oleObject83.bin"/><Relationship Id="rId324" Type="http://schemas.openxmlformats.org/officeDocument/2006/relationships/image" Target="media/image144.wmf"/><Relationship Id="rId366" Type="http://schemas.openxmlformats.org/officeDocument/2006/relationships/oleObject" Target="embeddings/oleObject197.bin"/><Relationship Id="rId531" Type="http://schemas.openxmlformats.org/officeDocument/2006/relationships/oleObject" Target="embeddings/oleObject287.bin"/><Relationship Id="rId573" Type="http://schemas.openxmlformats.org/officeDocument/2006/relationships/oleObject" Target="embeddings/oleObject310.bin"/><Relationship Id="rId629" Type="http://schemas.openxmlformats.org/officeDocument/2006/relationships/oleObject" Target="embeddings/oleObject340.bin"/><Relationship Id="rId170" Type="http://schemas.openxmlformats.org/officeDocument/2006/relationships/image" Target="media/image75.wmf"/><Relationship Id="rId226" Type="http://schemas.openxmlformats.org/officeDocument/2006/relationships/image" Target="media/image101.wmf"/><Relationship Id="rId433" Type="http://schemas.openxmlformats.org/officeDocument/2006/relationships/image" Target="media/image190.wmf"/><Relationship Id="rId268" Type="http://schemas.openxmlformats.org/officeDocument/2006/relationships/oleObject" Target="embeddings/oleObject144.bin"/><Relationship Id="rId475" Type="http://schemas.openxmlformats.org/officeDocument/2006/relationships/oleObject" Target="embeddings/oleObject259.bin"/><Relationship Id="rId640" Type="http://schemas.openxmlformats.org/officeDocument/2006/relationships/oleObject" Target="embeddings/oleObject346.bin"/><Relationship Id="rId32" Type="http://schemas.openxmlformats.org/officeDocument/2006/relationships/oleObject" Target="embeddings/oleObject16.bin"/><Relationship Id="rId74" Type="http://schemas.openxmlformats.org/officeDocument/2006/relationships/oleObject" Target="embeddings/oleObject39.bin"/><Relationship Id="rId128" Type="http://schemas.openxmlformats.org/officeDocument/2006/relationships/image" Target="media/image56.wmf"/><Relationship Id="rId335" Type="http://schemas.openxmlformats.org/officeDocument/2006/relationships/oleObject" Target="embeddings/oleObject180.bin"/><Relationship Id="rId377" Type="http://schemas.openxmlformats.org/officeDocument/2006/relationships/image" Target="media/image168.wmf"/><Relationship Id="rId500" Type="http://schemas.openxmlformats.org/officeDocument/2006/relationships/image" Target="media/image223.wmf"/><Relationship Id="rId542" Type="http://schemas.openxmlformats.org/officeDocument/2006/relationships/image" Target="media/image243.wmf"/><Relationship Id="rId584" Type="http://schemas.openxmlformats.org/officeDocument/2006/relationships/oleObject" Target="embeddings/oleObject316.bin"/><Relationship Id="rId5" Type="http://schemas.openxmlformats.org/officeDocument/2006/relationships/footnotes" Target="footnotes.xml"/><Relationship Id="rId181" Type="http://schemas.openxmlformats.org/officeDocument/2006/relationships/image" Target="media/image80.wmf"/><Relationship Id="rId237" Type="http://schemas.openxmlformats.org/officeDocument/2006/relationships/image" Target="media/image106.wmf"/><Relationship Id="rId402" Type="http://schemas.openxmlformats.org/officeDocument/2006/relationships/oleObject" Target="embeddings/oleObject218.bin"/><Relationship Id="rId279" Type="http://schemas.openxmlformats.org/officeDocument/2006/relationships/image" Target="media/image124.wmf"/><Relationship Id="rId444" Type="http://schemas.openxmlformats.org/officeDocument/2006/relationships/image" Target="media/image195.wmf"/><Relationship Id="rId486" Type="http://schemas.openxmlformats.org/officeDocument/2006/relationships/image" Target="media/image216.wmf"/><Relationship Id="rId651" Type="http://schemas.openxmlformats.org/officeDocument/2006/relationships/image" Target="media/image294.wmf"/><Relationship Id="rId43" Type="http://schemas.openxmlformats.org/officeDocument/2006/relationships/oleObject" Target="embeddings/oleObject23.bin"/><Relationship Id="rId139" Type="http://schemas.openxmlformats.org/officeDocument/2006/relationships/image" Target="media/image61.wmf"/><Relationship Id="rId290" Type="http://schemas.openxmlformats.org/officeDocument/2006/relationships/image" Target="media/image129.wmf"/><Relationship Id="rId304" Type="http://schemas.openxmlformats.org/officeDocument/2006/relationships/oleObject" Target="embeddings/oleObject164.bin"/><Relationship Id="rId346" Type="http://schemas.openxmlformats.org/officeDocument/2006/relationships/image" Target="media/image155.wmf"/><Relationship Id="rId388" Type="http://schemas.openxmlformats.org/officeDocument/2006/relationships/image" Target="media/image173.wmf"/><Relationship Id="rId511" Type="http://schemas.openxmlformats.org/officeDocument/2006/relationships/oleObject" Target="embeddings/oleObject277.bin"/><Relationship Id="rId553" Type="http://schemas.openxmlformats.org/officeDocument/2006/relationships/oleObject" Target="embeddings/oleObject299.bin"/><Relationship Id="rId609" Type="http://schemas.openxmlformats.org/officeDocument/2006/relationships/image" Target="media/image274.emf"/><Relationship Id="rId85" Type="http://schemas.openxmlformats.org/officeDocument/2006/relationships/image" Target="media/image35.wmf"/><Relationship Id="rId150" Type="http://schemas.openxmlformats.org/officeDocument/2006/relationships/oleObject" Target="embeddings/oleObject78.bin"/><Relationship Id="rId192" Type="http://schemas.openxmlformats.org/officeDocument/2006/relationships/image" Target="media/image85.wmf"/><Relationship Id="rId206" Type="http://schemas.openxmlformats.org/officeDocument/2006/relationships/oleObject" Target="embeddings/oleObject109.bin"/><Relationship Id="rId413" Type="http://schemas.openxmlformats.org/officeDocument/2006/relationships/oleObject" Target="embeddings/oleObject226.bin"/><Relationship Id="rId595" Type="http://schemas.openxmlformats.org/officeDocument/2006/relationships/image" Target="media/image267.wmf"/><Relationship Id="rId248" Type="http://schemas.openxmlformats.org/officeDocument/2006/relationships/oleObject" Target="embeddings/oleObject132.bin"/><Relationship Id="rId455" Type="http://schemas.openxmlformats.org/officeDocument/2006/relationships/oleObject" Target="embeddings/oleObject249.bin"/><Relationship Id="rId497" Type="http://schemas.openxmlformats.org/officeDocument/2006/relationships/oleObject" Target="embeddings/oleObject270.bin"/><Relationship Id="rId620" Type="http://schemas.openxmlformats.org/officeDocument/2006/relationships/image" Target="media/image279.emf"/><Relationship Id="rId12" Type="http://schemas.openxmlformats.org/officeDocument/2006/relationships/image" Target="media/image3.wmf"/><Relationship Id="rId108" Type="http://schemas.openxmlformats.org/officeDocument/2006/relationships/oleObject" Target="embeddings/oleObject56.bin"/><Relationship Id="rId315" Type="http://schemas.openxmlformats.org/officeDocument/2006/relationships/image" Target="media/image140.wmf"/><Relationship Id="rId357" Type="http://schemas.openxmlformats.org/officeDocument/2006/relationships/oleObject" Target="embeddings/oleObject192.bin"/><Relationship Id="rId522" Type="http://schemas.openxmlformats.org/officeDocument/2006/relationships/image" Target="media/image234.wmf"/><Relationship Id="rId54" Type="http://schemas.openxmlformats.org/officeDocument/2006/relationships/oleObject" Target="embeddings/oleObject29.bin"/><Relationship Id="rId96" Type="http://schemas.openxmlformats.org/officeDocument/2006/relationships/oleObject" Target="embeddings/oleObject50.bin"/><Relationship Id="rId161" Type="http://schemas.openxmlformats.org/officeDocument/2006/relationships/image" Target="media/image71.wmf"/><Relationship Id="rId217" Type="http://schemas.openxmlformats.org/officeDocument/2006/relationships/oleObject" Target="embeddings/oleObject115.bin"/><Relationship Id="rId399" Type="http://schemas.openxmlformats.org/officeDocument/2006/relationships/image" Target="media/image177.wmf"/><Relationship Id="rId564" Type="http://schemas.openxmlformats.org/officeDocument/2006/relationships/image" Target="media/image253.wmf"/><Relationship Id="rId259" Type="http://schemas.openxmlformats.org/officeDocument/2006/relationships/oleObject" Target="embeddings/oleObject139.bin"/><Relationship Id="rId424" Type="http://schemas.openxmlformats.org/officeDocument/2006/relationships/image" Target="media/image186.emf"/><Relationship Id="rId466" Type="http://schemas.openxmlformats.org/officeDocument/2006/relationships/image" Target="media/image206.wmf"/><Relationship Id="rId631" Type="http://schemas.openxmlformats.org/officeDocument/2006/relationships/oleObject" Target="embeddings/oleObject341.bin"/><Relationship Id="rId23" Type="http://schemas.openxmlformats.org/officeDocument/2006/relationships/image" Target="media/image7.wmf"/><Relationship Id="rId119" Type="http://schemas.openxmlformats.org/officeDocument/2006/relationships/image" Target="media/image52.wmf"/><Relationship Id="rId270" Type="http://schemas.openxmlformats.org/officeDocument/2006/relationships/oleObject" Target="embeddings/oleObject145.bin"/><Relationship Id="rId326" Type="http://schemas.openxmlformats.org/officeDocument/2006/relationships/image" Target="media/image145.wmf"/><Relationship Id="rId533" Type="http://schemas.openxmlformats.org/officeDocument/2006/relationships/oleObject" Target="embeddings/oleObject288.bin"/><Relationship Id="rId65" Type="http://schemas.openxmlformats.org/officeDocument/2006/relationships/image" Target="media/image25.wmf"/><Relationship Id="rId130" Type="http://schemas.openxmlformats.org/officeDocument/2006/relationships/oleObject" Target="embeddings/oleObject68.bin"/><Relationship Id="rId368" Type="http://schemas.openxmlformats.org/officeDocument/2006/relationships/oleObject" Target="embeddings/oleObject198.bin"/><Relationship Id="rId575" Type="http://schemas.openxmlformats.org/officeDocument/2006/relationships/oleObject" Target="embeddings/oleObject311.bin"/><Relationship Id="rId172" Type="http://schemas.openxmlformats.org/officeDocument/2006/relationships/image" Target="media/image76.wmf"/><Relationship Id="rId228" Type="http://schemas.openxmlformats.org/officeDocument/2006/relationships/image" Target="media/image102.wmf"/><Relationship Id="rId435" Type="http://schemas.openxmlformats.org/officeDocument/2006/relationships/image" Target="media/image191.wmf"/><Relationship Id="rId477" Type="http://schemas.openxmlformats.org/officeDocument/2006/relationships/oleObject" Target="embeddings/oleObject260.bin"/><Relationship Id="rId600" Type="http://schemas.openxmlformats.org/officeDocument/2006/relationships/oleObject" Target="embeddings/oleObject325.bin"/><Relationship Id="rId642" Type="http://schemas.openxmlformats.org/officeDocument/2006/relationships/oleObject" Target="embeddings/oleObject347.bin"/><Relationship Id="rId281" Type="http://schemas.openxmlformats.org/officeDocument/2006/relationships/image" Target="media/image125.wmf"/><Relationship Id="rId337" Type="http://schemas.openxmlformats.org/officeDocument/2006/relationships/oleObject" Target="embeddings/oleObject181.bin"/><Relationship Id="rId502" Type="http://schemas.openxmlformats.org/officeDocument/2006/relationships/image" Target="media/image224.wmf"/><Relationship Id="rId34" Type="http://schemas.openxmlformats.org/officeDocument/2006/relationships/image" Target="media/image11.wmf"/><Relationship Id="rId76" Type="http://schemas.openxmlformats.org/officeDocument/2006/relationships/oleObject" Target="embeddings/oleObject40.bin"/><Relationship Id="rId141" Type="http://schemas.openxmlformats.org/officeDocument/2006/relationships/image" Target="media/image62.wmf"/><Relationship Id="rId379" Type="http://schemas.openxmlformats.org/officeDocument/2006/relationships/oleObject" Target="embeddings/oleObject205.bin"/><Relationship Id="rId544" Type="http://schemas.openxmlformats.org/officeDocument/2006/relationships/image" Target="media/image244.wmf"/><Relationship Id="rId586" Type="http://schemas.openxmlformats.org/officeDocument/2006/relationships/oleObject" Target="embeddings/oleObject317.bin"/><Relationship Id="rId7" Type="http://schemas.openxmlformats.org/officeDocument/2006/relationships/image" Target="media/image1.wmf"/><Relationship Id="rId183" Type="http://schemas.openxmlformats.org/officeDocument/2006/relationships/image" Target="media/image81.wmf"/><Relationship Id="rId239" Type="http://schemas.openxmlformats.org/officeDocument/2006/relationships/oleObject" Target="embeddings/oleObject127.bin"/><Relationship Id="rId390" Type="http://schemas.openxmlformats.org/officeDocument/2006/relationships/image" Target="media/image174.wmf"/><Relationship Id="rId404" Type="http://schemas.openxmlformats.org/officeDocument/2006/relationships/oleObject" Target="embeddings/oleObject219.bin"/><Relationship Id="rId446" Type="http://schemas.openxmlformats.org/officeDocument/2006/relationships/image" Target="media/image196.wmf"/><Relationship Id="rId611" Type="http://schemas.openxmlformats.org/officeDocument/2006/relationships/image" Target="media/image275.emf"/><Relationship Id="rId653" Type="http://schemas.openxmlformats.org/officeDocument/2006/relationships/oleObject" Target="embeddings/oleObject353.bin"/><Relationship Id="rId250" Type="http://schemas.openxmlformats.org/officeDocument/2006/relationships/oleObject" Target="embeddings/oleObject133.bin"/><Relationship Id="rId292" Type="http://schemas.openxmlformats.org/officeDocument/2006/relationships/oleObject" Target="embeddings/oleObject157.bin"/><Relationship Id="rId306" Type="http://schemas.openxmlformats.org/officeDocument/2006/relationships/oleObject" Target="embeddings/oleObject165.bin"/><Relationship Id="rId488" Type="http://schemas.openxmlformats.org/officeDocument/2006/relationships/image" Target="media/image217.wmf"/><Relationship Id="rId45" Type="http://schemas.openxmlformats.org/officeDocument/2006/relationships/oleObject" Target="embeddings/oleObject24.bin"/><Relationship Id="rId87" Type="http://schemas.openxmlformats.org/officeDocument/2006/relationships/image" Target="media/image36.wmf"/><Relationship Id="rId110" Type="http://schemas.openxmlformats.org/officeDocument/2006/relationships/oleObject" Target="embeddings/oleObject57.bin"/><Relationship Id="rId348" Type="http://schemas.openxmlformats.org/officeDocument/2006/relationships/oleObject" Target="embeddings/oleObject187.bin"/><Relationship Id="rId513" Type="http://schemas.openxmlformats.org/officeDocument/2006/relationships/oleObject" Target="embeddings/oleObject278.bin"/><Relationship Id="rId555" Type="http://schemas.openxmlformats.org/officeDocument/2006/relationships/oleObject" Target="embeddings/oleObject300.bin"/><Relationship Id="rId597" Type="http://schemas.openxmlformats.org/officeDocument/2006/relationships/image" Target="media/image268.wmf"/><Relationship Id="rId152" Type="http://schemas.openxmlformats.org/officeDocument/2006/relationships/oleObject" Target="embeddings/oleObject79.bin"/><Relationship Id="rId194" Type="http://schemas.openxmlformats.org/officeDocument/2006/relationships/image" Target="media/image86.wmf"/><Relationship Id="rId208" Type="http://schemas.openxmlformats.org/officeDocument/2006/relationships/oleObject" Target="embeddings/oleObject110.bin"/><Relationship Id="rId415" Type="http://schemas.openxmlformats.org/officeDocument/2006/relationships/oleObject" Target="embeddings/oleObject227.bin"/><Relationship Id="rId457" Type="http://schemas.openxmlformats.org/officeDocument/2006/relationships/oleObject" Target="embeddings/oleObject250.bin"/><Relationship Id="rId622" Type="http://schemas.openxmlformats.org/officeDocument/2006/relationships/image" Target="media/image280.emf"/><Relationship Id="rId261" Type="http://schemas.openxmlformats.org/officeDocument/2006/relationships/image" Target="media/image115.wmf"/><Relationship Id="rId499" Type="http://schemas.openxmlformats.org/officeDocument/2006/relationships/oleObject" Target="embeddings/oleObject271.bin"/><Relationship Id="rId14" Type="http://schemas.openxmlformats.org/officeDocument/2006/relationships/oleObject" Target="embeddings/oleObject5.bin"/><Relationship Id="rId56" Type="http://schemas.openxmlformats.org/officeDocument/2006/relationships/oleObject" Target="embeddings/oleObject30.bin"/><Relationship Id="rId317" Type="http://schemas.openxmlformats.org/officeDocument/2006/relationships/image" Target="media/image141.wmf"/><Relationship Id="rId359" Type="http://schemas.openxmlformats.org/officeDocument/2006/relationships/oleObject" Target="embeddings/oleObject193.bin"/><Relationship Id="rId524" Type="http://schemas.openxmlformats.org/officeDocument/2006/relationships/image" Target="media/image235.wmf"/><Relationship Id="rId566" Type="http://schemas.openxmlformats.org/officeDocument/2006/relationships/image" Target="media/image254.wmf"/><Relationship Id="rId98" Type="http://schemas.openxmlformats.org/officeDocument/2006/relationships/oleObject" Target="embeddings/oleObject51.bin"/><Relationship Id="rId121" Type="http://schemas.openxmlformats.org/officeDocument/2006/relationships/oleObject" Target="embeddings/oleObject63.bin"/><Relationship Id="rId163" Type="http://schemas.openxmlformats.org/officeDocument/2006/relationships/image" Target="media/image72.wmf"/><Relationship Id="rId219" Type="http://schemas.openxmlformats.org/officeDocument/2006/relationships/oleObject" Target="embeddings/oleObject116.bin"/><Relationship Id="rId370" Type="http://schemas.openxmlformats.org/officeDocument/2006/relationships/oleObject" Target="embeddings/oleObject199.bin"/><Relationship Id="rId426" Type="http://schemas.openxmlformats.org/officeDocument/2006/relationships/image" Target="media/image187.emf"/><Relationship Id="rId633" Type="http://schemas.openxmlformats.org/officeDocument/2006/relationships/oleObject" Target="embeddings/oleObject342.bin"/><Relationship Id="rId230" Type="http://schemas.openxmlformats.org/officeDocument/2006/relationships/image" Target="media/image103.wmf"/><Relationship Id="rId468" Type="http://schemas.openxmlformats.org/officeDocument/2006/relationships/image" Target="media/image207.wmf"/><Relationship Id="rId25" Type="http://schemas.openxmlformats.org/officeDocument/2006/relationships/image" Target="media/image8.wmf"/><Relationship Id="rId67" Type="http://schemas.openxmlformats.org/officeDocument/2006/relationships/image" Target="media/image26.wmf"/><Relationship Id="rId272" Type="http://schemas.openxmlformats.org/officeDocument/2006/relationships/oleObject" Target="embeddings/oleObject146.bin"/><Relationship Id="rId328" Type="http://schemas.openxmlformats.org/officeDocument/2006/relationships/image" Target="media/image146.wmf"/><Relationship Id="rId535" Type="http://schemas.openxmlformats.org/officeDocument/2006/relationships/image" Target="media/image240.wmf"/><Relationship Id="rId577" Type="http://schemas.openxmlformats.org/officeDocument/2006/relationships/oleObject" Target="embeddings/oleObject312.bin"/><Relationship Id="rId132" Type="http://schemas.openxmlformats.org/officeDocument/2006/relationships/oleObject" Target="embeddings/oleObject69.bin"/><Relationship Id="rId174" Type="http://schemas.openxmlformats.org/officeDocument/2006/relationships/image" Target="media/image77.wmf"/><Relationship Id="rId381" Type="http://schemas.openxmlformats.org/officeDocument/2006/relationships/oleObject" Target="embeddings/oleObject206.bin"/><Relationship Id="rId602" Type="http://schemas.openxmlformats.org/officeDocument/2006/relationships/oleObject" Target="embeddings/oleObject326.bin"/><Relationship Id="rId241" Type="http://schemas.openxmlformats.org/officeDocument/2006/relationships/oleObject" Target="embeddings/oleObject128.bin"/><Relationship Id="rId437" Type="http://schemas.openxmlformats.org/officeDocument/2006/relationships/oleObject" Target="embeddings/oleObject240.bin"/><Relationship Id="rId479" Type="http://schemas.openxmlformats.org/officeDocument/2006/relationships/oleObject" Target="embeddings/oleObject261.bin"/><Relationship Id="rId644" Type="http://schemas.openxmlformats.org/officeDocument/2006/relationships/oleObject" Target="embeddings/oleObject348.bin"/><Relationship Id="rId36" Type="http://schemas.openxmlformats.org/officeDocument/2006/relationships/oleObject" Target="embeddings/oleObject19.bin"/><Relationship Id="rId283" Type="http://schemas.openxmlformats.org/officeDocument/2006/relationships/image" Target="media/image126.wmf"/><Relationship Id="rId339" Type="http://schemas.openxmlformats.org/officeDocument/2006/relationships/oleObject" Target="embeddings/oleObject182.bin"/><Relationship Id="rId490" Type="http://schemas.openxmlformats.org/officeDocument/2006/relationships/image" Target="media/image218.wmf"/><Relationship Id="rId504" Type="http://schemas.openxmlformats.org/officeDocument/2006/relationships/image" Target="media/image225.wmf"/><Relationship Id="rId546" Type="http://schemas.openxmlformats.org/officeDocument/2006/relationships/image" Target="media/image245.wmf"/><Relationship Id="rId78" Type="http://schemas.openxmlformats.org/officeDocument/2006/relationships/oleObject" Target="embeddings/oleObject41.bin"/><Relationship Id="rId101" Type="http://schemas.openxmlformats.org/officeDocument/2006/relationships/image" Target="media/image43.wmf"/><Relationship Id="rId143" Type="http://schemas.openxmlformats.org/officeDocument/2006/relationships/image" Target="media/image63.wmf"/><Relationship Id="rId185" Type="http://schemas.openxmlformats.org/officeDocument/2006/relationships/oleObject" Target="embeddings/oleObject98.bin"/><Relationship Id="rId350" Type="http://schemas.openxmlformats.org/officeDocument/2006/relationships/oleObject" Target="embeddings/oleObject188.bin"/><Relationship Id="rId406" Type="http://schemas.openxmlformats.org/officeDocument/2006/relationships/oleObject" Target="embeddings/oleObject221.bin"/><Relationship Id="rId588" Type="http://schemas.openxmlformats.org/officeDocument/2006/relationships/oleObject" Target="embeddings/oleObject318.bin"/><Relationship Id="rId9" Type="http://schemas.openxmlformats.org/officeDocument/2006/relationships/image" Target="media/image2.wmf"/><Relationship Id="rId210" Type="http://schemas.openxmlformats.org/officeDocument/2006/relationships/image" Target="media/image93.wmf"/><Relationship Id="rId392" Type="http://schemas.openxmlformats.org/officeDocument/2006/relationships/image" Target="media/image175.wmf"/><Relationship Id="rId448" Type="http://schemas.openxmlformats.org/officeDocument/2006/relationships/image" Target="media/image197.wmf"/><Relationship Id="rId613" Type="http://schemas.openxmlformats.org/officeDocument/2006/relationships/image" Target="media/image276.wmf"/><Relationship Id="rId655" Type="http://schemas.openxmlformats.org/officeDocument/2006/relationships/oleObject" Target="embeddings/oleObject354.bin"/><Relationship Id="rId252" Type="http://schemas.openxmlformats.org/officeDocument/2006/relationships/image" Target="media/image112.wmf"/><Relationship Id="rId294" Type="http://schemas.openxmlformats.org/officeDocument/2006/relationships/oleObject" Target="embeddings/oleObject158.bin"/><Relationship Id="rId308" Type="http://schemas.openxmlformats.org/officeDocument/2006/relationships/oleObject" Target="embeddings/oleObject166.bin"/><Relationship Id="rId515" Type="http://schemas.openxmlformats.org/officeDocument/2006/relationships/oleObject" Target="embeddings/oleObject279.bin"/><Relationship Id="rId47" Type="http://schemas.openxmlformats.org/officeDocument/2006/relationships/oleObject" Target="embeddings/oleObject25.bin"/><Relationship Id="rId89" Type="http://schemas.openxmlformats.org/officeDocument/2006/relationships/image" Target="media/image37.wmf"/><Relationship Id="rId112" Type="http://schemas.openxmlformats.org/officeDocument/2006/relationships/oleObject" Target="embeddings/oleObject58.bin"/><Relationship Id="rId154" Type="http://schemas.openxmlformats.org/officeDocument/2006/relationships/oleObject" Target="embeddings/oleObject80.bin"/><Relationship Id="rId361" Type="http://schemas.openxmlformats.org/officeDocument/2006/relationships/oleObject" Target="embeddings/oleObject194.bin"/><Relationship Id="rId557" Type="http://schemas.openxmlformats.org/officeDocument/2006/relationships/oleObject" Target="embeddings/oleObject301.bin"/><Relationship Id="rId599" Type="http://schemas.openxmlformats.org/officeDocument/2006/relationships/image" Target="media/image269.wmf"/><Relationship Id="rId196" Type="http://schemas.openxmlformats.org/officeDocument/2006/relationships/image" Target="media/image87.wmf"/><Relationship Id="rId417" Type="http://schemas.openxmlformats.org/officeDocument/2006/relationships/oleObject" Target="embeddings/oleObject228.bin"/><Relationship Id="rId459" Type="http://schemas.openxmlformats.org/officeDocument/2006/relationships/oleObject" Target="embeddings/oleObject251.bin"/><Relationship Id="rId624" Type="http://schemas.openxmlformats.org/officeDocument/2006/relationships/image" Target="media/image281.wmf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17.bin"/><Relationship Id="rId263" Type="http://schemas.openxmlformats.org/officeDocument/2006/relationships/image" Target="media/image116.wmf"/><Relationship Id="rId319" Type="http://schemas.openxmlformats.org/officeDocument/2006/relationships/image" Target="media/image142.wmf"/><Relationship Id="rId470" Type="http://schemas.openxmlformats.org/officeDocument/2006/relationships/image" Target="media/image208.wmf"/><Relationship Id="rId526" Type="http://schemas.openxmlformats.org/officeDocument/2006/relationships/image" Target="media/image236.wmf"/><Relationship Id="rId58" Type="http://schemas.openxmlformats.org/officeDocument/2006/relationships/oleObject" Target="embeddings/oleObject31.bin"/><Relationship Id="rId123" Type="http://schemas.openxmlformats.org/officeDocument/2006/relationships/oleObject" Target="embeddings/oleObject64.bin"/><Relationship Id="rId330" Type="http://schemas.openxmlformats.org/officeDocument/2006/relationships/image" Target="media/image147.wmf"/><Relationship Id="rId568" Type="http://schemas.openxmlformats.org/officeDocument/2006/relationships/image" Target="media/image255.wmf"/><Relationship Id="rId165" Type="http://schemas.openxmlformats.org/officeDocument/2006/relationships/image" Target="media/image73.wmf"/><Relationship Id="rId372" Type="http://schemas.openxmlformats.org/officeDocument/2006/relationships/image" Target="media/image166.emf"/><Relationship Id="rId428" Type="http://schemas.openxmlformats.org/officeDocument/2006/relationships/oleObject" Target="embeddings/oleObject235.bin"/><Relationship Id="rId635" Type="http://schemas.openxmlformats.org/officeDocument/2006/relationships/oleObject" Target="embeddings/oleObject343.bin"/><Relationship Id="rId232" Type="http://schemas.openxmlformats.org/officeDocument/2006/relationships/oleObject" Target="embeddings/oleObject123.bin"/><Relationship Id="rId274" Type="http://schemas.openxmlformats.org/officeDocument/2006/relationships/oleObject" Target="embeddings/oleObject147.bin"/><Relationship Id="rId481" Type="http://schemas.openxmlformats.org/officeDocument/2006/relationships/oleObject" Target="embeddings/oleObject262.bin"/><Relationship Id="rId27" Type="http://schemas.openxmlformats.org/officeDocument/2006/relationships/oleObject" Target="embeddings/oleObject13.bin"/><Relationship Id="rId69" Type="http://schemas.openxmlformats.org/officeDocument/2006/relationships/image" Target="media/image27.wmf"/><Relationship Id="rId134" Type="http://schemas.openxmlformats.org/officeDocument/2006/relationships/oleObject" Target="embeddings/oleObject70.bin"/><Relationship Id="rId537" Type="http://schemas.openxmlformats.org/officeDocument/2006/relationships/image" Target="media/image241.wmf"/><Relationship Id="rId579" Type="http://schemas.openxmlformats.org/officeDocument/2006/relationships/oleObject" Target="embeddings/oleObject313.bin"/><Relationship Id="rId80" Type="http://schemas.openxmlformats.org/officeDocument/2006/relationships/oleObject" Target="embeddings/oleObject42.bin"/><Relationship Id="rId176" Type="http://schemas.openxmlformats.org/officeDocument/2006/relationships/image" Target="media/image78.wmf"/><Relationship Id="rId341" Type="http://schemas.openxmlformats.org/officeDocument/2006/relationships/oleObject" Target="embeddings/oleObject183.bin"/><Relationship Id="rId383" Type="http://schemas.openxmlformats.org/officeDocument/2006/relationships/oleObject" Target="embeddings/oleObject207.bin"/><Relationship Id="rId439" Type="http://schemas.openxmlformats.org/officeDocument/2006/relationships/oleObject" Target="embeddings/oleObject241.bin"/><Relationship Id="rId590" Type="http://schemas.openxmlformats.org/officeDocument/2006/relationships/oleObject" Target="embeddings/oleObject319.bin"/><Relationship Id="rId604" Type="http://schemas.openxmlformats.org/officeDocument/2006/relationships/oleObject" Target="embeddings/oleObject327.bin"/><Relationship Id="rId646" Type="http://schemas.openxmlformats.org/officeDocument/2006/relationships/oleObject" Target="embeddings/oleObject349.bin"/><Relationship Id="rId201" Type="http://schemas.openxmlformats.org/officeDocument/2006/relationships/oleObject" Target="embeddings/oleObject106.bin"/><Relationship Id="rId243" Type="http://schemas.openxmlformats.org/officeDocument/2006/relationships/oleObject" Target="embeddings/oleObject129.bin"/><Relationship Id="rId285" Type="http://schemas.openxmlformats.org/officeDocument/2006/relationships/image" Target="media/image127.wmf"/><Relationship Id="rId450" Type="http://schemas.openxmlformats.org/officeDocument/2006/relationships/image" Target="media/image198.wmf"/><Relationship Id="rId506" Type="http://schemas.openxmlformats.org/officeDocument/2006/relationships/image" Target="media/image226.wmf"/><Relationship Id="rId38" Type="http://schemas.openxmlformats.org/officeDocument/2006/relationships/oleObject" Target="embeddings/oleObject20.bin"/><Relationship Id="rId103" Type="http://schemas.openxmlformats.org/officeDocument/2006/relationships/image" Target="media/image44.wmf"/><Relationship Id="rId310" Type="http://schemas.openxmlformats.org/officeDocument/2006/relationships/oleObject" Target="embeddings/oleObject167.bin"/><Relationship Id="rId492" Type="http://schemas.openxmlformats.org/officeDocument/2006/relationships/image" Target="media/image219.wmf"/><Relationship Id="rId548" Type="http://schemas.openxmlformats.org/officeDocument/2006/relationships/image" Target="media/image246.wmf"/><Relationship Id="rId91" Type="http://schemas.openxmlformats.org/officeDocument/2006/relationships/image" Target="media/image38.wmf"/><Relationship Id="rId145" Type="http://schemas.openxmlformats.org/officeDocument/2006/relationships/image" Target="media/image64.wmf"/><Relationship Id="rId187" Type="http://schemas.openxmlformats.org/officeDocument/2006/relationships/oleObject" Target="embeddings/oleObject99.bin"/><Relationship Id="rId352" Type="http://schemas.openxmlformats.org/officeDocument/2006/relationships/oleObject" Target="embeddings/oleObject189.bin"/><Relationship Id="rId394" Type="http://schemas.openxmlformats.org/officeDocument/2006/relationships/image" Target="media/image176.wmf"/><Relationship Id="rId408" Type="http://schemas.openxmlformats.org/officeDocument/2006/relationships/oleObject" Target="embeddings/oleObject223.bin"/><Relationship Id="rId615" Type="http://schemas.openxmlformats.org/officeDocument/2006/relationships/image" Target="media/image277.wmf"/><Relationship Id="rId212" Type="http://schemas.openxmlformats.org/officeDocument/2006/relationships/image" Target="media/image94.wmf"/><Relationship Id="rId254" Type="http://schemas.openxmlformats.org/officeDocument/2006/relationships/oleObject" Target="embeddings/oleObject136.bin"/><Relationship Id="rId657" Type="http://schemas.openxmlformats.org/officeDocument/2006/relationships/oleObject" Target="embeddings/oleObject355.bin"/><Relationship Id="rId49" Type="http://schemas.openxmlformats.org/officeDocument/2006/relationships/oleObject" Target="embeddings/oleObject26.bin"/><Relationship Id="rId114" Type="http://schemas.openxmlformats.org/officeDocument/2006/relationships/oleObject" Target="embeddings/oleObject59.bin"/><Relationship Id="rId296" Type="http://schemas.openxmlformats.org/officeDocument/2006/relationships/image" Target="media/image131.wmf"/><Relationship Id="rId461" Type="http://schemas.openxmlformats.org/officeDocument/2006/relationships/oleObject" Target="embeddings/oleObject252.bin"/><Relationship Id="rId517" Type="http://schemas.openxmlformats.org/officeDocument/2006/relationships/oleObject" Target="embeddings/oleObject280.bin"/><Relationship Id="rId559" Type="http://schemas.openxmlformats.org/officeDocument/2006/relationships/oleObject" Target="embeddings/oleObject302.bin"/><Relationship Id="rId60" Type="http://schemas.openxmlformats.org/officeDocument/2006/relationships/oleObject" Target="embeddings/oleObject32.bin"/><Relationship Id="rId156" Type="http://schemas.openxmlformats.org/officeDocument/2006/relationships/oleObject" Target="embeddings/oleObject81.bin"/><Relationship Id="rId198" Type="http://schemas.openxmlformats.org/officeDocument/2006/relationships/image" Target="media/image88.wmf"/><Relationship Id="rId321" Type="http://schemas.openxmlformats.org/officeDocument/2006/relationships/image" Target="media/image143.wmf"/><Relationship Id="rId363" Type="http://schemas.openxmlformats.org/officeDocument/2006/relationships/oleObject" Target="embeddings/oleObject195.bin"/><Relationship Id="rId419" Type="http://schemas.openxmlformats.org/officeDocument/2006/relationships/oleObject" Target="embeddings/oleObject229.bin"/><Relationship Id="rId570" Type="http://schemas.openxmlformats.org/officeDocument/2006/relationships/image" Target="media/image256.wmf"/><Relationship Id="rId626" Type="http://schemas.openxmlformats.org/officeDocument/2006/relationships/image" Target="media/image282.wmf"/><Relationship Id="rId202" Type="http://schemas.openxmlformats.org/officeDocument/2006/relationships/image" Target="media/image90.wmf"/><Relationship Id="rId223" Type="http://schemas.openxmlformats.org/officeDocument/2006/relationships/oleObject" Target="embeddings/oleObject118.bin"/><Relationship Id="rId244" Type="http://schemas.openxmlformats.org/officeDocument/2006/relationships/oleObject" Target="embeddings/oleObject130.bin"/><Relationship Id="rId430" Type="http://schemas.openxmlformats.org/officeDocument/2006/relationships/oleObject" Target="embeddings/oleObject236.bin"/><Relationship Id="rId647" Type="http://schemas.openxmlformats.org/officeDocument/2006/relationships/image" Target="media/image292.wmf"/><Relationship Id="rId18" Type="http://schemas.openxmlformats.org/officeDocument/2006/relationships/image" Target="media/image5.wmf"/><Relationship Id="rId39" Type="http://schemas.openxmlformats.org/officeDocument/2006/relationships/image" Target="media/image13.wmf"/><Relationship Id="rId265" Type="http://schemas.openxmlformats.org/officeDocument/2006/relationships/image" Target="media/image117.wmf"/><Relationship Id="rId286" Type="http://schemas.openxmlformats.org/officeDocument/2006/relationships/oleObject" Target="embeddings/oleObject153.bin"/><Relationship Id="rId451" Type="http://schemas.openxmlformats.org/officeDocument/2006/relationships/oleObject" Target="embeddings/oleObject247.bin"/><Relationship Id="rId472" Type="http://schemas.openxmlformats.org/officeDocument/2006/relationships/image" Target="media/image209.wmf"/><Relationship Id="rId493" Type="http://schemas.openxmlformats.org/officeDocument/2006/relationships/oleObject" Target="embeddings/oleObject268.bin"/><Relationship Id="rId507" Type="http://schemas.openxmlformats.org/officeDocument/2006/relationships/oleObject" Target="embeddings/oleObject275.bin"/><Relationship Id="rId528" Type="http://schemas.openxmlformats.org/officeDocument/2006/relationships/image" Target="media/image237.wmf"/><Relationship Id="rId549" Type="http://schemas.openxmlformats.org/officeDocument/2006/relationships/oleObject" Target="embeddings/oleObject297.bin"/><Relationship Id="rId50" Type="http://schemas.openxmlformats.org/officeDocument/2006/relationships/oleObject" Target="embeddings/oleObject27.bin"/><Relationship Id="rId104" Type="http://schemas.openxmlformats.org/officeDocument/2006/relationships/oleObject" Target="embeddings/oleObject54.bin"/><Relationship Id="rId125" Type="http://schemas.openxmlformats.org/officeDocument/2006/relationships/oleObject" Target="embeddings/oleObject65.bin"/><Relationship Id="rId146" Type="http://schemas.openxmlformats.org/officeDocument/2006/relationships/oleObject" Target="embeddings/oleObject76.bin"/><Relationship Id="rId167" Type="http://schemas.openxmlformats.org/officeDocument/2006/relationships/image" Target="media/image74.wmf"/><Relationship Id="rId188" Type="http://schemas.openxmlformats.org/officeDocument/2006/relationships/image" Target="media/image83.wmf"/><Relationship Id="rId311" Type="http://schemas.openxmlformats.org/officeDocument/2006/relationships/image" Target="media/image138.wmf"/><Relationship Id="rId332" Type="http://schemas.openxmlformats.org/officeDocument/2006/relationships/image" Target="media/image148.wmf"/><Relationship Id="rId353" Type="http://schemas.openxmlformats.org/officeDocument/2006/relationships/oleObject" Target="embeddings/oleObject190.bin"/><Relationship Id="rId374" Type="http://schemas.openxmlformats.org/officeDocument/2006/relationships/oleObject" Target="embeddings/oleObject202.bin"/><Relationship Id="rId395" Type="http://schemas.openxmlformats.org/officeDocument/2006/relationships/oleObject" Target="embeddings/oleObject213.bin"/><Relationship Id="rId409" Type="http://schemas.openxmlformats.org/officeDocument/2006/relationships/oleObject" Target="embeddings/oleObject224.bin"/><Relationship Id="rId560" Type="http://schemas.openxmlformats.org/officeDocument/2006/relationships/oleObject" Target="embeddings/oleObject303.bin"/><Relationship Id="rId581" Type="http://schemas.openxmlformats.org/officeDocument/2006/relationships/oleObject" Target="embeddings/oleObject314.bin"/><Relationship Id="rId71" Type="http://schemas.openxmlformats.org/officeDocument/2006/relationships/image" Target="media/image28.wmf"/><Relationship Id="rId92" Type="http://schemas.openxmlformats.org/officeDocument/2006/relationships/oleObject" Target="embeddings/oleObject48.bin"/><Relationship Id="rId213" Type="http://schemas.openxmlformats.org/officeDocument/2006/relationships/oleObject" Target="embeddings/oleObject113.bin"/><Relationship Id="rId234" Type="http://schemas.openxmlformats.org/officeDocument/2006/relationships/oleObject" Target="embeddings/oleObject124.bin"/><Relationship Id="rId420" Type="http://schemas.openxmlformats.org/officeDocument/2006/relationships/image" Target="media/image185.emf"/><Relationship Id="rId616" Type="http://schemas.openxmlformats.org/officeDocument/2006/relationships/oleObject" Target="embeddings/oleObject333.bin"/><Relationship Id="rId637" Type="http://schemas.openxmlformats.org/officeDocument/2006/relationships/oleObject" Target="embeddings/oleObject344.bin"/><Relationship Id="rId658" Type="http://schemas.openxmlformats.org/officeDocument/2006/relationships/footer" Target="footer1.xml"/><Relationship Id="rId2" Type="http://schemas.openxmlformats.org/officeDocument/2006/relationships/styles" Target="styles.xml"/><Relationship Id="rId29" Type="http://schemas.openxmlformats.org/officeDocument/2006/relationships/oleObject" Target="embeddings/oleObject14.bin"/><Relationship Id="rId255" Type="http://schemas.openxmlformats.org/officeDocument/2006/relationships/image" Target="media/image113.wmf"/><Relationship Id="rId276" Type="http://schemas.openxmlformats.org/officeDocument/2006/relationships/oleObject" Target="embeddings/oleObject148.bin"/><Relationship Id="rId297" Type="http://schemas.openxmlformats.org/officeDocument/2006/relationships/oleObject" Target="embeddings/oleObject160.bin"/><Relationship Id="rId441" Type="http://schemas.openxmlformats.org/officeDocument/2006/relationships/oleObject" Target="embeddings/oleObject242.bin"/><Relationship Id="rId462" Type="http://schemas.openxmlformats.org/officeDocument/2006/relationships/image" Target="media/image204.wmf"/><Relationship Id="rId483" Type="http://schemas.openxmlformats.org/officeDocument/2006/relationships/oleObject" Target="embeddings/oleObject263.bin"/><Relationship Id="rId518" Type="http://schemas.openxmlformats.org/officeDocument/2006/relationships/image" Target="media/image232.wmf"/><Relationship Id="rId539" Type="http://schemas.openxmlformats.org/officeDocument/2006/relationships/image" Target="media/image242.wmf"/><Relationship Id="rId40" Type="http://schemas.openxmlformats.org/officeDocument/2006/relationships/oleObject" Target="embeddings/oleObject21.bin"/><Relationship Id="rId115" Type="http://schemas.openxmlformats.org/officeDocument/2006/relationships/image" Target="media/image50.wmf"/><Relationship Id="rId136" Type="http://schemas.openxmlformats.org/officeDocument/2006/relationships/oleObject" Target="embeddings/oleObject71.bin"/><Relationship Id="rId157" Type="http://schemas.openxmlformats.org/officeDocument/2006/relationships/oleObject" Target="embeddings/oleObject82.bin"/><Relationship Id="rId178" Type="http://schemas.openxmlformats.org/officeDocument/2006/relationships/oleObject" Target="embeddings/oleObject94.bin"/><Relationship Id="rId301" Type="http://schemas.openxmlformats.org/officeDocument/2006/relationships/image" Target="media/image133.wmf"/><Relationship Id="rId322" Type="http://schemas.openxmlformats.org/officeDocument/2006/relationships/oleObject" Target="embeddings/oleObject173.bin"/><Relationship Id="rId343" Type="http://schemas.openxmlformats.org/officeDocument/2006/relationships/oleObject" Target="embeddings/oleObject184.bin"/><Relationship Id="rId364" Type="http://schemas.openxmlformats.org/officeDocument/2006/relationships/image" Target="media/image163.wmf"/><Relationship Id="rId550" Type="http://schemas.openxmlformats.org/officeDocument/2006/relationships/image" Target="media/image247.wmf"/><Relationship Id="rId61" Type="http://schemas.openxmlformats.org/officeDocument/2006/relationships/image" Target="media/image23.wmf"/><Relationship Id="rId82" Type="http://schemas.openxmlformats.org/officeDocument/2006/relationships/oleObject" Target="embeddings/oleObject43.bin"/><Relationship Id="rId199" Type="http://schemas.openxmlformats.org/officeDocument/2006/relationships/oleObject" Target="embeddings/oleObject105.bin"/><Relationship Id="rId203" Type="http://schemas.openxmlformats.org/officeDocument/2006/relationships/oleObject" Target="embeddings/oleObject107.bin"/><Relationship Id="rId385" Type="http://schemas.openxmlformats.org/officeDocument/2006/relationships/oleObject" Target="embeddings/oleObject208.bin"/><Relationship Id="rId571" Type="http://schemas.openxmlformats.org/officeDocument/2006/relationships/oleObject" Target="embeddings/oleObject309.bin"/><Relationship Id="rId592" Type="http://schemas.openxmlformats.org/officeDocument/2006/relationships/oleObject" Target="embeddings/oleObject321.bin"/><Relationship Id="rId606" Type="http://schemas.openxmlformats.org/officeDocument/2006/relationships/oleObject" Target="embeddings/oleObject328.bin"/><Relationship Id="rId627" Type="http://schemas.openxmlformats.org/officeDocument/2006/relationships/oleObject" Target="embeddings/oleObject339.bin"/><Relationship Id="rId648" Type="http://schemas.openxmlformats.org/officeDocument/2006/relationships/oleObject" Target="embeddings/oleObject350.bin"/><Relationship Id="rId19" Type="http://schemas.openxmlformats.org/officeDocument/2006/relationships/oleObject" Target="embeddings/oleObject8.bin"/><Relationship Id="rId224" Type="http://schemas.openxmlformats.org/officeDocument/2006/relationships/image" Target="media/image100.wmf"/><Relationship Id="rId245" Type="http://schemas.openxmlformats.org/officeDocument/2006/relationships/image" Target="media/image109.wmf"/><Relationship Id="rId266" Type="http://schemas.openxmlformats.org/officeDocument/2006/relationships/oleObject" Target="embeddings/oleObject143.bin"/><Relationship Id="rId287" Type="http://schemas.openxmlformats.org/officeDocument/2006/relationships/image" Target="media/image128.wmf"/><Relationship Id="rId410" Type="http://schemas.openxmlformats.org/officeDocument/2006/relationships/image" Target="media/image180.wmf"/><Relationship Id="rId431" Type="http://schemas.openxmlformats.org/officeDocument/2006/relationships/image" Target="media/image189.wmf"/><Relationship Id="rId452" Type="http://schemas.openxmlformats.org/officeDocument/2006/relationships/image" Target="media/image199.wmf"/><Relationship Id="rId473" Type="http://schemas.openxmlformats.org/officeDocument/2006/relationships/oleObject" Target="embeddings/oleObject258.bin"/><Relationship Id="rId494" Type="http://schemas.openxmlformats.org/officeDocument/2006/relationships/image" Target="media/image220.wmf"/><Relationship Id="rId508" Type="http://schemas.openxmlformats.org/officeDocument/2006/relationships/image" Target="media/image227.wmf"/><Relationship Id="rId529" Type="http://schemas.openxmlformats.org/officeDocument/2006/relationships/oleObject" Target="embeddings/oleObject286.bin"/><Relationship Id="rId30" Type="http://schemas.openxmlformats.org/officeDocument/2006/relationships/oleObject" Target="embeddings/oleObject15.bin"/><Relationship Id="rId105" Type="http://schemas.openxmlformats.org/officeDocument/2006/relationships/image" Target="media/image45.wmf"/><Relationship Id="rId126" Type="http://schemas.openxmlformats.org/officeDocument/2006/relationships/image" Target="media/image55.wmf"/><Relationship Id="rId147" Type="http://schemas.openxmlformats.org/officeDocument/2006/relationships/image" Target="media/image65.wmf"/><Relationship Id="rId168" Type="http://schemas.openxmlformats.org/officeDocument/2006/relationships/oleObject" Target="embeddings/oleObject88.bin"/><Relationship Id="rId312" Type="http://schemas.openxmlformats.org/officeDocument/2006/relationships/oleObject" Target="embeddings/oleObject168.bin"/><Relationship Id="rId333" Type="http://schemas.openxmlformats.org/officeDocument/2006/relationships/oleObject" Target="embeddings/oleObject179.bin"/><Relationship Id="rId354" Type="http://schemas.openxmlformats.org/officeDocument/2006/relationships/image" Target="media/image158.wmf"/><Relationship Id="rId540" Type="http://schemas.openxmlformats.org/officeDocument/2006/relationships/oleObject" Target="embeddings/oleObject292.bin"/><Relationship Id="rId51" Type="http://schemas.openxmlformats.org/officeDocument/2006/relationships/image" Target="media/image18.wmf"/><Relationship Id="rId72" Type="http://schemas.openxmlformats.org/officeDocument/2006/relationships/oleObject" Target="embeddings/oleObject38.bin"/><Relationship Id="rId93" Type="http://schemas.openxmlformats.org/officeDocument/2006/relationships/image" Target="media/image39.wmf"/><Relationship Id="rId189" Type="http://schemas.openxmlformats.org/officeDocument/2006/relationships/oleObject" Target="embeddings/oleObject100.bin"/><Relationship Id="rId375" Type="http://schemas.openxmlformats.org/officeDocument/2006/relationships/image" Target="media/image167.wmf"/><Relationship Id="rId396" Type="http://schemas.openxmlformats.org/officeDocument/2006/relationships/oleObject" Target="embeddings/oleObject214.bin"/><Relationship Id="rId561" Type="http://schemas.openxmlformats.org/officeDocument/2006/relationships/image" Target="media/image252.emf"/><Relationship Id="rId582" Type="http://schemas.openxmlformats.org/officeDocument/2006/relationships/image" Target="media/image262.wmf"/><Relationship Id="rId617" Type="http://schemas.openxmlformats.org/officeDocument/2006/relationships/image" Target="media/image278.emf"/><Relationship Id="rId638" Type="http://schemas.openxmlformats.org/officeDocument/2006/relationships/oleObject" Target="embeddings/oleObject345.bin"/><Relationship Id="rId659" Type="http://schemas.openxmlformats.org/officeDocument/2006/relationships/footer" Target="footer2.xml"/><Relationship Id="rId3" Type="http://schemas.openxmlformats.org/officeDocument/2006/relationships/settings" Target="settings.xml"/><Relationship Id="rId214" Type="http://schemas.openxmlformats.org/officeDocument/2006/relationships/image" Target="media/image95.wmf"/><Relationship Id="rId235" Type="http://schemas.openxmlformats.org/officeDocument/2006/relationships/image" Target="media/image105.wmf"/><Relationship Id="rId256" Type="http://schemas.openxmlformats.org/officeDocument/2006/relationships/oleObject" Target="embeddings/oleObject137.bin"/><Relationship Id="rId277" Type="http://schemas.openxmlformats.org/officeDocument/2006/relationships/image" Target="media/image123.wmf"/><Relationship Id="rId298" Type="http://schemas.openxmlformats.org/officeDocument/2006/relationships/oleObject" Target="embeddings/oleObject161.bin"/><Relationship Id="rId400" Type="http://schemas.openxmlformats.org/officeDocument/2006/relationships/oleObject" Target="embeddings/oleObject217.bin"/><Relationship Id="rId421" Type="http://schemas.openxmlformats.org/officeDocument/2006/relationships/oleObject" Target="embeddings/oleObject230.bin"/><Relationship Id="rId442" Type="http://schemas.openxmlformats.org/officeDocument/2006/relationships/image" Target="media/image194.wmf"/><Relationship Id="rId463" Type="http://schemas.openxmlformats.org/officeDocument/2006/relationships/oleObject" Target="embeddings/oleObject253.bin"/><Relationship Id="rId484" Type="http://schemas.openxmlformats.org/officeDocument/2006/relationships/image" Target="media/image215.wmf"/><Relationship Id="rId519" Type="http://schemas.openxmlformats.org/officeDocument/2006/relationships/oleObject" Target="embeddings/oleObject281.bin"/><Relationship Id="rId116" Type="http://schemas.openxmlformats.org/officeDocument/2006/relationships/oleObject" Target="embeddings/oleObject60.bin"/><Relationship Id="rId137" Type="http://schemas.openxmlformats.org/officeDocument/2006/relationships/image" Target="media/image60.wmf"/><Relationship Id="rId158" Type="http://schemas.openxmlformats.org/officeDocument/2006/relationships/image" Target="media/image70.wmf"/><Relationship Id="rId302" Type="http://schemas.openxmlformats.org/officeDocument/2006/relationships/oleObject" Target="embeddings/oleObject163.bin"/><Relationship Id="rId323" Type="http://schemas.openxmlformats.org/officeDocument/2006/relationships/oleObject" Target="embeddings/oleObject174.bin"/><Relationship Id="rId344" Type="http://schemas.openxmlformats.org/officeDocument/2006/relationships/image" Target="media/image154.wmf"/><Relationship Id="rId530" Type="http://schemas.openxmlformats.org/officeDocument/2006/relationships/image" Target="media/image238.wmf"/><Relationship Id="rId20" Type="http://schemas.openxmlformats.org/officeDocument/2006/relationships/oleObject" Target="embeddings/oleObject9.bin"/><Relationship Id="rId41" Type="http://schemas.openxmlformats.org/officeDocument/2006/relationships/image" Target="media/image14.wmf"/><Relationship Id="rId62" Type="http://schemas.openxmlformats.org/officeDocument/2006/relationships/oleObject" Target="embeddings/oleObject33.bin"/><Relationship Id="rId83" Type="http://schemas.openxmlformats.org/officeDocument/2006/relationships/image" Target="media/image34.wmf"/><Relationship Id="rId179" Type="http://schemas.openxmlformats.org/officeDocument/2006/relationships/image" Target="media/image79.wmf"/><Relationship Id="rId365" Type="http://schemas.openxmlformats.org/officeDocument/2006/relationships/oleObject" Target="embeddings/oleObject196.bin"/><Relationship Id="rId386" Type="http://schemas.openxmlformats.org/officeDocument/2006/relationships/image" Target="media/image172.wmf"/><Relationship Id="rId551" Type="http://schemas.openxmlformats.org/officeDocument/2006/relationships/oleObject" Target="embeddings/oleObject298.bin"/><Relationship Id="rId572" Type="http://schemas.openxmlformats.org/officeDocument/2006/relationships/image" Target="media/image257.wmf"/><Relationship Id="rId593" Type="http://schemas.openxmlformats.org/officeDocument/2006/relationships/image" Target="media/image266.wmf"/><Relationship Id="rId607" Type="http://schemas.openxmlformats.org/officeDocument/2006/relationships/image" Target="media/image273.wmf"/><Relationship Id="rId628" Type="http://schemas.openxmlformats.org/officeDocument/2006/relationships/image" Target="media/image283.wmf"/><Relationship Id="rId649" Type="http://schemas.openxmlformats.org/officeDocument/2006/relationships/image" Target="media/image293.wmf"/><Relationship Id="rId190" Type="http://schemas.openxmlformats.org/officeDocument/2006/relationships/image" Target="media/image84.wmf"/><Relationship Id="rId204" Type="http://schemas.openxmlformats.org/officeDocument/2006/relationships/image" Target="media/image91.wmf"/><Relationship Id="rId225" Type="http://schemas.openxmlformats.org/officeDocument/2006/relationships/oleObject" Target="embeddings/oleObject119.bin"/><Relationship Id="rId246" Type="http://schemas.openxmlformats.org/officeDocument/2006/relationships/oleObject" Target="embeddings/oleObject131.bin"/><Relationship Id="rId267" Type="http://schemas.openxmlformats.org/officeDocument/2006/relationships/image" Target="media/image118.wmf"/><Relationship Id="rId288" Type="http://schemas.openxmlformats.org/officeDocument/2006/relationships/oleObject" Target="embeddings/oleObject154.bin"/><Relationship Id="rId411" Type="http://schemas.openxmlformats.org/officeDocument/2006/relationships/oleObject" Target="embeddings/oleObject225.bin"/><Relationship Id="rId432" Type="http://schemas.openxmlformats.org/officeDocument/2006/relationships/oleObject" Target="embeddings/oleObject237.bin"/><Relationship Id="rId453" Type="http://schemas.openxmlformats.org/officeDocument/2006/relationships/oleObject" Target="embeddings/oleObject248.bin"/><Relationship Id="rId474" Type="http://schemas.openxmlformats.org/officeDocument/2006/relationships/image" Target="media/image210.wmf"/><Relationship Id="rId509" Type="http://schemas.openxmlformats.org/officeDocument/2006/relationships/oleObject" Target="embeddings/oleObject276.bin"/><Relationship Id="rId660" Type="http://schemas.openxmlformats.org/officeDocument/2006/relationships/fontTable" Target="fontTable.xml"/><Relationship Id="rId106" Type="http://schemas.openxmlformats.org/officeDocument/2006/relationships/oleObject" Target="embeddings/oleObject55.bin"/><Relationship Id="rId127" Type="http://schemas.openxmlformats.org/officeDocument/2006/relationships/oleObject" Target="embeddings/oleObject66.bin"/><Relationship Id="rId313" Type="http://schemas.openxmlformats.org/officeDocument/2006/relationships/image" Target="media/image139.wmf"/><Relationship Id="rId495" Type="http://schemas.openxmlformats.org/officeDocument/2006/relationships/oleObject" Target="embeddings/oleObject269.bin"/><Relationship Id="rId10" Type="http://schemas.openxmlformats.org/officeDocument/2006/relationships/oleObject" Target="embeddings/oleObject2.bin"/><Relationship Id="rId31" Type="http://schemas.openxmlformats.org/officeDocument/2006/relationships/image" Target="media/image10.wmf"/><Relationship Id="rId52" Type="http://schemas.openxmlformats.org/officeDocument/2006/relationships/oleObject" Target="embeddings/oleObject28.bin"/><Relationship Id="rId73" Type="http://schemas.openxmlformats.org/officeDocument/2006/relationships/image" Target="media/image29.wmf"/><Relationship Id="rId94" Type="http://schemas.openxmlformats.org/officeDocument/2006/relationships/oleObject" Target="embeddings/oleObject49.bin"/><Relationship Id="rId148" Type="http://schemas.openxmlformats.org/officeDocument/2006/relationships/oleObject" Target="embeddings/oleObject77.bin"/><Relationship Id="rId169" Type="http://schemas.openxmlformats.org/officeDocument/2006/relationships/oleObject" Target="embeddings/oleObject89.bin"/><Relationship Id="rId334" Type="http://schemas.openxmlformats.org/officeDocument/2006/relationships/image" Target="media/image149.wmf"/><Relationship Id="rId355" Type="http://schemas.openxmlformats.org/officeDocument/2006/relationships/oleObject" Target="embeddings/oleObject191.bin"/><Relationship Id="rId376" Type="http://schemas.openxmlformats.org/officeDocument/2006/relationships/oleObject" Target="embeddings/oleObject203.bin"/><Relationship Id="rId397" Type="http://schemas.openxmlformats.org/officeDocument/2006/relationships/oleObject" Target="embeddings/oleObject215.bin"/><Relationship Id="rId520" Type="http://schemas.openxmlformats.org/officeDocument/2006/relationships/image" Target="media/image233.wmf"/><Relationship Id="rId541" Type="http://schemas.openxmlformats.org/officeDocument/2006/relationships/oleObject" Target="embeddings/oleObject293.bin"/><Relationship Id="rId562" Type="http://schemas.openxmlformats.org/officeDocument/2006/relationships/oleObject" Target="embeddings/oleObject304.bin"/><Relationship Id="rId583" Type="http://schemas.openxmlformats.org/officeDocument/2006/relationships/oleObject" Target="embeddings/oleObject315.bin"/><Relationship Id="rId618" Type="http://schemas.openxmlformats.org/officeDocument/2006/relationships/oleObject" Target="embeddings/oleObject334.bin"/><Relationship Id="rId639" Type="http://schemas.openxmlformats.org/officeDocument/2006/relationships/image" Target="media/image288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95.bin"/><Relationship Id="rId215" Type="http://schemas.openxmlformats.org/officeDocument/2006/relationships/oleObject" Target="embeddings/oleObject114.bin"/><Relationship Id="rId236" Type="http://schemas.openxmlformats.org/officeDocument/2006/relationships/oleObject" Target="embeddings/oleObject125.bin"/><Relationship Id="rId257" Type="http://schemas.openxmlformats.org/officeDocument/2006/relationships/oleObject" Target="embeddings/oleObject138.bin"/><Relationship Id="rId278" Type="http://schemas.openxmlformats.org/officeDocument/2006/relationships/oleObject" Target="embeddings/oleObject149.bin"/><Relationship Id="rId401" Type="http://schemas.openxmlformats.org/officeDocument/2006/relationships/image" Target="media/image178.wmf"/><Relationship Id="rId422" Type="http://schemas.openxmlformats.org/officeDocument/2006/relationships/oleObject" Target="embeddings/oleObject231.bin"/><Relationship Id="rId443" Type="http://schemas.openxmlformats.org/officeDocument/2006/relationships/oleObject" Target="embeddings/oleObject243.bin"/><Relationship Id="rId464" Type="http://schemas.openxmlformats.org/officeDocument/2006/relationships/image" Target="media/image205.wmf"/><Relationship Id="rId650" Type="http://schemas.openxmlformats.org/officeDocument/2006/relationships/oleObject" Target="embeddings/oleObject351.bin"/><Relationship Id="rId303" Type="http://schemas.openxmlformats.org/officeDocument/2006/relationships/image" Target="media/image134.wmf"/><Relationship Id="rId485" Type="http://schemas.openxmlformats.org/officeDocument/2006/relationships/oleObject" Target="embeddings/oleObject264.bin"/><Relationship Id="rId42" Type="http://schemas.openxmlformats.org/officeDocument/2006/relationships/oleObject" Target="embeddings/oleObject22.bin"/><Relationship Id="rId84" Type="http://schemas.openxmlformats.org/officeDocument/2006/relationships/oleObject" Target="embeddings/oleObject44.bin"/><Relationship Id="rId138" Type="http://schemas.openxmlformats.org/officeDocument/2006/relationships/oleObject" Target="embeddings/oleObject72.bin"/><Relationship Id="rId345" Type="http://schemas.openxmlformats.org/officeDocument/2006/relationships/oleObject" Target="embeddings/oleObject185.bin"/><Relationship Id="rId387" Type="http://schemas.openxmlformats.org/officeDocument/2006/relationships/oleObject" Target="embeddings/oleObject209.bin"/><Relationship Id="rId510" Type="http://schemas.openxmlformats.org/officeDocument/2006/relationships/image" Target="media/image228.emf"/><Relationship Id="rId552" Type="http://schemas.openxmlformats.org/officeDocument/2006/relationships/image" Target="media/image248.wmf"/><Relationship Id="rId594" Type="http://schemas.openxmlformats.org/officeDocument/2006/relationships/oleObject" Target="embeddings/oleObject322.bin"/><Relationship Id="rId608" Type="http://schemas.openxmlformats.org/officeDocument/2006/relationships/oleObject" Target="embeddings/oleObject329.bin"/><Relationship Id="rId191" Type="http://schemas.openxmlformats.org/officeDocument/2006/relationships/oleObject" Target="embeddings/oleObject101.bin"/><Relationship Id="rId205" Type="http://schemas.openxmlformats.org/officeDocument/2006/relationships/oleObject" Target="embeddings/oleObject108.bin"/><Relationship Id="rId247" Type="http://schemas.openxmlformats.org/officeDocument/2006/relationships/image" Target="media/image110.wmf"/><Relationship Id="rId412" Type="http://schemas.openxmlformats.org/officeDocument/2006/relationships/image" Target="media/image181.wmf"/><Relationship Id="rId107" Type="http://schemas.openxmlformats.org/officeDocument/2006/relationships/image" Target="media/image46.wmf"/><Relationship Id="rId289" Type="http://schemas.openxmlformats.org/officeDocument/2006/relationships/oleObject" Target="embeddings/oleObject155.bin"/><Relationship Id="rId454" Type="http://schemas.openxmlformats.org/officeDocument/2006/relationships/image" Target="media/image200.wmf"/><Relationship Id="rId496" Type="http://schemas.openxmlformats.org/officeDocument/2006/relationships/image" Target="media/image221.wmf"/><Relationship Id="rId661" Type="http://schemas.openxmlformats.org/officeDocument/2006/relationships/theme" Target="theme/theme1.xml"/><Relationship Id="rId11" Type="http://schemas.openxmlformats.org/officeDocument/2006/relationships/oleObject" Target="embeddings/oleObject3.bin"/><Relationship Id="rId53" Type="http://schemas.openxmlformats.org/officeDocument/2006/relationships/image" Target="media/image19.wmf"/><Relationship Id="rId149" Type="http://schemas.openxmlformats.org/officeDocument/2006/relationships/image" Target="media/image66.wmf"/><Relationship Id="rId314" Type="http://schemas.openxmlformats.org/officeDocument/2006/relationships/oleObject" Target="embeddings/oleObject169.bin"/><Relationship Id="rId356" Type="http://schemas.openxmlformats.org/officeDocument/2006/relationships/image" Target="media/image159.wmf"/><Relationship Id="rId398" Type="http://schemas.openxmlformats.org/officeDocument/2006/relationships/oleObject" Target="embeddings/oleObject216.bin"/><Relationship Id="rId521" Type="http://schemas.openxmlformats.org/officeDocument/2006/relationships/oleObject" Target="embeddings/oleObject282.bin"/><Relationship Id="rId563" Type="http://schemas.openxmlformats.org/officeDocument/2006/relationships/oleObject" Target="embeddings/oleObject305.bin"/><Relationship Id="rId619" Type="http://schemas.openxmlformats.org/officeDocument/2006/relationships/oleObject" Target="embeddings/oleObject335.bin"/><Relationship Id="rId95" Type="http://schemas.openxmlformats.org/officeDocument/2006/relationships/image" Target="media/image40.wmf"/><Relationship Id="rId160" Type="http://schemas.openxmlformats.org/officeDocument/2006/relationships/oleObject" Target="embeddings/oleObject84.bin"/><Relationship Id="rId216" Type="http://schemas.openxmlformats.org/officeDocument/2006/relationships/image" Target="media/image96.wmf"/><Relationship Id="rId423" Type="http://schemas.openxmlformats.org/officeDocument/2006/relationships/oleObject" Target="embeddings/oleObject232.bin"/><Relationship Id="rId258" Type="http://schemas.openxmlformats.org/officeDocument/2006/relationships/image" Target="media/image114.wmf"/><Relationship Id="rId465" Type="http://schemas.openxmlformats.org/officeDocument/2006/relationships/oleObject" Target="embeddings/oleObject254.bin"/><Relationship Id="rId630" Type="http://schemas.openxmlformats.org/officeDocument/2006/relationships/image" Target="media/image284.wmf"/><Relationship Id="rId22" Type="http://schemas.openxmlformats.org/officeDocument/2006/relationships/oleObject" Target="embeddings/oleObject10.bin"/><Relationship Id="rId64" Type="http://schemas.openxmlformats.org/officeDocument/2006/relationships/oleObject" Target="embeddings/oleObject34.bin"/><Relationship Id="rId118" Type="http://schemas.openxmlformats.org/officeDocument/2006/relationships/oleObject" Target="embeddings/oleObject61.bin"/><Relationship Id="rId325" Type="http://schemas.openxmlformats.org/officeDocument/2006/relationships/oleObject" Target="embeddings/oleObject175.bin"/><Relationship Id="rId367" Type="http://schemas.openxmlformats.org/officeDocument/2006/relationships/image" Target="media/image164.wmf"/><Relationship Id="rId532" Type="http://schemas.openxmlformats.org/officeDocument/2006/relationships/image" Target="media/image239.wmf"/><Relationship Id="rId574" Type="http://schemas.openxmlformats.org/officeDocument/2006/relationships/image" Target="media/image258.wmf"/><Relationship Id="rId171" Type="http://schemas.openxmlformats.org/officeDocument/2006/relationships/oleObject" Target="embeddings/oleObject90.bin"/><Relationship Id="rId227" Type="http://schemas.openxmlformats.org/officeDocument/2006/relationships/oleObject" Target="embeddings/oleObject120.bin"/><Relationship Id="rId269" Type="http://schemas.openxmlformats.org/officeDocument/2006/relationships/image" Target="media/image119.wmf"/><Relationship Id="rId434" Type="http://schemas.openxmlformats.org/officeDocument/2006/relationships/oleObject" Target="embeddings/oleObject238.bin"/><Relationship Id="rId476" Type="http://schemas.openxmlformats.org/officeDocument/2006/relationships/image" Target="media/image211.wmf"/><Relationship Id="rId641" Type="http://schemas.openxmlformats.org/officeDocument/2006/relationships/image" Target="media/image289.wmf"/><Relationship Id="rId33" Type="http://schemas.openxmlformats.org/officeDocument/2006/relationships/oleObject" Target="embeddings/oleObject17.bin"/><Relationship Id="rId129" Type="http://schemas.openxmlformats.org/officeDocument/2006/relationships/oleObject" Target="embeddings/oleObject67.bin"/><Relationship Id="rId280" Type="http://schemas.openxmlformats.org/officeDocument/2006/relationships/oleObject" Target="embeddings/oleObject150.bin"/><Relationship Id="rId336" Type="http://schemas.openxmlformats.org/officeDocument/2006/relationships/image" Target="media/image150.wmf"/><Relationship Id="rId501" Type="http://schemas.openxmlformats.org/officeDocument/2006/relationships/oleObject" Target="embeddings/oleObject272.bin"/><Relationship Id="rId543" Type="http://schemas.openxmlformats.org/officeDocument/2006/relationships/oleObject" Target="embeddings/oleObject294.bin"/><Relationship Id="rId75" Type="http://schemas.openxmlformats.org/officeDocument/2006/relationships/image" Target="media/image30.wmf"/><Relationship Id="rId140" Type="http://schemas.openxmlformats.org/officeDocument/2006/relationships/oleObject" Target="embeddings/oleObject73.bin"/><Relationship Id="rId182" Type="http://schemas.openxmlformats.org/officeDocument/2006/relationships/oleObject" Target="embeddings/oleObject96.bin"/><Relationship Id="rId378" Type="http://schemas.openxmlformats.org/officeDocument/2006/relationships/oleObject" Target="embeddings/oleObject204.bin"/><Relationship Id="rId403" Type="http://schemas.openxmlformats.org/officeDocument/2006/relationships/image" Target="media/image179.wmf"/><Relationship Id="rId585" Type="http://schemas.openxmlformats.org/officeDocument/2006/relationships/image" Target="media/image263.wmf"/><Relationship Id="rId6" Type="http://schemas.openxmlformats.org/officeDocument/2006/relationships/endnotes" Target="endnotes.xml"/><Relationship Id="rId238" Type="http://schemas.openxmlformats.org/officeDocument/2006/relationships/oleObject" Target="embeddings/oleObject126.bin"/><Relationship Id="rId445" Type="http://schemas.openxmlformats.org/officeDocument/2006/relationships/oleObject" Target="embeddings/oleObject244.bin"/><Relationship Id="rId487" Type="http://schemas.openxmlformats.org/officeDocument/2006/relationships/oleObject" Target="embeddings/oleObject265.bin"/><Relationship Id="rId610" Type="http://schemas.openxmlformats.org/officeDocument/2006/relationships/oleObject" Target="embeddings/oleObject330.bin"/><Relationship Id="rId652" Type="http://schemas.openxmlformats.org/officeDocument/2006/relationships/oleObject" Target="embeddings/oleObject352.bin"/><Relationship Id="rId291" Type="http://schemas.openxmlformats.org/officeDocument/2006/relationships/oleObject" Target="embeddings/oleObject156.bin"/><Relationship Id="rId305" Type="http://schemas.openxmlformats.org/officeDocument/2006/relationships/image" Target="media/image135.wmf"/><Relationship Id="rId347" Type="http://schemas.openxmlformats.org/officeDocument/2006/relationships/oleObject" Target="embeddings/oleObject186.bin"/><Relationship Id="rId512" Type="http://schemas.openxmlformats.org/officeDocument/2006/relationships/image" Target="media/image229.wmf"/><Relationship Id="rId44" Type="http://schemas.openxmlformats.org/officeDocument/2006/relationships/image" Target="media/image15.wmf"/><Relationship Id="rId86" Type="http://schemas.openxmlformats.org/officeDocument/2006/relationships/oleObject" Target="embeddings/oleObject45.bin"/><Relationship Id="rId151" Type="http://schemas.openxmlformats.org/officeDocument/2006/relationships/image" Target="media/image67.wmf"/><Relationship Id="rId389" Type="http://schemas.openxmlformats.org/officeDocument/2006/relationships/oleObject" Target="embeddings/oleObject210.bin"/><Relationship Id="rId554" Type="http://schemas.openxmlformats.org/officeDocument/2006/relationships/image" Target="media/image249.wmf"/><Relationship Id="rId596" Type="http://schemas.openxmlformats.org/officeDocument/2006/relationships/oleObject" Target="embeddings/oleObject323.bin"/><Relationship Id="rId193" Type="http://schemas.openxmlformats.org/officeDocument/2006/relationships/oleObject" Target="embeddings/oleObject102.bin"/><Relationship Id="rId207" Type="http://schemas.openxmlformats.org/officeDocument/2006/relationships/image" Target="media/image92.wmf"/><Relationship Id="rId249" Type="http://schemas.openxmlformats.org/officeDocument/2006/relationships/image" Target="media/image111.wmf"/><Relationship Id="rId414" Type="http://schemas.openxmlformats.org/officeDocument/2006/relationships/image" Target="media/image182.wmf"/><Relationship Id="rId456" Type="http://schemas.openxmlformats.org/officeDocument/2006/relationships/image" Target="media/image201.wmf"/><Relationship Id="rId498" Type="http://schemas.openxmlformats.org/officeDocument/2006/relationships/image" Target="media/image222.wmf"/><Relationship Id="rId621" Type="http://schemas.openxmlformats.org/officeDocument/2006/relationships/oleObject" Target="embeddings/oleObject336.bin"/><Relationship Id="rId13" Type="http://schemas.openxmlformats.org/officeDocument/2006/relationships/oleObject" Target="embeddings/oleObject4.bin"/><Relationship Id="rId109" Type="http://schemas.openxmlformats.org/officeDocument/2006/relationships/image" Target="media/image47.wmf"/><Relationship Id="rId260" Type="http://schemas.openxmlformats.org/officeDocument/2006/relationships/oleObject" Target="embeddings/oleObject140.bin"/><Relationship Id="rId316" Type="http://schemas.openxmlformats.org/officeDocument/2006/relationships/oleObject" Target="embeddings/oleObject170.bin"/><Relationship Id="rId523" Type="http://schemas.openxmlformats.org/officeDocument/2006/relationships/oleObject" Target="embeddings/oleObject283.bin"/><Relationship Id="rId55" Type="http://schemas.openxmlformats.org/officeDocument/2006/relationships/image" Target="media/image20.wmf"/><Relationship Id="rId97" Type="http://schemas.openxmlformats.org/officeDocument/2006/relationships/image" Target="media/image41.wmf"/><Relationship Id="rId120" Type="http://schemas.openxmlformats.org/officeDocument/2006/relationships/oleObject" Target="embeddings/oleObject62.bin"/><Relationship Id="rId358" Type="http://schemas.openxmlformats.org/officeDocument/2006/relationships/image" Target="media/image160.wmf"/><Relationship Id="rId565" Type="http://schemas.openxmlformats.org/officeDocument/2006/relationships/oleObject" Target="embeddings/oleObject306.bin"/><Relationship Id="rId162" Type="http://schemas.openxmlformats.org/officeDocument/2006/relationships/oleObject" Target="embeddings/oleObject85.bin"/><Relationship Id="rId218" Type="http://schemas.openxmlformats.org/officeDocument/2006/relationships/image" Target="media/image97.wmf"/><Relationship Id="rId425" Type="http://schemas.openxmlformats.org/officeDocument/2006/relationships/oleObject" Target="embeddings/oleObject233.bin"/><Relationship Id="rId467" Type="http://schemas.openxmlformats.org/officeDocument/2006/relationships/oleObject" Target="embeddings/oleObject255.bin"/><Relationship Id="rId632" Type="http://schemas.openxmlformats.org/officeDocument/2006/relationships/image" Target="media/image285.wmf"/><Relationship Id="rId271" Type="http://schemas.openxmlformats.org/officeDocument/2006/relationships/image" Target="media/image120.wmf"/><Relationship Id="rId24" Type="http://schemas.openxmlformats.org/officeDocument/2006/relationships/oleObject" Target="embeddings/oleObject11.bin"/><Relationship Id="rId66" Type="http://schemas.openxmlformats.org/officeDocument/2006/relationships/oleObject" Target="embeddings/oleObject35.bin"/><Relationship Id="rId131" Type="http://schemas.openxmlformats.org/officeDocument/2006/relationships/image" Target="media/image57.wmf"/><Relationship Id="rId327" Type="http://schemas.openxmlformats.org/officeDocument/2006/relationships/oleObject" Target="embeddings/oleObject176.bin"/><Relationship Id="rId369" Type="http://schemas.openxmlformats.org/officeDocument/2006/relationships/image" Target="media/image165.wmf"/><Relationship Id="rId534" Type="http://schemas.openxmlformats.org/officeDocument/2006/relationships/oleObject" Target="embeddings/oleObject289.bin"/><Relationship Id="rId576" Type="http://schemas.openxmlformats.org/officeDocument/2006/relationships/image" Target="media/image259.wmf"/><Relationship Id="rId173" Type="http://schemas.openxmlformats.org/officeDocument/2006/relationships/oleObject" Target="embeddings/oleObject91.bin"/><Relationship Id="rId229" Type="http://schemas.openxmlformats.org/officeDocument/2006/relationships/oleObject" Target="embeddings/oleObject121.bin"/><Relationship Id="rId380" Type="http://schemas.openxmlformats.org/officeDocument/2006/relationships/image" Target="media/image169.wmf"/><Relationship Id="rId436" Type="http://schemas.openxmlformats.org/officeDocument/2006/relationships/oleObject" Target="embeddings/oleObject239.bin"/><Relationship Id="rId601" Type="http://schemas.openxmlformats.org/officeDocument/2006/relationships/image" Target="media/image270.wmf"/><Relationship Id="rId643" Type="http://schemas.openxmlformats.org/officeDocument/2006/relationships/image" Target="media/image290.wmf"/><Relationship Id="rId240" Type="http://schemas.openxmlformats.org/officeDocument/2006/relationships/image" Target="media/image107.wmf"/><Relationship Id="rId478" Type="http://schemas.openxmlformats.org/officeDocument/2006/relationships/image" Target="media/image212.wmf"/><Relationship Id="rId35" Type="http://schemas.openxmlformats.org/officeDocument/2006/relationships/oleObject" Target="embeddings/oleObject18.bin"/><Relationship Id="rId77" Type="http://schemas.openxmlformats.org/officeDocument/2006/relationships/image" Target="media/image31.wmf"/><Relationship Id="rId100" Type="http://schemas.openxmlformats.org/officeDocument/2006/relationships/oleObject" Target="embeddings/oleObject52.bin"/><Relationship Id="rId282" Type="http://schemas.openxmlformats.org/officeDocument/2006/relationships/oleObject" Target="embeddings/oleObject151.bin"/><Relationship Id="rId338" Type="http://schemas.openxmlformats.org/officeDocument/2006/relationships/image" Target="media/image151.wmf"/><Relationship Id="rId503" Type="http://schemas.openxmlformats.org/officeDocument/2006/relationships/oleObject" Target="embeddings/oleObject273.bin"/><Relationship Id="rId545" Type="http://schemas.openxmlformats.org/officeDocument/2006/relationships/oleObject" Target="embeddings/oleObject295.bin"/><Relationship Id="rId587" Type="http://schemas.openxmlformats.org/officeDocument/2006/relationships/image" Target="media/image264.wmf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74.bin"/><Relationship Id="rId184" Type="http://schemas.openxmlformats.org/officeDocument/2006/relationships/oleObject" Target="embeddings/oleObject97.bin"/><Relationship Id="rId391" Type="http://schemas.openxmlformats.org/officeDocument/2006/relationships/oleObject" Target="embeddings/oleObject211.bin"/><Relationship Id="rId405" Type="http://schemas.openxmlformats.org/officeDocument/2006/relationships/oleObject" Target="embeddings/oleObject220.bin"/><Relationship Id="rId447" Type="http://schemas.openxmlformats.org/officeDocument/2006/relationships/oleObject" Target="embeddings/oleObject245.bin"/><Relationship Id="rId612" Type="http://schemas.openxmlformats.org/officeDocument/2006/relationships/oleObject" Target="embeddings/oleObject331.bin"/><Relationship Id="rId251" Type="http://schemas.openxmlformats.org/officeDocument/2006/relationships/oleObject" Target="embeddings/oleObject134.bin"/><Relationship Id="rId489" Type="http://schemas.openxmlformats.org/officeDocument/2006/relationships/oleObject" Target="embeddings/oleObject266.bin"/><Relationship Id="rId654" Type="http://schemas.openxmlformats.org/officeDocument/2006/relationships/image" Target="media/image295.wmf"/><Relationship Id="rId46" Type="http://schemas.openxmlformats.org/officeDocument/2006/relationships/image" Target="media/image16.wmf"/><Relationship Id="rId293" Type="http://schemas.openxmlformats.org/officeDocument/2006/relationships/image" Target="media/image130.wmf"/><Relationship Id="rId307" Type="http://schemas.openxmlformats.org/officeDocument/2006/relationships/image" Target="media/image136.wmf"/><Relationship Id="rId349" Type="http://schemas.openxmlformats.org/officeDocument/2006/relationships/image" Target="media/image156.wmf"/><Relationship Id="rId514" Type="http://schemas.openxmlformats.org/officeDocument/2006/relationships/image" Target="media/image230.wmf"/><Relationship Id="rId556" Type="http://schemas.openxmlformats.org/officeDocument/2006/relationships/image" Target="media/image250.wmf"/><Relationship Id="rId88" Type="http://schemas.openxmlformats.org/officeDocument/2006/relationships/oleObject" Target="embeddings/oleObject46.bin"/><Relationship Id="rId111" Type="http://schemas.openxmlformats.org/officeDocument/2006/relationships/image" Target="media/image48.wmf"/><Relationship Id="rId153" Type="http://schemas.openxmlformats.org/officeDocument/2006/relationships/image" Target="media/image68.wmf"/><Relationship Id="rId195" Type="http://schemas.openxmlformats.org/officeDocument/2006/relationships/oleObject" Target="embeddings/oleObject103.bin"/><Relationship Id="rId209" Type="http://schemas.openxmlformats.org/officeDocument/2006/relationships/oleObject" Target="embeddings/oleObject111.bin"/><Relationship Id="rId360" Type="http://schemas.openxmlformats.org/officeDocument/2006/relationships/image" Target="media/image161.wmf"/><Relationship Id="rId416" Type="http://schemas.openxmlformats.org/officeDocument/2006/relationships/image" Target="media/image183.wmf"/><Relationship Id="rId598" Type="http://schemas.openxmlformats.org/officeDocument/2006/relationships/oleObject" Target="embeddings/oleObject324.bin"/><Relationship Id="rId220" Type="http://schemas.openxmlformats.org/officeDocument/2006/relationships/image" Target="media/image98.wmf"/><Relationship Id="rId458" Type="http://schemas.openxmlformats.org/officeDocument/2006/relationships/image" Target="media/image202.wmf"/><Relationship Id="rId623" Type="http://schemas.openxmlformats.org/officeDocument/2006/relationships/oleObject" Target="embeddings/oleObject337.bin"/><Relationship Id="rId15" Type="http://schemas.openxmlformats.org/officeDocument/2006/relationships/image" Target="media/image4.wmf"/><Relationship Id="rId57" Type="http://schemas.openxmlformats.org/officeDocument/2006/relationships/image" Target="media/image21.wmf"/><Relationship Id="rId262" Type="http://schemas.openxmlformats.org/officeDocument/2006/relationships/oleObject" Target="embeddings/oleObject141.bin"/><Relationship Id="rId318" Type="http://schemas.openxmlformats.org/officeDocument/2006/relationships/oleObject" Target="embeddings/oleObject171.bin"/><Relationship Id="rId525" Type="http://schemas.openxmlformats.org/officeDocument/2006/relationships/oleObject" Target="embeddings/oleObject284.bin"/><Relationship Id="rId567" Type="http://schemas.openxmlformats.org/officeDocument/2006/relationships/oleObject" Target="embeddings/oleObject307.bin"/><Relationship Id="rId99" Type="http://schemas.openxmlformats.org/officeDocument/2006/relationships/image" Target="media/image42.wmf"/><Relationship Id="rId122" Type="http://schemas.openxmlformats.org/officeDocument/2006/relationships/image" Target="media/image53.wmf"/><Relationship Id="rId164" Type="http://schemas.openxmlformats.org/officeDocument/2006/relationships/oleObject" Target="embeddings/oleObject86.bin"/><Relationship Id="rId371" Type="http://schemas.openxmlformats.org/officeDocument/2006/relationships/oleObject" Target="embeddings/oleObject200.bin"/><Relationship Id="rId427" Type="http://schemas.openxmlformats.org/officeDocument/2006/relationships/oleObject" Target="embeddings/oleObject234.bin"/><Relationship Id="rId469" Type="http://schemas.openxmlformats.org/officeDocument/2006/relationships/oleObject" Target="embeddings/oleObject256.bin"/><Relationship Id="rId634" Type="http://schemas.openxmlformats.org/officeDocument/2006/relationships/image" Target="media/image286.wmf"/><Relationship Id="rId26" Type="http://schemas.openxmlformats.org/officeDocument/2006/relationships/oleObject" Target="embeddings/oleObject12.bin"/><Relationship Id="rId231" Type="http://schemas.openxmlformats.org/officeDocument/2006/relationships/oleObject" Target="embeddings/oleObject122.bin"/><Relationship Id="rId273" Type="http://schemas.openxmlformats.org/officeDocument/2006/relationships/image" Target="media/image121.wmf"/><Relationship Id="rId329" Type="http://schemas.openxmlformats.org/officeDocument/2006/relationships/oleObject" Target="embeddings/oleObject177.bin"/><Relationship Id="rId480" Type="http://schemas.openxmlformats.org/officeDocument/2006/relationships/image" Target="media/image213.wmf"/><Relationship Id="rId536" Type="http://schemas.openxmlformats.org/officeDocument/2006/relationships/oleObject" Target="embeddings/oleObject290.bin"/><Relationship Id="rId68" Type="http://schemas.openxmlformats.org/officeDocument/2006/relationships/oleObject" Target="embeddings/oleObject36.bin"/><Relationship Id="rId133" Type="http://schemas.openxmlformats.org/officeDocument/2006/relationships/image" Target="media/image58.wmf"/><Relationship Id="rId175" Type="http://schemas.openxmlformats.org/officeDocument/2006/relationships/oleObject" Target="embeddings/oleObject92.bin"/><Relationship Id="rId340" Type="http://schemas.openxmlformats.org/officeDocument/2006/relationships/image" Target="media/image152.wmf"/><Relationship Id="rId578" Type="http://schemas.openxmlformats.org/officeDocument/2006/relationships/image" Target="media/image260.wmf"/><Relationship Id="rId200" Type="http://schemas.openxmlformats.org/officeDocument/2006/relationships/image" Target="media/image89.wmf"/><Relationship Id="rId382" Type="http://schemas.openxmlformats.org/officeDocument/2006/relationships/image" Target="media/image170.wmf"/><Relationship Id="rId438" Type="http://schemas.openxmlformats.org/officeDocument/2006/relationships/image" Target="media/image192.wmf"/><Relationship Id="rId603" Type="http://schemas.openxmlformats.org/officeDocument/2006/relationships/image" Target="media/image271.wmf"/><Relationship Id="rId645" Type="http://schemas.openxmlformats.org/officeDocument/2006/relationships/image" Target="media/image291.wmf"/><Relationship Id="rId242" Type="http://schemas.openxmlformats.org/officeDocument/2006/relationships/image" Target="media/image108.wmf"/><Relationship Id="rId284" Type="http://schemas.openxmlformats.org/officeDocument/2006/relationships/oleObject" Target="embeddings/oleObject152.bin"/><Relationship Id="rId491" Type="http://schemas.openxmlformats.org/officeDocument/2006/relationships/oleObject" Target="embeddings/oleObject267.bin"/><Relationship Id="rId505" Type="http://schemas.openxmlformats.org/officeDocument/2006/relationships/oleObject" Target="embeddings/oleObject274.bin"/><Relationship Id="rId37" Type="http://schemas.openxmlformats.org/officeDocument/2006/relationships/image" Target="media/image12.wmf"/><Relationship Id="rId79" Type="http://schemas.openxmlformats.org/officeDocument/2006/relationships/image" Target="media/image32.wmf"/><Relationship Id="rId102" Type="http://schemas.openxmlformats.org/officeDocument/2006/relationships/oleObject" Target="embeddings/oleObject53.bin"/><Relationship Id="rId144" Type="http://schemas.openxmlformats.org/officeDocument/2006/relationships/oleObject" Target="embeddings/oleObject75.bin"/><Relationship Id="rId547" Type="http://schemas.openxmlformats.org/officeDocument/2006/relationships/oleObject" Target="embeddings/oleObject296.bin"/><Relationship Id="rId589" Type="http://schemas.openxmlformats.org/officeDocument/2006/relationships/image" Target="media/image265.wmf"/><Relationship Id="rId90" Type="http://schemas.openxmlformats.org/officeDocument/2006/relationships/oleObject" Target="embeddings/oleObject47.bin"/><Relationship Id="rId186" Type="http://schemas.openxmlformats.org/officeDocument/2006/relationships/image" Target="media/image82.wmf"/><Relationship Id="rId351" Type="http://schemas.openxmlformats.org/officeDocument/2006/relationships/image" Target="media/image157.wmf"/><Relationship Id="rId393" Type="http://schemas.openxmlformats.org/officeDocument/2006/relationships/oleObject" Target="embeddings/oleObject212.bin"/><Relationship Id="rId407" Type="http://schemas.openxmlformats.org/officeDocument/2006/relationships/oleObject" Target="embeddings/oleObject222.bin"/><Relationship Id="rId449" Type="http://schemas.openxmlformats.org/officeDocument/2006/relationships/oleObject" Target="embeddings/oleObject246.bin"/><Relationship Id="rId614" Type="http://schemas.openxmlformats.org/officeDocument/2006/relationships/oleObject" Target="embeddings/oleObject332.bin"/><Relationship Id="rId656" Type="http://schemas.openxmlformats.org/officeDocument/2006/relationships/image" Target="media/image296.wmf"/><Relationship Id="rId211" Type="http://schemas.openxmlformats.org/officeDocument/2006/relationships/oleObject" Target="embeddings/oleObject112.bin"/><Relationship Id="rId253" Type="http://schemas.openxmlformats.org/officeDocument/2006/relationships/oleObject" Target="embeddings/oleObject135.bin"/><Relationship Id="rId295" Type="http://schemas.openxmlformats.org/officeDocument/2006/relationships/oleObject" Target="embeddings/oleObject159.bin"/><Relationship Id="rId309" Type="http://schemas.openxmlformats.org/officeDocument/2006/relationships/image" Target="media/image137.wmf"/><Relationship Id="rId460" Type="http://schemas.openxmlformats.org/officeDocument/2006/relationships/image" Target="media/image203.wmf"/><Relationship Id="rId516" Type="http://schemas.openxmlformats.org/officeDocument/2006/relationships/image" Target="media/image231.wmf"/><Relationship Id="rId48" Type="http://schemas.openxmlformats.org/officeDocument/2006/relationships/image" Target="media/image17.wmf"/><Relationship Id="rId113" Type="http://schemas.openxmlformats.org/officeDocument/2006/relationships/image" Target="media/image49.wmf"/><Relationship Id="rId320" Type="http://schemas.openxmlformats.org/officeDocument/2006/relationships/oleObject" Target="embeddings/oleObject172.bin"/><Relationship Id="rId558" Type="http://schemas.openxmlformats.org/officeDocument/2006/relationships/image" Target="media/image251.wmf"/><Relationship Id="rId155" Type="http://schemas.openxmlformats.org/officeDocument/2006/relationships/image" Target="media/image69.wmf"/><Relationship Id="rId197" Type="http://schemas.openxmlformats.org/officeDocument/2006/relationships/oleObject" Target="embeddings/oleObject104.bin"/><Relationship Id="rId362" Type="http://schemas.openxmlformats.org/officeDocument/2006/relationships/image" Target="media/image162.wmf"/><Relationship Id="rId418" Type="http://schemas.openxmlformats.org/officeDocument/2006/relationships/image" Target="media/image184.wmf"/><Relationship Id="rId625" Type="http://schemas.openxmlformats.org/officeDocument/2006/relationships/oleObject" Target="embeddings/oleObject338.bin"/><Relationship Id="rId222" Type="http://schemas.openxmlformats.org/officeDocument/2006/relationships/image" Target="media/image99.wmf"/><Relationship Id="rId264" Type="http://schemas.openxmlformats.org/officeDocument/2006/relationships/oleObject" Target="embeddings/oleObject142.bin"/><Relationship Id="rId471" Type="http://schemas.openxmlformats.org/officeDocument/2006/relationships/oleObject" Target="embeddings/oleObject257.bin"/><Relationship Id="rId17" Type="http://schemas.openxmlformats.org/officeDocument/2006/relationships/oleObject" Target="embeddings/oleObject7.bin"/><Relationship Id="rId59" Type="http://schemas.openxmlformats.org/officeDocument/2006/relationships/image" Target="media/image22.wmf"/><Relationship Id="rId124" Type="http://schemas.openxmlformats.org/officeDocument/2006/relationships/image" Target="media/image54.wmf"/><Relationship Id="rId527" Type="http://schemas.openxmlformats.org/officeDocument/2006/relationships/oleObject" Target="embeddings/oleObject285.bin"/><Relationship Id="rId569" Type="http://schemas.openxmlformats.org/officeDocument/2006/relationships/oleObject" Target="embeddings/oleObject308.bin"/><Relationship Id="rId70" Type="http://schemas.openxmlformats.org/officeDocument/2006/relationships/oleObject" Target="embeddings/oleObject37.bin"/><Relationship Id="rId166" Type="http://schemas.openxmlformats.org/officeDocument/2006/relationships/oleObject" Target="embeddings/oleObject87.bin"/><Relationship Id="rId331" Type="http://schemas.openxmlformats.org/officeDocument/2006/relationships/oleObject" Target="embeddings/oleObject178.bin"/><Relationship Id="rId373" Type="http://schemas.openxmlformats.org/officeDocument/2006/relationships/oleObject" Target="embeddings/oleObject201.bin"/><Relationship Id="rId429" Type="http://schemas.openxmlformats.org/officeDocument/2006/relationships/image" Target="media/image188.emf"/><Relationship Id="rId580" Type="http://schemas.openxmlformats.org/officeDocument/2006/relationships/image" Target="media/image261.wmf"/><Relationship Id="rId636" Type="http://schemas.openxmlformats.org/officeDocument/2006/relationships/image" Target="media/image287.wmf"/><Relationship Id="rId1" Type="http://schemas.openxmlformats.org/officeDocument/2006/relationships/customXml" Target="../customXml/item1.xml"/><Relationship Id="rId233" Type="http://schemas.openxmlformats.org/officeDocument/2006/relationships/image" Target="media/image104.wmf"/><Relationship Id="rId440" Type="http://schemas.openxmlformats.org/officeDocument/2006/relationships/image" Target="media/image193.wmf"/><Relationship Id="rId28" Type="http://schemas.openxmlformats.org/officeDocument/2006/relationships/image" Target="media/image9.wmf"/><Relationship Id="rId275" Type="http://schemas.openxmlformats.org/officeDocument/2006/relationships/image" Target="media/image122.wmf"/><Relationship Id="rId300" Type="http://schemas.openxmlformats.org/officeDocument/2006/relationships/oleObject" Target="embeddings/oleObject162.bin"/><Relationship Id="rId482" Type="http://schemas.openxmlformats.org/officeDocument/2006/relationships/image" Target="media/image214.wmf"/><Relationship Id="rId538" Type="http://schemas.openxmlformats.org/officeDocument/2006/relationships/oleObject" Target="embeddings/oleObject291.bin"/><Relationship Id="rId81" Type="http://schemas.openxmlformats.org/officeDocument/2006/relationships/image" Target="media/image33.wmf"/><Relationship Id="rId135" Type="http://schemas.openxmlformats.org/officeDocument/2006/relationships/image" Target="media/image59.wmf"/><Relationship Id="rId177" Type="http://schemas.openxmlformats.org/officeDocument/2006/relationships/oleObject" Target="embeddings/oleObject93.bin"/><Relationship Id="rId342" Type="http://schemas.openxmlformats.org/officeDocument/2006/relationships/image" Target="media/image153.wmf"/><Relationship Id="rId384" Type="http://schemas.openxmlformats.org/officeDocument/2006/relationships/image" Target="media/image171.wmf"/><Relationship Id="rId591" Type="http://schemas.openxmlformats.org/officeDocument/2006/relationships/oleObject" Target="embeddings/oleObject320.bin"/><Relationship Id="rId605" Type="http://schemas.openxmlformats.org/officeDocument/2006/relationships/image" Target="media/image27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IS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5856F-E355-4704-8DC7-06210B483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ISM</Template>
  <TotalTime>51</TotalTime>
  <Pages>36</Pages>
  <Words>6164</Words>
  <Characters>35135</Characters>
  <Application>Microsoft Office Word</Application>
  <DocSecurity>0</DocSecurity>
  <Lines>292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Waterloo</Company>
  <LinksUpToDate>false</LinksUpToDate>
  <CharactersWithSpaces>41217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Ernie Jerome</dc:creator>
  <cp:lastModifiedBy>Rajender Kumar</cp:lastModifiedBy>
  <cp:revision>66</cp:revision>
  <cp:lastPrinted>2020-06-29T14:55:00Z</cp:lastPrinted>
  <dcterms:created xsi:type="dcterms:W3CDTF">2019-10-25T14:22:00Z</dcterms:created>
  <dcterms:modified xsi:type="dcterms:W3CDTF">2020-06-29T14:59:00Z</dcterms:modified>
</cp:coreProperties>
</file>