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CDD" w:rsidRDefault="008B2CDD">
      <w:pPr>
        <w:pStyle w:val="ISM"/>
        <w:tabs>
          <w:tab w:val="clear" w:pos="270"/>
          <w:tab w:val="clear" w:pos="540"/>
        </w:tabs>
        <w:rPr>
          <w:sz w:val="48"/>
        </w:rPr>
      </w:pPr>
      <w:r>
        <w:rPr>
          <w:sz w:val="48"/>
        </w:rPr>
        <w:t>1</w:t>
      </w:r>
      <w:r w:rsidR="00D31EE8">
        <w:rPr>
          <w:sz w:val="48"/>
        </w:rPr>
        <w:t>1</w:t>
      </w:r>
      <w:r>
        <w:rPr>
          <w:sz w:val="48"/>
        </w:rPr>
        <w:tab/>
      </w:r>
      <w:r>
        <w:rPr>
          <w:sz w:val="48"/>
        </w:rPr>
        <w:tab/>
        <w:t>Ordinary Annuities:</w:t>
      </w:r>
    </w:p>
    <w:p w:rsidR="008B2CDD" w:rsidRDefault="008B2CDD">
      <w:pPr>
        <w:pStyle w:val="ISM"/>
        <w:tabs>
          <w:tab w:val="clear" w:pos="270"/>
          <w:tab w:val="clear" w:pos="540"/>
        </w:tabs>
        <w:rPr>
          <w:sz w:val="48"/>
        </w:rPr>
      </w:pPr>
      <w:r>
        <w:rPr>
          <w:sz w:val="48"/>
        </w:rPr>
        <w:tab/>
      </w:r>
      <w:r>
        <w:rPr>
          <w:sz w:val="48"/>
        </w:rPr>
        <w:tab/>
        <w:t>Future Value and Present Value</w:t>
      </w:r>
    </w:p>
    <w:p w:rsidR="008B2CDD" w:rsidRDefault="008B2CDD">
      <w:pPr>
        <w:pStyle w:val="ISM"/>
        <w:tabs>
          <w:tab w:val="clear" w:pos="270"/>
          <w:tab w:val="clear" w:pos="540"/>
        </w:tabs>
        <w:rPr>
          <w:sz w:val="48"/>
        </w:rPr>
      </w:pPr>
    </w:p>
    <w:p w:rsidR="008B2CDD" w:rsidRDefault="008B2CDD">
      <w:pPr>
        <w:pStyle w:val="ISM"/>
        <w:spacing w:after="60"/>
        <w:rPr>
          <w:b/>
          <w:sz w:val="24"/>
        </w:rPr>
      </w:pPr>
      <w:r>
        <w:rPr>
          <w:b/>
          <w:sz w:val="24"/>
        </w:rPr>
        <w:t xml:space="preserve">Concept </w:t>
      </w:r>
      <w:proofErr w:type="gramStart"/>
      <w:r>
        <w:rPr>
          <w:b/>
          <w:sz w:val="24"/>
        </w:rPr>
        <w:t>Questions  (</w:t>
      </w:r>
      <w:proofErr w:type="gramEnd"/>
      <w:r>
        <w:rPr>
          <w:b/>
          <w:sz w:val="24"/>
        </w:rPr>
        <w:t>Section 1</w:t>
      </w:r>
      <w:r w:rsidR="00D31EE8">
        <w:rPr>
          <w:b/>
          <w:sz w:val="24"/>
        </w:rPr>
        <w:t>1</w:t>
      </w:r>
      <w:r>
        <w:rPr>
          <w:b/>
          <w:sz w:val="24"/>
        </w:rPr>
        <w:t>.1)</w:t>
      </w:r>
    </w:p>
    <w:p w:rsidR="008B2CDD" w:rsidRDefault="008B2CDD">
      <w:pPr>
        <w:pStyle w:val="ISM"/>
        <w:spacing w:after="120"/>
        <w:ind w:left="547" w:hanging="547"/>
      </w:pPr>
      <w:r>
        <w:tab/>
        <w:t>1.</w:t>
      </w:r>
      <w:r>
        <w:tab/>
        <w:t xml:space="preserve">The two types of annuities are distinguished by comparing the payment interval to the compounding interval. If the payment interval </w:t>
      </w:r>
      <w:r>
        <w:rPr>
          <w:i/>
        </w:rPr>
        <w:t>equals</w:t>
      </w:r>
      <w:r>
        <w:t xml:space="preserve"> the compounding interval, the annuity is a </w:t>
      </w:r>
      <w:r>
        <w:rPr>
          <w:i/>
        </w:rPr>
        <w:t>simple</w:t>
      </w:r>
      <w:r>
        <w:t xml:space="preserve"> annuity. Otherwise, it is a general annuity.</w:t>
      </w:r>
    </w:p>
    <w:p w:rsidR="008B2CDD" w:rsidRDefault="008B2CDD">
      <w:pPr>
        <w:pStyle w:val="ISM"/>
        <w:spacing w:after="120"/>
        <w:ind w:left="547" w:hanging="547"/>
      </w:pPr>
      <w:r>
        <w:tab/>
        <w:t>3.</w:t>
      </w:r>
      <w:r>
        <w:tab/>
      </w:r>
      <w:r>
        <w:rPr>
          <w:u w:val="double"/>
        </w:rPr>
        <w:t>No</w:t>
      </w:r>
      <w:r>
        <w:t>. Insurance premiums are paid at the beginning of the period of coverage. In the present case, the monthly payments will be made at the beginning of each month of coverage. To qualify as an ordinary annuity, the monthly payments would have to occur at the end of each month of coverage.</w:t>
      </w:r>
    </w:p>
    <w:p w:rsidR="008B2CDD" w:rsidRDefault="008B2CDD">
      <w:pPr>
        <w:pStyle w:val="ISM"/>
      </w:pPr>
    </w:p>
    <w:p w:rsidR="008B2CDD" w:rsidRDefault="008B2CDD">
      <w:pPr>
        <w:pStyle w:val="ISM"/>
        <w:spacing w:after="60"/>
        <w:rPr>
          <w:b/>
        </w:rPr>
      </w:pPr>
      <w:r>
        <w:rPr>
          <w:b/>
          <w:sz w:val="24"/>
        </w:rPr>
        <w:t xml:space="preserve">Point of </w:t>
      </w:r>
      <w:proofErr w:type="gramStart"/>
      <w:r>
        <w:rPr>
          <w:b/>
          <w:sz w:val="24"/>
        </w:rPr>
        <w:t>Interest</w:t>
      </w:r>
      <w:r>
        <w:t xml:space="preserve">  </w:t>
      </w:r>
      <w:r>
        <w:rPr>
          <w:b/>
          <w:sz w:val="24"/>
        </w:rPr>
        <w:t>(</w:t>
      </w:r>
      <w:proofErr w:type="gramEnd"/>
      <w:r>
        <w:rPr>
          <w:b/>
          <w:sz w:val="24"/>
        </w:rPr>
        <w:t>Section 1</w:t>
      </w:r>
      <w:r w:rsidR="00D31EE8">
        <w:rPr>
          <w:b/>
          <w:sz w:val="24"/>
        </w:rPr>
        <w:t>1</w:t>
      </w:r>
      <w:r>
        <w:rPr>
          <w:b/>
          <w:sz w:val="24"/>
        </w:rPr>
        <w:t>.2)</w:t>
      </w:r>
    </w:p>
    <w:p w:rsidR="008B2CDD" w:rsidRDefault="008B2CDD">
      <w:pPr>
        <w:pStyle w:val="ISM"/>
        <w:spacing w:after="60"/>
        <w:rPr>
          <w:b/>
          <w:i/>
        </w:rPr>
      </w:pPr>
      <w:r>
        <w:rPr>
          <w:b/>
          <w:i/>
        </w:rPr>
        <w:t>Your Potential to Become a Millionaire!</w:t>
      </w:r>
    </w:p>
    <w:p w:rsidR="008B2CDD" w:rsidRPr="002256A8" w:rsidRDefault="008B2CDD" w:rsidP="002E1592">
      <w:pPr>
        <w:pStyle w:val="ISMab"/>
        <w:rPr>
          <w:szCs w:val="22"/>
        </w:rPr>
      </w:pPr>
      <w:r w:rsidRPr="002256A8">
        <w:rPr>
          <w:szCs w:val="22"/>
        </w:rPr>
        <w:tab/>
        <w:t>1.</w:t>
      </w:r>
      <w:r w:rsidRPr="002256A8">
        <w:rPr>
          <w:szCs w:val="22"/>
        </w:rPr>
        <w:tab/>
      </w:r>
      <w:r w:rsidR="002E1592" w:rsidRPr="002256A8">
        <w:rPr>
          <w:i/>
          <w:szCs w:val="22"/>
        </w:rPr>
        <w:t>a.</w:t>
      </w:r>
      <w:r w:rsidR="002E1592" w:rsidRPr="002256A8">
        <w:rPr>
          <w:szCs w:val="22"/>
        </w:rPr>
        <w:tab/>
      </w:r>
      <w:r w:rsidRPr="002256A8">
        <w:rPr>
          <w:szCs w:val="22"/>
        </w:rPr>
        <w:t xml:space="preserve">The </w:t>
      </w:r>
      <w:r w:rsidR="003916DE" w:rsidRPr="002256A8">
        <w:rPr>
          <w:szCs w:val="22"/>
        </w:rPr>
        <w:t xml:space="preserve">accumulated </w:t>
      </w:r>
      <w:r w:rsidRPr="002256A8">
        <w:rPr>
          <w:szCs w:val="22"/>
        </w:rPr>
        <w:t xml:space="preserve">amount after </w:t>
      </w:r>
      <w:r w:rsidR="003916DE" w:rsidRPr="002256A8">
        <w:rPr>
          <w:szCs w:val="22"/>
        </w:rPr>
        <w:t>2</w:t>
      </w:r>
      <w:r w:rsidRPr="002256A8">
        <w:rPr>
          <w:szCs w:val="22"/>
        </w:rPr>
        <w:t>0 years will be</w:t>
      </w:r>
    </w:p>
    <w:p w:rsidR="008B2CDD" w:rsidRPr="002256A8" w:rsidRDefault="008B2CDD">
      <w:pPr>
        <w:pStyle w:val="ISM"/>
        <w:rPr>
          <w:szCs w:val="22"/>
        </w:rPr>
      </w:pPr>
      <w:r w:rsidRPr="002256A8">
        <w:rPr>
          <w:szCs w:val="22"/>
        </w:rPr>
        <w:tab/>
      </w:r>
      <w:r w:rsidRPr="002256A8">
        <w:rPr>
          <w:szCs w:val="22"/>
        </w:rPr>
        <w:tab/>
      </w:r>
      <w:r w:rsidRPr="002256A8">
        <w:rPr>
          <w:szCs w:val="22"/>
        </w:rPr>
        <w:tab/>
      </w:r>
      <w:r w:rsidRPr="002256A8">
        <w:rPr>
          <w:szCs w:val="22"/>
        </w:rPr>
        <w:tab/>
      </w:r>
      <w:r w:rsidRPr="002256A8">
        <w:rPr>
          <w:position w:val="-36"/>
          <w:szCs w:val="22"/>
        </w:rPr>
        <w:object w:dxaOrig="240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7pt;height:42.1pt" o:ole="" fillcolor="window">
            <v:imagedata r:id="rId8" o:title=""/>
          </v:shape>
          <o:OLEObject Type="Embed" ProgID="Equation.2" ShapeID="_x0000_i1025" DrawAspect="Content" ObjectID="_1654976395" r:id="rId9"/>
        </w:object>
      </w:r>
      <w:r w:rsidRPr="002256A8">
        <w:rPr>
          <w:szCs w:val="22"/>
        </w:rPr>
        <w:t xml:space="preserve"> = </w:t>
      </w:r>
      <w:r w:rsidR="00BD030B" w:rsidRPr="008A7385">
        <w:rPr>
          <w:position w:val="-38"/>
          <w:szCs w:val="22"/>
        </w:rPr>
        <w:object w:dxaOrig="2180" w:dyaOrig="860">
          <v:shape id="_x0000_i1026" type="#_x0000_t75" style="width:110.35pt;height:43pt" o:ole="" fillcolor="window">
            <v:imagedata r:id="rId10" o:title=""/>
          </v:shape>
          <o:OLEObject Type="Embed" ProgID="Equation.3" ShapeID="_x0000_i1026" DrawAspect="Content" ObjectID="_1654976396" r:id="rId11"/>
        </w:object>
      </w:r>
      <w:r w:rsidRPr="002256A8">
        <w:rPr>
          <w:szCs w:val="22"/>
        </w:rPr>
        <w:t xml:space="preserve"> = </w:t>
      </w:r>
      <w:r w:rsidRPr="002256A8">
        <w:rPr>
          <w:szCs w:val="22"/>
          <w:u w:val="double"/>
        </w:rPr>
        <w:t>$</w:t>
      </w:r>
      <w:r w:rsidR="008A7385">
        <w:rPr>
          <w:szCs w:val="22"/>
          <w:u w:val="double"/>
        </w:rPr>
        <w:t>280,512</w:t>
      </w:r>
    </w:p>
    <w:p w:rsidR="008B2CDD" w:rsidRPr="002256A8" w:rsidRDefault="008B2CDD" w:rsidP="002E1592">
      <w:pPr>
        <w:pStyle w:val="ISMab"/>
        <w:rPr>
          <w:szCs w:val="22"/>
        </w:rPr>
      </w:pPr>
      <w:r w:rsidRPr="002256A8">
        <w:rPr>
          <w:szCs w:val="22"/>
        </w:rPr>
        <w:tab/>
      </w:r>
      <w:r w:rsidRPr="002256A8">
        <w:rPr>
          <w:szCs w:val="22"/>
        </w:rPr>
        <w:tab/>
      </w:r>
      <w:r w:rsidR="002E1592" w:rsidRPr="002256A8">
        <w:rPr>
          <w:i/>
          <w:szCs w:val="22"/>
        </w:rPr>
        <w:t>b.</w:t>
      </w:r>
      <w:r w:rsidR="002E1592" w:rsidRPr="002256A8">
        <w:rPr>
          <w:szCs w:val="22"/>
        </w:rPr>
        <w:tab/>
      </w:r>
      <w:r w:rsidRPr="002256A8">
        <w:rPr>
          <w:szCs w:val="22"/>
        </w:rPr>
        <w:t>The amount after 30 years will be</w:t>
      </w:r>
      <w:r w:rsidR="002E1592" w:rsidRPr="002256A8">
        <w:rPr>
          <w:szCs w:val="22"/>
        </w:rPr>
        <w:t xml:space="preserve"> </w:t>
      </w:r>
      <w:r w:rsidR="00BD030B" w:rsidRPr="008A7385">
        <w:rPr>
          <w:position w:val="-38"/>
          <w:szCs w:val="22"/>
        </w:rPr>
        <w:object w:dxaOrig="2180" w:dyaOrig="860">
          <v:shape id="_x0000_i1027" type="#_x0000_t75" style="width:110.35pt;height:43pt" o:ole="" fillcolor="window">
            <v:imagedata r:id="rId12" o:title=""/>
          </v:shape>
          <o:OLEObject Type="Embed" ProgID="Equation.3" ShapeID="_x0000_i1027" DrawAspect="Content" ObjectID="_1654976397" r:id="rId13"/>
        </w:object>
      </w:r>
      <w:r w:rsidR="002E1592" w:rsidRPr="002256A8">
        <w:rPr>
          <w:szCs w:val="22"/>
        </w:rPr>
        <w:t xml:space="preserve">= </w:t>
      </w:r>
      <w:r w:rsidR="002E1592" w:rsidRPr="002256A8">
        <w:rPr>
          <w:szCs w:val="22"/>
          <w:u w:val="double"/>
        </w:rPr>
        <w:t>$</w:t>
      </w:r>
      <w:r w:rsidR="002F5216">
        <w:rPr>
          <w:szCs w:val="22"/>
          <w:u w:val="double"/>
        </w:rPr>
        <w:t>768,912</w:t>
      </w:r>
    </w:p>
    <w:p w:rsidR="002E1592" w:rsidRPr="002256A8" w:rsidRDefault="002E1592" w:rsidP="002E1592">
      <w:pPr>
        <w:pStyle w:val="ISMab"/>
        <w:rPr>
          <w:szCs w:val="22"/>
        </w:rPr>
      </w:pPr>
      <w:r w:rsidRPr="002256A8">
        <w:rPr>
          <w:szCs w:val="22"/>
        </w:rPr>
        <w:tab/>
      </w:r>
      <w:r w:rsidRPr="002256A8">
        <w:rPr>
          <w:szCs w:val="22"/>
        </w:rPr>
        <w:tab/>
      </w:r>
      <w:r w:rsidRPr="002256A8">
        <w:rPr>
          <w:i/>
          <w:szCs w:val="22"/>
        </w:rPr>
        <w:t>c.</w:t>
      </w:r>
      <w:r w:rsidRPr="002256A8">
        <w:rPr>
          <w:szCs w:val="22"/>
        </w:rPr>
        <w:tab/>
        <w:t xml:space="preserve">The amount after 40 years will be </w:t>
      </w:r>
      <w:r w:rsidR="00BD030B" w:rsidRPr="002F5216">
        <w:rPr>
          <w:position w:val="-38"/>
          <w:szCs w:val="22"/>
        </w:rPr>
        <w:object w:dxaOrig="2180" w:dyaOrig="860">
          <v:shape id="_x0000_i1028" type="#_x0000_t75" style="width:110.35pt;height:43pt" o:ole="" fillcolor="window">
            <v:imagedata r:id="rId14" o:title=""/>
          </v:shape>
          <o:OLEObject Type="Embed" ProgID="Equation.3" ShapeID="_x0000_i1028" DrawAspect="Content" ObjectID="_1654976398" r:id="rId15"/>
        </w:object>
      </w:r>
      <w:r w:rsidRPr="002256A8">
        <w:rPr>
          <w:szCs w:val="22"/>
        </w:rPr>
        <w:t xml:space="preserve">= </w:t>
      </w:r>
      <w:r w:rsidRPr="002256A8">
        <w:rPr>
          <w:szCs w:val="22"/>
          <w:u w:val="double"/>
        </w:rPr>
        <w:t>$1,</w:t>
      </w:r>
      <w:r w:rsidR="002F5216">
        <w:rPr>
          <w:szCs w:val="22"/>
          <w:u w:val="double"/>
        </w:rPr>
        <w:t>966,155</w:t>
      </w:r>
    </w:p>
    <w:p w:rsidR="008B2CDD" w:rsidRPr="002256A8" w:rsidRDefault="008B2CDD">
      <w:pPr>
        <w:pStyle w:val="ISM"/>
        <w:rPr>
          <w:szCs w:val="22"/>
        </w:rPr>
      </w:pPr>
      <w:r w:rsidRPr="002256A8">
        <w:rPr>
          <w:szCs w:val="22"/>
        </w:rPr>
        <w:tab/>
        <w:t>3.</w:t>
      </w:r>
      <w:r w:rsidRPr="002256A8">
        <w:rPr>
          <w:szCs w:val="22"/>
        </w:rPr>
        <w:tab/>
      </w:r>
      <w:r w:rsidR="002256A8" w:rsidRPr="002256A8">
        <w:rPr>
          <w:szCs w:val="22"/>
        </w:rPr>
        <w:t xml:space="preserve">If the inflation rate is 2.4% compounded monthly, you will </w:t>
      </w:r>
      <w:r w:rsidR="002256A8">
        <w:rPr>
          <w:szCs w:val="22"/>
        </w:rPr>
        <w:t xml:space="preserve">need </w:t>
      </w:r>
    </w:p>
    <w:p w:rsidR="008B2CDD" w:rsidRDefault="008B2CDD" w:rsidP="002256A8">
      <w:pPr>
        <w:pStyle w:val="ISM"/>
        <w:rPr>
          <w:szCs w:val="22"/>
        </w:rPr>
      </w:pPr>
      <w:r w:rsidRPr="002256A8">
        <w:rPr>
          <w:szCs w:val="22"/>
        </w:rPr>
        <w:tab/>
      </w:r>
      <w:r w:rsidRPr="002256A8">
        <w:rPr>
          <w:szCs w:val="22"/>
        </w:rPr>
        <w:tab/>
      </w:r>
      <w:r w:rsidR="002256A8">
        <w:rPr>
          <w:szCs w:val="22"/>
        </w:rPr>
        <w:tab/>
      </w:r>
      <w:r w:rsidR="002256A8">
        <w:rPr>
          <w:szCs w:val="22"/>
        </w:rPr>
        <w:tab/>
      </w:r>
      <w:r w:rsidR="002256A8" w:rsidRPr="002256A8">
        <w:rPr>
          <w:position w:val="-12"/>
          <w:szCs w:val="22"/>
        </w:rPr>
        <w:object w:dxaOrig="1560" w:dyaOrig="420">
          <v:shape id="_x0000_i1029" type="#_x0000_t75" style="width:77.6pt;height:20.55pt" o:ole="" fillcolor="window">
            <v:imagedata r:id="rId16" o:title=""/>
          </v:shape>
          <o:OLEObject Type="Embed" ProgID="Equation.2" ShapeID="_x0000_i1029" DrawAspect="Content" ObjectID="_1654976399" r:id="rId17"/>
        </w:object>
      </w:r>
      <w:r w:rsidR="002256A8">
        <w:rPr>
          <w:szCs w:val="22"/>
        </w:rPr>
        <w:t xml:space="preserve"> = $1,000,000(1.002)</w:t>
      </w:r>
      <w:r w:rsidR="002256A8">
        <w:rPr>
          <w:szCs w:val="22"/>
          <w:vertAlign w:val="superscript"/>
        </w:rPr>
        <w:t>480</w:t>
      </w:r>
      <w:r w:rsidR="002256A8">
        <w:rPr>
          <w:szCs w:val="22"/>
        </w:rPr>
        <w:t xml:space="preserve"> = $2,609,194 </w:t>
      </w:r>
    </w:p>
    <w:p w:rsidR="002256A8" w:rsidRPr="002256A8" w:rsidRDefault="002256A8" w:rsidP="002256A8">
      <w:pPr>
        <w:pStyle w:val="ISM"/>
        <w:rPr>
          <w:szCs w:val="22"/>
        </w:rPr>
      </w:pPr>
      <w:r>
        <w:rPr>
          <w:szCs w:val="22"/>
        </w:rPr>
        <w:tab/>
      </w:r>
      <w:r>
        <w:rPr>
          <w:szCs w:val="22"/>
        </w:rPr>
        <w:tab/>
        <w:t>40 years from now to have the same purchasing power as $1,000,000 has today.</w:t>
      </w:r>
    </w:p>
    <w:p w:rsidR="008B2CDD" w:rsidRPr="002256A8" w:rsidRDefault="008B2CDD" w:rsidP="00211627">
      <w:pPr>
        <w:pStyle w:val="ISM"/>
        <w:spacing w:after="120"/>
        <w:ind w:left="547" w:hanging="547"/>
        <w:rPr>
          <w:szCs w:val="22"/>
        </w:rPr>
      </w:pPr>
      <w:r w:rsidRPr="002256A8">
        <w:rPr>
          <w:szCs w:val="22"/>
        </w:rPr>
        <w:tab/>
      </w:r>
      <w:r w:rsidRPr="002256A8">
        <w:rPr>
          <w:szCs w:val="22"/>
        </w:rPr>
        <w:tab/>
      </w:r>
      <w:r w:rsidR="002256A8">
        <w:rPr>
          <w:szCs w:val="22"/>
        </w:rPr>
        <w:t xml:space="preserve">Therefore, the amount in 1(c) will have </w:t>
      </w:r>
      <w:r w:rsidR="00211627">
        <w:rPr>
          <w:szCs w:val="22"/>
        </w:rPr>
        <w:t xml:space="preserve">only a little more than half of </w:t>
      </w:r>
      <w:r w:rsidR="002256A8">
        <w:rPr>
          <w:szCs w:val="22"/>
        </w:rPr>
        <w:t xml:space="preserve">the purchasing power of $1,000,000 </w:t>
      </w:r>
      <w:r w:rsidR="00211627">
        <w:rPr>
          <w:szCs w:val="22"/>
        </w:rPr>
        <w:t>today. Y</w:t>
      </w:r>
      <w:r w:rsidR="002256A8">
        <w:rPr>
          <w:szCs w:val="22"/>
        </w:rPr>
        <w:t>ou would</w:t>
      </w:r>
      <w:r w:rsidR="00211627">
        <w:rPr>
          <w:szCs w:val="22"/>
        </w:rPr>
        <w:t>/should</w:t>
      </w:r>
      <w:r w:rsidR="002256A8">
        <w:rPr>
          <w:szCs w:val="22"/>
        </w:rPr>
        <w:t xml:space="preserve"> not “feel” as wealthy as a person </w:t>
      </w:r>
      <w:r w:rsidR="00211627">
        <w:rPr>
          <w:szCs w:val="22"/>
        </w:rPr>
        <w:t>holding</w:t>
      </w:r>
      <w:r w:rsidR="002256A8">
        <w:rPr>
          <w:szCs w:val="22"/>
        </w:rPr>
        <w:t xml:space="preserve"> $1,000,000 today.</w:t>
      </w:r>
    </w:p>
    <w:p w:rsidR="00CA5726" w:rsidRDefault="00CA5726" w:rsidP="005F5D13">
      <w:pPr>
        <w:pStyle w:val="ISM"/>
        <w:spacing w:after="120"/>
        <w:rPr>
          <w:b/>
          <w:sz w:val="24"/>
        </w:rPr>
      </w:pPr>
    </w:p>
    <w:p w:rsidR="008B2CDD" w:rsidRDefault="008B2CDD" w:rsidP="005F5D13">
      <w:pPr>
        <w:pStyle w:val="ISM"/>
        <w:spacing w:after="120"/>
        <w:rPr>
          <w:b/>
          <w:sz w:val="24"/>
        </w:rPr>
      </w:pPr>
      <w:r>
        <w:rPr>
          <w:b/>
          <w:sz w:val="24"/>
        </w:rPr>
        <w:t xml:space="preserve">Exercise </w:t>
      </w:r>
      <w:r w:rsidR="00EA36E5">
        <w:rPr>
          <w:b/>
          <w:sz w:val="24"/>
        </w:rPr>
        <w:t>11</w:t>
      </w:r>
      <w:r>
        <w:rPr>
          <w:b/>
          <w:sz w:val="24"/>
        </w:rPr>
        <w:t>.2</w:t>
      </w:r>
    </w:p>
    <w:p w:rsidR="00A56AD7" w:rsidRDefault="008B2CDD">
      <w:pPr>
        <w:pStyle w:val="ISM"/>
      </w:pPr>
      <w:r>
        <w:tab/>
        <w:t>1.</w:t>
      </w:r>
      <w:r>
        <w:tab/>
        <w:t xml:space="preserve">Given: </w:t>
      </w:r>
      <w:r w:rsidR="00A56AD7">
        <w:rPr>
          <w:rFonts w:ascii="Times New Roman" w:hAnsi="Times New Roman"/>
          <w:i/>
        </w:rPr>
        <w:t xml:space="preserve">j </w:t>
      </w:r>
      <w:r w:rsidR="00A56AD7">
        <w:t xml:space="preserve">= </w:t>
      </w:r>
      <w:r w:rsidR="00587B73">
        <w:t>4</w:t>
      </w:r>
      <w:r w:rsidR="00A56AD7">
        <w:t xml:space="preserve">%; </w:t>
      </w:r>
      <w:r w:rsidR="00A56AD7">
        <w:rPr>
          <w:rFonts w:ascii="Times New Roman" w:hAnsi="Times New Roman"/>
          <w:i/>
        </w:rPr>
        <w:t xml:space="preserve">m </w:t>
      </w:r>
      <w:r w:rsidR="00A56AD7">
        <w:t>= 1; term = 25 years</w:t>
      </w:r>
    </w:p>
    <w:p w:rsidR="008B2CDD" w:rsidRDefault="00A56AD7">
      <w:pPr>
        <w:pStyle w:val="ISM"/>
      </w:pPr>
      <w:r>
        <w:rPr>
          <w:rFonts w:ascii="Times New Roman" w:hAnsi="Times New Roman"/>
          <w:i/>
        </w:rPr>
        <w:tab/>
      </w:r>
      <w:r>
        <w:rPr>
          <w:rFonts w:ascii="Times New Roman" w:hAnsi="Times New Roman"/>
          <w:i/>
        </w:rPr>
        <w:tab/>
      </w:r>
      <w:proofErr w:type="spellStart"/>
      <w:r>
        <w:rPr>
          <w:rFonts w:ascii="Times New Roman" w:hAnsi="Times New Roman"/>
          <w:i/>
        </w:rPr>
        <w:t>i</w:t>
      </w:r>
      <w:proofErr w:type="spellEnd"/>
      <w:r>
        <w:rPr>
          <w:rFonts w:ascii="Times New Roman" w:hAnsi="Times New Roman"/>
          <w:i/>
        </w:rPr>
        <w:t xml:space="preserve"> </w:t>
      </w:r>
      <w:r>
        <w:t xml:space="preserve">= </w:t>
      </w:r>
      <w:r w:rsidR="00587B73" w:rsidRPr="00A56AD7">
        <w:rPr>
          <w:position w:val="-12"/>
        </w:rPr>
        <w:object w:dxaOrig="300" w:dyaOrig="360">
          <v:shape id="_x0000_i1030" type="#_x0000_t75" style="width:14.95pt;height:18.7pt" o:ole="" fillcolor="window">
            <v:imagedata r:id="rId18" o:title=""/>
          </v:shape>
          <o:OLEObject Type="Embed" ProgID="Equation.3" ShapeID="_x0000_i1030" DrawAspect="Content" ObjectID="_1654976400" r:id="rId19"/>
        </w:object>
      </w:r>
      <w:r>
        <w:t xml:space="preserve"> = </w:t>
      </w:r>
      <w:r w:rsidR="00587B73">
        <w:t>4</w:t>
      </w:r>
      <w:r>
        <w:t xml:space="preserve">%; </w:t>
      </w:r>
      <w:r w:rsidR="008B2CDD">
        <w:rPr>
          <w:rFonts w:ascii="Times New Roman" w:hAnsi="Times New Roman"/>
          <w:i/>
        </w:rPr>
        <w:t xml:space="preserve">n </w:t>
      </w:r>
      <w:r w:rsidR="008B2CDD">
        <w:t>= 1(</w:t>
      </w:r>
      <w:r>
        <w:t>25</w:t>
      </w:r>
      <w:r w:rsidR="008B2CDD">
        <w:t xml:space="preserve">) = </w:t>
      </w:r>
      <w:r>
        <w:t>25</w:t>
      </w:r>
    </w:p>
    <w:p w:rsidR="00A56AD7" w:rsidRDefault="00A56AD7">
      <w:pPr>
        <w:pStyle w:val="ISM"/>
      </w:pPr>
      <w:r>
        <w:tab/>
      </w:r>
      <w:r>
        <w:tab/>
      </w:r>
      <w:r w:rsidRPr="00480120">
        <w:rPr>
          <w:position w:val="-34"/>
        </w:rPr>
        <w:object w:dxaOrig="2299" w:dyaOrig="780">
          <v:shape id="_x0000_i1031" type="#_x0000_t75" style="width:115pt;height:38.35pt" o:ole="" fillcolor="window">
            <v:imagedata r:id="rId20" o:title=""/>
          </v:shape>
          <o:OLEObject Type="Embed" ProgID="Equation.3" ShapeID="_x0000_i1031" DrawAspect="Content" ObjectID="_1654976401" r:id="rId21"/>
        </w:object>
      </w:r>
      <w:r>
        <w:t xml:space="preserve"> = </w:t>
      </w:r>
      <w:r>
        <w:rPr>
          <w:rFonts w:ascii="Times New Roman" w:hAnsi="Times New Roman"/>
          <w:i/>
        </w:rPr>
        <w:t>PMT</w:t>
      </w:r>
      <w:r w:rsidR="00587B73" w:rsidRPr="00587B73">
        <w:rPr>
          <w:position w:val="-32"/>
        </w:rPr>
        <w:object w:dxaOrig="1200" w:dyaOrig="760">
          <v:shape id="_x0000_i1032" type="#_x0000_t75" style="width:59.85pt;height:38.35pt" o:ole="" fillcolor="window">
            <v:imagedata r:id="rId22" o:title=""/>
          </v:shape>
          <o:OLEObject Type="Embed" ProgID="Equation.3" ShapeID="_x0000_i1032" DrawAspect="Content" ObjectID="_1654976402" r:id="rId23"/>
        </w:object>
      </w:r>
      <w:r>
        <w:t xml:space="preserve"> = </w:t>
      </w:r>
      <w:r w:rsidR="00587B73">
        <w:t>41.645908</w:t>
      </w:r>
      <w:r>
        <w:rPr>
          <w:rFonts w:ascii="Times New Roman" w:hAnsi="Times New Roman"/>
          <w:i/>
        </w:rPr>
        <w:t>PMT</w:t>
      </w:r>
    </w:p>
    <w:p w:rsidR="00CA5726" w:rsidRDefault="00CA5726">
      <w:r>
        <w:br w:type="page"/>
      </w:r>
    </w:p>
    <w:p w:rsidR="00A56AD7" w:rsidRDefault="00A56AD7" w:rsidP="003C543E">
      <w:pPr>
        <w:pStyle w:val="ISMab"/>
      </w:pPr>
      <w:r>
        <w:lastRenderedPageBreak/>
        <w:tab/>
      </w:r>
      <w:r>
        <w:tab/>
      </w:r>
      <w:r>
        <w:tab/>
      </w:r>
      <w:r w:rsidRPr="002768D9">
        <w:rPr>
          <w:u w:val="single"/>
        </w:rPr>
        <w:t>(</w:t>
      </w:r>
      <w:r w:rsidRPr="00A56AD7">
        <w:rPr>
          <w:i/>
          <w:u w:val="single"/>
        </w:rPr>
        <w:t>a</w:t>
      </w:r>
      <w:r w:rsidRPr="002768D9">
        <w:rPr>
          <w:u w:val="single"/>
        </w:rPr>
        <w:t xml:space="preserve">) </w:t>
      </w:r>
      <w:r>
        <w:rPr>
          <w:rFonts w:ascii="Times New Roman" w:hAnsi="Times New Roman"/>
          <w:i/>
          <w:u w:val="single"/>
        </w:rPr>
        <w:t>PMT</w:t>
      </w:r>
      <w:r w:rsidRPr="002768D9">
        <w:rPr>
          <w:rFonts w:ascii="Times New Roman" w:hAnsi="Times New Roman"/>
          <w:i/>
          <w:u w:val="single"/>
        </w:rPr>
        <w:t xml:space="preserve"> </w:t>
      </w:r>
      <w:r w:rsidRPr="002768D9">
        <w:rPr>
          <w:u w:val="single"/>
        </w:rPr>
        <w:t xml:space="preserve">= </w:t>
      </w:r>
      <w:r>
        <w:rPr>
          <w:u w:val="single"/>
        </w:rPr>
        <w:t>$1000</w:t>
      </w:r>
      <w:r>
        <w:tab/>
      </w:r>
      <w:r>
        <w:tab/>
      </w:r>
      <w:r w:rsidR="003C543E">
        <w:tab/>
      </w:r>
      <w:r w:rsidRPr="002768D9">
        <w:rPr>
          <w:u w:val="single"/>
        </w:rPr>
        <w:t>(</w:t>
      </w:r>
      <w:r w:rsidRPr="00A56AD7">
        <w:rPr>
          <w:i/>
          <w:u w:val="single"/>
        </w:rPr>
        <w:t>b</w:t>
      </w:r>
      <w:r w:rsidRPr="002768D9">
        <w:rPr>
          <w:u w:val="single"/>
        </w:rPr>
        <w:t xml:space="preserve">) </w:t>
      </w:r>
      <w:r w:rsidR="003C543E">
        <w:rPr>
          <w:rFonts w:ascii="Times New Roman" w:hAnsi="Times New Roman"/>
          <w:i/>
          <w:u w:val="single"/>
        </w:rPr>
        <w:t>PMT</w:t>
      </w:r>
      <w:r w:rsidR="003C543E" w:rsidRPr="002768D9">
        <w:rPr>
          <w:rFonts w:ascii="Times New Roman" w:hAnsi="Times New Roman"/>
          <w:i/>
          <w:u w:val="single"/>
        </w:rPr>
        <w:t xml:space="preserve"> </w:t>
      </w:r>
      <w:r w:rsidR="003C543E" w:rsidRPr="002768D9">
        <w:rPr>
          <w:u w:val="single"/>
        </w:rPr>
        <w:t xml:space="preserve">= </w:t>
      </w:r>
      <w:r w:rsidR="003C543E">
        <w:rPr>
          <w:u w:val="single"/>
        </w:rPr>
        <w:t>$2000</w:t>
      </w:r>
      <w:r>
        <w:tab/>
      </w:r>
      <w:r>
        <w:tab/>
        <w:t>(</w:t>
      </w:r>
      <w:r w:rsidRPr="00A56AD7">
        <w:rPr>
          <w:i/>
        </w:rPr>
        <w:t>c</w:t>
      </w:r>
      <w:r>
        <w:t xml:space="preserve">) </w:t>
      </w:r>
      <w:r w:rsidR="003C543E">
        <w:rPr>
          <w:rFonts w:ascii="Times New Roman" w:hAnsi="Times New Roman"/>
          <w:i/>
          <w:u w:val="single"/>
        </w:rPr>
        <w:t>PMT</w:t>
      </w:r>
      <w:r w:rsidR="003C543E" w:rsidRPr="002768D9">
        <w:rPr>
          <w:rFonts w:ascii="Times New Roman" w:hAnsi="Times New Roman"/>
          <w:i/>
          <w:u w:val="single"/>
        </w:rPr>
        <w:t xml:space="preserve"> </w:t>
      </w:r>
      <w:r w:rsidR="003C543E" w:rsidRPr="002768D9">
        <w:rPr>
          <w:u w:val="single"/>
        </w:rPr>
        <w:t xml:space="preserve">= </w:t>
      </w:r>
      <w:r w:rsidR="003C543E">
        <w:rPr>
          <w:u w:val="single"/>
        </w:rPr>
        <w:t>$3000</w:t>
      </w:r>
    </w:p>
    <w:p w:rsidR="003C543E" w:rsidRDefault="003C543E" w:rsidP="003C543E">
      <w:pPr>
        <w:pStyle w:val="ISMab"/>
        <w:spacing w:after="120"/>
      </w:pPr>
      <w:r>
        <w:tab/>
      </w:r>
      <w:r>
        <w:tab/>
      </w:r>
      <w:r>
        <w:tab/>
        <w:t xml:space="preserve">    </w:t>
      </w:r>
      <w:r>
        <w:rPr>
          <w:rFonts w:ascii="Times New Roman" w:hAnsi="Times New Roman"/>
          <w:i/>
        </w:rPr>
        <w:t xml:space="preserve">FV </w:t>
      </w:r>
      <w:r>
        <w:t xml:space="preserve">= </w:t>
      </w:r>
      <w:r w:rsidRPr="0081108C">
        <w:rPr>
          <w:u w:val="double"/>
        </w:rPr>
        <w:t>$</w:t>
      </w:r>
      <w:r w:rsidR="00587B73">
        <w:rPr>
          <w:u w:val="double"/>
        </w:rPr>
        <w:t>41,645.91</w:t>
      </w:r>
      <w:r>
        <w:tab/>
      </w:r>
      <w:r>
        <w:tab/>
      </w:r>
      <w:r>
        <w:tab/>
      </w:r>
      <w:r w:rsidR="005208E2">
        <w:t xml:space="preserve">     </w:t>
      </w:r>
      <w:r>
        <w:rPr>
          <w:rFonts w:ascii="Times New Roman" w:hAnsi="Times New Roman"/>
          <w:i/>
        </w:rPr>
        <w:t xml:space="preserve">FV </w:t>
      </w:r>
      <w:r>
        <w:t xml:space="preserve">= </w:t>
      </w:r>
      <w:r w:rsidRPr="0081108C">
        <w:rPr>
          <w:u w:val="double"/>
        </w:rPr>
        <w:t>$</w:t>
      </w:r>
      <w:r w:rsidR="00587B73">
        <w:rPr>
          <w:u w:val="double"/>
        </w:rPr>
        <w:t>83,291.82</w:t>
      </w:r>
      <w:r>
        <w:tab/>
      </w:r>
      <w:r>
        <w:tab/>
      </w:r>
      <w:r w:rsidR="005208E2">
        <w:t xml:space="preserve">     </w:t>
      </w:r>
      <w:r>
        <w:rPr>
          <w:rFonts w:ascii="Times New Roman" w:hAnsi="Times New Roman"/>
          <w:i/>
        </w:rPr>
        <w:t xml:space="preserve">FV </w:t>
      </w:r>
      <w:r>
        <w:t xml:space="preserve">= </w:t>
      </w:r>
      <w:r w:rsidRPr="0081108C">
        <w:rPr>
          <w:u w:val="double"/>
        </w:rPr>
        <w:t>$</w:t>
      </w:r>
      <w:r w:rsidR="00587B73">
        <w:rPr>
          <w:u w:val="double"/>
        </w:rPr>
        <w:t>124,937.72</w:t>
      </w:r>
    </w:p>
    <w:p w:rsidR="00A56AD7" w:rsidRDefault="0045715C" w:rsidP="00A56AD7">
      <w:pPr>
        <w:pStyle w:val="ISMab"/>
        <w:spacing w:after="60"/>
      </w:pPr>
      <w:r>
        <w:rPr>
          <w:noProof/>
          <w:lang w:val="en-US"/>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88" o:spid="_x0000_s1026" type="#_x0000_t61" style="position:absolute;margin-left:202.65pt;margin-top:5.1pt;width:121.75pt;height:88.2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" adj="293,15392" fillcolor="#cff">
            <v:fill opacity="25443f"/>
            <v:textbox inset="3.6pt,,3.6pt">
              <w:txbxContent>
                <w:p w:rsidR="00F95D40" w:rsidRDefault="00F95D40" w:rsidP="003C543E">
                  <w:pPr>
                    <w:spacing w:line="300" w:lineRule="exact"/>
                    <w:ind w:left="-90" w:right="43"/>
                    <w:jc w:val="right"/>
                    <w:rPr>
                      <w:i/>
                      <w:iCs/>
                    </w:rPr>
                  </w:pPr>
                  <w:r>
                    <w:t xml:space="preserve">Same </w:t>
                  </w:r>
                  <w:r>
                    <w:rPr>
                      <w:i/>
                      <w:iCs/>
                    </w:rPr>
                    <w:t>I/Y, P/Y, C/Y</w:t>
                  </w:r>
                </w:p>
                <w:p w:rsidR="00F95D40" w:rsidRDefault="00F95D40" w:rsidP="003C543E">
                  <w:pPr>
                    <w:spacing w:line="300" w:lineRule="exact"/>
                    <w:ind w:left="-90" w:right="43"/>
                    <w:jc w:val="right"/>
                  </w:pPr>
                  <w:r>
                    <w:t>Same</w:t>
                  </w:r>
                  <w:r>
                    <w:rPr>
                      <w:i/>
                      <w:iCs/>
                    </w:rPr>
                    <w:t xml:space="preserve"> N, PV</w:t>
                  </w:r>
                </w:p>
                <w:p w:rsidR="00F95D40" w:rsidRDefault="00F95D40" w:rsidP="003C543E">
                  <w:pPr>
                    <w:spacing w:line="300" w:lineRule="exact"/>
                    <w:ind w:right="43"/>
                    <w:jc w:val="right"/>
                  </w:pPr>
                  <w:r>
                    <w:t xml:space="preserve">2000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PMT</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3C543E">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3C543E">
                  <w:pPr>
                    <w:spacing w:line="320" w:lineRule="exact"/>
                    <w:ind w:right="43"/>
                    <w:jc w:val="right"/>
                  </w:pPr>
                  <w:r>
                    <w:rPr>
                      <w:i/>
                      <w:iCs/>
                    </w:rPr>
                    <w:t>Ans</w:t>
                  </w:r>
                  <w:r>
                    <w:t>: 83,291.82</w:t>
                  </w:r>
                </w:p>
              </w:txbxContent>
            </v:textbox>
            <w10:wrap type="square"/>
          </v:shape>
        </w:pict>
      </w:r>
      <w:r>
        <w:rPr>
          <w:noProof/>
          <w:lang w:val="en-US"/>
        </w:rPr>
        <w:pict>
          <v:shape id="AutoShape 289" o:spid="_x0000_s1027" type="#_x0000_t61" style="position:absolute;margin-left:344.05pt;margin-top:5.1pt;width:122.45pt;height:88.95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" adj="2090,14218" fillcolor="#cff">
            <v:fill opacity="25443f"/>
            <v:textbox inset="3.6pt,,3.6pt">
              <w:txbxContent>
                <w:p w:rsidR="00F95D40" w:rsidRDefault="00F95D40" w:rsidP="003C543E">
                  <w:pPr>
                    <w:spacing w:line="300" w:lineRule="exact"/>
                    <w:ind w:left="-90" w:right="43"/>
                    <w:jc w:val="right"/>
                    <w:rPr>
                      <w:i/>
                      <w:iCs/>
                    </w:rPr>
                  </w:pPr>
                  <w:r>
                    <w:t xml:space="preserve">Same </w:t>
                  </w:r>
                  <w:r>
                    <w:rPr>
                      <w:i/>
                      <w:iCs/>
                    </w:rPr>
                    <w:t>I/Y, P/Y, C/Y</w:t>
                  </w:r>
                </w:p>
                <w:p w:rsidR="00F95D40" w:rsidRDefault="00F95D40" w:rsidP="003C543E">
                  <w:pPr>
                    <w:spacing w:line="300" w:lineRule="exact"/>
                    <w:ind w:left="-90" w:right="43"/>
                    <w:jc w:val="right"/>
                  </w:pPr>
                  <w:r>
                    <w:t>Same</w:t>
                  </w:r>
                  <w:r>
                    <w:rPr>
                      <w:i/>
                      <w:iCs/>
                    </w:rPr>
                    <w:t xml:space="preserve"> N, PV</w:t>
                  </w:r>
                </w:p>
                <w:p w:rsidR="00F95D40" w:rsidRDefault="00F95D40" w:rsidP="003C543E">
                  <w:pPr>
                    <w:spacing w:line="300" w:lineRule="exact"/>
                    <w:ind w:right="43"/>
                    <w:jc w:val="right"/>
                  </w:pPr>
                  <w:r>
                    <w:t xml:space="preserve">3000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PMT</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3C543E">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3C543E">
                  <w:pPr>
                    <w:spacing w:line="320" w:lineRule="exact"/>
                    <w:ind w:right="43"/>
                    <w:jc w:val="right"/>
                  </w:pPr>
                  <w:r>
                    <w:rPr>
                      <w:i/>
                      <w:iCs/>
                    </w:rPr>
                    <w:t>Ans</w:t>
                  </w:r>
                  <w:r>
                    <w:t>: 124,937.72</w:t>
                  </w:r>
                </w:p>
              </w:txbxContent>
            </v:textbox>
            <w10:wrap type="square"/>
          </v:shape>
        </w:pict>
      </w:r>
      <w:r>
        <w:rPr>
          <w:noProof/>
          <w:lang w:val="en-US"/>
        </w:rPr>
        <w:pict>
          <v:shape id="AutoShape 290" o:spid="_x0000_s1028" type="#_x0000_t61" style="position:absolute;margin-left:53.55pt;margin-top:2.3pt;width:122.55pt;height:131.8pt;z-index:25161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" adj="71,15528" fillcolor="#cff">
            <v:fill opacity="25443f"/>
            <v:textbox inset="3.6pt,,3.6pt">
              <w:txbxContent>
                <w:p w:rsidR="00F95D40" w:rsidRDefault="00F95D40" w:rsidP="00A56AD7">
                  <w:pPr>
                    <w:spacing w:line="300" w:lineRule="exact"/>
                    <w:ind w:right="43"/>
                    <w:jc w:val="right"/>
                  </w:pPr>
                  <w:r>
                    <w:t xml:space="preserve">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A56AD7">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A56AD7">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A56AD7">
                  <w:pPr>
                    <w:spacing w:line="300" w:lineRule="exact"/>
                    <w:ind w:right="43"/>
                    <w:jc w:val="right"/>
                    <w:rPr>
                      <w:spacing w:val="-2"/>
                      <w:bdr w:val="single" w:sz="12" w:space="0" w:color="auto"/>
                      <w:shd w:val="clear" w:color="auto" w:fill="C0C0C0"/>
                    </w:rPr>
                  </w:pPr>
                  <w:r>
                    <w:t xml:space="preserve">25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A56AD7">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A56AD7">
                  <w:pPr>
                    <w:spacing w:line="300" w:lineRule="exact"/>
                    <w:ind w:right="43"/>
                    <w:jc w:val="right"/>
                  </w:pPr>
                  <w:r>
                    <w:t xml:space="preserve">1000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A56AD7">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3C543E">
                  <w:pPr>
                    <w:spacing w:line="320" w:lineRule="exact"/>
                    <w:ind w:right="43"/>
                    <w:jc w:val="right"/>
                  </w:pPr>
                  <w:r>
                    <w:rPr>
                      <w:i/>
                      <w:iCs/>
                    </w:rPr>
                    <w:t>Ans</w:t>
                  </w:r>
                  <w:r>
                    <w:t>: 41,645.91</w:t>
                  </w:r>
                </w:p>
              </w:txbxContent>
            </v:textbox>
            <w10:wrap type="square"/>
          </v:shape>
        </w:pict>
      </w:r>
    </w:p>
    <w:p w:rsidR="00A56AD7" w:rsidRDefault="00A56AD7" w:rsidP="00A56AD7"/>
    <w:p w:rsidR="00A56AD7" w:rsidRDefault="00A56AD7" w:rsidP="00A56AD7">
      <w:pPr>
        <w:pStyle w:val="ISMab"/>
        <w:spacing w:after="60"/>
      </w:pPr>
    </w:p>
    <w:p w:rsidR="00A56AD7" w:rsidRDefault="00A56AD7" w:rsidP="00A56AD7">
      <w:pPr>
        <w:pStyle w:val="ISMab"/>
        <w:spacing w:after="60"/>
      </w:pPr>
    </w:p>
    <w:p w:rsidR="00A56AD7" w:rsidRDefault="00A56AD7" w:rsidP="00A56AD7">
      <w:pPr>
        <w:pStyle w:val="ISMab"/>
        <w:spacing w:after="60"/>
      </w:pPr>
    </w:p>
    <w:p w:rsidR="00A56AD7" w:rsidRDefault="00A56AD7" w:rsidP="00A56AD7">
      <w:pPr>
        <w:pStyle w:val="ISMab"/>
        <w:spacing w:after="60"/>
      </w:pPr>
    </w:p>
    <w:p w:rsidR="00833D9C" w:rsidRDefault="00833D9C"/>
    <w:p w:rsidR="00A56AD7" w:rsidRDefault="00A56AD7"/>
    <w:p w:rsidR="00A56AD7" w:rsidRDefault="00A56AD7"/>
    <w:p w:rsidR="00A56AD7" w:rsidRDefault="00A56AD7"/>
    <w:p w:rsidR="008B2CDD" w:rsidRDefault="008B2CDD">
      <w:pPr>
        <w:pStyle w:val="ISM"/>
      </w:pPr>
    </w:p>
    <w:p w:rsidR="005F5D13" w:rsidRDefault="005F5D13" w:rsidP="002E5968">
      <w:pPr>
        <w:pStyle w:val="ISMab"/>
      </w:pPr>
    </w:p>
    <w:p w:rsidR="002E5968" w:rsidRDefault="002E5968" w:rsidP="002E5968">
      <w:pPr>
        <w:pStyle w:val="ISMab"/>
      </w:pPr>
      <w:r>
        <w:tab/>
        <w:t>3.</w:t>
      </w:r>
      <w:r>
        <w:tab/>
      </w:r>
      <w:proofErr w:type="gramStart"/>
      <w:r>
        <w:rPr>
          <w:i/>
        </w:rPr>
        <w:t>a</w:t>
      </w:r>
      <w:proofErr w:type="gramEnd"/>
      <w:r>
        <w:rPr>
          <w:i/>
        </w:rPr>
        <w:t>.</w:t>
      </w:r>
      <w:r>
        <w:t xml:space="preserve"> </w:t>
      </w:r>
      <w:r>
        <w:tab/>
        <w:t xml:space="preserve">Given: </w:t>
      </w:r>
      <w:r>
        <w:rPr>
          <w:rFonts w:ascii="Times New Roman" w:hAnsi="Times New Roman"/>
          <w:i/>
        </w:rPr>
        <w:t>n</w:t>
      </w:r>
      <w:r>
        <w:t xml:space="preserve"> = 20, </w:t>
      </w:r>
      <w:r>
        <w:rPr>
          <w:rFonts w:ascii="Times New Roman" w:hAnsi="Times New Roman"/>
          <w:i/>
        </w:rPr>
        <w:t>PMT</w:t>
      </w:r>
      <w:r>
        <w:t xml:space="preserve"> = $1000, </w:t>
      </w:r>
      <w:r>
        <w:rPr>
          <w:rFonts w:ascii="Times New Roman" w:hAnsi="Times New Roman"/>
          <w:i/>
        </w:rPr>
        <w:t xml:space="preserve">i </w:t>
      </w:r>
      <w:r>
        <w:t>=</w:t>
      </w:r>
      <w:r w:rsidR="004965D8">
        <w:t xml:space="preserve"> </w:t>
      </w:r>
      <w:r w:rsidR="0045715C">
        <w:rPr>
          <w:noProof/>
          <w:lang w:val="en-US"/>
        </w:rPr>
        <w:pict>
          <v:shape id="AutoShape 291" o:spid="_x0000_s1029" type="#_x0000_t61" style="position:absolute;margin-left:300.15pt;margin-top:1.5pt;width:131.15pt;height:130.75pt;z-index:251620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" adj="-11381,11209" fillcolor="#cff">
            <v:fill opacity="25443f"/>
            <v:textbox inset="3.6pt,,3.6pt">
              <w:txbxContent>
                <w:p w:rsidR="00F95D40" w:rsidRDefault="00F95D40" w:rsidP="002E5968">
                  <w:pPr>
                    <w:spacing w:line="300" w:lineRule="exact"/>
                    <w:ind w:right="42"/>
                    <w:jc w:val="right"/>
                  </w:pPr>
                  <w:r>
                    <w:t xml:space="preserve">9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2E5968">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2E5968">
                  <w:pPr>
                    <w:spacing w:line="300" w:lineRule="exact"/>
                    <w:ind w:right="42"/>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1000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E5968">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51,160.12</w:t>
                  </w:r>
                </w:p>
              </w:txbxContent>
            </v:textbox>
            <w10:wrap type="square"/>
          </v:shape>
        </w:pict>
      </w:r>
      <w:r>
        <w:t>9%</w:t>
      </w:r>
    </w:p>
    <w:p w:rsidR="002E5968" w:rsidRDefault="002E5968" w:rsidP="002E5968"/>
    <w:p w:rsidR="002E5968" w:rsidRDefault="0045715C" w:rsidP="002E5968">
      <w:pPr>
        <w:pStyle w:val="ISMab"/>
      </w:pPr>
      <w:r>
        <w:rPr>
          <w:noProof/>
          <w:lang w:val="en-US"/>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92" o:spid="_x0000_s1889" type="#_x0000_t88" style="position:absolute;margin-left:197.85pt;margin-top:4.5pt;width:17.2pt;height:86pt;z-index:25162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"/>
        </w:pict>
      </w:r>
      <w:r w:rsidR="002E5968">
        <w:tab/>
      </w:r>
      <w:r w:rsidR="002E5968">
        <w:tab/>
      </w:r>
      <w:r w:rsidR="002E5968">
        <w:tab/>
      </w:r>
      <w:r w:rsidR="002E5968" w:rsidRPr="00480120">
        <w:rPr>
          <w:position w:val="-32"/>
        </w:rPr>
        <w:object w:dxaOrig="2299" w:dyaOrig="760">
          <v:shape id="_x0000_i1033" type="#_x0000_t75" style="width:115pt;height:38.35pt" o:ole="" fillcolor="window">
            <v:imagedata r:id="rId24" o:title=""/>
          </v:shape>
          <o:OLEObject Type="Embed" ProgID="Equation.3" ShapeID="_x0000_i1033" DrawAspect="Content" ObjectID="_1654976403" r:id="rId25"/>
        </w:object>
      </w:r>
      <w:r w:rsidR="002E5968">
        <w:t xml:space="preserve"> </w:t>
      </w:r>
    </w:p>
    <w:p w:rsidR="002E5968" w:rsidRDefault="002E5968" w:rsidP="002E5968">
      <w:pPr>
        <w:pStyle w:val="ISMab"/>
        <w:ind w:left="1350"/>
      </w:pPr>
      <w:r>
        <w:t>= $1000</w:t>
      </w:r>
      <w:r w:rsidRPr="00480120">
        <w:rPr>
          <w:position w:val="-34"/>
        </w:rPr>
        <w:object w:dxaOrig="1280" w:dyaOrig="780">
          <v:shape id="_x0000_i1034" type="#_x0000_t75" style="width:63.6pt;height:38.35pt" o:ole="" fillcolor="window">
            <v:imagedata r:id="rId26" o:title=""/>
          </v:shape>
          <o:OLEObject Type="Embed" ProgID="Equation.3" ShapeID="_x0000_i1034" DrawAspect="Content" ObjectID="_1654976404" r:id="rId27"/>
        </w:object>
      </w:r>
      <w:r>
        <w:t xml:space="preserve"> </w:t>
      </w:r>
    </w:p>
    <w:p w:rsidR="002E5968" w:rsidRDefault="002E5968" w:rsidP="002E5968">
      <w:pPr>
        <w:pStyle w:val="ISMab"/>
        <w:spacing w:after="240" w:line="360" w:lineRule="auto"/>
        <w:ind w:left="1354"/>
      </w:pPr>
      <w:r>
        <w:t xml:space="preserve">= </w:t>
      </w:r>
      <w:r>
        <w:rPr>
          <w:u w:val="double"/>
        </w:rPr>
        <w:t>$51,160.12</w:t>
      </w:r>
    </w:p>
    <w:p w:rsidR="002E5968" w:rsidRDefault="002E5968" w:rsidP="002E5968">
      <w:pPr>
        <w:pStyle w:val="ISMab"/>
        <w:spacing w:after="60"/>
      </w:pPr>
      <w:r>
        <w:tab/>
      </w:r>
      <w:r>
        <w:tab/>
        <w:t>Similarly,</w:t>
      </w:r>
    </w:p>
    <w:p w:rsidR="002E5968" w:rsidRDefault="002E5968" w:rsidP="002E5968">
      <w:pPr>
        <w:pStyle w:val="ISMab"/>
        <w:spacing w:after="60"/>
      </w:pPr>
      <w:r>
        <w:tab/>
      </w:r>
      <w:r>
        <w:tab/>
      </w:r>
      <w:r>
        <w:tab/>
      </w:r>
      <w:r>
        <w:tab/>
      </w:r>
      <w:r w:rsidRPr="002768D9">
        <w:rPr>
          <w:u w:val="single"/>
        </w:rPr>
        <w:t xml:space="preserve">(b) </w:t>
      </w:r>
      <w:r w:rsidRPr="002768D9">
        <w:rPr>
          <w:rFonts w:ascii="Times New Roman" w:hAnsi="Times New Roman"/>
          <w:i/>
          <w:u w:val="single"/>
        </w:rPr>
        <w:t xml:space="preserve">i </w:t>
      </w:r>
      <w:r w:rsidRPr="002768D9">
        <w:rPr>
          <w:u w:val="single"/>
        </w:rPr>
        <w:t>= 10%</w:t>
      </w:r>
      <w:r>
        <w:tab/>
      </w:r>
      <w:r>
        <w:tab/>
      </w:r>
      <w:r>
        <w:tab/>
      </w:r>
      <w:r w:rsidRPr="002768D9">
        <w:rPr>
          <w:u w:val="single"/>
        </w:rPr>
        <w:t xml:space="preserve">(c) </w:t>
      </w:r>
      <w:r w:rsidRPr="002768D9">
        <w:rPr>
          <w:rFonts w:ascii="Times New Roman" w:hAnsi="Times New Roman"/>
          <w:i/>
          <w:u w:val="single"/>
        </w:rPr>
        <w:t xml:space="preserve">i </w:t>
      </w:r>
      <w:r w:rsidRPr="002768D9">
        <w:rPr>
          <w:u w:val="single"/>
        </w:rPr>
        <w:t>= 11%</w:t>
      </w:r>
      <w:r>
        <w:tab/>
      </w:r>
      <w:r>
        <w:tab/>
      </w:r>
      <w:r>
        <w:tab/>
        <w:t xml:space="preserve">(d) </w:t>
      </w:r>
      <w:r>
        <w:rPr>
          <w:rFonts w:ascii="Times New Roman" w:hAnsi="Times New Roman"/>
          <w:i/>
        </w:rPr>
        <w:t xml:space="preserve">i </w:t>
      </w:r>
      <w:r>
        <w:t>= 12%</w:t>
      </w:r>
    </w:p>
    <w:p w:rsidR="002E5968" w:rsidRDefault="0045715C" w:rsidP="002E5968">
      <w:pPr>
        <w:pStyle w:val="ISMab"/>
        <w:spacing w:after="60"/>
      </w:pPr>
      <w:r>
        <w:rPr>
          <w:noProof/>
          <w:lang w:val="en-US"/>
        </w:rPr>
        <w:pict>
          <v:shape id="AutoShape 295" o:spid="_x0000_s1030" type="#_x0000_t61" style="position:absolute;margin-left:329pt;margin-top:5.35pt;width:131.2pt;height:87.85pt;z-index:25162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" adj="230,15246" fillcolor="#cff">
            <v:fill opacity="25443f"/>
            <v:textbox inset="3.6pt,,3.6pt">
              <w:txbxContent>
                <w:p w:rsidR="00F95D40" w:rsidRDefault="00F95D40" w:rsidP="002E5968">
                  <w:pPr>
                    <w:spacing w:line="300" w:lineRule="exact"/>
                    <w:ind w:left="-90" w:right="42"/>
                    <w:jc w:val="right"/>
                  </w:pPr>
                  <w:r>
                    <w:t xml:space="preserve">Same PV, </w:t>
                  </w:r>
                  <w:r>
                    <w:rPr>
                      <w:i/>
                      <w:iCs/>
                    </w:rPr>
                    <w:t>P/Y, C/Y, N, PMT</w:t>
                  </w:r>
                </w:p>
                <w:p w:rsidR="00F95D40" w:rsidRDefault="00F95D40" w:rsidP="002E5968">
                  <w:pPr>
                    <w:spacing w:line="300" w:lineRule="exact"/>
                    <w:ind w:right="42"/>
                    <w:jc w:val="right"/>
                  </w:pPr>
                  <w:r>
                    <w:t xml:space="preserve">12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xml:space="preserve">: </w:t>
                  </w:r>
                  <w:r>
                    <w:rPr>
                      <w:u w:val="double"/>
                    </w:rPr>
                    <w:t>72,052.44</w:t>
                  </w:r>
                </w:p>
              </w:txbxContent>
            </v:textbox>
            <w10:wrap type="square"/>
          </v:shape>
        </w:pict>
      </w:r>
      <w:r>
        <w:rPr>
          <w:noProof/>
          <w:lang w:val="en-US"/>
        </w:rPr>
        <w:pict>
          <v:shape id="AutoShape 294" o:spid="_x0000_s1031" type="#_x0000_t61" style="position:absolute;margin-left:180.25pt;margin-top:7.1pt;width:131.2pt;height:85.4pt;z-index:25162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" adj="445,15810" fillcolor="#cff">
            <v:fill opacity="25443f"/>
            <v:textbox inset="3.6pt,,3.6pt">
              <w:txbxContent>
                <w:p w:rsidR="00F95D40" w:rsidRDefault="00F95D40" w:rsidP="002E5968">
                  <w:pPr>
                    <w:spacing w:line="300" w:lineRule="exact"/>
                    <w:ind w:left="-90" w:right="42"/>
                    <w:jc w:val="right"/>
                  </w:pPr>
                  <w:r>
                    <w:t xml:space="preserve">Same PV, </w:t>
                  </w:r>
                  <w:r>
                    <w:rPr>
                      <w:i/>
                      <w:iCs/>
                    </w:rPr>
                    <w:t>P/Y, C/Y, N, PMT</w:t>
                  </w:r>
                </w:p>
                <w:p w:rsidR="00F95D40" w:rsidRDefault="00F95D40" w:rsidP="002E5968">
                  <w:pPr>
                    <w:spacing w:line="300" w:lineRule="exact"/>
                    <w:ind w:right="42"/>
                    <w:jc w:val="right"/>
                  </w:pPr>
                  <w:r>
                    <w:t xml:space="preserve">11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xml:space="preserve">: </w:t>
                  </w:r>
                  <w:r>
                    <w:rPr>
                      <w:u w:val="double"/>
                    </w:rPr>
                    <w:t>64,202.83</w:t>
                  </w:r>
                </w:p>
              </w:txbxContent>
            </v:textbox>
            <w10:wrap type="square"/>
          </v:shape>
        </w:pict>
      </w:r>
      <w:r>
        <w:rPr>
          <w:noProof/>
          <w:lang w:val="en-US"/>
        </w:rPr>
        <w:pict>
          <v:shape id="AutoShape 293" o:spid="_x0000_s1032" type="#_x0000_t61" style="position:absolute;margin-left:28pt;margin-top:3.2pt;width:131.2pt;height:94.2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" adj="445,15810" fillcolor="#cff">
            <v:fill opacity="25443f"/>
            <v:textbox inset="3.6pt,,3.6pt">
              <w:txbxContent>
                <w:p w:rsidR="00F95D40" w:rsidRDefault="00F95D40" w:rsidP="002E5968">
                  <w:pPr>
                    <w:spacing w:line="300" w:lineRule="exact"/>
                    <w:ind w:left="-90" w:right="42"/>
                    <w:jc w:val="right"/>
                  </w:pPr>
                  <w:r>
                    <w:t xml:space="preserve">Same PV, </w:t>
                  </w:r>
                  <w:r>
                    <w:rPr>
                      <w:i/>
                      <w:iCs/>
                    </w:rPr>
                    <w:t>P/Y, C/Y, N, PMT</w:t>
                  </w:r>
                </w:p>
                <w:p w:rsidR="00F95D40" w:rsidRDefault="00F95D40" w:rsidP="002E5968">
                  <w:pPr>
                    <w:spacing w:line="300" w:lineRule="exact"/>
                    <w:ind w:right="42"/>
                    <w:jc w:val="right"/>
                  </w:pPr>
                  <w:r>
                    <w:t xml:space="preserve">10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xml:space="preserve">: </w:t>
                  </w:r>
                  <w:r>
                    <w:rPr>
                      <w:u w:val="double"/>
                    </w:rPr>
                    <w:t>57,275.00</w:t>
                  </w:r>
                </w:p>
              </w:txbxContent>
            </v:textbox>
            <w10:wrap type="square"/>
          </v:shape>
        </w:pict>
      </w:r>
    </w:p>
    <w:p w:rsidR="002E5968" w:rsidRDefault="002E5968" w:rsidP="002E5968"/>
    <w:p w:rsidR="002E5968" w:rsidRDefault="002E5968" w:rsidP="002E5968">
      <w:pPr>
        <w:pStyle w:val="ISMab"/>
        <w:spacing w:after="60"/>
      </w:pPr>
    </w:p>
    <w:p w:rsidR="002E5968" w:rsidRDefault="002E5968" w:rsidP="002E5968">
      <w:pPr>
        <w:pStyle w:val="ISMab"/>
        <w:spacing w:after="60"/>
      </w:pPr>
    </w:p>
    <w:p w:rsidR="002E5968" w:rsidRDefault="002E5968" w:rsidP="002E5968">
      <w:pPr>
        <w:pStyle w:val="ISMab"/>
        <w:spacing w:after="60"/>
      </w:pPr>
    </w:p>
    <w:p w:rsidR="002E5968" w:rsidRDefault="002E5968" w:rsidP="002E5968">
      <w:pPr>
        <w:pStyle w:val="ISMab"/>
        <w:spacing w:after="60"/>
      </w:pPr>
    </w:p>
    <w:p w:rsidR="00CA5726" w:rsidRDefault="00CA5726" w:rsidP="00836B16">
      <w:pPr>
        <w:pStyle w:val="ISM"/>
      </w:pPr>
    </w:p>
    <w:p w:rsidR="00CA5726" w:rsidRDefault="00CA5726" w:rsidP="00836B16">
      <w:pPr>
        <w:pStyle w:val="ISM"/>
      </w:pPr>
    </w:p>
    <w:p w:rsidR="008B2CDD" w:rsidRDefault="008B2CDD">
      <w:pPr>
        <w:pStyle w:val="ISM"/>
      </w:pPr>
      <w:r>
        <w:tab/>
      </w:r>
      <w:r w:rsidR="002E5968">
        <w:t>5</w:t>
      </w:r>
      <w:r>
        <w:t>.</w:t>
      </w:r>
      <w:r>
        <w:tab/>
        <w:t xml:space="preserve">Given: </w:t>
      </w:r>
      <w:r>
        <w:rPr>
          <w:rFonts w:ascii="Times New Roman" w:hAnsi="Times New Roman"/>
          <w:i/>
        </w:rPr>
        <w:t>PMT</w:t>
      </w:r>
      <w:r>
        <w:t xml:space="preserve"> = $</w:t>
      </w:r>
      <w:r w:rsidR="00BB6D5A">
        <w:t>6</w:t>
      </w:r>
      <w:r w:rsidR="003D64B3">
        <w:t>000</w:t>
      </w:r>
      <w:r>
        <w:t xml:space="preserve">, </w:t>
      </w:r>
      <w:r>
        <w:rPr>
          <w:rFonts w:ascii="Times New Roman" w:hAnsi="Times New Roman"/>
          <w:i/>
        </w:rPr>
        <w:t xml:space="preserve">n </w:t>
      </w:r>
      <w:r>
        <w:t xml:space="preserve">= </w:t>
      </w:r>
      <w:r w:rsidR="007C39C4">
        <w:t>1</w:t>
      </w:r>
      <w:r>
        <w:t>(</w:t>
      </w:r>
      <w:r w:rsidR="007C39C4">
        <w:t>20</w:t>
      </w:r>
      <w:r>
        <w:t>) = 2</w:t>
      </w:r>
      <w:r w:rsidR="007C39C4">
        <w:t>0</w:t>
      </w:r>
      <w:r>
        <w:t xml:space="preserve">, </w:t>
      </w:r>
      <w:proofErr w:type="spellStart"/>
      <w:r>
        <w:rPr>
          <w:rFonts w:ascii="Times New Roman" w:hAnsi="Times New Roman"/>
          <w:i/>
        </w:rPr>
        <w:t>i</w:t>
      </w:r>
      <w:proofErr w:type="spellEnd"/>
      <w:r>
        <w:rPr>
          <w:rFonts w:ascii="Times New Roman" w:hAnsi="Times New Roman"/>
          <w:i/>
        </w:rPr>
        <w:t xml:space="preserve"> </w:t>
      </w:r>
      <w:r>
        <w:t xml:space="preserve">= </w:t>
      </w:r>
      <w:r w:rsidR="007C39C4" w:rsidRPr="007C39C4">
        <w:rPr>
          <w:position w:val="-12"/>
        </w:rPr>
        <w:object w:dxaOrig="420" w:dyaOrig="360">
          <v:shape id="_x0000_i1035" type="#_x0000_t75" style="width:20.55pt;height:18.7pt" o:ole="" fillcolor="window">
            <v:imagedata r:id="rId28" o:title=""/>
          </v:shape>
          <o:OLEObject Type="Embed" ProgID="Equation.3" ShapeID="_x0000_i1035" DrawAspect="Content" ObjectID="_1654976405" r:id="rId29"/>
        </w:object>
      </w:r>
      <w:r>
        <w:t xml:space="preserve"> = </w:t>
      </w:r>
      <w:r w:rsidR="007C39C4">
        <w:t>4</w:t>
      </w:r>
      <w:r>
        <w:t>.5%</w:t>
      </w:r>
    </w:p>
    <w:p w:rsidR="00D806EA" w:rsidRDefault="0045715C">
      <w:pPr>
        <w:pStyle w:val="ISM"/>
      </w:pPr>
      <w:r>
        <w:rPr>
          <w:noProof/>
          <w:lang w:val="en-US"/>
        </w:rPr>
        <w:pict>
          <v:shape id="AutoShape 299" o:spid="_x0000_s1033" type="#_x0000_t61" style="position:absolute;margin-left:325.15pt;margin-top:1.1pt;width:125.6pt;height:128.1pt;z-index:25162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" adj="-17625,10060" fillcolor="#cff">
            <v:fill opacity="25443f"/>
            <v:textbox inset="3.6pt,,3.6pt">
              <w:txbxContent>
                <w:p w:rsidR="00F95D40" w:rsidRDefault="00F95D40" w:rsidP="00056334">
                  <w:pPr>
                    <w:spacing w:line="300" w:lineRule="exact"/>
                    <w:ind w:right="43"/>
                    <w:jc w:val="right"/>
                  </w:pPr>
                  <w:r>
                    <w:t xml:space="preserve">4.5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056334">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056334">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056334">
                  <w:pPr>
                    <w:spacing w:line="300" w:lineRule="exact"/>
                    <w:ind w:right="43"/>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056334">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056334">
                  <w:pPr>
                    <w:spacing w:line="300" w:lineRule="exact"/>
                    <w:ind w:right="43"/>
                    <w:jc w:val="right"/>
                  </w:pPr>
                  <w:r>
                    <w:t xml:space="preserve">6000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056334">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056334">
                  <w:pPr>
                    <w:spacing w:line="320" w:lineRule="exact"/>
                    <w:ind w:right="43"/>
                    <w:jc w:val="right"/>
                  </w:pPr>
                  <w:r>
                    <w:rPr>
                      <w:i/>
                      <w:iCs/>
                    </w:rPr>
                    <w:t>Ans</w:t>
                  </w:r>
                  <w:r>
                    <w:t>:188,228.54</w:t>
                  </w:r>
                </w:p>
              </w:txbxContent>
            </v:textbox>
            <w10:wrap type="square"/>
          </v:shape>
        </w:pict>
      </w:r>
    </w:p>
    <w:p w:rsidR="00D43F92" w:rsidRDefault="0045715C" w:rsidP="00D43F92">
      <w:pPr>
        <w:pStyle w:val="ISM"/>
        <w:tabs>
          <w:tab w:val="left" w:pos="900"/>
        </w:tabs>
      </w:pPr>
      <w:r>
        <w:rPr>
          <w:noProof/>
          <w:lang w:val="en-US"/>
        </w:rPr>
        <w:pict>
          <v:shape id="AutoShape 302" o:spid="_x0000_s1873" type="#_x0000_t88" style="position:absolute;margin-left:188.65pt;margin-top:2.6pt;width:17.2pt;height:88.15pt;z-index:25162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"/>
        </w:pict>
      </w:r>
      <w:r w:rsidR="008B2CDD">
        <w:tab/>
      </w:r>
      <w:r w:rsidR="008B2CDD">
        <w:tab/>
      </w:r>
      <w:r w:rsidR="00D43F92">
        <w:tab/>
      </w:r>
      <w:r w:rsidR="008B2CDD" w:rsidRPr="00480120">
        <w:rPr>
          <w:position w:val="-32"/>
        </w:rPr>
        <w:object w:dxaOrig="2299" w:dyaOrig="760">
          <v:shape id="_x0000_i1036" type="#_x0000_t75" style="width:115pt;height:38.35pt" o:ole="" fillcolor="window">
            <v:imagedata r:id="rId24" o:title=""/>
          </v:shape>
          <o:OLEObject Type="Embed" ProgID="Equation.3" ShapeID="_x0000_i1036" DrawAspect="Content" ObjectID="_1654976406" r:id="rId30"/>
        </w:object>
      </w:r>
      <w:r w:rsidR="008B2CDD">
        <w:t xml:space="preserve"> </w:t>
      </w:r>
    </w:p>
    <w:p w:rsidR="00D43F92" w:rsidRDefault="008B2CDD" w:rsidP="00D43F92">
      <w:pPr>
        <w:pStyle w:val="ISM"/>
        <w:tabs>
          <w:tab w:val="left" w:pos="900"/>
        </w:tabs>
        <w:ind w:left="1350"/>
      </w:pPr>
      <w:r>
        <w:t>= $</w:t>
      </w:r>
      <w:r w:rsidR="00BB6D5A">
        <w:t>6</w:t>
      </w:r>
      <w:r w:rsidR="003D64B3">
        <w:t>000</w:t>
      </w:r>
      <w:r w:rsidR="003D64B3" w:rsidRPr="007C39C4">
        <w:rPr>
          <w:position w:val="-32"/>
        </w:rPr>
        <w:object w:dxaOrig="1260" w:dyaOrig="740">
          <v:shape id="_x0000_i1037" type="#_x0000_t75" style="width:63.6pt;height:36.45pt" o:ole="" fillcolor="window">
            <v:imagedata r:id="rId31" o:title=""/>
          </v:shape>
          <o:OLEObject Type="Embed" ProgID="Equation.3" ShapeID="_x0000_i1037" DrawAspect="Content" ObjectID="_1654976407" r:id="rId32"/>
        </w:object>
      </w:r>
      <w:r>
        <w:t xml:space="preserve"> </w:t>
      </w:r>
    </w:p>
    <w:p w:rsidR="008B2CDD" w:rsidRDefault="008B2CDD" w:rsidP="00D43F92">
      <w:pPr>
        <w:pStyle w:val="ISM"/>
        <w:tabs>
          <w:tab w:val="left" w:pos="900"/>
        </w:tabs>
        <w:spacing w:after="60"/>
        <w:ind w:left="1354"/>
        <w:rPr>
          <w:u w:val="double"/>
        </w:rPr>
      </w:pPr>
      <w:r>
        <w:t xml:space="preserve">= </w:t>
      </w:r>
      <w:r>
        <w:rPr>
          <w:u w:val="double"/>
        </w:rPr>
        <w:t>$</w:t>
      </w:r>
      <w:r w:rsidR="003151B0">
        <w:rPr>
          <w:u w:val="double"/>
        </w:rPr>
        <w:t>188,228.54</w:t>
      </w:r>
    </w:p>
    <w:p w:rsidR="00056334" w:rsidRDefault="00056334" w:rsidP="00056334">
      <w:pPr>
        <w:pStyle w:val="ISM"/>
      </w:pPr>
    </w:p>
    <w:p w:rsidR="00CA5726" w:rsidRDefault="00CA5726" w:rsidP="00056334">
      <w:pPr>
        <w:pStyle w:val="ISM"/>
      </w:pPr>
    </w:p>
    <w:p w:rsidR="00CA5726" w:rsidRDefault="00CA5726">
      <w:r>
        <w:br w:type="page"/>
      </w:r>
    </w:p>
    <w:p w:rsidR="008B2CDD" w:rsidRDefault="002E5968">
      <w:pPr>
        <w:pStyle w:val="ISM"/>
      </w:pPr>
      <w:r>
        <w:lastRenderedPageBreak/>
        <w:t>7</w:t>
      </w:r>
      <w:r w:rsidR="008B2CDD">
        <w:t>.</w:t>
      </w:r>
      <w:r w:rsidR="008B2CDD">
        <w:tab/>
        <w:t xml:space="preserve">Given: </w:t>
      </w:r>
      <w:r w:rsidR="008B2CDD">
        <w:rPr>
          <w:rFonts w:ascii="Times New Roman" w:hAnsi="Times New Roman"/>
          <w:i/>
        </w:rPr>
        <w:t>PMT</w:t>
      </w:r>
      <w:r w:rsidR="008B2CDD">
        <w:t xml:space="preserve"> = $2000, </w:t>
      </w:r>
      <w:r w:rsidR="008B2CDD">
        <w:rPr>
          <w:rFonts w:ascii="Times New Roman" w:hAnsi="Times New Roman"/>
          <w:i/>
        </w:rPr>
        <w:t>n</w:t>
      </w:r>
      <w:r w:rsidR="008B2CDD">
        <w:t xml:space="preserve"> = 2(12.5) = 25, </w:t>
      </w:r>
      <w:proofErr w:type="spellStart"/>
      <w:r w:rsidR="008B2CDD">
        <w:rPr>
          <w:rFonts w:ascii="Times New Roman" w:hAnsi="Times New Roman"/>
          <w:i/>
        </w:rPr>
        <w:t>i</w:t>
      </w:r>
      <w:proofErr w:type="spellEnd"/>
      <w:r w:rsidR="008B2CDD">
        <w:t xml:space="preserve"> = </w:t>
      </w:r>
      <w:r w:rsidR="00467B7A" w:rsidRPr="00467B7A">
        <w:rPr>
          <w:position w:val="-12"/>
        </w:rPr>
        <w:object w:dxaOrig="400" w:dyaOrig="360">
          <v:shape id="_x0000_i1038" type="#_x0000_t75" style="width:20.55pt;height:18.7pt" o:ole="" fillcolor="window">
            <v:imagedata r:id="rId33" o:title=""/>
          </v:shape>
          <o:OLEObject Type="Embed" ProgID="Equation.3" ShapeID="_x0000_i1038" DrawAspect="Content" ObjectID="_1654976408" r:id="rId34"/>
        </w:object>
      </w:r>
      <w:r w:rsidR="008B2CDD">
        <w:t xml:space="preserve"> = </w:t>
      </w:r>
      <w:r w:rsidR="00467B7A">
        <w:t>1.75</w:t>
      </w:r>
      <w:r w:rsidR="008B2CDD">
        <w:t>%</w:t>
      </w:r>
    </w:p>
    <w:p w:rsidR="00D43F92" w:rsidRDefault="0045715C" w:rsidP="00D43F92">
      <w:pPr>
        <w:pStyle w:val="ISM"/>
      </w:pPr>
      <w:r>
        <w:rPr>
          <w:noProof/>
          <w:u w:val="double"/>
          <w:lang w:val="en-US"/>
        </w:rPr>
        <w:pict>
          <v:shape id="AutoShape 300" o:spid="_x0000_s1035" type="#_x0000_t61" style="position:absolute;margin-left:320.95pt;margin-top:7.1pt;width:131.2pt;height:132.3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" adj="-17218,9207" fillcolor="#cff">
            <v:fill opacity="25443f"/>
            <v:textbox inset="3.6pt,,3.6pt">
              <w:txbxContent>
                <w:p w:rsidR="00F95D40" w:rsidRDefault="00F95D40" w:rsidP="00D43F92">
                  <w:pPr>
                    <w:spacing w:line="300" w:lineRule="exact"/>
                    <w:ind w:right="43"/>
                    <w:jc w:val="right"/>
                  </w:pPr>
                  <w:r>
                    <w:t xml:space="preserve">3.5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D43F92">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D43F92">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95D40" w:rsidRDefault="00F95D40" w:rsidP="00D43F92">
                  <w:pPr>
                    <w:spacing w:line="300" w:lineRule="exact"/>
                    <w:ind w:right="43"/>
                    <w:jc w:val="right"/>
                    <w:rPr>
                      <w:spacing w:val="-2"/>
                      <w:bdr w:val="single" w:sz="12" w:space="0" w:color="auto"/>
                      <w:shd w:val="clear" w:color="auto" w:fill="C0C0C0"/>
                    </w:rPr>
                  </w:pPr>
                  <w:r>
                    <w:t xml:space="preserve">25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D43F92">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D43F92">
                  <w:pPr>
                    <w:spacing w:line="300" w:lineRule="exact"/>
                    <w:ind w:right="43"/>
                    <w:jc w:val="right"/>
                  </w:pPr>
                  <w:r>
                    <w:t xml:space="preserve">2000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D43F92">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D43F92">
                  <w:pPr>
                    <w:spacing w:line="320" w:lineRule="exact"/>
                    <w:ind w:right="42"/>
                    <w:jc w:val="right"/>
                  </w:pPr>
                  <w:r>
                    <w:rPr>
                      <w:i/>
                      <w:iCs/>
                    </w:rPr>
                    <w:t>Ans</w:t>
                  </w:r>
                  <w:r>
                    <w:t>: 62,054.92</w:t>
                  </w:r>
                </w:p>
              </w:txbxContent>
            </v:textbox>
            <w10:wrap type="square"/>
          </v:shape>
        </w:pict>
      </w:r>
    </w:p>
    <w:p w:rsidR="00D43F92" w:rsidRDefault="0045715C" w:rsidP="00D43F92">
      <w:pPr>
        <w:pStyle w:val="ISM"/>
      </w:pPr>
      <w:r>
        <w:rPr>
          <w:noProof/>
          <w:lang w:val="en-US"/>
        </w:rPr>
        <w:pict>
          <v:shape id="AutoShape 303" o:spid="_x0000_s1864" type="#_x0000_t88" style="position:absolute;margin-left:187.25pt;margin-top:4.2pt;width:17.2pt;height:88.15pt;z-index:25162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"/>
        </w:pict>
      </w:r>
      <w:r w:rsidR="008B2CDD">
        <w:tab/>
      </w:r>
      <w:r w:rsidR="00D43F92">
        <w:tab/>
      </w:r>
      <w:r w:rsidR="008B2CDD">
        <w:tab/>
      </w:r>
      <w:r w:rsidR="008B2CDD" w:rsidRPr="00480120">
        <w:rPr>
          <w:position w:val="-32"/>
        </w:rPr>
        <w:object w:dxaOrig="2299" w:dyaOrig="760">
          <v:shape id="_x0000_i1039" type="#_x0000_t75" style="width:115pt;height:38.35pt" o:ole="" fillcolor="window">
            <v:imagedata r:id="rId24" o:title=""/>
          </v:shape>
          <o:OLEObject Type="Embed" ProgID="Equation.3" ShapeID="_x0000_i1039" DrawAspect="Content" ObjectID="_1654976409" r:id="rId35"/>
        </w:object>
      </w:r>
      <w:r w:rsidR="008B2CDD">
        <w:t xml:space="preserve"> </w:t>
      </w:r>
    </w:p>
    <w:p w:rsidR="00D43F92" w:rsidRDefault="008B2CDD" w:rsidP="00D43F92">
      <w:pPr>
        <w:pStyle w:val="ISM"/>
        <w:ind w:firstLine="1170"/>
      </w:pPr>
      <w:r>
        <w:t>= $2000</w:t>
      </w:r>
      <w:r w:rsidR="00187C18" w:rsidRPr="00467B7A">
        <w:rPr>
          <w:position w:val="-32"/>
        </w:rPr>
        <w:object w:dxaOrig="1380" w:dyaOrig="740">
          <v:shape id="_x0000_i1040" type="#_x0000_t75" style="width:69.2pt;height:37.4pt" o:ole="" fillcolor="window">
            <v:imagedata r:id="rId36" o:title=""/>
          </v:shape>
          <o:OLEObject Type="Embed" ProgID="Equation.3" ShapeID="_x0000_i1040" DrawAspect="Content" ObjectID="_1654976410" r:id="rId37"/>
        </w:object>
      </w:r>
      <w:r>
        <w:t xml:space="preserve"> </w:t>
      </w:r>
    </w:p>
    <w:p w:rsidR="008B2CDD" w:rsidRDefault="008B2CDD" w:rsidP="00D43F92">
      <w:pPr>
        <w:pStyle w:val="ISM"/>
        <w:ind w:firstLine="1170"/>
        <w:rPr>
          <w:u w:val="double"/>
        </w:rPr>
      </w:pPr>
      <w:r>
        <w:t xml:space="preserve">= </w:t>
      </w:r>
      <w:r>
        <w:rPr>
          <w:u w:val="double"/>
        </w:rPr>
        <w:t>$</w:t>
      </w:r>
      <w:r w:rsidR="00467B7A">
        <w:rPr>
          <w:u w:val="double"/>
        </w:rPr>
        <w:t>62,054.92</w:t>
      </w:r>
    </w:p>
    <w:p w:rsidR="00D43F92" w:rsidRDefault="00D43F92"/>
    <w:p w:rsidR="00D43F92" w:rsidRDefault="00D43F92"/>
    <w:p w:rsidR="00A83947" w:rsidRDefault="00A83947">
      <w:pPr>
        <w:pStyle w:val="ISM"/>
      </w:pPr>
    </w:p>
    <w:p w:rsidR="00A83947" w:rsidRDefault="00A83947">
      <w:pPr>
        <w:pStyle w:val="ISM"/>
      </w:pPr>
    </w:p>
    <w:p w:rsidR="008B2CDD" w:rsidRDefault="008B2CDD">
      <w:pPr>
        <w:pStyle w:val="ISM"/>
      </w:pPr>
      <w:r>
        <w:tab/>
      </w:r>
      <w:r w:rsidR="002E5968">
        <w:t>9</w:t>
      </w:r>
      <w:r>
        <w:t>.</w:t>
      </w:r>
      <w:r>
        <w:tab/>
        <w:t xml:space="preserve">Given: </w:t>
      </w:r>
      <w:r>
        <w:rPr>
          <w:rFonts w:ascii="Times New Roman" w:hAnsi="Times New Roman"/>
          <w:i/>
        </w:rPr>
        <w:t>PMT</w:t>
      </w:r>
      <w:r>
        <w:t xml:space="preserve"> = $700, </w:t>
      </w:r>
      <w:r>
        <w:rPr>
          <w:rFonts w:ascii="Times New Roman" w:hAnsi="Times New Roman"/>
          <w:i/>
        </w:rPr>
        <w:t>n</w:t>
      </w:r>
      <w:r>
        <w:t xml:space="preserve"> = 4(7.75) = 31, </w:t>
      </w:r>
      <w:proofErr w:type="spellStart"/>
      <w:r>
        <w:rPr>
          <w:rFonts w:ascii="Times New Roman" w:hAnsi="Times New Roman"/>
          <w:i/>
        </w:rPr>
        <w:t>i</w:t>
      </w:r>
      <w:proofErr w:type="spellEnd"/>
      <w:r>
        <w:t xml:space="preserve"> = </w:t>
      </w:r>
      <w:r w:rsidRPr="00480120">
        <w:rPr>
          <w:position w:val="-14"/>
        </w:rPr>
        <w:object w:dxaOrig="340" w:dyaOrig="400">
          <v:shape id="_x0000_i1041" type="#_x0000_t75" style="width:16.85pt;height:20.55pt" o:ole="" fillcolor="window">
            <v:imagedata r:id="rId38" o:title=""/>
          </v:shape>
          <o:OLEObject Type="Embed" ProgID="Equation.3" ShapeID="_x0000_i1041" DrawAspect="Content" ObjectID="_1654976411" r:id="rId39"/>
        </w:object>
      </w:r>
      <w:r>
        <w:t xml:space="preserve"> = 2.25%</w:t>
      </w:r>
    </w:p>
    <w:p w:rsidR="00D43F92" w:rsidRDefault="0045715C" w:rsidP="004C532E">
      <w:pPr>
        <w:pStyle w:val="ISM"/>
      </w:pPr>
      <w:r>
        <w:rPr>
          <w:noProof/>
          <w:lang w:val="en-US"/>
        </w:rPr>
        <w:pict>
          <v:shape id="AutoShape 305" o:spid="_x0000_s1037" type="#_x0000_t61" style="position:absolute;margin-left:322.35pt;margin-top:7.65pt;width:131.2pt;height:130.2pt;z-index:25163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" adj="-18513,6953" fillcolor="#cff">
            <v:fill opacity="25443f"/>
            <v:textbox inset="3.6pt,,3.6pt">
              <w:txbxContent>
                <w:p w:rsidR="00F95D40" w:rsidRDefault="00F95D40" w:rsidP="00D43F92">
                  <w:pPr>
                    <w:spacing w:line="300" w:lineRule="exact"/>
                    <w:ind w:right="43"/>
                    <w:jc w:val="right"/>
                  </w:pPr>
                  <w:r>
                    <w:t xml:space="preserve">9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D43F92">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D43F92">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4)</w:t>
                  </w:r>
                </w:p>
                <w:p w:rsidR="00F95D40" w:rsidRDefault="00F95D40" w:rsidP="00D43F92">
                  <w:pPr>
                    <w:spacing w:line="300" w:lineRule="exact"/>
                    <w:ind w:right="43"/>
                    <w:jc w:val="right"/>
                    <w:rPr>
                      <w:spacing w:val="-2"/>
                      <w:bdr w:val="single" w:sz="12" w:space="0" w:color="auto"/>
                      <w:shd w:val="clear" w:color="auto" w:fill="C0C0C0"/>
                    </w:rPr>
                  </w:pPr>
                  <w:r>
                    <w:t xml:space="preserve">31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D43F92">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D43F92">
                  <w:pPr>
                    <w:spacing w:line="300" w:lineRule="exact"/>
                    <w:ind w:right="43"/>
                    <w:jc w:val="right"/>
                  </w:pPr>
                  <w:r>
                    <w:t xml:space="preserve">700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D43F92">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D43F92">
                  <w:pPr>
                    <w:spacing w:line="320" w:lineRule="exact"/>
                    <w:ind w:right="42"/>
                    <w:jc w:val="right"/>
                  </w:pPr>
                  <w:r>
                    <w:rPr>
                      <w:i/>
                      <w:iCs/>
                    </w:rPr>
                    <w:t>Ans</w:t>
                  </w:r>
                  <w:r>
                    <w:t>: 30,901.26</w:t>
                  </w:r>
                </w:p>
              </w:txbxContent>
            </v:textbox>
            <w10:wrap type="square"/>
          </v:shape>
        </w:pict>
      </w:r>
      <w:r>
        <w:rPr>
          <w:noProof/>
          <w:lang w:val="en-US"/>
        </w:rPr>
        <w:pict>
          <v:shape id="AutoShape 304" o:spid="_x0000_s1856" type="#_x0000_t88" style="position:absolute;margin-left:183.05pt;margin-top:5.2pt;width:19.35pt;height:86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"/>
        </w:pict>
      </w:r>
      <w:r w:rsidR="008B2CDD">
        <w:tab/>
      </w:r>
      <w:r w:rsidR="008B2CDD">
        <w:tab/>
      </w:r>
      <w:r w:rsidR="00D43F92">
        <w:tab/>
      </w:r>
      <w:r w:rsidR="008B2CDD" w:rsidRPr="00480120">
        <w:rPr>
          <w:position w:val="-32"/>
        </w:rPr>
        <w:object w:dxaOrig="2299" w:dyaOrig="760">
          <v:shape id="_x0000_i1042" type="#_x0000_t75" style="width:115pt;height:38.35pt" o:ole="" fillcolor="window">
            <v:imagedata r:id="rId24" o:title=""/>
          </v:shape>
          <o:OLEObject Type="Embed" ProgID="Equation.3" ShapeID="_x0000_i1042" DrawAspect="Content" ObjectID="_1654976412" r:id="rId40"/>
        </w:object>
      </w:r>
      <w:r w:rsidR="008B2CDD">
        <w:t xml:space="preserve"> </w:t>
      </w:r>
    </w:p>
    <w:p w:rsidR="00D43F92" w:rsidRDefault="008B2CDD" w:rsidP="00D43F92">
      <w:pPr>
        <w:pStyle w:val="ISM"/>
        <w:ind w:left="1170"/>
      </w:pPr>
      <w:r>
        <w:t>= $700</w:t>
      </w:r>
      <w:r w:rsidRPr="00480120">
        <w:rPr>
          <w:position w:val="-34"/>
        </w:rPr>
        <w:object w:dxaOrig="1500" w:dyaOrig="780">
          <v:shape id="_x0000_i1043" type="#_x0000_t75" style="width:73.85pt;height:38.35pt" o:ole="" fillcolor="window">
            <v:imagedata r:id="rId41" o:title=""/>
          </v:shape>
          <o:OLEObject Type="Embed" ProgID="Equation.3" ShapeID="_x0000_i1043" DrawAspect="Content" ObjectID="_1654976413" r:id="rId42"/>
        </w:object>
      </w:r>
      <w:r>
        <w:t xml:space="preserve"> </w:t>
      </w:r>
    </w:p>
    <w:p w:rsidR="008B2CDD" w:rsidRDefault="008B2CDD" w:rsidP="00D43F92">
      <w:pPr>
        <w:pStyle w:val="ISM"/>
        <w:ind w:left="1170"/>
        <w:rPr>
          <w:u w:val="double"/>
        </w:rPr>
      </w:pPr>
      <w:r>
        <w:t xml:space="preserve">= </w:t>
      </w:r>
      <w:r>
        <w:rPr>
          <w:u w:val="double"/>
        </w:rPr>
        <w:t>$30,901.26</w:t>
      </w:r>
    </w:p>
    <w:p w:rsidR="008B2CDD" w:rsidRDefault="008B2CDD">
      <w:pPr>
        <w:pStyle w:val="ISM"/>
      </w:pPr>
    </w:p>
    <w:p w:rsidR="00A83947" w:rsidRDefault="00A83947">
      <w:pPr>
        <w:pStyle w:val="ISM"/>
      </w:pPr>
    </w:p>
    <w:p w:rsidR="000B3E2E" w:rsidRDefault="000B3E2E">
      <w:pPr>
        <w:pStyle w:val="ISM"/>
      </w:pPr>
    </w:p>
    <w:p w:rsidR="000B3E2E" w:rsidRDefault="000B3E2E">
      <w:pPr>
        <w:pStyle w:val="ISM"/>
      </w:pPr>
    </w:p>
    <w:p w:rsidR="000B3E2E" w:rsidRDefault="000B3E2E">
      <w:pPr>
        <w:pStyle w:val="ISM"/>
        <w:spacing w:after="60"/>
        <w:rPr>
          <w:u w:val="double"/>
        </w:rPr>
      </w:pPr>
    </w:p>
    <w:p w:rsidR="008B2CDD" w:rsidRDefault="0045715C">
      <w:pPr>
        <w:pStyle w:val="ISM"/>
      </w:pPr>
      <w:r>
        <w:rPr>
          <w:noProof/>
          <w:lang w:val="en-US"/>
        </w:rPr>
        <w:pict>
          <v:shape id="AutoShape 63" o:spid="_x0000_s1038" type="#_x0000_t61" style="position:absolute;margin-left:340.55pt;margin-top:3.6pt;width:122.55pt;height:130.9pt;z-index:251542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" adj="-5182,5916" fillcolor="#cff">
            <v:fill opacity="25443f"/>
            <v:textbox inset="3.6pt,,3.6pt">
              <w:txbxContent>
                <w:p w:rsidR="00F95D40" w:rsidRDefault="00F95D40" w:rsidP="002E5968">
                  <w:pPr>
                    <w:spacing w:line="300" w:lineRule="exact"/>
                    <w:ind w:right="43"/>
                    <w:jc w:val="right"/>
                  </w:pPr>
                  <w:r>
                    <w:t xml:space="preserve">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2E5968">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2E5968">
                  <w:pPr>
                    <w:spacing w:line="300" w:lineRule="exact"/>
                    <w:ind w:right="43"/>
                    <w:jc w:val="right"/>
                    <w:rPr>
                      <w:spacing w:val="-2"/>
                      <w:bdr w:val="single" w:sz="12" w:space="0" w:color="auto"/>
                      <w:shd w:val="clear" w:color="auto" w:fill="C0C0C0"/>
                    </w:rPr>
                  </w:pPr>
                  <w:r>
                    <w:t xml:space="preserve">3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E5968">
                  <w:pPr>
                    <w:spacing w:line="300" w:lineRule="exact"/>
                    <w:ind w:right="43"/>
                    <w:jc w:val="right"/>
                  </w:pPr>
                  <w:r>
                    <w:t xml:space="preserve">1000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E5968">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3121.60</w:t>
                  </w:r>
                </w:p>
              </w:txbxContent>
            </v:textbox>
            <w10:wrap type="square"/>
          </v:shape>
        </w:pict>
      </w:r>
      <w:r w:rsidR="008B2CDD">
        <w:tab/>
      </w:r>
      <w:r w:rsidR="002E5968">
        <w:t>11</w:t>
      </w:r>
      <w:r w:rsidR="008B2CDD">
        <w:t>.</w:t>
      </w:r>
      <w:r w:rsidR="008B2CDD">
        <w:tab/>
        <w:t xml:space="preserve">Given: </w:t>
      </w:r>
      <w:r w:rsidR="008B2CDD">
        <w:rPr>
          <w:rFonts w:ascii="Times New Roman" w:hAnsi="Times New Roman"/>
          <w:i/>
        </w:rPr>
        <w:t>PMT</w:t>
      </w:r>
      <w:r w:rsidR="008B2CDD">
        <w:t xml:space="preserve"> = $</w:t>
      </w:r>
      <w:r w:rsidR="005648DD">
        <w:t>10</w:t>
      </w:r>
      <w:r w:rsidR="008B2CDD">
        <w:t xml:space="preserve">00, </w:t>
      </w:r>
      <w:r w:rsidR="008B2CDD">
        <w:rPr>
          <w:rFonts w:ascii="Times New Roman" w:hAnsi="Times New Roman"/>
          <w:i/>
        </w:rPr>
        <w:t xml:space="preserve">n </w:t>
      </w:r>
      <w:r w:rsidR="008B2CDD">
        <w:t>= 1(</w:t>
      </w:r>
      <w:r w:rsidR="005648DD">
        <w:t>3</w:t>
      </w:r>
      <w:r w:rsidR="008B2CDD">
        <w:t xml:space="preserve">) = </w:t>
      </w:r>
      <w:r w:rsidR="005648DD">
        <w:t>3</w:t>
      </w:r>
      <w:r w:rsidR="008B2CDD">
        <w:t xml:space="preserve">, </w:t>
      </w:r>
      <w:proofErr w:type="spellStart"/>
      <w:r w:rsidR="008B2CDD">
        <w:rPr>
          <w:rFonts w:ascii="Times New Roman" w:hAnsi="Times New Roman"/>
          <w:i/>
        </w:rPr>
        <w:t>i</w:t>
      </w:r>
      <w:proofErr w:type="spellEnd"/>
      <w:r w:rsidR="008B2CDD">
        <w:rPr>
          <w:rFonts w:ascii="Times New Roman" w:hAnsi="Times New Roman"/>
          <w:i/>
        </w:rPr>
        <w:t xml:space="preserve"> </w:t>
      </w:r>
      <w:r w:rsidR="008B2CDD">
        <w:t xml:space="preserve">= </w:t>
      </w:r>
      <w:r w:rsidR="006E75F2" w:rsidRPr="006E75F2">
        <w:rPr>
          <w:position w:val="-12"/>
        </w:rPr>
        <w:object w:dxaOrig="300" w:dyaOrig="360">
          <v:shape id="_x0000_i1044" type="#_x0000_t75" style="width:14.95pt;height:18.7pt" o:ole="" fillcolor="window">
            <v:imagedata r:id="rId43" o:title=""/>
          </v:shape>
          <o:OLEObject Type="Embed" ProgID="Equation.3" ShapeID="_x0000_i1044" DrawAspect="Content" ObjectID="_1654976414" r:id="rId44"/>
        </w:object>
      </w:r>
      <w:r w:rsidR="008B2CDD">
        <w:t xml:space="preserve"> = </w:t>
      </w:r>
      <w:r w:rsidR="006E75F2">
        <w:t>4</w:t>
      </w:r>
      <w:r w:rsidR="008B2CDD">
        <w:t>%</w:t>
      </w:r>
    </w:p>
    <w:p w:rsidR="008B2CDD" w:rsidRDefault="008B2CDD">
      <w:pPr>
        <w:pStyle w:val="ISM"/>
        <w:spacing w:after="60"/>
      </w:pPr>
      <w:r>
        <w:tab/>
      </w:r>
      <w:r>
        <w:tab/>
      </w:r>
      <w:r w:rsidRPr="00480120">
        <w:rPr>
          <w:position w:val="-32"/>
        </w:rPr>
        <w:object w:dxaOrig="2299" w:dyaOrig="760">
          <v:shape id="_x0000_i1045" type="#_x0000_t75" style="width:115pt;height:38.35pt" o:ole="" fillcolor="window">
            <v:imagedata r:id="rId24" o:title=""/>
          </v:shape>
          <o:OLEObject Type="Embed" ProgID="Equation.3" ShapeID="_x0000_i1045" DrawAspect="Content" ObjectID="_1654976415" r:id="rId45"/>
        </w:object>
      </w:r>
      <w:r w:rsidR="005648DD">
        <w:t xml:space="preserve"> = $10</w:t>
      </w:r>
      <w:r>
        <w:t>00</w:t>
      </w:r>
      <w:r w:rsidR="006E75F2" w:rsidRPr="006E75F2">
        <w:rPr>
          <w:position w:val="-32"/>
        </w:rPr>
        <w:object w:dxaOrig="1160" w:dyaOrig="760">
          <v:shape id="_x0000_i1046" type="#_x0000_t75" style="width:57.05pt;height:38.35pt" o:ole="" fillcolor="window">
            <v:imagedata r:id="rId46" o:title=""/>
          </v:shape>
          <o:OLEObject Type="Embed" ProgID="Equation.3" ShapeID="_x0000_i1046" DrawAspect="Content" ObjectID="_1654976416" r:id="rId47"/>
        </w:object>
      </w:r>
      <w:r>
        <w:t xml:space="preserve"> = </w:t>
      </w:r>
      <w:r>
        <w:rPr>
          <w:u w:val="double"/>
        </w:rPr>
        <w:t>$</w:t>
      </w:r>
      <w:r w:rsidR="006E75F2">
        <w:rPr>
          <w:u w:val="double"/>
        </w:rPr>
        <w:t>3121.60</w:t>
      </w:r>
    </w:p>
    <w:p w:rsidR="004C532E" w:rsidRDefault="004C532E" w:rsidP="004C532E">
      <w:pPr>
        <w:pStyle w:val="ISM"/>
      </w:pPr>
      <w:r>
        <w:tab/>
      </w:r>
      <w:r>
        <w:tab/>
        <w:t xml:space="preserve">The </w:t>
      </w:r>
      <w:r>
        <w:rPr>
          <w:spacing w:val="-2"/>
        </w:rPr>
        <w:t xml:space="preserve">future value </w:t>
      </w:r>
      <w:r>
        <w:t>after 3 years is $3</w:t>
      </w:r>
      <w:r w:rsidR="006E75F2">
        <w:t>121.60</w:t>
      </w:r>
      <w:r>
        <w:t>.</w:t>
      </w:r>
    </w:p>
    <w:p w:rsidR="008B2CDD" w:rsidRDefault="008B2CDD">
      <w:pPr>
        <w:pStyle w:val="ISM"/>
      </w:pPr>
    </w:p>
    <w:p w:rsidR="008B2CDD" w:rsidRDefault="008B2CDD">
      <w:pPr>
        <w:pStyle w:val="ISM"/>
      </w:pPr>
    </w:p>
    <w:p w:rsidR="008B2CDD" w:rsidRDefault="008B2CDD">
      <w:pPr>
        <w:pStyle w:val="ISM"/>
      </w:pPr>
    </w:p>
    <w:p w:rsidR="00AB16EF" w:rsidRDefault="00AB16EF">
      <w:pPr>
        <w:pStyle w:val="ISM"/>
      </w:pPr>
    </w:p>
    <w:p w:rsidR="008B2CDD" w:rsidRDefault="008B2CDD">
      <w:pPr>
        <w:pStyle w:val="ISM"/>
      </w:pPr>
    </w:p>
    <w:p w:rsidR="000B3E2E" w:rsidRDefault="000B3E2E">
      <w:pPr>
        <w:pStyle w:val="ISM"/>
      </w:pPr>
    </w:p>
    <w:p w:rsidR="004C532E" w:rsidRDefault="0045715C">
      <w:pPr>
        <w:pStyle w:val="ISM"/>
      </w:pPr>
      <w:r>
        <w:rPr>
          <w:noProof/>
          <w:lang w:val="en-US"/>
        </w:rPr>
        <w:pict>
          <v:shape id="AutoShape 64" o:spid="_x0000_s1039" type="#_x0000_t61" style="position:absolute;margin-left:331.45pt;margin-top:7.05pt;width:124.45pt;height:131.85pt;z-index:25154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" adj="-20281,11083" fillcolor="#cff">
            <v:fill opacity="25443f"/>
            <v:textbox inset="3.6pt,,3.6pt">
              <w:txbxContent>
                <w:p w:rsidR="00F95D40" w:rsidRDefault="00F95D40" w:rsidP="002E5968">
                  <w:pPr>
                    <w:spacing w:line="300" w:lineRule="exact"/>
                    <w:ind w:right="42"/>
                    <w:jc w:val="right"/>
                  </w:pPr>
                  <w:r>
                    <w:t xml:space="preserve">6.4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2E5968">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95D40" w:rsidRDefault="00F95D40" w:rsidP="002E5968">
                  <w:pPr>
                    <w:spacing w:line="300" w:lineRule="exact"/>
                    <w:ind w:right="42"/>
                    <w:jc w:val="right"/>
                    <w:rPr>
                      <w:spacing w:val="-2"/>
                      <w:bdr w:val="single" w:sz="12" w:space="0" w:color="auto"/>
                      <w:shd w:val="clear" w:color="auto" w:fill="C0C0C0"/>
                    </w:rPr>
                  </w:pPr>
                  <w:r>
                    <w:t xml:space="preserve">34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1000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E5968">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59,942.63</w:t>
                  </w:r>
                </w:p>
              </w:txbxContent>
            </v:textbox>
            <w10:wrap type="square"/>
          </v:shape>
        </w:pict>
      </w:r>
      <w:r w:rsidR="008B2CDD">
        <w:tab/>
        <w:t>1</w:t>
      </w:r>
      <w:r w:rsidR="002E5968">
        <w:t>3</w:t>
      </w:r>
      <w:r w:rsidR="008B2CDD">
        <w:t>.</w:t>
      </w:r>
      <w:r w:rsidR="008B2CDD">
        <w:tab/>
        <w:t xml:space="preserve">Given: </w:t>
      </w:r>
      <w:r w:rsidR="008B2CDD">
        <w:rPr>
          <w:rFonts w:ascii="Times New Roman" w:hAnsi="Times New Roman"/>
          <w:i/>
        </w:rPr>
        <w:t>PMT</w:t>
      </w:r>
      <w:r w:rsidR="008B2CDD">
        <w:t xml:space="preserve"> = $</w:t>
      </w:r>
      <w:r w:rsidR="004C532E">
        <w:t>1</w:t>
      </w:r>
      <w:r w:rsidR="008B2CDD">
        <w:t>000</w:t>
      </w:r>
      <w:r w:rsidR="004C532E">
        <w:t xml:space="preserve"> every half year for 17 years.</w:t>
      </w:r>
    </w:p>
    <w:p w:rsidR="000B4EB1" w:rsidRDefault="0045715C">
      <w:r>
        <w:rPr>
          <w:noProof/>
          <w:lang w:val="en-US"/>
        </w:rPr>
        <w:pict>
          <v:shape id="AutoShape 65" o:spid="_x0000_s1843" type="#_x0000_t88" style="position:absolute;margin-left:197.85pt;margin-top:11.55pt;width:12.9pt;height:103.2pt;z-index:25154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"/>
        </w:pict>
      </w:r>
    </w:p>
    <w:p w:rsidR="008B2CDD" w:rsidRDefault="004C532E">
      <w:pPr>
        <w:pStyle w:val="ISM"/>
      </w:pPr>
      <w:r>
        <w:rPr>
          <w:rFonts w:ascii="Times New Roman" w:hAnsi="Times New Roman"/>
          <w:i/>
        </w:rPr>
        <w:tab/>
      </w:r>
      <w:r>
        <w:rPr>
          <w:rFonts w:ascii="Times New Roman" w:hAnsi="Times New Roman"/>
          <w:i/>
        </w:rPr>
        <w:tab/>
      </w:r>
      <w:r w:rsidR="008B2CDD">
        <w:rPr>
          <w:rFonts w:ascii="Times New Roman" w:hAnsi="Times New Roman"/>
          <w:i/>
        </w:rPr>
        <w:t xml:space="preserve">n </w:t>
      </w:r>
      <w:r w:rsidR="008B2CDD">
        <w:t xml:space="preserve">= </w:t>
      </w:r>
      <w:r>
        <w:t>2</w:t>
      </w:r>
      <w:r w:rsidR="008B2CDD">
        <w:t>(1</w:t>
      </w:r>
      <w:r>
        <w:t>7</w:t>
      </w:r>
      <w:r w:rsidR="008B2CDD">
        <w:t xml:space="preserve">) = </w:t>
      </w:r>
      <w:r>
        <w:t>34</w:t>
      </w:r>
      <w:r w:rsidR="008B2CDD">
        <w:t xml:space="preserve">, </w:t>
      </w:r>
      <w:proofErr w:type="spellStart"/>
      <w:r w:rsidR="008B2CDD">
        <w:rPr>
          <w:rFonts w:ascii="Times New Roman" w:hAnsi="Times New Roman"/>
          <w:i/>
        </w:rPr>
        <w:t>i</w:t>
      </w:r>
      <w:proofErr w:type="spellEnd"/>
      <w:r w:rsidR="008B2CDD">
        <w:rPr>
          <w:rFonts w:ascii="Times New Roman" w:hAnsi="Times New Roman"/>
          <w:i/>
        </w:rPr>
        <w:t xml:space="preserve"> </w:t>
      </w:r>
      <w:r w:rsidR="008B2CDD">
        <w:t xml:space="preserve">= </w:t>
      </w:r>
      <w:r w:rsidRPr="004C532E">
        <w:rPr>
          <w:position w:val="-12"/>
        </w:rPr>
        <w:object w:dxaOrig="440" w:dyaOrig="360">
          <v:shape id="_x0000_i1047" type="#_x0000_t75" style="width:21.5pt;height:18.7pt" o:ole="" fillcolor="window">
            <v:imagedata r:id="rId48" o:title=""/>
          </v:shape>
          <o:OLEObject Type="Embed" ProgID="Equation.3" ShapeID="_x0000_i1047" DrawAspect="Content" ObjectID="_1654976417" r:id="rId49"/>
        </w:object>
      </w:r>
      <w:r w:rsidR="008B2CDD">
        <w:t xml:space="preserve"> = </w:t>
      </w:r>
      <w:r>
        <w:t>3.2</w:t>
      </w:r>
      <w:r w:rsidR="008B2CDD">
        <w:t>%</w:t>
      </w:r>
    </w:p>
    <w:p w:rsidR="008B2CDD" w:rsidRDefault="008B2CDD">
      <w:pPr>
        <w:pStyle w:val="ISM"/>
      </w:pPr>
      <w:r>
        <w:tab/>
      </w:r>
      <w:r>
        <w:tab/>
      </w:r>
      <w:r>
        <w:tab/>
      </w:r>
      <w:r w:rsidRPr="00480120">
        <w:rPr>
          <w:position w:val="-32"/>
        </w:rPr>
        <w:object w:dxaOrig="2299" w:dyaOrig="760">
          <v:shape id="_x0000_i1048" type="#_x0000_t75" style="width:115pt;height:38.35pt" o:ole="" fillcolor="window">
            <v:imagedata r:id="rId24" o:title=""/>
          </v:shape>
          <o:OLEObject Type="Embed" ProgID="Equation.3" ShapeID="_x0000_i1048" DrawAspect="Content" ObjectID="_1654976418" r:id="rId50"/>
        </w:object>
      </w:r>
    </w:p>
    <w:p w:rsidR="008B2CDD" w:rsidRDefault="008B2CDD">
      <w:pPr>
        <w:pStyle w:val="ISM"/>
        <w:ind w:left="1170"/>
      </w:pPr>
      <w:r>
        <w:t>= $</w:t>
      </w:r>
      <w:r w:rsidR="004C532E">
        <w:t>1</w:t>
      </w:r>
      <w:r>
        <w:t>000</w:t>
      </w:r>
      <w:r w:rsidR="004C532E" w:rsidRPr="004C532E">
        <w:rPr>
          <w:position w:val="-30"/>
        </w:rPr>
        <w:object w:dxaOrig="1320" w:dyaOrig="720">
          <v:shape id="_x0000_i1049" type="#_x0000_t75" style="width:66.4pt;height:36.45pt" o:ole="" fillcolor="window">
            <v:imagedata r:id="rId51" o:title=""/>
          </v:shape>
          <o:OLEObject Type="Embed" ProgID="Equation.3" ShapeID="_x0000_i1049" DrawAspect="Content" ObjectID="_1654976419" r:id="rId52"/>
        </w:object>
      </w:r>
    </w:p>
    <w:p w:rsidR="008B2CDD" w:rsidRDefault="008B2CDD">
      <w:pPr>
        <w:pStyle w:val="ISM"/>
        <w:ind w:left="1170"/>
      </w:pPr>
      <w:r>
        <w:t xml:space="preserve">= </w:t>
      </w:r>
      <w:r>
        <w:rPr>
          <w:u w:val="double"/>
        </w:rPr>
        <w:t>$</w:t>
      </w:r>
      <w:r w:rsidR="000B4EB1">
        <w:rPr>
          <w:u w:val="double"/>
        </w:rPr>
        <w:t>59</w:t>
      </w:r>
      <w:r>
        <w:rPr>
          <w:u w:val="double"/>
        </w:rPr>
        <w:t>,</w:t>
      </w:r>
      <w:r w:rsidR="000B4EB1">
        <w:rPr>
          <w:u w:val="double"/>
        </w:rPr>
        <w:t>942</w:t>
      </w:r>
      <w:r>
        <w:rPr>
          <w:u w:val="double"/>
        </w:rPr>
        <w:t>.</w:t>
      </w:r>
      <w:r w:rsidR="000B4EB1">
        <w:rPr>
          <w:u w:val="double"/>
        </w:rPr>
        <w:t>63</w:t>
      </w:r>
    </w:p>
    <w:p w:rsidR="008B2CDD" w:rsidRDefault="008B2CDD">
      <w:pPr>
        <w:pStyle w:val="ISM"/>
        <w:spacing w:after="240"/>
      </w:pPr>
      <w:r>
        <w:tab/>
      </w:r>
      <w:r>
        <w:tab/>
      </w:r>
      <w:r w:rsidR="000B4EB1">
        <w:t>The client’s</w:t>
      </w:r>
      <w:r>
        <w:t xml:space="preserve"> investments are worth $</w:t>
      </w:r>
      <w:r w:rsidR="000B4EB1">
        <w:t xml:space="preserve">59,942.63 </w:t>
      </w:r>
      <w:r>
        <w:t>today.</w:t>
      </w:r>
    </w:p>
    <w:p w:rsidR="000B3E2E" w:rsidRDefault="000B3E2E">
      <w:r>
        <w:br w:type="page"/>
      </w:r>
    </w:p>
    <w:p w:rsidR="008B2CDD" w:rsidRDefault="008B2CDD">
      <w:pPr>
        <w:pStyle w:val="ISMab"/>
      </w:pPr>
      <w:r>
        <w:lastRenderedPageBreak/>
        <w:tab/>
        <w:t>1</w:t>
      </w:r>
      <w:r w:rsidR="002E5968">
        <w:t>5</w:t>
      </w:r>
      <w:r>
        <w:t>.</w:t>
      </w:r>
      <w:r>
        <w:tab/>
      </w:r>
      <w:proofErr w:type="gramStart"/>
      <w:r>
        <w:rPr>
          <w:i/>
        </w:rPr>
        <w:t>a</w:t>
      </w:r>
      <w:proofErr w:type="gramEnd"/>
      <w:r>
        <w:rPr>
          <w:i/>
        </w:rPr>
        <w:t>.</w:t>
      </w:r>
      <w:r>
        <w:tab/>
        <w:t xml:space="preserve">Given: </w:t>
      </w:r>
      <w:r>
        <w:rPr>
          <w:rFonts w:ascii="Times New Roman" w:hAnsi="Times New Roman"/>
          <w:i/>
        </w:rPr>
        <w:t>PMT</w:t>
      </w:r>
      <w:r>
        <w:t xml:space="preserve"> = $500, </w:t>
      </w:r>
      <w:r>
        <w:rPr>
          <w:rFonts w:ascii="Times New Roman" w:hAnsi="Times New Roman"/>
          <w:i/>
        </w:rPr>
        <w:t>n</w:t>
      </w:r>
      <w:r>
        <w:t xml:space="preserve"> = 4(20) = 80, </w:t>
      </w:r>
      <w:proofErr w:type="spellStart"/>
      <w:r>
        <w:rPr>
          <w:rFonts w:ascii="Times New Roman" w:hAnsi="Times New Roman"/>
          <w:i/>
        </w:rPr>
        <w:t>i</w:t>
      </w:r>
      <w:proofErr w:type="spellEnd"/>
      <w:r>
        <w:rPr>
          <w:rFonts w:ascii="Times New Roman" w:hAnsi="Times New Roman"/>
          <w:i/>
        </w:rPr>
        <w:t xml:space="preserve"> </w:t>
      </w:r>
      <w:r>
        <w:t xml:space="preserve">= </w:t>
      </w:r>
      <w:r w:rsidR="006E2520" w:rsidRPr="006E2520">
        <w:rPr>
          <w:position w:val="-12"/>
        </w:rPr>
        <w:object w:dxaOrig="300" w:dyaOrig="360">
          <v:shape id="_x0000_i1050" type="#_x0000_t75" style="width:14.95pt;height:18.7pt" o:ole="" fillcolor="window">
            <v:imagedata r:id="rId53" o:title=""/>
          </v:shape>
          <o:OLEObject Type="Embed" ProgID="Equation.3" ShapeID="_x0000_i1050" DrawAspect="Content" ObjectID="_1654976420" r:id="rId54"/>
        </w:object>
      </w:r>
      <w:r>
        <w:t xml:space="preserve">= </w:t>
      </w:r>
      <w:r w:rsidR="006E2520">
        <w:t>1.25</w:t>
      </w:r>
      <w:r>
        <w:t>%</w:t>
      </w:r>
    </w:p>
    <w:p w:rsidR="008B2CDD" w:rsidRDefault="008B2CDD">
      <w:pPr>
        <w:pStyle w:val="ISM"/>
      </w:pPr>
      <w:r>
        <w:tab/>
      </w:r>
      <w:r>
        <w:tab/>
      </w:r>
      <w:r>
        <w:tab/>
      </w:r>
      <w:r w:rsidRPr="00480120">
        <w:rPr>
          <w:position w:val="-32"/>
        </w:rPr>
        <w:object w:dxaOrig="2299" w:dyaOrig="760">
          <v:shape id="_x0000_i1051" type="#_x0000_t75" style="width:115pt;height:38.35pt" o:ole="" fillcolor="window">
            <v:imagedata r:id="rId24" o:title=""/>
          </v:shape>
          <o:OLEObject Type="Embed" ProgID="Equation.3" ShapeID="_x0000_i1051" DrawAspect="Content" ObjectID="_1654976421" r:id="rId55"/>
        </w:object>
      </w:r>
      <w:r>
        <w:t xml:space="preserve"> = $500</w:t>
      </w:r>
      <w:r w:rsidR="006E2520" w:rsidRPr="00480120">
        <w:rPr>
          <w:position w:val="-32"/>
        </w:rPr>
        <w:object w:dxaOrig="1420" w:dyaOrig="760">
          <v:shape id="_x0000_i1052" type="#_x0000_t75" style="width:71.05pt;height:38.35pt" o:ole="" fillcolor="window">
            <v:imagedata r:id="rId56" o:title=""/>
          </v:shape>
          <o:OLEObject Type="Embed" ProgID="Equation.3" ShapeID="_x0000_i1052" DrawAspect="Content" ObjectID="_1654976422" r:id="rId57"/>
        </w:object>
      </w:r>
      <w:r>
        <w:t xml:space="preserve"> = </w:t>
      </w:r>
      <w:r>
        <w:rPr>
          <w:u w:val="double"/>
        </w:rPr>
        <w:t>$</w:t>
      </w:r>
      <w:r w:rsidR="006E2520">
        <w:rPr>
          <w:u w:val="double"/>
        </w:rPr>
        <w:t>68,059.40</w:t>
      </w:r>
    </w:p>
    <w:p w:rsidR="008B2CDD" w:rsidRDefault="008B2CDD">
      <w:pPr>
        <w:pStyle w:val="ISMab"/>
      </w:pPr>
      <w:r>
        <w:tab/>
      </w:r>
      <w:r>
        <w:tab/>
      </w:r>
      <w:r>
        <w:rPr>
          <w:i/>
        </w:rPr>
        <w:t>b</w:t>
      </w:r>
      <w:r>
        <w:t>.</w:t>
      </w:r>
      <w:r>
        <w:tab/>
        <w:t xml:space="preserve">If, instead, </w:t>
      </w:r>
      <w:proofErr w:type="spellStart"/>
      <w:r>
        <w:rPr>
          <w:rFonts w:ascii="Times New Roman" w:hAnsi="Times New Roman"/>
          <w:i/>
        </w:rPr>
        <w:t>i</w:t>
      </w:r>
      <w:proofErr w:type="spellEnd"/>
      <w:r>
        <w:rPr>
          <w:rFonts w:ascii="Times New Roman" w:hAnsi="Times New Roman"/>
          <w:i/>
        </w:rPr>
        <w:t xml:space="preserve"> </w:t>
      </w:r>
      <w:r>
        <w:t xml:space="preserve">= </w:t>
      </w:r>
      <w:r w:rsidRPr="00480120">
        <w:rPr>
          <w:position w:val="-14"/>
        </w:rPr>
        <w:object w:dxaOrig="420" w:dyaOrig="400">
          <v:shape id="_x0000_i1053" type="#_x0000_t75" style="width:20.55pt;height:20.55pt" o:ole="" fillcolor="window">
            <v:imagedata r:id="rId58" o:title=""/>
          </v:shape>
          <o:OLEObject Type="Embed" ProgID="Equation.3" ShapeID="_x0000_i1053" DrawAspect="Content" ObjectID="_1654976423" r:id="rId59"/>
        </w:object>
      </w:r>
      <w:r>
        <w:t>= 2.5%</w:t>
      </w:r>
    </w:p>
    <w:p w:rsidR="002479A0" w:rsidRDefault="008B2CDD" w:rsidP="003255A8">
      <w:pPr>
        <w:pStyle w:val="ISMab"/>
        <w:spacing w:after="240"/>
      </w:pPr>
      <w:r>
        <w:tab/>
      </w:r>
      <w:r>
        <w:tab/>
      </w:r>
      <w:r>
        <w:tab/>
      </w:r>
      <w:r>
        <w:rPr>
          <w:rFonts w:ascii="Times New Roman" w:hAnsi="Times New Roman"/>
          <w:i/>
        </w:rPr>
        <w:t>FV</w:t>
      </w:r>
      <w:r>
        <w:t xml:space="preserve"> = $500</w:t>
      </w:r>
      <w:r w:rsidRPr="00480120">
        <w:rPr>
          <w:position w:val="-32"/>
        </w:rPr>
        <w:object w:dxaOrig="1380" w:dyaOrig="740">
          <v:shape id="_x0000_i1054" type="#_x0000_t75" style="width:70.15pt;height:36.45pt" o:ole="" fillcolor="window">
            <v:imagedata r:id="rId60" o:title=""/>
          </v:shape>
          <o:OLEObject Type="Embed" ProgID="Equation.3" ShapeID="_x0000_i1054" DrawAspect="Content" ObjectID="_1654976424" r:id="rId61"/>
        </w:object>
      </w:r>
      <w:r>
        <w:t xml:space="preserve"> = </w:t>
      </w:r>
      <w:r>
        <w:rPr>
          <w:u w:val="double"/>
        </w:rPr>
        <w:t>$124,191.36</w:t>
      </w:r>
    </w:p>
    <w:p w:rsidR="00477892" w:rsidRDefault="00477892" w:rsidP="00477892">
      <w:pPr>
        <w:pStyle w:val="ISM"/>
      </w:pPr>
      <w:r>
        <w:tab/>
        <w:t>1</w:t>
      </w:r>
      <w:r w:rsidR="00211627">
        <w:t>7</w:t>
      </w:r>
      <w:r>
        <w:t>.</w:t>
      </w:r>
      <w:r>
        <w:tab/>
        <w:t xml:space="preserve">The amount 5 years from now will be the combined </w:t>
      </w:r>
      <w:r>
        <w:rPr>
          <w:spacing w:val="-2"/>
        </w:rPr>
        <w:t xml:space="preserve">future value </w:t>
      </w:r>
      <w:r>
        <w:t>of the</w:t>
      </w:r>
    </w:p>
    <w:p w:rsidR="00477892" w:rsidRDefault="00477892" w:rsidP="00477892">
      <w:pPr>
        <w:pStyle w:val="ISM"/>
      </w:pPr>
      <w:r>
        <w:tab/>
      </w:r>
      <w:r>
        <w:tab/>
        <w:t>$20,000 already saved and the annual $5000 contributions. That is,</w:t>
      </w:r>
    </w:p>
    <w:p w:rsidR="00477892" w:rsidRDefault="00477892" w:rsidP="00477892">
      <w:pPr>
        <w:pStyle w:val="ISM"/>
      </w:pPr>
      <w:r>
        <w:tab/>
      </w:r>
      <w:r>
        <w:tab/>
      </w:r>
      <w:r>
        <w:tab/>
      </w:r>
      <w:r>
        <w:tab/>
      </w:r>
      <w:r w:rsidRPr="00480120">
        <w:rPr>
          <w:position w:val="-12"/>
        </w:rPr>
        <w:object w:dxaOrig="1560" w:dyaOrig="420">
          <v:shape id="_x0000_i1055" type="#_x0000_t75" style="width:77.6pt;height:20.55pt" o:ole="" fillcolor="window">
            <v:imagedata r:id="rId16" o:title=""/>
          </v:shape>
          <o:OLEObject Type="Embed" ProgID="Equation.2" ShapeID="_x0000_i1055" DrawAspect="Content" ObjectID="_1654976425" r:id="rId62"/>
        </w:object>
      </w:r>
      <w:r>
        <w:t xml:space="preserve"> + </w:t>
      </w:r>
      <w:r w:rsidRPr="00480120">
        <w:rPr>
          <w:position w:val="-32"/>
        </w:rPr>
        <w:object w:dxaOrig="1680" w:dyaOrig="760">
          <v:shape id="_x0000_i1056" type="#_x0000_t75" style="width:85.1pt;height:38.35pt" o:ole="" fillcolor="window">
            <v:imagedata r:id="rId63" o:title=""/>
          </v:shape>
          <o:OLEObject Type="Embed" ProgID="Equation.3" ShapeID="_x0000_i1056" DrawAspect="Content" ObjectID="_1654976426" r:id="rId64"/>
        </w:object>
      </w:r>
      <w:r>
        <w:t xml:space="preserve"> </w:t>
      </w:r>
    </w:p>
    <w:p w:rsidR="00477892" w:rsidRDefault="00477892" w:rsidP="00477892">
      <w:pPr>
        <w:pStyle w:val="ISM"/>
        <w:ind w:firstLine="1890"/>
      </w:pPr>
      <w:r>
        <w:t>= $20,000</w:t>
      </w:r>
      <w:r w:rsidR="00F971FC" w:rsidRPr="00480120">
        <w:rPr>
          <w:position w:val="-10"/>
        </w:rPr>
        <w:object w:dxaOrig="920" w:dyaOrig="380">
          <v:shape id="_x0000_i1057" type="#_x0000_t75" style="width:45.8pt;height:18.7pt" o:ole="" fillcolor="window">
            <v:imagedata r:id="rId65" o:title=""/>
          </v:shape>
          <o:OLEObject Type="Embed" ProgID="Equation.3" ShapeID="_x0000_i1057" DrawAspect="Content" ObjectID="_1654976427" r:id="rId66"/>
        </w:object>
      </w:r>
      <w:r>
        <w:t xml:space="preserve"> + $5000</w:t>
      </w:r>
      <w:r w:rsidR="00F971FC" w:rsidRPr="00480120">
        <w:rPr>
          <w:position w:val="-32"/>
        </w:rPr>
        <w:object w:dxaOrig="1359" w:dyaOrig="760">
          <v:shape id="_x0000_i1058" type="#_x0000_t75" style="width:67.3pt;height:38.35pt" o:ole="" fillcolor="window">
            <v:imagedata r:id="rId67" o:title=""/>
          </v:shape>
          <o:OLEObject Type="Embed" ProgID="Equation.3" ShapeID="_x0000_i1058" DrawAspect="Content" ObjectID="_1654976428" r:id="rId68"/>
        </w:object>
      </w:r>
    </w:p>
    <w:p w:rsidR="00477892" w:rsidRDefault="00477892" w:rsidP="00477892">
      <w:pPr>
        <w:pStyle w:val="ISM"/>
        <w:ind w:firstLine="1890"/>
      </w:pPr>
      <w:r>
        <w:t>= $</w:t>
      </w:r>
      <w:r w:rsidR="00F971FC">
        <w:t>22,353.55</w:t>
      </w:r>
      <w:r>
        <w:t xml:space="preserve"> + $</w:t>
      </w:r>
      <w:r w:rsidR="00F971FC">
        <w:t>26,150.60</w:t>
      </w:r>
    </w:p>
    <w:p w:rsidR="00477892" w:rsidRDefault="00477892" w:rsidP="00477892">
      <w:pPr>
        <w:pStyle w:val="ISM"/>
        <w:spacing w:after="180"/>
        <w:ind w:firstLine="1890"/>
      </w:pPr>
      <w:r>
        <w:t xml:space="preserve">= </w:t>
      </w:r>
      <w:r>
        <w:rPr>
          <w:u w:val="double"/>
        </w:rPr>
        <w:t>$</w:t>
      </w:r>
      <w:r w:rsidR="00F971FC">
        <w:rPr>
          <w:u w:val="double"/>
        </w:rPr>
        <w:t>48,504.15</w:t>
      </w:r>
    </w:p>
    <w:p w:rsidR="00B41A2F" w:rsidRDefault="00B41A2F" w:rsidP="00477892">
      <w:pPr>
        <w:pStyle w:val="ISM"/>
      </w:pPr>
    </w:p>
    <w:p w:rsidR="00B41A2F" w:rsidRDefault="00B41A2F" w:rsidP="00B41A2F">
      <w:pPr>
        <w:pStyle w:val="ISM"/>
      </w:pPr>
      <w:r>
        <w:tab/>
        <w:t>19.</w:t>
      </w:r>
      <w:r>
        <w:tab/>
        <w:t>If contributions start this year, the amount</w:t>
      </w:r>
    </w:p>
    <w:p w:rsidR="00B41A2F" w:rsidRDefault="00571F1D" w:rsidP="00B41A2F">
      <w:pPr>
        <w:pStyle w:val="ISM"/>
      </w:pPr>
      <w:r>
        <w:rPr>
          <w:noProof/>
          <w:lang w:val="en-US"/>
        </w:rPr>
        <w:pict>
          <v:shape id="AutoShape 465" o:spid="_x0000_s1040" type="#_x0000_t61" style="position:absolute;margin-left:334.95pt;margin-top:14.15pt;width:131.2pt;height:135.15pt;z-index:251794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" adj="-19388,7211" fillcolor="#cff">
            <v:fill opacity="25443f"/>
            <v:textbox inset="3.6pt,,3.6pt">
              <w:txbxContent>
                <w:p w:rsidR="00F95D40" w:rsidRDefault="00F95D40" w:rsidP="00B41A2F">
                  <w:pPr>
                    <w:spacing w:line="300" w:lineRule="exact"/>
                    <w:ind w:right="42"/>
                    <w:jc w:val="right"/>
                  </w:pPr>
                  <w:r>
                    <w:t xml:space="preserve">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B41A2F">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B41A2F">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B41A2F">
                  <w:pPr>
                    <w:spacing w:line="300" w:lineRule="exact"/>
                    <w:ind w:right="42"/>
                    <w:jc w:val="right"/>
                    <w:rPr>
                      <w:spacing w:val="-2"/>
                      <w:bdr w:val="single" w:sz="12" w:space="0" w:color="auto"/>
                      <w:shd w:val="clear" w:color="auto" w:fill="C0C0C0"/>
                    </w:rPr>
                  </w:pPr>
                  <w:r>
                    <w:t xml:space="preserve">30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B41A2F">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B41A2F">
                  <w:pPr>
                    <w:spacing w:line="300" w:lineRule="exact"/>
                    <w:ind w:right="42"/>
                    <w:jc w:val="right"/>
                  </w:pPr>
                  <w:r>
                    <w:t xml:space="preserve">1000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B41A2F">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B41A2F">
                  <w:pPr>
                    <w:spacing w:line="320" w:lineRule="exact"/>
                    <w:ind w:right="42"/>
                    <w:jc w:val="right"/>
                  </w:pPr>
                  <w:r>
                    <w:rPr>
                      <w:i/>
                      <w:iCs/>
                    </w:rPr>
                    <w:t>Ans</w:t>
                  </w:r>
                  <w:r>
                    <w:t>: 113,283</w:t>
                  </w:r>
                </w:p>
              </w:txbxContent>
            </v:textbox>
            <w10:wrap type="square"/>
          </v:shape>
        </w:pict>
      </w:r>
      <w:r w:rsidR="00B41A2F">
        <w:tab/>
      </w:r>
      <w:r w:rsidR="00B41A2F">
        <w:tab/>
      </w:r>
      <w:proofErr w:type="gramStart"/>
      <w:r w:rsidR="00B41A2F">
        <w:t>in</w:t>
      </w:r>
      <w:proofErr w:type="gramEnd"/>
      <w:r w:rsidR="00B41A2F">
        <w:t xml:space="preserve"> the RRSP 30 years from now will be </w:t>
      </w:r>
    </w:p>
    <w:p w:rsidR="00B41A2F" w:rsidRDefault="0045715C" w:rsidP="00B41A2F">
      <w:pPr>
        <w:pStyle w:val="ISM"/>
      </w:pPr>
      <w:r>
        <w:rPr>
          <w:noProof/>
          <w:sz w:val="20"/>
          <w:lang w:val="en-US"/>
        </w:rPr>
        <w:pict>
          <v:shape id="AutoShape 461" o:spid="_x0000_s1817" type="#_x0000_t88" style="position:absolute;margin-left:184.95pt;margin-top:2.4pt;width:17.2pt;height:83.85pt;z-index:251790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"/>
        </w:pict>
      </w:r>
      <w:r w:rsidR="00B41A2F">
        <w:tab/>
      </w:r>
      <w:r w:rsidR="00B41A2F">
        <w:tab/>
      </w:r>
      <w:r w:rsidR="00B41A2F">
        <w:tab/>
        <w:t xml:space="preserve">     </w:t>
      </w:r>
      <w:r w:rsidR="00B41A2F" w:rsidRPr="00480120">
        <w:rPr>
          <w:position w:val="-32"/>
        </w:rPr>
        <w:object w:dxaOrig="2299" w:dyaOrig="760">
          <v:shape id="_x0000_i1059" type="#_x0000_t75" style="width:115pt;height:38.35pt" o:ole="" fillcolor="window">
            <v:imagedata r:id="rId24" o:title=""/>
          </v:shape>
          <o:OLEObject Type="Embed" ProgID="Equation.3" ShapeID="_x0000_i1059" DrawAspect="Content" ObjectID="_1654976429" r:id="rId69"/>
        </w:object>
      </w:r>
    </w:p>
    <w:p w:rsidR="00B41A2F" w:rsidRDefault="00B41A2F" w:rsidP="00B41A2F">
      <w:pPr>
        <w:pStyle w:val="ISM"/>
        <w:ind w:left="1440"/>
      </w:pPr>
      <w:r>
        <w:t>= $1000</w:t>
      </w:r>
      <w:r w:rsidRPr="00480120">
        <w:rPr>
          <w:position w:val="-34"/>
        </w:rPr>
        <w:object w:dxaOrig="1280" w:dyaOrig="780">
          <v:shape id="_x0000_i1060" type="#_x0000_t75" style="width:63.6pt;height:38.35pt" o:ole="" fillcolor="window">
            <v:imagedata r:id="rId70" o:title=""/>
          </v:shape>
          <o:OLEObject Type="Embed" ProgID="Equation.3" ShapeID="_x0000_i1060" DrawAspect="Content" ObjectID="_1654976430" r:id="rId71"/>
        </w:object>
      </w:r>
    </w:p>
    <w:p w:rsidR="00B41A2F" w:rsidRDefault="00B41A2F" w:rsidP="00B41A2F">
      <w:pPr>
        <w:pStyle w:val="ISM"/>
        <w:ind w:left="1440"/>
      </w:pPr>
      <w:r>
        <w:t>= $113,283</w:t>
      </w:r>
    </w:p>
    <w:p w:rsidR="00B41A2F" w:rsidRDefault="00B41A2F" w:rsidP="00B41A2F"/>
    <w:p w:rsidR="00A012EC" w:rsidRDefault="00B41A2F" w:rsidP="00B41A2F">
      <w:pPr>
        <w:pStyle w:val="ISM"/>
      </w:pPr>
      <w:r>
        <w:tab/>
      </w:r>
      <w:r>
        <w:tab/>
      </w:r>
    </w:p>
    <w:p w:rsidR="00B41A2F" w:rsidRDefault="00B41A2F" w:rsidP="007B3695">
      <w:pPr>
        <w:pStyle w:val="ISM"/>
        <w:ind w:left="540"/>
      </w:pPr>
      <w:r>
        <w:t xml:space="preserve">If contributions start in the sixth year and </w:t>
      </w:r>
      <w:r w:rsidR="0045715C">
        <w:rPr>
          <w:noProof/>
          <w:lang w:val="en-US"/>
        </w:rPr>
        <w:pict>
          <v:shape id="AutoShape 463" o:spid="_x0000_s1041" type="#_x0000_t61" style="position:absolute;left:0;text-align:left;margin-left:305.55pt;margin-top:32.25pt;width:157pt;height:70.95pt;z-index:251792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" adj="-6049,8134" fillcolor="#cff">
            <v:fill opacity="25443f"/>
            <v:textbox inset="3.6pt,,3.6pt">
              <w:txbxContent>
                <w:p w:rsidR="00F95D40" w:rsidRDefault="00F95D40" w:rsidP="00B41A2F">
                  <w:pPr>
                    <w:spacing w:line="300" w:lineRule="exact"/>
                    <w:ind w:left="-90" w:right="42"/>
                    <w:jc w:val="right"/>
                  </w:pPr>
                  <w:r>
                    <w:t xml:space="preserve">Same </w:t>
                  </w:r>
                  <w:r w:rsidRPr="00F516C9">
                    <w:rPr>
                      <w:i/>
                    </w:rPr>
                    <w:t>I/Y,</w:t>
                  </w:r>
                  <w:r>
                    <w:t xml:space="preserve"> </w:t>
                  </w:r>
                  <w:r>
                    <w:rPr>
                      <w:i/>
                      <w:iCs/>
                    </w:rPr>
                    <w:t>P/Y, C/Y,</w:t>
                  </w:r>
                  <w:r w:rsidRPr="005355BC">
                    <w:rPr>
                      <w:i/>
                      <w:iCs/>
                    </w:rPr>
                    <w:t xml:space="preserve"> </w:t>
                  </w:r>
                  <w:r>
                    <w:rPr>
                      <w:i/>
                      <w:iCs/>
                    </w:rPr>
                    <w:t>PV, PMT</w:t>
                  </w:r>
                </w:p>
                <w:p w:rsidR="00F95D40" w:rsidRDefault="00F95D40" w:rsidP="00B41A2F">
                  <w:pPr>
                    <w:spacing w:line="300" w:lineRule="exact"/>
                    <w:ind w:right="42"/>
                    <w:jc w:val="right"/>
                    <w:rPr>
                      <w:spacing w:val="-2"/>
                      <w:bdr w:val="single" w:sz="12" w:space="0" w:color="auto"/>
                      <w:shd w:val="clear" w:color="auto" w:fill="C0C0C0"/>
                    </w:rPr>
                  </w:pPr>
                  <w:r>
                    <w:t xml:space="preserve">25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B41A2F">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B41A2F">
                  <w:pPr>
                    <w:spacing w:line="320" w:lineRule="exact"/>
                    <w:ind w:right="42"/>
                    <w:jc w:val="right"/>
                  </w:pPr>
                  <w:r>
                    <w:rPr>
                      <w:i/>
                      <w:iCs/>
                    </w:rPr>
                    <w:t>Ans</w:t>
                  </w:r>
                  <w:r>
                    <w:t>: 73,106</w:t>
                  </w:r>
                </w:p>
              </w:txbxContent>
            </v:textbox>
            <w10:wrap type="square"/>
          </v:shape>
        </w:pict>
      </w:r>
      <w:r>
        <w:t>continue for 25 years, the RRSP will be worth</w:t>
      </w:r>
    </w:p>
    <w:p w:rsidR="00B41A2F" w:rsidRDefault="0045715C" w:rsidP="00B41A2F">
      <w:pPr>
        <w:pStyle w:val="ISM"/>
      </w:pPr>
      <w:r>
        <w:rPr>
          <w:noProof/>
          <w:sz w:val="20"/>
          <w:lang w:val="en-US"/>
        </w:rPr>
        <w:pict>
          <v:shape id="AutoShape 462" o:spid="_x0000_s1814" type="#_x0000_t88" style="position:absolute;margin-left:225.8pt;margin-top:4.3pt;width:15.05pt;height:34.4pt;z-index:251791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"/>
        </w:pict>
      </w:r>
      <w:r w:rsidR="00B41A2F">
        <w:tab/>
      </w:r>
      <w:r w:rsidR="00B41A2F">
        <w:tab/>
      </w:r>
      <w:r w:rsidR="00B41A2F">
        <w:tab/>
      </w:r>
      <w:r w:rsidR="00B41A2F">
        <w:rPr>
          <w:rFonts w:ascii="Times New Roman" w:hAnsi="Times New Roman"/>
          <w:i/>
          <w:iCs/>
        </w:rPr>
        <w:t xml:space="preserve">FV </w:t>
      </w:r>
      <w:r w:rsidR="00B41A2F">
        <w:t>= $1000</w:t>
      </w:r>
      <w:r w:rsidR="00B41A2F" w:rsidRPr="00480120">
        <w:rPr>
          <w:position w:val="-34"/>
        </w:rPr>
        <w:object w:dxaOrig="1280" w:dyaOrig="780">
          <v:shape id="_x0000_i1061" type="#_x0000_t75" style="width:63.6pt;height:38.35pt" o:ole="" fillcolor="window">
            <v:imagedata r:id="rId72" o:title=""/>
          </v:shape>
          <o:OLEObject Type="Embed" ProgID="Equation.3" ShapeID="_x0000_i1061" DrawAspect="Content" ObjectID="_1654976431" r:id="rId73"/>
        </w:object>
      </w:r>
      <w:r w:rsidR="00B41A2F">
        <w:t xml:space="preserve"> = $73,106</w:t>
      </w:r>
    </w:p>
    <w:p w:rsidR="00B41A2F" w:rsidRDefault="00B41A2F" w:rsidP="007B3695">
      <w:pPr>
        <w:pStyle w:val="ISM"/>
      </w:pPr>
      <w:r>
        <w:tab/>
      </w:r>
      <w:r>
        <w:tab/>
        <w:t xml:space="preserve">The RRSP will be worth </w:t>
      </w:r>
      <w:r>
        <w:tab/>
      </w:r>
      <w:r>
        <w:tab/>
      </w:r>
      <w:r>
        <w:tab/>
      </w:r>
      <w:r w:rsidR="009B0BFB">
        <w:tab/>
      </w:r>
      <w:r>
        <w:t xml:space="preserve">$113,283 – $73,106 = </w:t>
      </w:r>
      <w:r>
        <w:rPr>
          <w:u w:val="double"/>
        </w:rPr>
        <w:t>$40,177</w:t>
      </w:r>
      <w:r>
        <w:t xml:space="preserve"> more </w:t>
      </w:r>
    </w:p>
    <w:p w:rsidR="00B41A2F" w:rsidRDefault="00B41A2F" w:rsidP="00B41A2F">
      <w:pPr>
        <w:pStyle w:val="ISM"/>
        <w:spacing w:after="120" w:line="360" w:lineRule="auto"/>
      </w:pPr>
      <w:r>
        <w:tab/>
      </w:r>
      <w:r>
        <w:tab/>
        <w:t>as a result of the first 5 years’</w:t>
      </w:r>
      <w:r w:rsidR="009B0BFB">
        <w:t xml:space="preserve"> </w:t>
      </w:r>
      <w:r>
        <w:t>contributions.</w:t>
      </w:r>
    </w:p>
    <w:p w:rsidR="00B41A2F" w:rsidRDefault="00B41A2F" w:rsidP="00477892">
      <w:pPr>
        <w:pStyle w:val="ISM"/>
      </w:pPr>
    </w:p>
    <w:p w:rsidR="00832A6C" w:rsidRDefault="00832A6C">
      <w:r>
        <w:br w:type="page"/>
      </w:r>
    </w:p>
    <w:p w:rsidR="00477892" w:rsidRDefault="00477892" w:rsidP="00205E32">
      <w:pPr>
        <w:pStyle w:val="ISM"/>
        <w:spacing w:after="120"/>
      </w:pPr>
      <w:r>
        <w:lastRenderedPageBreak/>
        <w:tab/>
      </w:r>
      <w:r w:rsidR="00B41A2F">
        <w:t>21</w:t>
      </w:r>
      <w:r>
        <w:t>.</w:t>
      </w:r>
      <w:r>
        <w:tab/>
        <w:t xml:space="preserve">For the first </w:t>
      </w:r>
      <w:r w:rsidR="006D41E0">
        <w:t>2</w:t>
      </w:r>
      <w:r w:rsidR="007452DC">
        <w:t xml:space="preserve"> </w:t>
      </w:r>
      <w:r>
        <w:t>years</w:t>
      </w:r>
      <w:r w:rsidR="007452DC">
        <w:t xml:space="preserve"> (</w:t>
      </w:r>
      <w:r w:rsidR="00AC4DD2">
        <w:t xml:space="preserve">2017 </w:t>
      </w:r>
      <w:r w:rsidR="007452DC">
        <w:t xml:space="preserve">to </w:t>
      </w:r>
      <w:r w:rsidR="00AC4DD2">
        <w:t xml:space="preserve">2018 </w:t>
      </w:r>
      <w:r w:rsidR="007452DC">
        <w:t>inclusive)</w:t>
      </w:r>
      <w:r>
        <w:t xml:space="preserve">, </w:t>
      </w:r>
      <w:r>
        <w:rPr>
          <w:rFonts w:ascii="Times New Roman" w:hAnsi="Times New Roman"/>
          <w:i/>
        </w:rPr>
        <w:t>PMT</w:t>
      </w:r>
      <w:r>
        <w:t xml:space="preserve"> = $</w:t>
      </w:r>
      <w:r w:rsidR="006D41E0">
        <w:t>5500</w:t>
      </w:r>
      <w:r>
        <w:t>,</w:t>
      </w:r>
    </w:p>
    <w:p w:rsidR="00477892" w:rsidRDefault="0045715C" w:rsidP="00477892">
      <w:pPr>
        <w:pStyle w:val="ISM"/>
      </w:pPr>
      <w:r>
        <w:rPr>
          <w:noProof/>
          <w:lang w:val="en-US"/>
        </w:rPr>
        <w:pict>
          <v:shape id="AutoShape 73" o:spid="_x0000_s1042" type="#_x0000_t61" style="position:absolute;margin-left:326.55pt;margin-top:1.05pt;width:131.2pt;height:130.2pt;z-index:251545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" adj="-11212,14266" fillcolor="#cff">
            <v:fill opacity="25443f"/>
            <v:textbox inset="3.6pt,,3.6pt">
              <w:txbxContent>
                <w:p w:rsidR="00F95D40" w:rsidRDefault="00F95D40" w:rsidP="002E5968">
                  <w:pPr>
                    <w:spacing w:line="300" w:lineRule="exact"/>
                    <w:ind w:right="42"/>
                    <w:jc w:val="right"/>
                  </w:pPr>
                  <w:r>
                    <w:t xml:space="preserve">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2E5968">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2E5968">
                  <w:pPr>
                    <w:spacing w:line="300" w:lineRule="exact"/>
                    <w:ind w:right="42"/>
                    <w:jc w:val="right"/>
                    <w:rPr>
                      <w:spacing w:val="-2"/>
                      <w:bdr w:val="single" w:sz="12" w:space="0" w:color="auto"/>
                      <w:shd w:val="clear" w:color="auto" w:fill="C0C0C0"/>
                    </w:rPr>
                  </w:pPr>
                  <w:r>
                    <w:t xml:space="preserve">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5500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E5968">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11,440.00</w:t>
                  </w:r>
                </w:p>
              </w:txbxContent>
            </v:textbox>
            <w10:wrap type="square"/>
          </v:shape>
        </w:pict>
      </w:r>
      <w:r w:rsidR="00477892">
        <w:tab/>
      </w:r>
      <w:r w:rsidR="00477892">
        <w:tab/>
      </w:r>
      <w:r w:rsidR="00477892">
        <w:tab/>
      </w:r>
      <w:r w:rsidR="00477892">
        <w:rPr>
          <w:rFonts w:ascii="Times New Roman" w:hAnsi="Times New Roman"/>
          <w:i/>
        </w:rPr>
        <w:t>n</w:t>
      </w:r>
      <w:r w:rsidR="00477892">
        <w:t xml:space="preserve"> = </w:t>
      </w:r>
      <w:r w:rsidR="006D41E0">
        <w:t>2</w:t>
      </w:r>
      <w:r w:rsidR="00477892">
        <w:t>(</w:t>
      </w:r>
      <w:r w:rsidR="007452DC">
        <w:t>1</w:t>
      </w:r>
      <w:r w:rsidR="00477892">
        <w:t xml:space="preserve">) = </w:t>
      </w:r>
      <w:r w:rsidR="006D41E0">
        <w:t>2</w:t>
      </w:r>
      <w:r w:rsidR="00477892">
        <w:t xml:space="preserve">, </w:t>
      </w:r>
      <w:proofErr w:type="spellStart"/>
      <w:r w:rsidR="00477892">
        <w:rPr>
          <w:rFonts w:ascii="Times New Roman" w:hAnsi="Times New Roman"/>
          <w:i/>
        </w:rPr>
        <w:t>i</w:t>
      </w:r>
      <w:proofErr w:type="spellEnd"/>
      <w:r w:rsidR="00477892">
        <w:rPr>
          <w:rFonts w:ascii="Times New Roman" w:hAnsi="Times New Roman"/>
          <w:i/>
        </w:rPr>
        <w:t xml:space="preserve"> </w:t>
      </w:r>
      <w:r w:rsidR="00477892">
        <w:t xml:space="preserve">= </w:t>
      </w:r>
      <w:r w:rsidR="007452DC" w:rsidRPr="007452DC">
        <w:rPr>
          <w:position w:val="-12"/>
        </w:rPr>
        <w:object w:dxaOrig="300" w:dyaOrig="360">
          <v:shape id="_x0000_i1062" type="#_x0000_t75" style="width:14.95pt;height:18.7pt" o:ole="">
            <v:imagedata r:id="rId74" o:title=""/>
          </v:shape>
          <o:OLEObject Type="Embed" ProgID="Equation.3" ShapeID="_x0000_i1062" DrawAspect="Content" ObjectID="_1654976432" r:id="rId75"/>
        </w:object>
      </w:r>
      <w:r w:rsidR="00477892">
        <w:t xml:space="preserve"> = </w:t>
      </w:r>
      <w:r w:rsidR="007452DC">
        <w:t>8.0</w:t>
      </w:r>
      <w:r w:rsidR="00477892">
        <w:t>%.</w:t>
      </w:r>
    </w:p>
    <w:p w:rsidR="00477892" w:rsidRDefault="00477892" w:rsidP="00477892">
      <w:pPr>
        <w:pStyle w:val="ISM"/>
      </w:pPr>
      <w:r>
        <w:tab/>
      </w:r>
      <w:r>
        <w:tab/>
        <w:t>The future value after 2 years is</w:t>
      </w:r>
    </w:p>
    <w:p w:rsidR="00477892" w:rsidRDefault="0045715C" w:rsidP="00477892">
      <w:pPr>
        <w:pStyle w:val="ISM"/>
      </w:pPr>
      <w:r>
        <w:rPr>
          <w:noProof/>
          <w:sz w:val="20"/>
          <w:lang w:val="en-US"/>
        </w:rPr>
        <w:pict>
          <v:shape id="AutoShape 20" o:spid="_x0000_s1809" type="#_x0000_t88" style="position:absolute;margin-left:221.5pt;margin-top:1.7pt;width:10.75pt;height:88.15pt;z-index:251526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"/>
        </w:pict>
      </w:r>
      <w:r w:rsidR="00477892">
        <w:tab/>
      </w:r>
      <w:r w:rsidR="00477892">
        <w:tab/>
      </w:r>
      <w:r w:rsidR="00477892">
        <w:tab/>
      </w:r>
      <w:r w:rsidR="00477892">
        <w:tab/>
      </w:r>
      <w:r w:rsidR="00477892" w:rsidRPr="00480120">
        <w:rPr>
          <w:position w:val="-32"/>
        </w:rPr>
        <w:object w:dxaOrig="2299" w:dyaOrig="760">
          <v:shape id="_x0000_i1063" type="#_x0000_t75" style="width:115pt;height:38.35pt" o:ole="" fillcolor="window">
            <v:imagedata r:id="rId24" o:title=""/>
          </v:shape>
          <o:OLEObject Type="Embed" ProgID="Equation.3" ShapeID="_x0000_i1063" DrawAspect="Content" ObjectID="_1654976433" r:id="rId76"/>
        </w:object>
      </w:r>
    </w:p>
    <w:p w:rsidR="00477892" w:rsidRDefault="00477892" w:rsidP="00477892">
      <w:pPr>
        <w:pStyle w:val="ISM"/>
      </w:pPr>
      <w:r>
        <w:tab/>
      </w:r>
      <w:r>
        <w:tab/>
      </w:r>
      <w:r>
        <w:tab/>
      </w:r>
      <w:r>
        <w:tab/>
        <w:t xml:space="preserve">      </w:t>
      </w:r>
      <w:r>
        <w:rPr>
          <w:sz w:val="16"/>
        </w:rPr>
        <w:t xml:space="preserve">  </w:t>
      </w:r>
      <w:r>
        <w:t>= $</w:t>
      </w:r>
      <w:r w:rsidR="007452DC">
        <w:t>5</w:t>
      </w:r>
      <w:r w:rsidR="006D41E0">
        <w:t>5</w:t>
      </w:r>
      <w:r>
        <w:t>00</w:t>
      </w:r>
      <w:r w:rsidR="006D41E0" w:rsidRPr="00B41A2F">
        <w:rPr>
          <w:position w:val="-32"/>
        </w:rPr>
        <w:object w:dxaOrig="1080" w:dyaOrig="740">
          <v:shape id="_x0000_i1064" type="#_x0000_t75" style="width:55.15pt;height:36.45pt" o:ole="" fillcolor="window">
            <v:imagedata r:id="rId77" o:title=""/>
          </v:shape>
          <o:OLEObject Type="Embed" ProgID="Equation.3" ShapeID="_x0000_i1064" DrawAspect="Content" ObjectID="_1654976434" r:id="rId78"/>
        </w:object>
      </w:r>
    </w:p>
    <w:p w:rsidR="00477892" w:rsidRDefault="00477892" w:rsidP="00477892">
      <w:pPr>
        <w:pStyle w:val="ISM"/>
        <w:spacing w:after="120"/>
      </w:pPr>
      <w:r>
        <w:tab/>
      </w:r>
      <w:r>
        <w:tab/>
      </w:r>
      <w:r>
        <w:tab/>
      </w:r>
      <w:r>
        <w:tab/>
        <w:t xml:space="preserve">      </w:t>
      </w:r>
      <w:r>
        <w:rPr>
          <w:sz w:val="16"/>
        </w:rPr>
        <w:t xml:space="preserve">  </w:t>
      </w:r>
      <w:r>
        <w:t>= $</w:t>
      </w:r>
      <w:r w:rsidR="006D41E0">
        <w:t>11,440.00</w:t>
      </w:r>
    </w:p>
    <w:p w:rsidR="00477892" w:rsidRDefault="00477892" w:rsidP="00477892">
      <w:pPr>
        <w:pStyle w:val="ISM"/>
      </w:pPr>
      <w:r>
        <w:tab/>
      </w:r>
      <w:r>
        <w:tab/>
        <w:t xml:space="preserve">For the next </w:t>
      </w:r>
      <w:r w:rsidR="002B160F">
        <w:t xml:space="preserve">15 </w:t>
      </w:r>
      <w:r>
        <w:t>years,</w:t>
      </w:r>
      <w:r>
        <w:rPr>
          <w:rFonts w:ascii="Times New Roman" w:hAnsi="Times New Roman"/>
          <w:i/>
        </w:rPr>
        <w:t xml:space="preserve"> n</w:t>
      </w:r>
      <w:r>
        <w:t xml:space="preserve"> = </w:t>
      </w:r>
      <w:r w:rsidR="002B160F">
        <w:t>15</w:t>
      </w:r>
      <w:r>
        <w:t>(</w:t>
      </w:r>
      <w:r w:rsidR="002B160F">
        <w:t>1</w:t>
      </w:r>
      <w:r>
        <w:t>) = 1</w:t>
      </w:r>
      <w:r w:rsidR="002B160F">
        <w:t>5</w:t>
      </w:r>
      <w:r>
        <w:t>,</w:t>
      </w:r>
    </w:p>
    <w:p w:rsidR="00477892" w:rsidRDefault="00477892" w:rsidP="00477892">
      <w:pPr>
        <w:pStyle w:val="ISM"/>
      </w:pPr>
      <w:r>
        <w:tab/>
      </w:r>
      <w:r>
        <w:tab/>
      </w:r>
      <w:r>
        <w:tab/>
      </w:r>
      <w:r>
        <w:rPr>
          <w:rFonts w:ascii="Times New Roman" w:hAnsi="Times New Roman"/>
          <w:i/>
        </w:rPr>
        <w:t>PV</w:t>
      </w:r>
      <w:r>
        <w:t xml:space="preserve"> = $</w:t>
      </w:r>
      <w:r w:rsidR="006D41E0">
        <w:t>11,440.00</w:t>
      </w:r>
      <w:r>
        <w:t xml:space="preserve">, </w:t>
      </w:r>
      <w:r>
        <w:rPr>
          <w:rFonts w:ascii="Times New Roman" w:hAnsi="Times New Roman"/>
          <w:i/>
        </w:rPr>
        <w:t>PMT</w:t>
      </w:r>
      <w:r>
        <w:t xml:space="preserve"> = $</w:t>
      </w:r>
      <w:r w:rsidR="00AC4DD2">
        <w:t>6</w:t>
      </w:r>
      <w:r w:rsidR="006D41E0">
        <w:t>000</w:t>
      </w:r>
      <w:r>
        <w:t xml:space="preserve">, </w:t>
      </w:r>
      <w:proofErr w:type="spellStart"/>
      <w:r>
        <w:rPr>
          <w:rFonts w:ascii="Times New Roman" w:hAnsi="Times New Roman"/>
          <w:i/>
        </w:rPr>
        <w:t>i</w:t>
      </w:r>
      <w:proofErr w:type="spellEnd"/>
      <w:r>
        <w:t xml:space="preserve"> = </w:t>
      </w:r>
      <w:r w:rsidR="002B160F" w:rsidRPr="00B41A2F">
        <w:rPr>
          <w:position w:val="-12"/>
        </w:rPr>
        <w:object w:dxaOrig="300" w:dyaOrig="360">
          <v:shape id="_x0000_i1065" type="#_x0000_t75" style="width:14.95pt;height:18.7pt" o:ole="">
            <v:imagedata r:id="rId79" o:title=""/>
          </v:shape>
          <o:OLEObject Type="Embed" ProgID="Equation.3" ShapeID="_x0000_i1065" DrawAspect="Content" ObjectID="_1654976435" r:id="rId80"/>
        </w:object>
      </w:r>
      <w:r>
        <w:t xml:space="preserve"> = </w:t>
      </w:r>
      <w:r w:rsidR="002B160F">
        <w:t>8.</w:t>
      </w:r>
      <w:r w:rsidR="00B41A2F">
        <w:t>0</w:t>
      </w:r>
      <w:r>
        <w:t>%</w:t>
      </w:r>
    </w:p>
    <w:p w:rsidR="00477892" w:rsidRDefault="00477892" w:rsidP="00477892">
      <w:pPr>
        <w:pStyle w:val="ISM"/>
      </w:pPr>
      <w:r>
        <w:tab/>
      </w:r>
      <w:r>
        <w:tab/>
        <w:t xml:space="preserve">The combined future value of these amounts </w:t>
      </w:r>
    </w:p>
    <w:p w:rsidR="00477892" w:rsidRDefault="0045715C" w:rsidP="00477892">
      <w:pPr>
        <w:pStyle w:val="ISM"/>
      </w:pPr>
      <w:r>
        <w:rPr>
          <w:noProof/>
          <w:lang w:val="en-US"/>
        </w:rPr>
        <w:pict>
          <v:shape id="AutoShape 74" o:spid="_x0000_s1043" type="#_x0000_t61" style="position:absolute;margin-left:331.15pt;margin-top:9.1pt;width:138.9pt;height:107.6pt;z-index:251546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" adj="-3070,9826" fillcolor="#cff">
            <v:fill opacity="25443f"/>
            <v:textbox inset="3.6pt,,3.6pt">
              <w:txbxContent>
                <w:p w:rsidR="00F95D40" w:rsidRDefault="00F95D40" w:rsidP="002E5968">
                  <w:pPr>
                    <w:spacing w:line="300" w:lineRule="exact"/>
                    <w:ind w:left="-90" w:right="42"/>
                    <w:jc w:val="right"/>
                  </w:pPr>
                  <w:r>
                    <w:t xml:space="preserve">Same </w:t>
                  </w:r>
                  <w:r>
                    <w:rPr>
                      <w:i/>
                      <w:iCs/>
                    </w:rPr>
                    <w:t>P/Y, C/Y</w:t>
                  </w:r>
                  <w:proofErr w:type="gramStart"/>
                  <w:r>
                    <w:rPr>
                      <w:i/>
                      <w:iCs/>
                    </w:rPr>
                    <w:t>,I</w:t>
                  </w:r>
                  <w:proofErr w:type="gramEnd"/>
                  <w:r>
                    <w:rPr>
                      <w:i/>
                      <w:iCs/>
                    </w:rPr>
                    <w:t>/Y</w:t>
                  </w:r>
                </w:p>
                <w:p w:rsidR="00F95D40" w:rsidRDefault="00F95D40" w:rsidP="002E5968">
                  <w:pPr>
                    <w:spacing w:line="300" w:lineRule="exact"/>
                    <w:ind w:right="42"/>
                    <w:jc w:val="right"/>
                    <w:rPr>
                      <w:spacing w:val="-2"/>
                      <w:bdr w:val="single" w:sz="12" w:space="0" w:color="auto"/>
                      <w:shd w:val="clear" w:color="auto" w:fill="C0C0C0"/>
                    </w:rPr>
                  </w:pPr>
                  <w:r>
                    <w:t xml:space="preserve">15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rPr>
                      <w:b/>
                      <w:spacing w:val="-2"/>
                      <w:bdr w:val="single" w:sz="12" w:space="0" w:color="auto"/>
                      <w:shd w:val="clear" w:color="auto" w:fill="C0C0C0"/>
                    </w:rPr>
                  </w:pPr>
                  <w:r>
                    <w:t xml:space="preserve">11440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D41E0">
                  <w:pPr>
                    <w:spacing w:line="300" w:lineRule="exact"/>
                    <w:ind w:right="42"/>
                    <w:jc w:val="right"/>
                  </w:pPr>
                  <w:r>
                    <w:t xml:space="preserve">6000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E5968">
                  <w:pPr>
                    <w:spacing w:line="300" w:lineRule="exact"/>
                    <w:ind w:right="42"/>
                    <w:jc w:val="right"/>
                  </w:pP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199,202.30</w:t>
                  </w:r>
                </w:p>
              </w:txbxContent>
            </v:textbox>
            <w10:wrap type="square"/>
          </v:shape>
        </w:pict>
      </w:r>
      <w:r w:rsidR="00477892">
        <w:tab/>
      </w:r>
      <w:r w:rsidR="00477892">
        <w:tab/>
      </w:r>
      <w:r w:rsidR="00477892">
        <w:tab/>
      </w:r>
      <w:r w:rsidR="00407593">
        <w:tab/>
      </w:r>
      <w:r w:rsidR="00477892">
        <w:t xml:space="preserve">at the end of the </w:t>
      </w:r>
      <w:r w:rsidR="002B160F">
        <w:t xml:space="preserve">15 </w:t>
      </w:r>
      <w:r w:rsidR="00477892">
        <w:t>years is</w:t>
      </w:r>
    </w:p>
    <w:p w:rsidR="00477892" w:rsidRDefault="0045715C" w:rsidP="00477892">
      <w:pPr>
        <w:pStyle w:val="ISM"/>
      </w:pPr>
      <w:r>
        <w:rPr>
          <w:noProof/>
          <w:sz w:val="20"/>
          <w:lang w:val="en-US"/>
        </w:rPr>
        <w:pict>
          <v:shape id="AutoShape 21" o:spid="_x0000_s1805" type="#_x0000_t88" style="position:absolute;margin-left:298.9pt;margin-top:4.8pt;width:10.75pt;height:98.2pt;z-index:251527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"/>
        </w:pict>
      </w:r>
      <w:r w:rsidR="00477892">
        <w:tab/>
      </w:r>
      <w:r w:rsidR="00477892">
        <w:tab/>
      </w:r>
      <w:r w:rsidR="00477892">
        <w:tab/>
      </w:r>
      <w:r w:rsidR="00477892" w:rsidRPr="00480120">
        <w:rPr>
          <w:position w:val="-32"/>
        </w:rPr>
        <w:object w:dxaOrig="2299" w:dyaOrig="760">
          <v:shape id="_x0000_i1066" type="#_x0000_t75" style="width:115pt;height:38.35pt" o:ole="" fillcolor="window">
            <v:imagedata r:id="rId24" o:title=""/>
          </v:shape>
          <o:OLEObject Type="Embed" ProgID="Equation.3" ShapeID="_x0000_i1066" DrawAspect="Content" ObjectID="_1654976436" r:id="rId81"/>
        </w:object>
      </w:r>
      <w:r w:rsidR="00477892">
        <w:t xml:space="preserve"> + </w:t>
      </w:r>
      <w:r w:rsidR="00477892" w:rsidRPr="00480120">
        <w:rPr>
          <w:position w:val="-10"/>
        </w:rPr>
        <w:object w:dxaOrig="980" w:dyaOrig="380">
          <v:shape id="_x0000_i1067" type="#_x0000_t75" style="width:48.6pt;height:18.7pt" o:ole="" fillcolor="window">
            <v:imagedata r:id="rId82" o:title=""/>
          </v:shape>
          <o:OLEObject Type="Embed" ProgID="Equation.3" ShapeID="_x0000_i1067" DrawAspect="Content" ObjectID="_1654976437" r:id="rId83"/>
        </w:object>
      </w:r>
    </w:p>
    <w:p w:rsidR="00477892" w:rsidRDefault="00477892" w:rsidP="00477892">
      <w:pPr>
        <w:pStyle w:val="ISM"/>
        <w:ind w:left="1170"/>
      </w:pPr>
      <w:r>
        <w:t>= $</w:t>
      </w:r>
      <w:r w:rsidR="00AC4DD2">
        <w:t>6</w:t>
      </w:r>
      <w:r w:rsidR="006D41E0">
        <w:t>000</w:t>
      </w:r>
      <w:r w:rsidR="002B160F" w:rsidRPr="00B41A2F">
        <w:rPr>
          <w:position w:val="-32"/>
        </w:rPr>
        <w:object w:dxaOrig="1180" w:dyaOrig="760">
          <v:shape id="_x0000_i1068" type="#_x0000_t75" style="width:58.9pt;height:38.35pt" o:ole="" fillcolor="window">
            <v:imagedata r:id="rId84" o:title=""/>
          </v:shape>
          <o:OLEObject Type="Embed" ProgID="Equation.3" ShapeID="_x0000_i1068" DrawAspect="Content" ObjectID="_1654976438" r:id="rId85"/>
        </w:object>
      </w:r>
      <w:r>
        <w:t xml:space="preserve"> + $</w:t>
      </w:r>
      <w:r w:rsidR="006D41E0">
        <w:t>11,440.00</w:t>
      </w:r>
      <w:r w:rsidR="002B160F" w:rsidRPr="00480120">
        <w:rPr>
          <w:position w:val="-10"/>
        </w:rPr>
        <w:object w:dxaOrig="740" w:dyaOrig="380">
          <v:shape id="_x0000_i1069" type="#_x0000_t75" style="width:36.45pt;height:18.7pt" o:ole="" fillcolor="window">
            <v:imagedata r:id="rId86" o:title=""/>
          </v:shape>
          <o:OLEObject Type="Embed" ProgID="Equation.3" ShapeID="_x0000_i1069" DrawAspect="Content" ObjectID="_1654976439" r:id="rId87"/>
        </w:object>
      </w:r>
      <w:r>
        <w:t xml:space="preserve"> </w:t>
      </w:r>
    </w:p>
    <w:p w:rsidR="00477892" w:rsidRDefault="00477892" w:rsidP="00477892">
      <w:pPr>
        <w:pStyle w:val="ISM"/>
        <w:ind w:left="1170"/>
      </w:pPr>
      <w:r>
        <w:t>= $</w:t>
      </w:r>
      <w:r w:rsidR="00AC4DD2">
        <w:t>$162,912.68</w:t>
      </w:r>
      <w:r w:rsidR="005E2C83">
        <w:t>3</w:t>
      </w:r>
      <w:r w:rsidR="00AC4DD2">
        <w:t xml:space="preserve"> </w:t>
      </w:r>
      <w:r>
        <w:t>+ $</w:t>
      </w:r>
      <w:r w:rsidR="006D41E0">
        <w:t>36,289.61</w:t>
      </w:r>
      <w:r w:rsidR="005E2C83">
        <w:t>5</w:t>
      </w:r>
    </w:p>
    <w:p w:rsidR="00477892" w:rsidRDefault="00477892" w:rsidP="00477892">
      <w:pPr>
        <w:pStyle w:val="ISM"/>
        <w:spacing w:after="180"/>
        <w:ind w:left="1166"/>
      </w:pPr>
      <w:r>
        <w:t xml:space="preserve">= </w:t>
      </w:r>
      <w:r>
        <w:rPr>
          <w:u w:val="double"/>
        </w:rPr>
        <w:t>$</w:t>
      </w:r>
      <w:r w:rsidR="005E2C83">
        <w:rPr>
          <w:u w:val="double"/>
        </w:rPr>
        <w:t>199,202.30</w:t>
      </w:r>
    </w:p>
    <w:p w:rsidR="00B42F9B" w:rsidRDefault="00B42F9B"/>
    <w:p w:rsidR="00BA1461" w:rsidRDefault="0045715C" w:rsidP="00BA1461">
      <w:pPr>
        <w:pStyle w:val="ISM"/>
      </w:pPr>
      <w:r>
        <w:rPr>
          <w:noProof/>
          <w:lang w:val="en-US"/>
        </w:rPr>
        <w:pict>
          <v:shape id="AutoShape 307" o:spid="_x0000_s1044" type="#_x0000_t61" style="position:absolute;margin-left:334.15pt;margin-top:2.2pt;width:123.3pt;height:128.1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" adj="-4853,10648" fillcolor="#cff">
            <v:fill opacity="25443f"/>
            <v:textbox inset="3.6pt,,3.6pt">
              <w:txbxContent>
                <w:p w:rsidR="00F95D40" w:rsidRDefault="00F95D40" w:rsidP="00BA1461">
                  <w:pPr>
                    <w:spacing w:line="300" w:lineRule="exact"/>
                    <w:ind w:right="42"/>
                    <w:jc w:val="right"/>
                  </w:pPr>
                  <w:r>
                    <w:t xml:space="preserve">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BA1461">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BA1461">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95D40" w:rsidRDefault="00F95D40" w:rsidP="00BA1461">
                  <w:pPr>
                    <w:spacing w:line="300" w:lineRule="exact"/>
                    <w:ind w:right="42"/>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BA1461">
                  <w:pPr>
                    <w:spacing w:line="300" w:lineRule="exact"/>
                    <w:ind w:right="42"/>
                    <w:jc w:val="right"/>
                  </w:pPr>
                  <w:r>
                    <w:t xml:space="preserve">18000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BA1461">
                  <w:pPr>
                    <w:spacing w:line="300" w:lineRule="exact"/>
                    <w:ind w:right="42"/>
                    <w:jc w:val="right"/>
                  </w:pPr>
                  <w:r>
                    <w:t xml:space="preserve">2000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BA1461">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BA1461">
                  <w:pPr>
                    <w:spacing w:line="320" w:lineRule="exact"/>
                    <w:ind w:right="42"/>
                    <w:jc w:val="right"/>
                  </w:pPr>
                  <w:r>
                    <w:rPr>
                      <w:i/>
                      <w:iCs/>
                    </w:rPr>
                    <w:t>Ans</w:t>
                  </w:r>
                  <w:r>
                    <w:t>: 75,341.79</w:t>
                  </w:r>
                </w:p>
              </w:txbxContent>
            </v:textbox>
            <w10:wrap type="square"/>
          </v:shape>
        </w:pict>
      </w:r>
      <w:r w:rsidR="00BA1461">
        <w:tab/>
        <w:t>2</w:t>
      </w:r>
      <w:r w:rsidR="00B41A2F">
        <w:t>3</w:t>
      </w:r>
      <w:r w:rsidR="00BA1461">
        <w:t>.</w:t>
      </w:r>
      <w:r w:rsidR="00BA1461">
        <w:tab/>
        <w:t>After 10 years, Marika's RRSP will be worth</w:t>
      </w:r>
    </w:p>
    <w:p w:rsidR="00BA1461" w:rsidRDefault="0045715C" w:rsidP="00BA1461">
      <w:r>
        <w:rPr>
          <w:noProof/>
          <w:sz w:val="20"/>
          <w:lang w:val="en-US"/>
        </w:rPr>
        <w:pict>
          <v:shape id="AutoShape 306" o:spid="_x0000_s1793" type="#_x0000_t88" style="position:absolute;margin-left:264.5pt;margin-top:7.3pt;width:25.8pt;height:94.6pt;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"/>
        </w:pict>
      </w:r>
    </w:p>
    <w:p w:rsidR="00BA1461" w:rsidRDefault="00BA1461" w:rsidP="00BA1461">
      <w:pPr>
        <w:pStyle w:val="ISM"/>
      </w:pPr>
      <w:r>
        <w:tab/>
      </w:r>
      <w:r>
        <w:tab/>
      </w:r>
      <w:r>
        <w:tab/>
      </w:r>
      <w:r w:rsidRPr="00480120">
        <w:rPr>
          <w:position w:val="-10"/>
        </w:rPr>
        <w:object w:dxaOrig="1520" w:dyaOrig="380">
          <v:shape id="_x0000_i1070" type="#_x0000_t75" style="width:75.75pt;height:18.7pt" o:ole="" fillcolor="window">
            <v:imagedata r:id="rId88" o:title=""/>
          </v:shape>
          <o:OLEObject Type="Embed" ProgID="Equation.3" ShapeID="_x0000_i1070" DrawAspect="Content" ObjectID="_1654976440" r:id="rId89"/>
        </w:object>
      </w:r>
      <w:r>
        <w:t xml:space="preserve"> + </w:t>
      </w:r>
      <w:r w:rsidRPr="00480120">
        <w:rPr>
          <w:position w:val="-34"/>
        </w:rPr>
        <w:object w:dxaOrig="1700" w:dyaOrig="780">
          <v:shape id="_x0000_i1071" type="#_x0000_t75" style="width:85.1pt;height:38.35pt" o:ole="" fillcolor="window">
            <v:imagedata r:id="rId90" o:title=""/>
          </v:shape>
          <o:OLEObject Type="Embed" ProgID="Equation.3" ShapeID="_x0000_i1071" DrawAspect="Content" ObjectID="_1654976441" r:id="rId91"/>
        </w:object>
      </w:r>
    </w:p>
    <w:p w:rsidR="00BA1461" w:rsidRDefault="00BA1461" w:rsidP="00BA1461">
      <w:pPr>
        <w:pStyle w:val="ISM"/>
        <w:ind w:firstLine="990"/>
      </w:pPr>
      <w:r>
        <w:t xml:space="preserve">  = $18,000</w:t>
      </w:r>
      <w:r w:rsidR="00BA18BF" w:rsidRPr="00480120">
        <w:rPr>
          <w:position w:val="-10"/>
        </w:rPr>
        <w:object w:dxaOrig="760" w:dyaOrig="380">
          <v:shape id="_x0000_i1072" type="#_x0000_t75" style="width:38.35pt;height:18.7pt" o:ole="" fillcolor="window">
            <v:imagedata r:id="rId92" o:title=""/>
          </v:shape>
          <o:OLEObject Type="Embed" ProgID="Equation.3" ShapeID="_x0000_i1072" DrawAspect="Content" ObjectID="_1654976442" r:id="rId93"/>
        </w:object>
      </w:r>
      <w:r>
        <w:t xml:space="preserve"> + $2000</w:t>
      </w:r>
      <w:r w:rsidR="00BA18BF" w:rsidRPr="00BA18BF">
        <w:rPr>
          <w:position w:val="-32"/>
        </w:rPr>
        <w:object w:dxaOrig="1200" w:dyaOrig="760">
          <v:shape id="_x0000_i1073" type="#_x0000_t75" style="width:59.85pt;height:38.35pt" o:ole="" fillcolor="window">
            <v:imagedata r:id="rId94" o:title=""/>
          </v:shape>
          <o:OLEObject Type="Embed" ProgID="Equation.3" ShapeID="_x0000_i1073" DrawAspect="Content" ObjectID="_1654976443" r:id="rId95"/>
        </w:object>
      </w:r>
    </w:p>
    <w:p w:rsidR="00BA1461" w:rsidRDefault="00BA1461" w:rsidP="00BA1461">
      <w:pPr>
        <w:pStyle w:val="ISM"/>
        <w:ind w:firstLine="990"/>
      </w:pPr>
      <w:r>
        <w:t xml:space="preserve">  = $</w:t>
      </w:r>
      <w:r w:rsidR="00BA18BF">
        <w:t>26,747.05</w:t>
      </w:r>
      <w:r>
        <w:t xml:space="preserve"> + $</w:t>
      </w:r>
      <w:r w:rsidR="00BA18BF">
        <w:t>48,594.74</w:t>
      </w:r>
    </w:p>
    <w:p w:rsidR="00BA1461" w:rsidRDefault="00BA1461" w:rsidP="00FA05A4">
      <w:pPr>
        <w:pStyle w:val="ISM"/>
        <w:ind w:firstLine="994"/>
      </w:pPr>
      <w:r>
        <w:t xml:space="preserve">  = $</w:t>
      </w:r>
      <w:r w:rsidR="00BA18BF">
        <w:t>75,341.79</w:t>
      </w:r>
    </w:p>
    <w:p w:rsidR="009B0577" w:rsidRDefault="009B0577" w:rsidP="009B0577">
      <w:pPr>
        <w:pStyle w:val="ISM"/>
        <w:ind w:firstLine="4590"/>
      </w:pPr>
    </w:p>
    <w:p w:rsidR="00477892" w:rsidRDefault="0045715C" w:rsidP="00477892">
      <w:pPr>
        <w:pStyle w:val="ISM"/>
      </w:pPr>
      <w:r>
        <w:rPr>
          <w:noProof/>
          <w:lang w:val="en-US"/>
        </w:rPr>
        <w:pict>
          <v:shape id="AutoShape 76" o:spid="_x0000_s1045" type="#_x0000_t61" style="position:absolute;margin-left:327.25pt;margin-top:10.85pt;width:139.8pt;height:137.25pt;z-index:25154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" adj="-2704,8003" fillcolor="#cff">
            <v:fill opacity="25443f"/>
            <v:textbox inset="3.6pt,,3.6pt">
              <w:txbxContent>
                <w:p w:rsidR="00F95D40" w:rsidRDefault="00F95D40" w:rsidP="002E5968">
                  <w:pPr>
                    <w:spacing w:line="300" w:lineRule="exact"/>
                    <w:ind w:left="-90" w:right="42"/>
                    <w:jc w:val="right"/>
                  </w:pPr>
                  <w:r>
                    <w:t xml:space="preserve">Same </w:t>
                  </w:r>
                  <w:r>
                    <w:rPr>
                      <w:i/>
                      <w:iCs/>
                    </w:rPr>
                    <w:t>I/Y</w:t>
                  </w:r>
                </w:p>
                <w:p w:rsidR="00F95D40" w:rsidRDefault="00F95D40" w:rsidP="002E5968">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2E5968">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2E5968">
                  <w:pPr>
                    <w:spacing w:line="300" w:lineRule="exact"/>
                    <w:ind w:right="42"/>
                    <w:jc w:val="right"/>
                    <w:rPr>
                      <w:spacing w:val="-2"/>
                      <w:bdr w:val="single" w:sz="12" w:space="0" w:color="auto"/>
                      <w:shd w:val="clear" w:color="auto" w:fill="C0C0C0"/>
                    </w:rPr>
                  </w:pPr>
                  <w:r>
                    <w:t xml:space="preserve">60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75341.79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E5968">
                  <w:pPr>
                    <w:spacing w:line="300" w:lineRule="exact"/>
                    <w:ind w:right="42"/>
                    <w:jc w:val="right"/>
                  </w:pPr>
                  <w:r>
                    <w:t xml:space="preserve">300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E5968">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E5968">
                  <w:pPr>
                    <w:spacing w:line="320" w:lineRule="exact"/>
                    <w:ind w:right="42"/>
                    <w:jc w:val="right"/>
                  </w:pPr>
                  <w:r>
                    <w:rPr>
                      <w:i/>
                      <w:iCs/>
                    </w:rPr>
                    <w:t>Ans</w:t>
                  </w:r>
                  <w:r>
                    <w:t>: 111,881.76</w:t>
                  </w:r>
                </w:p>
              </w:txbxContent>
            </v:textbox>
            <w10:wrap type="square"/>
          </v:shape>
        </w:pict>
      </w:r>
      <w:r w:rsidR="00477892">
        <w:tab/>
      </w:r>
      <w:r w:rsidR="00477892">
        <w:tab/>
        <w:t xml:space="preserve">After a further 5 years, </w:t>
      </w:r>
      <w:r w:rsidR="00BA1461">
        <w:t xml:space="preserve">the RRSP </w:t>
      </w:r>
      <w:r w:rsidR="00477892">
        <w:t>will be worth</w:t>
      </w:r>
    </w:p>
    <w:p w:rsidR="00477892" w:rsidRDefault="0045715C" w:rsidP="00BA1461">
      <w:r>
        <w:rPr>
          <w:noProof/>
          <w:sz w:val="20"/>
          <w:lang w:val="en-US"/>
        </w:rPr>
        <w:pict>
          <v:shape id="AutoShape 25" o:spid="_x0000_s1788" type="#_x0000_t88" style="position:absolute;margin-left:292.25pt;margin-top:2.35pt;width:12.9pt;height:68.8pt;z-index:251528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" adj=",10329"/>
        </w:pict>
      </w:r>
      <w:r w:rsidR="00477892">
        <w:tab/>
      </w:r>
      <w:r w:rsidR="00477892">
        <w:rPr>
          <w:rFonts w:ascii="Times New Roman" w:hAnsi="Times New Roman"/>
          <w:i/>
        </w:rPr>
        <w:t>FV</w:t>
      </w:r>
      <w:r w:rsidR="00477892">
        <w:t xml:space="preserve"> = $</w:t>
      </w:r>
      <w:r w:rsidR="00BA18BF">
        <w:t>75,341.79</w:t>
      </w:r>
      <w:r w:rsidR="00BA18BF" w:rsidRPr="00480120">
        <w:rPr>
          <w:position w:val="-10"/>
        </w:rPr>
        <w:object w:dxaOrig="840" w:dyaOrig="420">
          <v:shape id="_x0000_i1074" type="#_x0000_t75" style="width:42.1pt;height:20.55pt" o:ole="" fillcolor="window">
            <v:imagedata r:id="rId96" o:title=""/>
          </v:shape>
          <o:OLEObject Type="Embed" ProgID="Equation.3" ShapeID="_x0000_i1074" DrawAspect="Content" ObjectID="_1654976444" r:id="rId97"/>
        </w:object>
      </w:r>
      <w:r w:rsidR="00477892">
        <w:t xml:space="preserve"> + $300</w:t>
      </w:r>
      <w:r w:rsidR="00BA18BF" w:rsidRPr="00BA18BF">
        <w:rPr>
          <w:position w:val="-38"/>
        </w:rPr>
        <w:object w:dxaOrig="1300" w:dyaOrig="880">
          <v:shape id="_x0000_i1075" type="#_x0000_t75" style="width:65.45pt;height:44.9pt" o:ole="" fillcolor="window">
            <v:imagedata r:id="rId98" o:title=""/>
          </v:shape>
          <o:OLEObject Type="Embed" ProgID="Equation.3" ShapeID="_x0000_i1075" DrawAspect="Content" ObjectID="_1654976445" r:id="rId99"/>
        </w:object>
      </w:r>
    </w:p>
    <w:p w:rsidR="00477892" w:rsidRDefault="00BA1461" w:rsidP="00BA1461">
      <w:pPr>
        <w:pStyle w:val="ISM"/>
        <w:ind w:firstLine="990"/>
      </w:pPr>
      <w:r w:rsidRPr="00BA1461">
        <w:rPr>
          <w:sz w:val="16"/>
          <w:szCs w:val="16"/>
        </w:rPr>
        <w:t xml:space="preserve"> </w:t>
      </w:r>
      <w:r w:rsidR="00477892">
        <w:t>= $</w:t>
      </w:r>
      <w:r w:rsidR="00BA18BF">
        <w:t>91,992.07</w:t>
      </w:r>
      <w:r w:rsidR="00477892">
        <w:t xml:space="preserve"> + $</w:t>
      </w:r>
      <w:r w:rsidR="00BA18BF">
        <w:t>19,889.69</w:t>
      </w:r>
      <w:r w:rsidR="00477892">
        <w:t xml:space="preserve"> </w:t>
      </w:r>
    </w:p>
    <w:p w:rsidR="00477892" w:rsidRDefault="00BA1461" w:rsidP="00BA1461">
      <w:pPr>
        <w:pStyle w:val="ISM"/>
        <w:ind w:firstLine="990"/>
      </w:pPr>
      <w:r w:rsidRPr="00BA1461">
        <w:rPr>
          <w:sz w:val="16"/>
          <w:szCs w:val="16"/>
        </w:rPr>
        <w:t xml:space="preserve"> </w:t>
      </w:r>
      <w:r w:rsidR="00477892">
        <w:t xml:space="preserve">= </w:t>
      </w:r>
      <w:r w:rsidR="00477892">
        <w:rPr>
          <w:u w:val="double"/>
        </w:rPr>
        <w:t>$1</w:t>
      </w:r>
      <w:r w:rsidR="00BA18BF">
        <w:rPr>
          <w:u w:val="double"/>
        </w:rPr>
        <w:t>11,881.76</w:t>
      </w:r>
    </w:p>
    <w:p w:rsidR="00477892" w:rsidRDefault="00477892" w:rsidP="00477892">
      <w:pPr>
        <w:pStyle w:val="ISM"/>
      </w:pPr>
    </w:p>
    <w:p w:rsidR="00477892" w:rsidRDefault="00477892" w:rsidP="00BA1461">
      <w:pPr>
        <w:pStyle w:val="ISM"/>
        <w:spacing w:after="120"/>
      </w:pPr>
    </w:p>
    <w:p w:rsidR="00832A6C" w:rsidRDefault="00832A6C" w:rsidP="00BA1461">
      <w:pPr>
        <w:pStyle w:val="ISM"/>
        <w:spacing w:after="120"/>
      </w:pPr>
    </w:p>
    <w:p w:rsidR="00832A6C" w:rsidRDefault="00832A6C" w:rsidP="00BA1461">
      <w:pPr>
        <w:pStyle w:val="ISM"/>
        <w:spacing w:after="120"/>
      </w:pPr>
    </w:p>
    <w:p w:rsidR="00832A6C" w:rsidRDefault="00832A6C">
      <w:r>
        <w:br w:type="page"/>
      </w:r>
    </w:p>
    <w:p w:rsidR="002F690C" w:rsidRDefault="002F690C" w:rsidP="00B41A2F">
      <w:pPr>
        <w:pStyle w:val="ISM"/>
      </w:pPr>
      <w:r>
        <w:lastRenderedPageBreak/>
        <w:t>25. For the first 4 ½ years, PMT = $1200, n= 4(4.5) =18,</w:t>
      </w:r>
    </w:p>
    <w:p w:rsidR="002F690C" w:rsidRDefault="002F690C" w:rsidP="00B41A2F">
      <w:pPr>
        <w:pStyle w:val="ISM"/>
      </w:pPr>
      <w:r>
        <w:tab/>
      </w:r>
      <w:r>
        <w:tab/>
      </w:r>
      <w:r w:rsidR="007529DE" w:rsidRPr="002F690C">
        <w:rPr>
          <w:position w:val="-24"/>
        </w:rPr>
        <w:object w:dxaOrig="2079" w:dyaOrig="620">
          <v:shape id="_x0000_i1076" type="#_x0000_t75" style="width:96.3pt;height:28.05pt" o:ole="">
            <v:imagedata r:id="rId100" o:title=""/>
          </v:shape>
          <o:OLEObject Type="Embed" ProgID="Equation.3" ShapeID="_x0000_i1076" DrawAspect="Content" ObjectID="_1654976446" r:id="rId101"/>
        </w:object>
      </w:r>
    </w:p>
    <w:p w:rsidR="002F690C" w:rsidRDefault="002F690C" w:rsidP="002F690C">
      <w:pPr>
        <w:pStyle w:val="ISM"/>
      </w:pPr>
      <w:r>
        <w:tab/>
      </w:r>
      <w:r>
        <w:tab/>
      </w:r>
      <w:r w:rsidRPr="00772524">
        <w:rPr>
          <w:spacing w:val="-2"/>
        </w:rPr>
        <w:t xml:space="preserve">Future value </w:t>
      </w:r>
      <w:r>
        <w:rPr>
          <w:spacing w:val="-2"/>
        </w:rPr>
        <w:t>of quarterly payments is</w:t>
      </w:r>
    </w:p>
    <w:p w:rsidR="002F690C" w:rsidRDefault="002F690C" w:rsidP="002F690C">
      <w:pPr>
        <w:pStyle w:val="ISM"/>
      </w:pPr>
      <w:r>
        <w:tab/>
      </w:r>
      <w:r>
        <w:tab/>
      </w:r>
      <w:r>
        <w:tab/>
      </w:r>
      <w:r>
        <w:tab/>
      </w:r>
      <w:r w:rsidRPr="00480120">
        <w:rPr>
          <w:position w:val="-32"/>
        </w:rPr>
        <w:object w:dxaOrig="2299" w:dyaOrig="760">
          <v:shape id="_x0000_i1077" type="#_x0000_t75" style="width:115pt;height:38.35pt" o:ole="" fillcolor="window">
            <v:imagedata r:id="rId24" o:title=""/>
          </v:shape>
          <o:OLEObject Type="Embed" ProgID="Equation.3" ShapeID="_x0000_i1077" DrawAspect="Content" ObjectID="_1654976447" r:id="rId102"/>
        </w:object>
      </w:r>
      <w:r>
        <w:t xml:space="preserve"> = $1200</w:t>
      </w:r>
      <w:r w:rsidR="00E514E8" w:rsidRPr="00E514E8">
        <w:rPr>
          <w:position w:val="-30"/>
        </w:rPr>
        <w:object w:dxaOrig="1380" w:dyaOrig="720">
          <v:shape id="_x0000_i1078" type="#_x0000_t75" style="width:70.15pt;height:36.45pt" o:ole="" fillcolor="window">
            <v:imagedata r:id="rId103" o:title=""/>
          </v:shape>
          <o:OLEObject Type="Embed" ProgID="Equation.DSMT4" ShapeID="_x0000_i1078" DrawAspect="Content" ObjectID="_1654976448" r:id="rId104"/>
        </w:object>
      </w:r>
      <w:r>
        <w:t xml:space="preserve"> = $</w:t>
      </w:r>
      <w:r w:rsidR="007529DE">
        <w:t>23,033.66</w:t>
      </w:r>
    </w:p>
    <w:p w:rsidR="002F690C" w:rsidRDefault="002F690C" w:rsidP="002F690C">
      <w:pPr>
        <w:pStyle w:val="ISM"/>
      </w:pPr>
      <w:r>
        <w:tab/>
      </w:r>
      <w:r>
        <w:tab/>
        <w:t>Future value of quarterly payments after 9 months is</w:t>
      </w:r>
    </w:p>
    <w:p w:rsidR="002F690C" w:rsidRDefault="002F690C" w:rsidP="002F690C">
      <w:pPr>
        <w:pStyle w:val="ISM"/>
      </w:pPr>
      <w:r>
        <w:tab/>
      </w:r>
      <w:r>
        <w:tab/>
      </w:r>
      <w:r>
        <w:tab/>
      </w:r>
      <w:r>
        <w:tab/>
      </w:r>
      <w:r w:rsidR="007529DE">
        <w:t>FV = $23,033.66(1.007</w:t>
      </w:r>
      <w:r>
        <w:t>5)</w:t>
      </w:r>
      <w:r>
        <w:rPr>
          <w:vertAlign w:val="superscript"/>
        </w:rPr>
        <w:t>3</w:t>
      </w:r>
      <w:r w:rsidR="007529DE">
        <w:t>=$23,555.82</w:t>
      </w:r>
    </w:p>
    <w:p w:rsidR="002F690C" w:rsidRDefault="002F690C" w:rsidP="002F690C">
      <w:pPr>
        <w:pStyle w:val="ISM"/>
      </w:pPr>
      <w:r>
        <w:tab/>
      </w:r>
      <w:r>
        <w:tab/>
        <w:t>Future value after another 10 years is</w:t>
      </w:r>
    </w:p>
    <w:p w:rsidR="002F690C" w:rsidRDefault="002F690C" w:rsidP="002F690C">
      <w:pPr>
        <w:pStyle w:val="ISM"/>
      </w:pPr>
      <w:r>
        <w:tab/>
      </w:r>
      <w:r>
        <w:tab/>
      </w:r>
      <w:r>
        <w:tab/>
      </w:r>
      <w:r>
        <w:tab/>
      </w:r>
      <w:r w:rsidR="007529DE">
        <w:t>FV= $23,555.82</w:t>
      </w:r>
      <w:r>
        <w:t>(1.01</w:t>
      </w:r>
      <w:r w:rsidR="007529DE">
        <w:t>1</w:t>
      </w:r>
      <w:r>
        <w:t>25)</w:t>
      </w:r>
      <w:r w:rsidR="007529DE">
        <w:rPr>
          <w:vertAlign w:val="superscript"/>
        </w:rPr>
        <w:t>40</w:t>
      </w:r>
      <w:r w:rsidR="007529DE">
        <w:t xml:space="preserve"> + $1500</w:t>
      </w:r>
      <w:r w:rsidR="007529DE" w:rsidRPr="002F690C">
        <w:rPr>
          <w:position w:val="-32"/>
        </w:rPr>
        <w:object w:dxaOrig="1560" w:dyaOrig="760">
          <v:shape id="_x0000_i1079" type="#_x0000_t75" style="width:77.6pt;height:38.35pt" o:ole="" fillcolor="window">
            <v:imagedata r:id="rId105" o:title=""/>
          </v:shape>
          <o:OLEObject Type="Embed" ProgID="Equation.3" ShapeID="_x0000_i1079" DrawAspect="Content" ObjectID="_1654976449" r:id="rId106"/>
        </w:object>
      </w:r>
    </w:p>
    <w:p w:rsidR="007529DE" w:rsidRDefault="007529DE" w:rsidP="002F690C">
      <w:pPr>
        <w:pStyle w:val="ISM"/>
      </w:pPr>
      <w:r>
        <w:tab/>
      </w:r>
      <w:r>
        <w:tab/>
      </w:r>
      <w:r>
        <w:tab/>
      </w:r>
      <w:r>
        <w:tab/>
        <w:t xml:space="preserve">     = $36,850.18 + $75,250.25</w:t>
      </w:r>
    </w:p>
    <w:p w:rsidR="007529DE" w:rsidRPr="007529DE" w:rsidRDefault="007529DE" w:rsidP="002F690C">
      <w:pPr>
        <w:pStyle w:val="ISM"/>
      </w:pPr>
      <w:r>
        <w:tab/>
      </w:r>
      <w:r>
        <w:tab/>
      </w:r>
      <w:r>
        <w:tab/>
      </w:r>
      <w:r>
        <w:tab/>
        <w:t xml:space="preserve">     = </w:t>
      </w:r>
      <w:r w:rsidR="00E537D3" w:rsidRPr="00CA19EF">
        <w:rPr>
          <w:u w:val="double"/>
        </w:rPr>
        <w:t>$</w:t>
      </w:r>
      <w:r>
        <w:rPr>
          <w:u w:val="double"/>
        </w:rPr>
        <w:t>112,100.43</w:t>
      </w:r>
    </w:p>
    <w:p w:rsidR="002F690C" w:rsidRPr="002F690C" w:rsidRDefault="002F690C" w:rsidP="002F690C">
      <w:pPr>
        <w:pStyle w:val="ISM"/>
      </w:pPr>
      <w:r>
        <w:tab/>
      </w:r>
      <w:r>
        <w:tab/>
      </w:r>
      <w:r>
        <w:tab/>
      </w:r>
      <w:r>
        <w:tab/>
      </w:r>
    </w:p>
    <w:p w:rsidR="00477892" w:rsidRDefault="00477892" w:rsidP="00477892">
      <w:pPr>
        <w:pStyle w:val="ISM"/>
      </w:pPr>
    </w:p>
    <w:p w:rsidR="00477892" w:rsidRDefault="00477892" w:rsidP="007142E6">
      <w:pPr>
        <w:pStyle w:val="ISM"/>
        <w:spacing w:after="120"/>
        <w:rPr>
          <w:b/>
        </w:rPr>
      </w:pPr>
      <w:r>
        <w:rPr>
          <w:b/>
          <w:sz w:val="24"/>
        </w:rPr>
        <w:t xml:space="preserve">Point of </w:t>
      </w:r>
      <w:proofErr w:type="gramStart"/>
      <w:r>
        <w:rPr>
          <w:b/>
          <w:sz w:val="24"/>
        </w:rPr>
        <w:t>Interest</w:t>
      </w:r>
      <w:r>
        <w:t xml:space="preserve">  </w:t>
      </w:r>
      <w:r>
        <w:rPr>
          <w:b/>
          <w:sz w:val="24"/>
        </w:rPr>
        <w:t>(</w:t>
      </w:r>
      <w:proofErr w:type="gramEnd"/>
      <w:r>
        <w:rPr>
          <w:b/>
          <w:sz w:val="24"/>
        </w:rPr>
        <w:t xml:space="preserve">Section </w:t>
      </w:r>
      <w:r w:rsidR="00980F24">
        <w:rPr>
          <w:b/>
          <w:sz w:val="24"/>
        </w:rPr>
        <w:t>11</w:t>
      </w:r>
      <w:r>
        <w:rPr>
          <w:b/>
          <w:sz w:val="24"/>
        </w:rPr>
        <w:t>.3)</w:t>
      </w:r>
    </w:p>
    <w:p w:rsidR="00477892" w:rsidRDefault="00477892" w:rsidP="00477892">
      <w:pPr>
        <w:pStyle w:val="ISM"/>
        <w:spacing w:after="60"/>
        <w:rPr>
          <w:b/>
          <w:i/>
        </w:rPr>
      </w:pPr>
      <w:r>
        <w:rPr>
          <w:b/>
          <w:i/>
        </w:rPr>
        <w:t>“</w:t>
      </w:r>
      <w:r w:rsidR="00E565F4">
        <w:rPr>
          <w:b/>
          <w:i/>
        </w:rPr>
        <w:t>Got a Million Dollar Talent</w:t>
      </w:r>
      <w:r w:rsidR="00CE15BD">
        <w:rPr>
          <w:b/>
          <w:i/>
        </w:rPr>
        <w:t>?”</w:t>
      </w:r>
    </w:p>
    <w:p w:rsidR="00477892" w:rsidRDefault="00477892" w:rsidP="00477892">
      <w:pPr>
        <w:pStyle w:val="ISM"/>
        <w:ind w:left="540" w:hanging="540"/>
      </w:pPr>
      <w:r>
        <w:tab/>
        <w:t>1.</w:t>
      </w:r>
      <w:r>
        <w:tab/>
        <w:t xml:space="preserve">The economic value is the </w:t>
      </w:r>
      <w:r>
        <w:rPr>
          <w:spacing w:val="-2"/>
        </w:rPr>
        <w:t xml:space="preserve">present value, </w:t>
      </w:r>
      <w:r>
        <w:t xml:space="preserve">on the date of winning the prize, </w:t>
      </w:r>
      <w:r>
        <w:rPr>
          <w:spacing w:val="-2"/>
        </w:rPr>
        <w:t xml:space="preserve">of </w:t>
      </w:r>
      <w:r w:rsidR="00CE15BD">
        <w:rPr>
          <w:spacing w:val="-2"/>
        </w:rPr>
        <w:t>all future</w:t>
      </w:r>
      <w:r>
        <w:rPr>
          <w:spacing w:val="-2"/>
        </w:rPr>
        <w:t xml:space="preserve"> payment</w:t>
      </w:r>
      <w:r w:rsidR="00CE15BD">
        <w:rPr>
          <w:spacing w:val="-2"/>
        </w:rPr>
        <w:t>s</w:t>
      </w:r>
      <w:r>
        <w:rPr>
          <w:spacing w:val="-2"/>
        </w:rPr>
        <w:t>.</w:t>
      </w:r>
      <w:r w:rsidR="00CE15BD">
        <w:rPr>
          <w:spacing w:val="-2"/>
        </w:rPr>
        <w:t xml:space="preserve"> For </w:t>
      </w:r>
      <w:r w:rsidR="0077049D">
        <w:rPr>
          <w:spacing w:val="-2"/>
        </w:rPr>
        <w:t>PMT = $25,000, n = 40 and  i = 5%</w:t>
      </w:r>
    </w:p>
    <w:p w:rsidR="00CE15BD" w:rsidRDefault="00477892" w:rsidP="009754AF">
      <w:pPr>
        <w:pStyle w:val="ISM"/>
      </w:pPr>
      <w:r>
        <w:tab/>
      </w:r>
      <w:r>
        <w:tab/>
      </w:r>
      <w:r>
        <w:tab/>
      </w:r>
      <w:r>
        <w:tab/>
      </w:r>
      <w:r w:rsidR="00CE15BD" w:rsidRPr="00CE15BD">
        <w:rPr>
          <w:rFonts w:ascii="Times New Roman" w:hAnsi="Times New Roman"/>
          <w:i/>
        </w:rPr>
        <w:t>PV</w:t>
      </w:r>
      <w:r w:rsidR="00CE15BD">
        <w:t xml:space="preserve"> = </w:t>
      </w:r>
      <m:oMath>
        <m:r>
          <w:rPr>
            <w:rFonts w:ascii="Cambria Math" w:hAnsi="Cambria Math"/>
          </w:rPr>
          <m:t>$25,000</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sSup>
                  <m:sSupPr>
                    <m:ctrlPr>
                      <w:rPr>
                        <w:rFonts w:ascii="Cambria Math" w:hAnsi="Cambria Math"/>
                        <w:i/>
                      </w:rPr>
                    </m:ctrlPr>
                  </m:sSupPr>
                  <m:e>
                    <m:d>
                      <m:dPr>
                        <m:ctrlPr>
                          <w:rPr>
                            <w:rFonts w:ascii="Cambria Math" w:hAnsi="Cambria Math"/>
                            <w:i/>
                          </w:rPr>
                        </m:ctrlPr>
                      </m:dPr>
                      <m:e>
                        <m:r>
                          <w:rPr>
                            <w:rFonts w:ascii="Cambria Math" w:hAnsi="Cambria Math"/>
                          </w:rPr>
                          <m:t>1+0.05</m:t>
                        </m:r>
                      </m:e>
                    </m:d>
                  </m:e>
                  <m:sup>
                    <m:r>
                      <w:rPr>
                        <w:rFonts w:ascii="Cambria Math" w:hAnsi="Cambria Math"/>
                      </w:rPr>
                      <m:t>-40</m:t>
                    </m:r>
                  </m:sup>
                </m:sSup>
              </m:num>
              <m:den>
                <m:r>
                  <w:rPr>
                    <w:rFonts w:ascii="Cambria Math" w:hAnsi="Cambria Math"/>
                  </w:rPr>
                  <m:t>0.05</m:t>
                </m:r>
              </m:den>
            </m:f>
          </m:e>
        </m:d>
      </m:oMath>
    </w:p>
    <w:p w:rsidR="00477892" w:rsidRDefault="00477892" w:rsidP="009754AF">
      <w:pPr>
        <w:pStyle w:val="ISM"/>
        <w:spacing w:after="120"/>
        <w:ind w:left="1800"/>
      </w:pPr>
      <w:r>
        <w:t xml:space="preserve">= </w:t>
      </w:r>
      <w:r w:rsidRPr="0077049D">
        <w:rPr>
          <w:u w:val="double"/>
        </w:rPr>
        <w:t>$</w:t>
      </w:r>
      <w:r w:rsidR="0077049D" w:rsidRPr="00133ED8">
        <w:rPr>
          <w:u w:val="double"/>
        </w:rPr>
        <w:t>428,977.16</w:t>
      </w:r>
    </w:p>
    <w:p w:rsidR="00904782" w:rsidRDefault="009754AF" w:rsidP="00CA19EF">
      <w:pPr>
        <w:pStyle w:val="ISM"/>
        <w:ind w:left="540" w:hanging="540"/>
      </w:pPr>
      <w:r>
        <w:rPr>
          <w:spacing w:val="-2"/>
        </w:rPr>
        <w:tab/>
      </w:r>
      <w:r>
        <w:rPr>
          <w:spacing w:val="-2"/>
        </w:rPr>
        <w:tab/>
      </w:r>
    </w:p>
    <w:p w:rsidR="009754AF" w:rsidRDefault="009754AF" w:rsidP="009754AF">
      <w:pPr>
        <w:pStyle w:val="ISM"/>
        <w:ind w:left="540" w:hanging="540"/>
      </w:pPr>
      <w:r>
        <w:rPr>
          <w:spacing w:val="-2"/>
        </w:rPr>
        <w:tab/>
      </w:r>
      <w:r>
        <w:rPr>
          <w:spacing w:val="-2"/>
        </w:rPr>
        <w:tab/>
        <w:t xml:space="preserve">For </w:t>
      </w:r>
      <w:r w:rsidR="0077049D">
        <w:rPr>
          <w:spacing w:val="-2"/>
        </w:rPr>
        <w:t>i = 7%</w:t>
      </w:r>
      <w:r>
        <w:rPr>
          <w:spacing w:val="-2"/>
        </w:rPr>
        <w:t>,</w:t>
      </w:r>
    </w:p>
    <w:p w:rsidR="009754AF" w:rsidRDefault="009754AF" w:rsidP="009754AF">
      <w:pPr>
        <w:pStyle w:val="ISM"/>
        <w:spacing w:after="120"/>
        <w:rPr>
          <w:u w:val="double"/>
        </w:rPr>
      </w:pPr>
      <w:r>
        <w:tab/>
      </w:r>
      <w:r>
        <w:tab/>
      </w:r>
      <w:r>
        <w:tab/>
      </w:r>
      <w:r>
        <w:tab/>
      </w:r>
      <w:r w:rsidRPr="00CE15BD">
        <w:rPr>
          <w:rFonts w:ascii="Times New Roman" w:hAnsi="Times New Roman"/>
          <w:i/>
        </w:rPr>
        <w:t>PV</w:t>
      </w:r>
      <w:r>
        <w:t xml:space="preserve"> = </w:t>
      </w:r>
      <w:r w:rsidR="00E514E8" w:rsidRPr="00E514E8">
        <w:rPr>
          <w:position w:val="-30"/>
        </w:rPr>
        <w:object w:dxaOrig="2060" w:dyaOrig="720">
          <v:shape id="_x0000_i1080" type="#_x0000_t75" style="width:102.85pt;height:36.45pt" o:ole="">
            <v:imagedata r:id="rId107" o:title=""/>
          </v:shape>
          <o:OLEObject Type="Embed" ProgID="Equation.DSMT4" ShapeID="_x0000_i1080" DrawAspect="Content" ObjectID="_1654976450" r:id="rId108"/>
        </w:object>
      </w:r>
      <w:r>
        <w:t xml:space="preserve"> = </w:t>
      </w:r>
      <w:r>
        <w:rPr>
          <w:u w:val="double"/>
        </w:rPr>
        <w:t>$333,292.72</w:t>
      </w:r>
    </w:p>
    <w:p w:rsidR="00E51F31" w:rsidRDefault="00E537D3" w:rsidP="00E51F31">
      <w:pPr>
        <w:pStyle w:val="ISM"/>
        <w:ind w:left="540" w:hanging="540"/>
      </w:pPr>
      <w:r w:rsidRPr="00CA19EF">
        <w:tab/>
      </w:r>
      <w:r w:rsidRPr="00CA19EF">
        <w:tab/>
      </w:r>
      <w:r w:rsidR="0077049D">
        <w:rPr>
          <w:spacing w:val="-2"/>
        </w:rPr>
        <w:t xml:space="preserve">For i= 9%, </w:t>
      </w:r>
    </w:p>
    <w:p w:rsidR="00E51F31" w:rsidRDefault="00E51F31" w:rsidP="00E51F31">
      <w:pPr>
        <w:pStyle w:val="ISM"/>
      </w:pPr>
      <w:r>
        <w:tab/>
      </w:r>
      <w:r>
        <w:tab/>
      </w:r>
      <w:r>
        <w:tab/>
      </w:r>
      <w:r>
        <w:tab/>
      </w:r>
      <w:r w:rsidRPr="00CE15BD">
        <w:rPr>
          <w:rFonts w:ascii="Times New Roman" w:hAnsi="Times New Roman"/>
          <w:i/>
        </w:rPr>
        <w:t>PV</w:t>
      </w:r>
      <w:r>
        <w:t xml:space="preserve"> = </w:t>
      </w:r>
      <w:r w:rsidR="0077049D" w:rsidRPr="0077049D">
        <w:rPr>
          <w:position w:val="-32"/>
        </w:rPr>
        <w:object w:dxaOrig="1980" w:dyaOrig="740">
          <v:shape id="_x0000_i1081" type="#_x0000_t75" style="width:100.05pt;height:36.45pt" o:ole="">
            <v:imagedata r:id="rId109" o:title=""/>
          </v:shape>
          <o:OLEObject Type="Embed" ProgID="Equation.3" ShapeID="_x0000_i1081" DrawAspect="Content" ObjectID="_1654976451" r:id="rId110"/>
        </w:object>
      </w:r>
    </w:p>
    <w:p w:rsidR="00A57743" w:rsidRDefault="00E51F31" w:rsidP="00223903">
      <w:pPr>
        <w:pStyle w:val="ISM"/>
        <w:spacing w:after="120"/>
        <w:ind w:left="1800"/>
      </w:pPr>
      <w:r>
        <w:t xml:space="preserve">= </w:t>
      </w:r>
      <w:r w:rsidRPr="00372250">
        <w:t>$</w:t>
      </w:r>
      <w:r w:rsidR="0077049D" w:rsidRPr="00372250">
        <w:t>268,934.00</w:t>
      </w:r>
      <w:r w:rsidR="00A57743">
        <w:tab/>
      </w:r>
    </w:p>
    <w:p w:rsidR="00832A6C" w:rsidRDefault="00832A6C" w:rsidP="00C86923">
      <w:pPr>
        <w:pStyle w:val="ISM"/>
      </w:pPr>
    </w:p>
    <w:p w:rsidR="00133ED8" w:rsidRDefault="00C86923" w:rsidP="00C86923">
      <w:pPr>
        <w:pStyle w:val="ISM"/>
      </w:pPr>
      <w:r>
        <w:tab/>
        <w:t>3.</w:t>
      </w:r>
      <w:r>
        <w:tab/>
      </w:r>
      <w:r w:rsidR="00133ED8">
        <w:t>The equivalent value today is the present value of $25,000 discounted at 3% for 40 years.</w:t>
      </w:r>
    </w:p>
    <w:p w:rsidR="007142E6" w:rsidRDefault="007142E6" w:rsidP="00707BA1">
      <w:pPr>
        <w:pStyle w:val="ISM"/>
      </w:pPr>
    </w:p>
    <w:p w:rsidR="004965D8" w:rsidRPr="00372250" w:rsidRDefault="00133ED8" w:rsidP="00477892">
      <w:pPr>
        <w:pStyle w:val="ISM"/>
        <w:spacing w:after="60"/>
        <w:rPr>
          <w:szCs w:val="22"/>
        </w:rPr>
      </w:pPr>
      <w:r>
        <w:rPr>
          <w:b/>
          <w:sz w:val="24"/>
        </w:rPr>
        <w:tab/>
      </w:r>
      <w:r>
        <w:rPr>
          <w:b/>
          <w:sz w:val="24"/>
        </w:rPr>
        <w:tab/>
      </w:r>
      <w:r>
        <w:rPr>
          <w:b/>
          <w:sz w:val="24"/>
        </w:rPr>
        <w:tab/>
      </w:r>
      <w:r>
        <w:rPr>
          <w:b/>
          <w:sz w:val="24"/>
        </w:rPr>
        <w:tab/>
      </w:r>
      <w:r>
        <w:rPr>
          <w:b/>
          <w:sz w:val="24"/>
        </w:rPr>
        <w:tab/>
      </w:r>
      <w:r>
        <w:rPr>
          <w:b/>
          <w:sz w:val="24"/>
        </w:rPr>
        <w:tab/>
      </w:r>
      <w:r w:rsidRPr="00372250">
        <w:rPr>
          <w:szCs w:val="22"/>
        </w:rPr>
        <w:t>PV = $25,000(1.03)</w:t>
      </w:r>
      <w:r w:rsidRPr="00372250">
        <w:rPr>
          <w:szCs w:val="22"/>
          <w:vertAlign w:val="superscript"/>
        </w:rPr>
        <w:t>-40</w:t>
      </w:r>
      <w:r w:rsidRPr="00372250">
        <w:rPr>
          <w:szCs w:val="22"/>
        </w:rPr>
        <w:t xml:space="preserve"> = </w:t>
      </w:r>
      <w:r w:rsidRPr="00372250">
        <w:rPr>
          <w:szCs w:val="22"/>
          <w:u w:val="double"/>
        </w:rPr>
        <w:t>$7,663.92</w:t>
      </w:r>
    </w:p>
    <w:p w:rsidR="00133ED8" w:rsidRPr="00372250" w:rsidRDefault="00133ED8" w:rsidP="00477892">
      <w:pPr>
        <w:pStyle w:val="ISM"/>
        <w:spacing w:after="60"/>
        <w:rPr>
          <w:sz w:val="24"/>
        </w:rPr>
      </w:pPr>
    </w:p>
    <w:p w:rsidR="00477892" w:rsidRDefault="00477892" w:rsidP="00477892">
      <w:pPr>
        <w:pStyle w:val="ISM"/>
        <w:spacing w:after="60"/>
        <w:rPr>
          <w:b/>
          <w:sz w:val="24"/>
        </w:rPr>
      </w:pPr>
      <w:r>
        <w:rPr>
          <w:b/>
          <w:sz w:val="24"/>
        </w:rPr>
        <w:t xml:space="preserve">Concept </w:t>
      </w:r>
      <w:proofErr w:type="gramStart"/>
      <w:r>
        <w:rPr>
          <w:b/>
          <w:sz w:val="24"/>
        </w:rPr>
        <w:t>Questions  (</w:t>
      </w:r>
      <w:proofErr w:type="gramEnd"/>
      <w:r>
        <w:rPr>
          <w:b/>
          <w:sz w:val="24"/>
        </w:rPr>
        <w:t xml:space="preserve">Section </w:t>
      </w:r>
      <w:r w:rsidR="00980F24">
        <w:rPr>
          <w:b/>
          <w:sz w:val="24"/>
        </w:rPr>
        <w:t>11</w:t>
      </w:r>
      <w:r>
        <w:rPr>
          <w:b/>
          <w:sz w:val="24"/>
        </w:rPr>
        <w:t>.3)</w:t>
      </w:r>
    </w:p>
    <w:p w:rsidR="00223903" w:rsidRDefault="00477892" w:rsidP="00223903">
      <w:pPr>
        <w:pStyle w:val="ISM"/>
        <w:spacing w:after="120"/>
        <w:ind w:left="547" w:hanging="547"/>
      </w:pPr>
      <w:r>
        <w:tab/>
      </w:r>
      <w:r w:rsidR="0072588F">
        <w:t>1</w:t>
      </w:r>
      <w:r>
        <w:t>.</w:t>
      </w:r>
      <w:r>
        <w:tab/>
        <w:t xml:space="preserve">The annuity’s </w:t>
      </w:r>
      <w:r>
        <w:rPr>
          <w:spacing w:val="-2"/>
        </w:rPr>
        <w:t xml:space="preserve">present value </w:t>
      </w:r>
      <w:r>
        <w:t xml:space="preserve">will be </w:t>
      </w:r>
      <w:r>
        <w:rPr>
          <w:u w:val="double"/>
        </w:rPr>
        <w:t>(ii) smaller than before</w:t>
      </w:r>
      <w:r>
        <w:t xml:space="preserve">. The </w:t>
      </w:r>
      <w:r>
        <w:rPr>
          <w:spacing w:val="-2"/>
        </w:rPr>
        <w:t xml:space="preserve">present value </w:t>
      </w:r>
      <w:r>
        <w:t xml:space="preserve">represents the amount which, invested at the discount rate, can generate the future payments. When money can earn a higher rate of return, </w:t>
      </w:r>
      <w:r>
        <w:rPr>
          <w:i/>
        </w:rPr>
        <w:t>less</w:t>
      </w:r>
      <w:r>
        <w:t xml:space="preserve"> money needs to be invested </w:t>
      </w:r>
      <w:r>
        <w:rPr>
          <w:i/>
        </w:rPr>
        <w:t>today</w:t>
      </w:r>
      <w:r>
        <w:t xml:space="preserve"> in order to generate the specified stream of future payments.</w:t>
      </w:r>
    </w:p>
    <w:p w:rsidR="00477892" w:rsidRDefault="00477892" w:rsidP="00477892"/>
    <w:p w:rsidR="00707BA1" w:rsidRDefault="00707BA1" w:rsidP="00477892"/>
    <w:p w:rsidR="00832A6C" w:rsidRDefault="00832A6C">
      <w:pPr>
        <w:rPr>
          <w:b/>
          <w:sz w:val="24"/>
        </w:rPr>
      </w:pPr>
      <w:r>
        <w:rPr>
          <w:b/>
          <w:sz w:val="24"/>
        </w:rPr>
        <w:br w:type="page"/>
      </w:r>
    </w:p>
    <w:p w:rsidR="00477892" w:rsidRDefault="00477892" w:rsidP="006F5E53">
      <w:pPr>
        <w:pStyle w:val="ISM"/>
        <w:spacing w:after="120"/>
        <w:rPr>
          <w:b/>
          <w:sz w:val="24"/>
        </w:rPr>
      </w:pPr>
      <w:r>
        <w:rPr>
          <w:b/>
          <w:sz w:val="24"/>
        </w:rPr>
        <w:lastRenderedPageBreak/>
        <w:t xml:space="preserve">Exercise </w:t>
      </w:r>
      <w:r w:rsidR="00980F24">
        <w:rPr>
          <w:b/>
          <w:sz w:val="24"/>
        </w:rPr>
        <w:t>11</w:t>
      </w:r>
      <w:r>
        <w:rPr>
          <w:b/>
          <w:sz w:val="24"/>
        </w:rPr>
        <w:t>.3</w:t>
      </w:r>
    </w:p>
    <w:p w:rsidR="006F5E53" w:rsidRDefault="006F5E53" w:rsidP="006F5E53">
      <w:pPr>
        <w:pStyle w:val="ISM"/>
      </w:pPr>
      <w:r>
        <w:tab/>
        <w:t>1.</w:t>
      </w:r>
      <w:r>
        <w:tab/>
        <w:t xml:space="preserve">Given: </w:t>
      </w:r>
      <w:r>
        <w:rPr>
          <w:rFonts w:ascii="Times New Roman" w:hAnsi="Times New Roman"/>
          <w:i/>
        </w:rPr>
        <w:t xml:space="preserve">j </w:t>
      </w:r>
      <w:r>
        <w:t xml:space="preserve">= </w:t>
      </w:r>
      <w:r w:rsidR="0072588F">
        <w:t>5</w:t>
      </w:r>
      <w:r>
        <w:t xml:space="preserve">%; </w:t>
      </w:r>
      <w:r>
        <w:rPr>
          <w:rFonts w:ascii="Times New Roman" w:hAnsi="Times New Roman"/>
          <w:i/>
        </w:rPr>
        <w:t xml:space="preserve">m </w:t>
      </w:r>
      <w:r>
        <w:t>= 1; term = 25 years</w:t>
      </w:r>
    </w:p>
    <w:p w:rsidR="006F5E53" w:rsidRDefault="006F5E53" w:rsidP="006F5E53">
      <w:pPr>
        <w:pStyle w:val="ISM"/>
      </w:pPr>
      <w:r>
        <w:rPr>
          <w:rFonts w:ascii="Times New Roman" w:hAnsi="Times New Roman"/>
          <w:i/>
        </w:rPr>
        <w:tab/>
      </w:r>
      <w:r>
        <w:rPr>
          <w:rFonts w:ascii="Times New Roman" w:hAnsi="Times New Roman"/>
          <w:i/>
        </w:rPr>
        <w:tab/>
      </w:r>
      <w:proofErr w:type="spellStart"/>
      <w:r>
        <w:rPr>
          <w:rFonts w:ascii="Times New Roman" w:hAnsi="Times New Roman"/>
          <w:i/>
        </w:rPr>
        <w:t>i</w:t>
      </w:r>
      <w:proofErr w:type="spellEnd"/>
      <w:r>
        <w:rPr>
          <w:rFonts w:ascii="Times New Roman" w:hAnsi="Times New Roman"/>
          <w:i/>
        </w:rPr>
        <w:t xml:space="preserve"> </w:t>
      </w:r>
      <w:r>
        <w:t xml:space="preserve">= </w:t>
      </w:r>
      <w:r w:rsidR="0072588F" w:rsidRPr="00A56AD7">
        <w:rPr>
          <w:position w:val="-12"/>
        </w:rPr>
        <w:object w:dxaOrig="300" w:dyaOrig="360">
          <v:shape id="_x0000_i1082" type="#_x0000_t75" style="width:14.95pt;height:18.7pt" o:ole="" fillcolor="window">
            <v:imagedata r:id="rId111" o:title=""/>
          </v:shape>
          <o:OLEObject Type="Embed" ProgID="Equation.3" ShapeID="_x0000_i1082" DrawAspect="Content" ObjectID="_1654976452" r:id="rId112"/>
        </w:object>
      </w:r>
      <w:r>
        <w:t xml:space="preserve"> = </w:t>
      </w:r>
      <w:r w:rsidR="0072588F">
        <w:t>5</w:t>
      </w:r>
      <w:r>
        <w:t xml:space="preserve">%; </w:t>
      </w:r>
      <w:r>
        <w:rPr>
          <w:rFonts w:ascii="Times New Roman" w:hAnsi="Times New Roman"/>
          <w:i/>
        </w:rPr>
        <w:t xml:space="preserve">n </w:t>
      </w:r>
      <w:r>
        <w:t>= 1(25) = 25</w:t>
      </w:r>
    </w:p>
    <w:p w:rsidR="006F5E53" w:rsidRDefault="006F5E53" w:rsidP="006F5E53">
      <w:pPr>
        <w:pStyle w:val="ISM"/>
      </w:pPr>
      <w:r>
        <w:tab/>
      </w:r>
      <w:r>
        <w:tab/>
      </w:r>
      <w:r w:rsidRPr="00480120">
        <w:rPr>
          <w:spacing w:val="-2"/>
          <w:position w:val="-34"/>
        </w:rPr>
        <w:object w:dxaOrig="2280" w:dyaOrig="780">
          <v:shape id="_x0000_i1083" type="#_x0000_t75" style="width:114.1pt;height:38.35pt" o:ole="" fillcolor="window">
            <v:imagedata r:id="rId113" o:title=""/>
          </v:shape>
          <o:OLEObject Type="Embed" ProgID="Equation.3" ShapeID="_x0000_i1083" DrawAspect="Content" ObjectID="_1654976453" r:id="rId114"/>
        </w:object>
      </w:r>
      <w:r>
        <w:t xml:space="preserve"> = </w:t>
      </w:r>
      <w:r>
        <w:rPr>
          <w:rFonts w:ascii="Times New Roman" w:hAnsi="Times New Roman"/>
          <w:i/>
        </w:rPr>
        <w:t>PMT</w:t>
      </w:r>
      <w:r w:rsidR="0072588F" w:rsidRPr="0072588F">
        <w:rPr>
          <w:position w:val="-32"/>
        </w:rPr>
        <w:object w:dxaOrig="1280" w:dyaOrig="760">
          <v:shape id="_x0000_i1084" type="#_x0000_t75" style="width:63.6pt;height:38.35pt" o:ole="" fillcolor="window">
            <v:imagedata r:id="rId115" o:title=""/>
          </v:shape>
          <o:OLEObject Type="Embed" ProgID="Equation.3" ShapeID="_x0000_i1084" DrawAspect="Content" ObjectID="_1654976454" r:id="rId116"/>
        </w:object>
      </w:r>
      <w:r>
        <w:t xml:space="preserve"> = </w:t>
      </w:r>
      <w:r w:rsidR="0072588F">
        <w:t>14.0939446</w:t>
      </w:r>
      <w:r w:rsidR="0081108C">
        <w:t xml:space="preserve"> </w:t>
      </w:r>
      <w:r>
        <w:rPr>
          <w:rFonts w:ascii="Times New Roman" w:hAnsi="Times New Roman"/>
          <w:i/>
        </w:rPr>
        <w:t>PMT</w:t>
      </w:r>
      <w:r w:rsidR="0081108C">
        <w:rPr>
          <w:rFonts w:ascii="Times New Roman" w:hAnsi="Times New Roman"/>
          <w:i/>
        </w:rPr>
        <w:t xml:space="preserve"> </w:t>
      </w:r>
    </w:p>
    <w:p w:rsidR="006F5E53" w:rsidRDefault="006F5E53" w:rsidP="006F5E53">
      <w:pPr>
        <w:pStyle w:val="ISMab"/>
      </w:pPr>
      <w:r>
        <w:tab/>
      </w:r>
      <w:r>
        <w:tab/>
      </w:r>
      <w:r>
        <w:tab/>
      </w:r>
      <w:r w:rsidRPr="002768D9">
        <w:rPr>
          <w:u w:val="single"/>
        </w:rPr>
        <w:t>(</w:t>
      </w:r>
      <w:r w:rsidRPr="00A56AD7">
        <w:rPr>
          <w:i/>
          <w:u w:val="single"/>
        </w:rPr>
        <w:t>a</w:t>
      </w:r>
      <w:r w:rsidRPr="002768D9">
        <w:rPr>
          <w:u w:val="single"/>
        </w:rPr>
        <w:t xml:space="preserve">) </w:t>
      </w:r>
      <w:r>
        <w:rPr>
          <w:rFonts w:ascii="Times New Roman" w:hAnsi="Times New Roman"/>
          <w:i/>
          <w:u w:val="single"/>
        </w:rPr>
        <w:t>PMT</w:t>
      </w:r>
      <w:r w:rsidRPr="002768D9">
        <w:rPr>
          <w:rFonts w:ascii="Times New Roman" w:hAnsi="Times New Roman"/>
          <w:i/>
          <w:u w:val="single"/>
        </w:rPr>
        <w:t xml:space="preserve"> </w:t>
      </w:r>
      <w:r w:rsidRPr="002768D9">
        <w:rPr>
          <w:u w:val="single"/>
        </w:rPr>
        <w:t xml:space="preserve">= </w:t>
      </w:r>
      <w:r>
        <w:rPr>
          <w:u w:val="single"/>
        </w:rPr>
        <w:t>$1000</w:t>
      </w:r>
      <w:r>
        <w:tab/>
      </w:r>
      <w:r>
        <w:tab/>
      </w:r>
      <w:r>
        <w:tab/>
      </w:r>
      <w:r w:rsidRPr="002768D9">
        <w:rPr>
          <w:u w:val="single"/>
        </w:rPr>
        <w:t>(</w:t>
      </w:r>
      <w:r w:rsidRPr="00A56AD7">
        <w:rPr>
          <w:i/>
          <w:u w:val="single"/>
        </w:rPr>
        <w:t>b</w:t>
      </w:r>
      <w:r w:rsidRPr="002768D9">
        <w:rPr>
          <w:u w:val="single"/>
        </w:rPr>
        <w:t xml:space="preserve">) </w:t>
      </w:r>
      <w:r>
        <w:rPr>
          <w:rFonts w:ascii="Times New Roman" w:hAnsi="Times New Roman"/>
          <w:i/>
          <w:u w:val="single"/>
        </w:rPr>
        <w:t>PMT</w:t>
      </w:r>
      <w:r w:rsidRPr="002768D9">
        <w:rPr>
          <w:rFonts w:ascii="Times New Roman" w:hAnsi="Times New Roman"/>
          <w:i/>
          <w:u w:val="single"/>
        </w:rPr>
        <w:t xml:space="preserve"> </w:t>
      </w:r>
      <w:r w:rsidRPr="002768D9">
        <w:rPr>
          <w:u w:val="single"/>
        </w:rPr>
        <w:t xml:space="preserve">= </w:t>
      </w:r>
      <w:r>
        <w:rPr>
          <w:u w:val="single"/>
        </w:rPr>
        <w:t>$2000</w:t>
      </w:r>
      <w:r>
        <w:tab/>
      </w:r>
      <w:r>
        <w:tab/>
        <w:t>(</w:t>
      </w:r>
      <w:r w:rsidRPr="00A56AD7">
        <w:rPr>
          <w:i/>
        </w:rPr>
        <w:t>c</w:t>
      </w:r>
      <w:r>
        <w:t xml:space="preserve">) </w:t>
      </w:r>
      <w:r>
        <w:rPr>
          <w:rFonts w:ascii="Times New Roman" w:hAnsi="Times New Roman"/>
          <w:i/>
          <w:u w:val="single"/>
        </w:rPr>
        <w:t>PMT</w:t>
      </w:r>
      <w:r w:rsidRPr="002768D9">
        <w:rPr>
          <w:rFonts w:ascii="Times New Roman" w:hAnsi="Times New Roman"/>
          <w:i/>
          <w:u w:val="single"/>
        </w:rPr>
        <w:t xml:space="preserve"> </w:t>
      </w:r>
      <w:r w:rsidRPr="002768D9">
        <w:rPr>
          <w:u w:val="single"/>
        </w:rPr>
        <w:t xml:space="preserve">= </w:t>
      </w:r>
      <w:r>
        <w:rPr>
          <w:u w:val="single"/>
        </w:rPr>
        <w:t>$3000</w:t>
      </w:r>
    </w:p>
    <w:p w:rsidR="006F5E53" w:rsidRDefault="006F5E53" w:rsidP="006F5E53">
      <w:pPr>
        <w:pStyle w:val="ISMab"/>
        <w:spacing w:after="120"/>
      </w:pPr>
      <w:r>
        <w:tab/>
      </w:r>
      <w:r>
        <w:tab/>
      </w:r>
      <w:r>
        <w:tab/>
        <w:t xml:space="preserve">    </w:t>
      </w:r>
      <w:r w:rsidR="005208E2">
        <w:rPr>
          <w:rFonts w:ascii="Times New Roman" w:hAnsi="Times New Roman"/>
          <w:i/>
        </w:rPr>
        <w:t>P</w:t>
      </w:r>
      <w:r>
        <w:rPr>
          <w:rFonts w:ascii="Times New Roman" w:hAnsi="Times New Roman"/>
          <w:i/>
        </w:rPr>
        <w:t xml:space="preserve">V </w:t>
      </w:r>
      <w:r>
        <w:t xml:space="preserve">= </w:t>
      </w:r>
      <w:r w:rsidRPr="0081108C">
        <w:rPr>
          <w:u w:val="double"/>
        </w:rPr>
        <w:t>$</w:t>
      </w:r>
      <w:r w:rsidR="0081108C" w:rsidRPr="0081108C">
        <w:rPr>
          <w:u w:val="double"/>
        </w:rPr>
        <w:t>1</w:t>
      </w:r>
      <w:r w:rsidR="0072588F">
        <w:rPr>
          <w:u w:val="double"/>
        </w:rPr>
        <w:t>4,093.94</w:t>
      </w:r>
      <w:r>
        <w:tab/>
      </w:r>
      <w:r>
        <w:tab/>
      </w:r>
      <w:r>
        <w:tab/>
      </w:r>
      <w:r w:rsidR="005208E2">
        <w:t xml:space="preserve">     </w:t>
      </w:r>
      <w:r w:rsidR="005208E2">
        <w:rPr>
          <w:rFonts w:ascii="Times New Roman" w:hAnsi="Times New Roman"/>
          <w:i/>
        </w:rPr>
        <w:t>P</w:t>
      </w:r>
      <w:r>
        <w:rPr>
          <w:rFonts w:ascii="Times New Roman" w:hAnsi="Times New Roman"/>
          <w:i/>
        </w:rPr>
        <w:t xml:space="preserve">V </w:t>
      </w:r>
      <w:r>
        <w:t xml:space="preserve">= </w:t>
      </w:r>
      <w:r w:rsidRPr="0081108C">
        <w:rPr>
          <w:u w:val="double"/>
        </w:rPr>
        <w:t>$</w:t>
      </w:r>
      <w:r w:rsidR="0081108C" w:rsidRPr="0081108C">
        <w:rPr>
          <w:u w:val="double"/>
        </w:rPr>
        <w:t>2</w:t>
      </w:r>
      <w:r w:rsidR="0072588F">
        <w:rPr>
          <w:u w:val="double"/>
        </w:rPr>
        <w:t>8,187.89</w:t>
      </w:r>
      <w:r>
        <w:tab/>
      </w:r>
      <w:r>
        <w:tab/>
      </w:r>
      <w:r w:rsidR="005208E2">
        <w:t xml:space="preserve">     </w:t>
      </w:r>
      <w:r w:rsidR="005208E2">
        <w:rPr>
          <w:rFonts w:ascii="Times New Roman" w:hAnsi="Times New Roman"/>
          <w:i/>
        </w:rPr>
        <w:t>P</w:t>
      </w:r>
      <w:r>
        <w:rPr>
          <w:rFonts w:ascii="Times New Roman" w:hAnsi="Times New Roman"/>
          <w:i/>
        </w:rPr>
        <w:t xml:space="preserve">V </w:t>
      </w:r>
      <w:r>
        <w:t xml:space="preserve">= </w:t>
      </w:r>
      <w:r w:rsidRPr="0081108C">
        <w:rPr>
          <w:u w:val="double"/>
        </w:rPr>
        <w:t>$</w:t>
      </w:r>
      <w:r w:rsidR="0072588F">
        <w:rPr>
          <w:u w:val="double"/>
        </w:rPr>
        <w:t>42,281.83</w:t>
      </w:r>
    </w:p>
    <w:p w:rsidR="006F5E53" w:rsidRDefault="0045715C" w:rsidP="006F5E53">
      <w:pPr>
        <w:pStyle w:val="ISMab"/>
        <w:spacing w:after="60"/>
      </w:pPr>
      <w:r>
        <w:rPr>
          <w:noProof/>
          <w:lang w:val="en-US"/>
        </w:rPr>
        <w:pict>
          <v:shape id="AutoShape 312" o:spid="_x0000_s1046" type="#_x0000_t61" style="position:absolute;margin-left:359.45pt;margin-top:5.1pt;width:107.05pt;height:83.4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" adj="373,15310" fillcolor="#cff">
            <v:fill opacity="25443f"/>
            <v:textbox inset="3.6pt,,3.6pt">
              <w:txbxContent>
                <w:p w:rsidR="00F95D40" w:rsidRDefault="00F95D40" w:rsidP="0081108C">
                  <w:pPr>
                    <w:spacing w:line="260" w:lineRule="exact"/>
                    <w:ind w:left="-86" w:right="43"/>
                    <w:jc w:val="right"/>
                    <w:rPr>
                      <w:i/>
                      <w:iCs/>
                    </w:rPr>
                  </w:pPr>
                  <w:r>
                    <w:t xml:space="preserve">Same </w:t>
                  </w:r>
                  <w:r>
                    <w:rPr>
                      <w:i/>
                      <w:iCs/>
                    </w:rPr>
                    <w:t>I/Y, P/Y, C/Y</w:t>
                  </w:r>
                </w:p>
                <w:p w:rsidR="00F95D40" w:rsidRDefault="00F95D40" w:rsidP="0081108C">
                  <w:pPr>
                    <w:spacing w:line="260" w:lineRule="exact"/>
                    <w:ind w:left="-86" w:right="43"/>
                    <w:jc w:val="right"/>
                  </w:pPr>
                  <w:r>
                    <w:t>Same</w:t>
                  </w:r>
                  <w:r>
                    <w:rPr>
                      <w:i/>
                      <w:iCs/>
                    </w:rPr>
                    <w:t xml:space="preserve"> N, FV</w:t>
                  </w:r>
                </w:p>
                <w:p w:rsidR="00F95D40" w:rsidRDefault="00F95D40" w:rsidP="006F5E53">
                  <w:pPr>
                    <w:spacing w:line="300" w:lineRule="exact"/>
                    <w:ind w:right="43"/>
                    <w:jc w:val="right"/>
                  </w:pPr>
                  <w:r>
                    <w:t xml:space="preserve">3000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PMT</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F5E53">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F5E53">
                  <w:pPr>
                    <w:spacing w:line="320" w:lineRule="exact"/>
                    <w:ind w:right="43"/>
                    <w:jc w:val="right"/>
                  </w:pPr>
                  <w:r>
                    <w:rPr>
                      <w:i/>
                      <w:iCs/>
                    </w:rPr>
                    <w:t>Ans</w:t>
                  </w:r>
                  <w:r>
                    <w:t>: –42,281.83</w:t>
                  </w:r>
                </w:p>
              </w:txbxContent>
            </v:textbox>
            <w10:wrap type="square"/>
          </v:shape>
        </w:pict>
      </w:r>
      <w:r>
        <w:rPr>
          <w:noProof/>
          <w:lang w:val="en-US"/>
        </w:rPr>
        <w:pict>
          <v:shape id="AutoShape 311" o:spid="_x0000_s1047" type="#_x0000_t61" style="position:absolute;margin-left:215.25pt;margin-top:5.1pt;width:109.15pt;height:84.15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" adj="920,15825" fillcolor="#cff">
            <v:fill opacity="25443f"/>
            <v:textbox inset="3.6pt,,3.6pt">
              <w:txbxContent>
                <w:p w:rsidR="00F95D40" w:rsidRDefault="00F95D40" w:rsidP="0081108C">
                  <w:pPr>
                    <w:spacing w:line="260" w:lineRule="exact"/>
                    <w:ind w:left="-86" w:right="43"/>
                    <w:jc w:val="right"/>
                    <w:rPr>
                      <w:i/>
                      <w:iCs/>
                    </w:rPr>
                  </w:pPr>
                  <w:r>
                    <w:t xml:space="preserve">Same </w:t>
                  </w:r>
                  <w:r>
                    <w:rPr>
                      <w:i/>
                      <w:iCs/>
                    </w:rPr>
                    <w:t>I/Y, P/Y, C/Y</w:t>
                  </w:r>
                </w:p>
                <w:p w:rsidR="00F95D40" w:rsidRDefault="00F95D40" w:rsidP="0081108C">
                  <w:pPr>
                    <w:spacing w:line="260" w:lineRule="exact"/>
                    <w:ind w:left="-86" w:right="43"/>
                    <w:jc w:val="right"/>
                  </w:pPr>
                  <w:r>
                    <w:t>Same</w:t>
                  </w:r>
                  <w:r>
                    <w:rPr>
                      <w:i/>
                      <w:iCs/>
                    </w:rPr>
                    <w:t xml:space="preserve"> N, FV</w:t>
                  </w:r>
                </w:p>
                <w:p w:rsidR="00F95D40" w:rsidRDefault="00F95D40" w:rsidP="006F5E53">
                  <w:pPr>
                    <w:spacing w:line="300" w:lineRule="exact"/>
                    <w:ind w:right="43"/>
                    <w:jc w:val="right"/>
                  </w:pPr>
                  <w:r>
                    <w:t xml:space="preserve">2000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PMT</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F5E53">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F5E53">
                  <w:pPr>
                    <w:spacing w:line="320" w:lineRule="exact"/>
                    <w:ind w:right="43"/>
                    <w:jc w:val="right"/>
                  </w:pPr>
                  <w:r>
                    <w:rPr>
                      <w:i/>
                      <w:iCs/>
                    </w:rPr>
                    <w:t>Ans</w:t>
                  </w:r>
                  <w:r>
                    <w:t>: –28,187.89</w:t>
                  </w:r>
                </w:p>
              </w:txbxContent>
            </v:textbox>
            <w10:wrap type="square"/>
          </v:shape>
        </w:pict>
      </w:r>
      <w:r>
        <w:rPr>
          <w:noProof/>
          <w:lang w:val="en-US"/>
        </w:rPr>
        <w:pict>
          <v:shape id="AutoShape 313" o:spid="_x0000_s1048" type="#_x0000_t61" style="position:absolute;margin-left:53.55pt;margin-top:2.3pt;width:122.55pt;height:131.8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" adj="71,15528" fillcolor="#cff">
            <v:fill opacity="25443f"/>
            <v:textbox inset="3.6pt,,3.6pt">
              <w:txbxContent>
                <w:p w:rsidR="00F95D40" w:rsidRDefault="00F95D40" w:rsidP="006F5E53">
                  <w:pPr>
                    <w:spacing w:line="300" w:lineRule="exact"/>
                    <w:ind w:right="43"/>
                    <w:jc w:val="right"/>
                  </w:pPr>
                  <w:r>
                    <w:t xml:space="preserve">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F5E53">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6F5E53">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6F5E53">
                  <w:pPr>
                    <w:spacing w:line="300" w:lineRule="exact"/>
                    <w:ind w:right="43"/>
                    <w:jc w:val="right"/>
                    <w:rPr>
                      <w:spacing w:val="-2"/>
                      <w:bdr w:val="single" w:sz="12" w:space="0" w:color="auto"/>
                      <w:shd w:val="clear" w:color="auto" w:fill="C0C0C0"/>
                    </w:rPr>
                  </w:pPr>
                  <w:r>
                    <w:t xml:space="preserve">25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F5E53">
                  <w:pPr>
                    <w:spacing w:line="300" w:lineRule="exact"/>
                    <w:ind w:right="43"/>
                    <w:jc w:val="right"/>
                  </w:pPr>
                  <w:r>
                    <w:t xml:space="preserve">1000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F5E53">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F5E53">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F5E53">
                  <w:pPr>
                    <w:spacing w:line="320" w:lineRule="exact"/>
                    <w:ind w:right="43"/>
                    <w:jc w:val="right"/>
                  </w:pPr>
                  <w:r>
                    <w:rPr>
                      <w:i/>
                      <w:iCs/>
                    </w:rPr>
                    <w:t>Ans</w:t>
                  </w:r>
                  <w:r>
                    <w:t>: –14,093.94</w:t>
                  </w:r>
                </w:p>
              </w:txbxContent>
            </v:textbox>
            <w10:wrap type="square"/>
          </v:shape>
        </w:pict>
      </w:r>
    </w:p>
    <w:p w:rsidR="006F5E53" w:rsidRDefault="006F5E53" w:rsidP="006F5E53"/>
    <w:p w:rsidR="006F5E53" w:rsidRDefault="006F5E53" w:rsidP="006F5E53">
      <w:pPr>
        <w:pStyle w:val="ISMab"/>
        <w:spacing w:after="60"/>
      </w:pPr>
    </w:p>
    <w:p w:rsidR="006F5E53" w:rsidRDefault="006F5E53" w:rsidP="006F5E53">
      <w:pPr>
        <w:pStyle w:val="ISMab"/>
        <w:spacing w:after="60"/>
      </w:pPr>
    </w:p>
    <w:p w:rsidR="006F5E53" w:rsidRDefault="006F5E53" w:rsidP="006F5E53">
      <w:pPr>
        <w:pStyle w:val="ISMab"/>
        <w:spacing w:after="60"/>
      </w:pPr>
    </w:p>
    <w:p w:rsidR="006F5E53" w:rsidRDefault="006F5E53" w:rsidP="006F5E53">
      <w:pPr>
        <w:pStyle w:val="ISMab"/>
        <w:spacing w:after="60"/>
      </w:pPr>
    </w:p>
    <w:p w:rsidR="006F5E53" w:rsidRDefault="006F5E53" w:rsidP="006F5E53"/>
    <w:p w:rsidR="006F5E53" w:rsidRDefault="006F5E53" w:rsidP="006F5E53"/>
    <w:p w:rsidR="006F5E53" w:rsidRDefault="006F5E53" w:rsidP="006F5E53"/>
    <w:p w:rsidR="006F5E53" w:rsidRDefault="006F5E53" w:rsidP="006F5E53"/>
    <w:p w:rsidR="005208E2" w:rsidRDefault="005208E2" w:rsidP="006F5E53"/>
    <w:p w:rsidR="00FA05A4" w:rsidRDefault="0045715C" w:rsidP="00FA05A4">
      <w:pPr>
        <w:pStyle w:val="ISMab"/>
      </w:pPr>
      <w:r>
        <w:rPr>
          <w:noProof/>
          <w:lang w:val="en-US"/>
        </w:rPr>
        <w:pict>
          <v:shape id="AutoShape 309" o:spid="_x0000_s1049" type="#_x0000_t61" style="position:absolute;margin-left:322.55pt;margin-top:5.55pt;width:131.2pt;height:131.3pt;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" adj="-16447,10833" fillcolor="#cff">
            <v:fill opacity="25443f"/>
            <v:textbox inset="3.6pt,,3.6pt">
              <w:txbxContent>
                <w:p w:rsidR="00F95D40" w:rsidRDefault="00F95D40" w:rsidP="00FA05A4">
                  <w:pPr>
                    <w:spacing w:line="300" w:lineRule="exact"/>
                    <w:ind w:right="42"/>
                    <w:jc w:val="right"/>
                  </w:pPr>
                  <w:r>
                    <w:t xml:space="preserve">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FA05A4">
                  <w:pPr>
                    <w:spacing w:line="300" w:lineRule="exact"/>
                    <w:ind w:right="42"/>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1000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5208E2">
                  <w:pPr>
                    <w:spacing w:line="320" w:lineRule="exact"/>
                    <w:ind w:right="43"/>
                    <w:jc w:val="right"/>
                  </w:pPr>
                  <w:r>
                    <w:rPr>
                      <w:i/>
                      <w:iCs/>
                    </w:rPr>
                    <w:t>Ans</w:t>
                  </w:r>
                  <w:r>
                    <w:t>: –12,462.21</w:t>
                  </w:r>
                </w:p>
              </w:txbxContent>
            </v:textbox>
            <w10:wrap type="square"/>
          </v:shape>
        </w:pict>
      </w:r>
      <w:r w:rsidR="00FA05A4">
        <w:tab/>
        <w:t>3.</w:t>
      </w:r>
      <w:r w:rsidR="00FA05A4">
        <w:tab/>
      </w:r>
      <w:r w:rsidR="00FA05A4">
        <w:rPr>
          <w:rFonts w:ascii="Times New Roman" w:hAnsi="Times New Roman"/>
          <w:i/>
        </w:rPr>
        <w:t>PMT</w:t>
      </w:r>
      <w:r w:rsidR="00FA05A4">
        <w:t xml:space="preserve"> = $1000 and </w:t>
      </w:r>
      <w:r w:rsidR="00FA05A4">
        <w:rPr>
          <w:rFonts w:ascii="Times New Roman" w:hAnsi="Times New Roman"/>
          <w:i/>
        </w:rPr>
        <w:t>n</w:t>
      </w:r>
      <w:r w:rsidR="00FA05A4">
        <w:t xml:space="preserve"> = 20 in all parts.</w:t>
      </w:r>
    </w:p>
    <w:p w:rsidR="00FA05A4" w:rsidRDefault="00FA05A4" w:rsidP="00FA05A4">
      <w:pPr>
        <w:pStyle w:val="ISMab"/>
      </w:pPr>
      <w:r>
        <w:tab/>
      </w:r>
      <w:r>
        <w:tab/>
      </w:r>
      <w:r>
        <w:rPr>
          <w:i/>
        </w:rPr>
        <w:t>a</w:t>
      </w:r>
      <w:r>
        <w:t>.</w:t>
      </w:r>
      <w:r>
        <w:tab/>
        <w:t xml:space="preserve">For </w:t>
      </w:r>
      <w:r>
        <w:rPr>
          <w:rFonts w:ascii="Times New Roman" w:hAnsi="Times New Roman"/>
          <w:i/>
        </w:rPr>
        <w:t>j</w:t>
      </w:r>
      <w:r>
        <w:t xml:space="preserve"> = 5% </w:t>
      </w:r>
      <w:r w:rsidRPr="00B20A6F">
        <w:rPr>
          <w:spacing w:val="-2"/>
        </w:rPr>
        <w:t>compounded annually</w:t>
      </w:r>
      <w:r>
        <w:rPr>
          <w:spacing w:val="-2"/>
        </w:rPr>
        <w:t>,</w:t>
      </w:r>
    </w:p>
    <w:p w:rsidR="00FA05A4" w:rsidRDefault="0045715C" w:rsidP="00FA05A4">
      <w:pPr>
        <w:pStyle w:val="ISMab"/>
      </w:pPr>
      <w:r>
        <w:rPr>
          <w:noProof/>
          <w:lang w:val="en-US"/>
        </w:rPr>
        <w:pict>
          <v:shape id="AutoShape 310" o:spid="_x0000_s1767" type="#_x0000_t88" style="position:absolute;margin-left:200pt;margin-top:1.65pt;width:10.75pt;height:92.4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"/>
        </w:pict>
      </w:r>
      <w:r w:rsidR="00FA05A4">
        <w:tab/>
      </w:r>
      <w:r w:rsidR="00FA05A4">
        <w:tab/>
      </w:r>
      <w:r w:rsidR="00FA05A4">
        <w:tab/>
      </w:r>
      <w:r w:rsidR="00FA05A4" w:rsidRPr="00480120">
        <w:rPr>
          <w:spacing w:val="-2"/>
          <w:position w:val="-36"/>
        </w:rPr>
        <w:object w:dxaOrig="2520" w:dyaOrig="840">
          <v:shape id="_x0000_i1085" type="#_x0000_t75" style="width:127.15pt;height:42.1pt" o:ole="" fillcolor="window">
            <v:imagedata r:id="rId117" o:title=""/>
          </v:shape>
          <o:OLEObject Type="Embed" ProgID="Equation.2" ShapeID="_x0000_i1085" DrawAspect="Content" ObjectID="_1654976455" r:id="rId118"/>
        </w:object>
      </w:r>
      <w:r w:rsidR="00FA05A4">
        <w:t xml:space="preserve"> </w:t>
      </w:r>
    </w:p>
    <w:p w:rsidR="00FA05A4" w:rsidRDefault="00FA05A4" w:rsidP="00FA05A4">
      <w:pPr>
        <w:pStyle w:val="ISMab"/>
        <w:ind w:left="1350"/>
      </w:pPr>
      <w:r>
        <w:t>= $1000</w:t>
      </w:r>
      <w:r w:rsidRPr="00480120">
        <w:rPr>
          <w:position w:val="-34"/>
        </w:rPr>
        <w:object w:dxaOrig="1380" w:dyaOrig="780">
          <v:shape id="_x0000_i1086" type="#_x0000_t75" style="width:70.15pt;height:38.35pt" o:ole="" fillcolor="window">
            <v:imagedata r:id="rId119" o:title=""/>
          </v:shape>
          <o:OLEObject Type="Embed" ProgID="Equation.3" ShapeID="_x0000_i1086" DrawAspect="Content" ObjectID="_1654976456" r:id="rId120"/>
        </w:object>
      </w:r>
      <w:r>
        <w:t xml:space="preserve"> </w:t>
      </w:r>
    </w:p>
    <w:p w:rsidR="00FA05A4" w:rsidRDefault="00FA05A4" w:rsidP="00FA05A4">
      <w:pPr>
        <w:pStyle w:val="ISMab"/>
        <w:ind w:left="1350"/>
        <w:rPr>
          <w:u w:val="double"/>
        </w:rPr>
      </w:pPr>
      <w:r>
        <w:t xml:space="preserve">= </w:t>
      </w:r>
      <w:r>
        <w:rPr>
          <w:u w:val="double"/>
        </w:rPr>
        <w:t>$12,462.21</w:t>
      </w:r>
    </w:p>
    <w:p w:rsidR="00FA05A4" w:rsidRDefault="00FA05A4" w:rsidP="00FA05A4">
      <w:pPr>
        <w:pStyle w:val="ISMab"/>
      </w:pPr>
      <w:r>
        <w:tab/>
      </w:r>
      <w:r>
        <w:tab/>
        <w:t>Similarly,</w:t>
      </w:r>
    </w:p>
    <w:p w:rsidR="00FA05A4" w:rsidRDefault="00FA05A4" w:rsidP="00FA05A4">
      <w:pPr>
        <w:pStyle w:val="ISMab"/>
        <w:rPr>
          <w:u w:val="double"/>
        </w:rPr>
      </w:pPr>
      <w:r>
        <w:tab/>
      </w:r>
      <w:r>
        <w:tab/>
      </w:r>
      <w:r>
        <w:rPr>
          <w:i/>
        </w:rPr>
        <w:t>b</w:t>
      </w:r>
      <w:r>
        <w:rPr>
          <w:rFonts w:ascii="Times New Roman" w:hAnsi="Times New Roman"/>
          <w:i/>
        </w:rPr>
        <w:t>.</w:t>
      </w:r>
      <w:r>
        <w:tab/>
        <w:t xml:space="preserve">For </w:t>
      </w:r>
      <w:r>
        <w:rPr>
          <w:rFonts w:ascii="Times New Roman" w:hAnsi="Times New Roman"/>
          <w:i/>
        </w:rPr>
        <w:t>i</w:t>
      </w:r>
      <w:r>
        <w:t xml:space="preserve"> = 10%,</w:t>
      </w:r>
      <w:r>
        <w:tab/>
      </w:r>
      <w:r>
        <w:rPr>
          <w:rFonts w:ascii="Times New Roman" w:hAnsi="Times New Roman"/>
          <w:i/>
        </w:rPr>
        <w:t>PV</w:t>
      </w:r>
      <w:r>
        <w:t xml:space="preserve"> = </w:t>
      </w:r>
      <w:r>
        <w:rPr>
          <w:u w:val="double"/>
        </w:rPr>
        <w:t>$8513.56</w:t>
      </w:r>
    </w:p>
    <w:p w:rsidR="00FA05A4" w:rsidRDefault="00FA05A4" w:rsidP="00FA05A4">
      <w:pPr>
        <w:pStyle w:val="ISMab"/>
      </w:pPr>
      <w:r>
        <w:tab/>
      </w:r>
      <w:r>
        <w:tab/>
      </w:r>
      <w:r>
        <w:rPr>
          <w:i/>
        </w:rPr>
        <w:t>c</w:t>
      </w:r>
      <w:r>
        <w:rPr>
          <w:rFonts w:ascii="Times New Roman" w:hAnsi="Times New Roman"/>
          <w:i/>
        </w:rPr>
        <w:t>.</w:t>
      </w:r>
      <w:r>
        <w:tab/>
        <w:t xml:space="preserve">For </w:t>
      </w:r>
      <w:r>
        <w:rPr>
          <w:rFonts w:ascii="Times New Roman" w:hAnsi="Times New Roman"/>
          <w:i/>
        </w:rPr>
        <w:t xml:space="preserve">i </w:t>
      </w:r>
      <w:r>
        <w:t>= 11%,</w:t>
      </w:r>
      <w:r>
        <w:tab/>
      </w:r>
      <w:r>
        <w:rPr>
          <w:rFonts w:ascii="Times New Roman" w:hAnsi="Times New Roman"/>
          <w:i/>
        </w:rPr>
        <w:t>PV</w:t>
      </w:r>
      <w:r>
        <w:t xml:space="preserve"> = </w:t>
      </w:r>
      <w:r>
        <w:rPr>
          <w:u w:val="double"/>
        </w:rPr>
        <w:t>$7963.33</w:t>
      </w:r>
    </w:p>
    <w:p w:rsidR="00FA05A4" w:rsidRDefault="00FA05A4" w:rsidP="00FA05A4">
      <w:pPr>
        <w:pStyle w:val="ISMab"/>
      </w:pPr>
      <w:r>
        <w:tab/>
      </w:r>
      <w:r>
        <w:tab/>
      </w:r>
      <w:r>
        <w:rPr>
          <w:i/>
        </w:rPr>
        <w:t>d</w:t>
      </w:r>
      <w:r>
        <w:rPr>
          <w:rFonts w:ascii="Times New Roman" w:hAnsi="Times New Roman"/>
          <w:i/>
        </w:rPr>
        <w:t>.</w:t>
      </w:r>
      <w:r>
        <w:tab/>
        <w:t xml:space="preserve">For </w:t>
      </w:r>
      <w:r>
        <w:rPr>
          <w:rFonts w:ascii="Times New Roman" w:hAnsi="Times New Roman"/>
          <w:i/>
        </w:rPr>
        <w:t xml:space="preserve">i </w:t>
      </w:r>
      <w:r>
        <w:t>= 15%,</w:t>
      </w:r>
      <w:r>
        <w:tab/>
      </w:r>
      <w:r>
        <w:rPr>
          <w:rFonts w:ascii="Times New Roman" w:hAnsi="Times New Roman"/>
          <w:i/>
        </w:rPr>
        <w:t>PV</w:t>
      </w:r>
      <w:r>
        <w:t xml:space="preserve"> = </w:t>
      </w:r>
      <w:r>
        <w:rPr>
          <w:u w:val="double"/>
        </w:rPr>
        <w:t>$6259.33</w:t>
      </w:r>
    </w:p>
    <w:p w:rsidR="00707BA1" w:rsidRPr="00707BA1" w:rsidRDefault="00707BA1" w:rsidP="00D05497">
      <w:pPr>
        <w:tabs>
          <w:tab w:val="decimal" w:pos="360"/>
          <w:tab w:val="left" w:pos="720"/>
        </w:tabs>
        <w:spacing w:line="360" w:lineRule="auto"/>
      </w:pPr>
    </w:p>
    <w:p w:rsidR="00477892" w:rsidRDefault="0045715C" w:rsidP="00477892">
      <w:pPr>
        <w:pStyle w:val="ISM"/>
      </w:pPr>
      <w:r>
        <w:rPr>
          <w:noProof/>
          <w:lang w:val="en-US"/>
        </w:rPr>
        <w:pict>
          <v:shape id="AutoShape 83" o:spid="_x0000_s1050" type="#_x0000_t61" style="position:absolute;margin-left:316.05pt;margin-top:.15pt;width:131.55pt;height:131.6pt;z-index:25155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" adj="-16305,12934" fillcolor="#cff">
            <v:fill opacity="25443f"/>
            <v:textbox inset="3.6pt,,3.6pt">
              <w:txbxContent>
                <w:p w:rsidR="00F95D40" w:rsidRDefault="00F95D40" w:rsidP="00FA05A4">
                  <w:pPr>
                    <w:spacing w:line="300" w:lineRule="exact"/>
                    <w:ind w:right="43"/>
                    <w:jc w:val="right"/>
                  </w:pPr>
                  <w:r>
                    <w:t xml:space="preserve">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FA05A4">
                  <w:pPr>
                    <w:spacing w:line="300" w:lineRule="exact"/>
                    <w:ind w:right="43"/>
                    <w:jc w:val="right"/>
                    <w:rPr>
                      <w:spacing w:val="-2"/>
                      <w:bdr w:val="single" w:sz="12" w:space="0" w:color="auto"/>
                      <w:shd w:val="clear" w:color="auto" w:fill="C0C0C0"/>
                    </w:rPr>
                  </w:pPr>
                  <w:r>
                    <w:t xml:space="preserve">30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75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5208E2">
                  <w:pPr>
                    <w:spacing w:line="320" w:lineRule="exact"/>
                    <w:ind w:right="43"/>
                    <w:jc w:val="right"/>
                  </w:pPr>
                  <w:r>
                    <w:rPr>
                      <w:i/>
                      <w:iCs/>
                    </w:rPr>
                    <w:t>Ans</w:t>
                  </w:r>
                  <w:r>
                    <w:t>: –2033.16</w:t>
                  </w:r>
                </w:p>
              </w:txbxContent>
            </v:textbox>
            <w10:wrap type="square"/>
          </v:shape>
        </w:pict>
      </w:r>
      <w:r w:rsidR="00477892">
        <w:tab/>
      </w:r>
      <w:r w:rsidR="00FA05A4">
        <w:t>5</w:t>
      </w:r>
      <w:r w:rsidR="00477892">
        <w:t>.</w:t>
      </w:r>
      <w:r w:rsidR="00477892">
        <w:tab/>
        <w:t xml:space="preserve">Given: </w:t>
      </w:r>
      <w:proofErr w:type="spellStart"/>
      <w:r w:rsidR="00477892">
        <w:rPr>
          <w:rFonts w:ascii="Times New Roman" w:hAnsi="Times New Roman"/>
          <w:i/>
        </w:rPr>
        <w:t>i</w:t>
      </w:r>
      <w:proofErr w:type="spellEnd"/>
      <w:r w:rsidR="00477892">
        <w:rPr>
          <w:rFonts w:ascii="Times New Roman" w:hAnsi="Times New Roman"/>
          <w:i/>
        </w:rPr>
        <w:t xml:space="preserve"> </w:t>
      </w:r>
      <w:r w:rsidR="00477892">
        <w:t xml:space="preserve">= </w:t>
      </w:r>
      <w:r w:rsidR="00477892" w:rsidRPr="00480120">
        <w:rPr>
          <w:position w:val="-14"/>
        </w:rPr>
        <w:object w:dxaOrig="340" w:dyaOrig="400">
          <v:shape id="_x0000_i1087" type="#_x0000_t75" style="width:16.85pt;height:20.55pt" o:ole="" fillcolor="window">
            <v:imagedata r:id="rId121" o:title=""/>
          </v:shape>
          <o:OLEObject Type="Embed" ProgID="Equation.3" ShapeID="_x0000_i1087" DrawAspect="Content" ObjectID="_1654976457" r:id="rId122"/>
        </w:object>
      </w:r>
      <w:r w:rsidR="00477892">
        <w:t xml:space="preserve"> = </w:t>
      </w:r>
      <w:r w:rsidR="00477892" w:rsidRPr="00480120">
        <w:rPr>
          <w:position w:val="-6"/>
        </w:rPr>
        <w:object w:dxaOrig="380" w:dyaOrig="320">
          <v:shape id="_x0000_i1088" type="#_x0000_t75" style="width:18.7pt;height:15.9pt" o:ole="" fillcolor="window">
            <v:imagedata r:id="rId123" o:title=""/>
          </v:shape>
          <o:OLEObject Type="Embed" ProgID="Equation.3" ShapeID="_x0000_i1088" DrawAspect="Content" ObjectID="_1654976458" r:id="rId124"/>
        </w:object>
      </w:r>
      <w:r w:rsidR="00477892">
        <w:t xml:space="preserve">%; </w:t>
      </w:r>
      <w:r w:rsidR="00477892">
        <w:rPr>
          <w:rFonts w:ascii="Times New Roman" w:hAnsi="Times New Roman"/>
          <w:i/>
        </w:rPr>
        <w:t>PMT</w:t>
      </w:r>
      <w:r w:rsidR="00477892">
        <w:t xml:space="preserve"> = $75, </w:t>
      </w:r>
    </w:p>
    <w:p w:rsidR="00477892" w:rsidRDefault="00477892" w:rsidP="00477892">
      <w:pPr>
        <w:pStyle w:val="ISM"/>
      </w:pPr>
      <w:r>
        <w:tab/>
      </w:r>
      <w:r>
        <w:tab/>
      </w:r>
      <w:r>
        <w:tab/>
        <w:t xml:space="preserve">        </w:t>
      </w:r>
      <w:r>
        <w:rPr>
          <w:rFonts w:ascii="Times New Roman" w:hAnsi="Times New Roman"/>
          <w:i/>
        </w:rPr>
        <w:t>n</w:t>
      </w:r>
      <w:r>
        <w:t xml:space="preserve"> = 12(2.5) = 30</w:t>
      </w:r>
    </w:p>
    <w:p w:rsidR="00477892" w:rsidRDefault="0045715C" w:rsidP="00477892">
      <w:pPr>
        <w:pStyle w:val="ISM"/>
      </w:pPr>
      <w:r>
        <w:rPr>
          <w:noProof/>
          <w:sz w:val="20"/>
          <w:lang w:val="en-US"/>
        </w:rPr>
        <w:pict>
          <v:shape id="AutoShape 38" o:spid="_x0000_s1759" type="#_x0000_t88" style="position:absolute;margin-left:200.15pt;margin-top:3.55pt;width:10.75pt;height:90.3pt;z-index:251533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"/>
        </w:pict>
      </w:r>
      <w:r w:rsidR="00477892">
        <w:tab/>
      </w:r>
      <w:r w:rsidR="00477892">
        <w:tab/>
      </w:r>
      <w:r w:rsidR="00477892">
        <w:tab/>
      </w:r>
      <w:r w:rsidR="00477892" w:rsidRPr="00480120">
        <w:rPr>
          <w:spacing w:val="-2"/>
          <w:position w:val="-36"/>
        </w:rPr>
        <w:object w:dxaOrig="2520" w:dyaOrig="840">
          <v:shape id="_x0000_i1089" type="#_x0000_t75" style="width:127.15pt;height:42.1pt" o:ole="" fillcolor="window">
            <v:imagedata r:id="rId117" o:title=""/>
          </v:shape>
          <o:OLEObject Type="Embed" ProgID="Equation.2" ShapeID="_x0000_i1089" DrawAspect="Content" ObjectID="_1654976459" r:id="rId125"/>
        </w:object>
      </w:r>
    </w:p>
    <w:p w:rsidR="00477892" w:rsidRDefault="00707BA1" w:rsidP="00477892">
      <w:pPr>
        <w:pStyle w:val="ISM"/>
        <w:ind w:left="1170"/>
      </w:pPr>
      <w:r>
        <w:t xml:space="preserve"> </w:t>
      </w:r>
      <w:r w:rsidR="00477892">
        <w:t>= $75</w:t>
      </w:r>
      <w:r w:rsidR="00477892" w:rsidRPr="00480120">
        <w:rPr>
          <w:position w:val="-34"/>
        </w:rPr>
        <w:object w:dxaOrig="1540" w:dyaOrig="800">
          <v:shape id="_x0000_i1090" type="#_x0000_t75" style="width:76.7pt;height:40.2pt" o:ole="" fillcolor="window">
            <v:imagedata r:id="rId126" o:title=""/>
          </v:shape>
          <o:OLEObject Type="Embed" ProgID="Equation.3" ShapeID="_x0000_i1090" DrawAspect="Content" ObjectID="_1654976460" r:id="rId127"/>
        </w:object>
      </w:r>
    </w:p>
    <w:p w:rsidR="00477892" w:rsidRDefault="00477892" w:rsidP="00477892">
      <w:pPr>
        <w:pStyle w:val="ISM"/>
        <w:ind w:left="1170"/>
        <w:rPr>
          <w:u w:val="double"/>
        </w:rPr>
      </w:pPr>
      <w:r>
        <w:t xml:space="preserve">= </w:t>
      </w:r>
      <w:r>
        <w:rPr>
          <w:u w:val="double"/>
        </w:rPr>
        <w:t>$2033.16</w:t>
      </w:r>
    </w:p>
    <w:p w:rsidR="007142E6" w:rsidRDefault="007142E6" w:rsidP="00477892">
      <w:pPr>
        <w:pStyle w:val="ISM"/>
        <w:ind w:left="1170"/>
        <w:rPr>
          <w:u w:val="double"/>
        </w:rPr>
      </w:pPr>
    </w:p>
    <w:p w:rsidR="00832A6C" w:rsidRDefault="00832A6C">
      <w:r>
        <w:br w:type="page"/>
      </w:r>
    </w:p>
    <w:p w:rsidR="00477892" w:rsidRDefault="0045715C" w:rsidP="00477892">
      <w:pPr>
        <w:pStyle w:val="ISM"/>
      </w:pPr>
      <w:r>
        <w:rPr>
          <w:noProof/>
          <w:lang w:val="en-US"/>
        </w:rPr>
        <w:lastRenderedPageBreak/>
        <w:pict>
          <v:shape id="AutoShape 85" o:spid="_x0000_s1051" type="#_x0000_t61" style="position:absolute;margin-left:333.55pt;margin-top:13.75pt;width:137.2pt;height:130.2pt;z-index:251553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" adj="-14983,11272" fillcolor="#cff">
            <v:fill opacity="25443f"/>
            <v:textbox inset="3.6pt,,3.6pt">
              <w:txbxContent>
                <w:p w:rsidR="00F95D40" w:rsidRDefault="00F95D40" w:rsidP="00FA05A4">
                  <w:pPr>
                    <w:spacing w:line="300" w:lineRule="exact"/>
                    <w:ind w:right="43"/>
                    <w:jc w:val="right"/>
                  </w:pPr>
                  <w:r>
                    <w:t xml:space="preserve">3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FA05A4">
                  <w:pPr>
                    <w:spacing w:line="300" w:lineRule="exact"/>
                    <w:ind w:right="43"/>
                    <w:jc w:val="right"/>
                    <w:rPr>
                      <w:spacing w:val="-2"/>
                      <w:bdr w:val="single" w:sz="12" w:space="0" w:color="auto"/>
                      <w:shd w:val="clear" w:color="auto" w:fill="C0C0C0"/>
                    </w:rPr>
                  </w:pPr>
                  <w:r>
                    <w:t xml:space="preserve">99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175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5208E2">
                  <w:pPr>
                    <w:spacing w:line="320" w:lineRule="exact"/>
                    <w:ind w:right="43"/>
                    <w:jc w:val="right"/>
                  </w:pPr>
                  <w:r>
                    <w:rPr>
                      <w:i/>
                      <w:iCs/>
                    </w:rPr>
                    <w:t>Ans</w:t>
                  </w:r>
                  <w:r>
                    <w:t>: –15,330.60</w:t>
                  </w:r>
                </w:p>
              </w:txbxContent>
            </v:textbox>
            <w10:wrap type="square"/>
          </v:shape>
        </w:pict>
      </w:r>
      <w:r w:rsidR="00477892">
        <w:tab/>
      </w:r>
      <w:r w:rsidR="00FA05A4">
        <w:t>7</w:t>
      </w:r>
      <w:r w:rsidR="00477892">
        <w:t>.</w:t>
      </w:r>
      <w:r w:rsidR="00477892">
        <w:tab/>
        <w:t xml:space="preserve">Given: </w:t>
      </w:r>
      <w:proofErr w:type="spellStart"/>
      <w:r w:rsidR="00477892">
        <w:rPr>
          <w:rFonts w:ascii="Times New Roman" w:hAnsi="Times New Roman"/>
          <w:i/>
        </w:rPr>
        <w:t>i</w:t>
      </w:r>
      <w:proofErr w:type="spellEnd"/>
      <w:r w:rsidR="00477892">
        <w:rPr>
          <w:rFonts w:ascii="Times New Roman" w:hAnsi="Times New Roman"/>
          <w:i/>
        </w:rPr>
        <w:t xml:space="preserve"> </w:t>
      </w:r>
      <w:r w:rsidR="00477892">
        <w:t xml:space="preserve">= </w:t>
      </w:r>
      <w:r w:rsidR="007426C3" w:rsidRPr="007426C3">
        <w:rPr>
          <w:position w:val="-12"/>
        </w:rPr>
        <w:object w:dxaOrig="300" w:dyaOrig="360">
          <v:shape id="_x0000_i1091" type="#_x0000_t75" style="width:14.95pt;height:18.7pt" o:ole="" fillcolor="window">
            <v:imagedata r:id="rId128" o:title=""/>
          </v:shape>
          <o:OLEObject Type="Embed" ProgID="Equation.3" ShapeID="_x0000_i1091" DrawAspect="Content" ObjectID="_1654976461" r:id="rId129"/>
        </w:object>
      </w:r>
      <w:r w:rsidR="00477892">
        <w:t xml:space="preserve"> = 0.</w:t>
      </w:r>
      <w:r w:rsidR="007426C3">
        <w:t>2</w:t>
      </w:r>
      <w:r w:rsidR="00477892">
        <w:t xml:space="preserve">5%; </w:t>
      </w:r>
      <w:r w:rsidR="00477892">
        <w:rPr>
          <w:rFonts w:ascii="Times New Roman" w:hAnsi="Times New Roman"/>
          <w:i/>
        </w:rPr>
        <w:t>PMT</w:t>
      </w:r>
      <w:r w:rsidR="00477892">
        <w:t xml:space="preserve"> = $175, </w:t>
      </w:r>
    </w:p>
    <w:p w:rsidR="00477892" w:rsidRDefault="00477892" w:rsidP="00477892">
      <w:pPr>
        <w:pStyle w:val="ISM"/>
      </w:pPr>
      <w:r>
        <w:tab/>
      </w:r>
      <w:r>
        <w:tab/>
      </w:r>
      <w:r>
        <w:tab/>
        <w:t xml:space="preserve">        </w:t>
      </w:r>
      <w:r>
        <w:rPr>
          <w:rFonts w:ascii="Times New Roman" w:hAnsi="Times New Roman"/>
          <w:i/>
        </w:rPr>
        <w:t>n</w:t>
      </w:r>
      <w:r>
        <w:t xml:space="preserve"> = 12(8.25) = 99</w:t>
      </w:r>
    </w:p>
    <w:p w:rsidR="00477892" w:rsidRDefault="0045715C" w:rsidP="00477892">
      <w:pPr>
        <w:pStyle w:val="ISM"/>
      </w:pPr>
      <w:r>
        <w:rPr>
          <w:noProof/>
          <w:sz w:val="20"/>
          <w:lang w:val="en-US"/>
        </w:rPr>
        <w:pict>
          <v:shape id="AutoShape 40" o:spid="_x0000_s1752" type="#_x0000_t88" style="position:absolute;margin-left:187.1pt;margin-top:3.4pt;width:17.2pt;height:86pt;z-index:25153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"/>
        </w:pict>
      </w:r>
      <w:r w:rsidR="00477892">
        <w:tab/>
      </w:r>
      <w:r w:rsidR="00477892">
        <w:tab/>
      </w:r>
      <w:r w:rsidR="00477892">
        <w:tab/>
      </w:r>
      <w:r w:rsidR="00477892" w:rsidRPr="00480120">
        <w:rPr>
          <w:spacing w:val="-2"/>
          <w:position w:val="-36"/>
        </w:rPr>
        <w:object w:dxaOrig="2520" w:dyaOrig="840">
          <v:shape id="_x0000_i1092" type="#_x0000_t75" style="width:127.15pt;height:42.1pt" o:ole="" fillcolor="window">
            <v:imagedata r:id="rId117" o:title=""/>
          </v:shape>
          <o:OLEObject Type="Embed" ProgID="Equation.2" ShapeID="_x0000_i1092" DrawAspect="Content" ObjectID="_1654976462" r:id="rId130"/>
        </w:object>
      </w:r>
    </w:p>
    <w:p w:rsidR="00477892" w:rsidRDefault="00477892" w:rsidP="00477892">
      <w:pPr>
        <w:pStyle w:val="ISM"/>
        <w:ind w:left="1170"/>
      </w:pPr>
      <w:r>
        <w:t>= $175</w:t>
      </w:r>
      <w:r w:rsidR="007426C3" w:rsidRPr="00480120">
        <w:rPr>
          <w:position w:val="-32"/>
        </w:rPr>
        <w:object w:dxaOrig="1520" w:dyaOrig="760">
          <v:shape id="_x0000_i1093" type="#_x0000_t75" style="width:75.75pt;height:38.35pt" o:ole="" fillcolor="window">
            <v:imagedata r:id="rId131" o:title=""/>
          </v:shape>
          <o:OLEObject Type="Embed" ProgID="Equation.3" ShapeID="_x0000_i1093" DrawAspect="Content" ObjectID="_1654976463" r:id="rId132"/>
        </w:object>
      </w:r>
    </w:p>
    <w:p w:rsidR="00477892" w:rsidRDefault="00477892" w:rsidP="00477892">
      <w:pPr>
        <w:pStyle w:val="ISM"/>
        <w:spacing w:line="360" w:lineRule="auto"/>
        <w:ind w:left="1166"/>
      </w:pPr>
      <w:r>
        <w:t xml:space="preserve">= </w:t>
      </w:r>
      <w:r>
        <w:rPr>
          <w:u w:val="double"/>
        </w:rPr>
        <w:t>$</w:t>
      </w:r>
      <w:r w:rsidR="007426C3">
        <w:rPr>
          <w:u w:val="double"/>
        </w:rPr>
        <w:t>15,330.60</w:t>
      </w:r>
    </w:p>
    <w:p w:rsidR="0027222E" w:rsidRDefault="009F4E88" w:rsidP="00477892">
      <w:pPr>
        <w:pStyle w:val="ISM"/>
      </w:pPr>
      <w:r>
        <w:tab/>
      </w:r>
      <w:r>
        <w:tab/>
        <w:t>The investor would pay $1</w:t>
      </w:r>
      <w:r w:rsidR="007426C3">
        <w:t>5,330.60</w:t>
      </w:r>
      <w:r>
        <w:t xml:space="preserve"> to</w:t>
      </w:r>
    </w:p>
    <w:p w:rsidR="00477892" w:rsidRDefault="0027222E" w:rsidP="00477892">
      <w:pPr>
        <w:pStyle w:val="ISM"/>
      </w:pPr>
      <w:r>
        <w:tab/>
      </w:r>
      <w:r>
        <w:tab/>
      </w:r>
      <w:proofErr w:type="gramStart"/>
      <w:r w:rsidR="009F4E88">
        <w:t>purchase</w:t>
      </w:r>
      <w:proofErr w:type="gramEnd"/>
      <w:r w:rsidR="009F4E88">
        <w:t xml:space="preserve"> the contract.</w:t>
      </w:r>
    </w:p>
    <w:p w:rsidR="00832A6C" w:rsidRDefault="00832A6C" w:rsidP="00477892">
      <w:pPr>
        <w:pStyle w:val="ISM"/>
      </w:pPr>
    </w:p>
    <w:p w:rsidR="00477892" w:rsidRDefault="0045715C" w:rsidP="00477892">
      <w:pPr>
        <w:pStyle w:val="ISM"/>
      </w:pPr>
      <w:r>
        <w:rPr>
          <w:noProof/>
          <w:lang w:val="en-US"/>
        </w:rPr>
        <w:pict>
          <v:shape id="AutoShape 86" o:spid="_x0000_s1052" type="#_x0000_t61" style="position:absolute;margin-left:337.25pt;margin-top:9.05pt;width:125.1pt;height:132.35pt;z-index:251554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" adj="-19960,13138" fillcolor="#cff">
            <v:fill opacity="25443f"/>
            <v:textbox inset="3.6pt,,3.6pt">
              <w:txbxContent>
                <w:p w:rsidR="00F95D40" w:rsidRDefault="00F95D40" w:rsidP="00FA05A4">
                  <w:pPr>
                    <w:spacing w:line="300" w:lineRule="exact"/>
                    <w:ind w:right="43"/>
                    <w:jc w:val="right"/>
                  </w:pPr>
                  <w:r>
                    <w:t xml:space="preserve">5.9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95D40" w:rsidRDefault="00F95D40" w:rsidP="00FA05A4">
                  <w:pPr>
                    <w:spacing w:line="300" w:lineRule="exact"/>
                    <w:ind w:right="43"/>
                    <w:jc w:val="right"/>
                    <w:rPr>
                      <w:spacing w:val="-2"/>
                      <w:bdr w:val="single" w:sz="12" w:space="0" w:color="auto"/>
                      <w:shd w:val="clear" w:color="auto" w:fill="C0C0C0"/>
                    </w:rPr>
                  </w:pPr>
                  <w:r>
                    <w:t xml:space="preserve">19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1240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5208E2">
                  <w:pPr>
                    <w:spacing w:line="320" w:lineRule="exact"/>
                    <w:ind w:right="43"/>
                    <w:jc w:val="right"/>
                  </w:pPr>
                  <w:r>
                    <w:rPr>
                      <w:i/>
                      <w:iCs/>
                    </w:rPr>
                    <w:t>Ans</w:t>
                  </w:r>
                  <w:r>
                    <w:t>: 17,840.38</w:t>
                  </w:r>
                </w:p>
              </w:txbxContent>
            </v:textbox>
            <w10:wrap type="square"/>
          </v:shape>
        </w:pict>
      </w:r>
      <w:r w:rsidR="00477892">
        <w:tab/>
      </w:r>
      <w:r w:rsidR="00FA05A4">
        <w:t>9</w:t>
      </w:r>
      <w:r w:rsidR="00477892">
        <w:t>.</w:t>
      </w:r>
      <w:r w:rsidR="00477892">
        <w:tab/>
        <w:t xml:space="preserve">Given: </w:t>
      </w:r>
      <w:proofErr w:type="spellStart"/>
      <w:r w:rsidR="00477892">
        <w:rPr>
          <w:rFonts w:ascii="Times New Roman" w:hAnsi="Times New Roman"/>
          <w:i/>
        </w:rPr>
        <w:t>i</w:t>
      </w:r>
      <w:proofErr w:type="spellEnd"/>
      <w:r w:rsidR="00477892">
        <w:t xml:space="preserve"> = </w:t>
      </w:r>
      <w:r w:rsidR="0096759B" w:rsidRPr="0096759B">
        <w:rPr>
          <w:position w:val="-12"/>
        </w:rPr>
        <w:object w:dxaOrig="400" w:dyaOrig="360">
          <v:shape id="_x0000_i1094" type="#_x0000_t75" style="width:20.55pt;height:18.7pt" o:ole="" fillcolor="window">
            <v:imagedata r:id="rId133" o:title=""/>
          </v:shape>
          <o:OLEObject Type="Embed" ProgID="Equation.3" ShapeID="_x0000_i1094" DrawAspect="Content" ObjectID="_1654976464" r:id="rId134"/>
        </w:object>
      </w:r>
      <w:r w:rsidR="00477892">
        <w:t xml:space="preserve"> = </w:t>
      </w:r>
      <w:r w:rsidR="0096759B">
        <w:t>2</w:t>
      </w:r>
      <w:r w:rsidR="00477892">
        <w:t xml:space="preserve">.95%; </w:t>
      </w:r>
    </w:p>
    <w:p w:rsidR="00477892" w:rsidRDefault="00477892" w:rsidP="00477892">
      <w:pPr>
        <w:pStyle w:val="ISM"/>
      </w:pPr>
      <w:r>
        <w:tab/>
      </w:r>
      <w:r>
        <w:tab/>
      </w:r>
      <w:r>
        <w:tab/>
        <w:t xml:space="preserve">        </w:t>
      </w:r>
      <w:r>
        <w:rPr>
          <w:rFonts w:ascii="Times New Roman" w:hAnsi="Times New Roman"/>
          <w:i/>
        </w:rPr>
        <w:t>PMT</w:t>
      </w:r>
      <w:r>
        <w:t xml:space="preserve"> = $1240, </w:t>
      </w:r>
      <w:r>
        <w:rPr>
          <w:rFonts w:ascii="Times New Roman" w:hAnsi="Times New Roman"/>
          <w:i/>
        </w:rPr>
        <w:t>n</w:t>
      </w:r>
      <w:r>
        <w:t xml:space="preserve"> = 2(9.5) = 19</w:t>
      </w:r>
    </w:p>
    <w:p w:rsidR="00FF0F1B" w:rsidRDefault="00FF0F1B"/>
    <w:p w:rsidR="00477892" w:rsidRDefault="0045715C" w:rsidP="00477892">
      <w:pPr>
        <w:pStyle w:val="ISM"/>
      </w:pPr>
      <w:r>
        <w:rPr>
          <w:noProof/>
          <w:sz w:val="20"/>
          <w:lang w:val="en-US"/>
        </w:rPr>
        <w:pict>
          <v:shape id="AutoShape 42" o:spid="_x0000_s1745" type="#_x0000_t88" style="position:absolute;margin-left:190.05pt;margin-top:.15pt;width:17.2pt;height:88.15pt;z-index:25153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"/>
        </w:pict>
      </w:r>
      <w:r w:rsidR="00477892">
        <w:tab/>
      </w:r>
      <w:r w:rsidR="00477892">
        <w:tab/>
      </w:r>
      <w:r w:rsidR="00477892">
        <w:tab/>
      </w:r>
      <w:r w:rsidR="00477892" w:rsidRPr="00480120">
        <w:rPr>
          <w:spacing w:val="-2"/>
          <w:position w:val="-36"/>
        </w:rPr>
        <w:object w:dxaOrig="2520" w:dyaOrig="840">
          <v:shape id="_x0000_i1095" type="#_x0000_t75" style="width:127.15pt;height:42.1pt" o:ole="" fillcolor="window">
            <v:imagedata r:id="rId117" o:title=""/>
          </v:shape>
          <o:OLEObject Type="Embed" ProgID="Equation.2" ShapeID="_x0000_i1095" DrawAspect="Content" ObjectID="_1654976465" r:id="rId135"/>
        </w:object>
      </w:r>
    </w:p>
    <w:p w:rsidR="00477892" w:rsidRDefault="00477892" w:rsidP="00477892">
      <w:pPr>
        <w:pStyle w:val="ISM"/>
        <w:ind w:left="1170"/>
      </w:pPr>
      <w:r>
        <w:t>= $1240</w:t>
      </w:r>
      <w:r w:rsidR="0096759B" w:rsidRPr="0096759B">
        <w:rPr>
          <w:position w:val="-32"/>
        </w:rPr>
        <w:object w:dxaOrig="1520" w:dyaOrig="760">
          <v:shape id="_x0000_i1096" type="#_x0000_t75" style="width:75.75pt;height:38.35pt" o:ole="" fillcolor="window">
            <v:imagedata r:id="rId136" o:title=""/>
          </v:shape>
          <o:OLEObject Type="Embed" ProgID="Equation.3" ShapeID="_x0000_i1096" DrawAspect="Content" ObjectID="_1654976466" r:id="rId137"/>
        </w:object>
      </w:r>
    </w:p>
    <w:p w:rsidR="00477892" w:rsidRDefault="00477892" w:rsidP="00477892">
      <w:pPr>
        <w:pStyle w:val="ISM"/>
        <w:ind w:left="1170"/>
        <w:rPr>
          <w:u w:val="double"/>
        </w:rPr>
      </w:pPr>
      <w:r>
        <w:t xml:space="preserve">= </w:t>
      </w:r>
      <w:r>
        <w:rPr>
          <w:u w:val="double"/>
        </w:rPr>
        <w:t>$1</w:t>
      </w:r>
      <w:r w:rsidR="0096759B">
        <w:rPr>
          <w:u w:val="double"/>
        </w:rPr>
        <w:t>7,840.38</w:t>
      </w:r>
    </w:p>
    <w:p w:rsidR="00477892" w:rsidRPr="0027222E" w:rsidRDefault="0027222E" w:rsidP="0027222E">
      <w:pPr>
        <w:pStyle w:val="ISM"/>
        <w:spacing w:after="180"/>
      </w:pPr>
      <w:r w:rsidRPr="0027222E">
        <w:tab/>
      </w:r>
      <w:r w:rsidRPr="0027222E">
        <w:tab/>
      </w:r>
      <w:r>
        <w:t>The current balance on the loan is $1</w:t>
      </w:r>
      <w:r w:rsidR="0096759B">
        <w:t>7,840.38</w:t>
      </w:r>
      <w:r>
        <w:t>.</w:t>
      </w:r>
    </w:p>
    <w:p w:rsidR="00DD6644" w:rsidRDefault="00DD6644" w:rsidP="00DD6644">
      <w:pPr>
        <w:pStyle w:val="ISM"/>
      </w:pPr>
      <w:r>
        <w:tab/>
      </w:r>
      <w:r w:rsidR="00FA05A4">
        <w:t>11</w:t>
      </w:r>
      <w:r>
        <w:t>.</w:t>
      </w:r>
      <w:r>
        <w:tab/>
        <w:t xml:space="preserve">Given: </w:t>
      </w:r>
      <w:r>
        <w:rPr>
          <w:rFonts w:ascii="Times New Roman" w:hAnsi="Times New Roman"/>
          <w:i/>
        </w:rPr>
        <w:t>PMT</w:t>
      </w:r>
      <w:r>
        <w:t xml:space="preserve"> = $2000 per year; term = 10 years;</w:t>
      </w:r>
    </w:p>
    <w:p w:rsidR="00DD6644" w:rsidRDefault="0045715C" w:rsidP="00DD6644">
      <w:pPr>
        <w:pStyle w:val="ISM"/>
        <w:ind w:left="1260"/>
      </w:pPr>
      <w:r>
        <w:rPr>
          <w:noProof/>
          <w:lang w:val="en-US"/>
        </w:rPr>
        <w:pict>
          <v:shape id="AutoShape 88" o:spid="_x0000_s1053" type="#_x0000_t61" style="position:absolute;left:0;text-align:left;margin-left:344.05pt;margin-top:3.9pt;width:131.2pt;height:130.35pt;z-index:25155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" adj="-15212,10956" fillcolor="#cff">
            <v:fill opacity="25443f"/>
            <v:textbox inset="3.6pt,,3.6pt">
              <w:txbxContent>
                <w:p w:rsidR="00F95D40" w:rsidRDefault="00F95D40" w:rsidP="00FA05A4">
                  <w:pPr>
                    <w:spacing w:line="300" w:lineRule="exact"/>
                    <w:ind w:right="43"/>
                    <w:jc w:val="right"/>
                  </w:pPr>
                  <w:r>
                    <w:t xml:space="preserve">7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FA05A4">
                  <w:pPr>
                    <w:spacing w:line="300" w:lineRule="exact"/>
                    <w:ind w:right="43"/>
                    <w:jc w:val="right"/>
                    <w:rPr>
                      <w:spacing w:val="-2"/>
                      <w:bdr w:val="single" w:sz="12" w:space="0" w:color="auto"/>
                      <w:shd w:val="clear" w:color="auto" w:fill="C0C0C0"/>
                    </w:rPr>
                  </w:pPr>
                  <w:r>
                    <w:t xml:space="preserve">10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2000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5208E2">
                  <w:pPr>
                    <w:spacing w:line="320" w:lineRule="exact"/>
                    <w:ind w:right="43"/>
                    <w:jc w:val="right"/>
                  </w:pPr>
                  <w:r>
                    <w:rPr>
                      <w:i/>
                      <w:iCs/>
                    </w:rPr>
                    <w:t>Ans</w:t>
                  </w:r>
                  <w:r>
                    <w:t>: –14,047.16</w:t>
                  </w:r>
                </w:p>
              </w:txbxContent>
            </v:textbox>
            <w10:wrap type="square"/>
          </v:shape>
        </w:pict>
      </w:r>
      <w:r w:rsidR="00DD6644">
        <w:t xml:space="preserve"> </w:t>
      </w:r>
      <w:r w:rsidR="00DD6644">
        <w:rPr>
          <w:rFonts w:ascii="Times New Roman" w:hAnsi="Times New Roman"/>
          <w:i/>
        </w:rPr>
        <w:t>j</w:t>
      </w:r>
      <w:r w:rsidR="00DD6644">
        <w:t xml:space="preserve"> = 7% </w:t>
      </w:r>
      <w:r w:rsidR="00DD6644">
        <w:rPr>
          <w:spacing w:val="-2"/>
        </w:rPr>
        <w:t>compounded annually</w:t>
      </w:r>
    </w:p>
    <w:p w:rsidR="00DD6644" w:rsidRDefault="0045715C" w:rsidP="00DD6644">
      <w:pPr>
        <w:pStyle w:val="ISM"/>
      </w:pPr>
      <w:r>
        <w:rPr>
          <w:noProof/>
          <w:lang w:val="en-US"/>
        </w:rPr>
        <w:pict>
          <v:shape id="AutoShape 89" o:spid="_x0000_s1738" type="#_x0000_t88" style="position:absolute;margin-left:193.55pt;margin-top:1.6pt;width:15.05pt;height:90.3pt;z-index:251557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"/>
        </w:pict>
      </w:r>
      <w:r w:rsidR="00DD6644">
        <w:tab/>
      </w:r>
      <w:r w:rsidR="00DD6644">
        <w:tab/>
      </w:r>
      <w:r w:rsidR="00DD6644">
        <w:tab/>
      </w:r>
      <w:r w:rsidR="00DD6644" w:rsidRPr="00480120">
        <w:rPr>
          <w:spacing w:val="-2"/>
          <w:position w:val="-36"/>
        </w:rPr>
        <w:object w:dxaOrig="2520" w:dyaOrig="840">
          <v:shape id="_x0000_i1097" type="#_x0000_t75" style="width:127.15pt;height:42.1pt" o:ole="" fillcolor="window">
            <v:imagedata r:id="rId117" o:title=""/>
          </v:shape>
          <o:OLEObject Type="Embed" ProgID="Equation.2" ShapeID="_x0000_i1097" DrawAspect="Content" ObjectID="_1654976467" r:id="rId138"/>
        </w:object>
      </w:r>
      <w:r w:rsidR="00DD6644">
        <w:t xml:space="preserve"> </w:t>
      </w:r>
    </w:p>
    <w:p w:rsidR="00DD6644" w:rsidRDefault="00DD6644" w:rsidP="00DD6644">
      <w:pPr>
        <w:ind w:left="1170"/>
      </w:pPr>
      <w:r>
        <w:t>= $2000</w:t>
      </w:r>
      <w:r w:rsidRPr="00DD6644">
        <w:rPr>
          <w:position w:val="-30"/>
        </w:rPr>
        <w:object w:dxaOrig="1280" w:dyaOrig="720">
          <v:shape id="_x0000_i1098" type="#_x0000_t75" style="width:63.6pt;height:36.45pt" o:ole="" fillcolor="window">
            <v:imagedata r:id="rId139" o:title=""/>
          </v:shape>
          <o:OLEObject Type="Embed" ProgID="Equation.3" ShapeID="_x0000_i1098" DrawAspect="Content" ObjectID="_1654976468" r:id="rId140"/>
        </w:object>
      </w:r>
      <w:r>
        <w:t xml:space="preserve"> </w:t>
      </w:r>
    </w:p>
    <w:p w:rsidR="00DD6644" w:rsidRDefault="00DD6644" w:rsidP="00DD6644">
      <w:pPr>
        <w:pStyle w:val="ISM"/>
        <w:ind w:left="1170"/>
        <w:rPr>
          <w:u w:val="double"/>
        </w:rPr>
      </w:pPr>
      <w:r>
        <w:t xml:space="preserve">= </w:t>
      </w:r>
      <w:r>
        <w:rPr>
          <w:u w:val="double"/>
        </w:rPr>
        <w:t>$14,047.16</w:t>
      </w:r>
    </w:p>
    <w:p w:rsidR="00AE3082" w:rsidRDefault="00AE3082" w:rsidP="0027222E">
      <w:pPr>
        <w:pStyle w:val="ISM"/>
        <w:spacing w:after="180"/>
      </w:pPr>
    </w:p>
    <w:p w:rsidR="00832A6C" w:rsidRPr="0027222E" w:rsidRDefault="00832A6C" w:rsidP="0027222E">
      <w:pPr>
        <w:pStyle w:val="ISM"/>
        <w:spacing w:after="180"/>
      </w:pPr>
    </w:p>
    <w:p w:rsidR="00477892" w:rsidRDefault="00477892" w:rsidP="00477892">
      <w:pPr>
        <w:pStyle w:val="ISM"/>
      </w:pPr>
      <w:r>
        <w:tab/>
      </w:r>
      <w:r w:rsidR="00FF0F1B">
        <w:t>1</w:t>
      </w:r>
      <w:r w:rsidR="00FA05A4">
        <w:t>3</w:t>
      </w:r>
      <w:r>
        <w:t>.</w:t>
      </w:r>
      <w:r>
        <w:tab/>
        <w:t xml:space="preserve">Given: </w:t>
      </w:r>
      <w:proofErr w:type="spellStart"/>
      <w:r>
        <w:rPr>
          <w:rFonts w:ascii="Times New Roman" w:hAnsi="Times New Roman"/>
          <w:i/>
        </w:rPr>
        <w:t>i</w:t>
      </w:r>
      <w:proofErr w:type="spellEnd"/>
      <w:r>
        <w:t xml:space="preserve"> = </w:t>
      </w:r>
      <w:r w:rsidRPr="00480120">
        <w:rPr>
          <w:position w:val="-14"/>
        </w:rPr>
        <w:object w:dxaOrig="340" w:dyaOrig="400">
          <v:shape id="_x0000_i1099" type="#_x0000_t75" style="width:16.85pt;height:20.55pt" o:ole="" fillcolor="window">
            <v:imagedata r:id="rId141" o:title=""/>
          </v:shape>
          <o:OLEObject Type="Embed" ProgID="Equation.3" ShapeID="_x0000_i1099" DrawAspect="Content" ObjectID="_1654976469" r:id="rId142"/>
        </w:object>
      </w:r>
      <w:r>
        <w:t xml:space="preserve"> = 1.5%; </w:t>
      </w:r>
      <w:r>
        <w:rPr>
          <w:rFonts w:ascii="Times New Roman" w:hAnsi="Times New Roman"/>
          <w:i/>
        </w:rPr>
        <w:t>PMT</w:t>
      </w:r>
      <w:r>
        <w:t xml:space="preserve"> = $</w:t>
      </w:r>
      <w:r w:rsidR="00FF0F1B">
        <w:t>25</w:t>
      </w:r>
      <w:r>
        <w:t xml:space="preserve">00, </w:t>
      </w:r>
      <w:r>
        <w:rPr>
          <w:rFonts w:ascii="Times New Roman" w:hAnsi="Times New Roman"/>
          <w:i/>
        </w:rPr>
        <w:t>n</w:t>
      </w:r>
      <w:r>
        <w:t xml:space="preserve"> = 4(</w:t>
      </w:r>
      <w:r w:rsidR="00FF0F1B">
        <w:t>7</w:t>
      </w:r>
      <w:r>
        <w:t xml:space="preserve">) = </w:t>
      </w:r>
      <w:r w:rsidR="00FF0F1B">
        <w:t>28</w:t>
      </w:r>
    </w:p>
    <w:p w:rsidR="00477892" w:rsidRDefault="0045715C" w:rsidP="00DD6644">
      <w:pPr>
        <w:pStyle w:val="ISM"/>
      </w:pPr>
      <w:r>
        <w:rPr>
          <w:noProof/>
          <w:lang w:val="en-US"/>
        </w:rPr>
        <w:pict>
          <v:shape id="AutoShape 87" o:spid="_x0000_s1054" type="#_x0000_t61" style="position:absolute;margin-left:335.65pt;margin-top:13.5pt;width:131.2pt;height:130.55pt;z-index:25155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" adj="-17072,5446" fillcolor="#cff">
            <v:fill opacity="25443f"/>
            <v:textbox inset="3.6pt,,3.6pt">
              <w:txbxContent>
                <w:p w:rsidR="00F95D40" w:rsidRDefault="00F95D40" w:rsidP="00FA05A4">
                  <w:pPr>
                    <w:spacing w:line="300" w:lineRule="exact"/>
                    <w:ind w:right="43"/>
                    <w:jc w:val="right"/>
                  </w:pPr>
                  <w:r>
                    <w:t xml:space="preserve">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3"/>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4)</w:t>
                  </w:r>
                </w:p>
                <w:p w:rsidR="00F95D40" w:rsidRDefault="00F95D40" w:rsidP="00FA05A4">
                  <w:pPr>
                    <w:spacing w:line="300" w:lineRule="exact"/>
                    <w:ind w:right="43"/>
                    <w:jc w:val="right"/>
                    <w:rPr>
                      <w:spacing w:val="-2"/>
                      <w:bdr w:val="single" w:sz="12" w:space="0" w:color="auto"/>
                      <w:shd w:val="clear" w:color="auto" w:fill="C0C0C0"/>
                    </w:rPr>
                  </w:pPr>
                  <w:r>
                    <w:t xml:space="preserve">28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2500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3"/>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5208E2">
                  <w:pPr>
                    <w:spacing w:line="320" w:lineRule="exact"/>
                    <w:ind w:right="43"/>
                    <w:jc w:val="right"/>
                  </w:pPr>
                  <w:r>
                    <w:rPr>
                      <w:i/>
                      <w:iCs/>
                    </w:rPr>
                    <w:t>Ans</w:t>
                  </w:r>
                  <w:r>
                    <w:t>: –56,816.79</w:t>
                  </w:r>
                </w:p>
              </w:txbxContent>
            </v:textbox>
            <w10:wrap type="square"/>
          </v:shape>
        </w:pict>
      </w:r>
      <w:r>
        <w:rPr>
          <w:noProof/>
          <w:sz w:val="20"/>
          <w:lang w:val="en-US"/>
        </w:rPr>
        <w:pict>
          <v:shape id="AutoShape 54" o:spid="_x0000_s1731" type="#_x0000_t88" style="position:absolute;margin-left:200.15pt;margin-top:4.9pt;width:10.8pt;height:86.4pt;z-index:251536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"/>
        </w:pict>
      </w:r>
      <w:r w:rsidR="00477892">
        <w:tab/>
      </w:r>
      <w:r w:rsidR="00477892">
        <w:tab/>
      </w:r>
      <w:r w:rsidR="00477892">
        <w:tab/>
      </w:r>
      <w:r w:rsidR="00477892" w:rsidRPr="00480120">
        <w:rPr>
          <w:position w:val="-36"/>
        </w:rPr>
        <w:object w:dxaOrig="2520" w:dyaOrig="840">
          <v:shape id="_x0000_i1100" type="#_x0000_t75" style="width:127.15pt;height:42.1pt" o:ole="" fillcolor="window">
            <v:imagedata r:id="rId117" o:title=""/>
          </v:shape>
          <o:OLEObject Type="Embed" ProgID="Equation.2" ShapeID="_x0000_i1100" DrawAspect="Content" ObjectID="_1654976470" r:id="rId143"/>
        </w:object>
      </w:r>
      <w:r w:rsidR="00477892">
        <w:t xml:space="preserve"> </w:t>
      </w:r>
    </w:p>
    <w:p w:rsidR="00477892" w:rsidRDefault="00477892" w:rsidP="00477892">
      <w:pPr>
        <w:pStyle w:val="ISM"/>
        <w:ind w:left="1166"/>
      </w:pPr>
      <w:r>
        <w:t>= $</w:t>
      </w:r>
      <w:r w:rsidR="00FF0F1B">
        <w:t>25</w:t>
      </w:r>
      <w:r>
        <w:t>00</w:t>
      </w:r>
      <w:r w:rsidR="00FF0F1B" w:rsidRPr="00FF0F1B">
        <w:rPr>
          <w:position w:val="-30"/>
        </w:rPr>
        <w:object w:dxaOrig="1400" w:dyaOrig="720">
          <v:shape id="_x0000_i1101" type="#_x0000_t75" style="width:70.15pt;height:36.45pt" o:ole="" fillcolor="window">
            <v:imagedata r:id="rId144" o:title=""/>
          </v:shape>
          <o:OLEObject Type="Embed" ProgID="Equation.3" ShapeID="_x0000_i1101" DrawAspect="Content" ObjectID="_1654976471" r:id="rId145"/>
        </w:object>
      </w:r>
      <w:r>
        <w:t xml:space="preserve"> </w:t>
      </w:r>
    </w:p>
    <w:p w:rsidR="00477892" w:rsidRDefault="00477892" w:rsidP="00477892">
      <w:pPr>
        <w:pStyle w:val="ISM"/>
        <w:ind w:left="1166"/>
        <w:rPr>
          <w:u w:val="double"/>
        </w:rPr>
      </w:pPr>
      <w:r>
        <w:t xml:space="preserve">= </w:t>
      </w:r>
      <w:r>
        <w:rPr>
          <w:u w:val="double"/>
        </w:rPr>
        <w:t>$</w:t>
      </w:r>
      <w:r w:rsidR="00FF0F1B">
        <w:rPr>
          <w:u w:val="double"/>
        </w:rPr>
        <w:t>56,816.79</w:t>
      </w:r>
    </w:p>
    <w:p w:rsidR="00477892" w:rsidRDefault="00477892" w:rsidP="007701CF">
      <w:pPr>
        <w:pStyle w:val="ISM"/>
      </w:pPr>
    </w:p>
    <w:p w:rsidR="00AE3082" w:rsidRDefault="00AE3082" w:rsidP="007701CF">
      <w:pPr>
        <w:pStyle w:val="ISM"/>
      </w:pPr>
    </w:p>
    <w:p w:rsidR="00AE3082" w:rsidRDefault="00AE3082" w:rsidP="007701CF">
      <w:pPr>
        <w:pStyle w:val="ISM"/>
      </w:pPr>
    </w:p>
    <w:p w:rsidR="00AE3082" w:rsidRDefault="00AE3082" w:rsidP="007701CF">
      <w:pPr>
        <w:pStyle w:val="ISM"/>
      </w:pPr>
    </w:p>
    <w:p w:rsidR="00832A6C" w:rsidRDefault="00832A6C">
      <w:r>
        <w:br w:type="page"/>
      </w:r>
    </w:p>
    <w:p w:rsidR="00C96A30" w:rsidRDefault="00C96A30" w:rsidP="00C96A30">
      <w:pPr>
        <w:pStyle w:val="ISM"/>
      </w:pPr>
      <w:r>
        <w:lastRenderedPageBreak/>
        <w:tab/>
        <w:t>1</w:t>
      </w:r>
      <w:r w:rsidR="00FA05A4">
        <w:t>5</w:t>
      </w:r>
      <w:r>
        <w:t>.</w:t>
      </w:r>
      <w:r>
        <w:tab/>
        <w:t xml:space="preserve">Given: </w:t>
      </w:r>
      <w:r>
        <w:rPr>
          <w:spacing w:val="-2"/>
        </w:rPr>
        <w:t xml:space="preserve">Term = 20 years; </w:t>
      </w:r>
      <w:r w:rsidRPr="00C96A30">
        <w:rPr>
          <w:rFonts w:ascii="Times New Roman" w:hAnsi="Times New Roman"/>
          <w:i/>
        </w:rPr>
        <w:t xml:space="preserve">j </w:t>
      </w:r>
      <w:r>
        <w:t xml:space="preserve">= 4.8% </w:t>
      </w:r>
      <w:r>
        <w:rPr>
          <w:spacing w:val="-2"/>
        </w:rPr>
        <w:t xml:space="preserve">compounded monthly; </w:t>
      </w:r>
    </w:p>
    <w:p w:rsidR="00C96A30" w:rsidRDefault="0045715C" w:rsidP="00C96A30">
      <w:pPr>
        <w:pStyle w:val="ISM"/>
        <w:ind w:left="1260"/>
      </w:pPr>
      <w:r>
        <w:rPr>
          <w:noProof/>
          <w:lang w:val="en-US"/>
        </w:rPr>
        <w:pict>
          <v:shape id="AutoShape 92" o:spid="_x0000_s1055" type="#_x0000_t61" style="position:absolute;left:0;text-align:left;margin-left:341.95pt;margin-top:6.15pt;width:131.2pt;height:132.1pt;z-index:251558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" adj="-7096,14392" fillcolor="#cff">
            <v:fill opacity="25443f"/>
            <v:textbox inset="3.6pt,,3.6pt">
              <w:txbxContent>
                <w:p w:rsidR="00F95D40" w:rsidRDefault="00F95D40" w:rsidP="00FA05A4">
                  <w:pPr>
                    <w:spacing w:line="300" w:lineRule="exact"/>
                    <w:ind w:right="42"/>
                    <w:jc w:val="right"/>
                  </w:pPr>
                  <w:r>
                    <w:t xml:space="preserve">4.8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FA05A4">
                  <w:pPr>
                    <w:spacing w:line="300" w:lineRule="exact"/>
                    <w:ind w:right="42"/>
                    <w:jc w:val="right"/>
                    <w:rPr>
                      <w:spacing w:val="-2"/>
                      <w:bdr w:val="single" w:sz="12" w:space="0" w:color="auto"/>
                      <w:shd w:val="clear" w:color="auto" w:fill="C0C0C0"/>
                    </w:rPr>
                  </w:pPr>
                  <w:r>
                    <w:t xml:space="preserve">240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1000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5208E2">
                  <w:pPr>
                    <w:spacing w:line="320" w:lineRule="exact"/>
                    <w:ind w:right="43"/>
                    <w:jc w:val="right"/>
                  </w:pPr>
                  <w:r>
                    <w:rPr>
                      <w:i/>
                      <w:iCs/>
                    </w:rPr>
                    <w:t>Ans</w:t>
                  </w:r>
                  <w:r>
                    <w:t>: –154,093.30</w:t>
                  </w:r>
                </w:p>
              </w:txbxContent>
            </v:textbox>
            <w10:wrap type="square"/>
          </v:shape>
        </w:pict>
      </w:r>
      <w:r w:rsidR="00C96A30">
        <w:rPr>
          <w:rFonts w:ascii="Times New Roman" w:hAnsi="Times New Roman"/>
          <w:i/>
        </w:rPr>
        <w:t>PMT</w:t>
      </w:r>
      <w:r w:rsidR="00C96A30">
        <w:t xml:space="preserve"> = $1000 per month</w:t>
      </w:r>
    </w:p>
    <w:p w:rsidR="00C96A30" w:rsidRDefault="00C96A30" w:rsidP="00C96A30">
      <w:pPr>
        <w:pStyle w:val="ISM"/>
      </w:pPr>
      <w:r>
        <w:rPr>
          <w:rFonts w:ascii="Times New Roman" w:hAnsi="Times New Roman"/>
          <w:i/>
        </w:rPr>
        <w:tab/>
      </w:r>
      <w:r>
        <w:rPr>
          <w:rFonts w:ascii="Times New Roman" w:hAnsi="Times New Roman"/>
          <w:i/>
        </w:rPr>
        <w:tab/>
      </w:r>
      <w:r>
        <w:rPr>
          <w:rFonts w:cs="Arial"/>
        </w:rPr>
        <w:t xml:space="preserve">Therefore, </w:t>
      </w:r>
      <w:proofErr w:type="spellStart"/>
      <w:r>
        <w:rPr>
          <w:rFonts w:ascii="Times New Roman" w:hAnsi="Times New Roman"/>
          <w:i/>
        </w:rPr>
        <w:t>i</w:t>
      </w:r>
      <w:proofErr w:type="spellEnd"/>
      <w:r>
        <w:t xml:space="preserve"> = </w:t>
      </w:r>
      <w:r w:rsidRPr="00C96A30">
        <w:rPr>
          <w:position w:val="-12"/>
        </w:rPr>
        <w:object w:dxaOrig="440" w:dyaOrig="360">
          <v:shape id="_x0000_i1102" type="#_x0000_t75" style="width:21.5pt;height:18.7pt" o:ole="" fillcolor="window">
            <v:imagedata r:id="rId146" o:title=""/>
          </v:shape>
          <o:OLEObject Type="Embed" ProgID="Equation.3" ShapeID="_x0000_i1102" DrawAspect="Content" ObjectID="_1654976472" r:id="rId147"/>
        </w:object>
      </w:r>
      <w:r>
        <w:t xml:space="preserve"> = 0.4% and </w:t>
      </w:r>
      <w:r>
        <w:rPr>
          <w:rFonts w:ascii="Times New Roman" w:hAnsi="Times New Roman"/>
          <w:i/>
        </w:rPr>
        <w:t>n</w:t>
      </w:r>
      <w:r>
        <w:t xml:space="preserve"> = 12(20) = 240</w:t>
      </w:r>
    </w:p>
    <w:p w:rsidR="00C96A30" w:rsidRDefault="00C96A30" w:rsidP="00C96A30">
      <w:pPr>
        <w:pStyle w:val="ISM"/>
      </w:pPr>
      <w:r>
        <w:tab/>
      </w:r>
      <w:r>
        <w:tab/>
        <w:t xml:space="preserve">The amount required to purchase the annuity </w:t>
      </w:r>
    </w:p>
    <w:p w:rsidR="00C96A30" w:rsidRDefault="0045715C" w:rsidP="00C96A30">
      <w:pPr>
        <w:pStyle w:val="ISM"/>
      </w:pPr>
      <w:r>
        <w:rPr>
          <w:noProof/>
          <w:lang w:val="en-US"/>
        </w:rPr>
        <w:pict>
          <v:shape id="AutoShape 93" o:spid="_x0000_s1724" type="#_x0000_t88" style="position:absolute;margin-left:258.05pt;margin-top:10.7pt;width:10.75pt;height:75.3pt;z-index:25155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"/>
        </w:pict>
      </w:r>
      <w:r w:rsidR="00C96A30">
        <w:tab/>
      </w:r>
      <w:r w:rsidR="00C96A30">
        <w:tab/>
        <w:t xml:space="preserve">is its </w:t>
      </w:r>
      <w:r w:rsidR="00C96A30">
        <w:rPr>
          <w:spacing w:val="-2"/>
        </w:rPr>
        <w:t>present value</w:t>
      </w:r>
      <w:r w:rsidR="00C96A30">
        <w:t>.</w:t>
      </w:r>
    </w:p>
    <w:p w:rsidR="00C96A30" w:rsidRDefault="00C96A30" w:rsidP="00C96A30">
      <w:pPr>
        <w:pStyle w:val="ISM"/>
      </w:pPr>
      <w:r>
        <w:tab/>
      </w:r>
      <w:r>
        <w:tab/>
      </w:r>
      <w:r>
        <w:tab/>
      </w:r>
      <w:r w:rsidRPr="00480120">
        <w:rPr>
          <w:position w:val="-36"/>
        </w:rPr>
        <w:object w:dxaOrig="2520" w:dyaOrig="840">
          <v:shape id="_x0000_i1103" type="#_x0000_t75" style="width:127.15pt;height:42.1pt" o:ole="" fillcolor="window">
            <v:imagedata r:id="rId117" o:title=""/>
          </v:shape>
          <o:OLEObject Type="Embed" ProgID="Equation.2" ShapeID="_x0000_i1103" DrawAspect="Content" ObjectID="_1654976473" r:id="rId148"/>
        </w:object>
      </w:r>
      <w:r>
        <w:t xml:space="preserve"> </w:t>
      </w:r>
    </w:p>
    <w:p w:rsidR="00C96A30" w:rsidRDefault="00C96A30" w:rsidP="0045274E">
      <w:pPr>
        <w:pStyle w:val="ISM"/>
        <w:spacing w:after="180"/>
        <w:ind w:left="1166"/>
      </w:pPr>
      <w:r>
        <w:t>= $1000</w:t>
      </w:r>
      <w:r w:rsidRPr="00FF0F1B">
        <w:rPr>
          <w:position w:val="-30"/>
        </w:rPr>
        <w:object w:dxaOrig="1480" w:dyaOrig="720">
          <v:shape id="_x0000_i1104" type="#_x0000_t75" style="width:73.85pt;height:36.45pt" o:ole="" fillcolor="window">
            <v:imagedata r:id="rId149" o:title=""/>
          </v:shape>
          <o:OLEObject Type="Embed" ProgID="Equation.3" ShapeID="_x0000_i1104" DrawAspect="Content" ObjectID="_1654976474" r:id="rId150"/>
        </w:object>
      </w:r>
      <w:r>
        <w:t xml:space="preserve"> </w:t>
      </w:r>
      <w:r w:rsidR="0045274E">
        <w:t xml:space="preserve">= </w:t>
      </w:r>
      <w:r w:rsidR="0045274E" w:rsidRPr="00C96A30">
        <w:rPr>
          <w:u w:val="double"/>
        </w:rPr>
        <w:t>$</w:t>
      </w:r>
      <w:r w:rsidR="0045274E">
        <w:rPr>
          <w:u w:val="double"/>
        </w:rPr>
        <w:t>154</w:t>
      </w:r>
      <w:r w:rsidR="0045274E" w:rsidRPr="00C96A30">
        <w:rPr>
          <w:u w:val="double"/>
        </w:rPr>
        <w:t>,</w:t>
      </w:r>
      <w:r w:rsidR="0045274E">
        <w:rPr>
          <w:u w:val="double"/>
        </w:rPr>
        <w:t>093</w:t>
      </w:r>
      <w:r w:rsidR="0045274E" w:rsidRPr="00C96A30">
        <w:rPr>
          <w:u w:val="double"/>
        </w:rPr>
        <w:t>.</w:t>
      </w:r>
      <w:r w:rsidR="0045274E">
        <w:rPr>
          <w:u w:val="double"/>
        </w:rPr>
        <w:t>30</w:t>
      </w:r>
    </w:p>
    <w:p w:rsidR="00893967" w:rsidRPr="00C920DE" w:rsidRDefault="00893967" w:rsidP="007701CF">
      <w:pPr>
        <w:pStyle w:val="ISM"/>
        <w:rPr>
          <w:szCs w:val="22"/>
        </w:rPr>
      </w:pPr>
    </w:p>
    <w:p w:rsidR="0045274E" w:rsidRDefault="0045274E" w:rsidP="0045274E">
      <w:pPr>
        <w:pStyle w:val="ISM"/>
      </w:pPr>
      <w:r>
        <w:tab/>
        <w:t>1</w:t>
      </w:r>
      <w:r w:rsidR="00FA05A4">
        <w:t>7</w:t>
      </w:r>
      <w:r>
        <w:t>.</w:t>
      </w:r>
      <w:r>
        <w:tab/>
        <w:t xml:space="preserve">The amount required to fund each annuity is the present value of the annuity </w:t>
      </w:r>
    </w:p>
    <w:p w:rsidR="0045274E" w:rsidRDefault="0045274E" w:rsidP="0045274E">
      <w:pPr>
        <w:pStyle w:val="ISM"/>
      </w:pPr>
      <w:r>
        <w:tab/>
      </w:r>
      <w:r>
        <w:tab/>
        <w:t>discounted at the interest rate the money can earn. For both annuities,</w:t>
      </w:r>
    </w:p>
    <w:p w:rsidR="0045274E" w:rsidRDefault="0045274E" w:rsidP="0045274E">
      <w:pPr>
        <w:pStyle w:val="ISM"/>
      </w:pPr>
      <w:r>
        <w:tab/>
      </w:r>
      <w:r>
        <w:tab/>
      </w:r>
      <w:r>
        <w:tab/>
      </w:r>
      <w:r>
        <w:tab/>
      </w:r>
      <w:r>
        <w:rPr>
          <w:rFonts w:ascii="Times New Roman" w:hAnsi="Times New Roman"/>
          <w:i/>
        </w:rPr>
        <w:t>PMT</w:t>
      </w:r>
      <w:r>
        <w:t xml:space="preserve"> = $200 monthly and </w:t>
      </w:r>
      <w:proofErr w:type="spellStart"/>
      <w:r>
        <w:rPr>
          <w:rFonts w:ascii="Times New Roman" w:hAnsi="Times New Roman"/>
          <w:i/>
        </w:rPr>
        <w:t>i</w:t>
      </w:r>
      <w:proofErr w:type="spellEnd"/>
      <w:r>
        <w:t xml:space="preserve"> = </w:t>
      </w:r>
      <w:r w:rsidRPr="00480120">
        <w:rPr>
          <w:position w:val="-14"/>
        </w:rPr>
        <w:object w:dxaOrig="340" w:dyaOrig="400">
          <v:shape id="_x0000_i1105" type="#_x0000_t75" style="width:16.85pt;height:20.55pt" o:ole="" fillcolor="window">
            <v:imagedata r:id="rId151" o:title=""/>
          </v:shape>
          <o:OLEObject Type="Embed" ProgID="Equation.3" ShapeID="_x0000_i1105" DrawAspect="Content" ObjectID="_1654976475" r:id="rId152"/>
        </w:object>
      </w:r>
      <w:r>
        <w:t xml:space="preserve"> = 0.5%</w:t>
      </w:r>
    </w:p>
    <w:p w:rsidR="0045274E" w:rsidRDefault="0045274E" w:rsidP="0045274E">
      <w:pPr>
        <w:pStyle w:val="ISM"/>
      </w:pPr>
      <w:r>
        <w:tab/>
      </w:r>
      <w:r>
        <w:tab/>
        <w:t>For the 30-year annuity,</w:t>
      </w:r>
    </w:p>
    <w:p w:rsidR="0045274E" w:rsidRDefault="0045274E" w:rsidP="0045274E">
      <w:pPr>
        <w:pStyle w:val="ISM"/>
        <w:rPr>
          <w:u w:val="double"/>
        </w:rPr>
      </w:pPr>
      <w:r>
        <w:tab/>
      </w:r>
      <w:r>
        <w:tab/>
      </w:r>
      <w:r>
        <w:tab/>
      </w:r>
      <w:r>
        <w:tab/>
      </w:r>
      <w:r w:rsidRPr="00480120">
        <w:rPr>
          <w:spacing w:val="-2"/>
          <w:position w:val="-36"/>
        </w:rPr>
        <w:object w:dxaOrig="2520" w:dyaOrig="840">
          <v:shape id="_x0000_i1106" type="#_x0000_t75" style="width:127.15pt;height:42.1pt" o:ole="" fillcolor="window">
            <v:imagedata r:id="rId117" o:title=""/>
          </v:shape>
          <o:OLEObject Type="Embed" ProgID="Equation.2" ShapeID="_x0000_i1106" DrawAspect="Content" ObjectID="_1654976476" r:id="rId153"/>
        </w:object>
      </w:r>
      <w:r>
        <w:t xml:space="preserve"> = $200</w:t>
      </w:r>
      <w:r w:rsidRPr="00480120">
        <w:rPr>
          <w:position w:val="-32"/>
        </w:rPr>
        <w:object w:dxaOrig="1560" w:dyaOrig="740">
          <v:shape id="_x0000_i1107" type="#_x0000_t75" style="width:77.6pt;height:36.45pt" o:ole="" fillcolor="window">
            <v:imagedata r:id="rId154" o:title=""/>
          </v:shape>
          <o:OLEObject Type="Embed" ProgID="Equation.3" ShapeID="_x0000_i1107" DrawAspect="Content" ObjectID="_1654976477" r:id="rId155"/>
        </w:object>
      </w:r>
      <w:r>
        <w:t xml:space="preserve"> = $33,358.32</w:t>
      </w:r>
    </w:p>
    <w:p w:rsidR="0045274E" w:rsidRDefault="0045274E" w:rsidP="0045274E">
      <w:pPr>
        <w:pStyle w:val="ISM"/>
      </w:pPr>
      <w:r>
        <w:tab/>
      </w:r>
      <w:r>
        <w:tab/>
        <w:t xml:space="preserve">For the 20-year annuity, </w:t>
      </w:r>
      <w:r>
        <w:rPr>
          <w:rFonts w:ascii="Times New Roman" w:hAnsi="Times New Roman"/>
          <w:i/>
        </w:rPr>
        <w:t>PV</w:t>
      </w:r>
      <w:r>
        <w:t xml:space="preserve"> = $27,916.15. It requires </w:t>
      </w:r>
    </w:p>
    <w:p w:rsidR="0045274E" w:rsidRDefault="0045274E" w:rsidP="0045274E">
      <w:pPr>
        <w:pStyle w:val="ISM"/>
      </w:pPr>
      <w:r>
        <w:tab/>
      </w:r>
      <w:r>
        <w:tab/>
      </w:r>
      <w:r>
        <w:tab/>
      </w:r>
      <w:r>
        <w:tab/>
        <w:t xml:space="preserve">$33,358.32 – $27,916.15 = </w:t>
      </w:r>
      <w:r>
        <w:rPr>
          <w:u w:val="double"/>
        </w:rPr>
        <w:t>$5442.17</w:t>
      </w:r>
      <w:r>
        <w:t xml:space="preserve"> more</w:t>
      </w:r>
    </w:p>
    <w:p w:rsidR="0045274E" w:rsidRDefault="0045274E" w:rsidP="006F02B1">
      <w:pPr>
        <w:pStyle w:val="ISM"/>
        <w:spacing w:after="240"/>
      </w:pPr>
      <w:r>
        <w:tab/>
      </w:r>
      <w:r>
        <w:tab/>
        <w:t>to fund the extra 10 years. (This is only about 20% more money.)</w:t>
      </w:r>
    </w:p>
    <w:p w:rsidR="00C821E6" w:rsidRDefault="00C821E6" w:rsidP="00C821E6">
      <w:pPr>
        <w:pStyle w:val="ISM"/>
      </w:pPr>
      <w:r>
        <w:tab/>
      </w:r>
      <w:r w:rsidR="00D5620E">
        <w:t>19</w:t>
      </w:r>
      <w:r>
        <w:t>.</w:t>
      </w:r>
      <w:r>
        <w:tab/>
        <w:t xml:space="preserve">Original loan = </w:t>
      </w:r>
      <w:r>
        <w:rPr>
          <w:spacing w:val="-2"/>
        </w:rPr>
        <w:t xml:space="preserve">Present value </w:t>
      </w:r>
      <w:r>
        <w:t>of all payments</w:t>
      </w:r>
    </w:p>
    <w:p w:rsidR="00C821E6" w:rsidRDefault="00C821E6" w:rsidP="00C821E6">
      <w:pPr>
        <w:pStyle w:val="ISM"/>
      </w:pPr>
      <w:r>
        <w:tab/>
      </w:r>
      <w:r>
        <w:tab/>
        <w:t xml:space="preserve">Given: </w:t>
      </w:r>
      <w:r>
        <w:rPr>
          <w:rFonts w:ascii="Times New Roman" w:hAnsi="Times New Roman"/>
          <w:i/>
        </w:rPr>
        <w:t>PMT</w:t>
      </w:r>
      <w:r>
        <w:t xml:space="preserve"> = $2000, </w:t>
      </w:r>
      <w:r>
        <w:rPr>
          <w:rFonts w:ascii="Times New Roman" w:hAnsi="Times New Roman"/>
          <w:i/>
        </w:rPr>
        <w:t>n</w:t>
      </w:r>
      <w:r>
        <w:t xml:space="preserve"> = </w:t>
      </w:r>
      <w:r w:rsidR="00D5620E">
        <w:t>5</w:t>
      </w:r>
      <w:r>
        <w:t xml:space="preserve">, and </w:t>
      </w:r>
      <w:proofErr w:type="spellStart"/>
      <w:r>
        <w:rPr>
          <w:rFonts w:ascii="Times New Roman" w:hAnsi="Times New Roman"/>
          <w:i/>
        </w:rPr>
        <w:t>i</w:t>
      </w:r>
      <w:proofErr w:type="spellEnd"/>
      <w:r>
        <w:t xml:space="preserve"> = </w:t>
      </w:r>
      <w:r w:rsidR="00D5620E" w:rsidRPr="00D5620E">
        <w:rPr>
          <w:position w:val="-12"/>
        </w:rPr>
        <w:object w:dxaOrig="300" w:dyaOrig="360">
          <v:shape id="_x0000_i1108" type="#_x0000_t75" style="width:14.95pt;height:18.7pt" o:ole="" fillcolor="window">
            <v:imagedata r:id="rId156" o:title=""/>
          </v:shape>
          <o:OLEObject Type="Embed" ProgID="Equation.3" ShapeID="_x0000_i1108" DrawAspect="Content" ObjectID="_1654976478" r:id="rId157"/>
        </w:object>
      </w:r>
      <w:r>
        <w:t xml:space="preserve"> = </w:t>
      </w:r>
      <w:r w:rsidR="00D5620E">
        <w:t>5</w:t>
      </w:r>
      <w:r>
        <w:t>%</w:t>
      </w:r>
    </w:p>
    <w:p w:rsidR="00904782" w:rsidRDefault="00C821E6" w:rsidP="00CA19EF">
      <w:pPr>
        <w:pStyle w:val="ISMab"/>
        <w:spacing w:after="360"/>
        <w:ind w:left="270"/>
      </w:pPr>
      <w:r>
        <w:tab/>
      </w:r>
      <w:r>
        <w:tab/>
        <w:t>Original loan = $2000</w:t>
      </w:r>
      <w:r w:rsidR="00D5620E" w:rsidRPr="00D5620E">
        <w:rPr>
          <w:position w:val="-32"/>
        </w:rPr>
        <w:object w:dxaOrig="1200" w:dyaOrig="760">
          <v:shape id="_x0000_i1109" type="#_x0000_t75" style="width:59.85pt;height:38.35pt" o:ole="" fillcolor="window">
            <v:imagedata r:id="rId158" o:title=""/>
          </v:shape>
          <o:OLEObject Type="Embed" ProgID="Equation.3" ShapeID="_x0000_i1109" DrawAspect="Content" ObjectID="_1654976479" r:id="rId159"/>
        </w:object>
      </w:r>
      <w:r>
        <w:t xml:space="preserve">= </w:t>
      </w:r>
      <w:r>
        <w:rPr>
          <w:u w:val="double"/>
        </w:rPr>
        <w:t>$</w:t>
      </w:r>
      <w:r w:rsidR="00D5620E">
        <w:rPr>
          <w:u w:val="double"/>
        </w:rPr>
        <w:t>8658.95</w:t>
      </w:r>
    </w:p>
    <w:p w:rsidR="00C821E6" w:rsidRPr="00D846D9" w:rsidRDefault="0045715C" w:rsidP="00C821E6">
      <w:pPr>
        <w:pStyle w:val="ISMab"/>
        <w:rPr>
          <w:szCs w:val="22"/>
        </w:rPr>
      </w:pPr>
      <w:r>
        <w:rPr>
          <w:noProof/>
          <w:lang w:val="en-US"/>
        </w:rPr>
        <w:pict>
          <v:shape id="AutoShape 144" o:spid="_x0000_s1056" type="#_x0000_t61" style="position:absolute;margin-left:335.45pt;margin-top:3.55pt;width:131.2pt;height:133.95pt;z-index:25159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" adj="-5877,12747" fillcolor="#cff">
            <v:fill opacity="25443f"/>
            <v:textbox inset="3.6pt,,3.6pt">
              <w:txbxContent>
                <w:p w:rsidR="00F95D40" w:rsidRDefault="00F95D40" w:rsidP="00FA05A4">
                  <w:pPr>
                    <w:spacing w:line="300" w:lineRule="exact"/>
                    <w:ind w:right="42"/>
                    <w:jc w:val="right"/>
                  </w:pPr>
                  <w:r>
                    <w:t xml:space="preserve">6.8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95D40" w:rsidRDefault="00F95D40" w:rsidP="00FA05A4">
                  <w:pPr>
                    <w:spacing w:line="300" w:lineRule="exact"/>
                    <w:ind w:right="42"/>
                    <w:jc w:val="right"/>
                    <w:rPr>
                      <w:spacing w:val="-2"/>
                      <w:bdr w:val="single" w:sz="12" w:space="0" w:color="auto"/>
                      <w:shd w:val="clear" w:color="auto" w:fill="C0C0C0"/>
                    </w:rPr>
                  </w:pPr>
                  <w:r>
                    <w:t xml:space="preserve">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1037.33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22,500.00</w:t>
                  </w:r>
                </w:p>
              </w:txbxContent>
            </v:textbox>
            <w10:wrap type="square"/>
          </v:shape>
        </w:pict>
      </w:r>
    </w:p>
    <w:p w:rsidR="00C821E6" w:rsidRDefault="00C821E6" w:rsidP="00C821E6">
      <w:pPr>
        <w:pStyle w:val="ISMab"/>
      </w:pPr>
      <w:r>
        <w:t>2</w:t>
      </w:r>
      <w:r w:rsidR="00DE6753">
        <w:t>1</w:t>
      </w:r>
      <w:r>
        <w:t>.</w:t>
      </w:r>
      <w:r>
        <w:tab/>
      </w:r>
      <w:r>
        <w:rPr>
          <w:i/>
        </w:rPr>
        <w:t>a</w:t>
      </w:r>
      <w:r>
        <w:t>.</w:t>
      </w:r>
      <w:r>
        <w:tab/>
        <w:t>Original loan = Present value of all payments</w:t>
      </w:r>
    </w:p>
    <w:p w:rsidR="00C821E6" w:rsidRDefault="0045715C" w:rsidP="00C821E6">
      <w:pPr>
        <w:rPr>
          <w:spacing w:val="-2"/>
        </w:rPr>
      </w:pPr>
      <w:r>
        <w:rPr>
          <w:noProof/>
          <w:sz w:val="20"/>
          <w:lang w:val="en-US"/>
        </w:rPr>
        <w:pict>
          <v:shape id="AutoShape 106" o:spid="_x0000_s1703" type="#_x0000_t88" style="position:absolute;margin-left:279.55pt;margin-top:2.15pt;width:14.4pt;height:88.15pt;z-index:25156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"/>
        </w:pict>
      </w:r>
      <w:r w:rsidR="00C821E6">
        <w:tab/>
      </w:r>
      <w:r w:rsidR="00C821E6">
        <w:tab/>
      </w:r>
      <w:r w:rsidR="00C821E6">
        <w:tab/>
        <w:t xml:space="preserve">Original loan = </w:t>
      </w:r>
      <w:r w:rsidR="00C821E6" w:rsidRPr="00480120">
        <w:rPr>
          <w:spacing w:val="-2"/>
          <w:position w:val="-34"/>
        </w:rPr>
        <w:object w:dxaOrig="1840" w:dyaOrig="780">
          <v:shape id="_x0000_i1110" type="#_x0000_t75" style="width:92.55pt;height:38.35pt" o:ole="" fillcolor="window">
            <v:imagedata r:id="rId160" o:title=""/>
          </v:shape>
          <o:OLEObject Type="Embed" ProgID="Equation.3" ShapeID="_x0000_i1110" DrawAspect="Content" ObjectID="_1654976480" r:id="rId161"/>
        </w:object>
      </w:r>
      <w:r w:rsidR="00C821E6">
        <w:rPr>
          <w:spacing w:val="-2"/>
        </w:rPr>
        <w:t xml:space="preserve"> </w:t>
      </w:r>
    </w:p>
    <w:p w:rsidR="00C821E6" w:rsidRDefault="00C821E6" w:rsidP="00C821E6">
      <w:pPr>
        <w:pStyle w:val="ISMab"/>
        <w:ind w:left="2070"/>
      </w:pPr>
      <w:r>
        <w:rPr>
          <w:spacing w:val="-2"/>
        </w:rPr>
        <w:t xml:space="preserve">  = </w:t>
      </w:r>
      <w:r>
        <w:t>$1037.33</w:t>
      </w:r>
      <w:r w:rsidRPr="00536B92">
        <w:rPr>
          <w:position w:val="-30"/>
        </w:rPr>
        <w:object w:dxaOrig="1400" w:dyaOrig="720">
          <v:shape id="_x0000_i1111" type="#_x0000_t75" style="width:70.15pt;height:36.45pt" o:ole="" fillcolor="window">
            <v:imagedata r:id="rId162" o:title=""/>
          </v:shape>
          <o:OLEObject Type="Embed" ProgID="Equation.3" ShapeID="_x0000_i1111" DrawAspect="Content" ObjectID="_1654976481" r:id="rId163"/>
        </w:object>
      </w:r>
      <w:r>
        <w:t xml:space="preserve"> </w:t>
      </w:r>
    </w:p>
    <w:p w:rsidR="00C821E6" w:rsidRDefault="00C821E6" w:rsidP="00C821E6">
      <w:pPr>
        <w:pStyle w:val="ISMab"/>
        <w:spacing w:line="480" w:lineRule="auto"/>
        <w:ind w:left="2070"/>
        <w:rPr>
          <w:u w:val="double"/>
        </w:rPr>
      </w:pPr>
      <w:r>
        <w:t xml:space="preserve">  = </w:t>
      </w:r>
      <w:r>
        <w:rPr>
          <w:u w:val="double"/>
        </w:rPr>
        <w:t>$22,500.00</w:t>
      </w:r>
    </w:p>
    <w:p w:rsidR="00C821E6" w:rsidRDefault="0045715C" w:rsidP="00C821E6">
      <w:pPr>
        <w:pStyle w:val="ISMab"/>
      </w:pPr>
      <w:r>
        <w:rPr>
          <w:noProof/>
          <w:lang w:val="en-US"/>
        </w:rPr>
        <w:pict>
          <v:shape id="AutoShape 145" o:spid="_x0000_s1057" type="#_x0000_t61" style="position:absolute;margin-left:313.95pt;margin-top:6.25pt;width:154.85pt;height:72.1pt;z-index:25159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" adj="-2518,9302" fillcolor="#cff">
            <v:fill opacity="25443f"/>
            <v:textbox inset="3.6pt,,3.6pt">
              <w:txbxContent>
                <w:p w:rsidR="00F95D40" w:rsidRDefault="00F95D40" w:rsidP="00FA05A4">
                  <w:pPr>
                    <w:spacing w:line="300" w:lineRule="exact"/>
                    <w:ind w:left="-90" w:right="42"/>
                    <w:jc w:val="right"/>
                  </w:pPr>
                  <w:r>
                    <w:t xml:space="preserve">Same </w:t>
                  </w:r>
                  <w:r w:rsidRPr="00F516C9">
                    <w:rPr>
                      <w:i/>
                    </w:rPr>
                    <w:t>I/Y,</w:t>
                  </w:r>
                  <w:r>
                    <w:t xml:space="preserve"> </w:t>
                  </w:r>
                  <w:r>
                    <w:rPr>
                      <w:i/>
                      <w:iCs/>
                    </w:rPr>
                    <w:t>P/Y, C/Y</w:t>
                  </w:r>
                  <w:r w:rsidRPr="00536B92">
                    <w:rPr>
                      <w:i/>
                      <w:iCs/>
                    </w:rPr>
                    <w:t xml:space="preserve"> </w:t>
                  </w:r>
                  <w:r>
                    <w:rPr>
                      <w:i/>
                      <w:iCs/>
                    </w:rPr>
                    <w:t>PMT</w:t>
                  </w:r>
                  <w:r>
                    <w:t xml:space="preserve">, </w:t>
                  </w:r>
                  <w:r w:rsidRPr="00536B92">
                    <w:rPr>
                      <w:i/>
                    </w:rPr>
                    <w:t>FV</w:t>
                  </w:r>
                </w:p>
                <w:p w:rsidR="00F95D40" w:rsidRDefault="00F95D40" w:rsidP="00FA05A4">
                  <w:pPr>
                    <w:spacing w:line="300" w:lineRule="exact"/>
                    <w:ind w:right="42"/>
                    <w:jc w:val="right"/>
                    <w:rPr>
                      <w:spacing w:val="-2"/>
                      <w:bdr w:val="single" w:sz="12" w:space="0" w:color="auto"/>
                      <w:shd w:val="clear" w:color="auto" w:fill="C0C0C0"/>
                    </w:rPr>
                  </w:pPr>
                  <w:r>
                    <w:t xml:space="preserve">23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0C6E96">
                    <w:rPr>
                      <w:b/>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xml:space="preserve">: </w:t>
                  </w:r>
                  <w:r w:rsidRPr="00536B92">
                    <w:t>16,369.18</w:t>
                  </w:r>
                </w:p>
              </w:txbxContent>
            </v:textbox>
            <w10:wrap type="square"/>
          </v:shape>
        </w:pict>
      </w:r>
      <w:r>
        <w:rPr>
          <w:noProof/>
          <w:sz w:val="20"/>
          <w:lang w:val="en-US"/>
        </w:rPr>
        <w:pict>
          <v:shape id="AutoShape 107" o:spid="_x0000_s1700" type="#_x0000_t88" style="position:absolute;margin-left:273.1pt;margin-top:.75pt;width:18pt;height:1in;z-index:25156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"/>
        </w:pict>
      </w:r>
      <w:r w:rsidR="00C821E6">
        <w:tab/>
      </w:r>
      <w:r w:rsidR="00C821E6">
        <w:tab/>
      </w:r>
      <w:r w:rsidR="00C821E6">
        <w:rPr>
          <w:i/>
        </w:rPr>
        <w:t>b.</w:t>
      </w:r>
      <w:r w:rsidR="00C821E6">
        <w:tab/>
        <w:t xml:space="preserve">Balance = Present value of the remaining </w:t>
      </w:r>
    </w:p>
    <w:p w:rsidR="00C821E6" w:rsidRDefault="00C821E6" w:rsidP="00C821E6">
      <w:pPr>
        <w:pStyle w:val="ISMab"/>
        <w:ind w:left="2790"/>
      </w:pPr>
      <w:r>
        <w:t>40 – 2(8.5) = 23 payments</w:t>
      </w:r>
    </w:p>
    <w:p w:rsidR="00C821E6" w:rsidRDefault="00C821E6" w:rsidP="00C821E6">
      <w:pPr>
        <w:pStyle w:val="ISMab"/>
        <w:ind w:firstLine="1800"/>
      </w:pPr>
      <w:r>
        <w:t>= $1037.33</w:t>
      </w:r>
      <w:r w:rsidRPr="00536B92">
        <w:rPr>
          <w:position w:val="-30"/>
        </w:rPr>
        <w:object w:dxaOrig="1400" w:dyaOrig="720">
          <v:shape id="_x0000_i1112" type="#_x0000_t75" style="width:70.15pt;height:36.45pt" o:ole="" fillcolor="window">
            <v:imagedata r:id="rId164" o:title=""/>
          </v:shape>
          <o:OLEObject Type="Embed" ProgID="Equation.3" ShapeID="_x0000_i1112" DrawAspect="Content" ObjectID="_1654976482" r:id="rId165"/>
        </w:object>
      </w:r>
      <w:r>
        <w:t xml:space="preserve"> </w:t>
      </w:r>
    </w:p>
    <w:p w:rsidR="00C821E6" w:rsidRDefault="00C821E6" w:rsidP="00C821E6">
      <w:pPr>
        <w:pStyle w:val="ISMab"/>
        <w:spacing w:after="120" w:line="360" w:lineRule="auto"/>
        <w:ind w:firstLine="1800"/>
        <w:rPr>
          <w:u w:val="double"/>
        </w:rPr>
      </w:pPr>
      <w:r>
        <w:t xml:space="preserve">= </w:t>
      </w:r>
      <w:r>
        <w:rPr>
          <w:u w:val="double"/>
        </w:rPr>
        <w:t xml:space="preserve">$16,369.18 </w:t>
      </w:r>
    </w:p>
    <w:p w:rsidR="00805500" w:rsidRDefault="00805500" w:rsidP="00C821E6">
      <w:pPr>
        <w:pStyle w:val="ISMab"/>
      </w:pPr>
    </w:p>
    <w:p w:rsidR="00805500" w:rsidRDefault="00805500" w:rsidP="00C821E6">
      <w:pPr>
        <w:pStyle w:val="ISMab"/>
      </w:pPr>
    </w:p>
    <w:p w:rsidR="00744313" w:rsidRDefault="00744313">
      <w:r>
        <w:br w:type="page"/>
      </w:r>
    </w:p>
    <w:p w:rsidR="00C821E6" w:rsidRDefault="00C821E6" w:rsidP="00C821E6">
      <w:pPr>
        <w:pStyle w:val="ISM"/>
      </w:pPr>
      <w:r>
        <w:lastRenderedPageBreak/>
        <w:tab/>
        <w:t>2</w:t>
      </w:r>
      <w:r w:rsidR="00DE6753">
        <w:t>3</w:t>
      </w:r>
      <w:r>
        <w:t>.</w:t>
      </w:r>
      <w:r>
        <w:tab/>
        <w:t xml:space="preserve">Selling price = Down payment </w:t>
      </w:r>
    </w:p>
    <w:p w:rsidR="00C821E6" w:rsidRDefault="0045715C" w:rsidP="00C821E6">
      <w:pPr>
        <w:pStyle w:val="ISM"/>
      </w:pPr>
      <w:r>
        <w:rPr>
          <w:noProof/>
          <w:lang w:val="en-US"/>
        </w:rPr>
        <w:pict>
          <v:shape id="AutoShape 146" o:spid="_x0000_s1058" type="#_x0000_t61" style="position:absolute;margin-left:347.55pt;margin-top:.85pt;width:130.2pt;height:131.4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" adj="-5981,12545" fillcolor="#cff">
            <v:fill opacity="25443f"/>
            <v:textbox inset="3.6pt,,3.6pt">
              <w:txbxContent>
                <w:p w:rsidR="00F95D40" w:rsidRDefault="00F95D40" w:rsidP="00FA05A4">
                  <w:pPr>
                    <w:spacing w:line="300" w:lineRule="exact"/>
                    <w:ind w:right="42"/>
                    <w:jc w:val="right"/>
                  </w:pPr>
                  <w:r>
                    <w:t xml:space="preserve">7.5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FA05A4">
                  <w:pPr>
                    <w:spacing w:line="300" w:lineRule="exact"/>
                    <w:ind w:right="42"/>
                    <w:jc w:val="right"/>
                    <w:rPr>
                      <w:spacing w:val="-2"/>
                      <w:bdr w:val="single" w:sz="12" w:space="0" w:color="auto"/>
                      <w:shd w:val="clear" w:color="auto" w:fill="C0C0C0"/>
                    </w:rPr>
                  </w:pPr>
                  <w:r>
                    <w:t xml:space="preserve">42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295.88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–10,899.99</w:t>
                  </w:r>
                </w:p>
              </w:txbxContent>
            </v:textbox>
            <w10:wrap type="square"/>
          </v:shape>
        </w:pict>
      </w:r>
      <w:r w:rsidR="00C821E6">
        <w:tab/>
      </w:r>
      <w:r w:rsidR="00C821E6">
        <w:tab/>
      </w:r>
      <w:r w:rsidR="00C821E6">
        <w:tab/>
      </w:r>
      <w:r w:rsidR="00C821E6">
        <w:tab/>
        <w:t>+ Present value of the monthly payments</w:t>
      </w:r>
    </w:p>
    <w:p w:rsidR="00C821E6" w:rsidRDefault="0045715C" w:rsidP="00C821E6">
      <w:pPr>
        <w:pStyle w:val="ISM"/>
      </w:pPr>
      <w:r>
        <w:rPr>
          <w:noProof/>
          <w:sz w:val="20"/>
          <w:lang w:val="en-US"/>
        </w:rPr>
        <w:pict>
          <v:shape id="AutoShape 108" o:spid="_x0000_s1695" type="#_x0000_t88" style="position:absolute;margin-left:281.7pt;margin-top:17.45pt;width:17.2pt;height:86pt;z-index:25156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"/>
        </w:pict>
      </w:r>
      <w:r w:rsidR="00C821E6">
        <w:tab/>
      </w:r>
      <w:r w:rsidR="00C821E6">
        <w:tab/>
      </w:r>
      <w:r w:rsidR="00C821E6">
        <w:rPr>
          <w:rFonts w:ascii="Times New Roman" w:hAnsi="Times New Roman"/>
          <w:i/>
        </w:rPr>
        <w:t>PMT</w:t>
      </w:r>
      <w:r w:rsidR="00C821E6">
        <w:t xml:space="preserve"> = $295.88, </w:t>
      </w:r>
      <w:r w:rsidR="00C821E6">
        <w:rPr>
          <w:rFonts w:ascii="Times New Roman" w:hAnsi="Times New Roman"/>
          <w:i/>
        </w:rPr>
        <w:t>n</w:t>
      </w:r>
      <w:r w:rsidR="00C821E6">
        <w:t xml:space="preserve"> = 12(3.5) = 42, </w:t>
      </w:r>
      <w:proofErr w:type="spellStart"/>
      <w:r w:rsidR="00C821E6">
        <w:rPr>
          <w:rFonts w:ascii="Times New Roman" w:hAnsi="Times New Roman"/>
          <w:i/>
        </w:rPr>
        <w:t>i</w:t>
      </w:r>
      <w:proofErr w:type="spellEnd"/>
      <w:r w:rsidR="00C821E6">
        <w:t xml:space="preserve"> = </w:t>
      </w:r>
      <w:r w:rsidR="00C821E6" w:rsidRPr="003F35FD">
        <w:rPr>
          <w:position w:val="-12"/>
        </w:rPr>
        <w:object w:dxaOrig="440" w:dyaOrig="360">
          <v:shape id="_x0000_i1113" type="#_x0000_t75" style="width:21.5pt;height:18.7pt" o:ole="" fillcolor="window">
            <v:imagedata r:id="rId166" o:title=""/>
          </v:shape>
          <o:OLEObject Type="Embed" ProgID="Equation.3" ShapeID="_x0000_i1113" DrawAspect="Content" ObjectID="_1654976483" r:id="rId167"/>
        </w:object>
      </w:r>
      <w:r w:rsidR="00C821E6">
        <w:t xml:space="preserve"> = 0.625%</w:t>
      </w:r>
    </w:p>
    <w:p w:rsidR="00C821E6" w:rsidRDefault="00C821E6" w:rsidP="00C821E6">
      <w:pPr>
        <w:pStyle w:val="ISM"/>
        <w:rPr>
          <w:spacing w:val="-2"/>
        </w:rPr>
      </w:pPr>
      <w:r>
        <w:tab/>
      </w:r>
      <w:r>
        <w:tab/>
      </w:r>
      <w:r>
        <w:rPr>
          <w:rFonts w:ascii="Times New Roman" w:hAnsi="Times New Roman"/>
          <w:i/>
        </w:rPr>
        <w:t>PV</w:t>
      </w:r>
      <w:r>
        <w:t xml:space="preserve"> of monthly payments = </w:t>
      </w:r>
      <w:r w:rsidRPr="00480120">
        <w:rPr>
          <w:spacing w:val="-2"/>
          <w:position w:val="-34"/>
        </w:rPr>
        <w:object w:dxaOrig="1840" w:dyaOrig="780">
          <v:shape id="_x0000_i1114" type="#_x0000_t75" style="width:92.55pt;height:38.35pt" o:ole="" fillcolor="window">
            <v:imagedata r:id="rId160" o:title=""/>
          </v:shape>
          <o:OLEObject Type="Embed" ProgID="Equation.3" ShapeID="_x0000_i1114" DrawAspect="Content" ObjectID="_1654976484" r:id="rId168"/>
        </w:object>
      </w:r>
    </w:p>
    <w:p w:rsidR="00C821E6" w:rsidRDefault="00C821E6" w:rsidP="00C821E6">
      <w:pPr>
        <w:pStyle w:val="ISM"/>
        <w:ind w:left="2970"/>
      </w:pPr>
      <w:r>
        <w:rPr>
          <w:spacing w:val="-2"/>
        </w:rPr>
        <w:t>=</w:t>
      </w:r>
      <w:r>
        <w:t xml:space="preserve"> $295.88</w:t>
      </w:r>
      <w:r w:rsidRPr="003F35FD">
        <w:rPr>
          <w:position w:val="-30"/>
        </w:rPr>
        <w:object w:dxaOrig="1640" w:dyaOrig="720">
          <v:shape id="_x0000_i1115" type="#_x0000_t75" style="width:81.35pt;height:36.45pt" o:ole="" fillcolor="window">
            <v:imagedata r:id="rId169" o:title=""/>
          </v:shape>
          <o:OLEObject Type="Embed" ProgID="Equation.3" ShapeID="_x0000_i1115" DrawAspect="Content" ObjectID="_1654976485" r:id="rId170"/>
        </w:object>
      </w:r>
    </w:p>
    <w:p w:rsidR="00C821E6" w:rsidRDefault="00C821E6" w:rsidP="00C821E6">
      <w:pPr>
        <w:pStyle w:val="ISM"/>
        <w:ind w:left="2970"/>
      </w:pPr>
      <w:r>
        <w:t xml:space="preserve">= </w:t>
      </w:r>
      <w:r w:rsidRPr="003F35FD">
        <w:t>$10,899.99</w:t>
      </w:r>
    </w:p>
    <w:p w:rsidR="004D55FF" w:rsidRDefault="00C821E6" w:rsidP="00C821E6">
      <w:pPr>
        <w:pStyle w:val="ISM"/>
        <w:spacing w:after="240"/>
      </w:pPr>
      <w:r>
        <w:tab/>
      </w:r>
      <w:r>
        <w:tab/>
      </w:r>
    </w:p>
    <w:p w:rsidR="00C821E6" w:rsidRDefault="004D55FF" w:rsidP="00C821E6">
      <w:pPr>
        <w:pStyle w:val="ISM"/>
        <w:spacing w:after="240"/>
      </w:pPr>
      <w:r>
        <w:tab/>
      </w:r>
      <w:r>
        <w:tab/>
      </w:r>
      <w:r w:rsidR="00C821E6">
        <w:t>Thus, the selling price was $2000 + $</w:t>
      </w:r>
      <w:r w:rsidR="00C821E6" w:rsidRPr="003F35FD">
        <w:t>10,899.99</w:t>
      </w:r>
      <w:r w:rsidR="00C821E6">
        <w:t xml:space="preserve"> = </w:t>
      </w:r>
      <w:r w:rsidR="00C821E6">
        <w:rPr>
          <w:u w:val="double"/>
        </w:rPr>
        <w:t>$12,899.99</w:t>
      </w:r>
    </w:p>
    <w:p w:rsidR="00C821E6" w:rsidRDefault="00C821E6" w:rsidP="00C821E6">
      <w:pPr>
        <w:pStyle w:val="ISM"/>
      </w:pPr>
      <w:r>
        <w:tab/>
        <w:t>2</w:t>
      </w:r>
      <w:r w:rsidR="002D3990">
        <w:t>5</w:t>
      </w:r>
      <w:r>
        <w:t>.</w:t>
      </w:r>
      <w:r>
        <w:tab/>
        <w:t>Household Finance paid the present value of the</w:t>
      </w:r>
    </w:p>
    <w:p w:rsidR="00C821E6" w:rsidRDefault="00C821E6" w:rsidP="00C821E6">
      <w:pPr>
        <w:pStyle w:val="ISM"/>
      </w:pPr>
      <w:r>
        <w:tab/>
      </w:r>
      <w:r>
        <w:tab/>
        <w:t xml:space="preserve"> scheduled payments discounted at the required rate</w:t>
      </w:r>
    </w:p>
    <w:p w:rsidR="00C821E6" w:rsidRDefault="00C821E6" w:rsidP="00C821E6">
      <w:pPr>
        <w:pStyle w:val="ISM"/>
      </w:pPr>
      <w:r>
        <w:tab/>
      </w:r>
      <w:r>
        <w:tab/>
        <w:t>of return (19.5% compounded monthly).</w:t>
      </w:r>
    </w:p>
    <w:p w:rsidR="00C821E6" w:rsidRDefault="0045715C" w:rsidP="00C821E6">
      <w:pPr>
        <w:pStyle w:val="ISM"/>
      </w:pPr>
      <w:r>
        <w:rPr>
          <w:noProof/>
          <w:lang w:val="en-US"/>
        </w:rPr>
        <w:pict>
          <v:shape id="AutoShape 147" o:spid="_x0000_s1059" type="#_x0000_t61" style="position:absolute;margin-left:331.45pt;margin-top:22.6pt;width:133.5pt;height:132.1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" adj="-17094,9765" fillcolor="#cff">
            <v:fill opacity="25443f"/>
            <v:textbox inset="3.6pt,,3.6pt">
              <w:txbxContent>
                <w:p w:rsidR="00F95D40" w:rsidRDefault="00F95D40" w:rsidP="00FA05A4">
                  <w:pPr>
                    <w:spacing w:line="300" w:lineRule="exact"/>
                    <w:ind w:right="42"/>
                    <w:jc w:val="right"/>
                  </w:pPr>
                  <w:r>
                    <w:t xml:space="preserve">19.5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FA05A4">
                  <w:pPr>
                    <w:spacing w:line="300" w:lineRule="exact"/>
                    <w:ind w:right="42"/>
                    <w:jc w:val="right"/>
                    <w:rPr>
                      <w:spacing w:val="-2"/>
                      <w:bdr w:val="single" w:sz="12" w:space="0" w:color="auto"/>
                      <w:shd w:val="clear" w:color="auto" w:fill="C0C0C0"/>
                    </w:rPr>
                  </w:pPr>
                  <w:r>
                    <w:t xml:space="preserve">15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250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–3304.30</w:t>
                  </w:r>
                </w:p>
              </w:txbxContent>
            </v:textbox>
            <w10:wrap type="square"/>
          </v:shape>
        </w:pict>
      </w:r>
      <w:r w:rsidR="00C821E6">
        <w:tab/>
      </w:r>
      <w:r w:rsidR="00C821E6">
        <w:tab/>
        <w:t xml:space="preserve">Given: </w:t>
      </w:r>
      <w:r w:rsidR="00C821E6">
        <w:rPr>
          <w:rFonts w:ascii="Times New Roman" w:hAnsi="Times New Roman"/>
          <w:i/>
        </w:rPr>
        <w:t>PMT</w:t>
      </w:r>
      <w:r w:rsidR="00C821E6">
        <w:t xml:space="preserve"> = $250, </w:t>
      </w:r>
      <w:r w:rsidR="00C821E6">
        <w:rPr>
          <w:rFonts w:ascii="Times New Roman" w:hAnsi="Times New Roman"/>
          <w:i/>
        </w:rPr>
        <w:t>n</w:t>
      </w:r>
      <w:r w:rsidR="00C821E6">
        <w:t xml:space="preserve"> = 15, </w:t>
      </w:r>
      <w:proofErr w:type="spellStart"/>
      <w:r w:rsidR="00C821E6">
        <w:rPr>
          <w:rFonts w:ascii="Times New Roman" w:hAnsi="Times New Roman"/>
          <w:i/>
        </w:rPr>
        <w:t>i</w:t>
      </w:r>
      <w:proofErr w:type="spellEnd"/>
      <w:r w:rsidR="00C821E6">
        <w:rPr>
          <w:rFonts w:ascii="Times New Roman" w:hAnsi="Times New Roman"/>
          <w:i/>
        </w:rPr>
        <w:t xml:space="preserve"> </w:t>
      </w:r>
      <w:r w:rsidR="00C821E6">
        <w:t xml:space="preserve">= </w:t>
      </w:r>
      <w:r w:rsidR="00C821E6" w:rsidRPr="00480120">
        <w:rPr>
          <w:position w:val="-16"/>
        </w:rPr>
        <w:object w:dxaOrig="620" w:dyaOrig="440">
          <v:shape id="_x0000_i1116" type="#_x0000_t75" style="width:30.85pt;height:21.5pt" o:ole="" fillcolor="window">
            <v:imagedata r:id="rId171" o:title=""/>
          </v:shape>
          <o:OLEObject Type="Embed" ProgID="Equation.3" ShapeID="_x0000_i1116" DrawAspect="Content" ObjectID="_1654976486" r:id="rId172"/>
        </w:object>
      </w:r>
      <w:r w:rsidR="00C821E6">
        <w:t xml:space="preserve"> = 1.625%</w:t>
      </w:r>
    </w:p>
    <w:p w:rsidR="00E3371D" w:rsidRDefault="00E3371D" w:rsidP="00C821E6">
      <w:pPr>
        <w:pStyle w:val="ISM"/>
      </w:pPr>
    </w:p>
    <w:p w:rsidR="00C821E6" w:rsidRDefault="0045715C" w:rsidP="00C821E6">
      <w:pPr>
        <w:pStyle w:val="ISM"/>
        <w:rPr>
          <w:spacing w:val="-2"/>
        </w:rPr>
      </w:pPr>
      <w:r>
        <w:rPr>
          <w:noProof/>
          <w:sz w:val="20"/>
          <w:lang w:val="en-US"/>
        </w:rPr>
        <w:pict>
          <v:shape id="AutoShape 109" o:spid="_x0000_s1686" type="#_x0000_t88" style="position:absolute;margin-left:202.15pt;margin-top:3.8pt;width:15.05pt;height:83.85pt;z-index:25157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"/>
        </w:pict>
      </w:r>
      <w:r w:rsidR="00C821E6">
        <w:tab/>
      </w:r>
      <w:r w:rsidR="00C821E6">
        <w:tab/>
      </w:r>
      <w:r w:rsidR="00C821E6">
        <w:tab/>
        <w:t xml:space="preserve">Price = </w:t>
      </w:r>
      <w:r w:rsidR="00C821E6" w:rsidRPr="00480120">
        <w:rPr>
          <w:spacing w:val="-2"/>
          <w:position w:val="-34"/>
        </w:rPr>
        <w:object w:dxaOrig="1840" w:dyaOrig="780">
          <v:shape id="_x0000_i1117" type="#_x0000_t75" style="width:92.55pt;height:38.35pt" o:ole="" fillcolor="window">
            <v:imagedata r:id="rId160" o:title=""/>
          </v:shape>
          <o:OLEObject Type="Embed" ProgID="Equation.3" ShapeID="_x0000_i1117" DrawAspect="Content" ObjectID="_1654976487" r:id="rId173"/>
        </w:object>
      </w:r>
    </w:p>
    <w:p w:rsidR="00C821E6" w:rsidRDefault="00C821E6" w:rsidP="00C821E6">
      <w:pPr>
        <w:pStyle w:val="ISM"/>
        <w:ind w:left="1170"/>
      </w:pPr>
      <w:r>
        <w:rPr>
          <w:spacing w:val="-2"/>
        </w:rPr>
        <w:t xml:space="preserve">  = </w:t>
      </w:r>
      <w:r>
        <w:t>$250</w:t>
      </w:r>
      <w:r w:rsidRPr="00480120">
        <w:rPr>
          <w:position w:val="-34"/>
        </w:rPr>
        <w:object w:dxaOrig="1760" w:dyaOrig="780">
          <v:shape id="_x0000_i1118" type="#_x0000_t75" style="width:87.9pt;height:38.35pt" o:ole="" fillcolor="window">
            <v:imagedata r:id="rId174" o:title=""/>
          </v:shape>
          <o:OLEObject Type="Embed" ProgID="Equation.3" ShapeID="_x0000_i1118" DrawAspect="Content" ObjectID="_1654976488" r:id="rId175"/>
        </w:object>
      </w:r>
    </w:p>
    <w:p w:rsidR="00C821E6" w:rsidRDefault="00C821E6" w:rsidP="00C821E6">
      <w:pPr>
        <w:pStyle w:val="ISM"/>
        <w:spacing w:after="120" w:line="360" w:lineRule="auto"/>
        <w:ind w:left="1166"/>
        <w:rPr>
          <w:u w:val="double"/>
        </w:rPr>
      </w:pPr>
      <w:r>
        <w:t xml:space="preserve">  = </w:t>
      </w:r>
      <w:r>
        <w:rPr>
          <w:u w:val="double"/>
        </w:rPr>
        <w:t>$3304.30</w:t>
      </w:r>
    </w:p>
    <w:p w:rsidR="00805500" w:rsidRDefault="00805500" w:rsidP="00C821E6">
      <w:pPr>
        <w:pStyle w:val="ISM"/>
      </w:pPr>
    </w:p>
    <w:p w:rsidR="00C821E6" w:rsidRDefault="00805500" w:rsidP="00805500">
      <w:pPr>
        <w:pStyle w:val="ISM"/>
      </w:pPr>
      <w:r>
        <w:t xml:space="preserve">27. </w:t>
      </w:r>
      <w:r w:rsidR="00C821E6">
        <w:t xml:space="preserve">The economic value of the contract at the date of termination is the </w:t>
      </w:r>
    </w:p>
    <w:p w:rsidR="00C821E6" w:rsidRDefault="00C821E6" w:rsidP="00C821E6">
      <w:pPr>
        <w:pStyle w:val="ISM"/>
      </w:pPr>
      <w:r>
        <w:tab/>
      </w:r>
      <w:r>
        <w:tab/>
        <w:t>present value of the remaining payments.</w:t>
      </w:r>
    </w:p>
    <w:p w:rsidR="00C821E6" w:rsidRDefault="00C821E6" w:rsidP="00C821E6">
      <w:pPr>
        <w:pStyle w:val="ISM"/>
      </w:pPr>
      <w:r>
        <w:tab/>
      </w:r>
      <w:r>
        <w:tab/>
        <w:t xml:space="preserve">Given: </w:t>
      </w:r>
      <w:r>
        <w:rPr>
          <w:rFonts w:ascii="Times New Roman" w:hAnsi="Times New Roman"/>
          <w:i/>
        </w:rPr>
        <w:t>PMT</w:t>
      </w:r>
      <w:r>
        <w:t xml:space="preserve"> = $90,000, </w:t>
      </w:r>
      <w:r>
        <w:rPr>
          <w:rFonts w:ascii="Times New Roman" w:hAnsi="Times New Roman"/>
          <w:i/>
        </w:rPr>
        <w:t>n</w:t>
      </w:r>
      <w:r>
        <w:t xml:space="preserve"> = 12(3) = 36, </w:t>
      </w:r>
      <w:proofErr w:type="spellStart"/>
      <w:r>
        <w:rPr>
          <w:rFonts w:ascii="Times New Roman" w:hAnsi="Times New Roman"/>
          <w:i/>
        </w:rPr>
        <w:t>i</w:t>
      </w:r>
      <w:proofErr w:type="spellEnd"/>
      <w:r>
        <w:t xml:space="preserve"> = </w:t>
      </w:r>
      <w:r w:rsidRPr="00480120">
        <w:rPr>
          <w:position w:val="-14"/>
        </w:rPr>
        <w:object w:dxaOrig="480" w:dyaOrig="400">
          <v:shape id="_x0000_i1119" type="#_x0000_t75" style="width:24.3pt;height:20.55pt" o:ole="" fillcolor="window">
            <v:imagedata r:id="rId176" o:title=""/>
          </v:shape>
          <o:OLEObject Type="Embed" ProgID="Equation.3" ShapeID="_x0000_i1119" DrawAspect="Content" ObjectID="_1654976489" r:id="rId177"/>
        </w:object>
      </w:r>
      <w:r>
        <w:t xml:space="preserve"> = 0.625%</w:t>
      </w:r>
    </w:p>
    <w:p w:rsidR="00C821E6" w:rsidRDefault="0045715C" w:rsidP="00C821E6">
      <w:pPr>
        <w:pStyle w:val="ISM"/>
      </w:pPr>
      <w:r>
        <w:rPr>
          <w:noProof/>
          <w:lang w:val="en-US"/>
        </w:rPr>
        <w:pict>
          <v:shape id="AutoShape 149" o:spid="_x0000_s1060" type="#_x0000_t61" style="position:absolute;margin-left:336.35pt;margin-top:4.15pt;width:130.95pt;height:137.35pt;z-index:251595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" adj="-12835,7242" fillcolor="#cff">
            <v:fill opacity="25443f"/>
            <v:textbox inset="3.6pt,,3.6pt">
              <w:txbxContent>
                <w:p w:rsidR="00F95D40" w:rsidRDefault="00F95D40" w:rsidP="00FA05A4">
                  <w:pPr>
                    <w:spacing w:line="300" w:lineRule="exact"/>
                    <w:ind w:right="42"/>
                    <w:jc w:val="right"/>
                  </w:pPr>
                  <w:r>
                    <w:t xml:space="preserve">7.5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FA05A4">
                  <w:pPr>
                    <w:spacing w:line="300" w:lineRule="exact"/>
                    <w:ind w:right="42"/>
                    <w:jc w:val="right"/>
                    <w:rPr>
                      <w:spacing w:val="-2"/>
                      <w:bdr w:val="single" w:sz="12" w:space="0" w:color="auto"/>
                      <w:shd w:val="clear" w:color="auto" w:fill="C0C0C0"/>
                    </w:rPr>
                  </w:pPr>
                  <w:r>
                    <w:t xml:space="preserve">36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90000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w:t>
                  </w:r>
                  <w:r w:rsidRPr="00014C73">
                    <w:t>2,893,312.18</w:t>
                  </w:r>
                </w:p>
              </w:txbxContent>
            </v:textbox>
            <w10:wrap type="square"/>
          </v:shape>
        </w:pict>
      </w:r>
      <w:r>
        <w:rPr>
          <w:noProof/>
          <w:sz w:val="20"/>
          <w:lang w:val="en-US"/>
        </w:rPr>
        <w:pict>
          <v:shape id="AutoShape 111" o:spid="_x0000_s1681" type="#_x0000_t88" style="position:absolute;margin-left:206.45pt;margin-top:5.75pt;width:15.05pt;height:86pt;z-index:25157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"/>
        </w:pict>
      </w:r>
      <w:r w:rsidR="00C821E6">
        <w:tab/>
      </w:r>
      <w:r w:rsidR="00C821E6">
        <w:tab/>
      </w:r>
      <w:r w:rsidR="00C821E6" w:rsidRPr="00480120">
        <w:rPr>
          <w:spacing w:val="-2"/>
          <w:position w:val="-36"/>
        </w:rPr>
        <w:object w:dxaOrig="2520" w:dyaOrig="840">
          <v:shape id="_x0000_i1120" type="#_x0000_t75" style="width:127.15pt;height:42.1pt" o:ole="" fillcolor="window">
            <v:imagedata r:id="rId117" o:title=""/>
          </v:shape>
          <o:OLEObject Type="Embed" ProgID="Equation.2" ShapeID="_x0000_i1120" DrawAspect="Content" ObjectID="_1654976490" r:id="rId178"/>
        </w:object>
      </w:r>
    </w:p>
    <w:p w:rsidR="00C821E6" w:rsidRDefault="00C821E6" w:rsidP="00C821E6">
      <w:pPr>
        <w:pStyle w:val="ISM"/>
        <w:ind w:left="990"/>
      </w:pPr>
      <w:r>
        <w:t>= $90,000</w:t>
      </w:r>
      <w:r w:rsidRPr="00480120">
        <w:rPr>
          <w:position w:val="-34"/>
        </w:rPr>
        <w:object w:dxaOrig="1760" w:dyaOrig="780">
          <v:shape id="_x0000_i1121" type="#_x0000_t75" style="width:87.9pt;height:38.35pt" o:ole="" fillcolor="window">
            <v:imagedata r:id="rId179" o:title=""/>
          </v:shape>
          <o:OLEObject Type="Embed" ProgID="Equation.3" ShapeID="_x0000_i1121" DrawAspect="Content" ObjectID="_1654976491" r:id="rId180"/>
        </w:object>
      </w:r>
    </w:p>
    <w:p w:rsidR="00C821E6" w:rsidRDefault="00C821E6" w:rsidP="00C821E6">
      <w:pPr>
        <w:pStyle w:val="ISM"/>
        <w:ind w:left="990"/>
        <w:rPr>
          <w:u w:val="double"/>
        </w:rPr>
      </w:pPr>
      <w:r>
        <w:t xml:space="preserve">= </w:t>
      </w:r>
      <w:r>
        <w:rPr>
          <w:u w:val="double"/>
        </w:rPr>
        <w:t>$2,893,312.18</w:t>
      </w:r>
    </w:p>
    <w:p w:rsidR="00E6000B" w:rsidRDefault="00C821E6" w:rsidP="00C821E6">
      <w:pPr>
        <w:pStyle w:val="ISM"/>
      </w:pPr>
      <w:r>
        <w:tab/>
      </w:r>
      <w:r>
        <w:tab/>
      </w:r>
    </w:p>
    <w:p w:rsidR="00C821E6" w:rsidRDefault="00E6000B" w:rsidP="00C821E6">
      <w:pPr>
        <w:pStyle w:val="ISM"/>
      </w:pPr>
      <w:r>
        <w:tab/>
      </w:r>
      <w:r>
        <w:tab/>
      </w:r>
      <w:r w:rsidR="00C821E6">
        <w:t>The settlement amount is $2,893,312.18.</w:t>
      </w:r>
    </w:p>
    <w:p w:rsidR="00C821E6" w:rsidRDefault="00C821E6" w:rsidP="00C821E6">
      <w:pPr>
        <w:pStyle w:val="ISM"/>
        <w:rPr>
          <w:u w:val="double"/>
        </w:rPr>
      </w:pPr>
    </w:p>
    <w:p w:rsidR="00744313" w:rsidRDefault="00744313" w:rsidP="00C821E6">
      <w:pPr>
        <w:pStyle w:val="ISM"/>
        <w:rPr>
          <w:u w:val="double"/>
        </w:rPr>
      </w:pPr>
    </w:p>
    <w:p w:rsidR="00744313" w:rsidRDefault="00744313" w:rsidP="00C821E6">
      <w:pPr>
        <w:pStyle w:val="ISM"/>
      </w:pPr>
    </w:p>
    <w:p w:rsidR="00C821E6" w:rsidRDefault="00451C8B" w:rsidP="00C821E6">
      <w:pPr>
        <w:pStyle w:val="ISM"/>
      </w:pPr>
      <w:r>
        <w:t>29</w:t>
      </w:r>
      <w:r w:rsidR="00C821E6">
        <w:t>.</w:t>
      </w:r>
      <w:r w:rsidR="00C821E6">
        <w:tab/>
        <w:t>Equivalent lump payment = PV of annual payments</w:t>
      </w:r>
    </w:p>
    <w:p w:rsidR="00C821E6" w:rsidRDefault="00C821E6" w:rsidP="00C821E6">
      <w:pPr>
        <w:pStyle w:val="ISM"/>
      </w:pPr>
      <w:r>
        <w:tab/>
      </w:r>
      <w:r>
        <w:tab/>
        <w:t xml:space="preserve">Given: </w:t>
      </w:r>
      <w:r w:rsidRPr="00EF0BAE">
        <w:rPr>
          <w:rFonts w:ascii="Times New Roman" w:hAnsi="Times New Roman"/>
          <w:i/>
        </w:rPr>
        <w:t>PMT</w:t>
      </w:r>
      <w:r>
        <w:t xml:space="preserve"> = $2000/year; </w:t>
      </w:r>
      <w:r w:rsidRPr="00EF0BAE">
        <w:rPr>
          <w:rFonts w:ascii="Times New Roman" w:hAnsi="Times New Roman"/>
          <w:i/>
        </w:rPr>
        <w:t>n</w:t>
      </w:r>
      <w:r>
        <w:t xml:space="preserve"> = 5; </w:t>
      </w:r>
      <w:r w:rsidRPr="00EF0BAE">
        <w:rPr>
          <w:rFonts w:ascii="Times New Roman" w:hAnsi="Times New Roman"/>
          <w:i/>
        </w:rPr>
        <w:t>j</w:t>
      </w:r>
      <w:r>
        <w:t xml:space="preserve"> = 4.5% </w:t>
      </w:r>
      <w:r>
        <w:rPr>
          <w:spacing w:val="-2"/>
        </w:rPr>
        <w:t>compounded annually</w:t>
      </w:r>
      <w:r>
        <w:t>.</w:t>
      </w:r>
    </w:p>
    <w:p w:rsidR="00C821E6" w:rsidRDefault="00C821E6" w:rsidP="00C821E6">
      <w:pPr>
        <w:pStyle w:val="ISM"/>
      </w:pPr>
      <w:r>
        <w:tab/>
      </w:r>
      <w:r>
        <w:tab/>
      </w:r>
      <w:r>
        <w:tab/>
      </w:r>
      <w:r w:rsidRPr="00EF0BAE">
        <w:rPr>
          <w:rFonts w:ascii="Times New Roman" w:hAnsi="Times New Roman"/>
          <w:i/>
          <w:spacing w:val="-2"/>
        </w:rPr>
        <w:t>PV</w:t>
      </w:r>
      <w:r>
        <w:t xml:space="preserve"> = $2000</w:t>
      </w:r>
      <w:r w:rsidRPr="00EF0BAE">
        <w:rPr>
          <w:position w:val="-30"/>
        </w:rPr>
        <w:object w:dxaOrig="1320" w:dyaOrig="720">
          <v:shape id="_x0000_i1122" type="#_x0000_t75" style="width:66.4pt;height:36.45pt" o:ole="" fillcolor="window">
            <v:imagedata r:id="rId181" o:title=""/>
          </v:shape>
          <o:OLEObject Type="Embed" ProgID="Equation.3" ShapeID="_x0000_i1122" DrawAspect="Content" ObjectID="_1654976492" r:id="rId182"/>
        </w:object>
      </w:r>
      <w:r>
        <w:t xml:space="preserve"> = </w:t>
      </w:r>
      <w:r>
        <w:rPr>
          <w:u w:val="double"/>
        </w:rPr>
        <w:t>$8779.95</w:t>
      </w:r>
    </w:p>
    <w:p w:rsidR="00C821E6" w:rsidRPr="00EF0BAE" w:rsidRDefault="00C821E6" w:rsidP="00C821E6">
      <w:pPr>
        <w:pStyle w:val="ISM"/>
      </w:pPr>
      <w:r>
        <w:tab/>
      </w:r>
      <w:r>
        <w:tab/>
        <w:t>The equivalent lump payment is $8779.95.</w:t>
      </w:r>
    </w:p>
    <w:p w:rsidR="00744313" w:rsidRDefault="00744313">
      <w:pPr>
        <w:rPr>
          <w:b/>
          <w:i/>
          <w:sz w:val="24"/>
        </w:rPr>
      </w:pPr>
      <w:r>
        <w:rPr>
          <w:b/>
          <w:i/>
          <w:sz w:val="24"/>
        </w:rPr>
        <w:br w:type="page"/>
      </w:r>
    </w:p>
    <w:p w:rsidR="00C821E6" w:rsidRDefault="00C821E6" w:rsidP="00C821E6">
      <w:pPr>
        <w:pStyle w:val="ISM"/>
      </w:pPr>
      <w:r>
        <w:lastRenderedPageBreak/>
        <w:tab/>
        <w:t>3</w:t>
      </w:r>
      <w:r w:rsidR="002D3990">
        <w:t>1</w:t>
      </w:r>
      <w:r>
        <w:t>.</w:t>
      </w:r>
      <w:r>
        <w:tab/>
        <w:t xml:space="preserve">The offer having the higher current economic value is </w:t>
      </w:r>
    </w:p>
    <w:p w:rsidR="00C821E6" w:rsidRDefault="00C821E6" w:rsidP="00C821E6">
      <w:pPr>
        <w:pStyle w:val="ISM"/>
      </w:pPr>
      <w:r>
        <w:tab/>
      </w:r>
      <w:r>
        <w:tab/>
      </w:r>
      <w:proofErr w:type="gramStart"/>
      <w:r>
        <w:t>preferred</w:t>
      </w:r>
      <w:proofErr w:type="gramEnd"/>
      <w:r>
        <w:t>. The present value of the five payments</w:t>
      </w:r>
    </w:p>
    <w:p w:rsidR="00C821E6" w:rsidRDefault="0045715C" w:rsidP="00C821E6">
      <w:pPr>
        <w:pStyle w:val="ISM"/>
      </w:pPr>
      <w:r>
        <w:rPr>
          <w:noProof/>
          <w:lang w:val="en-US"/>
        </w:rPr>
        <w:pict>
          <v:shape id="AutoShape 150" o:spid="_x0000_s1061" type="#_x0000_t61" style="position:absolute;margin-left:350.35pt;margin-top:5pt;width:124pt;height:132.3pt;z-index:25159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" adj="-10582,3905" fillcolor="#cff">
            <v:fill opacity="25443f"/>
            <v:textbox inset="3.6pt,,3.6pt">
              <w:txbxContent>
                <w:p w:rsidR="00F95D40" w:rsidRDefault="00F95D40" w:rsidP="00FA05A4">
                  <w:pPr>
                    <w:spacing w:line="300" w:lineRule="exact"/>
                    <w:ind w:right="42"/>
                    <w:jc w:val="right"/>
                  </w:pPr>
                  <w:r>
                    <w:t xml:space="preserve">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95D40" w:rsidRDefault="00F95D40" w:rsidP="00FA05A4">
                  <w:pPr>
                    <w:spacing w:line="300" w:lineRule="exact"/>
                    <w:ind w:right="42"/>
                    <w:jc w:val="right"/>
                    <w:rPr>
                      <w:spacing w:val="-2"/>
                      <w:bdr w:val="single" w:sz="12" w:space="0" w:color="auto"/>
                      <w:shd w:val="clear" w:color="auto" w:fill="C0C0C0"/>
                    </w:rPr>
                  </w:pPr>
                  <w:r>
                    <w:t xml:space="preserve">4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4D15BF">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2000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–7434.20</w:t>
                  </w:r>
                </w:p>
              </w:txbxContent>
            </v:textbox>
            <w10:wrap type="square"/>
          </v:shape>
        </w:pict>
      </w:r>
      <w:r w:rsidR="00C821E6">
        <w:tab/>
      </w:r>
      <w:r w:rsidR="00C821E6">
        <w:tab/>
      </w:r>
      <w:proofErr w:type="gramStart"/>
      <w:r w:rsidR="00C821E6">
        <w:t>of</w:t>
      </w:r>
      <w:proofErr w:type="gramEnd"/>
      <w:r w:rsidR="00C821E6">
        <w:t xml:space="preserve"> $2000 is</w:t>
      </w:r>
    </w:p>
    <w:p w:rsidR="00C821E6" w:rsidRDefault="00C821E6" w:rsidP="00C821E6">
      <w:pPr>
        <w:pStyle w:val="ISM"/>
        <w:rPr>
          <w:u w:val="double"/>
        </w:rPr>
      </w:pPr>
      <w:r>
        <w:tab/>
      </w:r>
      <w:r>
        <w:tab/>
      </w:r>
      <w:r>
        <w:tab/>
      </w:r>
      <w:r>
        <w:rPr>
          <w:rFonts w:ascii="Times New Roman" w:hAnsi="Times New Roman"/>
          <w:i/>
          <w:iCs/>
        </w:rPr>
        <w:t>PV =</w:t>
      </w:r>
      <w:r>
        <w:t xml:space="preserve"> $2000 + $2000</w:t>
      </w:r>
      <w:r w:rsidRPr="00EF0BAE">
        <w:rPr>
          <w:position w:val="-30"/>
        </w:rPr>
        <w:object w:dxaOrig="1200" w:dyaOrig="720">
          <v:shape id="_x0000_i1123" type="#_x0000_t75" style="width:59.85pt;height:36.45pt" o:ole="" fillcolor="window">
            <v:imagedata r:id="rId183" o:title=""/>
          </v:shape>
          <o:OLEObject Type="Embed" ProgID="Equation.3" ShapeID="_x0000_i1123" DrawAspect="Content" ObjectID="_1654976493" r:id="rId184"/>
        </w:object>
      </w:r>
      <w:r>
        <w:t xml:space="preserve"> = $9434.20</w:t>
      </w:r>
    </w:p>
    <w:p w:rsidR="00C821E6" w:rsidRDefault="00C821E6" w:rsidP="00C821E6">
      <w:pPr>
        <w:pStyle w:val="ISM"/>
        <w:rPr>
          <w:u w:val="double"/>
        </w:rPr>
      </w:pPr>
      <w:r>
        <w:tab/>
      </w:r>
      <w:r>
        <w:tab/>
        <w:t xml:space="preserve">Therefore, </w:t>
      </w:r>
      <w:r>
        <w:rPr>
          <w:u w:val="double"/>
        </w:rPr>
        <w:t>Mr. Lindberg’s offer is worth</w:t>
      </w:r>
    </w:p>
    <w:p w:rsidR="00C821E6" w:rsidRDefault="00C821E6" w:rsidP="00C821E6">
      <w:pPr>
        <w:pStyle w:val="ISM"/>
      </w:pPr>
      <w:r>
        <w:tab/>
      </w:r>
      <w:r>
        <w:tab/>
      </w:r>
      <w:r>
        <w:tab/>
        <w:t xml:space="preserve">$9500 </w:t>
      </w:r>
      <w:r>
        <w:sym w:font="Symbol" w:char="F02D"/>
      </w:r>
      <w:r>
        <w:t xml:space="preserve"> $9434.20 = </w:t>
      </w:r>
      <w:r>
        <w:rPr>
          <w:u w:val="double"/>
        </w:rPr>
        <w:t xml:space="preserve"> $65.80 more</w:t>
      </w:r>
    </w:p>
    <w:p w:rsidR="00C821E6" w:rsidRDefault="00C821E6" w:rsidP="00C821E6">
      <w:pPr>
        <w:pStyle w:val="ISM"/>
      </w:pPr>
      <w:r>
        <w:tab/>
      </w:r>
      <w:r>
        <w:tab/>
        <w:t>in current dollars.</w:t>
      </w:r>
    </w:p>
    <w:p w:rsidR="00C821E6" w:rsidRDefault="00C821E6" w:rsidP="00C821E6">
      <w:pPr>
        <w:pStyle w:val="ISM"/>
      </w:pPr>
    </w:p>
    <w:p w:rsidR="00744313" w:rsidRDefault="00744313" w:rsidP="002D3990">
      <w:pPr>
        <w:pStyle w:val="ISMab"/>
      </w:pPr>
    </w:p>
    <w:p w:rsidR="00744313" w:rsidRDefault="00744313" w:rsidP="002D3990">
      <w:pPr>
        <w:pStyle w:val="ISMab"/>
      </w:pPr>
    </w:p>
    <w:p w:rsidR="00744313" w:rsidRDefault="00744313" w:rsidP="002D3990">
      <w:pPr>
        <w:pStyle w:val="ISMab"/>
      </w:pPr>
    </w:p>
    <w:p w:rsidR="00744313" w:rsidRDefault="00744313" w:rsidP="002D3990">
      <w:pPr>
        <w:pStyle w:val="ISMab"/>
      </w:pPr>
    </w:p>
    <w:p w:rsidR="002D3990" w:rsidRDefault="002D3990" w:rsidP="002D3990">
      <w:pPr>
        <w:pStyle w:val="ISMab"/>
      </w:pPr>
      <w:r>
        <w:tab/>
        <w:t>33.</w:t>
      </w:r>
      <w:r>
        <w:tab/>
        <w:t xml:space="preserve">The amount </w:t>
      </w:r>
      <w:r w:rsidR="00341EF6">
        <w:t>Pierre</w:t>
      </w:r>
      <w:r>
        <w:t xml:space="preserve"> and Pat must pay is the </w:t>
      </w:r>
      <w:r>
        <w:rPr>
          <w:spacing w:val="-2"/>
        </w:rPr>
        <w:t xml:space="preserve">present value </w:t>
      </w:r>
      <w:r>
        <w:t>of all of the payments.</w:t>
      </w:r>
    </w:p>
    <w:p w:rsidR="002D3990" w:rsidRDefault="002D3990" w:rsidP="002D3990">
      <w:pPr>
        <w:pStyle w:val="ISMab"/>
      </w:pPr>
      <w:r>
        <w:tab/>
      </w:r>
      <w:r>
        <w:tab/>
        <w:t>The desired payment stream is equivalent to a succession of four 5-year annuities of:</w:t>
      </w:r>
    </w:p>
    <w:p w:rsidR="002D3990" w:rsidRDefault="002D3990" w:rsidP="002D3990">
      <w:pPr>
        <w:pStyle w:val="ISMab"/>
      </w:pPr>
      <w:r>
        <w:tab/>
      </w:r>
      <w:r>
        <w:tab/>
        <w:t xml:space="preserve">(i) $2000 per quarter for the first 5 years, (ii) $2500 per quarter for the next 5 years, </w:t>
      </w:r>
    </w:p>
    <w:p w:rsidR="002D3990" w:rsidRDefault="002D3990" w:rsidP="002D3990">
      <w:pPr>
        <w:pStyle w:val="ISMab"/>
      </w:pPr>
      <w:r>
        <w:tab/>
      </w:r>
      <w:r>
        <w:tab/>
        <w:t>(iii) $3000 per quarter for the next 5 years, and (iv) $3500 per quarter for the final 5 years.</w:t>
      </w:r>
    </w:p>
    <w:p w:rsidR="002D3990" w:rsidRDefault="002D3990" w:rsidP="002D3990">
      <w:pPr>
        <w:pStyle w:val="ISMab"/>
      </w:pPr>
      <w:r>
        <w:tab/>
      </w:r>
      <w:r>
        <w:tab/>
        <w:t>The present values of these annuities (at their respective beginnings) are:</w:t>
      </w:r>
    </w:p>
    <w:p w:rsidR="002D3990" w:rsidRDefault="002D3990" w:rsidP="002D3990">
      <w:pPr>
        <w:pStyle w:val="ISMab"/>
      </w:pPr>
      <w:r>
        <w:tab/>
      </w:r>
      <w:r>
        <w:tab/>
        <w:t>(</w:t>
      </w:r>
      <w:proofErr w:type="spellStart"/>
      <w:r>
        <w:t>i</w:t>
      </w:r>
      <w:proofErr w:type="spellEnd"/>
      <w:r>
        <w:t xml:space="preserve">) </w:t>
      </w:r>
      <w:r w:rsidRPr="008A23E3">
        <w:rPr>
          <w:rFonts w:ascii="Times New Roman" w:hAnsi="Times New Roman"/>
          <w:i/>
        </w:rPr>
        <w:t>PV</w:t>
      </w:r>
      <w:r>
        <w:t xml:space="preserve"> = $2000</w:t>
      </w:r>
      <w:r w:rsidRPr="008A23E3">
        <w:rPr>
          <w:position w:val="-30"/>
        </w:rPr>
        <w:object w:dxaOrig="1540" w:dyaOrig="720">
          <v:shape id="_x0000_i1124" type="#_x0000_t75" style="width:76.7pt;height:36.45pt" o:ole="" fillcolor="window">
            <v:imagedata r:id="rId185" o:title=""/>
          </v:shape>
          <o:OLEObject Type="Embed" ProgID="Equation.3" ShapeID="_x0000_i1124" DrawAspect="Content" ObjectID="_1654976494" r:id="rId186"/>
        </w:object>
      </w:r>
      <w:r>
        <w:t xml:space="preserve"> = $35,198.632;</w:t>
      </w:r>
      <w:r>
        <w:tab/>
      </w:r>
      <w:r>
        <w:tab/>
        <w:t>(ii) $43,998.290</w:t>
      </w:r>
    </w:p>
    <w:p w:rsidR="002D3990" w:rsidRDefault="002D3990" w:rsidP="002D3990">
      <w:pPr>
        <w:pStyle w:val="ISMab"/>
      </w:pPr>
      <w:r>
        <w:tab/>
      </w:r>
      <w:r>
        <w:tab/>
        <w:t xml:space="preserve">(iii) </w:t>
      </w:r>
      <w:r w:rsidRPr="008A23E3">
        <w:rPr>
          <w:rFonts w:ascii="Times New Roman" w:hAnsi="Times New Roman"/>
          <w:i/>
        </w:rPr>
        <w:t>PV</w:t>
      </w:r>
      <w:r>
        <w:t xml:space="preserve"> = $3000</w:t>
      </w:r>
      <w:r w:rsidRPr="008A23E3">
        <w:rPr>
          <w:position w:val="-30"/>
        </w:rPr>
        <w:object w:dxaOrig="1540" w:dyaOrig="720">
          <v:shape id="_x0000_i1125" type="#_x0000_t75" style="width:76.7pt;height:36.45pt" o:ole="" fillcolor="window">
            <v:imagedata r:id="rId185" o:title=""/>
          </v:shape>
          <o:OLEObject Type="Embed" ProgID="Equation.3" ShapeID="_x0000_i1125" DrawAspect="Content" ObjectID="_1654976495" r:id="rId187"/>
        </w:object>
      </w:r>
      <w:r>
        <w:t xml:space="preserve"> = $52,797.948;</w:t>
      </w:r>
      <w:r>
        <w:tab/>
        <w:t>(</w:t>
      </w:r>
      <w:proofErr w:type="gramStart"/>
      <w:r>
        <w:t>iv</w:t>
      </w:r>
      <w:proofErr w:type="gramEnd"/>
      <w:r>
        <w:t>) $61,597.606</w:t>
      </w:r>
    </w:p>
    <w:p w:rsidR="002D3990" w:rsidRDefault="0045715C" w:rsidP="002D3990">
      <w:pPr>
        <w:pStyle w:val="ISMab"/>
      </w:pPr>
      <w:r>
        <w:rPr>
          <w:noProof/>
          <w:lang w:val="en-US"/>
        </w:rPr>
        <w:pict>
          <v:shape id="AutoShape 468" o:spid="_x0000_s1062" type="#_x0000_t61" style="position:absolute;margin-left:144.55pt;margin-top:15.8pt;width:103.25pt;height:82pt;z-index:251800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" adj="21318,17214" fillcolor="#cff">
            <v:fill opacity="25443f"/>
            <v:textbox inset="3.6pt,,3.6pt">
              <w:txbxContent>
                <w:p w:rsidR="00F95D40" w:rsidRDefault="00F95D40" w:rsidP="002D3990">
                  <w:pPr>
                    <w:spacing w:line="260" w:lineRule="exact"/>
                    <w:ind w:left="-86" w:right="43"/>
                    <w:jc w:val="right"/>
                  </w:pPr>
                  <w:r>
                    <w:t xml:space="preserve">Same </w:t>
                  </w:r>
                  <w:r w:rsidRPr="00F516C9">
                    <w:rPr>
                      <w:i/>
                    </w:rPr>
                    <w:t>I/Y,</w:t>
                  </w:r>
                  <w:r>
                    <w:t xml:space="preserve"> </w:t>
                  </w:r>
                  <w:r>
                    <w:rPr>
                      <w:i/>
                      <w:iCs/>
                    </w:rPr>
                    <w:t>P/Y, C/Y</w:t>
                  </w:r>
                </w:p>
                <w:p w:rsidR="00F95D40" w:rsidRDefault="00F95D40" w:rsidP="002D3990">
                  <w:pPr>
                    <w:spacing w:line="260" w:lineRule="exact"/>
                    <w:ind w:left="-86" w:right="43"/>
                    <w:jc w:val="right"/>
                  </w:pPr>
                  <w:r>
                    <w:t xml:space="preserve">Same </w:t>
                  </w:r>
                  <w:r>
                    <w:rPr>
                      <w:i/>
                    </w:rPr>
                    <w:t>N, FV</w:t>
                  </w:r>
                </w:p>
                <w:p w:rsidR="00F95D40" w:rsidRDefault="00F95D40" w:rsidP="002D3990">
                  <w:pPr>
                    <w:spacing w:line="300" w:lineRule="exact"/>
                    <w:ind w:right="42"/>
                    <w:jc w:val="right"/>
                  </w:pPr>
                  <w:r>
                    <w:t xml:space="preserve">2500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D3990">
                  <w:pPr>
                    <w:spacing w:line="300" w:lineRule="exact"/>
                    <w:ind w:right="42"/>
                    <w:jc w:val="right"/>
                  </w:pP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D3990">
                  <w:pPr>
                    <w:spacing w:line="320" w:lineRule="exact"/>
                    <w:ind w:right="43"/>
                    <w:jc w:val="right"/>
                  </w:pPr>
                  <w:r>
                    <w:rPr>
                      <w:i/>
                      <w:iCs/>
                    </w:rPr>
                    <w:t>Ans</w:t>
                  </w:r>
                  <w:r>
                    <w:t>: –43,998.290</w:t>
                  </w:r>
                </w:p>
              </w:txbxContent>
            </v:textbox>
            <w10:wrap type="square"/>
          </v:shape>
        </w:pict>
      </w:r>
      <w:r>
        <w:rPr>
          <w:noProof/>
          <w:lang w:val="en-US"/>
        </w:rPr>
        <w:pict>
          <v:shape id="AutoShape 467" o:spid="_x0000_s1063" type="#_x0000_t61" style="position:absolute;margin-left:12.95pt;margin-top:15.15pt;width:123.9pt;height:130.95pt;z-index:251799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" adj="1691,8825" fillcolor="#cff">
            <v:fill opacity="25443f"/>
            <v:textbox inset="3.6pt,,3.6pt">
              <w:txbxContent>
                <w:p w:rsidR="00F95D40" w:rsidRDefault="00F95D40" w:rsidP="002D3990">
                  <w:pPr>
                    <w:spacing w:line="300" w:lineRule="exact"/>
                    <w:ind w:right="42"/>
                    <w:jc w:val="right"/>
                  </w:pPr>
                  <w:r>
                    <w:t xml:space="preserve">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D399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2D399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4)</w:t>
                  </w:r>
                </w:p>
                <w:p w:rsidR="00F95D40" w:rsidRDefault="00F95D40" w:rsidP="002D3990">
                  <w:pPr>
                    <w:spacing w:line="300" w:lineRule="exact"/>
                    <w:ind w:right="42"/>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D3990">
                  <w:pPr>
                    <w:spacing w:line="300" w:lineRule="exact"/>
                    <w:ind w:right="42"/>
                    <w:jc w:val="right"/>
                  </w:pPr>
                  <w:r>
                    <w:t xml:space="preserve">2000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D399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D399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D3990">
                  <w:pPr>
                    <w:spacing w:line="320" w:lineRule="exact"/>
                    <w:ind w:right="43"/>
                    <w:jc w:val="right"/>
                  </w:pPr>
                  <w:r>
                    <w:rPr>
                      <w:i/>
                      <w:iCs/>
                    </w:rPr>
                    <w:t>Ans</w:t>
                  </w:r>
                  <w:r>
                    <w:t>: –35,198.632</w:t>
                  </w:r>
                </w:p>
              </w:txbxContent>
            </v:textbox>
            <w10:wrap type="square"/>
          </v:shape>
        </w:pict>
      </w:r>
      <w:r>
        <w:rPr>
          <w:noProof/>
          <w:lang w:val="en-US"/>
        </w:rPr>
        <w:pict>
          <v:shape id="AutoShape 469" o:spid="_x0000_s1064" type="#_x0000_t61" style="position:absolute;margin-left:254.45pt;margin-top:15.1pt;width:103.25pt;height:81.7pt;z-index:251801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" adj="2343,20609" fillcolor="#cff">
            <v:fill opacity="25443f"/>
            <v:textbox inset="3.6pt,,3.6pt">
              <w:txbxContent>
                <w:p w:rsidR="00F95D40" w:rsidRDefault="00F95D40" w:rsidP="002D3990">
                  <w:pPr>
                    <w:spacing w:line="260" w:lineRule="exact"/>
                    <w:ind w:left="-86" w:right="43"/>
                    <w:jc w:val="right"/>
                  </w:pPr>
                  <w:r>
                    <w:t xml:space="preserve">Same </w:t>
                  </w:r>
                  <w:r w:rsidRPr="00F516C9">
                    <w:rPr>
                      <w:i/>
                    </w:rPr>
                    <w:t>I/Y,</w:t>
                  </w:r>
                  <w:r>
                    <w:t xml:space="preserve"> </w:t>
                  </w:r>
                  <w:r>
                    <w:rPr>
                      <w:i/>
                      <w:iCs/>
                    </w:rPr>
                    <w:t>P/Y, C/Y</w:t>
                  </w:r>
                </w:p>
                <w:p w:rsidR="00F95D40" w:rsidRDefault="00F95D40" w:rsidP="002D3990">
                  <w:pPr>
                    <w:spacing w:line="260" w:lineRule="exact"/>
                    <w:ind w:left="-86" w:right="43"/>
                    <w:jc w:val="right"/>
                  </w:pPr>
                  <w:r>
                    <w:t xml:space="preserve">Same </w:t>
                  </w:r>
                  <w:r>
                    <w:rPr>
                      <w:i/>
                    </w:rPr>
                    <w:t>N, FV</w:t>
                  </w:r>
                </w:p>
                <w:p w:rsidR="00F95D40" w:rsidRDefault="00F95D40" w:rsidP="002D3990">
                  <w:pPr>
                    <w:spacing w:line="300" w:lineRule="exact"/>
                    <w:ind w:right="42"/>
                    <w:jc w:val="right"/>
                  </w:pPr>
                  <w:r>
                    <w:t xml:space="preserve">3000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D3990">
                  <w:pPr>
                    <w:spacing w:line="300" w:lineRule="exact"/>
                    <w:ind w:right="42"/>
                    <w:jc w:val="right"/>
                  </w:pP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D3990">
                  <w:pPr>
                    <w:spacing w:line="320" w:lineRule="exact"/>
                    <w:ind w:right="43"/>
                    <w:jc w:val="right"/>
                  </w:pPr>
                  <w:r>
                    <w:rPr>
                      <w:i/>
                      <w:iCs/>
                    </w:rPr>
                    <w:t>Ans</w:t>
                  </w:r>
                  <w:r>
                    <w:t>: –52,797.948</w:t>
                  </w:r>
                </w:p>
              </w:txbxContent>
            </v:textbox>
            <w10:wrap type="square"/>
          </v:shape>
        </w:pict>
      </w:r>
      <w:r>
        <w:rPr>
          <w:noProof/>
          <w:lang w:val="en-US"/>
        </w:rPr>
        <w:pict>
          <v:shape id="AutoShape 470" o:spid="_x0000_s1065" type="#_x0000_t61" style="position:absolute;margin-left:364.35pt;margin-top:15.1pt;width:103.25pt;height:81.7pt;z-index:251802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" adj="450,14964" fillcolor="#cff">
            <v:fill opacity="25443f"/>
            <v:textbox inset="3.6pt,,3.6pt">
              <w:txbxContent>
                <w:p w:rsidR="00F95D40" w:rsidRDefault="00F95D40" w:rsidP="002D3990">
                  <w:pPr>
                    <w:spacing w:line="260" w:lineRule="exact"/>
                    <w:ind w:left="-86" w:right="43"/>
                    <w:jc w:val="right"/>
                  </w:pPr>
                  <w:r>
                    <w:t xml:space="preserve">Same </w:t>
                  </w:r>
                  <w:r w:rsidRPr="00F516C9">
                    <w:rPr>
                      <w:i/>
                    </w:rPr>
                    <w:t>I/Y,</w:t>
                  </w:r>
                  <w:r>
                    <w:t xml:space="preserve"> </w:t>
                  </w:r>
                  <w:r>
                    <w:rPr>
                      <w:i/>
                      <w:iCs/>
                    </w:rPr>
                    <w:t>P/Y, C/Y</w:t>
                  </w:r>
                </w:p>
                <w:p w:rsidR="00F95D40" w:rsidRDefault="00F95D40" w:rsidP="002D3990">
                  <w:pPr>
                    <w:spacing w:line="260" w:lineRule="exact"/>
                    <w:ind w:left="-86" w:right="43"/>
                    <w:jc w:val="right"/>
                  </w:pPr>
                  <w:r>
                    <w:t xml:space="preserve">Same </w:t>
                  </w:r>
                  <w:r>
                    <w:rPr>
                      <w:i/>
                    </w:rPr>
                    <w:t>N, FV</w:t>
                  </w:r>
                </w:p>
                <w:p w:rsidR="00F95D40" w:rsidRDefault="00F95D40" w:rsidP="002D3990">
                  <w:pPr>
                    <w:spacing w:line="300" w:lineRule="exact"/>
                    <w:ind w:right="42"/>
                    <w:jc w:val="right"/>
                  </w:pPr>
                  <w:r>
                    <w:t xml:space="preserve">3500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D3990">
                  <w:pPr>
                    <w:spacing w:line="300" w:lineRule="exact"/>
                    <w:ind w:right="42"/>
                    <w:jc w:val="right"/>
                  </w:pP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D3990">
                  <w:pPr>
                    <w:spacing w:line="320" w:lineRule="exact"/>
                    <w:ind w:right="43"/>
                    <w:jc w:val="right"/>
                  </w:pPr>
                  <w:r>
                    <w:rPr>
                      <w:i/>
                      <w:iCs/>
                    </w:rPr>
                    <w:t>Ans</w:t>
                  </w:r>
                  <w:r>
                    <w:t>: –61,597.606</w:t>
                  </w:r>
                </w:p>
              </w:txbxContent>
            </v:textbox>
            <w10:wrap type="square"/>
          </v:shape>
        </w:pict>
      </w:r>
      <w:r w:rsidR="002D3990">
        <w:tab/>
      </w:r>
      <w:r w:rsidR="002D3990">
        <w:tab/>
      </w:r>
      <w:r w:rsidR="002D3990">
        <w:tab/>
      </w:r>
      <w:r w:rsidR="002D3990">
        <w:tab/>
      </w:r>
      <w:r w:rsidR="002D3990" w:rsidRPr="00B61B49">
        <w:rPr>
          <w:u w:val="single"/>
        </w:rPr>
        <w:t>(i)</w:t>
      </w:r>
      <w:r w:rsidR="002D3990">
        <w:tab/>
      </w:r>
      <w:r w:rsidR="002D3990">
        <w:tab/>
      </w:r>
      <w:r w:rsidR="002D3990">
        <w:tab/>
        <w:t xml:space="preserve">   </w:t>
      </w:r>
      <w:r w:rsidR="002D3990" w:rsidRPr="00B61B49">
        <w:rPr>
          <w:u w:val="single"/>
        </w:rPr>
        <w:t>(ii)</w:t>
      </w:r>
      <w:r w:rsidR="002D3990">
        <w:tab/>
      </w:r>
      <w:r w:rsidR="002D3990">
        <w:tab/>
      </w:r>
      <w:r w:rsidR="002D3990">
        <w:tab/>
        <w:t xml:space="preserve">   </w:t>
      </w:r>
      <w:r w:rsidR="002D3990" w:rsidRPr="00B61B49">
        <w:rPr>
          <w:u w:val="single"/>
        </w:rPr>
        <w:t>(iii)</w:t>
      </w:r>
      <w:r w:rsidR="002D3990">
        <w:tab/>
      </w:r>
      <w:r w:rsidR="002D3990">
        <w:tab/>
      </w:r>
      <w:r w:rsidR="002D3990">
        <w:tab/>
        <w:t xml:space="preserve">   </w:t>
      </w:r>
      <w:r w:rsidR="002D3990" w:rsidRPr="00B61B49">
        <w:rPr>
          <w:u w:val="single"/>
        </w:rPr>
        <w:t>(iv)</w:t>
      </w:r>
    </w:p>
    <w:p w:rsidR="002D3990" w:rsidRDefault="002D3990" w:rsidP="002D3990"/>
    <w:p w:rsidR="002D3990" w:rsidRDefault="002D3990" w:rsidP="002D3990">
      <w:pPr>
        <w:pStyle w:val="ISMab"/>
      </w:pPr>
    </w:p>
    <w:p w:rsidR="002D3990" w:rsidRDefault="002D3990" w:rsidP="002D3990"/>
    <w:p w:rsidR="002D3990" w:rsidRDefault="002D3990" w:rsidP="002D3990">
      <w:pPr>
        <w:pStyle w:val="ISMab"/>
      </w:pPr>
    </w:p>
    <w:p w:rsidR="002D3990" w:rsidRDefault="002D3990" w:rsidP="002D3990">
      <w:pPr>
        <w:pStyle w:val="ISMab"/>
      </w:pPr>
      <w:r>
        <w:tab/>
      </w:r>
      <w:r>
        <w:tab/>
        <w:t xml:space="preserve">The </w:t>
      </w:r>
      <w:r>
        <w:rPr>
          <w:spacing w:val="-2"/>
        </w:rPr>
        <w:t xml:space="preserve">present value </w:t>
      </w:r>
      <w:r>
        <w:t>today of these four amounts is</w:t>
      </w:r>
    </w:p>
    <w:p w:rsidR="002D3990" w:rsidRDefault="002D3990" w:rsidP="002D3990">
      <w:pPr>
        <w:pStyle w:val="ISMab"/>
      </w:pPr>
      <w:r>
        <w:tab/>
      </w:r>
      <w:r>
        <w:tab/>
      </w:r>
      <w:r>
        <w:tab/>
        <w:t xml:space="preserve">$35,198.632 + </w:t>
      </w:r>
      <w:r w:rsidRPr="00EC3EC1">
        <w:rPr>
          <w:position w:val="-24"/>
        </w:rPr>
        <w:object w:dxaOrig="1320" w:dyaOrig="600">
          <v:shape id="_x0000_i1126" type="#_x0000_t75" style="width:70.15pt;height:29.9pt" o:ole="">
            <v:imagedata r:id="rId188" o:title=""/>
          </v:shape>
          <o:OLEObject Type="Embed" ProgID="Equation.3" ShapeID="_x0000_i1126" DrawAspect="Content" ObjectID="_1654976496" r:id="rId189"/>
        </w:object>
      </w:r>
      <w:r>
        <w:t xml:space="preserve"> + </w:t>
      </w:r>
      <w:r w:rsidRPr="00EC3EC1">
        <w:rPr>
          <w:position w:val="-24"/>
        </w:rPr>
        <w:object w:dxaOrig="1320" w:dyaOrig="600">
          <v:shape id="_x0000_i1127" type="#_x0000_t75" style="width:1in;height:29.9pt" o:ole="">
            <v:imagedata r:id="rId190" o:title=""/>
          </v:shape>
          <o:OLEObject Type="Embed" ProgID="Equation.3" ShapeID="_x0000_i1127" DrawAspect="Content" ObjectID="_1654976497" r:id="rId191"/>
        </w:object>
      </w:r>
      <w:r w:rsidR="00330561">
        <w:t>+</w:t>
      </w:r>
      <w:r w:rsidRPr="00EC3EC1">
        <w:rPr>
          <w:position w:val="-24"/>
        </w:rPr>
        <w:object w:dxaOrig="1320" w:dyaOrig="600">
          <v:shape id="_x0000_i1128" type="#_x0000_t75" style="width:71.05pt;height:29.9pt" o:ole="">
            <v:imagedata r:id="rId192" o:title=""/>
          </v:shape>
          <o:OLEObject Type="Embed" ProgID="Equation.3" ShapeID="_x0000_i1128" DrawAspect="Content" ObjectID="_1654976498" r:id="rId193"/>
        </w:object>
      </w:r>
    </w:p>
    <w:p w:rsidR="002D3990" w:rsidRDefault="002D3990" w:rsidP="002D3990">
      <w:pPr>
        <w:pStyle w:val="ISMab"/>
        <w:ind w:left="1440"/>
      </w:pPr>
    </w:p>
    <w:p w:rsidR="002D3990" w:rsidRDefault="0045715C" w:rsidP="002D3990">
      <w:pPr>
        <w:pStyle w:val="ISMab"/>
        <w:ind w:left="1440"/>
      </w:pPr>
      <w:r>
        <w:rPr>
          <w:noProof/>
          <w:lang w:val="en-US"/>
        </w:rPr>
        <w:pict>
          <v:shape id="AutoShape 471" o:spid="_x0000_s1066" type="#_x0000_t61" style="position:absolute;left:0;text-align:left;margin-left:68.8pt;margin-top:11.8pt;width:105.4pt;height:103.2pt;z-index:251803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" adj="13629,-4050" fillcolor="#cff">
            <v:fill opacity="25443f"/>
            <v:textbox inset="3.6pt,,3.6pt">
              <w:txbxContent>
                <w:p w:rsidR="00F95D40" w:rsidRDefault="00F95D40" w:rsidP="002D3990">
                  <w:pPr>
                    <w:spacing w:line="300" w:lineRule="exact"/>
                    <w:ind w:left="-90" w:right="42"/>
                    <w:jc w:val="right"/>
                  </w:pPr>
                  <w:r>
                    <w:t xml:space="preserve">Same </w:t>
                  </w:r>
                  <w:r w:rsidRPr="00F516C9">
                    <w:rPr>
                      <w:i/>
                    </w:rPr>
                    <w:t>I/Y,</w:t>
                  </w:r>
                  <w:r>
                    <w:t xml:space="preserve"> </w:t>
                  </w:r>
                  <w:r>
                    <w:rPr>
                      <w:i/>
                      <w:iCs/>
                    </w:rPr>
                    <w:t>P/Y, C/Y</w:t>
                  </w:r>
                </w:p>
                <w:p w:rsidR="00F95D40" w:rsidRDefault="00F95D40" w:rsidP="002D3990">
                  <w:pPr>
                    <w:spacing w:line="300" w:lineRule="exact"/>
                    <w:ind w:right="42"/>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D3990">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D3990">
                  <w:pPr>
                    <w:spacing w:line="300" w:lineRule="exact"/>
                    <w:ind w:right="42"/>
                    <w:jc w:val="right"/>
                  </w:pPr>
                  <w:r>
                    <w:t xml:space="preserve">43998.290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D399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D3990">
                  <w:pPr>
                    <w:spacing w:line="320" w:lineRule="exact"/>
                    <w:ind w:right="43"/>
                    <w:jc w:val="right"/>
                  </w:pPr>
                  <w:r>
                    <w:rPr>
                      <w:i/>
                      <w:iCs/>
                    </w:rPr>
                    <w:t>Ans</w:t>
                  </w:r>
                  <w:r>
                    <w:t>: –34,319.042</w:t>
                  </w:r>
                </w:p>
              </w:txbxContent>
            </v:textbox>
            <w10:wrap type="square"/>
          </v:shape>
        </w:pict>
      </w:r>
    </w:p>
    <w:p w:rsidR="002D3990" w:rsidRDefault="0045715C" w:rsidP="002D3990">
      <w:pPr>
        <w:pStyle w:val="ISMab"/>
        <w:ind w:left="1440"/>
      </w:pPr>
      <w:r>
        <w:rPr>
          <w:noProof/>
          <w:lang w:val="en-US"/>
        </w:rPr>
        <w:pict>
          <v:shape id="AutoShape 473" o:spid="_x0000_s1067" type="#_x0000_t61" style="position:absolute;left:0;text-align:left;margin-left:314.4pt;margin-top:1.95pt;width:105.4pt;height:103.2pt;z-index:251805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" adj="2398,-5180" fillcolor="#cff">
            <v:fill opacity="25443f"/>
            <v:textbox inset="3.6pt,,3.6pt">
              <w:txbxContent>
                <w:p w:rsidR="00F95D40" w:rsidRDefault="00F95D40" w:rsidP="002D3990">
                  <w:pPr>
                    <w:spacing w:line="300" w:lineRule="exact"/>
                    <w:ind w:left="-90" w:right="42"/>
                    <w:jc w:val="right"/>
                  </w:pPr>
                  <w:r>
                    <w:t xml:space="preserve">Same </w:t>
                  </w:r>
                  <w:r w:rsidRPr="00F516C9">
                    <w:rPr>
                      <w:i/>
                    </w:rPr>
                    <w:t>I/Y,</w:t>
                  </w:r>
                  <w:r>
                    <w:t xml:space="preserve"> </w:t>
                  </w:r>
                  <w:r>
                    <w:rPr>
                      <w:i/>
                      <w:iCs/>
                    </w:rPr>
                    <w:t>P/Y, C/Y</w:t>
                  </w:r>
                </w:p>
                <w:p w:rsidR="00F95D40" w:rsidRDefault="00F95D40" w:rsidP="002D3990">
                  <w:pPr>
                    <w:spacing w:line="300" w:lineRule="exact"/>
                    <w:ind w:right="42"/>
                    <w:jc w:val="right"/>
                    <w:rPr>
                      <w:spacing w:val="-2"/>
                      <w:bdr w:val="single" w:sz="12" w:space="0" w:color="auto"/>
                      <w:shd w:val="clear" w:color="auto" w:fill="C0C0C0"/>
                    </w:rPr>
                  </w:pPr>
                  <w:r>
                    <w:t xml:space="preserve">60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D3990">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D3990">
                  <w:pPr>
                    <w:spacing w:line="300" w:lineRule="exact"/>
                    <w:ind w:right="42"/>
                    <w:jc w:val="right"/>
                  </w:pPr>
                  <w:r>
                    <w:t xml:space="preserve">61597.606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D399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D3990">
                  <w:pPr>
                    <w:spacing w:line="320" w:lineRule="exact"/>
                    <w:ind w:right="43"/>
                    <w:jc w:val="right"/>
                  </w:pPr>
                  <w:r>
                    <w:rPr>
                      <w:i/>
                      <w:iCs/>
                    </w:rPr>
                    <w:t>Ans</w:t>
                  </w:r>
                  <w:r>
                    <w:t>: –29,232.228</w:t>
                  </w:r>
                </w:p>
              </w:txbxContent>
            </v:textbox>
            <w10:wrap type="square"/>
          </v:shape>
        </w:pict>
      </w:r>
      <w:r>
        <w:rPr>
          <w:noProof/>
          <w:lang w:val="en-US"/>
        </w:rPr>
        <w:pict>
          <v:shape id="AutoShape 472" o:spid="_x0000_s1068" type="#_x0000_t61" style="position:absolute;left:0;text-align:left;margin-left:187.2pt;margin-top:1.95pt;width:105.4pt;height:103.2pt;z-index:251804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" adj="8176,-4929" fillcolor="#cff">
            <v:fill opacity="25443f"/>
            <v:textbox inset="3.6pt,,3.6pt">
              <w:txbxContent>
                <w:p w:rsidR="00F95D40" w:rsidRDefault="00F95D40" w:rsidP="002D3990">
                  <w:pPr>
                    <w:spacing w:line="300" w:lineRule="exact"/>
                    <w:ind w:left="-90" w:right="42"/>
                    <w:jc w:val="right"/>
                  </w:pPr>
                  <w:r>
                    <w:t xml:space="preserve">Same </w:t>
                  </w:r>
                  <w:r w:rsidRPr="00F516C9">
                    <w:rPr>
                      <w:i/>
                    </w:rPr>
                    <w:t>I/Y,</w:t>
                  </w:r>
                  <w:r>
                    <w:t xml:space="preserve"> </w:t>
                  </w:r>
                  <w:r>
                    <w:rPr>
                      <w:i/>
                      <w:iCs/>
                    </w:rPr>
                    <w:t>P/Y, C/Y</w:t>
                  </w:r>
                </w:p>
                <w:p w:rsidR="00F95D40" w:rsidRDefault="00F95D40" w:rsidP="002D3990">
                  <w:pPr>
                    <w:spacing w:line="300" w:lineRule="exact"/>
                    <w:ind w:right="42"/>
                    <w:jc w:val="right"/>
                    <w:rPr>
                      <w:spacing w:val="-2"/>
                      <w:bdr w:val="single" w:sz="12" w:space="0" w:color="auto"/>
                      <w:shd w:val="clear" w:color="auto" w:fill="C0C0C0"/>
                    </w:rPr>
                  </w:pPr>
                  <w:r>
                    <w:t xml:space="preserve">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2D3990">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2D3990">
                  <w:pPr>
                    <w:spacing w:line="300" w:lineRule="exact"/>
                    <w:ind w:right="42"/>
                    <w:jc w:val="right"/>
                  </w:pPr>
                  <w:r>
                    <w:t xml:space="preserve">52797.948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2D399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2D3990">
                  <w:pPr>
                    <w:spacing w:line="320" w:lineRule="exact"/>
                    <w:ind w:right="43"/>
                    <w:jc w:val="right"/>
                  </w:pPr>
                  <w:r>
                    <w:rPr>
                      <w:i/>
                      <w:iCs/>
                    </w:rPr>
                    <w:t>Ans</w:t>
                  </w:r>
                  <w:r>
                    <w:t>: –32,122.976</w:t>
                  </w:r>
                </w:p>
              </w:txbxContent>
            </v:textbox>
            <w10:wrap type="square"/>
          </v:shape>
        </w:pict>
      </w:r>
    </w:p>
    <w:p w:rsidR="002D3990" w:rsidRDefault="002D3990" w:rsidP="002D3990">
      <w:pPr>
        <w:pStyle w:val="ISMab"/>
        <w:ind w:left="1440"/>
      </w:pPr>
    </w:p>
    <w:p w:rsidR="002D3990" w:rsidRDefault="002D3990" w:rsidP="002D3990">
      <w:pPr>
        <w:pStyle w:val="ISMab"/>
        <w:ind w:left="1440"/>
      </w:pPr>
    </w:p>
    <w:p w:rsidR="002D3990" w:rsidRDefault="002D3990" w:rsidP="002D3990">
      <w:pPr>
        <w:pStyle w:val="ISMab"/>
        <w:ind w:left="1440"/>
      </w:pPr>
    </w:p>
    <w:p w:rsidR="002D3990" w:rsidRDefault="002D3990" w:rsidP="002D3990">
      <w:pPr>
        <w:pStyle w:val="ISMab"/>
        <w:ind w:left="1440"/>
      </w:pPr>
    </w:p>
    <w:p w:rsidR="002D3990" w:rsidRDefault="002D3990" w:rsidP="002D3990">
      <w:pPr>
        <w:pStyle w:val="ISMab"/>
        <w:ind w:left="1440"/>
      </w:pPr>
    </w:p>
    <w:p w:rsidR="002D3990" w:rsidRDefault="002D3990" w:rsidP="002D3990">
      <w:pPr>
        <w:pStyle w:val="ISMab"/>
        <w:spacing w:after="120"/>
        <w:ind w:left="1440"/>
      </w:pPr>
    </w:p>
    <w:p w:rsidR="002D3990" w:rsidRDefault="002D3990" w:rsidP="002D3990">
      <w:pPr>
        <w:pStyle w:val="ISMab"/>
        <w:ind w:left="1440"/>
      </w:pPr>
    </w:p>
    <w:p w:rsidR="002D3990" w:rsidRDefault="002D3990" w:rsidP="002D3990">
      <w:pPr>
        <w:pStyle w:val="ISMab"/>
        <w:ind w:left="1440"/>
      </w:pPr>
      <w:r>
        <w:t>= $35,198.632 + $34,319.042 + 32,122.976 + 29,232.254</w:t>
      </w:r>
    </w:p>
    <w:p w:rsidR="002D3990" w:rsidRDefault="002D3990" w:rsidP="002D3990">
      <w:pPr>
        <w:pStyle w:val="ISMab"/>
        <w:ind w:left="1440"/>
      </w:pPr>
      <w:r>
        <w:t xml:space="preserve">= </w:t>
      </w:r>
      <w:r w:rsidRPr="00B61B49">
        <w:rPr>
          <w:u w:val="double"/>
        </w:rPr>
        <w:t>$130,872.90</w:t>
      </w:r>
    </w:p>
    <w:p w:rsidR="002D3990" w:rsidRDefault="002D3990" w:rsidP="002D3990">
      <w:pPr>
        <w:pStyle w:val="ISMab"/>
      </w:pPr>
      <w:r>
        <w:tab/>
      </w:r>
      <w:r>
        <w:tab/>
      </w:r>
      <w:r w:rsidR="00330561">
        <w:t>Pierre</w:t>
      </w:r>
      <w:r>
        <w:t xml:space="preserve"> and Pat must pay </w:t>
      </w:r>
      <w:r w:rsidRPr="00584DBF">
        <w:t>$130,872.90</w:t>
      </w:r>
      <w:r>
        <w:t>.</w:t>
      </w:r>
    </w:p>
    <w:p w:rsidR="00451C8B" w:rsidRDefault="00451C8B" w:rsidP="00451C8B">
      <w:pPr>
        <w:pStyle w:val="ISM"/>
        <w:ind w:left="540" w:hanging="540"/>
      </w:pPr>
      <w:r>
        <w:lastRenderedPageBreak/>
        <w:t>35.</w:t>
      </w:r>
      <w:r>
        <w:tab/>
        <w:t>The highest price is the price that provides the lowest acceptable rate of return (</w:t>
      </w:r>
      <w:r w:rsidR="00502EA7">
        <w:t>7</w:t>
      </w:r>
      <w:r>
        <w:t xml:space="preserve">.5% compounded monthly). This price is the present value of all mortgage payments </w:t>
      </w:r>
    </w:p>
    <w:p w:rsidR="00451C8B" w:rsidRDefault="0045715C" w:rsidP="00451C8B">
      <w:pPr>
        <w:pStyle w:val="ISM"/>
        <w:ind w:firstLine="540"/>
      </w:pPr>
      <w:r>
        <w:rPr>
          <w:noProof/>
          <w:lang w:val="en-US"/>
        </w:rPr>
        <w:pict>
          <v:shape id="AutoShape 476" o:spid="_x0000_s1069" type="#_x0000_t61" style="position:absolute;left:0;text-align:left;margin-left:337.05pt;margin-top:4.55pt;width:130.2pt;height:131.5pt;z-index:251809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" adj="-3310,15054" fillcolor="#cff">
            <v:fill opacity="25443f"/>
            <v:textbox inset="3.6pt,,3.6pt">
              <w:txbxContent>
                <w:p w:rsidR="00F95D40" w:rsidRDefault="00F95D40" w:rsidP="00451C8B">
                  <w:pPr>
                    <w:spacing w:line="300" w:lineRule="exact"/>
                    <w:ind w:right="42"/>
                    <w:jc w:val="right"/>
                  </w:pPr>
                  <w:r>
                    <w:t xml:space="preserve">7.5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451C8B">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451C8B">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451C8B">
                  <w:pPr>
                    <w:spacing w:line="300" w:lineRule="exact"/>
                    <w:ind w:right="42"/>
                    <w:jc w:val="right"/>
                    <w:rPr>
                      <w:spacing w:val="-2"/>
                      <w:bdr w:val="single" w:sz="12" w:space="0" w:color="auto"/>
                      <w:shd w:val="clear" w:color="auto" w:fill="C0C0C0"/>
                    </w:rPr>
                  </w:pPr>
                  <w:r>
                    <w:t xml:space="preserve">42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451C8B">
                  <w:pPr>
                    <w:spacing w:line="300" w:lineRule="exact"/>
                    <w:ind w:right="42"/>
                    <w:jc w:val="right"/>
                  </w:pPr>
                  <w:r>
                    <w:t xml:space="preserve">800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451C8B">
                  <w:pPr>
                    <w:spacing w:line="300" w:lineRule="exact"/>
                    <w:ind w:right="42"/>
                    <w:jc w:val="right"/>
                  </w:pPr>
                  <w:r>
                    <w:t xml:space="preserve">45572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451C8B">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451C8B">
                  <w:pPr>
                    <w:spacing w:line="320" w:lineRule="exact"/>
                    <w:ind w:right="43"/>
                    <w:jc w:val="right"/>
                  </w:pPr>
                  <w:r>
                    <w:rPr>
                      <w:i/>
                      <w:iCs/>
                    </w:rPr>
                    <w:t>Ans</w:t>
                  </w:r>
                  <w:r>
                    <w:t>: –64,550.64</w:t>
                  </w:r>
                </w:p>
              </w:txbxContent>
            </v:textbox>
            <w10:wrap type="square"/>
          </v:shape>
        </w:pict>
      </w:r>
      <w:r w:rsidR="00451C8B">
        <w:t xml:space="preserve">discounted at </w:t>
      </w:r>
      <w:r w:rsidR="00142906">
        <w:t>7</w:t>
      </w:r>
      <w:r w:rsidR="00451C8B">
        <w:t>.5% compounded monthly.</w:t>
      </w:r>
    </w:p>
    <w:p w:rsidR="00451C8B" w:rsidRDefault="00451C8B" w:rsidP="00451C8B">
      <w:pPr>
        <w:pStyle w:val="ISM"/>
      </w:pPr>
      <w:r>
        <w:tab/>
      </w:r>
      <w:r>
        <w:tab/>
        <w:t xml:space="preserve">Given: </w:t>
      </w:r>
      <w:r>
        <w:rPr>
          <w:rFonts w:ascii="Times New Roman" w:hAnsi="Times New Roman"/>
          <w:i/>
        </w:rPr>
        <w:t>PMT</w:t>
      </w:r>
      <w:r>
        <w:t xml:space="preserve"> = $800, </w:t>
      </w:r>
      <w:proofErr w:type="spellStart"/>
      <w:r>
        <w:rPr>
          <w:rFonts w:ascii="Times New Roman" w:hAnsi="Times New Roman"/>
          <w:i/>
        </w:rPr>
        <w:t>i</w:t>
      </w:r>
      <w:proofErr w:type="spellEnd"/>
      <w:r>
        <w:rPr>
          <w:rFonts w:ascii="Times New Roman" w:hAnsi="Times New Roman"/>
          <w:i/>
        </w:rPr>
        <w:t xml:space="preserve"> </w:t>
      </w:r>
      <w:r>
        <w:t xml:space="preserve">= </w:t>
      </w:r>
      <w:r w:rsidRPr="00480120">
        <w:rPr>
          <w:position w:val="-14"/>
        </w:rPr>
        <w:object w:dxaOrig="480" w:dyaOrig="400">
          <v:shape id="_x0000_i1129" type="#_x0000_t75" style="width:24.3pt;height:20.55pt" o:ole="" fillcolor="window">
            <v:imagedata r:id="rId194" o:title=""/>
          </v:shape>
          <o:OLEObject Type="Embed" ProgID="Equation.3" ShapeID="_x0000_i1129" DrawAspect="Content" ObjectID="_1654976499" r:id="rId195"/>
        </w:object>
      </w:r>
      <w:r>
        <w:t xml:space="preserve"> = 0.625%, </w:t>
      </w:r>
    </w:p>
    <w:p w:rsidR="00451C8B" w:rsidRDefault="00451C8B" w:rsidP="00451C8B">
      <w:pPr>
        <w:pStyle w:val="ISM"/>
        <w:ind w:left="1260"/>
      </w:pPr>
      <w:r>
        <w:rPr>
          <w:rFonts w:ascii="Times New Roman" w:hAnsi="Times New Roman"/>
          <w:i/>
        </w:rPr>
        <w:t xml:space="preserve">n </w:t>
      </w:r>
      <w:r>
        <w:t xml:space="preserve">= 12(3.5) = 42, and </w:t>
      </w:r>
      <w:r>
        <w:rPr>
          <w:rFonts w:ascii="Times New Roman" w:hAnsi="Times New Roman"/>
          <w:i/>
        </w:rPr>
        <w:t>FV</w:t>
      </w:r>
      <w:r>
        <w:t xml:space="preserve"> = $45,572</w:t>
      </w:r>
    </w:p>
    <w:p w:rsidR="00451C8B" w:rsidRDefault="0045715C" w:rsidP="00451C8B">
      <w:pPr>
        <w:pStyle w:val="ISM"/>
      </w:pPr>
      <w:r>
        <w:rPr>
          <w:noProof/>
          <w:sz w:val="20"/>
          <w:lang w:val="en-US"/>
        </w:rPr>
        <w:pict>
          <v:shape id="AutoShape 475" o:spid="_x0000_s1658" type="#_x0000_t88" style="position:absolute;margin-left:292.45pt;margin-top:9.65pt;width:21.5pt;height:81.7pt;z-index:251808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"/>
        </w:pict>
      </w:r>
      <w:r w:rsidR="00451C8B">
        <w:tab/>
      </w:r>
      <w:r w:rsidR="00451C8B">
        <w:tab/>
        <w:t xml:space="preserve">Price = </w:t>
      </w:r>
      <w:r w:rsidR="00451C8B" w:rsidRPr="00480120">
        <w:rPr>
          <w:spacing w:val="-2"/>
          <w:position w:val="-34"/>
        </w:rPr>
        <w:object w:dxaOrig="1840" w:dyaOrig="780">
          <v:shape id="_x0000_i1130" type="#_x0000_t75" style="width:92.55pt;height:38.35pt" o:ole="" fillcolor="window">
            <v:imagedata r:id="rId160" o:title=""/>
          </v:shape>
          <o:OLEObject Type="Embed" ProgID="Equation.3" ShapeID="_x0000_i1130" DrawAspect="Content" ObjectID="_1654976500" r:id="rId196"/>
        </w:object>
      </w:r>
      <w:r w:rsidR="00451C8B">
        <w:rPr>
          <w:spacing w:val="-2"/>
        </w:rPr>
        <w:t xml:space="preserve"> + </w:t>
      </w:r>
      <w:r w:rsidR="00451C8B" w:rsidRPr="00480120">
        <w:rPr>
          <w:spacing w:val="-2"/>
          <w:position w:val="-10"/>
        </w:rPr>
        <w:object w:dxaOrig="1080" w:dyaOrig="380">
          <v:shape id="_x0000_i1131" type="#_x0000_t75" style="width:55.15pt;height:18.7pt" o:ole="" fillcolor="window">
            <v:imagedata r:id="rId197" o:title=""/>
          </v:shape>
          <o:OLEObject Type="Embed" ProgID="Equation.3" ShapeID="_x0000_i1131" DrawAspect="Content" ObjectID="_1654976501" r:id="rId198"/>
        </w:object>
      </w:r>
      <w:r w:rsidR="00451C8B">
        <w:rPr>
          <w:spacing w:val="-2"/>
        </w:rPr>
        <w:t xml:space="preserve"> </w:t>
      </w:r>
    </w:p>
    <w:p w:rsidR="00451C8B" w:rsidRDefault="00451C8B" w:rsidP="00451C8B">
      <w:pPr>
        <w:pStyle w:val="ISM"/>
        <w:ind w:firstLine="1080"/>
      </w:pPr>
      <w:r>
        <w:t xml:space="preserve"> = $800</w:t>
      </w:r>
      <w:r w:rsidRPr="00480120">
        <w:rPr>
          <w:position w:val="-32"/>
        </w:rPr>
        <w:object w:dxaOrig="1719" w:dyaOrig="740">
          <v:shape id="_x0000_i1132" type="#_x0000_t75" style="width:86.95pt;height:36.45pt" o:ole="" fillcolor="window">
            <v:imagedata r:id="rId199" o:title=""/>
          </v:shape>
          <o:OLEObject Type="Embed" ProgID="Equation.3" ShapeID="_x0000_i1132" DrawAspect="Content" ObjectID="_1654976502" r:id="rId200"/>
        </w:object>
      </w:r>
      <w:r>
        <w:t xml:space="preserve"> + $45,572</w:t>
      </w:r>
      <w:r w:rsidRPr="00480120">
        <w:rPr>
          <w:position w:val="-10"/>
        </w:rPr>
        <w:object w:dxaOrig="1300" w:dyaOrig="380">
          <v:shape id="_x0000_i1133" type="#_x0000_t75" style="width:65.45pt;height:18.7pt" o:ole="" fillcolor="window">
            <v:imagedata r:id="rId201" o:title=""/>
          </v:shape>
          <o:OLEObject Type="Embed" ProgID="Equation.3" ShapeID="_x0000_i1133" DrawAspect="Content" ObjectID="_1654976503" r:id="rId202"/>
        </w:object>
      </w:r>
    </w:p>
    <w:p w:rsidR="00451C8B" w:rsidRDefault="00451C8B" w:rsidP="00451C8B">
      <w:pPr>
        <w:pStyle w:val="ISM"/>
        <w:spacing w:after="240"/>
        <w:ind w:firstLine="1080"/>
        <w:rPr>
          <w:u w:val="double"/>
        </w:rPr>
      </w:pPr>
      <w:r>
        <w:t xml:space="preserve"> = </w:t>
      </w:r>
      <w:r>
        <w:rPr>
          <w:u w:val="double"/>
        </w:rPr>
        <w:t>$64,550.64</w:t>
      </w:r>
    </w:p>
    <w:p w:rsidR="00F55392" w:rsidRDefault="00F55392" w:rsidP="00C821E6">
      <w:pPr>
        <w:pStyle w:val="ISM"/>
        <w:ind w:left="270" w:hanging="270"/>
      </w:pPr>
    </w:p>
    <w:p w:rsidR="00C821E6" w:rsidRDefault="00C821E6" w:rsidP="00C821E6">
      <w:pPr>
        <w:pStyle w:val="ISM"/>
        <w:ind w:left="270" w:hanging="270"/>
      </w:pPr>
      <w:r>
        <w:tab/>
        <w:t>37.</w:t>
      </w:r>
      <w:r>
        <w:tab/>
        <w:t>Consider a $1000 purchase. It requires a $100 down</w:t>
      </w:r>
    </w:p>
    <w:p w:rsidR="00C821E6" w:rsidRDefault="00C821E6" w:rsidP="00C821E6">
      <w:pPr>
        <w:pStyle w:val="ISM"/>
        <w:ind w:left="270" w:hanging="270"/>
      </w:pPr>
      <w:r>
        <w:tab/>
      </w:r>
      <w:r>
        <w:tab/>
        <w:t>payment plus 12 monthly payments of $900/12 = $75.</w:t>
      </w:r>
    </w:p>
    <w:p w:rsidR="00C821E6" w:rsidRDefault="00C821E6" w:rsidP="00C821E6">
      <w:pPr>
        <w:pStyle w:val="ISM"/>
      </w:pPr>
      <w:r>
        <w:tab/>
      </w:r>
      <w:r>
        <w:tab/>
        <w:t xml:space="preserve">Flemmings should be willing to accept a cash amount </w:t>
      </w:r>
    </w:p>
    <w:p w:rsidR="00C821E6" w:rsidRDefault="00C821E6" w:rsidP="00C821E6">
      <w:pPr>
        <w:pStyle w:val="ISM"/>
      </w:pPr>
      <w:r>
        <w:tab/>
      </w:r>
      <w:r>
        <w:tab/>
        <w:t xml:space="preserve">equal to the present value of the payments discounted </w:t>
      </w:r>
    </w:p>
    <w:p w:rsidR="00C821E6" w:rsidRDefault="00C821E6" w:rsidP="00C821E6">
      <w:pPr>
        <w:pStyle w:val="ISM"/>
      </w:pPr>
      <w:r>
        <w:tab/>
      </w:r>
      <w:r>
        <w:tab/>
        <w:t xml:space="preserve">at the rate of return that Flemmings can earn on this </w:t>
      </w:r>
    </w:p>
    <w:p w:rsidR="00C821E6" w:rsidRDefault="0045715C" w:rsidP="00C821E6">
      <w:pPr>
        <w:pStyle w:val="ISM"/>
      </w:pPr>
      <w:r>
        <w:rPr>
          <w:noProof/>
          <w:lang w:val="en-US"/>
        </w:rPr>
        <w:pict>
          <v:shape id="AutoShape 151" o:spid="_x0000_s1070" type="#_x0000_t61" style="position:absolute;margin-left:333.55pt;margin-top:12.2pt;width:132.05pt;height:131pt;z-index:25159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" adj="-11914,9135" fillcolor="#cff">
            <v:fill opacity="25443f"/>
            <v:textbox inset="3.6pt,,3.6pt">
              <w:txbxContent>
                <w:p w:rsidR="00F95D40" w:rsidRDefault="00F95D40" w:rsidP="00FA05A4">
                  <w:pPr>
                    <w:spacing w:line="300" w:lineRule="exact"/>
                    <w:ind w:right="42"/>
                    <w:jc w:val="right"/>
                  </w:pPr>
                  <w:r>
                    <w:t xml:space="preserve">8.4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FA05A4">
                  <w:pPr>
                    <w:spacing w:line="300" w:lineRule="exact"/>
                    <w:ind w:right="42"/>
                    <w:jc w:val="right"/>
                    <w:rPr>
                      <w:spacing w:val="-2"/>
                      <w:bdr w:val="single" w:sz="12" w:space="0" w:color="auto"/>
                      <w:shd w:val="clear" w:color="auto" w:fill="C0C0C0"/>
                    </w:rPr>
                  </w:pPr>
                  <w:r>
                    <w:t xml:space="preserve">12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4D15BF">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75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–860.35</w:t>
                  </w:r>
                </w:p>
              </w:txbxContent>
            </v:textbox>
            <w10:wrap type="square"/>
          </v:shape>
        </w:pict>
      </w:r>
      <w:r w:rsidR="00C821E6">
        <w:tab/>
      </w:r>
      <w:r w:rsidR="00C821E6">
        <w:tab/>
        <w:t>money. The present value of the payments is</w:t>
      </w:r>
    </w:p>
    <w:p w:rsidR="00E8697F" w:rsidRDefault="00E8697F" w:rsidP="00C821E6">
      <w:pPr>
        <w:pStyle w:val="ISM"/>
      </w:pPr>
    </w:p>
    <w:p w:rsidR="00C821E6" w:rsidRDefault="0045715C" w:rsidP="00C821E6">
      <w:pPr>
        <w:pStyle w:val="ISM"/>
        <w:rPr>
          <w:spacing w:val="-2"/>
        </w:rPr>
      </w:pPr>
      <w:r>
        <w:rPr>
          <w:noProof/>
          <w:sz w:val="20"/>
          <w:lang w:val="en-US"/>
        </w:rPr>
        <w:pict>
          <v:shape id="AutoShape 112" o:spid="_x0000_s1649" type="#_x0000_t88" style="position:absolute;margin-left:174.2pt;margin-top:3.9pt;width:15.05pt;height:83.85pt;z-index:25157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"/>
        </w:pict>
      </w:r>
      <w:r w:rsidR="00C821E6">
        <w:tab/>
      </w:r>
      <w:r w:rsidR="00C821E6">
        <w:tab/>
      </w:r>
      <w:r w:rsidR="00C821E6">
        <w:tab/>
      </w:r>
      <w:r w:rsidR="00C821E6">
        <w:rPr>
          <w:rFonts w:ascii="Times New Roman" w:hAnsi="Times New Roman"/>
          <w:i/>
          <w:iCs/>
        </w:rPr>
        <w:t xml:space="preserve">PV </w:t>
      </w:r>
      <w:r w:rsidR="00C821E6">
        <w:t xml:space="preserve">= </w:t>
      </w:r>
      <w:r w:rsidR="00C821E6" w:rsidRPr="00480120">
        <w:rPr>
          <w:spacing w:val="-2"/>
          <w:position w:val="-34"/>
        </w:rPr>
        <w:object w:dxaOrig="1840" w:dyaOrig="780">
          <v:shape id="_x0000_i1134" type="#_x0000_t75" style="width:92.55pt;height:38.35pt" o:ole="" fillcolor="window">
            <v:imagedata r:id="rId203" o:title=""/>
          </v:shape>
          <o:OLEObject Type="Embed" ProgID="Equation.3" ShapeID="_x0000_i1134" DrawAspect="Content" ObjectID="_1654976504" r:id="rId204"/>
        </w:object>
      </w:r>
    </w:p>
    <w:p w:rsidR="00C821E6" w:rsidRDefault="00C821E6" w:rsidP="00C821E6">
      <w:pPr>
        <w:pStyle w:val="ISM"/>
        <w:ind w:left="1080"/>
      </w:pPr>
      <w:r>
        <w:rPr>
          <w:spacing w:val="-2"/>
        </w:rPr>
        <w:t xml:space="preserve">= </w:t>
      </w:r>
      <w:r>
        <w:t>$75</w:t>
      </w:r>
      <w:r w:rsidRPr="00480120">
        <w:rPr>
          <w:position w:val="-32"/>
        </w:rPr>
        <w:object w:dxaOrig="1460" w:dyaOrig="740">
          <v:shape id="_x0000_i1135" type="#_x0000_t75" style="width:72.95pt;height:36.45pt" o:ole="" fillcolor="window">
            <v:imagedata r:id="rId205" o:title=""/>
          </v:shape>
          <o:OLEObject Type="Embed" ProgID="Equation.3" ShapeID="_x0000_i1135" DrawAspect="Content" ObjectID="_1654976505" r:id="rId206"/>
        </w:object>
      </w:r>
    </w:p>
    <w:p w:rsidR="00C821E6" w:rsidRDefault="00C821E6" w:rsidP="00C821E6">
      <w:pPr>
        <w:pStyle w:val="ISM"/>
        <w:ind w:left="1080"/>
        <w:rPr>
          <w:u w:val="double"/>
        </w:rPr>
      </w:pPr>
      <w:r>
        <w:t>= $860.35</w:t>
      </w:r>
    </w:p>
    <w:p w:rsidR="00B4746E" w:rsidRDefault="00B4746E" w:rsidP="00C821E6">
      <w:pPr>
        <w:pStyle w:val="ISM"/>
      </w:pPr>
    </w:p>
    <w:p w:rsidR="00E8697F" w:rsidRDefault="00E8697F" w:rsidP="00C821E6">
      <w:pPr>
        <w:pStyle w:val="ISM"/>
      </w:pPr>
    </w:p>
    <w:p w:rsidR="00C821E6" w:rsidRDefault="00E8697F" w:rsidP="00C821E6">
      <w:pPr>
        <w:pStyle w:val="ISM"/>
      </w:pPr>
      <w:r>
        <w:tab/>
      </w:r>
      <w:r>
        <w:tab/>
      </w:r>
      <w:r w:rsidR="00C821E6">
        <w:t>Cash price = $100 + $860.35 = $960.35</w:t>
      </w:r>
    </w:p>
    <w:p w:rsidR="00C821E6" w:rsidRDefault="00C821E6" w:rsidP="00C821E6">
      <w:pPr>
        <w:pStyle w:val="ISM"/>
        <w:spacing w:line="480" w:lineRule="auto"/>
      </w:pPr>
      <w:r>
        <w:tab/>
      </w:r>
      <w:r>
        <w:tab/>
        <w:t xml:space="preserve">This is a $39.65 or </w:t>
      </w:r>
      <w:r>
        <w:rPr>
          <w:u w:val="double"/>
        </w:rPr>
        <w:t>3.97% discount</w:t>
      </w:r>
      <w:r>
        <w:t xml:space="preserve"> from the $1000 list price.</w:t>
      </w:r>
    </w:p>
    <w:p w:rsidR="00F55392" w:rsidRDefault="00F55392" w:rsidP="00C821E6">
      <w:pPr>
        <w:pStyle w:val="ISM"/>
      </w:pPr>
    </w:p>
    <w:p w:rsidR="00C821E6" w:rsidRDefault="00C821E6" w:rsidP="00C821E6">
      <w:pPr>
        <w:pStyle w:val="ISM"/>
      </w:pPr>
      <w:r>
        <w:tab/>
        <w:t>39.</w:t>
      </w:r>
      <w:r>
        <w:tab/>
        <w:t>Let represent the normal monthly pension payment</w:t>
      </w:r>
    </w:p>
    <w:p w:rsidR="00C821E6" w:rsidRDefault="0045715C" w:rsidP="00C821E6">
      <w:pPr>
        <w:pStyle w:val="ISM"/>
      </w:pPr>
      <w:r>
        <w:rPr>
          <w:noProof/>
          <w:lang w:val="en-US"/>
        </w:rPr>
        <w:pict>
          <v:shape id="AutoShape 152" o:spid="_x0000_s1071" type="#_x0000_t61" style="position:absolute;margin-left:330.75pt;margin-top:1pt;width:130.25pt;height:133.9pt;z-index:251598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" adj="-4862,15107" fillcolor="#cff">
            <v:fill opacity="25443f"/>
            <v:textbox inset="3.6pt,,3.6pt">
              <w:txbxContent>
                <w:p w:rsidR="00F95D40" w:rsidRDefault="00F95D40" w:rsidP="00FA05A4">
                  <w:pPr>
                    <w:spacing w:line="300" w:lineRule="exact"/>
                    <w:ind w:right="42"/>
                    <w:jc w:val="right"/>
                  </w:pPr>
                  <w:r>
                    <w:t xml:space="preserve">7.5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FA05A4">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FA05A4">
                  <w:pPr>
                    <w:spacing w:line="300" w:lineRule="exact"/>
                    <w:ind w:right="42"/>
                    <w:jc w:val="right"/>
                    <w:rPr>
                      <w:spacing w:val="-2"/>
                      <w:bdr w:val="single" w:sz="12" w:space="0" w:color="auto"/>
                      <w:shd w:val="clear" w:color="auto" w:fill="C0C0C0"/>
                    </w:rPr>
                  </w:pPr>
                  <w:r>
                    <w:t xml:space="preserve">336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4D15BF">
                    <w:rPr>
                      <w:b/>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0.85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–119.24</w:t>
                  </w:r>
                </w:p>
              </w:txbxContent>
            </v:textbox>
            <w10:wrap type="square"/>
          </v:shape>
        </w:pict>
      </w:r>
      <w:r w:rsidR="00C821E6">
        <w:tab/>
      </w:r>
      <w:r w:rsidR="00C821E6">
        <w:tab/>
        <w:t>at age 60. The choice at age 55 is between:</w:t>
      </w:r>
    </w:p>
    <w:p w:rsidR="00C821E6" w:rsidRDefault="00C821E6" w:rsidP="00C821E6">
      <w:pPr>
        <w:pStyle w:val="ISM"/>
        <w:rPr>
          <w:rFonts w:cs="Arial"/>
          <w:iCs/>
        </w:rPr>
      </w:pPr>
      <w:r>
        <w:tab/>
      </w:r>
      <w:r>
        <w:tab/>
        <w:t>(i) receiving 0.85</w:t>
      </w:r>
      <w:r>
        <w:rPr>
          <w:rFonts w:ascii="Times New Roman" w:hAnsi="Times New Roman"/>
          <w:i/>
        </w:rPr>
        <w:t>PMT</w:t>
      </w:r>
      <w:r>
        <w:rPr>
          <w:rFonts w:cs="Arial"/>
          <w:iCs/>
        </w:rPr>
        <w:t xml:space="preserve"> per month for 28 years, or</w:t>
      </w:r>
    </w:p>
    <w:p w:rsidR="00C821E6" w:rsidRDefault="00C821E6" w:rsidP="00C821E6">
      <w:pPr>
        <w:pStyle w:val="ISM"/>
        <w:rPr>
          <w:rFonts w:cs="Arial"/>
          <w:iCs/>
        </w:rPr>
      </w:pPr>
      <w:r>
        <w:rPr>
          <w:rFonts w:cs="Arial"/>
          <w:iCs/>
        </w:rPr>
        <w:tab/>
      </w:r>
      <w:r>
        <w:rPr>
          <w:rFonts w:cs="Arial"/>
          <w:iCs/>
        </w:rPr>
        <w:tab/>
        <w:t xml:space="preserve">(ii) waiting 5 years and then </w:t>
      </w:r>
      <w:r>
        <w:t xml:space="preserve">receiving </w:t>
      </w:r>
      <w:r>
        <w:rPr>
          <w:rFonts w:ascii="Times New Roman" w:hAnsi="Times New Roman"/>
          <w:i/>
        </w:rPr>
        <w:t>PMT</w:t>
      </w:r>
      <w:r>
        <w:rPr>
          <w:rFonts w:cs="Arial"/>
          <w:iCs/>
        </w:rPr>
        <w:t xml:space="preserve"> </w:t>
      </w:r>
    </w:p>
    <w:p w:rsidR="00C821E6" w:rsidRDefault="00C821E6" w:rsidP="00C821E6">
      <w:pPr>
        <w:pStyle w:val="ISM"/>
        <w:rPr>
          <w:rFonts w:cs="Arial"/>
          <w:iCs/>
        </w:rPr>
      </w:pPr>
      <w:r>
        <w:rPr>
          <w:rFonts w:cs="Arial"/>
          <w:iCs/>
        </w:rPr>
        <w:tab/>
      </w:r>
      <w:r>
        <w:rPr>
          <w:rFonts w:cs="Arial"/>
          <w:iCs/>
        </w:rPr>
        <w:tab/>
        <w:t xml:space="preserve">     per month for 28 </w:t>
      </w:r>
      <w:r>
        <w:rPr>
          <w:rFonts w:cs="Arial"/>
          <w:iCs/>
        </w:rPr>
        <w:sym w:font="Symbol" w:char="F02D"/>
      </w:r>
      <w:r>
        <w:rPr>
          <w:rFonts w:cs="Arial"/>
          <w:iCs/>
        </w:rPr>
        <w:t xml:space="preserve"> 5 = 23 years.</w:t>
      </w:r>
    </w:p>
    <w:p w:rsidR="00C821E6" w:rsidRDefault="00C821E6" w:rsidP="00C821E6">
      <w:pPr>
        <w:pStyle w:val="ISM"/>
      </w:pPr>
      <w:r>
        <w:tab/>
      </w:r>
      <w:r>
        <w:tab/>
        <w:t>The economic values of the two alternatives are their</w:t>
      </w:r>
    </w:p>
    <w:p w:rsidR="00C821E6" w:rsidRDefault="00C821E6" w:rsidP="00C821E6">
      <w:pPr>
        <w:pStyle w:val="ISM"/>
      </w:pPr>
      <w:r>
        <w:tab/>
      </w:r>
      <w:r>
        <w:tab/>
        <w:t xml:space="preserve">present values at age 55. For option (i), </w:t>
      </w:r>
    </w:p>
    <w:p w:rsidR="00C821E6" w:rsidRDefault="00C821E6" w:rsidP="00C821E6">
      <w:pPr>
        <w:pStyle w:val="ISM"/>
        <w:rPr>
          <w:u w:val="double"/>
        </w:rPr>
      </w:pPr>
      <w:r>
        <w:rPr>
          <w:rFonts w:cs="Arial"/>
          <w:iCs/>
        </w:rPr>
        <w:tab/>
      </w:r>
      <w:r>
        <w:rPr>
          <w:rFonts w:cs="Arial"/>
          <w:iCs/>
        </w:rPr>
        <w:tab/>
      </w:r>
      <w:r>
        <w:rPr>
          <w:rFonts w:cs="Arial"/>
          <w:iCs/>
        </w:rPr>
        <w:tab/>
      </w:r>
      <w:r>
        <w:rPr>
          <w:rFonts w:ascii="Times New Roman" w:hAnsi="Times New Roman"/>
          <w:i/>
        </w:rPr>
        <w:t>PV</w:t>
      </w:r>
      <w:r>
        <w:t xml:space="preserve"> = 0.85</w:t>
      </w:r>
      <w:r>
        <w:rPr>
          <w:rFonts w:ascii="Times New Roman" w:hAnsi="Times New Roman"/>
          <w:i/>
        </w:rPr>
        <w:t>PMT</w:t>
      </w:r>
      <w:r w:rsidRPr="00480120">
        <w:rPr>
          <w:position w:val="-34"/>
        </w:rPr>
        <w:object w:dxaOrig="1860" w:dyaOrig="780">
          <v:shape id="_x0000_i1136" type="#_x0000_t75" style="width:92.55pt;height:38.35pt" o:ole="" fillcolor="window">
            <v:imagedata r:id="rId207" o:title=""/>
          </v:shape>
          <o:OLEObject Type="Embed" ProgID="Equation.3" ShapeID="_x0000_i1136" DrawAspect="Content" ObjectID="_1654976506" r:id="rId208"/>
        </w:object>
      </w:r>
      <w:r>
        <w:t xml:space="preserve"> = 119.24</w:t>
      </w:r>
      <w:r>
        <w:rPr>
          <w:rFonts w:ascii="Times New Roman" w:hAnsi="Times New Roman"/>
          <w:i/>
        </w:rPr>
        <w:t>PMT</w:t>
      </w:r>
    </w:p>
    <w:p w:rsidR="00F55392" w:rsidRDefault="00F55392">
      <w:pPr>
        <w:rPr>
          <w:bCs/>
        </w:rPr>
      </w:pPr>
      <w:r>
        <w:rPr>
          <w:bCs/>
        </w:rPr>
        <w:br w:type="page"/>
      </w:r>
    </w:p>
    <w:p w:rsidR="00C821E6" w:rsidRDefault="00C821E6" w:rsidP="00C821E6">
      <w:pPr>
        <w:pStyle w:val="ISM"/>
        <w:rPr>
          <w:bCs/>
        </w:rPr>
      </w:pPr>
      <w:r>
        <w:rPr>
          <w:bCs/>
        </w:rPr>
        <w:lastRenderedPageBreak/>
        <w:tab/>
      </w:r>
      <w:r>
        <w:rPr>
          <w:bCs/>
        </w:rPr>
        <w:tab/>
      </w:r>
      <w:r>
        <w:t>For option (ii), the present value at</w:t>
      </w:r>
    </w:p>
    <w:p w:rsidR="00C821E6" w:rsidRDefault="0045715C" w:rsidP="00C821E6">
      <w:pPr>
        <w:pStyle w:val="ISM"/>
        <w:rPr>
          <w:bCs/>
        </w:rPr>
      </w:pPr>
      <w:r>
        <w:rPr>
          <w:noProof/>
          <w:lang w:val="en-US"/>
        </w:rPr>
        <w:pict>
          <v:shape id="AutoShape 153" o:spid="_x0000_s1072" type="#_x0000_t61" style="position:absolute;margin-left:264.5pt;margin-top:13.25pt;width:124.75pt;height:86pt;z-index:251599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" adj="-7921,15032" fillcolor="#cff">
            <v:fill opacity="25443f"/>
            <v:textbox inset="3.6pt,,3.6pt">
              <w:txbxContent>
                <w:p w:rsidR="00F95D40" w:rsidRDefault="00F95D40" w:rsidP="00FA05A4">
                  <w:pPr>
                    <w:spacing w:line="300" w:lineRule="exact"/>
                    <w:ind w:left="-90" w:right="42"/>
                    <w:jc w:val="right"/>
                  </w:pPr>
                  <w:r>
                    <w:t xml:space="preserve">Same </w:t>
                  </w:r>
                  <w:r w:rsidRPr="00F516C9">
                    <w:rPr>
                      <w:i/>
                    </w:rPr>
                    <w:t>I/Y,</w:t>
                  </w:r>
                  <w:r>
                    <w:t xml:space="preserve"> </w:t>
                  </w:r>
                  <w:r>
                    <w:rPr>
                      <w:i/>
                      <w:iCs/>
                    </w:rPr>
                    <w:t>P/Y, C/Y,</w:t>
                  </w:r>
                  <w:r w:rsidRPr="00E57A70">
                    <w:rPr>
                      <w:i/>
                      <w:iCs/>
                    </w:rPr>
                    <w:t xml:space="preserve"> </w:t>
                  </w:r>
                  <w:r>
                    <w:rPr>
                      <w:i/>
                      <w:iCs/>
                    </w:rPr>
                    <w:t>FV</w:t>
                  </w:r>
                </w:p>
                <w:p w:rsidR="00F95D40" w:rsidRDefault="00F95D40" w:rsidP="00FA05A4">
                  <w:pPr>
                    <w:spacing w:line="300" w:lineRule="exact"/>
                    <w:ind w:right="42"/>
                    <w:jc w:val="right"/>
                    <w:rPr>
                      <w:spacing w:val="-2"/>
                      <w:bdr w:val="single" w:sz="12" w:space="0" w:color="auto"/>
                      <w:shd w:val="clear" w:color="auto" w:fill="C0C0C0"/>
                    </w:rPr>
                  </w:pPr>
                  <w:r>
                    <w:t xml:space="preserve">276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1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–131.34</w:t>
                  </w:r>
                </w:p>
              </w:txbxContent>
            </v:textbox>
            <w10:wrap type="square"/>
          </v:shape>
        </w:pict>
      </w:r>
      <w:r w:rsidR="00C821E6">
        <w:rPr>
          <w:bCs/>
        </w:rPr>
        <w:tab/>
      </w:r>
      <w:r w:rsidR="00C821E6">
        <w:rPr>
          <w:bCs/>
        </w:rPr>
        <w:tab/>
      </w:r>
      <w:proofErr w:type="gramStart"/>
      <w:r w:rsidR="00C821E6">
        <w:t>age</w:t>
      </w:r>
      <w:proofErr w:type="gramEnd"/>
      <w:r w:rsidR="00C821E6">
        <w:t xml:space="preserve"> 60 of the</w:t>
      </w:r>
      <w:r w:rsidR="00D22AEB">
        <w:t xml:space="preserve"> </w:t>
      </w:r>
      <w:r w:rsidR="00C821E6">
        <w:t>12(23) = 276 monthly</w:t>
      </w:r>
    </w:p>
    <w:p w:rsidR="00C821E6" w:rsidRDefault="0045715C" w:rsidP="00C821E6">
      <w:pPr>
        <w:pStyle w:val="ISM"/>
      </w:pPr>
      <w:r>
        <w:rPr>
          <w:noProof/>
          <w:sz w:val="20"/>
          <w:lang w:val="en-US"/>
        </w:rPr>
        <w:pict>
          <v:shape id="AutoShape 113" o:spid="_x0000_s1640" type="#_x0000_t88" style="position:absolute;margin-left:200pt;margin-top:11.8pt;width:15.05pt;height:93.25pt;z-index:2515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"/>
        </w:pict>
      </w:r>
      <w:r w:rsidR="00C821E6">
        <w:tab/>
      </w:r>
      <w:r w:rsidR="00C821E6">
        <w:tab/>
      </w:r>
      <w:proofErr w:type="gramStart"/>
      <w:r w:rsidR="00C821E6">
        <w:t>payments</w:t>
      </w:r>
      <w:proofErr w:type="gramEnd"/>
      <w:r w:rsidR="00C821E6">
        <w:t xml:space="preserve"> of </w:t>
      </w:r>
      <w:r w:rsidR="00C821E6">
        <w:rPr>
          <w:rFonts w:ascii="Times New Roman" w:hAnsi="Times New Roman"/>
          <w:i/>
          <w:iCs/>
        </w:rPr>
        <w:t>PMT</w:t>
      </w:r>
      <w:r w:rsidR="00C821E6">
        <w:t xml:space="preserve"> is </w:t>
      </w:r>
    </w:p>
    <w:p w:rsidR="00C821E6" w:rsidRDefault="00C821E6" w:rsidP="00C821E6">
      <w:pPr>
        <w:pStyle w:val="ISM"/>
        <w:rPr>
          <w:spacing w:val="-2"/>
        </w:rPr>
      </w:pPr>
      <w:r>
        <w:tab/>
      </w:r>
      <w:r>
        <w:tab/>
      </w:r>
      <w:r w:rsidRPr="00480120">
        <w:rPr>
          <w:spacing w:val="-2"/>
          <w:position w:val="-36"/>
        </w:rPr>
        <w:object w:dxaOrig="2520" w:dyaOrig="840">
          <v:shape id="_x0000_i1137" type="#_x0000_t75" style="width:127.15pt;height:42.1pt" o:ole="" fillcolor="window">
            <v:imagedata r:id="rId117" o:title=""/>
          </v:shape>
          <o:OLEObject Type="Embed" ProgID="Equation.2" ShapeID="_x0000_i1137" DrawAspect="Content" ObjectID="_1654976507" r:id="rId209"/>
        </w:object>
      </w:r>
    </w:p>
    <w:p w:rsidR="00C821E6" w:rsidRDefault="00C821E6" w:rsidP="00C821E6">
      <w:pPr>
        <w:pStyle w:val="ISM"/>
        <w:ind w:left="990"/>
      </w:pPr>
      <w:r>
        <w:t xml:space="preserve">= </w:t>
      </w:r>
      <w:r>
        <w:rPr>
          <w:rFonts w:ascii="Times New Roman" w:hAnsi="Times New Roman"/>
          <w:i/>
        </w:rPr>
        <w:t xml:space="preserve">PMT </w:t>
      </w:r>
      <w:r w:rsidRPr="00480120">
        <w:rPr>
          <w:position w:val="-34"/>
        </w:rPr>
        <w:object w:dxaOrig="1860" w:dyaOrig="780">
          <v:shape id="_x0000_i1138" type="#_x0000_t75" style="width:92.55pt;height:38.35pt" o:ole="" fillcolor="window">
            <v:imagedata r:id="rId210" o:title=""/>
          </v:shape>
          <o:OLEObject Type="Embed" ProgID="Equation.3" ShapeID="_x0000_i1138" DrawAspect="Content" ObjectID="_1654976508" r:id="rId211"/>
        </w:object>
      </w:r>
    </w:p>
    <w:p w:rsidR="00C821E6" w:rsidRDefault="00C821E6" w:rsidP="00C821E6">
      <w:pPr>
        <w:pStyle w:val="ISM"/>
        <w:spacing w:line="360" w:lineRule="auto"/>
        <w:ind w:left="990"/>
      </w:pPr>
      <w:r>
        <w:t>= 131.34</w:t>
      </w:r>
      <w:r>
        <w:rPr>
          <w:rFonts w:ascii="Times New Roman" w:hAnsi="Times New Roman"/>
          <w:i/>
        </w:rPr>
        <w:t xml:space="preserve">PMT </w:t>
      </w:r>
    </w:p>
    <w:p w:rsidR="00C821E6" w:rsidRDefault="0045715C" w:rsidP="00C821E6">
      <w:pPr>
        <w:pStyle w:val="ISM"/>
      </w:pPr>
      <w:r>
        <w:rPr>
          <w:noProof/>
          <w:lang w:val="en-US"/>
        </w:rPr>
        <w:pict>
          <v:shape id="AutoShape 154" o:spid="_x0000_s1073" type="#_x0000_t61" style="position:absolute;margin-left:364.3pt;margin-top:8.4pt;width:111.85pt;height:103.2pt;z-index:251600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" adj="-19215,7085" fillcolor="#cff">
            <v:fill opacity="25443f"/>
            <v:textbox inset="3.6pt,,3.6pt">
              <w:txbxContent>
                <w:p w:rsidR="00F95D40" w:rsidRDefault="00F95D40" w:rsidP="00FA05A4">
                  <w:pPr>
                    <w:spacing w:line="300" w:lineRule="exact"/>
                    <w:ind w:left="-90" w:right="42"/>
                    <w:jc w:val="right"/>
                  </w:pPr>
                  <w:r>
                    <w:t xml:space="preserve">Same </w:t>
                  </w:r>
                  <w:r w:rsidRPr="00F516C9">
                    <w:rPr>
                      <w:i/>
                    </w:rPr>
                    <w:t>I/Y,</w:t>
                  </w:r>
                  <w:r>
                    <w:t xml:space="preserve"> </w:t>
                  </w:r>
                  <w:r>
                    <w:rPr>
                      <w:i/>
                      <w:iCs/>
                    </w:rPr>
                    <w:t>P/Y, C/Y</w:t>
                  </w:r>
                </w:p>
                <w:p w:rsidR="00F95D40" w:rsidRDefault="00F95D40" w:rsidP="00FA05A4">
                  <w:pPr>
                    <w:spacing w:line="300" w:lineRule="exact"/>
                    <w:ind w:right="42"/>
                    <w:jc w:val="right"/>
                    <w:rPr>
                      <w:spacing w:val="-2"/>
                      <w:bdr w:val="single" w:sz="12" w:space="0" w:color="auto"/>
                      <w:shd w:val="clear" w:color="auto" w:fill="C0C0C0"/>
                    </w:rPr>
                  </w:pPr>
                  <w:r>
                    <w:t xml:space="preserve">60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4D15BF">
                    <w:rPr>
                      <w:b/>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FA05A4">
                  <w:pPr>
                    <w:spacing w:line="300" w:lineRule="exact"/>
                    <w:ind w:right="42"/>
                    <w:jc w:val="right"/>
                  </w:pPr>
                  <w:r>
                    <w:t xml:space="preserve">131.34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FA05A4">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9F4E88">
                  <w:pPr>
                    <w:spacing w:line="320" w:lineRule="exact"/>
                    <w:ind w:right="43"/>
                    <w:jc w:val="right"/>
                  </w:pPr>
                  <w:r>
                    <w:rPr>
                      <w:i/>
                      <w:iCs/>
                    </w:rPr>
                    <w:t>Ans</w:t>
                  </w:r>
                  <w:r>
                    <w:t>: –90.37</w:t>
                  </w:r>
                </w:p>
              </w:txbxContent>
            </v:textbox>
            <w10:wrap type="square"/>
          </v:shape>
        </w:pict>
      </w:r>
      <w:r w:rsidR="00C821E6">
        <w:t xml:space="preserve">The </w:t>
      </w:r>
      <w:r w:rsidR="00C821E6">
        <w:rPr>
          <w:rFonts w:ascii="Times New Roman" w:hAnsi="Times New Roman"/>
          <w:i/>
        </w:rPr>
        <w:t xml:space="preserve">PV </w:t>
      </w:r>
      <w:r w:rsidR="00C821E6">
        <w:t>at age 55 of this amount is</w:t>
      </w:r>
    </w:p>
    <w:p w:rsidR="00C821E6" w:rsidRDefault="0045715C" w:rsidP="00C821E6">
      <w:pPr>
        <w:pStyle w:val="ISM"/>
      </w:pPr>
      <w:r>
        <w:rPr>
          <w:noProof/>
          <w:sz w:val="20"/>
          <w:lang w:val="en-US"/>
        </w:rPr>
        <w:pict>
          <v:shape id="AutoShape 114" o:spid="_x0000_s1637" type="#_x0000_t88" style="position:absolute;margin-left:225.8pt;margin-top:3.25pt;width:12.9pt;height:47.3pt;z-index:25157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"/>
        </w:pict>
      </w:r>
      <w:r w:rsidR="00C821E6">
        <w:tab/>
      </w:r>
      <w:r w:rsidR="00C821E6">
        <w:tab/>
      </w:r>
      <w:r w:rsidR="00C821E6">
        <w:tab/>
      </w:r>
      <w:r w:rsidR="00C821E6">
        <w:tab/>
      </w:r>
      <w:r w:rsidR="00C821E6" w:rsidRPr="00480120">
        <w:rPr>
          <w:position w:val="-12"/>
        </w:rPr>
        <w:object w:dxaOrig="1640" w:dyaOrig="420">
          <v:shape id="_x0000_i1139" type="#_x0000_t75" style="width:81.35pt;height:20.55pt" o:ole="" fillcolor="window">
            <v:imagedata r:id="rId212" o:title=""/>
          </v:shape>
          <o:OLEObject Type="Embed" ProgID="Equation.2" ShapeID="_x0000_i1139" DrawAspect="Content" ObjectID="_1654976509" r:id="rId213"/>
        </w:object>
      </w:r>
    </w:p>
    <w:p w:rsidR="00C821E6" w:rsidRDefault="00C821E6" w:rsidP="00C821E6">
      <w:pPr>
        <w:pStyle w:val="ISM"/>
        <w:ind w:left="1710"/>
      </w:pPr>
      <w:r>
        <w:t xml:space="preserve">  = 131.34</w:t>
      </w:r>
      <w:r>
        <w:rPr>
          <w:rFonts w:ascii="Times New Roman" w:hAnsi="Times New Roman"/>
          <w:i/>
        </w:rPr>
        <w:t>PMT</w:t>
      </w:r>
      <w:r w:rsidRPr="00480120">
        <w:rPr>
          <w:position w:val="-10"/>
        </w:rPr>
        <w:object w:dxaOrig="1300" w:dyaOrig="380">
          <v:shape id="_x0000_i1140" type="#_x0000_t75" style="width:65.45pt;height:18.7pt" o:ole="" fillcolor="window">
            <v:imagedata r:id="rId214" o:title=""/>
          </v:shape>
          <o:OLEObject Type="Embed" ProgID="Equation.3" ShapeID="_x0000_i1140" DrawAspect="Content" ObjectID="_1654976510" r:id="rId215"/>
        </w:object>
      </w:r>
    </w:p>
    <w:p w:rsidR="00C821E6" w:rsidRDefault="00C821E6" w:rsidP="00C821E6">
      <w:pPr>
        <w:pStyle w:val="ISM"/>
        <w:ind w:left="1710"/>
      </w:pPr>
      <w:r>
        <w:t xml:space="preserve">  = 90.37</w:t>
      </w:r>
      <w:r>
        <w:rPr>
          <w:rFonts w:ascii="Times New Roman" w:hAnsi="Times New Roman"/>
          <w:i/>
        </w:rPr>
        <w:t>PMT</w:t>
      </w:r>
    </w:p>
    <w:p w:rsidR="00C821E6" w:rsidRDefault="00C821E6" w:rsidP="00C821E6">
      <w:pPr>
        <w:pStyle w:val="ISM"/>
        <w:rPr>
          <w:u w:val="double"/>
        </w:rPr>
      </w:pPr>
      <w:r>
        <w:tab/>
      </w:r>
      <w:r>
        <w:tab/>
        <w:t xml:space="preserve">Hence, </w:t>
      </w:r>
      <w:r>
        <w:rPr>
          <w:u w:val="double"/>
        </w:rPr>
        <w:t>the pension-at-age-55 option has a</w:t>
      </w:r>
    </w:p>
    <w:p w:rsidR="00C821E6" w:rsidRDefault="00C821E6" w:rsidP="00C821E6">
      <w:pPr>
        <w:pStyle w:val="ISM"/>
        <w:rPr>
          <w:u w:val="double"/>
        </w:rPr>
      </w:pPr>
      <w:r>
        <w:tab/>
      </w:r>
      <w:r>
        <w:tab/>
      </w:r>
      <w:r>
        <w:tab/>
      </w:r>
      <w:r w:rsidRPr="00480120">
        <w:rPr>
          <w:position w:val="-22"/>
        </w:rPr>
        <w:object w:dxaOrig="2500" w:dyaOrig="580">
          <v:shape id="_x0000_i1141" type="#_x0000_t75" style="width:125.3pt;height:29pt" o:ole="" fillcolor="window">
            <v:imagedata r:id="rId216" o:title=""/>
          </v:shape>
          <o:OLEObject Type="Embed" ProgID="Equation.3" ShapeID="_x0000_i1141" DrawAspect="Content" ObjectID="_1654976511" r:id="rId217"/>
        </w:object>
      </w:r>
      <w:r>
        <w:rPr>
          <w:sz w:val="28"/>
        </w:rPr>
        <w:sym w:font="Symbol" w:char="F0B4"/>
      </w:r>
      <w:r>
        <w:t xml:space="preserve"> 100% = </w:t>
      </w:r>
      <w:r>
        <w:rPr>
          <w:u w:val="double"/>
        </w:rPr>
        <w:t xml:space="preserve">31.9% </w:t>
      </w:r>
    </w:p>
    <w:p w:rsidR="00C821E6" w:rsidRDefault="00C821E6" w:rsidP="00C821E6">
      <w:pPr>
        <w:pStyle w:val="ISM"/>
        <w:rPr>
          <w:u w:val="double"/>
        </w:rPr>
      </w:pPr>
      <w:r>
        <w:tab/>
      </w:r>
      <w:r>
        <w:tab/>
      </w:r>
      <w:r>
        <w:rPr>
          <w:u w:val="double"/>
        </w:rPr>
        <w:t>higher economic value</w:t>
      </w:r>
    </w:p>
    <w:p w:rsidR="00D22AEB" w:rsidRDefault="00D22AEB" w:rsidP="00632BB0">
      <w:pPr>
        <w:pStyle w:val="ISM"/>
        <w:spacing w:after="120"/>
        <w:rPr>
          <w:b/>
          <w:sz w:val="24"/>
        </w:rPr>
      </w:pPr>
    </w:p>
    <w:p w:rsidR="00632BB0" w:rsidRDefault="00632BB0" w:rsidP="00632BB0">
      <w:pPr>
        <w:pStyle w:val="ISM"/>
        <w:spacing w:after="120"/>
        <w:rPr>
          <w:b/>
          <w:i/>
          <w:sz w:val="24"/>
        </w:rPr>
      </w:pPr>
      <w:r>
        <w:rPr>
          <w:b/>
          <w:sz w:val="24"/>
        </w:rPr>
        <w:t xml:space="preserve">Exercise </w:t>
      </w:r>
      <w:r w:rsidR="004E2EC5">
        <w:rPr>
          <w:b/>
          <w:sz w:val="24"/>
        </w:rPr>
        <w:t>11</w:t>
      </w:r>
      <w:r>
        <w:rPr>
          <w:b/>
          <w:sz w:val="24"/>
        </w:rPr>
        <w:t>.</w:t>
      </w:r>
      <w:r w:rsidR="00CD54AC">
        <w:rPr>
          <w:b/>
          <w:sz w:val="24"/>
        </w:rPr>
        <w:t>4</w:t>
      </w:r>
    </w:p>
    <w:p w:rsidR="00632BB0" w:rsidRPr="006459D6" w:rsidRDefault="00632BB0" w:rsidP="00632BB0">
      <w:pPr>
        <w:pStyle w:val="ISM"/>
        <w:tabs>
          <w:tab w:val="left" w:pos="900"/>
          <w:tab w:val="left" w:pos="3240"/>
          <w:tab w:val="left" w:pos="3600"/>
          <w:tab w:val="left" w:pos="6120"/>
          <w:tab w:val="left" w:pos="6480"/>
        </w:tabs>
      </w:pPr>
      <w:r>
        <w:tab/>
        <w:t>1.</w:t>
      </w:r>
      <w:r>
        <w:tab/>
        <w:t xml:space="preserve">Given: </w:t>
      </w:r>
      <w:r w:rsidRPr="00F02DCF">
        <w:rPr>
          <w:rFonts w:ascii="Times New Roman" w:hAnsi="Times New Roman"/>
          <w:i/>
        </w:rPr>
        <w:t>j</w:t>
      </w:r>
      <w:r w:rsidRPr="006459D6">
        <w:rPr>
          <w:rFonts w:ascii="Times New Roman" w:hAnsi="Times New Roman"/>
          <w:vertAlign w:val="subscript"/>
        </w:rPr>
        <w:t>1</w:t>
      </w:r>
      <w:r>
        <w:rPr>
          <w:i/>
        </w:rPr>
        <w:t xml:space="preserve"> </w:t>
      </w:r>
      <w:r w:rsidRPr="00F02DCF">
        <w:rPr>
          <w:i/>
        </w:rPr>
        <w:t>=</w:t>
      </w:r>
      <w:r>
        <w:t xml:space="preserve"> </w:t>
      </w:r>
      <w:r w:rsidR="00CD54AC">
        <w:t>3</w:t>
      </w:r>
      <w:r w:rsidRPr="000879CE">
        <w:t>%</w:t>
      </w:r>
      <w:r>
        <w:t xml:space="preserve">; </w:t>
      </w:r>
      <w:r>
        <w:rPr>
          <w:rFonts w:ascii="Times New Roman" w:hAnsi="Times New Roman"/>
          <w:i/>
        </w:rPr>
        <w:t>m</w:t>
      </w:r>
      <w:r w:rsidRPr="006459D6">
        <w:rPr>
          <w:rFonts w:ascii="Times New Roman" w:hAnsi="Times New Roman"/>
          <w:vertAlign w:val="subscript"/>
        </w:rPr>
        <w:t>1</w:t>
      </w:r>
      <w:r>
        <w:rPr>
          <w:i/>
        </w:rPr>
        <w:t xml:space="preserve"> </w:t>
      </w:r>
      <w:r w:rsidRPr="00F02DCF">
        <w:rPr>
          <w:i/>
        </w:rPr>
        <w:t>=</w:t>
      </w:r>
      <w:r>
        <w:t xml:space="preserve"> 1; </w:t>
      </w:r>
      <w:r>
        <w:rPr>
          <w:rFonts w:ascii="Times New Roman" w:hAnsi="Times New Roman"/>
          <w:i/>
        </w:rPr>
        <w:t>i</w:t>
      </w:r>
      <w:r w:rsidRPr="006459D6">
        <w:rPr>
          <w:rFonts w:ascii="Times New Roman" w:hAnsi="Times New Roman"/>
          <w:vertAlign w:val="subscript"/>
        </w:rPr>
        <w:t>1</w:t>
      </w:r>
      <w:r>
        <w:rPr>
          <w:i/>
        </w:rPr>
        <w:t xml:space="preserve"> </w:t>
      </w:r>
      <w:r w:rsidRPr="00F02DCF">
        <w:rPr>
          <w:i/>
        </w:rPr>
        <w:t>=</w:t>
      </w:r>
      <w:r w:rsidRPr="000879CE">
        <w:t xml:space="preserve"> </w:t>
      </w:r>
      <w:r w:rsidR="00DC6458" w:rsidRPr="006459D6">
        <w:rPr>
          <w:position w:val="-12"/>
        </w:rPr>
        <w:object w:dxaOrig="300" w:dyaOrig="360">
          <v:shape id="_x0000_i1142" type="#_x0000_t75" style="width:14.95pt;height:18.7pt" o:ole="" fillcolor="window">
            <v:imagedata r:id="rId218" o:title=""/>
          </v:shape>
          <o:OLEObject Type="Embed" ProgID="Equation.3" ShapeID="_x0000_i1142" DrawAspect="Content" ObjectID="_1654976512" r:id="rId219"/>
        </w:object>
      </w:r>
      <w:r>
        <w:t xml:space="preserve"> = </w:t>
      </w:r>
      <w:r w:rsidR="00CD54AC">
        <w:t>3</w:t>
      </w:r>
      <w:r>
        <w:t>%</w:t>
      </w:r>
    </w:p>
    <w:p w:rsidR="00632BB0" w:rsidRDefault="00632BB0" w:rsidP="00632BB0">
      <w:pPr>
        <w:pStyle w:val="ISM"/>
        <w:tabs>
          <w:tab w:val="left" w:pos="900"/>
          <w:tab w:val="left" w:pos="3240"/>
          <w:tab w:val="left" w:pos="3600"/>
          <w:tab w:val="left" w:pos="6120"/>
          <w:tab w:val="left" w:pos="6480"/>
        </w:tabs>
      </w:pPr>
      <w:r>
        <w:rPr>
          <w:i/>
        </w:rPr>
        <w:tab/>
      </w:r>
      <w:r>
        <w:rPr>
          <w:i/>
        </w:rPr>
        <w:tab/>
      </w:r>
      <w:r w:rsidRPr="00F30380">
        <w:rPr>
          <w:i/>
        </w:rPr>
        <w:t>a</w:t>
      </w:r>
      <w:r w:rsidRPr="00F02DCF">
        <w:rPr>
          <w:i/>
        </w:rPr>
        <w:t>.</w:t>
      </w:r>
      <w:r w:rsidRPr="00F02DCF">
        <w:rPr>
          <w:i/>
        </w:rPr>
        <w:tab/>
      </w:r>
      <w:r>
        <w:t xml:space="preserve">For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2,</w:t>
      </w:r>
      <w:r w:rsidRPr="00F30380">
        <w:rPr>
          <w:position w:val="-16"/>
        </w:rPr>
        <w:object w:dxaOrig="999" w:dyaOrig="420">
          <v:shape id="_x0000_i1143" type="#_x0000_t75" style="width:50.5pt;height:20.55pt" o:ole="" fillcolor="window">
            <v:imagedata r:id="rId220" o:title=""/>
          </v:shape>
          <o:OLEObject Type="Embed" ProgID="Equation.3" ShapeID="_x0000_i1143" DrawAspect="Content" ObjectID="_1654976513" r:id="rId221"/>
        </w:object>
      </w:r>
      <w:r>
        <w:tab/>
      </w:r>
      <w:r w:rsidRPr="00F30380">
        <w:rPr>
          <w:i/>
        </w:rPr>
        <w:t>b</w:t>
      </w:r>
      <w:r>
        <w:t>.</w:t>
      </w:r>
      <w:r>
        <w:tab/>
        <w:t xml:space="preserve">For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4,</w:t>
      </w:r>
      <w:r w:rsidRPr="00F30380">
        <w:rPr>
          <w:position w:val="-16"/>
        </w:rPr>
        <w:object w:dxaOrig="1020" w:dyaOrig="420">
          <v:shape id="_x0000_i1144" type="#_x0000_t75" style="width:51.45pt;height:20.55pt" o:ole="" fillcolor="window">
            <v:imagedata r:id="rId222" o:title=""/>
          </v:shape>
          <o:OLEObject Type="Embed" ProgID="Equation.3" ShapeID="_x0000_i1144" DrawAspect="Content" ObjectID="_1654976514" r:id="rId223"/>
        </w:object>
      </w:r>
      <w:r>
        <w:tab/>
      </w:r>
      <w:r w:rsidRPr="00F30380">
        <w:rPr>
          <w:i/>
        </w:rPr>
        <w:t>c</w:t>
      </w:r>
      <w:r>
        <w:t>.</w:t>
      </w:r>
      <w:r>
        <w:tab/>
        <w:t xml:space="preserve">For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12,</w:t>
      </w:r>
      <w:r w:rsidRPr="00F30380">
        <w:rPr>
          <w:position w:val="-16"/>
        </w:rPr>
        <w:object w:dxaOrig="1080" w:dyaOrig="420">
          <v:shape id="_x0000_i1145" type="#_x0000_t75" style="width:55.15pt;height:20.55pt" o:ole="" fillcolor="window">
            <v:imagedata r:id="rId224" o:title=""/>
          </v:shape>
          <o:OLEObject Type="Embed" ProgID="Equation.3" ShapeID="_x0000_i1145" DrawAspect="Content" ObjectID="_1654976515" r:id="rId225"/>
        </w:object>
      </w:r>
    </w:p>
    <w:p w:rsidR="00632BB0" w:rsidRDefault="00632BB0" w:rsidP="00632BB0">
      <w:pPr>
        <w:pStyle w:val="ISM"/>
        <w:tabs>
          <w:tab w:val="left" w:pos="900"/>
          <w:tab w:val="left" w:pos="3240"/>
          <w:tab w:val="left" w:pos="3600"/>
          <w:tab w:val="left" w:pos="6120"/>
          <w:tab w:val="left" w:pos="6480"/>
        </w:tabs>
        <w:rPr>
          <w:spacing w:val="-2"/>
        </w:rPr>
      </w:pPr>
      <w:r>
        <w:tab/>
      </w:r>
      <w:r>
        <w:tab/>
      </w:r>
      <w:r>
        <w:tab/>
      </w:r>
      <w:r w:rsidRPr="006459D6">
        <w:rPr>
          <w:spacing w:val="-2"/>
          <w:position w:val="-10"/>
        </w:rPr>
        <w:object w:dxaOrig="1440" w:dyaOrig="380">
          <v:shape id="_x0000_i1146" type="#_x0000_t75" style="width:1in;height:18.7pt" o:ole="" fillcolor="window">
            <v:imagedata r:id="rId226" o:title=""/>
          </v:shape>
          <o:OLEObject Type="Embed" ProgID="Equation.3" ShapeID="_x0000_i1146" DrawAspect="Content" ObjectID="_1654976516" r:id="rId227"/>
        </w:object>
      </w:r>
      <w:r>
        <w:rPr>
          <w:spacing w:val="-2"/>
        </w:rPr>
        <w:tab/>
      </w:r>
      <w:r>
        <w:rPr>
          <w:spacing w:val="-2"/>
        </w:rPr>
        <w:tab/>
      </w:r>
      <w:r w:rsidRPr="006459D6">
        <w:rPr>
          <w:spacing w:val="-2"/>
          <w:position w:val="-10"/>
        </w:rPr>
        <w:object w:dxaOrig="1440" w:dyaOrig="380">
          <v:shape id="_x0000_i1147" type="#_x0000_t75" style="width:1in;height:18.7pt" o:ole="" fillcolor="window">
            <v:imagedata r:id="rId226" o:title=""/>
          </v:shape>
          <o:OLEObject Type="Embed" ProgID="Equation.3" ShapeID="_x0000_i1147" DrawAspect="Content" ObjectID="_1654976517" r:id="rId228"/>
        </w:object>
      </w:r>
      <w:r>
        <w:rPr>
          <w:spacing w:val="-2"/>
        </w:rPr>
        <w:tab/>
      </w:r>
      <w:r>
        <w:rPr>
          <w:spacing w:val="-2"/>
        </w:rPr>
        <w:tab/>
      </w:r>
      <w:r w:rsidRPr="006459D6">
        <w:rPr>
          <w:spacing w:val="-2"/>
          <w:position w:val="-10"/>
        </w:rPr>
        <w:object w:dxaOrig="1440" w:dyaOrig="380">
          <v:shape id="_x0000_i1148" type="#_x0000_t75" style="width:1in;height:18.7pt" o:ole="" fillcolor="window">
            <v:imagedata r:id="rId226" o:title=""/>
          </v:shape>
          <o:OLEObject Type="Embed" ProgID="Equation.3" ShapeID="_x0000_i1148" DrawAspect="Content" ObjectID="_1654976518" r:id="rId229"/>
        </w:object>
      </w:r>
    </w:p>
    <w:p w:rsidR="00632BB0" w:rsidRDefault="00632BB0" w:rsidP="00632BB0">
      <w:pPr>
        <w:pStyle w:val="ISM"/>
        <w:tabs>
          <w:tab w:val="left" w:pos="900"/>
          <w:tab w:val="left" w:pos="3240"/>
          <w:tab w:val="left" w:pos="3600"/>
          <w:tab w:val="left" w:pos="6120"/>
          <w:tab w:val="left" w:pos="6480"/>
        </w:tabs>
      </w:pPr>
      <w:r>
        <w:rPr>
          <w:spacing w:val="-2"/>
        </w:rPr>
        <w:tab/>
      </w:r>
      <w:r>
        <w:rPr>
          <w:spacing w:val="-2"/>
        </w:rPr>
        <w:tab/>
      </w:r>
      <w:r>
        <w:rPr>
          <w:spacing w:val="-2"/>
        </w:rPr>
        <w:tab/>
        <w:t xml:space="preserve">    = </w:t>
      </w:r>
      <w:r w:rsidR="00DC6458" w:rsidRPr="00F30380">
        <w:rPr>
          <w:position w:val="-10"/>
        </w:rPr>
        <w:object w:dxaOrig="780" w:dyaOrig="380">
          <v:shape id="_x0000_i1149" type="#_x0000_t75" style="width:38.35pt;height:18.7pt" o:ole="" fillcolor="window">
            <v:imagedata r:id="rId230" o:title=""/>
          </v:shape>
          <o:OLEObject Type="Embed" ProgID="Equation.3" ShapeID="_x0000_i1149" DrawAspect="Content" ObjectID="_1654976519" r:id="rId231"/>
        </w:object>
      </w:r>
      <w:r>
        <w:t>– 1</w:t>
      </w:r>
      <w:r>
        <w:tab/>
      </w:r>
      <w:r>
        <w:tab/>
      </w:r>
      <w:r>
        <w:rPr>
          <w:spacing w:val="-2"/>
        </w:rPr>
        <w:t xml:space="preserve">  </w:t>
      </w:r>
      <w:r w:rsidRPr="00F30380">
        <w:rPr>
          <w:spacing w:val="-2"/>
          <w:sz w:val="16"/>
          <w:szCs w:val="16"/>
        </w:rPr>
        <w:t xml:space="preserve">  </w:t>
      </w:r>
      <w:r>
        <w:rPr>
          <w:spacing w:val="-2"/>
        </w:rPr>
        <w:t xml:space="preserve"> = </w:t>
      </w:r>
      <w:r w:rsidR="00DC6458" w:rsidRPr="00F30380">
        <w:rPr>
          <w:position w:val="-10"/>
        </w:rPr>
        <w:object w:dxaOrig="859" w:dyaOrig="380">
          <v:shape id="_x0000_i1150" type="#_x0000_t75" style="width:43pt;height:18.7pt" o:ole="" fillcolor="window">
            <v:imagedata r:id="rId232" o:title=""/>
          </v:shape>
          <o:OLEObject Type="Embed" ProgID="Equation.3" ShapeID="_x0000_i1150" DrawAspect="Content" ObjectID="_1654976520" r:id="rId233"/>
        </w:object>
      </w:r>
      <w:r>
        <w:t>– 1</w:t>
      </w:r>
      <w:r>
        <w:tab/>
      </w:r>
      <w:r>
        <w:tab/>
      </w:r>
      <w:r>
        <w:rPr>
          <w:spacing w:val="-2"/>
        </w:rPr>
        <w:t xml:space="preserve">  </w:t>
      </w:r>
      <w:r w:rsidRPr="00F30380">
        <w:rPr>
          <w:spacing w:val="-2"/>
          <w:sz w:val="16"/>
          <w:szCs w:val="16"/>
        </w:rPr>
        <w:t xml:space="preserve">  </w:t>
      </w:r>
      <w:r>
        <w:rPr>
          <w:spacing w:val="-2"/>
        </w:rPr>
        <w:t xml:space="preserve"> = </w:t>
      </w:r>
      <w:r w:rsidR="00DC6458" w:rsidRPr="00F30380">
        <w:rPr>
          <w:position w:val="-10"/>
        </w:rPr>
        <w:object w:dxaOrig="920" w:dyaOrig="420">
          <v:shape id="_x0000_i1151" type="#_x0000_t75" style="width:45.8pt;height:20.55pt" o:ole="" fillcolor="window">
            <v:imagedata r:id="rId234" o:title=""/>
          </v:shape>
          <o:OLEObject Type="Embed" ProgID="Equation.3" ShapeID="_x0000_i1151" DrawAspect="Content" ObjectID="_1654976521" r:id="rId235"/>
        </w:object>
      </w:r>
      <w:r>
        <w:t>– 1</w:t>
      </w:r>
    </w:p>
    <w:p w:rsidR="00DC6458" w:rsidRDefault="00632BB0" w:rsidP="00632BB0">
      <w:pPr>
        <w:pStyle w:val="ISM"/>
        <w:tabs>
          <w:tab w:val="left" w:pos="900"/>
          <w:tab w:val="left" w:pos="3240"/>
          <w:tab w:val="left" w:pos="3600"/>
          <w:tab w:val="left" w:pos="6120"/>
          <w:tab w:val="left" w:pos="6480"/>
        </w:tabs>
      </w:pPr>
      <w:r>
        <w:tab/>
      </w:r>
      <w:r>
        <w:tab/>
      </w:r>
      <w:r>
        <w:tab/>
        <w:t xml:space="preserve">    = 0.</w:t>
      </w:r>
      <w:r w:rsidR="00DC6458">
        <w:t>01489</w:t>
      </w:r>
      <w:r>
        <w:tab/>
      </w:r>
      <w:r>
        <w:tab/>
        <w:t xml:space="preserve">  </w:t>
      </w:r>
      <w:r w:rsidRPr="00F30380">
        <w:rPr>
          <w:sz w:val="16"/>
          <w:szCs w:val="16"/>
        </w:rPr>
        <w:t xml:space="preserve">  </w:t>
      </w:r>
      <w:r>
        <w:t xml:space="preserve"> = 0.</w:t>
      </w:r>
      <w:r w:rsidR="00DC6458">
        <w:t>00742</w:t>
      </w:r>
      <w:r>
        <w:tab/>
      </w:r>
      <w:r>
        <w:tab/>
        <w:t xml:space="preserve"> </w:t>
      </w:r>
      <w:r w:rsidRPr="00F30380">
        <w:rPr>
          <w:sz w:val="16"/>
          <w:szCs w:val="16"/>
        </w:rPr>
        <w:t xml:space="preserve">  </w:t>
      </w:r>
      <w:r>
        <w:t xml:space="preserve">  = 0.</w:t>
      </w:r>
      <w:r w:rsidR="00DC6458">
        <w:t>00247</w:t>
      </w:r>
    </w:p>
    <w:p w:rsidR="00632BB0" w:rsidRDefault="0045715C" w:rsidP="00632BB0">
      <w:pPr>
        <w:pStyle w:val="ISM"/>
        <w:tabs>
          <w:tab w:val="left" w:pos="900"/>
          <w:tab w:val="left" w:pos="3240"/>
          <w:tab w:val="left" w:pos="3600"/>
          <w:tab w:val="left" w:pos="6120"/>
          <w:tab w:val="left" w:pos="6480"/>
        </w:tabs>
      </w:pPr>
      <w:r>
        <w:rPr>
          <w:noProof/>
          <w:lang w:val="en-US"/>
        </w:rPr>
        <w:pict>
          <v:shape id="AutoShape 400" o:spid="_x0000_s1074" type="#_x0000_t61" style="position:absolute;margin-left:324.35pt;margin-top:28.15pt;width:119.3pt;height:133.1pt;z-index:25172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" adj="7242,-1209" fillcolor="#cff">
            <v:fill opacity="25443f"/>
            <v:textbox inset="3.6pt,,3.6pt">
              <w:txbxContent>
                <w:p w:rsidR="00F95D40" w:rsidRDefault="00F95D40" w:rsidP="00632BB0">
                  <w:pPr>
                    <w:spacing w:line="300" w:lineRule="exact"/>
                    <w:ind w:right="43"/>
                    <w:jc w:val="right"/>
                  </w:pPr>
                  <w:r>
                    <w:rPr>
                      <w:spacing w:val="-2"/>
                      <w:bdr w:val="single" w:sz="12" w:space="0" w:color="auto"/>
                      <w:shd w:val="clear" w:color="auto" w:fill="C0C0C0"/>
                    </w:rPr>
                    <w:sym w:font="MT Extra" w:char="F020"/>
                  </w:r>
                  <w:r>
                    <w:rPr>
                      <w:spacing w:val="-2"/>
                      <w:bdr w:val="single" w:sz="12" w:space="0" w:color="auto"/>
                      <w:shd w:val="clear" w:color="auto" w:fill="C0C0C0"/>
                    </w:rPr>
                    <w:t xml:space="preserve"> </w:t>
                  </w:r>
                  <w:r>
                    <w:rPr>
                      <w:b/>
                      <w:spacing w:val="-2"/>
                      <w:bdr w:val="single" w:sz="12" w:space="0" w:color="auto"/>
                      <w:shd w:val="clear" w:color="auto" w:fill="C0C0C0"/>
                    </w:rPr>
                    <w:t>2nd</w:t>
                  </w:r>
                  <w:r>
                    <w:rPr>
                      <w:spacing w:val="-2"/>
                      <w:bdr w:val="single" w:sz="12" w:space="0" w:color="auto"/>
                      <w:shd w:val="clear" w:color="auto" w:fill="C0C0C0"/>
                    </w:rPr>
                    <w:t xml:space="preserve"> </w:t>
                  </w:r>
                  <w:r>
                    <w:rPr>
                      <w:spacing w:val="-2"/>
                      <w:bdr w:val="single" w:sz="12" w:space="0" w:color="auto"/>
                      <w:shd w:val="clear" w:color="auto" w:fill="C0C0C0"/>
                    </w:rPr>
                    <w:sym w:font="MT Extra" w:char="F020"/>
                  </w:r>
                  <w:r>
                    <w:rPr>
                      <w:spacing w:val="-2"/>
                    </w:rPr>
                    <w:t xml:space="preserve">  </w:t>
                  </w:r>
                  <w:r>
                    <w:rPr>
                      <w:spacing w:val="-2"/>
                      <w:bdr w:val="single" w:sz="12" w:space="0" w:color="auto"/>
                      <w:shd w:val="clear" w:color="auto" w:fill="C0C0C0"/>
                    </w:rPr>
                    <w:sym w:font="MT Extra" w:char="F020"/>
                  </w:r>
                  <w:r>
                    <w:rPr>
                      <w:rFonts w:cs="Arial"/>
                      <w:b/>
                      <w:spacing w:val="-2"/>
                      <w:sz w:val="18"/>
                      <w:szCs w:val="18"/>
                      <w:bdr w:val="single" w:sz="12" w:space="0" w:color="auto"/>
                      <w:shd w:val="clear" w:color="auto" w:fill="C0C0C0"/>
                    </w:rPr>
                    <w:t>ICONV</w:t>
                  </w:r>
                  <w:r>
                    <w:rPr>
                      <w:spacing w:val="-2"/>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t xml:space="preserve">3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right="43"/>
                    <w:jc w:val="right"/>
                    <w:rPr>
                      <w:i/>
                      <w:iCs/>
                    </w:rPr>
                  </w:pPr>
                  <w:r>
                    <w:rPr>
                      <w:bdr w:val="single" w:sz="12" w:space="0" w:color="auto"/>
                      <w:shd w:val="clear" w:color="auto" w:fill="C0C0C0"/>
                    </w:rPr>
                    <w:sym w:font="MT Extra" w:char="F020"/>
                  </w:r>
                  <w:r>
                    <w:rPr>
                      <w:bdr w:val="single" w:sz="12" w:space="0" w:color="auto"/>
                      <w:shd w:val="clear" w:color="auto" w:fill="C0C0C0"/>
                    </w:rPr>
                    <w:t xml:space="preserve">  </w:t>
                  </w:r>
                  <w:r w:rsidRPr="00E26C45">
                    <w:rPr>
                      <w:b/>
                      <w:bCs/>
                      <w:sz w:val="28"/>
                      <w:szCs w:val="28"/>
                      <w:bdr w:val="single" w:sz="12" w:space="0" w:color="auto"/>
                      <w:shd w:val="clear" w:color="auto" w:fill="C0C0C0"/>
                    </w:rPr>
                    <w:sym w:font="Symbol" w:char="F0B8"/>
                  </w:r>
                  <w:r>
                    <w:rPr>
                      <w:b/>
                      <w:bCs/>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Cs/>
                      <w:sz w:val="24"/>
                      <w:szCs w:val="24"/>
                      <w:bdr w:val="single" w:sz="12" w:space="0" w:color="auto"/>
                      <w:shd w:val="clear" w:color="auto" w:fill="C0C0C0"/>
                    </w:rPr>
                    <w:t>=</w:t>
                  </w:r>
                  <w:r>
                    <w:rPr>
                      <w:b/>
                      <w:bCs/>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20" w:lineRule="exact"/>
                    <w:ind w:right="43"/>
                    <w:jc w:val="right"/>
                  </w:pPr>
                  <w:r>
                    <w:rPr>
                      <w:i/>
                      <w:iCs/>
                    </w:rPr>
                    <w:t>Ans</w:t>
                  </w:r>
                  <w:r>
                    <w:t xml:space="preserve">: </w:t>
                  </w:r>
                  <w:r>
                    <w:rPr>
                      <w:u w:val="double"/>
                    </w:rPr>
                    <w:t>0.247</w:t>
                  </w:r>
                </w:p>
              </w:txbxContent>
            </v:textbox>
            <w10:wrap type="square"/>
          </v:shape>
        </w:pict>
      </w:r>
      <w:r w:rsidR="00DC6458">
        <w:tab/>
      </w:r>
      <w:r w:rsidR="00DC6458">
        <w:tab/>
      </w:r>
      <w:r w:rsidR="00DC6458">
        <w:tab/>
        <w:t xml:space="preserve">    =1.489%</w:t>
      </w:r>
      <w:r w:rsidR="00DC6458">
        <w:tab/>
      </w:r>
      <w:r w:rsidR="00DC6458">
        <w:tab/>
        <w:t xml:space="preserve">    =0.742%</w:t>
      </w:r>
      <w:r w:rsidR="00DC6458">
        <w:tab/>
      </w:r>
      <w:r w:rsidR="00DC6458">
        <w:tab/>
        <w:t xml:space="preserve">    = 0.247%</w:t>
      </w:r>
    </w:p>
    <w:p w:rsidR="00632BB0" w:rsidRPr="006459D6" w:rsidRDefault="00632BB0" w:rsidP="00632BB0">
      <w:pPr>
        <w:pStyle w:val="ISM"/>
        <w:tabs>
          <w:tab w:val="left" w:pos="900"/>
          <w:tab w:val="left" w:pos="3240"/>
          <w:tab w:val="left" w:pos="3600"/>
          <w:tab w:val="left" w:pos="6120"/>
          <w:tab w:val="left" w:pos="6480"/>
        </w:tabs>
        <w:spacing w:after="60"/>
      </w:pPr>
      <w:r>
        <w:tab/>
      </w:r>
      <w:r>
        <w:tab/>
      </w:r>
      <w:r>
        <w:tab/>
        <w:t xml:space="preserve">    </w:t>
      </w:r>
      <w:r>
        <w:tab/>
      </w:r>
      <w:r>
        <w:tab/>
      </w:r>
      <w:r>
        <w:tab/>
      </w:r>
      <w:r>
        <w:tab/>
      </w:r>
    </w:p>
    <w:p w:rsidR="00632BB0" w:rsidRDefault="0045715C" w:rsidP="00632BB0">
      <w:pPr>
        <w:pStyle w:val="ISM"/>
        <w:tabs>
          <w:tab w:val="left" w:pos="900"/>
        </w:tabs>
      </w:pPr>
      <w:r>
        <w:rPr>
          <w:noProof/>
          <w:lang w:val="en-US"/>
        </w:rPr>
        <w:pict>
          <v:shape id="AutoShape 399" o:spid="_x0000_s1075" type="#_x0000_t61" style="position:absolute;margin-left:166.25pt;margin-top:3.9pt;width:119.3pt;height:133.1pt;z-index:25172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" adj="10610,-1404" fillcolor="#cff">
            <v:fill opacity="25443f"/>
            <v:textbox inset="3.6pt,,3.6pt">
              <w:txbxContent>
                <w:p w:rsidR="00F95D40" w:rsidRDefault="00F95D40" w:rsidP="00632BB0">
                  <w:pPr>
                    <w:spacing w:line="300" w:lineRule="exact"/>
                    <w:ind w:right="43"/>
                    <w:jc w:val="right"/>
                  </w:pPr>
                  <w:r>
                    <w:rPr>
                      <w:spacing w:val="-2"/>
                      <w:bdr w:val="single" w:sz="12" w:space="0" w:color="auto"/>
                      <w:shd w:val="clear" w:color="auto" w:fill="C0C0C0"/>
                    </w:rPr>
                    <w:sym w:font="MT Extra" w:char="F020"/>
                  </w:r>
                  <w:r>
                    <w:rPr>
                      <w:spacing w:val="-2"/>
                      <w:bdr w:val="single" w:sz="12" w:space="0" w:color="auto"/>
                      <w:shd w:val="clear" w:color="auto" w:fill="C0C0C0"/>
                    </w:rPr>
                    <w:t xml:space="preserve"> </w:t>
                  </w:r>
                  <w:r>
                    <w:rPr>
                      <w:b/>
                      <w:spacing w:val="-2"/>
                      <w:bdr w:val="single" w:sz="12" w:space="0" w:color="auto"/>
                      <w:shd w:val="clear" w:color="auto" w:fill="C0C0C0"/>
                    </w:rPr>
                    <w:t>2nd</w:t>
                  </w:r>
                  <w:r>
                    <w:rPr>
                      <w:spacing w:val="-2"/>
                      <w:bdr w:val="single" w:sz="12" w:space="0" w:color="auto"/>
                      <w:shd w:val="clear" w:color="auto" w:fill="C0C0C0"/>
                    </w:rPr>
                    <w:t xml:space="preserve"> </w:t>
                  </w:r>
                  <w:r>
                    <w:rPr>
                      <w:spacing w:val="-2"/>
                      <w:bdr w:val="single" w:sz="12" w:space="0" w:color="auto"/>
                      <w:shd w:val="clear" w:color="auto" w:fill="C0C0C0"/>
                    </w:rPr>
                    <w:sym w:font="MT Extra" w:char="F020"/>
                  </w:r>
                  <w:r>
                    <w:rPr>
                      <w:spacing w:val="-2"/>
                    </w:rPr>
                    <w:t xml:space="preserve">  </w:t>
                  </w:r>
                  <w:r>
                    <w:rPr>
                      <w:spacing w:val="-2"/>
                      <w:bdr w:val="single" w:sz="12" w:space="0" w:color="auto"/>
                      <w:shd w:val="clear" w:color="auto" w:fill="C0C0C0"/>
                    </w:rPr>
                    <w:sym w:font="MT Extra" w:char="F020"/>
                  </w:r>
                  <w:r>
                    <w:rPr>
                      <w:rFonts w:cs="Arial"/>
                      <w:b/>
                      <w:spacing w:val="-2"/>
                      <w:sz w:val="18"/>
                      <w:szCs w:val="18"/>
                      <w:bdr w:val="single" w:sz="12" w:space="0" w:color="auto"/>
                      <w:shd w:val="clear" w:color="auto" w:fill="C0C0C0"/>
                    </w:rPr>
                    <w:t>ICONV</w:t>
                  </w:r>
                  <w:r>
                    <w:rPr>
                      <w:spacing w:val="-2"/>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t xml:space="preserve">3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right="43"/>
                    <w:jc w:val="right"/>
                    <w:rPr>
                      <w:i/>
                      <w:iCs/>
                    </w:rPr>
                  </w:pPr>
                  <w:r>
                    <w:rPr>
                      <w:bdr w:val="single" w:sz="12" w:space="0" w:color="auto"/>
                      <w:shd w:val="clear" w:color="auto" w:fill="C0C0C0"/>
                    </w:rPr>
                    <w:sym w:font="MT Extra" w:char="F020"/>
                  </w:r>
                  <w:r>
                    <w:rPr>
                      <w:bdr w:val="single" w:sz="12" w:space="0" w:color="auto"/>
                      <w:shd w:val="clear" w:color="auto" w:fill="C0C0C0"/>
                    </w:rPr>
                    <w:t xml:space="preserve">  </w:t>
                  </w:r>
                  <w:r w:rsidRPr="00E26C45">
                    <w:rPr>
                      <w:b/>
                      <w:bCs/>
                      <w:sz w:val="28"/>
                      <w:szCs w:val="28"/>
                      <w:bdr w:val="single" w:sz="12" w:space="0" w:color="auto"/>
                      <w:shd w:val="clear" w:color="auto" w:fill="C0C0C0"/>
                    </w:rPr>
                    <w:sym w:font="Symbol" w:char="F0B8"/>
                  </w:r>
                  <w:r>
                    <w:rPr>
                      <w:b/>
                      <w:bCs/>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Cs/>
                      <w:sz w:val="24"/>
                      <w:szCs w:val="24"/>
                      <w:bdr w:val="single" w:sz="12" w:space="0" w:color="auto"/>
                      <w:shd w:val="clear" w:color="auto" w:fill="C0C0C0"/>
                    </w:rPr>
                    <w:t>=</w:t>
                  </w:r>
                  <w:r>
                    <w:rPr>
                      <w:b/>
                      <w:bCs/>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20" w:lineRule="exact"/>
                    <w:ind w:right="43"/>
                    <w:jc w:val="right"/>
                  </w:pPr>
                  <w:r>
                    <w:rPr>
                      <w:i/>
                      <w:iCs/>
                    </w:rPr>
                    <w:t>Ans</w:t>
                  </w:r>
                  <w:r>
                    <w:t xml:space="preserve">:0.742 </w:t>
                  </w:r>
                </w:p>
              </w:txbxContent>
            </v:textbox>
            <w10:wrap type="square"/>
          </v:shape>
        </w:pict>
      </w:r>
      <w:r>
        <w:rPr>
          <w:noProof/>
          <w:lang w:val="en-US"/>
        </w:rPr>
        <w:pict>
          <v:shape id="AutoShape 398" o:spid="_x0000_s1076" type="#_x0000_t61" style="position:absolute;margin-left:18.9pt;margin-top:3.9pt;width:119.3pt;height:133.1pt;z-index:251725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" adj="10610,-1858" fillcolor="#cff">
            <v:fill opacity="25443f"/>
            <v:textbox inset="3.6pt,,3.6pt">
              <w:txbxContent>
                <w:p w:rsidR="00F95D40" w:rsidRDefault="00F95D40" w:rsidP="00632BB0">
                  <w:pPr>
                    <w:spacing w:line="300" w:lineRule="exact"/>
                    <w:ind w:right="43"/>
                    <w:jc w:val="right"/>
                  </w:pPr>
                  <w:r>
                    <w:rPr>
                      <w:spacing w:val="-2"/>
                      <w:bdr w:val="single" w:sz="12" w:space="0" w:color="auto"/>
                      <w:shd w:val="clear" w:color="auto" w:fill="C0C0C0"/>
                    </w:rPr>
                    <w:sym w:font="MT Extra" w:char="F020"/>
                  </w:r>
                  <w:r>
                    <w:rPr>
                      <w:spacing w:val="-2"/>
                      <w:bdr w:val="single" w:sz="12" w:space="0" w:color="auto"/>
                      <w:shd w:val="clear" w:color="auto" w:fill="C0C0C0"/>
                    </w:rPr>
                    <w:t xml:space="preserve"> </w:t>
                  </w:r>
                  <w:r>
                    <w:rPr>
                      <w:b/>
                      <w:spacing w:val="-2"/>
                      <w:bdr w:val="single" w:sz="12" w:space="0" w:color="auto"/>
                      <w:shd w:val="clear" w:color="auto" w:fill="C0C0C0"/>
                    </w:rPr>
                    <w:t>2nd</w:t>
                  </w:r>
                  <w:r>
                    <w:rPr>
                      <w:spacing w:val="-2"/>
                      <w:bdr w:val="single" w:sz="12" w:space="0" w:color="auto"/>
                      <w:shd w:val="clear" w:color="auto" w:fill="C0C0C0"/>
                    </w:rPr>
                    <w:t xml:space="preserve"> </w:t>
                  </w:r>
                  <w:r>
                    <w:rPr>
                      <w:spacing w:val="-2"/>
                      <w:bdr w:val="single" w:sz="12" w:space="0" w:color="auto"/>
                      <w:shd w:val="clear" w:color="auto" w:fill="C0C0C0"/>
                    </w:rPr>
                    <w:sym w:font="MT Extra" w:char="F020"/>
                  </w:r>
                  <w:r>
                    <w:rPr>
                      <w:spacing w:val="-2"/>
                    </w:rPr>
                    <w:t xml:space="preserve">  </w:t>
                  </w:r>
                  <w:r>
                    <w:rPr>
                      <w:spacing w:val="-2"/>
                      <w:bdr w:val="single" w:sz="12" w:space="0" w:color="auto"/>
                      <w:shd w:val="clear" w:color="auto" w:fill="C0C0C0"/>
                    </w:rPr>
                    <w:sym w:font="MT Extra" w:char="F020"/>
                  </w:r>
                  <w:r>
                    <w:rPr>
                      <w:rFonts w:cs="Arial"/>
                      <w:b/>
                      <w:spacing w:val="-2"/>
                      <w:sz w:val="18"/>
                      <w:szCs w:val="18"/>
                      <w:bdr w:val="single" w:sz="12" w:space="0" w:color="auto"/>
                      <w:shd w:val="clear" w:color="auto" w:fill="C0C0C0"/>
                    </w:rPr>
                    <w:t>ICONV</w:t>
                  </w:r>
                  <w:r>
                    <w:rPr>
                      <w:spacing w:val="-2"/>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t xml:space="preserve">3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right="43"/>
                    <w:jc w:val="right"/>
                    <w:rPr>
                      <w:i/>
                      <w:iCs/>
                    </w:rPr>
                  </w:pPr>
                  <w:r>
                    <w:rPr>
                      <w:bdr w:val="single" w:sz="12" w:space="0" w:color="auto"/>
                      <w:shd w:val="clear" w:color="auto" w:fill="C0C0C0"/>
                    </w:rPr>
                    <w:sym w:font="MT Extra" w:char="F020"/>
                  </w:r>
                  <w:r>
                    <w:rPr>
                      <w:bdr w:val="single" w:sz="12" w:space="0" w:color="auto"/>
                      <w:shd w:val="clear" w:color="auto" w:fill="C0C0C0"/>
                    </w:rPr>
                    <w:t xml:space="preserve">  </w:t>
                  </w:r>
                  <w:r w:rsidRPr="00E26C45">
                    <w:rPr>
                      <w:b/>
                      <w:bCs/>
                      <w:sz w:val="28"/>
                      <w:szCs w:val="28"/>
                      <w:bdr w:val="single" w:sz="12" w:space="0" w:color="auto"/>
                      <w:shd w:val="clear" w:color="auto" w:fill="C0C0C0"/>
                    </w:rPr>
                    <w:sym w:font="Symbol" w:char="F0B8"/>
                  </w:r>
                  <w:r>
                    <w:rPr>
                      <w:b/>
                      <w:bCs/>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Cs/>
                      <w:sz w:val="24"/>
                      <w:szCs w:val="24"/>
                      <w:bdr w:val="single" w:sz="12" w:space="0" w:color="auto"/>
                      <w:shd w:val="clear" w:color="auto" w:fill="C0C0C0"/>
                    </w:rPr>
                    <w:t>=</w:t>
                  </w:r>
                  <w:r>
                    <w:rPr>
                      <w:b/>
                      <w:bCs/>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20" w:lineRule="exact"/>
                    <w:ind w:right="43"/>
                    <w:jc w:val="right"/>
                  </w:pPr>
                  <w:r>
                    <w:rPr>
                      <w:i/>
                      <w:iCs/>
                    </w:rPr>
                    <w:t>Ans</w:t>
                  </w:r>
                  <w:r>
                    <w:t xml:space="preserve">: </w:t>
                  </w:r>
                  <w:r>
                    <w:rPr>
                      <w:u w:val="double"/>
                    </w:rPr>
                    <w:t>1.489</w:t>
                  </w:r>
                </w:p>
              </w:txbxContent>
            </v:textbox>
            <w10:wrap type="square"/>
          </v:shape>
        </w:pict>
      </w:r>
    </w:p>
    <w:p w:rsidR="00632BB0" w:rsidRDefault="00632BB0" w:rsidP="00632BB0">
      <w:pPr>
        <w:pStyle w:val="ISM"/>
        <w:tabs>
          <w:tab w:val="left" w:pos="900"/>
        </w:tabs>
      </w:pPr>
    </w:p>
    <w:p w:rsidR="00632BB0" w:rsidRDefault="00632BB0" w:rsidP="00632BB0">
      <w:pPr>
        <w:pStyle w:val="ISM"/>
        <w:tabs>
          <w:tab w:val="left" w:pos="900"/>
        </w:tabs>
      </w:pPr>
    </w:p>
    <w:p w:rsidR="00632BB0" w:rsidRDefault="00632BB0" w:rsidP="00632BB0">
      <w:pPr>
        <w:pStyle w:val="ISM"/>
        <w:tabs>
          <w:tab w:val="left" w:pos="900"/>
        </w:tabs>
      </w:pPr>
    </w:p>
    <w:p w:rsidR="00632BB0" w:rsidRDefault="00632BB0" w:rsidP="00632BB0">
      <w:pPr>
        <w:pStyle w:val="ISM"/>
        <w:tabs>
          <w:tab w:val="left" w:pos="900"/>
        </w:tabs>
      </w:pPr>
    </w:p>
    <w:p w:rsidR="00632BB0" w:rsidRDefault="00632BB0" w:rsidP="00632BB0">
      <w:pPr>
        <w:pStyle w:val="ISM"/>
        <w:tabs>
          <w:tab w:val="left" w:pos="900"/>
        </w:tabs>
      </w:pPr>
    </w:p>
    <w:p w:rsidR="00632BB0" w:rsidRDefault="00632BB0" w:rsidP="00632BB0">
      <w:pPr>
        <w:pStyle w:val="ISM"/>
        <w:tabs>
          <w:tab w:val="left" w:pos="900"/>
        </w:tabs>
      </w:pPr>
    </w:p>
    <w:p w:rsidR="00632BB0" w:rsidRDefault="00632BB0" w:rsidP="00632BB0">
      <w:pPr>
        <w:pStyle w:val="ISM"/>
        <w:tabs>
          <w:tab w:val="left" w:pos="900"/>
        </w:tabs>
      </w:pPr>
    </w:p>
    <w:p w:rsidR="00632BB0" w:rsidRPr="00103224" w:rsidRDefault="00632BB0" w:rsidP="00632BB0">
      <w:pPr>
        <w:pStyle w:val="ISM"/>
        <w:tabs>
          <w:tab w:val="left" w:pos="900"/>
        </w:tabs>
        <w:rPr>
          <w:sz w:val="16"/>
          <w:szCs w:val="16"/>
        </w:rPr>
      </w:pPr>
    </w:p>
    <w:p w:rsidR="00632BB0" w:rsidRPr="00103224" w:rsidRDefault="00632BB0" w:rsidP="00632BB0">
      <w:pPr>
        <w:pStyle w:val="ISM"/>
        <w:tabs>
          <w:tab w:val="left" w:pos="900"/>
        </w:tabs>
        <w:rPr>
          <w:sz w:val="16"/>
          <w:szCs w:val="16"/>
        </w:rPr>
      </w:pPr>
    </w:p>
    <w:p w:rsidR="00632BB0" w:rsidRDefault="00632BB0" w:rsidP="00632BB0">
      <w:pPr>
        <w:pStyle w:val="ISM"/>
        <w:tabs>
          <w:tab w:val="left" w:pos="900"/>
        </w:tabs>
      </w:pPr>
    </w:p>
    <w:p w:rsidR="00632BB0" w:rsidRDefault="00632BB0" w:rsidP="00632BB0">
      <w:pPr>
        <w:pStyle w:val="ISM"/>
        <w:tabs>
          <w:tab w:val="left" w:pos="900"/>
        </w:tabs>
      </w:pPr>
    </w:p>
    <w:p w:rsidR="00632BB0" w:rsidRDefault="00632BB0" w:rsidP="00632BB0">
      <w:pPr>
        <w:pStyle w:val="ISM"/>
        <w:tabs>
          <w:tab w:val="left" w:pos="900"/>
        </w:tabs>
      </w:pPr>
      <w:r>
        <w:tab/>
      </w:r>
      <w:r>
        <w:tab/>
        <w:t>The periodic interest rates are (</w:t>
      </w:r>
      <w:r w:rsidRPr="00103224">
        <w:rPr>
          <w:i/>
        </w:rPr>
        <w:t>a</w:t>
      </w:r>
      <w:r>
        <w:t xml:space="preserve">) </w:t>
      </w:r>
      <w:r w:rsidR="00DC6458">
        <w:rPr>
          <w:u w:val="double"/>
        </w:rPr>
        <w:t>1.489</w:t>
      </w:r>
      <w:r w:rsidRPr="00103224">
        <w:rPr>
          <w:u w:val="double"/>
        </w:rPr>
        <w:t>% per half year</w:t>
      </w:r>
      <w:r>
        <w:t>; (</w:t>
      </w:r>
      <w:r w:rsidRPr="00103224">
        <w:rPr>
          <w:i/>
        </w:rPr>
        <w:t>b</w:t>
      </w:r>
      <w:r>
        <w:t xml:space="preserve">) </w:t>
      </w:r>
      <w:r w:rsidR="00DC6458">
        <w:rPr>
          <w:u w:val="double"/>
        </w:rPr>
        <w:t>0.742</w:t>
      </w:r>
      <w:r w:rsidRPr="00103224">
        <w:rPr>
          <w:u w:val="double"/>
        </w:rPr>
        <w:t>% per quarter</w:t>
      </w:r>
      <w:r>
        <w:t xml:space="preserve">; </w:t>
      </w:r>
    </w:p>
    <w:p w:rsidR="00632BB0" w:rsidRDefault="00632BB0" w:rsidP="00632BB0">
      <w:pPr>
        <w:pStyle w:val="ISM"/>
        <w:tabs>
          <w:tab w:val="left" w:pos="900"/>
        </w:tabs>
        <w:spacing w:after="120"/>
      </w:pPr>
      <w:r>
        <w:tab/>
      </w:r>
      <w:r>
        <w:tab/>
      </w:r>
      <w:proofErr w:type="gramStart"/>
      <w:r>
        <w:t>and</w:t>
      </w:r>
      <w:proofErr w:type="gramEnd"/>
      <w:r>
        <w:t xml:space="preserve"> (</w:t>
      </w:r>
      <w:r>
        <w:rPr>
          <w:i/>
        </w:rPr>
        <w:t>c</w:t>
      </w:r>
      <w:r>
        <w:t xml:space="preserve">) </w:t>
      </w:r>
      <w:r w:rsidRPr="00103224">
        <w:rPr>
          <w:u w:val="double"/>
        </w:rPr>
        <w:t>0.</w:t>
      </w:r>
      <w:r w:rsidR="00DC6458">
        <w:rPr>
          <w:u w:val="double"/>
        </w:rPr>
        <w:t>247</w:t>
      </w:r>
      <w:r w:rsidRPr="00103224">
        <w:rPr>
          <w:u w:val="double"/>
        </w:rPr>
        <w:t>% per month</w:t>
      </w:r>
      <w:r w:rsidRPr="00103224">
        <w:t xml:space="preserve"> .</w:t>
      </w:r>
    </w:p>
    <w:p w:rsidR="00D22AEB" w:rsidRDefault="00D22AEB" w:rsidP="00632BB0">
      <w:pPr>
        <w:pStyle w:val="ISM"/>
        <w:tabs>
          <w:tab w:val="left" w:pos="900"/>
          <w:tab w:val="left" w:pos="3240"/>
          <w:tab w:val="left" w:pos="3600"/>
          <w:tab w:val="left" w:pos="6120"/>
          <w:tab w:val="left" w:pos="6480"/>
        </w:tabs>
      </w:pPr>
    </w:p>
    <w:p w:rsidR="00F55392" w:rsidRDefault="00F55392">
      <w:r>
        <w:br w:type="page"/>
      </w:r>
    </w:p>
    <w:p w:rsidR="00632BB0" w:rsidRPr="006459D6" w:rsidRDefault="00632BB0" w:rsidP="00632BB0">
      <w:pPr>
        <w:pStyle w:val="ISM"/>
        <w:tabs>
          <w:tab w:val="left" w:pos="900"/>
          <w:tab w:val="left" w:pos="3240"/>
          <w:tab w:val="left" w:pos="3600"/>
          <w:tab w:val="left" w:pos="6120"/>
          <w:tab w:val="left" w:pos="6480"/>
        </w:tabs>
      </w:pPr>
      <w:r>
        <w:lastRenderedPageBreak/>
        <w:tab/>
        <w:t>3.</w:t>
      </w:r>
      <w:r>
        <w:tab/>
        <w:t xml:space="preserve">Given: </w:t>
      </w:r>
      <w:r w:rsidRPr="00F02DCF">
        <w:rPr>
          <w:rFonts w:ascii="Times New Roman" w:hAnsi="Times New Roman"/>
          <w:i/>
        </w:rPr>
        <w:t>j</w:t>
      </w:r>
      <w:r w:rsidRPr="006459D6">
        <w:rPr>
          <w:rFonts w:ascii="Times New Roman" w:hAnsi="Times New Roman"/>
          <w:vertAlign w:val="subscript"/>
        </w:rPr>
        <w:t>1</w:t>
      </w:r>
      <w:r>
        <w:rPr>
          <w:i/>
        </w:rPr>
        <w:t xml:space="preserve"> </w:t>
      </w:r>
      <w:r w:rsidRPr="00F02DCF">
        <w:rPr>
          <w:i/>
        </w:rPr>
        <w:t>=</w:t>
      </w:r>
      <w:r>
        <w:t xml:space="preserve"> </w:t>
      </w:r>
      <w:r w:rsidR="002E7573">
        <w:t>4</w:t>
      </w:r>
      <w:r w:rsidRPr="000879CE">
        <w:t>%</w:t>
      </w:r>
      <w:r>
        <w:t xml:space="preserve">; </w:t>
      </w:r>
      <w:r>
        <w:rPr>
          <w:rFonts w:ascii="Times New Roman" w:hAnsi="Times New Roman"/>
          <w:i/>
        </w:rPr>
        <w:t>m</w:t>
      </w:r>
      <w:r w:rsidRPr="006459D6">
        <w:rPr>
          <w:rFonts w:ascii="Times New Roman" w:hAnsi="Times New Roman"/>
          <w:vertAlign w:val="subscript"/>
        </w:rPr>
        <w:t>1</w:t>
      </w:r>
      <w:r>
        <w:rPr>
          <w:i/>
        </w:rPr>
        <w:t xml:space="preserve"> </w:t>
      </w:r>
      <w:r w:rsidRPr="00F02DCF">
        <w:rPr>
          <w:i/>
        </w:rPr>
        <w:t>=</w:t>
      </w:r>
      <w:r>
        <w:t xml:space="preserve"> 4; </w:t>
      </w:r>
      <w:r>
        <w:rPr>
          <w:rFonts w:ascii="Times New Roman" w:hAnsi="Times New Roman"/>
          <w:i/>
        </w:rPr>
        <w:t>i</w:t>
      </w:r>
      <w:r w:rsidRPr="006459D6">
        <w:rPr>
          <w:rFonts w:ascii="Times New Roman" w:hAnsi="Times New Roman"/>
          <w:vertAlign w:val="subscript"/>
        </w:rPr>
        <w:t>1</w:t>
      </w:r>
      <w:r>
        <w:rPr>
          <w:i/>
        </w:rPr>
        <w:t xml:space="preserve"> </w:t>
      </w:r>
      <w:r w:rsidRPr="00F02DCF">
        <w:rPr>
          <w:i/>
        </w:rPr>
        <w:t>=</w:t>
      </w:r>
      <w:r w:rsidRPr="000879CE">
        <w:t xml:space="preserve"> </w:t>
      </w:r>
      <w:r w:rsidR="002E7573" w:rsidRPr="006459D6">
        <w:rPr>
          <w:position w:val="-12"/>
        </w:rPr>
        <w:object w:dxaOrig="300" w:dyaOrig="360">
          <v:shape id="_x0000_i1152" type="#_x0000_t75" style="width:14.95pt;height:18.7pt" o:ole="" fillcolor="window">
            <v:imagedata r:id="rId236" o:title=""/>
          </v:shape>
          <o:OLEObject Type="Embed" ProgID="Equation.3" ShapeID="_x0000_i1152" DrawAspect="Content" ObjectID="_1654976522" r:id="rId237"/>
        </w:object>
      </w:r>
      <w:r>
        <w:t xml:space="preserve"> = </w:t>
      </w:r>
      <w:r w:rsidR="002E7573">
        <w:t>1</w:t>
      </w:r>
      <w:r>
        <w:t>%</w:t>
      </w:r>
    </w:p>
    <w:p w:rsidR="00632BB0" w:rsidRDefault="00632BB0" w:rsidP="00632BB0">
      <w:pPr>
        <w:pStyle w:val="ISM"/>
        <w:tabs>
          <w:tab w:val="left" w:pos="900"/>
          <w:tab w:val="left" w:pos="3240"/>
          <w:tab w:val="left" w:pos="3600"/>
          <w:tab w:val="left" w:pos="6120"/>
          <w:tab w:val="left" w:pos="6480"/>
        </w:tabs>
      </w:pPr>
      <w:r>
        <w:rPr>
          <w:i/>
        </w:rPr>
        <w:tab/>
      </w:r>
      <w:r>
        <w:rPr>
          <w:i/>
        </w:rPr>
        <w:tab/>
      </w:r>
      <w:r w:rsidRPr="00F30380">
        <w:rPr>
          <w:i/>
        </w:rPr>
        <w:t>a</w:t>
      </w:r>
      <w:r w:rsidRPr="00F02DCF">
        <w:rPr>
          <w:i/>
        </w:rPr>
        <w:t>.</w:t>
      </w:r>
      <w:r w:rsidRPr="00F02DCF">
        <w:rPr>
          <w:i/>
        </w:rPr>
        <w:tab/>
      </w:r>
      <w:r>
        <w:t xml:space="preserve">For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1,</w:t>
      </w:r>
      <w:r w:rsidRPr="00F30380">
        <w:rPr>
          <w:position w:val="-16"/>
        </w:rPr>
        <w:object w:dxaOrig="1020" w:dyaOrig="420">
          <v:shape id="_x0000_i1153" type="#_x0000_t75" style="width:51.45pt;height:20.55pt" o:ole="" fillcolor="window">
            <v:imagedata r:id="rId238" o:title=""/>
          </v:shape>
          <o:OLEObject Type="Embed" ProgID="Equation.3" ShapeID="_x0000_i1153" DrawAspect="Content" ObjectID="_1654976523" r:id="rId239"/>
        </w:object>
      </w:r>
      <w:r>
        <w:tab/>
      </w:r>
      <w:r w:rsidRPr="00F30380">
        <w:rPr>
          <w:i/>
        </w:rPr>
        <w:t>b</w:t>
      </w:r>
      <w:r>
        <w:t>.</w:t>
      </w:r>
      <w:r>
        <w:tab/>
        <w:t xml:space="preserve">For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2,</w:t>
      </w:r>
      <w:r w:rsidRPr="00F30380">
        <w:rPr>
          <w:position w:val="-16"/>
        </w:rPr>
        <w:object w:dxaOrig="1020" w:dyaOrig="420">
          <v:shape id="_x0000_i1154" type="#_x0000_t75" style="width:51.45pt;height:20.55pt" o:ole="" fillcolor="window">
            <v:imagedata r:id="rId240" o:title=""/>
          </v:shape>
          <o:OLEObject Type="Embed" ProgID="Equation.3" ShapeID="_x0000_i1154" DrawAspect="Content" ObjectID="_1654976524" r:id="rId241"/>
        </w:object>
      </w:r>
      <w:r>
        <w:tab/>
      </w:r>
      <w:r w:rsidRPr="00F30380">
        <w:rPr>
          <w:i/>
        </w:rPr>
        <w:t>c</w:t>
      </w:r>
      <w:r>
        <w:t>.</w:t>
      </w:r>
      <w:r>
        <w:tab/>
        <w:t xml:space="preserve">For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12,</w:t>
      </w:r>
      <w:r w:rsidRPr="00F30380">
        <w:rPr>
          <w:position w:val="-16"/>
        </w:rPr>
        <w:object w:dxaOrig="1080" w:dyaOrig="420">
          <v:shape id="_x0000_i1155" type="#_x0000_t75" style="width:55.15pt;height:20.55pt" o:ole="" fillcolor="window">
            <v:imagedata r:id="rId242" o:title=""/>
          </v:shape>
          <o:OLEObject Type="Embed" ProgID="Equation.3" ShapeID="_x0000_i1155" DrawAspect="Content" ObjectID="_1654976525" r:id="rId243"/>
        </w:object>
      </w:r>
    </w:p>
    <w:p w:rsidR="00632BB0" w:rsidRDefault="00632BB0" w:rsidP="00632BB0">
      <w:pPr>
        <w:pStyle w:val="ISM"/>
        <w:tabs>
          <w:tab w:val="left" w:pos="900"/>
          <w:tab w:val="left" w:pos="3240"/>
          <w:tab w:val="left" w:pos="3600"/>
          <w:tab w:val="left" w:pos="6120"/>
          <w:tab w:val="left" w:pos="6480"/>
        </w:tabs>
        <w:rPr>
          <w:spacing w:val="-2"/>
        </w:rPr>
      </w:pPr>
      <w:r>
        <w:tab/>
      </w:r>
      <w:r>
        <w:tab/>
      </w:r>
      <w:r>
        <w:tab/>
      </w:r>
      <w:r w:rsidRPr="006459D6">
        <w:rPr>
          <w:spacing w:val="-2"/>
          <w:position w:val="-10"/>
        </w:rPr>
        <w:object w:dxaOrig="1440" w:dyaOrig="380">
          <v:shape id="_x0000_i1156" type="#_x0000_t75" style="width:1in;height:18.7pt" o:ole="" fillcolor="window">
            <v:imagedata r:id="rId226" o:title=""/>
          </v:shape>
          <o:OLEObject Type="Embed" ProgID="Equation.3" ShapeID="_x0000_i1156" DrawAspect="Content" ObjectID="_1654976526" r:id="rId244"/>
        </w:object>
      </w:r>
      <w:r>
        <w:rPr>
          <w:spacing w:val="-2"/>
        </w:rPr>
        <w:tab/>
      </w:r>
      <w:r>
        <w:rPr>
          <w:spacing w:val="-2"/>
        </w:rPr>
        <w:tab/>
      </w:r>
      <w:r w:rsidRPr="006459D6">
        <w:rPr>
          <w:spacing w:val="-2"/>
          <w:position w:val="-10"/>
        </w:rPr>
        <w:object w:dxaOrig="1440" w:dyaOrig="380">
          <v:shape id="_x0000_i1157" type="#_x0000_t75" style="width:1in;height:18.7pt" o:ole="" fillcolor="window">
            <v:imagedata r:id="rId226" o:title=""/>
          </v:shape>
          <o:OLEObject Type="Embed" ProgID="Equation.3" ShapeID="_x0000_i1157" DrawAspect="Content" ObjectID="_1654976527" r:id="rId245"/>
        </w:object>
      </w:r>
      <w:r>
        <w:rPr>
          <w:spacing w:val="-2"/>
        </w:rPr>
        <w:tab/>
      </w:r>
      <w:r>
        <w:rPr>
          <w:spacing w:val="-2"/>
        </w:rPr>
        <w:tab/>
      </w:r>
      <w:r w:rsidRPr="006459D6">
        <w:rPr>
          <w:spacing w:val="-2"/>
          <w:position w:val="-10"/>
        </w:rPr>
        <w:object w:dxaOrig="1440" w:dyaOrig="380">
          <v:shape id="_x0000_i1158" type="#_x0000_t75" style="width:1in;height:18.7pt" o:ole="" fillcolor="window">
            <v:imagedata r:id="rId226" o:title=""/>
          </v:shape>
          <o:OLEObject Type="Embed" ProgID="Equation.3" ShapeID="_x0000_i1158" DrawAspect="Content" ObjectID="_1654976528" r:id="rId246"/>
        </w:object>
      </w:r>
    </w:p>
    <w:p w:rsidR="00632BB0" w:rsidRDefault="00632BB0" w:rsidP="00632BB0">
      <w:pPr>
        <w:pStyle w:val="ISM"/>
        <w:tabs>
          <w:tab w:val="left" w:pos="900"/>
          <w:tab w:val="left" w:pos="3240"/>
          <w:tab w:val="left" w:pos="3600"/>
          <w:tab w:val="left" w:pos="6120"/>
          <w:tab w:val="left" w:pos="6480"/>
        </w:tabs>
      </w:pPr>
      <w:r>
        <w:rPr>
          <w:spacing w:val="-2"/>
        </w:rPr>
        <w:tab/>
      </w:r>
      <w:r>
        <w:rPr>
          <w:spacing w:val="-2"/>
        </w:rPr>
        <w:tab/>
      </w:r>
      <w:r>
        <w:rPr>
          <w:spacing w:val="-2"/>
        </w:rPr>
        <w:tab/>
        <w:t xml:space="preserve">    = </w:t>
      </w:r>
      <w:r w:rsidR="002E7573" w:rsidRPr="00F30380">
        <w:rPr>
          <w:position w:val="-10"/>
        </w:rPr>
        <w:object w:dxaOrig="680" w:dyaOrig="380">
          <v:shape id="_x0000_i1159" type="#_x0000_t75" style="width:33.65pt;height:18.7pt" o:ole="" fillcolor="window">
            <v:imagedata r:id="rId247" o:title=""/>
          </v:shape>
          <o:OLEObject Type="Embed" ProgID="Equation.3" ShapeID="_x0000_i1159" DrawAspect="Content" ObjectID="_1654976529" r:id="rId248"/>
        </w:object>
      </w:r>
      <w:r>
        <w:t>– 1</w:t>
      </w:r>
      <w:r>
        <w:tab/>
      </w:r>
      <w:r>
        <w:tab/>
      </w:r>
      <w:r>
        <w:rPr>
          <w:spacing w:val="-2"/>
        </w:rPr>
        <w:t xml:space="preserve">  </w:t>
      </w:r>
      <w:r w:rsidRPr="00F30380">
        <w:rPr>
          <w:spacing w:val="-2"/>
          <w:sz w:val="16"/>
          <w:szCs w:val="16"/>
        </w:rPr>
        <w:t xml:space="preserve">  </w:t>
      </w:r>
      <w:r>
        <w:rPr>
          <w:spacing w:val="-2"/>
        </w:rPr>
        <w:t xml:space="preserve"> = </w:t>
      </w:r>
      <w:r w:rsidR="002E7573" w:rsidRPr="00F30380">
        <w:rPr>
          <w:position w:val="-10"/>
        </w:rPr>
        <w:object w:dxaOrig="680" w:dyaOrig="380">
          <v:shape id="_x0000_i1160" type="#_x0000_t75" style="width:33.65pt;height:18.7pt" o:ole="" fillcolor="window">
            <v:imagedata r:id="rId249" o:title=""/>
          </v:shape>
          <o:OLEObject Type="Embed" ProgID="Equation.3" ShapeID="_x0000_i1160" DrawAspect="Content" ObjectID="_1654976530" r:id="rId250"/>
        </w:object>
      </w:r>
      <w:r>
        <w:t>– 1</w:t>
      </w:r>
      <w:r>
        <w:tab/>
      </w:r>
      <w:r>
        <w:tab/>
      </w:r>
      <w:r>
        <w:rPr>
          <w:spacing w:val="-2"/>
        </w:rPr>
        <w:t xml:space="preserve">  </w:t>
      </w:r>
      <w:r w:rsidRPr="00F30380">
        <w:rPr>
          <w:spacing w:val="-2"/>
          <w:sz w:val="16"/>
          <w:szCs w:val="16"/>
        </w:rPr>
        <w:t xml:space="preserve">  </w:t>
      </w:r>
      <w:r>
        <w:rPr>
          <w:spacing w:val="-2"/>
        </w:rPr>
        <w:t xml:space="preserve"> = </w:t>
      </w:r>
      <w:r w:rsidR="002E7573" w:rsidRPr="00F30380">
        <w:rPr>
          <w:position w:val="-10"/>
        </w:rPr>
        <w:object w:dxaOrig="780" w:dyaOrig="420">
          <v:shape id="_x0000_i1161" type="#_x0000_t75" style="width:38.35pt;height:20.55pt" o:ole="" fillcolor="window">
            <v:imagedata r:id="rId251" o:title=""/>
          </v:shape>
          <o:OLEObject Type="Embed" ProgID="Equation.3" ShapeID="_x0000_i1161" DrawAspect="Content" ObjectID="_1654976531" r:id="rId252"/>
        </w:object>
      </w:r>
      <w:r>
        <w:t>– 1</w:t>
      </w:r>
    </w:p>
    <w:p w:rsidR="00632BB0" w:rsidRDefault="0045715C" w:rsidP="00632BB0">
      <w:pPr>
        <w:pStyle w:val="ISM"/>
        <w:tabs>
          <w:tab w:val="left" w:pos="900"/>
          <w:tab w:val="left" w:pos="3240"/>
          <w:tab w:val="left" w:pos="3600"/>
          <w:tab w:val="left" w:pos="6120"/>
          <w:tab w:val="left" w:pos="6480"/>
        </w:tabs>
      </w:pPr>
      <w:r>
        <w:rPr>
          <w:noProof/>
          <w:lang w:val="en-US"/>
        </w:rPr>
        <w:pict>
          <v:shape id="AutoShape 401" o:spid="_x0000_s1077" type="#_x0000_t61" style="position:absolute;margin-left:24.85pt;margin-top:43.85pt;width:119.3pt;height:133.1pt;z-index:251728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" adj="10610,-1469" fillcolor="#cff">
            <v:fill opacity="25443f"/>
            <v:textbox inset="3.6pt,,3.6pt">
              <w:txbxContent>
                <w:p w:rsidR="00F95D40" w:rsidRDefault="00F95D40" w:rsidP="00632BB0">
                  <w:pPr>
                    <w:spacing w:line="300" w:lineRule="exact"/>
                    <w:ind w:right="43"/>
                    <w:jc w:val="right"/>
                  </w:pPr>
                  <w:r>
                    <w:rPr>
                      <w:spacing w:val="-2"/>
                      <w:bdr w:val="single" w:sz="12" w:space="0" w:color="auto"/>
                      <w:shd w:val="clear" w:color="auto" w:fill="C0C0C0"/>
                    </w:rPr>
                    <w:sym w:font="MT Extra" w:char="F020"/>
                  </w:r>
                  <w:r>
                    <w:rPr>
                      <w:spacing w:val="-2"/>
                      <w:bdr w:val="single" w:sz="12" w:space="0" w:color="auto"/>
                      <w:shd w:val="clear" w:color="auto" w:fill="C0C0C0"/>
                    </w:rPr>
                    <w:t xml:space="preserve"> </w:t>
                  </w:r>
                  <w:r>
                    <w:rPr>
                      <w:b/>
                      <w:spacing w:val="-2"/>
                      <w:bdr w:val="single" w:sz="12" w:space="0" w:color="auto"/>
                      <w:shd w:val="clear" w:color="auto" w:fill="C0C0C0"/>
                    </w:rPr>
                    <w:t>2nd</w:t>
                  </w:r>
                  <w:r>
                    <w:rPr>
                      <w:spacing w:val="-2"/>
                      <w:bdr w:val="single" w:sz="12" w:space="0" w:color="auto"/>
                      <w:shd w:val="clear" w:color="auto" w:fill="C0C0C0"/>
                    </w:rPr>
                    <w:t xml:space="preserve"> </w:t>
                  </w:r>
                  <w:r>
                    <w:rPr>
                      <w:spacing w:val="-2"/>
                      <w:bdr w:val="single" w:sz="12" w:space="0" w:color="auto"/>
                      <w:shd w:val="clear" w:color="auto" w:fill="C0C0C0"/>
                    </w:rPr>
                    <w:sym w:font="MT Extra" w:char="F020"/>
                  </w:r>
                  <w:r>
                    <w:rPr>
                      <w:spacing w:val="-2"/>
                    </w:rPr>
                    <w:t xml:space="preserve">  </w:t>
                  </w:r>
                  <w:r>
                    <w:rPr>
                      <w:spacing w:val="-2"/>
                      <w:bdr w:val="single" w:sz="12" w:space="0" w:color="auto"/>
                      <w:shd w:val="clear" w:color="auto" w:fill="C0C0C0"/>
                    </w:rPr>
                    <w:sym w:font="MT Extra" w:char="F020"/>
                  </w:r>
                  <w:r>
                    <w:rPr>
                      <w:rFonts w:cs="Arial"/>
                      <w:b/>
                      <w:spacing w:val="-2"/>
                      <w:sz w:val="18"/>
                      <w:szCs w:val="18"/>
                      <w:bdr w:val="single" w:sz="12" w:space="0" w:color="auto"/>
                      <w:shd w:val="clear" w:color="auto" w:fill="C0C0C0"/>
                    </w:rPr>
                    <w:t>ICONV</w:t>
                  </w:r>
                  <w:r>
                    <w:rPr>
                      <w:spacing w:val="-2"/>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t xml:space="preserve">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right="43"/>
                    <w:jc w:val="right"/>
                    <w:rPr>
                      <w:i/>
                      <w:iCs/>
                    </w:rPr>
                  </w:pPr>
                  <w:r>
                    <w:rPr>
                      <w:bdr w:val="single" w:sz="12" w:space="0" w:color="auto"/>
                      <w:shd w:val="clear" w:color="auto" w:fill="C0C0C0"/>
                    </w:rPr>
                    <w:sym w:font="MT Extra" w:char="F020"/>
                  </w:r>
                  <w:r>
                    <w:rPr>
                      <w:bdr w:val="single" w:sz="12" w:space="0" w:color="auto"/>
                      <w:shd w:val="clear" w:color="auto" w:fill="C0C0C0"/>
                    </w:rPr>
                    <w:t xml:space="preserve">  </w:t>
                  </w:r>
                  <w:r w:rsidRPr="00E26C45">
                    <w:rPr>
                      <w:b/>
                      <w:bCs/>
                      <w:sz w:val="28"/>
                      <w:szCs w:val="28"/>
                      <w:bdr w:val="single" w:sz="12" w:space="0" w:color="auto"/>
                      <w:shd w:val="clear" w:color="auto" w:fill="C0C0C0"/>
                    </w:rPr>
                    <w:sym w:font="Symbol" w:char="F0B8"/>
                  </w:r>
                  <w:r>
                    <w:rPr>
                      <w:b/>
                      <w:bCs/>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Cs/>
                      <w:sz w:val="24"/>
                      <w:szCs w:val="24"/>
                      <w:bdr w:val="single" w:sz="12" w:space="0" w:color="auto"/>
                      <w:shd w:val="clear" w:color="auto" w:fill="C0C0C0"/>
                    </w:rPr>
                    <w:t>=</w:t>
                  </w:r>
                  <w:r>
                    <w:rPr>
                      <w:b/>
                      <w:bCs/>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20" w:lineRule="exact"/>
                    <w:ind w:right="43"/>
                    <w:jc w:val="right"/>
                  </w:pPr>
                  <w:r>
                    <w:rPr>
                      <w:i/>
                      <w:iCs/>
                    </w:rPr>
                    <w:t>Ans</w:t>
                  </w:r>
                  <w:r>
                    <w:t>: 4.060</w:t>
                  </w:r>
                </w:p>
              </w:txbxContent>
            </v:textbox>
            <w10:wrap type="square"/>
          </v:shape>
        </w:pict>
      </w:r>
      <w:r w:rsidR="00632BB0">
        <w:tab/>
      </w:r>
      <w:r w:rsidR="00632BB0">
        <w:tab/>
      </w:r>
      <w:r w:rsidR="00632BB0">
        <w:tab/>
        <w:t xml:space="preserve">    = 0.</w:t>
      </w:r>
      <w:r w:rsidR="002E7573">
        <w:t>04060</w:t>
      </w:r>
      <w:r w:rsidR="00632BB0">
        <w:tab/>
      </w:r>
      <w:r w:rsidR="00632BB0">
        <w:tab/>
        <w:t xml:space="preserve">  </w:t>
      </w:r>
      <w:r w:rsidR="00632BB0" w:rsidRPr="00F30380">
        <w:rPr>
          <w:sz w:val="16"/>
          <w:szCs w:val="16"/>
        </w:rPr>
        <w:t xml:space="preserve">  </w:t>
      </w:r>
      <w:r w:rsidR="00632BB0">
        <w:t xml:space="preserve"> = 0.0</w:t>
      </w:r>
      <w:r w:rsidR="002E7573">
        <w:t>201</w:t>
      </w:r>
      <w:r w:rsidR="00632BB0">
        <w:tab/>
      </w:r>
      <w:r w:rsidR="00632BB0">
        <w:tab/>
        <w:t xml:space="preserve"> </w:t>
      </w:r>
      <w:r w:rsidR="00632BB0" w:rsidRPr="00F30380">
        <w:rPr>
          <w:sz w:val="16"/>
          <w:szCs w:val="16"/>
        </w:rPr>
        <w:t xml:space="preserve">  </w:t>
      </w:r>
      <w:r w:rsidR="00632BB0">
        <w:t xml:space="preserve">  = 0.0</w:t>
      </w:r>
      <w:r w:rsidR="002E7573">
        <w:t>03322</w:t>
      </w:r>
    </w:p>
    <w:p w:rsidR="00632BB0" w:rsidRPr="006459D6" w:rsidRDefault="00632BB0" w:rsidP="00632BB0">
      <w:pPr>
        <w:pStyle w:val="ISM"/>
        <w:tabs>
          <w:tab w:val="left" w:pos="900"/>
          <w:tab w:val="left" w:pos="3240"/>
          <w:tab w:val="left" w:pos="3600"/>
          <w:tab w:val="left" w:pos="6120"/>
          <w:tab w:val="left" w:pos="6480"/>
        </w:tabs>
        <w:spacing w:after="60"/>
      </w:pPr>
      <w:r>
        <w:tab/>
      </w:r>
      <w:r>
        <w:tab/>
      </w:r>
      <w:r>
        <w:tab/>
        <w:t xml:space="preserve">    = </w:t>
      </w:r>
      <w:r w:rsidR="002E7573">
        <w:rPr>
          <w:u w:val="double"/>
        </w:rPr>
        <w:t>4.060</w:t>
      </w:r>
      <w:r w:rsidRPr="00E26C45">
        <w:rPr>
          <w:u w:val="double"/>
        </w:rPr>
        <w:t>%</w:t>
      </w:r>
      <w:r>
        <w:t xml:space="preserve"> </w:t>
      </w:r>
      <w:r>
        <w:tab/>
      </w:r>
      <w:r>
        <w:tab/>
        <w:t xml:space="preserve"> </w:t>
      </w:r>
      <w:r w:rsidRPr="00F30380">
        <w:rPr>
          <w:sz w:val="16"/>
          <w:szCs w:val="16"/>
        </w:rPr>
        <w:t xml:space="preserve">  </w:t>
      </w:r>
      <w:r>
        <w:t xml:space="preserve">  = </w:t>
      </w:r>
      <w:r w:rsidR="002E7573">
        <w:rPr>
          <w:u w:val="double"/>
        </w:rPr>
        <w:t>2.010</w:t>
      </w:r>
      <w:r w:rsidRPr="00E26C45">
        <w:rPr>
          <w:u w:val="double"/>
        </w:rPr>
        <w:t>%</w:t>
      </w:r>
      <w:r>
        <w:tab/>
      </w:r>
      <w:r>
        <w:tab/>
        <w:t xml:space="preserve"> </w:t>
      </w:r>
      <w:r w:rsidRPr="00F30380">
        <w:rPr>
          <w:sz w:val="16"/>
          <w:szCs w:val="16"/>
        </w:rPr>
        <w:t xml:space="preserve">  </w:t>
      </w:r>
      <w:r>
        <w:t xml:space="preserve">  </w:t>
      </w:r>
      <w:r w:rsidRPr="00E26C45">
        <w:rPr>
          <w:u w:val="double"/>
        </w:rPr>
        <w:t>= 0.</w:t>
      </w:r>
      <w:r w:rsidR="002E7573">
        <w:rPr>
          <w:u w:val="double"/>
        </w:rPr>
        <w:t>332</w:t>
      </w:r>
      <w:r w:rsidRPr="00E26C45">
        <w:rPr>
          <w:u w:val="double"/>
        </w:rPr>
        <w:t>%</w:t>
      </w:r>
    </w:p>
    <w:p w:rsidR="00632BB0" w:rsidRDefault="00632BB0" w:rsidP="00632BB0">
      <w:pPr>
        <w:pStyle w:val="ISM"/>
        <w:tabs>
          <w:tab w:val="left" w:pos="900"/>
        </w:tabs>
      </w:pPr>
    </w:p>
    <w:p w:rsidR="004965D8" w:rsidRDefault="0045715C" w:rsidP="00632BB0">
      <w:pPr>
        <w:pStyle w:val="ISM"/>
        <w:tabs>
          <w:tab w:val="left" w:pos="900"/>
        </w:tabs>
      </w:pPr>
      <w:r>
        <w:rPr>
          <w:noProof/>
          <w:lang w:val="en-US"/>
        </w:rPr>
        <w:pict>
          <v:shape id="AutoShape 403" o:spid="_x0000_s1078" type="#_x0000_t61" style="position:absolute;margin-left:180.3pt;margin-top:6.35pt;width:119.3pt;height:133.1pt;z-index:251730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" adj="7242,-1209" fillcolor="#cff">
            <v:fill opacity="25443f"/>
            <v:textbox inset="3.6pt,,3.6pt">
              <w:txbxContent>
                <w:p w:rsidR="00F95D40" w:rsidRDefault="00F95D40" w:rsidP="00632BB0">
                  <w:pPr>
                    <w:spacing w:line="300" w:lineRule="exact"/>
                    <w:ind w:right="43"/>
                    <w:jc w:val="right"/>
                  </w:pPr>
                  <w:r>
                    <w:rPr>
                      <w:spacing w:val="-2"/>
                      <w:bdr w:val="single" w:sz="12" w:space="0" w:color="auto"/>
                      <w:shd w:val="clear" w:color="auto" w:fill="C0C0C0"/>
                    </w:rPr>
                    <w:sym w:font="MT Extra" w:char="F020"/>
                  </w:r>
                  <w:r>
                    <w:rPr>
                      <w:spacing w:val="-2"/>
                      <w:bdr w:val="single" w:sz="12" w:space="0" w:color="auto"/>
                      <w:shd w:val="clear" w:color="auto" w:fill="C0C0C0"/>
                    </w:rPr>
                    <w:t xml:space="preserve"> </w:t>
                  </w:r>
                  <w:r>
                    <w:rPr>
                      <w:b/>
                      <w:spacing w:val="-2"/>
                      <w:bdr w:val="single" w:sz="12" w:space="0" w:color="auto"/>
                      <w:shd w:val="clear" w:color="auto" w:fill="C0C0C0"/>
                    </w:rPr>
                    <w:t>2nd</w:t>
                  </w:r>
                  <w:r>
                    <w:rPr>
                      <w:spacing w:val="-2"/>
                      <w:bdr w:val="single" w:sz="12" w:space="0" w:color="auto"/>
                      <w:shd w:val="clear" w:color="auto" w:fill="C0C0C0"/>
                    </w:rPr>
                    <w:t xml:space="preserve"> </w:t>
                  </w:r>
                  <w:r>
                    <w:rPr>
                      <w:spacing w:val="-2"/>
                      <w:bdr w:val="single" w:sz="12" w:space="0" w:color="auto"/>
                      <w:shd w:val="clear" w:color="auto" w:fill="C0C0C0"/>
                    </w:rPr>
                    <w:sym w:font="MT Extra" w:char="F020"/>
                  </w:r>
                  <w:r>
                    <w:rPr>
                      <w:spacing w:val="-2"/>
                    </w:rPr>
                    <w:t xml:space="preserve">  </w:t>
                  </w:r>
                  <w:r>
                    <w:rPr>
                      <w:spacing w:val="-2"/>
                      <w:bdr w:val="single" w:sz="12" w:space="0" w:color="auto"/>
                      <w:shd w:val="clear" w:color="auto" w:fill="C0C0C0"/>
                    </w:rPr>
                    <w:sym w:font="MT Extra" w:char="F020"/>
                  </w:r>
                  <w:r>
                    <w:rPr>
                      <w:rFonts w:cs="Arial"/>
                      <w:b/>
                      <w:spacing w:val="-2"/>
                      <w:sz w:val="18"/>
                      <w:szCs w:val="18"/>
                      <w:bdr w:val="single" w:sz="12" w:space="0" w:color="auto"/>
                      <w:shd w:val="clear" w:color="auto" w:fill="C0C0C0"/>
                    </w:rPr>
                    <w:t>ICONV</w:t>
                  </w:r>
                  <w:r>
                    <w:rPr>
                      <w:spacing w:val="-2"/>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t xml:space="preserve">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right="43"/>
                    <w:jc w:val="right"/>
                    <w:rPr>
                      <w:i/>
                      <w:iCs/>
                    </w:rPr>
                  </w:pPr>
                  <w:r>
                    <w:rPr>
                      <w:bdr w:val="single" w:sz="12" w:space="0" w:color="auto"/>
                      <w:shd w:val="clear" w:color="auto" w:fill="C0C0C0"/>
                    </w:rPr>
                    <w:sym w:font="MT Extra" w:char="F020"/>
                  </w:r>
                  <w:r>
                    <w:rPr>
                      <w:bdr w:val="single" w:sz="12" w:space="0" w:color="auto"/>
                      <w:shd w:val="clear" w:color="auto" w:fill="C0C0C0"/>
                    </w:rPr>
                    <w:t xml:space="preserve">  </w:t>
                  </w:r>
                  <w:r w:rsidRPr="00E26C45">
                    <w:rPr>
                      <w:b/>
                      <w:bCs/>
                      <w:sz w:val="28"/>
                      <w:szCs w:val="28"/>
                      <w:bdr w:val="single" w:sz="12" w:space="0" w:color="auto"/>
                      <w:shd w:val="clear" w:color="auto" w:fill="C0C0C0"/>
                    </w:rPr>
                    <w:sym w:font="Symbol" w:char="F0B8"/>
                  </w:r>
                  <w:r>
                    <w:rPr>
                      <w:b/>
                      <w:bCs/>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Cs/>
                      <w:sz w:val="24"/>
                      <w:szCs w:val="24"/>
                      <w:bdr w:val="single" w:sz="12" w:space="0" w:color="auto"/>
                      <w:shd w:val="clear" w:color="auto" w:fill="C0C0C0"/>
                    </w:rPr>
                    <w:t>=</w:t>
                  </w:r>
                  <w:r>
                    <w:rPr>
                      <w:b/>
                      <w:bCs/>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20" w:lineRule="exact"/>
                    <w:ind w:right="43"/>
                    <w:jc w:val="right"/>
                  </w:pPr>
                  <w:r>
                    <w:rPr>
                      <w:i/>
                      <w:iCs/>
                    </w:rPr>
                    <w:t>Ans</w:t>
                  </w:r>
                  <w:r>
                    <w:t xml:space="preserve">: </w:t>
                  </w:r>
                  <w:r w:rsidRPr="00542D97">
                    <w:t>0.3322</w:t>
                  </w:r>
                </w:p>
              </w:txbxContent>
            </v:textbox>
            <w10:wrap type="square"/>
          </v:shape>
        </w:pict>
      </w:r>
      <w:r>
        <w:rPr>
          <w:noProof/>
          <w:lang w:val="en-US"/>
        </w:rPr>
        <w:pict>
          <v:shape id="AutoShape 402" o:spid="_x0000_s1079" type="#_x0000_t61" style="position:absolute;margin-left:29.05pt;margin-top:6.35pt;width:119.3pt;height:133.1pt;z-index:251729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" adj="10610,-1404" fillcolor="#cff">
            <v:fill opacity="25443f"/>
            <v:textbox inset="3.6pt,,3.6pt">
              <w:txbxContent>
                <w:p w:rsidR="00F95D40" w:rsidRDefault="00F95D40" w:rsidP="00632BB0">
                  <w:pPr>
                    <w:spacing w:line="300" w:lineRule="exact"/>
                    <w:ind w:right="43"/>
                    <w:jc w:val="right"/>
                  </w:pPr>
                  <w:r>
                    <w:rPr>
                      <w:spacing w:val="-2"/>
                      <w:bdr w:val="single" w:sz="12" w:space="0" w:color="auto"/>
                      <w:shd w:val="clear" w:color="auto" w:fill="C0C0C0"/>
                    </w:rPr>
                    <w:sym w:font="MT Extra" w:char="F020"/>
                  </w:r>
                  <w:r>
                    <w:rPr>
                      <w:spacing w:val="-2"/>
                      <w:bdr w:val="single" w:sz="12" w:space="0" w:color="auto"/>
                      <w:shd w:val="clear" w:color="auto" w:fill="C0C0C0"/>
                    </w:rPr>
                    <w:t xml:space="preserve"> </w:t>
                  </w:r>
                  <w:r>
                    <w:rPr>
                      <w:b/>
                      <w:spacing w:val="-2"/>
                      <w:bdr w:val="single" w:sz="12" w:space="0" w:color="auto"/>
                      <w:shd w:val="clear" w:color="auto" w:fill="C0C0C0"/>
                    </w:rPr>
                    <w:t>2nd</w:t>
                  </w:r>
                  <w:r>
                    <w:rPr>
                      <w:spacing w:val="-2"/>
                      <w:bdr w:val="single" w:sz="12" w:space="0" w:color="auto"/>
                      <w:shd w:val="clear" w:color="auto" w:fill="C0C0C0"/>
                    </w:rPr>
                    <w:t xml:space="preserve"> </w:t>
                  </w:r>
                  <w:r>
                    <w:rPr>
                      <w:spacing w:val="-2"/>
                      <w:bdr w:val="single" w:sz="12" w:space="0" w:color="auto"/>
                      <w:shd w:val="clear" w:color="auto" w:fill="C0C0C0"/>
                    </w:rPr>
                    <w:sym w:font="MT Extra" w:char="F020"/>
                  </w:r>
                  <w:r>
                    <w:rPr>
                      <w:spacing w:val="-2"/>
                    </w:rPr>
                    <w:t xml:space="preserve">  </w:t>
                  </w:r>
                  <w:r>
                    <w:rPr>
                      <w:spacing w:val="-2"/>
                      <w:bdr w:val="single" w:sz="12" w:space="0" w:color="auto"/>
                      <w:shd w:val="clear" w:color="auto" w:fill="C0C0C0"/>
                    </w:rPr>
                    <w:sym w:font="MT Extra" w:char="F020"/>
                  </w:r>
                  <w:r>
                    <w:rPr>
                      <w:rFonts w:cs="Arial"/>
                      <w:b/>
                      <w:spacing w:val="-2"/>
                      <w:sz w:val="18"/>
                      <w:szCs w:val="18"/>
                      <w:bdr w:val="single" w:sz="12" w:space="0" w:color="auto"/>
                      <w:shd w:val="clear" w:color="auto" w:fill="C0C0C0"/>
                    </w:rPr>
                    <w:t>ICONV</w:t>
                  </w:r>
                  <w:r>
                    <w:rPr>
                      <w:spacing w:val="-2"/>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t xml:space="preserve">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D"/>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left="-90"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3"/>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Cs/>
                      <w:bdr w:val="single" w:sz="12" w:space="0" w:color="auto"/>
                      <w:shd w:val="clear" w:color="auto" w:fill="C0C0C0"/>
                    </w:rPr>
                    <w:sym w:font="Symbol" w:char="F0AF"/>
                  </w:r>
                  <w:r>
                    <w:rPr>
                      <w:b/>
                      <w:bCs/>
                      <w:bdr w:val="single" w:sz="12" w:space="0" w:color="auto"/>
                      <w:shd w:val="clear" w:color="auto" w:fill="C0C0C0"/>
                    </w:rPr>
                    <w:t xml:space="preserve">  </w:t>
                  </w:r>
                  <w:r>
                    <w:rPr>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p>
                <w:p w:rsidR="00F95D40" w:rsidRDefault="00F95D40" w:rsidP="00632BB0">
                  <w:pPr>
                    <w:spacing w:line="300" w:lineRule="exact"/>
                    <w:ind w:right="43"/>
                    <w:jc w:val="right"/>
                    <w:rPr>
                      <w:i/>
                      <w:iCs/>
                    </w:rPr>
                  </w:pPr>
                  <w:r>
                    <w:rPr>
                      <w:bdr w:val="single" w:sz="12" w:space="0" w:color="auto"/>
                      <w:shd w:val="clear" w:color="auto" w:fill="C0C0C0"/>
                    </w:rPr>
                    <w:sym w:font="MT Extra" w:char="F020"/>
                  </w:r>
                  <w:r>
                    <w:rPr>
                      <w:bdr w:val="single" w:sz="12" w:space="0" w:color="auto"/>
                      <w:shd w:val="clear" w:color="auto" w:fill="C0C0C0"/>
                    </w:rPr>
                    <w:t xml:space="preserve">  </w:t>
                  </w:r>
                  <w:r w:rsidRPr="00E26C45">
                    <w:rPr>
                      <w:b/>
                      <w:bCs/>
                      <w:sz w:val="28"/>
                      <w:szCs w:val="28"/>
                      <w:bdr w:val="single" w:sz="12" w:space="0" w:color="auto"/>
                      <w:shd w:val="clear" w:color="auto" w:fill="C0C0C0"/>
                    </w:rPr>
                    <w:sym w:font="Symbol" w:char="F0B8"/>
                  </w:r>
                  <w:r>
                    <w:rPr>
                      <w:b/>
                      <w:bCs/>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Cs/>
                      <w:sz w:val="24"/>
                      <w:szCs w:val="24"/>
                      <w:bdr w:val="single" w:sz="12" w:space="0" w:color="auto"/>
                      <w:shd w:val="clear" w:color="auto" w:fill="C0C0C0"/>
                    </w:rPr>
                    <w:t>=</w:t>
                  </w:r>
                  <w:r>
                    <w:rPr>
                      <w:b/>
                      <w:bCs/>
                      <w:bdr w:val="single" w:sz="12" w:space="0" w:color="auto"/>
                      <w:shd w:val="clear" w:color="auto" w:fill="C0C0C0"/>
                    </w:rPr>
                    <w:t xml:space="preserve">  </w:t>
                  </w:r>
                  <w:r>
                    <w:rPr>
                      <w:bdr w:val="single" w:sz="12" w:space="0" w:color="auto"/>
                      <w:shd w:val="clear" w:color="auto" w:fill="C0C0C0"/>
                    </w:rPr>
                    <w:sym w:font="MT Extra" w:char="F020"/>
                  </w:r>
                </w:p>
                <w:p w:rsidR="00F95D40" w:rsidRPr="00427277" w:rsidRDefault="00F95D40" w:rsidP="00632BB0">
                  <w:pPr>
                    <w:spacing w:line="320" w:lineRule="exact"/>
                    <w:ind w:right="43"/>
                    <w:jc w:val="right"/>
                  </w:pPr>
                  <w:r>
                    <w:rPr>
                      <w:i/>
                      <w:iCs/>
                    </w:rPr>
                    <w:t>Ans</w:t>
                  </w:r>
                  <w:r>
                    <w:t>: 2.0100</w:t>
                  </w:r>
                </w:p>
              </w:txbxContent>
            </v:textbox>
            <w10:wrap type="square"/>
          </v:shape>
        </w:pict>
      </w: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4965D8" w:rsidRDefault="004965D8" w:rsidP="00632BB0">
      <w:pPr>
        <w:pStyle w:val="ISM"/>
        <w:tabs>
          <w:tab w:val="left" w:pos="900"/>
        </w:tabs>
      </w:pPr>
    </w:p>
    <w:p w:rsidR="00632BB0" w:rsidRDefault="00F77C72" w:rsidP="00632BB0">
      <w:pPr>
        <w:pStyle w:val="ISM"/>
        <w:tabs>
          <w:tab w:val="left" w:pos="900"/>
        </w:tabs>
      </w:pPr>
      <w:r>
        <w:tab/>
      </w:r>
      <w:r>
        <w:tab/>
      </w:r>
      <w:r w:rsidR="00632BB0">
        <w:t>The periodic interest rates are (</w:t>
      </w:r>
      <w:r w:rsidR="00632BB0" w:rsidRPr="00103224">
        <w:rPr>
          <w:i/>
        </w:rPr>
        <w:t>a</w:t>
      </w:r>
      <w:r w:rsidR="00632BB0">
        <w:t xml:space="preserve">) </w:t>
      </w:r>
      <w:r w:rsidR="00FA72A7">
        <w:rPr>
          <w:u w:val="double"/>
        </w:rPr>
        <w:t>4.060</w:t>
      </w:r>
      <w:r w:rsidR="00632BB0" w:rsidRPr="00103224">
        <w:rPr>
          <w:u w:val="double"/>
        </w:rPr>
        <w:t>% per year</w:t>
      </w:r>
      <w:r w:rsidR="00632BB0">
        <w:t>; (</w:t>
      </w:r>
      <w:r w:rsidR="00632BB0" w:rsidRPr="00103224">
        <w:rPr>
          <w:i/>
        </w:rPr>
        <w:t>b</w:t>
      </w:r>
      <w:r w:rsidR="00632BB0">
        <w:t xml:space="preserve">) </w:t>
      </w:r>
      <w:r w:rsidR="00FA72A7">
        <w:rPr>
          <w:u w:val="double"/>
        </w:rPr>
        <w:t>2.010</w:t>
      </w:r>
      <w:r w:rsidR="00632BB0" w:rsidRPr="00103224">
        <w:rPr>
          <w:u w:val="double"/>
        </w:rPr>
        <w:t xml:space="preserve">% per </w:t>
      </w:r>
      <w:r w:rsidR="00632BB0">
        <w:rPr>
          <w:u w:val="double"/>
        </w:rPr>
        <w:t>half year</w:t>
      </w:r>
      <w:r w:rsidR="00632BB0">
        <w:t xml:space="preserve">; </w:t>
      </w:r>
    </w:p>
    <w:p w:rsidR="00632BB0" w:rsidRDefault="00632BB0" w:rsidP="00632BB0">
      <w:pPr>
        <w:pStyle w:val="ISM"/>
        <w:tabs>
          <w:tab w:val="left" w:pos="900"/>
        </w:tabs>
      </w:pPr>
      <w:r>
        <w:tab/>
      </w:r>
      <w:r>
        <w:tab/>
        <w:t>and (</w:t>
      </w:r>
      <w:r>
        <w:rPr>
          <w:i/>
        </w:rPr>
        <w:t>c</w:t>
      </w:r>
      <w:r>
        <w:t xml:space="preserve">) </w:t>
      </w:r>
      <w:r w:rsidRPr="00103224">
        <w:rPr>
          <w:u w:val="double"/>
        </w:rPr>
        <w:t>0.</w:t>
      </w:r>
      <w:r w:rsidR="00FA72A7">
        <w:rPr>
          <w:u w:val="double"/>
        </w:rPr>
        <w:t>332</w:t>
      </w:r>
      <w:r w:rsidRPr="00103224">
        <w:rPr>
          <w:u w:val="double"/>
        </w:rPr>
        <w:t>% per month</w:t>
      </w:r>
      <w:r w:rsidRPr="00103224">
        <w:t xml:space="preserve"> .</w:t>
      </w:r>
    </w:p>
    <w:p w:rsidR="00F55392" w:rsidRDefault="00F55392" w:rsidP="00632BB0">
      <w:pPr>
        <w:pStyle w:val="ISMab"/>
      </w:pPr>
    </w:p>
    <w:p w:rsidR="00632BB0" w:rsidRDefault="0045715C" w:rsidP="00632BB0">
      <w:pPr>
        <w:pStyle w:val="ISMab"/>
      </w:pPr>
      <w:r>
        <w:rPr>
          <w:noProof/>
          <w:lang w:val="en-US"/>
        </w:rPr>
        <w:pict>
          <v:shape id="AutoShape 404" o:spid="_x0000_s1080" type="#_x0000_t61" style="position:absolute;margin-left:289.05pt;margin-top:20.75pt;width:131.15pt;height:130.75pt;z-index:251731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" adj="-11381,11209" fillcolor="#cff">
            <v:fill opacity="25443f"/>
            <v:textbox inset="3.6pt,,3.6pt">
              <w:txbxContent>
                <w:p w:rsidR="00F95D40" w:rsidRDefault="00F95D40" w:rsidP="00632BB0">
                  <w:pPr>
                    <w:spacing w:line="300" w:lineRule="exact"/>
                    <w:ind w:right="42"/>
                    <w:jc w:val="right"/>
                  </w:pPr>
                  <w:r>
                    <w:t xml:space="preserve">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632BB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w:t>
                  </w:r>
                </w:p>
                <w:p w:rsidR="00F95D40" w:rsidRDefault="00F95D40" w:rsidP="00632BB0">
                  <w:pPr>
                    <w:spacing w:line="300" w:lineRule="exact"/>
                    <w:ind w:right="42"/>
                    <w:jc w:val="right"/>
                    <w:rPr>
                      <w:spacing w:val="-2"/>
                      <w:bdr w:val="single" w:sz="12" w:space="0" w:color="auto"/>
                      <w:shd w:val="clear" w:color="auto" w:fill="C0C0C0"/>
                    </w:rPr>
                  </w:pPr>
                  <w:r>
                    <w:t xml:space="preserve">25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54,864.51</w:t>
                  </w:r>
                </w:p>
              </w:txbxContent>
            </v:textbox>
            <w10:wrap type="square"/>
          </v:shape>
        </w:pict>
      </w:r>
      <w:r w:rsidR="00632BB0">
        <w:tab/>
        <w:t>5.</w:t>
      </w:r>
      <w:r w:rsidR="00632BB0">
        <w:tab/>
        <w:t xml:space="preserve">Given: </w:t>
      </w:r>
      <w:r w:rsidR="00632BB0">
        <w:rPr>
          <w:rFonts w:ascii="Times New Roman" w:hAnsi="Times New Roman"/>
          <w:i/>
        </w:rPr>
        <w:t>PMT</w:t>
      </w:r>
      <w:r w:rsidR="00632BB0">
        <w:t xml:space="preserve"> = $1000, Term = 25 years, </w:t>
      </w:r>
      <w:r w:rsidR="00632BB0">
        <w:rPr>
          <w:rFonts w:ascii="Times New Roman" w:hAnsi="Times New Roman"/>
          <w:i/>
        </w:rPr>
        <w:t xml:space="preserve">i </w:t>
      </w:r>
      <w:r w:rsidR="00632BB0">
        <w:t>= 6%</w:t>
      </w:r>
    </w:p>
    <w:p w:rsidR="00632BB0" w:rsidRDefault="00632BB0" w:rsidP="00632BB0">
      <w:pPr>
        <w:pStyle w:val="ISMab"/>
      </w:pPr>
      <w:r>
        <w:tab/>
      </w:r>
      <w:r>
        <w:tab/>
      </w:r>
      <w:r>
        <w:rPr>
          <w:i/>
        </w:rPr>
        <w:t>a.</w:t>
      </w:r>
      <w:r>
        <w:tab/>
      </w:r>
      <w:r>
        <w:rPr>
          <w:rFonts w:ascii="Times New Roman" w:hAnsi="Times New Roman"/>
          <w:i/>
        </w:rPr>
        <w:t>m</w:t>
      </w:r>
      <w:r>
        <w:t xml:space="preserve"> = 1,</w:t>
      </w:r>
      <w:r w:rsidRPr="00FC34B4">
        <w:rPr>
          <w:rFonts w:ascii="Times New Roman" w:hAnsi="Times New Roman"/>
          <w:i/>
        </w:rPr>
        <w:t xml:space="preserve"> </w:t>
      </w:r>
      <w:r>
        <w:rPr>
          <w:rFonts w:ascii="Times New Roman" w:hAnsi="Times New Roman"/>
          <w:i/>
        </w:rPr>
        <w:t>n</w:t>
      </w:r>
      <w:r>
        <w:t xml:space="preserve"> = 1(25) = 25</w:t>
      </w:r>
    </w:p>
    <w:p w:rsidR="00632BB0" w:rsidRDefault="0045715C" w:rsidP="00632BB0">
      <w:pPr>
        <w:pStyle w:val="ISMab"/>
      </w:pPr>
      <w:r>
        <w:rPr>
          <w:noProof/>
          <w:lang w:val="en-US"/>
        </w:rPr>
        <w:pict>
          <v:shape id="AutoShape 405" o:spid="_x0000_s1589" type="#_x0000_t88" style="position:absolute;margin-left:197.85pt;margin-top:4.5pt;width:17.2pt;height:86pt;z-index:251732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"/>
        </w:pict>
      </w:r>
      <w:r w:rsidR="00632BB0">
        <w:tab/>
      </w:r>
      <w:r w:rsidR="00632BB0">
        <w:tab/>
      </w:r>
      <w:r w:rsidR="00632BB0">
        <w:tab/>
      </w:r>
      <w:r w:rsidR="00632BB0" w:rsidRPr="00480120">
        <w:rPr>
          <w:position w:val="-32"/>
        </w:rPr>
        <w:object w:dxaOrig="2299" w:dyaOrig="760">
          <v:shape id="_x0000_i1162" type="#_x0000_t75" style="width:115pt;height:38.35pt" o:ole="" fillcolor="window">
            <v:imagedata r:id="rId24" o:title=""/>
          </v:shape>
          <o:OLEObject Type="Embed" ProgID="Equation.3" ShapeID="_x0000_i1162" DrawAspect="Content" ObjectID="_1654976532" r:id="rId253"/>
        </w:object>
      </w:r>
      <w:r w:rsidR="00632BB0">
        <w:t xml:space="preserve"> </w:t>
      </w:r>
    </w:p>
    <w:p w:rsidR="00632BB0" w:rsidRDefault="00632BB0" w:rsidP="00632BB0">
      <w:pPr>
        <w:pStyle w:val="ISMab"/>
        <w:ind w:left="1350"/>
      </w:pPr>
      <w:r>
        <w:t>= $1000</w:t>
      </w:r>
      <w:r w:rsidRPr="00FC34B4">
        <w:rPr>
          <w:position w:val="-30"/>
        </w:rPr>
        <w:object w:dxaOrig="1219" w:dyaOrig="720">
          <v:shape id="_x0000_i1163" type="#_x0000_t75" style="width:60.8pt;height:36.45pt" o:ole="" fillcolor="window">
            <v:imagedata r:id="rId254" o:title=""/>
          </v:shape>
          <o:OLEObject Type="Embed" ProgID="Equation.3" ShapeID="_x0000_i1163" DrawAspect="Content" ObjectID="_1654976533" r:id="rId255"/>
        </w:object>
      </w:r>
      <w:r>
        <w:t xml:space="preserve"> </w:t>
      </w:r>
    </w:p>
    <w:p w:rsidR="00632BB0" w:rsidRDefault="00632BB0" w:rsidP="00632BB0">
      <w:pPr>
        <w:pStyle w:val="ISMab"/>
        <w:spacing w:after="240" w:line="360" w:lineRule="auto"/>
        <w:ind w:left="1354"/>
      </w:pPr>
      <w:r>
        <w:t xml:space="preserve">= </w:t>
      </w:r>
      <w:r>
        <w:rPr>
          <w:u w:val="double"/>
        </w:rPr>
        <w:t>$54,864.51</w:t>
      </w:r>
    </w:p>
    <w:p w:rsidR="00632BB0" w:rsidRDefault="00632BB0" w:rsidP="00632BB0">
      <w:pPr>
        <w:pStyle w:val="ISMab"/>
        <w:spacing w:after="60"/>
      </w:pPr>
      <w:r>
        <w:tab/>
      </w:r>
      <w:r>
        <w:tab/>
      </w:r>
      <w:r w:rsidRPr="000D095F">
        <w:rPr>
          <w:i/>
        </w:rPr>
        <w:t>b</w:t>
      </w:r>
      <w:r>
        <w:t>.</w:t>
      </w:r>
      <w:r>
        <w:tab/>
      </w:r>
      <w:r>
        <w:rPr>
          <w:rFonts w:ascii="Times New Roman" w:hAnsi="Times New Roman"/>
          <w:i/>
        </w:rPr>
        <w:t>m</w:t>
      </w:r>
      <w:r w:rsidRPr="006459D6">
        <w:rPr>
          <w:rFonts w:ascii="Times New Roman" w:hAnsi="Times New Roman"/>
          <w:vertAlign w:val="subscript"/>
        </w:rPr>
        <w:t>1</w:t>
      </w:r>
      <w:r>
        <w:rPr>
          <w:rFonts w:ascii="Times New Roman" w:hAnsi="Times New Roman"/>
          <w:vertAlign w:val="subscript"/>
        </w:rPr>
        <w:t xml:space="preserve"> </w:t>
      </w:r>
      <w:r>
        <w:t>= 2,</w:t>
      </w:r>
      <w:r w:rsidRPr="00FC34B4">
        <w:rPr>
          <w:rFonts w:ascii="Times New Roman" w:hAnsi="Times New Roman"/>
          <w:i/>
        </w:rPr>
        <w:t xml:space="preserve"> </w:t>
      </w:r>
      <w:r>
        <w:rPr>
          <w:rFonts w:ascii="Times New Roman" w:hAnsi="Times New Roman"/>
          <w:i/>
        </w:rPr>
        <w:t>i</w:t>
      </w:r>
      <w:r w:rsidRPr="006459D6">
        <w:rPr>
          <w:rFonts w:ascii="Times New Roman" w:hAnsi="Times New Roman"/>
          <w:vertAlign w:val="subscript"/>
        </w:rPr>
        <w:t>1</w:t>
      </w:r>
      <w:r>
        <w:rPr>
          <w:i/>
        </w:rPr>
        <w:t xml:space="preserve"> </w:t>
      </w:r>
      <w:r w:rsidRPr="00F02DCF">
        <w:rPr>
          <w:i/>
        </w:rPr>
        <w:t>=</w:t>
      </w:r>
      <w:r w:rsidRPr="000879CE">
        <w:t xml:space="preserve"> </w:t>
      </w:r>
      <w:r w:rsidRPr="006459D6">
        <w:rPr>
          <w:position w:val="-12"/>
        </w:rPr>
        <w:object w:dxaOrig="320" w:dyaOrig="360">
          <v:shape id="_x0000_i1164" type="#_x0000_t75" style="width:15.9pt;height:18.7pt" o:ole="" fillcolor="window">
            <v:imagedata r:id="rId256" o:title=""/>
          </v:shape>
          <o:OLEObject Type="Embed" ProgID="Equation.3" ShapeID="_x0000_i1164" DrawAspect="Content" ObjectID="_1654976534" r:id="rId257"/>
        </w:object>
      </w:r>
      <w:r>
        <w:t xml:space="preserve"> = 3%,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1</w:t>
      </w:r>
    </w:p>
    <w:p w:rsidR="00632BB0" w:rsidRDefault="0045715C" w:rsidP="00632BB0">
      <w:pPr>
        <w:pStyle w:val="ISMab"/>
        <w:spacing w:after="60"/>
      </w:pPr>
      <w:r>
        <w:rPr>
          <w:noProof/>
          <w:lang w:val="en-US"/>
        </w:rPr>
        <w:pict>
          <v:shape id="AutoShape 406" o:spid="_x0000_s1585" type="#_x0000_t88" style="position:absolute;margin-left:233.45pt;margin-top:4.95pt;width:17.2pt;height:127.55pt;z-index:251733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"/>
        </w:pict>
      </w:r>
      <w:r w:rsidR="00632BB0">
        <w:rPr>
          <w:rFonts w:ascii="Times New Roman" w:hAnsi="Times New Roman"/>
          <w:i/>
        </w:rPr>
        <w:tab/>
      </w:r>
      <w:r w:rsidR="00632BB0">
        <w:rPr>
          <w:rFonts w:ascii="Times New Roman" w:hAnsi="Times New Roman"/>
          <w:i/>
        </w:rPr>
        <w:tab/>
      </w:r>
      <w:r w:rsidR="00632BB0">
        <w:rPr>
          <w:rFonts w:ascii="Times New Roman" w:hAnsi="Times New Roman"/>
          <w:i/>
        </w:rPr>
        <w:tab/>
      </w:r>
      <w:r w:rsidR="00632BB0" w:rsidRPr="00F30380">
        <w:rPr>
          <w:position w:val="-16"/>
        </w:rPr>
        <w:object w:dxaOrig="999" w:dyaOrig="420">
          <v:shape id="_x0000_i1165" type="#_x0000_t75" style="width:50.5pt;height:20.55pt" o:ole="" fillcolor="window">
            <v:imagedata r:id="rId258" o:title=""/>
          </v:shape>
          <o:OLEObject Type="Embed" ProgID="Equation.3" ShapeID="_x0000_i1165" DrawAspect="Content" ObjectID="_1654976535" r:id="rId259"/>
        </w:object>
      </w:r>
      <w:r w:rsidR="00632BB0">
        <w:t xml:space="preserve">; </w:t>
      </w:r>
      <w:r w:rsidR="00632BB0">
        <w:rPr>
          <w:rFonts w:ascii="Times New Roman" w:hAnsi="Times New Roman"/>
          <w:i/>
        </w:rPr>
        <w:t>n</w:t>
      </w:r>
      <w:r w:rsidR="00632BB0">
        <w:t xml:space="preserve"> = 1(25) = 25</w:t>
      </w:r>
    </w:p>
    <w:p w:rsidR="00632BB0" w:rsidRDefault="0045715C" w:rsidP="00632BB0">
      <w:pPr>
        <w:pStyle w:val="ISMab"/>
        <w:spacing w:after="60"/>
      </w:pPr>
      <w:r>
        <w:rPr>
          <w:noProof/>
          <w:lang w:val="en-US"/>
        </w:rPr>
        <w:pict>
          <v:shape id="AutoShape 407" o:spid="_x0000_s1081" type="#_x0000_t61" style="position:absolute;margin-left:284.55pt;margin-top:6.15pt;width:122.6pt;height:86.8pt;z-index:251734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" adj="-4933,9767" fillcolor="#cff">
            <v:fill opacity="25443f"/>
            <v:textbox inset="3.6pt,,3.6pt">
              <w:txbxContent>
                <w:p w:rsidR="00F95D40" w:rsidRDefault="00F95D40" w:rsidP="00632BB0">
                  <w:pPr>
                    <w:spacing w:line="300" w:lineRule="exact"/>
                    <w:ind w:left="-90" w:right="42"/>
                    <w:jc w:val="right"/>
                  </w:pPr>
                  <w:r>
                    <w:t xml:space="preserve">Same </w:t>
                  </w:r>
                  <w:r>
                    <w:rPr>
                      <w:i/>
                      <w:iCs/>
                    </w:rPr>
                    <w:t>I/Y, N, PV, PMT</w:t>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55,564.96</w:t>
                  </w:r>
                </w:p>
              </w:txbxContent>
            </v:textbox>
            <w10:wrap type="square"/>
          </v:shape>
        </w:pict>
      </w:r>
      <w:r w:rsidR="00632BB0">
        <w:tab/>
      </w:r>
      <w:r w:rsidR="00632BB0">
        <w:tab/>
      </w:r>
      <w:r w:rsidR="00632BB0">
        <w:tab/>
      </w:r>
      <w:r w:rsidR="00632BB0" w:rsidRPr="006459D6">
        <w:rPr>
          <w:spacing w:val="-2"/>
          <w:position w:val="-10"/>
        </w:rPr>
        <w:object w:dxaOrig="1440" w:dyaOrig="380">
          <v:shape id="_x0000_i1166" type="#_x0000_t75" style="width:1in;height:18.7pt" o:ole="" fillcolor="window">
            <v:imagedata r:id="rId226" o:title=""/>
          </v:shape>
          <o:OLEObject Type="Embed" ProgID="Equation.3" ShapeID="_x0000_i1166" DrawAspect="Content" ObjectID="_1654976536" r:id="rId260"/>
        </w:object>
      </w:r>
      <w:r w:rsidR="00632BB0">
        <w:rPr>
          <w:spacing w:val="-2"/>
        </w:rPr>
        <w:t xml:space="preserve"> = </w:t>
      </w:r>
      <w:r w:rsidR="00632BB0" w:rsidRPr="00F30380">
        <w:rPr>
          <w:position w:val="-10"/>
        </w:rPr>
        <w:object w:dxaOrig="1020" w:dyaOrig="380">
          <v:shape id="_x0000_i1167" type="#_x0000_t75" style="width:51.45pt;height:18.7pt" o:ole="" fillcolor="window">
            <v:imagedata r:id="rId261" o:title=""/>
          </v:shape>
          <o:OLEObject Type="Embed" ProgID="Equation.3" ShapeID="_x0000_i1167" DrawAspect="Content" ObjectID="_1654976537" r:id="rId262"/>
        </w:object>
      </w:r>
      <w:r w:rsidR="00632BB0">
        <w:t xml:space="preserve"> = 0.0609</w:t>
      </w:r>
    </w:p>
    <w:p w:rsidR="00632BB0" w:rsidRDefault="00632BB0" w:rsidP="00632BB0">
      <w:pPr>
        <w:pStyle w:val="ISMab"/>
      </w:pPr>
      <w:r>
        <w:tab/>
      </w:r>
      <w:r>
        <w:tab/>
      </w:r>
      <w:r>
        <w:tab/>
        <w:t>Substitute in</w:t>
      </w:r>
      <w:r w:rsidRPr="00480120">
        <w:rPr>
          <w:position w:val="-32"/>
        </w:rPr>
        <w:object w:dxaOrig="2299" w:dyaOrig="760">
          <v:shape id="_x0000_i1168" type="#_x0000_t75" style="width:115pt;height:38.35pt" o:ole="" fillcolor="window">
            <v:imagedata r:id="rId24" o:title=""/>
          </v:shape>
          <o:OLEObject Type="Embed" ProgID="Equation.3" ShapeID="_x0000_i1168" DrawAspect="Content" ObjectID="_1654976538" r:id="rId263"/>
        </w:object>
      </w:r>
      <w:r>
        <w:t xml:space="preserve"> </w:t>
      </w:r>
    </w:p>
    <w:p w:rsidR="00632BB0" w:rsidRDefault="00632BB0" w:rsidP="00632BB0">
      <w:pPr>
        <w:pStyle w:val="ISMab"/>
      </w:pPr>
      <w:r>
        <w:rPr>
          <w:rFonts w:ascii="Times New Roman" w:hAnsi="Times New Roman"/>
          <w:i/>
        </w:rPr>
        <w:tab/>
      </w:r>
      <w:r>
        <w:rPr>
          <w:rFonts w:ascii="Times New Roman" w:hAnsi="Times New Roman"/>
          <w:i/>
        </w:rPr>
        <w:tab/>
      </w:r>
      <w:r>
        <w:rPr>
          <w:rFonts w:ascii="Times New Roman" w:hAnsi="Times New Roman"/>
          <w:i/>
        </w:rPr>
        <w:tab/>
      </w:r>
      <w:proofErr w:type="gramStart"/>
      <w:r>
        <w:rPr>
          <w:rFonts w:cs="Arial"/>
        </w:rPr>
        <w:t>giving</w:t>
      </w:r>
      <w:proofErr w:type="gramEnd"/>
      <w:r>
        <w:rPr>
          <w:rFonts w:cs="Arial"/>
        </w:rPr>
        <w:t xml:space="preserve">    </w:t>
      </w:r>
      <w:r w:rsidRPr="00C334C0">
        <w:rPr>
          <w:rFonts w:ascii="Times New Roman" w:hAnsi="Times New Roman"/>
          <w:i/>
        </w:rPr>
        <w:t>FV</w:t>
      </w:r>
      <w:r>
        <w:t xml:space="preserve"> = $1000</w:t>
      </w:r>
      <w:r w:rsidRPr="00FC34B4">
        <w:rPr>
          <w:position w:val="-30"/>
        </w:rPr>
        <w:object w:dxaOrig="1460" w:dyaOrig="720">
          <v:shape id="_x0000_i1169" type="#_x0000_t75" style="width:72.95pt;height:36.45pt" o:ole="" fillcolor="window">
            <v:imagedata r:id="rId264" o:title=""/>
          </v:shape>
          <o:OLEObject Type="Embed" ProgID="Equation.3" ShapeID="_x0000_i1169" DrawAspect="Content" ObjectID="_1654976539" r:id="rId265"/>
        </w:object>
      </w:r>
      <w:r>
        <w:t xml:space="preserve"> </w:t>
      </w:r>
    </w:p>
    <w:p w:rsidR="00632BB0" w:rsidRDefault="00632BB0" w:rsidP="00632BB0">
      <w:pPr>
        <w:pStyle w:val="ISMab"/>
        <w:spacing w:after="120"/>
        <w:ind w:left="2070"/>
      </w:pPr>
      <w:r>
        <w:t xml:space="preserve">= </w:t>
      </w:r>
      <w:r>
        <w:rPr>
          <w:u w:val="double"/>
        </w:rPr>
        <w:t>$55,564.96</w:t>
      </w:r>
    </w:p>
    <w:p w:rsidR="00F55392" w:rsidRDefault="00F55392">
      <w:r>
        <w:br w:type="page"/>
      </w:r>
    </w:p>
    <w:p w:rsidR="00632BB0" w:rsidRDefault="00632BB0" w:rsidP="00632BB0">
      <w:pPr>
        <w:pStyle w:val="ISMab"/>
        <w:spacing w:after="60"/>
      </w:pPr>
      <w:r>
        <w:lastRenderedPageBreak/>
        <w:tab/>
      </w:r>
      <w:r>
        <w:tab/>
      </w:r>
      <w:r>
        <w:rPr>
          <w:i/>
        </w:rPr>
        <w:t>c</w:t>
      </w:r>
      <w:r>
        <w:t>.</w:t>
      </w:r>
      <w:r>
        <w:tab/>
      </w:r>
      <w:r>
        <w:rPr>
          <w:rFonts w:ascii="Times New Roman" w:hAnsi="Times New Roman"/>
          <w:i/>
        </w:rPr>
        <w:t>m</w:t>
      </w:r>
      <w:r w:rsidRPr="006459D6">
        <w:rPr>
          <w:rFonts w:ascii="Times New Roman" w:hAnsi="Times New Roman"/>
          <w:vertAlign w:val="subscript"/>
        </w:rPr>
        <w:t>1</w:t>
      </w:r>
      <w:r>
        <w:rPr>
          <w:rFonts w:ascii="Times New Roman" w:hAnsi="Times New Roman"/>
          <w:vertAlign w:val="subscript"/>
        </w:rPr>
        <w:t xml:space="preserve"> </w:t>
      </w:r>
      <w:r>
        <w:t>= 4,</w:t>
      </w:r>
      <w:r w:rsidRPr="00FC34B4">
        <w:rPr>
          <w:rFonts w:ascii="Times New Roman" w:hAnsi="Times New Roman"/>
          <w:i/>
        </w:rPr>
        <w:t xml:space="preserve"> </w:t>
      </w:r>
      <w:r>
        <w:rPr>
          <w:rFonts w:ascii="Times New Roman" w:hAnsi="Times New Roman"/>
          <w:i/>
        </w:rPr>
        <w:t>i</w:t>
      </w:r>
      <w:r w:rsidRPr="006459D6">
        <w:rPr>
          <w:rFonts w:ascii="Times New Roman" w:hAnsi="Times New Roman"/>
          <w:vertAlign w:val="subscript"/>
        </w:rPr>
        <w:t>1</w:t>
      </w:r>
      <w:r>
        <w:rPr>
          <w:i/>
        </w:rPr>
        <w:t xml:space="preserve"> </w:t>
      </w:r>
      <w:r w:rsidRPr="00F02DCF">
        <w:rPr>
          <w:i/>
        </w:rPr>
        <w:t>=</w:t>
      </w:r>
      <w:r w:rsidRPr="000879CE">
        <w:t xml:space="preserve"> </w:t>
      </w:r>
      <w:r w:rsidRPr="006459D6">
        <w:rPr>
          <w:position w:val="-12"/>
        </w:rPr>
        <w:object w:dxaOrig="320" w:dyaOrig="360">
          <v:shape id="_x0000_i1170" type="#_x0000_t75" style="width:15.9pt;height:18.7pt" o:ole="" fillcolor="window">
            <v:imagedata r:id="rId266" o:title=""/>
          </v:shape>
          <o:OLEObject Type="Embed" ProgID="Equation.3" ShapeID="_x0000_i1170" DrawAspect="Content" ObjectID="_1654976540" r:id="rId267"/>
        </w:object>
      </w:r>
      <w:r>
        <w:t xml:space="preserve"> = 1.5%,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1</w:t>
      </w:r>
    </w:p>
    <w:p w:rsidR="00632BB0" w:rsidRDefault="0045715C" w:rsidP="00632BB0">
      <w:pPr>
        <w:pStyle w:val="ISMab"/>
        <w:spacing w:after="60"/>
      </w:pPr>
      <w:r>
        <w:rPr>
          <w:noProof/>
          <w:lang w:val="en-US"/>
        </w:rPr>
        <w:pict>
          <v:shape id="AutoShape 409" o:spid="_x0000_s1082" type="#_x0000_t61" style="position:absolute;margin-left:330.75pt;margin-top:.7pt;width:122.6pt;height:86.8pt;z-index:251736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" adj="-7787,11858" fillcolor="#cff">
            <v:fill opacity="25443f"/>
            <v:textbox inset="3.6pt,,3.6pt">
              <w:txbxContent>
                <w:p w:rsidR="00F95D40" w:rsidRDefault="00F95D40" w:rsidP="00632BB0">
                  <w:pPr>
                    <w:spacing w:line="300" w:lineRule="exact"/>
                    <w:ind w:left="-90" w:right="42"/>
                    <w:jc w:val="right"/>
                  </w:pPr>
                  <w:r>
                    <w:t xml:space="preserve">Same </w:t>
                  </w:r>
                  <w:r>
                    <w:rPr>
                      <w:i/>
                      <w:iCs/>
                    </w:rPr>
                    <w:t>I/Y, N, PV, PMT</w:t>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55,929.71</w:t>
                  </w:r>
                </w:p>
              </w:txbxContent>
            </v:textbox>
            <w10:wrap type="square"/>
          </v:shape>
        </w:pict>
      </w:r>
      <w:r>
        <w:rPr>
          <w:noProof/>
          <w:lang w:val="en-US"/>
        </w:rPr>
        <w:pict>
          <v:shape id="AutoShape 408" o:spid="_x0000_s1578" type="#_x0000_t88" style="position:absolute;margin-left:262.85pt;margin-top:1.4pt;width:17.2pt;height:91pt;z-index:251735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"/>
        </w:pict>
      </w:r>
      <w:r w:rsidR="00632BB0">
        <w:rPr>
          <w:rFonts w:ascii="Times New Roman" w:hAnsi="Times New Roman"/>
          <w:i/>
        </w:rPr>
        <w:tab/>
      </w:r>
      <w:r w:rsidR="00632BB0">
        <w:rPr>
          <w:rFonts w:ascii="Times New Roman" w:hAnsi="Times New Roman"/>
          <w:i/>
        </w:rPr>
        <w:tab/>
      </w:r>
      <w:r w:rsidR="00632BB0">
        <w:rPr>
          <w:rFonts w:ascii="Times New Roman" w:hAnsi="Times New Roman"/>
          <w:i/>
        </w:rPr>
        <w:tab/>
      </w:r>
      <w:r w:rsidR="00632BB0" w:rsidRPr="00F30380">
        <w:rPr>
          <w:position w:val="-16"/>
        </w:rPr>
        <w:object w:dxaOrig="1020" w:dyaOrig="420">
          <v:shape id="_x0000_i1171" type="#_x0000_t75" style="width:51.45pt;height:20.55pt" o:ole="" fillcolor="window">
            <v:imagedata r:id="rId268" o:title=""/>
          </v:shape>
          <o:OLEObject Type="Embed" ProgID="Equation.3" ShapeID="_x0000_i1171" DrawAspect="Content" ObjectID="_1654976541" r:id="rId269"/>
        </w:object>
      </w:r>
      <w:r w:rsidR="00632BB0">
        <w:t xml:space="preserve">; </w:t>
      </w:r>
      <w:r w:rsidR="00632BB0">
        <w:rPr>
          <w:rFonts w:ascii="Times New Roman" w:hAnsi="Times New Roman"/>
          <w:i/>
        </w:rPr>
        <w:t>n</w:t>
      </w:r>
      <w:r w:rsidR="00632BB0">
        <w:t xml:space="preserve"> = 1(25) = 25</w:t>
      </w:r>
    </w:p>
    <w:p w:rsidR="00632BB0" w:rsidRDefault="00632BB0" w:rsidP="00632BB0">
      <w:pPr>
        <w:pStyle w:val="ISMab"/>
        <w:spacing w:after="60"/>
      </w:pPr>
      <w:r>
        <w:tab/>
      </w:r>
      <w:r>
        <w:tab/>
      </w:r>
      <w:r>
        <w:tab/>
      </w:r>
      <w:r w:rsidRPr="006459D6">
        <w:rPr>
          <w:spacing w:val="-2"/>
          <w:position w:val="-10"/>
        </w:rPr>
        <w:object w:dxaOrig="1440" w:dyaOrig="380">
          <v:shape id="_x0000_i1172" type="#_x0000_t75" style="width:1in;height:18.7pt" o:ole="" fillcolor="window">
            <v:imagedata r:id="rId226" o:title=""/>
          </v:shape>
          <o:OLEObject Type="Embed" ProgID="Equation.3" ShapeID="_x0000_i1172" DrawAspect="Content" ObjectID="_1654976542" r:id="rId270"/>
        </w:object>
      </w:r>
      <w:r>
        <w:rPr>
          <w:spacing w:val="-2"/>
        </w:rPr>
        <w:t xml:space="preserve"> = </w:t>
      </w:r>
      <w:r w:rsidRPr="00F30380">
        <w:rPr>
          <w:position w:val="-10"/>
        </w:rPr>
        <w:object w:dxaOrig="1140" w:dyaOrig="380">
          <v:shape id="_x0000_i1173" type="#_x0000_t75" style="width:57.05pt;height:18.7pt" o:ole="" fillcolor="window">
            <v:imagedata r:id="rId271" o:title=""/>
          </v:shape>
          <o:OLEObject Type="Embed" ProgID="Equation.3" ShapeID="_x0000_i1173" DrawAspect="Content" ObjectID="_1654976543" r:id="rId272"/>
        </w:object>
      </w:r>
      <w:r>
        <w:t xml:space="preserve"> = 0.061363551</w:t>
      </w:r>
    </w:p>
    <w:p w:rsidR="00632BB0" w:rsidRDefault="00632BB0" w:rsidP="00632BB0">
      <w:pPr>
        <w:pStyle w:val="ISMab"/>
      </w:pPr>
      <w:r w:rsidRPr="00C334C0">
        <w:rPr>
          <w:rFonts w:cs="Arial"/>
        </w:rPr>
        <w:tab/>
      </w:r>
      <w:r w:rsidRPr="00C334C0">
        <w:rPr>
          <w:rFonts w:cs="Arial"/>
        </w:rPr>
        <w:tab/>
      </w:r>
      <w:r w:rsidRPr="00C334C0">
        <w:rPr>
          <w:rFonts w:cs="Arial"/>
        </w:rPr>
        <w:tab/>
      </w:r>
      <w:r>
        <w:rPr>
          <w:rFonts w:cs="Arial"/>
        </w:rPr>
        <w:t>Then</w:t>
      </w:r>
      <w:r>
        <w:rPr>
          <w:rFonts w:cs="Arial"/>
        </w:rPr>
        <w:tab/>
        <w:t xml:space="preserve">     </w:t>
      </w:r>
      <w:r w:rsidRPr="00C334C0">
        <w:rPr>
          <w:rFonts w:ascii="Times New Roman" w:hAnsi="Times New Roman"/>
          <w:i/>
        </w:rPr>
        <w:t>FV</w:t>
      </w:r>
      <w:r>
        <w:t xml:space="preserve"> = $1000</w:t>
      </w:r>
      <w:r w:rsidRPr="00FC34B4">
        <w:rPr>
          <w:position w:val="-30"/>
        </w:rPr>
        <w:object w:dxaOrig="2040" w:dyaOrig="720">
          <v:shape id="_x0000_i1174" type="#_x0000_t75" style="width:101.9pt;height:36.45pt" o:ole="" fillcolor="window">
            <v:imagedata r:id="rId273" o:title=""/>
          </v:shape>
          <o:OLEObject Type="Embed" ProgID="Equation.3" ShapeID="_x0000_i1174" DrawAspect="Content" ObjectID="_1654976544" r:id="rId274"/>
        </w:object>
      </w:r>
      <w:r>
        <w:t xml:space="preserve"> </w:t>
      </w:r>
    </w:p>
    <w:p w:rsidR="00632BB0" w:rsidRDefault="00632BB0" w:rsidP="00632BB0">
      <w:pPr>
        <w:pStyle w:val="ISMab"/>
        <w:spacing w:after="120"/>
        <w:ind w:left="2074"/>
      </w:pPr>
      <w:r>
        <w:t xml:space="preserve">= </w:t>
      </w:r>
      <w:r>
        <w:rPr>
          <w:u w:val="double"/>
        </w:rPr>
        <w:t>$55,929.71</w:t>
      </w:r>
    </w:p>
    <w:p w:rsidR="00632BB0" w:rsidRDefault="00632BB0" w:rsidP="00632BB0">
      <w:pPr>
        <w:pStyle w:val="ISMab"/>
        <w:spacing w:after="60"/>
      </w:pPr>
      <w:r>
        <w:tab/>
      </w:r>
      <w:r>
        <w:tab/>
      </w:r>
      <w:r>
        <w:rPr>
          <w:i/>
        </w:rPr>
        <w:t>d</w:t>
      </w:r>
      <w:r>
        <w:t>.</w:t>
      </w:r>
      <w:r>
        <w:tab/>
      </w:r>
      <w:r>
        <w:rPr>
          <w:rFonts w:ascii="Times New Roman" w:hAnsi="Times New Roman"/>
          <w:i/>
        </w:rPr>
        <w:t>m</w:t>
      </w:r>
      <w:r w:rsidRPr="006459D6">
        <w:rPr>
          <w:rFonts w:ascii="Times New Roman" w:hAnsi="Times New Roman"/>
          <w:vertAlign w:val="subscript"/>
        </w:rPr>
        <w:t>1</w:t>
      </w:r>
      <w:r>
        <w:rPr>
          <w:rFonts w:ascii="Times New Roman" w:hAnsi="Times New Roman"/>
          <w:vertAlign w:val="subscript"/>
        </w:rPr>
        <w:t xml:space="preserve"> </w:t>
      </w:r>
      <w:r>
        <w:t>= 12,</w:t>
      </w:r>
      <w:r w:rsidRPr="00FC34B4">
        <w:rPr>
          <w:rFonts w:ascii="Times New Roman" w:hAnsi="Times New Roman"/>
          <w:i/>
        </w:rPr>
        <w:t xml:space="preserve"> </w:t>
      </w:r>
      <w:r>
        <w:rPr>
          <w:rFonts w:ascii="Times New Roman" w:hAnsi="Times New Roman"/>
          <w:i/>
        </w:rPr>
        <w:t>i</w:t>
      </w:r>
      <w:r w:rsidRPr="006459D6">
        <w:rPr>
          <w:rFonts w:ascii="Times New Roman" w:hAnsi="Times New Roman"/>
          <w:vertAlign w:val="subscript"/>
        </w:rPr>
        <w:t>1</w:t>
      </w:r>
      <w:r>
        <w:rPr>
          <w:i/>
        </w:rPr>
        <w:t xml:space="preserve"> </w:t>
      </w:r>
      <w:r w:rsidRPr="00F02DCF">
        <w:rPr>
          <w:i/>
        </w:rPr>
        <w:t>=</w:t>
      </w:r>
      <w:r w:rsidRPr="000879CE">
        <w:t xml:space="preserve"> </w:t>
      </w:r>
      <w:r w:rsidRPr="006459D6">
        <w:rPr>
          <w:position w:val="-12"/>
        </w:rPr>
        <w:object w:dxaOrig="320" w:dyaOrig="360">
          <v:shape id="_x0000_i1175" type="#_x0000_t75" style="width:15.9pt;height:18.7pt" o:ole="" fillcolor="window">
            <v:imagedata r:id="rId275" o:title=""/>
          </v:shape>
          <o:OLEObject Type="Embed" ProgID="Equation.3" ShapeID="_x0000_i1175" DrawAspect="Content" ObjectID="_1654976545" r:id="rId276"/>
        </w:object>
      </w:r>
      <w:r>
        <w:t xml:space="preserve"> = 0.5%, </w:t>
      </w:r>
      <w:r>
        <w:rPr>
          <w:rFonts w:ascii="Times New Roman" w:hAnsi="Times New Roman"/>
          <w:i/>
        </w:rPr>
        <w:t>m</w:t>
      </w:r>
      <w:r>
        <w:rPr>
          <w:rFonts w:ascii="Times New Roman" w:hAnsi="Times New Roman"/>
          <w:vertAlign w:val="subscript"/>
        </w:rPr>
        <w:t>2</w:t>
      </w:r>
      <w:r>
        <w:rPr>
          <w:i/>
        </w:rPr>
        <w:t xml:space="preserve"> </w:t>
      </w:r>
      <w:r w:rsidRPr="00F02DCF">
        <w:rPr>
          <w:i/>
        </w:rPr>
        <w:t>=</w:t>
      </w:r>
      <w:r>
        <w:t xml:space="preserve"> 1</w:t>
      </w:r>
    </w:p>
    <w:p w:rsidR="00632BB0" w:rsidRDefault="0045715C" w:rsidP="00632BB0">
      <w:pPr>
        <w:pStyle w:val="ISMab"/>
        <w:spacing w:after="60"/>
      </w:pPr>
      <w:r>
        <w:rPr>
          <w:noProof/>
          <w:lang w:val="en-US"/>
        </w:rPr>
        <w:pict>
          <v:shape id="AutoShape 411" o:spid="_x0000_s1083" type="#_x0000_t61" style="position:absolute;margin-left:330.75pt;margin-top:.7pt;width:122.6pt;height:86.8pt;z-index:251738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" adj="-7787,11858" fillcolor="#cff">
            <v:fill opacity="25443f"/>
            <v:textbox inset="3.6pt,,3.6pt">
              <w:txbxContent>
                <w:p w:rsidR="00F95D40" w:rsidRDefault="00F95D40" w:rsidP="00632BB0">
                  <w:pPr>
                    <w:spacing w:line="300" w:lineRule="exact"/>
                    <w:ind w:left="-90" w:right="42"/>
                    <w:jc w:val="right"/>
                  </w:pPr>
                  <w:r>
                    <w:t xml:space="preserve">Same </w:t>
                  </w:r>
                  <w:r>
                    <w:rPr>
                      <w:i/>
                      <w:iCs/>
                    </w:rPr>
                    <w:t>I/Y, N, PV, PMT</w:t>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56,178.55</w:t>
                  </w:r>
                </w:p>
              </w:txbxContent>
            </v:textbox>
            <w10:wrap type="square"/>
          </v:shape>
        </w:pict>
      </w:r>
      <w:r>
        <w:rPr>
          <w:noProof/>
          <w:lang w:val="en-US"/>
        </w:rPr>
        <w:pict>
          <v:shape id="AutoShape 410" o:spid="_x0000_s1572" type="#_x0000_t88" style="position:absolute;margin-left:262.85pt;margin-top:1.4pt;width:17.2pt;height:91pt;z-index:251737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"/>
        </w:pict>
      </w:r>
      <w:r w:rsidR="00632BB0">
        <w:rPr>
          <w:rFonts w:ascii="Times New Roman" w:hAnsi="Times New Roman"/>
          <w:i/>
        </w:rPr>
        <w:tab/>
      </w:r>
      <w:r w:rsidR="00632BB0">
        <w:rPr>
          <w:rFonts w:ascii="Times New Roman" w:hAnsi="Times New Roman"/>
          <w:i/>
        </w:rPr>
        <w:tab/>
      </w:r>
      <w:r w:rsidR="00632BB0">
        <w:rPr>
          <w:rFonts w:ascii="Times New Roman" w:hAnsi="Times New Roman"/>
          <w:i/>
        </w:rPr>
        <w:tab/>
      </w:r>
      <w:r w:rsidR="00632BB0" w:rsidRPr="00F30380">
        <w:rPr>
          <w:position w:val="-16"/>
        </w:rPr>
        <w:object w:dxaOrig="1080" w:dyaOrig="420">
          <v:shape id="_x0000_i1176" type="#_x0000_t75" style="width:55.15pt;height:20.55pt" o:ole="" fillcolor="window">
            <v:imagedata r:id="rId277" o:title=""/>
          </v:shape>
          <o:OLEObject Type="Embed" ProgID="Equation.3" ShapeID="_x0000_i1176" DrawAspect="Content" ObjectID="_1654976546" r:id="rId278"/>
        </w:object>
      </w:r>
      <w:r w:rsidR="00632BB0">
        <w:t xml:space="preserve">; </w:t>
      </w:r>
      <w:r w:rsidR="00632BB0">
        <w:rPr>
          <w:rFonts w:ascii="Times New Roman" w:hAnsi="Times New Roman"/>
          <w:i/>
        </w:rPr>
        <w:t>n</w:t>
      </w:r>
      <w:r w:rsidR="00632BB0">
        <w:t xml:space="preserve"> = 1(25) = 25</w:t>
      </w:r>
    </w:p>
    <w:p w:rsidR="00632BB0" w:rsidRDefault="00632BB0" w:rsidP="00632BB0">
      <w:pPr>
        <w:pStyle w:val="ISMab"/>
        <w:spacing w:after="60"/>
      </w:pPr>
      <w:r>
        <w:tab/>
      </w:r>
      <w:r>
        <w:tab/>
      </w:r>
      <w:r>
        <w:tab/>
      </w:r>
      <w:r w:rsidRPr="006459D6">
        <w:rPr>
          <w:spacing w:val="-2"/>
          <w:position w:val="-10"/>
        </w:rPr>
        <w:object w:dxaOrig="1440" w:dyaOrig="380">
          <v:shape id="_x0000_i1177" type="#_x0000_t75" style="width:1in;height:18.7pt" o:ole="" fillcolor="window">
            <v:imagedata r:id="rId226" o:title=""/>
          </v:shape>
          <o:OLEObject Type="Embed" ProgID="Equation.3" ShapeID="_x0000_i1177" DrawAspect="Content" ObjectID="_1654976547" r:id="rId279"/>
        </w:object>
      </w:r>
      <w:r>
        <w:rPr>
          <w:spacing w:val="-2"/>
        </w:rPr>
        <w:t xml:space="preserve"> = </w:t>
      </w:r>
      <w:r w:rsidRPr="00F30380">
        <w:rPr>
          <w:position w:val="-10"/>
        </w:rPr>
        <w:object w:dxaOrig="1219" w:dyaOrig="380">
          <v:shape id="_x0000_i1178" type="#_x0000_t75" style="width:60.8pt;height:18.7pt" o:ole="" fillcolor="window">
            <v:imagedata r:id="rId280" o:title=""/>
          </v:shape>
          <o:OLEObject Type="Embed" ProgID="Equation.3" ShapeID="_x0000_i1178" DrawAspect="Content" ObjectID="_1654976548" r:id="rId281"/>
        </w:object>
      </w:r>
      <w:r>
        <w:t xml:space="preserve"> = 0.061677812</w:t>
      </w:r>
    </w:p>
    <w:p w:rsidR="00632BB0" w:rsidRDefault="00632BB0" w:rsidP="00632BB0">
      <w:pPr>
        <w:pStyle w:val="ISMab"/>
      </w:pPr>
      <w:r w:rsidRPr="00C334C0">
        <w:rPr>
          <w:rFonts w:cs="Arial"/>
        </w:rPr>
        <w:tab/>
      </w:r>
      <w:r w:rsidRPr="00C334C0">
        <w:rPr>
          <w:rFonts w:cs="Arial"/>
        </w:rPr>
        <w:tab/>
      </w:r>
      <w:r w:rsidRPr="00C334C0">
        <w:rPr>
          <w:rFonts w:cs="Arial"/>
        </w:rPr>
        <w:tab/>
      </w:r>
      <w:r>
        <w:rPr>
          <w:rFonts w:cs="Arial"/>
        </w:rPr>
        <w:t>Then</w:t>
      </w:r>
      <w:r>
        <w:rPr>
          <w:rFonts w:cs="Arial"/>
        </w:rPr>
        <w:tab/>
        <w:t xml:space="preserve">     </w:t>
      </w:r>
      <w:r w:rsidRPr="00C334C0">
        <w:rPr>
          <w:rFonts w:ascii="Times New Roman" w:hAnsi="Times New Roman"/>
          <w:i/>
        </w:rPr>
        <w:t>FV</w:t>
      </w:r>
      <w:r>
        <w:t xml:space="preserve"> = $1000</w:t>
      </w:r>
      <w:r w:rsidRPr="00FC34B4">
        <w:rPr>
          <w:position w:val="-30"/>
        </w:rPr>
        <w:object w:dxaOrig="2040" w:dyaOrig="720">
          <v:shape id="_x0000_i1179" type="#_x0000_t75" style="width:101.9pt;height:36.45pt" o:ole="" fillcolor="window">
            <v:imagedata r:id="rId273" o:title=""/>
          </v:shape>
          <o:OLEObject Type="Embed" ProgID="Equation.3" ShapeID="_x0000_i1179" DrawAspect="Content" ObjectID="_1654976549" r:id="rId282"/>
        </w:object>
      </w:r>
      <w:r>
        <w:t xml:space="preserve"> </w:t>
      </w:r>
    </w:p>
    <w:p w:rsidR="00632BB0" w:rsidRDefault="00632BB0" w:rsidP="00632BB0">
      <w:pPr>
        <w:pStyle w:val="ISMab"/>
        <w:spacing w:after="120"/>
        <w:ind w:left="2074"/>
      </w:pPr>
      <w:r>
        <w:t xml:space="preserve">= </w:t>
      </w:r>
      <w:r>
        <w:rPr>
          <w:u w:val="double"/>
        </w:rPr>
        <w:t>$56,178.55</w:t>
      </w:r>
    </w:p>
    <w:p w:rsidR="004E6F9A" w:rsidRDefault="004E6F9A" w:rsidP="00632BB0">
      <w:pPr>
        <w:pStyle w:val="ISMab"/>
      </w:pPr>
    </w:p>
    <w:p w:rsidR="00F55392" w:rsidRDefault="00F55392" w:rsidP="00632BB0">
      <w:pPr>
        <w:pStyle w:val="ISMab"/>
      </w:pPr>
    </w:p>
    <w:p w:rsidR="00632BB0" w:rsidRDefault="0045715C" w:rsidP="00632BB0">
      <w:pPr>
        <w:pStyle w:val="ISM"/>
        <w:tabs>
          <w:tab w:val="left" w:pos="900"/>
        </w:tabs>
      </w:pPr>
      <w:r>
        <w:rPr>
          <w:noProof/>
          <w:lang w:val="en-US"/>
        </w:rPr>
        <w:pict>
          <v:shape id="AutoShape 420" o:spid="_x0000_s1088" type="#_x0000_t61" style="position:absolute;margin-left:331.15pt;margin-top:10.75pt;width:131.2pt;height:131.7pt;z-index:251747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" adj="-3902,14736" fillcolor="#cff">
            <v:fill opacity="25443f"/>
            <v:textbox inset="3.6pt,,3.6pt">
              <w:txbxContent>
                <w:p w:rsidR="00F95D40" w:rsidRDefault="00F95D40" w:rsidP="00632BB0">
                  <w:pPr>
                    <w:spacing w:line="300" w:lineRule="exact"/>
                    <w:ind w:right="42"/>
                    <w:jc w:val="right"/>
                  </w:pPr>
                  <w:r>
                    <w:t xml:space="preserve">6.5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44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400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rsidRPr="00157DC6">
                    <w:t>–12,598.41</w:t>
                  </w:r>
                </w:p>
              </w:txbxContent>
            </v:textbox>
            <w10:wrap type="square"/>
          </v:shape>
        </w:pict>
      </w:r>
      <w:r w:rsidR="00632BB0">
        <w:tab/>
        <w:t>7.</w:t>
      </w:r>
      <w:r w:rsidR="00632BB0">
        <w:tab/>
        <w:t>Given:</w:t>
      </w:r>
      <w:r w:rsidR="00632BB0" w:rsidRPr="00EA1A5B">
        <w:rPr>
          <w:rFonts w:ascii="Times New Roman" w:hAnsi="Times New Roman"/>
          <w:i/>
        </w:rPr>
        <w:t xml:space="preserve"> </w:t>
      </w:r>
      <w:r w:rsidR="00632BB0">
        <w:rPr>
          <w:rFonts w:ascii="Times New Roman" w:hAnsi="Times New Roman"/>
          <w:i/>
        </w:rPr>
        <w:t>PMT</w:t>
      </w:r>
      <w:r w:rsidR="003A7495">
        <w:t xml:space="preserve"> = $4</w:t>
      </w:r>
      <w:r w:rsidR="00632BB0">
        <w:t xml:space="preserve">00; Term = 11 years; </w:t>
      </w:r>
      <w:r w:rsidR="00632BB0">
        <w:rPr>
          <w:rFonts w:ascii="Times New Roman" w:hAnsi="Times New Roman"/>
          <w:i/>
        </w:rPr>
        <w:t xml:space="preserve">j </w:t>
      </w:r>
      <w:r w:rsidR="00632BB0">
        <w:t xml:space="preserve">= 6.5%; </w:t>
      </w:r>
      <w:r w:rsidR="00632BB0">
        <w:rPr>
          <w:rFonts w:ascii="Times New Roman" w:hAnsi="Times New Roman"/>
          <w:i/>
        </w:rPr>
        <w:t xml:space="preserve">m </w:t>
      </w:r>
      <w:r w:rsidR="00632BB0">
        <w:t>= 1</w:t>
      </w:r>
    </w:p>
    <w:p w:rsidR="00632BB0" w:rsidRDefault="00632BB0" w:rsidP="00632BB0">
      <w:pPr>
        <w:pStyle w:val="ISM"/>
        <w:tabs>
          <w:tab w:val="left" w:pos="900"/>
        </w:tabs>
      </w:pPr>
      <w:r>
        <w:tab/>
      </w:r>
      <w:r>
        <w:tab/>
        <w:t xml:space="preserve">Then </w:t>
      </w:r>
      <w:proofErr w:type="spellStart"/>
      <w:r>
        <w:rPr>
          <w:rFonts w:ascii="Times New Roman" w:hAnsi="Times New Roman"/>
          <w:i/>
        </w:rPr>
        <w:t>i</w:t>
      </w:r>
      <w:proofErr w:type="spellEnd"/>
      <w:r>
        <w:rPr>
          <w:rFonts w:ascii="Times New Roman" w:hAnsi="Times New Roman"/>
          <w:i/>
        </w:rPr>
        <w:t xml:space="preserve"> </w:t>
      </w:r>
      <w:r>
        <w:t xml:space="preserve">= </w:t>
      </w:r>
      <w:r w:rsidRPr="00480120">
        <w:rPr>
          <w:position w:val="-14"/>
        </w:rPr>
        <w:object w:dxaOrig="480" w:dyaOrig="400">
          <v:shape id="_x0000_i1180" type="#_x0000_t75" style="width:24.3pt;height:20.55pt" o:ole="">
            <v:imagedata r:id="rId283" o:title=""/>
          </v:shape>
          <o:OLEObject Type="Embed" ProgID="Equation.3" ShapeID="_x0000_i1180" DrawAspect="Content" ObjectID="_1654976550" r:id="rId284"/>
        </w:object>
      </w:r>
      <w:r>
        <w:t xml:space="preserve"> = 6.5%; </w:t>
      </w:r>
      <w:r>
        <w:rPr>
          <w:rFonts w:ascii="Times New Roman" w:hAnsi="Times New Roman"/>
          <w:i/>
        </w:rPr>
        <w:t>n</w:t>
      </w:r>
      <w:r>
        <w:t xml:space="preserve"> = 4(11) = 44; </w:t>
      </w:r>
    </w:p>
    <w:p w:rsidR="00632BB0" w:rsidRDefault="0045715C" w:rsidP="00632BB0">
      <w:pPr>
        <w:pStyle w:val="ISM"/>
        <w:tabs>
          <w:tab w:val="left" w:pos="900"/>
        </w:tabs>
      </w:pPr>
      <w:r>
        <w:rPr>
          <w:rFonts w:ascii="Times New Roman" w:hAnsi="Times New Roman"/>
          <w:i/>
          <w:noProof/>
          <w:sz w:val="20"/>
          <w:lang w:val="en-US"/>
        </w:rPr>
        <w:pict>
          <v:shape id="AutoShape 419" o:spid="_x0000_s1545" type="#_x0000_t88" style="position:absolute;margin-left:290.85pt;margin-top:.55pt;width:13.05pt;height:134.85pt;z-index:251746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"/>
        </w:pict>
      </w:r>
      <w:r w:rsidR="00632BB0">
        <w:rPr>
          <w:rFonts w:ascii="Times New Roman" w:hAnsi="Times New Roman"/>
          <w:i/>
        </w:rPr>
        <w:tab/>
      </w:r>
      <w:r w:rsidR="00632BB0">
        <w:rPr>
          <w:rFonts w:ascii="Times New Roman" w:hAnsi="Times New Roman"/>
          <w:i/>
        </w:rPr>
        <w:tab/>
      </w:r>
      <w:r w:rsidR="00632BB0">
        <w:rPr>
          <w:rFonts w:ascii="Times New Roman" w:hAnsi="Times New Roman"/>
          <w:i/>
        </w:rPr>
        <w:tab/>
      </w:r>
      <w:r w:rsidR="00632BB0" w:rsidRPr="00EA1A5B">
        <w:rPr>
          <w:position w:val="-26"/>
        </w:rPr>
        <w:object w:dxaOrig="3800" w:dyaOrig="620">
          <v:shape id="_x0000_i1181" type="#_x0000_t75" style="width:191.7pt;height:30.85pt" o:ole="" fillcolor="window">
            <v:imagedata r:id="rId285" o:title=""/>
          </v:shape>
          <o:OLEObject Type="Embed" ProgID="Equation.3" ShapeID="_x0000_i1181" DrawAspect="Content" ObjectID="_1654976551" r:id="rId286"/>
        </w:object>
      </w:r>
      <w:r w:rsidR="00632BB0">
        <w:t xml:space="preserve">= </w:t>
      </w:r>
      <w:r w:rsidR="00632BB0" w:rsidRPr="00480120">
        <w:rPr>
          <w:position w:val="-22"/>
        </w:rPr>
        <w:object w:dxaOrig="240" w:dyaOrig="580">
          <v:shape id="_x0000_i1182" type="#_x0000_t75" style="width:13.1pt;height:29pt" o:ole="" fillcolor="window">
            <v:imagedata r:id="rId287" o:title=""/>
          </v:shape>
          <o:OLEObject Type="Embed" ProgID="Equation.3" ShapeID="_x0000_i1182" DrawAspect="Content" ObjectID="_1654976552" r:id="rId288"/>
        </w:object>
      </w:r>
      <w:r w:rsidR="00632BB0">
        <w:t xml:space="preserve"> = 0.25</w:t>
      </w:r>
    </w:p>
    <w:p w:rsidR="00632BB0" w:rsidRDefault="00632BB0" w:rsidP="00632BB0">
      <w:pPr>
        <w:pStyle w:val="ISM"/>
        <w:tabs>
          <w:tab w:val="left" w:pos="900"/>
        </w:tabs>
      </w:pPr>
      <w:r>
        <w:tab/>
      </w:r>
      <w:r>
        <w:tab/>
      </w:r>
      <w:r>
        <w:tab/>
      </w:r>
      <w:r w:rsidRPr="00480120">
        <w:rPr>
          <w:spacing w:val="-2"/>
          <w:position w:val="-10"/>
        </w:rPr>
        <w:object w:dxaOrig="1420" w:dyaOrig="380">
          <v:shape id="_x0000_i1183" type="#_x0000_t75" style="width:71.05pt;height:18.7pt" o:ole="" fillcolor="window">
            <v:imagedata r:id="rId289" o:title=""/>
          </v:shape>
          <o:OLEObject Type="Embed" ProgID="Equation.3" ShapeID="_x0000_i1183" DrawAspect="Content" ObjectID="_1654976553" r:id="rId290"/>
        </w:object>
      </w:r>
      <w:r>
        <w:rPr>
          <w:spacing w:val="-2"/>
        </w:rPr>
        <w:t xml:space="preserve"> </w:t>
      </w:r>
      <w:r>
        <w:t xml:space="preserve">= </w:t>
      </w:r>
      <w:r w:rsidRPr="00480120">
        <w:rPr>
          <w:position w:val="-10"/>
        </w:rPr>
        <w:object w:dxaOrig="1060" w:dyaOrig="380">
          <v:shape id="_x0000_i1184" type="#_x0000_t75" style="width:53.3pt;height:18.7pt" o:ole="" fillcolor="window">
            <v:imagedata r:id="rId291" o:title=""/>
          </v:shape>
          <o:OLEObject Type="Embed" ProgID="Equation.3" ShapeID="_x0000_i1184" DrawAspect="Content" ObjectID="_1654976554" r:id="rId292"/>
        </w:object>
      </w:r>
      <w:r>
        <w:t>– 1 = 0.015868285</w:t>
      </w:r>
    </w:p>
    <w:p w:rsidR="00632BB0" w:rsidRDefault="00632BB0" w:rsidP="00632BB0">
      <w:pPr>
        <w:pStyle w:val="ISM"/>
        <w:tabs>
          <w:tab w:val="left" w:pos="900"/>
        </w:tabs>
      </w:pPr>
      <w:r>
        <w:tab/>
      </w:r>
      <w:r>
        <w:tab/>
      </w:r>
      <w:proofErr w:type="gramStart"/>
      <w:r w:rsidRPr="005A358B">
        <w:rPr>
          <w:i/>
        </w:rPr>
        <w:t>a</w:t>
      </w:r>
      <w:proofErr w:type="gramEnd"/>
      <w:r w:rsidRPr="005A358B">
        <w:rPr>
          <w:i/>
        </w:rPr>
        <w:t>.</w:t>
      </w:r>
      <w:r>
        <w:tab/>
      </w:r>
      <w:r w:rsidRPr="00480120">
        <w:rPr>
          <w:spacing w:val="-2"/>
          <w:position w:val="-34"/>
        </w:rPr>
        <w:object w:dxaOrig="2380" w:dyaOrig="780">
          <v:shape id="_x0000_i1185" type="#_x0000_t75" style="width:117.8pt;height:38.35pt" o:ole="" fillcolor="window">
            <v:imagedata r:id="rId293" o:title=""/>
          </v:shape>
          <o:OLEObject Type="Embed" ProgID="Equation.3" ShapeID="_x0000_i1185" DrawAspect="Content" ObjectID="_1654976555" r:id="rId294"/>
        </w:object>
      </w:r>
      <w:r>
        <w:t xml:space="preserve"> </w:t>
      </w:r>
    </w:p>
    <w:p w:rsidR="00632BB0" w:rsidRDefault="00632BB0" w:rsidP="00632BB0">
      <w:pPr>
        <w:pStyle w:val="ISM"/>
        <w:ind w:left="1260"/>
      </w:pPr>
      <w:r>
        <w:t xml:space="preserve"> = $400</w:t>
      </w:r>
      <w:r w:rsidR="005F2A74" w:rsidRPr="00480120">
        <w:rPr>
          <w:position w:val="-32"/>
        </w:rPr>
        <w:object w:dxaOrig="2120" w:dyaOrig="760">
          <v:shape id="_x0000_i1186" type="#_x0000_t75" style="width:105.65pt;height:37.4pt" o:ole="" fillcolor="window">
            <v:imagedata r:id="rId295" o:title=""/>
          </v:shape>
          <o:OLEObject Type="Embed" ProgID="Equation.3" ShapeID="_x0000_i1186" DrawAspect="Content" ObjectID="_1654976556" r:id="rId296"/>
        </w:object>
      </w:r>
      <w:r>
        <w:t xml:space="preserve"> </w:t>
      </w:r>
    </w:p>
    <w:p w:rsidR="00632BB0" w:rsidRDefault="0045715C" w:rsidP="00632BB0">
      <w:pPr>
        <w:pStyle w:val="ISM"/>
        <w:spacing w:after="120"/>
        <w:ind w:left="1260"/>
        <w:rPr>
          <w:u w:val="double"/>
        </w:rPr>
      </w:pPr>
      <w:r>
        <w:rPr>
          <w:noProof/>
          <w:lang w:val="en-US"/>
        </w:rPr>
        <w:pict>
          <v:shape id="AutoShape 421" o:spid="_x0000_s1089" type="#_x0000_t61" style="position:absolute;left:0;text-align:left;margin-left:313.25pt;margin-top:16.2pt;width:114pt;height:83.3pt;z-index:25174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" adj="-13547,12719" fillcolor="#cff">
            <v:fill opacity="25443f"/>
            <v:textbox inset="3.6pt,,3.6pt">
              <w:txbxContent>
                <w:p w:rsidR="00F95D40" w:rsidRDefault="00F95D40" w:rsidP="00632BB0">
                  <w:pPr>
                    <w:spacing w:line="260" w:lineRule="exact"/>
                    <w:ind w:left="-86" w:right="43"/>
                    <w:jc w:val="right"/>
                    <w:rPr>
                      <w:rFonts w:cs="Arial"/>
                      <w:i/>
                      <w:iCs/>
                    </w:rPr>
                  </w:pPr>
                  <w:r w:rsidRPr="00EC6A78">
                    <w:rPr>
                      <w:rFonts w:cs="Arial"/>
                    </w:rPr>
                    <w:t xml:space="preserve">Same </w:t>
                  </w:r>
                  <w:r w:rsidRPr="00EC6A78">
                    <w:rPr>
                      <w:rFonts w:cs="Arial"/>
                      <w:i/>
                      <w:iCs/>
                    </w:rPr>
                    <w:t>I/Y</w:t>
                  </w:r>
                  <w:r w:rsidRPr="00EC6A78">
                    <w:rPr>
                      <w:rFonts w:cs="Arial"/>
                    </w:rPr>
                    <w:t xml:space="preserve">, </w:t>
                  </w:r>
                  <w:r w:rsidRPr="00EC6A78">
                    <w:rPr>
                      <w:rFonts w:cs="Arial"/>
                      <w:i/>
                      <w:iCs/>
                    </w:rPr>
                    <w:t>P/Y, C/Y</w:t>
                  </w:r>
                </w:p>
                <w:p w:rsidR="00F95D40" w:rsidRPr="00EC6A78" w:rsidRDefault="00F95D40" w:rsidP="00632BB0">
                  <w:pPr>
                    <w:spacing w:line="260" w:lineRule="exact"/>
                    <w:ind w:left="-86" w:right="43"/>
                    <w:jc w:val="right"/>
                    <w:rPr>
                      <w:rFonts w:cs="Arial"/>
                      <w:i/>
                      <w:iCs/>
                    </w:rPr>
                  </w:pPr>
                  <w:r w:rsidRPr="00EC6A78">
                    <w:rPr>
                      <w:rFonts w:cs="Arial"/>
                    </w:rPr>
                    <w:t xml:space="preserve">Same </w:t>
                  </w:r>
                  <w:r w:rsidRPr="00EC6A78">
                    <w:rPr>
                      <w:rFonts w:cs="Arial"/>
                      <w:i/>
                      <w:iCs/>
                    </w:rPr>
                    <w:t xml:space="preserve">PMT, </w:t>
                  </w:r>
                  <w:r>
                    <w:rPr>
                      <w:rFonts w:cs="Arial"/>
                      <w:i/>
                      <w:iCs/>
                    </w:rPr>
                    <w:t>N</w:t>
                  </w:r>
                  <w:r w:rsidRPr="00EC6A78">
                    <w:rPr>
                      <w:rFonts w:cs="Arial"/>
                      <w:i/>
                      <w:iCs/>
                    </w:rPr>
                    <w:t>,</w:t>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rsidRPr="00567770">
                    <w:t>–25,186.12</w:t>
                  </w:r>
                </w:p>
              </w:txbxContent>
            </v:textbox>
            <w10:wrap type="square"/>
          </v:shape>
        </w:pict>
      </w:r>
      <w:r w:rsidR="00632BB0">
        <w:t xml:space="preserve"> = </w:t>
      </w:r>
      <w:r w:rsidR="00632BB0">
        <w:rPr>
          <w:u w:val="double"/>
        </w:rPr>
        <w:t>$12,598.41</w:t>
      </w:r>
    </w:p>
    <w:p w:rsidR="00B85BEC" w:rsidRDefault="00B85BEC" w:rsidP="00632BB0">
      <w:pPr>
        <w:pStyle w:val="ISM"/>
        <w:spacing w:after="120"/>
        <w:ind w:left="1260"/>
        <w:rPr>
          <w:u w:val="double"/>
        </w:rPr>
      </w:pPr>
    </w:p>
    <w:p w:rsidR="00632BB0" w:rsidRDefault="0045715C" w:rsidP="00632BB0">
      <w:pPr>
        <w:pStyle w:val="ISM"/>
        <w:tabs>
          <w:tab w:val="left" w:pos="900"/>
        </w:tabs>
      </w:pPr>
      <w:r>
        <w:rPr>
          <w:noProof/>
          <w:lang w:val="en-US"/>
        </w:rPr>
        <w:pict>
          <v:shape id="AutoShape 422" o:spid="_x0000_s1538" type="#_x0000_t88" style="position:absolute;margin-left:218.75pt;margin-top:5.25pt;width:15.85pt;height:84pt;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"/>
        </w:pict>
      </w:r>
      <w:r w:rsidR="00632BB0">
        <w:tab/>
      </w:r>
      <w:r w:rsidR="00632BB0">
        <w:tab/>
      </w:r>
      <w:proofErr w:type="gramStart"/>
      <w:r w:rsidR="00632BB0" w:rsidRPr="00EA1A5B">
        <w:rPr>
          <w:i/>
        </w:rPr>
        <w:t>b</w:t>
      </w:r>
      <w:proofErr w:type="gramEnd"/>
      <w:r w:rsidR="00632BB0" w:rsidRPr="00EA1A5B">
        <w:rPr>
          <w:i/>
        </w:rPr>
        <w:t>.</w:t>
      </w:r>
      <w:r w:rsidR="00632BB0">
        <w:tab/>
      </w:r>
      <w:r w:rsidR="00632BB0" w:rsidRPr="00480120">
        <w:rPr>
          <w:position w:val="-34"/>
        </w:rPr>
        <w:object w:dxaOrig="2240" w:dyaOrig="780">
          <v:shape id="_x0000_i1187" type="#_x0000_t75" style="width:112.2pt;height:38.35pt" o:ole="" fillcolor="window">
            <v:imagedata r:id="rId297" o:title=""/>
          </v:shape>
          <o:OLEObject Type="Embed" ProgID="Equation.3" ShapeID="_x0000_i1187" DrawAspect="Content" ObjectID="_1654976557" r:id="rId298"/>
        </w:object>
      </w:r>
    </w:p>
    <w:p w:rsidR="00632BB0" w:rsidRDefault="00632BB0" w:rsidP="00632BB0">
      <w:pPr>
        <w:pStyle w:val="ISM"/>
        <w:ind w:left="1260"/>
      </w:pPr>
      <w:r>
        <w:t xml:space="preserve"> = $400</w:t>
      </w:r>
      <w:r w:rsidRPr="00480120">
        <w:rPr>
          <w:position w:val="-32"/>
        </w:rPr>
        <w:object w:dxaOrig="2120" w:dyaOrig="740">
          <v:shape id="_x0000_i1188" type="#_x0000_t75" style="width:105.65pt;height:36.45pt" o:ole="" fillcolor="window">
            <v:imagedata r:id="rId299" o:title=""/>
          </v:shape>
          <o:OLEObject Type="Embed" ProgID="Equation.3" ShapeID="_x0000_i1188" DrawAspect="Content" ObjectID="_1654976558" r:id="rId300"/>
        </w:object>
      </w:r>
    </w:p>
    <w:p w:rsidR="00632BB0" w:rsidRDefault="00632BB0" w:rsidP="00632BB0">
      <w:pPr>
        <w:pStyle w:val="ISM"/>
        <w:spacing w:line="360" w:lineRule="auto"/>
        <w:ind w:left="1260"/>
      </w:pPr>
      <w:r>
        <w:t xml:space="preserve"> = </w:t>
      </w:r>
      <w:r>
        <w:rPr>
          <w:u w:val="double"/>
        </w:rPr>
        <w:t>$25,186.12</w:t>
      </w:r>
    </w:p>
    <w:p w:rsidR="00632BB0" w:rsidRPr="00567770" w:rsidRDefault="00632BB0" w:rsidP="00632BB0">
      <w:pPr>
        <w:pStyle w:val="ISM"/>
      </w:pPr>
    </w:p>
    <w:p w:rsidR="00F55392" w:rsidRDefault="00F55392">
      <w:r>
        <w:br w:type="page"/>
      </w:r>
    </w:p>
    <w:p w:rsidR="00632BB0" w:rsidRDefault="0045715C" w:rsidP="00632BB0">
      <w:pPr>
        <w:pStyle w:val="ISM"/>
      </w:pPr>
      <w:r>
        <w:rPr>
          <w:noProof/>
          <w:lang w:val="en-US"/>
        </w:rPr>
        <w:lastRenderedPageBreak/>
        <w:pict>
          <v:shape id="AutoShape 424" o:spid="_x0000_s1090" type="#_x0000_t61" style="position:absolute;margin-left:330.75pt;margin-top:10.55pt;width:131.2pt;height:130.9pt;z-index:251751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" adj="-5581,14628" fillcolor="#cff">
            <v:fill opacity="25443f"/>
            <v:textbox inset="3.6pt,,3.6pt">
              <w:txbxContent>
                <w:p w:rsidR="00F95D40" w:rsidRDefault="00F95D40" w:rsidP="00632BB0">
                  <w:pPr>
                    <w:spacing w:line="300" w:lineRule="exact"/>
                    <w:ind w:right="42"/>
                    <w:jc w:val="right"/>
                  </w:pPr>
                  <w:r>
                    <w:t xml:space="preserve">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7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2750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sym w:font="Symbol" w:char="F02D"/>
                  </w:r>
                  <w:r>
                    <w:t>17,786.53</w:t>
                  </w:r>
                </w:p>
              </w:txbxContent>
            </v:textbox>
            <w10:wrap type="square"/>
          </v:shape>
        </w:pict>
      </w:r>
      <w:r w:rsidR="00632BB0">
        <w:tab/>
        <w:t>9.</w:t>
      </w:r>
      <w:r w:rsidR="00632BB0">
        <w:tab/>
        <w:t xml:space="preserve">Given: </w:t>
      </w:r>
      <w:proofErr w:type="spellStart"/>
      <w:r w:rsidR="00632BB0">
        <w:rPr>
          <w:rFonts w:ascii="Times New Roman" w:hAnsi="Times New Roman"/>
          <w:i/>
        </w:rPr>
        <w:t>i</w:t>
      </w:r>
      <w:proofErr w:type="spellEnd"/>
      <w:r w:rsidR="00632BB0">
        <w:t xml:space="preserve"> = </w:t>
      </w:r>
      <w:r w:rsidR="00771F9F" w:rsidRPr="00771F9F">
        <w:rPr>
          <w:position w:val="-12"/>
        </w:rPr>
        <w:object w:dxaOrig="300" w:dyaOrig="360">
          <v:shape id="_x0000_i1189" type="#_x0000_t75" style="width:14.95pt;height:18.7pt" o:ole="">
            <v:imagedata r:id="rId301" o:title=""/>
          </v:shape>
          <o:OLEObject Type="Embed" ProgID="Equation.3" ShapeID="_x0000_i1189" DrawAspect="Content" ObjectID="_1654976559" r:id="rId302"/>
        </w:object>
      </w:r>
      <w:r w:rsidR="00632BB0">
        <w:t xml:space="preserve"> </w:t>
      </w:r>
      <w:proofErr w:type="gramStart"/>
      <w:r w:rsidR="00632BB0">
        <w:t xml:space="preserve">= </w:t>
      </w:r>
      <w:proofErr w:type="gramEnd"/>
      <w:r w:rsidR="00771F9F" w:rsidRPr="00480120">
        <w:rPr>
          <w:position w:val="-6"/>
        </w:rPr>
        <w:object w:dxaOrig="540" w:dyaOrig="340">
          <v:shape id="_x0000_i1190" type="#_x0000_t75" style="width:27.1pt;height:16.85pt" o:ole="" fillcolor="window">
            <v:imagedata r:id="rId303" o:title=""/>
          </v:shape>
          <o:OLEObject Type="Embed" ProgID="Equation.3" ShapeID="_x0000_i1190" DrawAspect="Content" ObjectID="_1654976560" r:id="rId304"/>
        </w:object>
      </w:r>
      <w:r w:rsidR="00632BB0">
        <w:t xml:space="preserve">; </w:t>
      </w:r>
      <w:r w:rsidR="00632BB0">
        <w:rPr>
          <w:rFonts w:ascii="Times New Roman" w:hAnsi="Times New Roman"/>
          <w:i/>
        </w:rPr>
        <w:t>n</w:t>
      </w:r>
      <w:r w:rsidR="00632BB0">
        <w:t xml:space="preserve"> = 2(3.5) = 7; </w:t>
      </w:r>
    </w:p>
    <w:p w:rsidR="00632BB0" w:rsidRDefault="0045715C" w:rsidP="00632BB0">
      <w:pPr>
        <w:pStyle w:val="ISM"/>
      </w:pPr>
      <w:r>
        <w:rPr>
          <w:rFonts w:ascii="Times New Roman" w:hAnsi="Times New Roman"/>
          <w:i/>
          <w:noProof/>
          <w:sz w:val="20"/>
          <w:lang w:val="en-US"/>
        </w:rPr>
        <w:pict>
          <v:shape id="AutoShape 423" o:spid="_x0000_s1523" type="#_x0000_t88" style="position:absolute;margin-left:278.3pt;margin-top:1.1pt;width:14.5pt;height:139.2pt;z-index:251750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"/>
        </w:pict>
      </w:r>
      <w:r w:rsidR="00632BB0">
        <w:rPr>
          <w:rFonts w:ascii="Times New Roman" w:hAnsi="Times New Roman"/>
          <w:i/>
        </w:rPr>
        <w:tab/>
      </w:r>
      <w:r w:rsidR="00632BB0">
        <w:rPr>
          <w:rFonts w:ascii="Times New Roman" w:hAnsi="Times New Roman"/>
          <w:i/>
        </w:rPr>
        <w:tab/>
      </w:r>
      <w:r w:rsidR="00632BB0" w:rsidRPr="005A358B">
        <w:rPr>
          <w:position w:val="-26"/>
        </w:rPr>
        <w:object w:dxaOrig="3800" w:dyaOrig="620">
          <v:shape id="_x0000_i1191" type="#_x0000_t75" style="width:191.7pt;height:30.85pt" o:ole="" fillcolor="window">
            <v:imagedata r:id="rId305" o:title=""/>
          </v:shape>
          <o:OLEObject Type="Embed" ProgID="Equation.3" ShapeID="_x0000_i1191" DrawAspect="Content" ObjectID="_1654976561" r:id="rId306"/>
        </w:object>
      </w:r>
      <w:r w:rsidR="00632BB0">
        <w:t xml:space="preserve">= </w:t>
      </w:r>
      <w:r w:rsidR="00632BB0" w:rsidRPr="00480120">
        <w:rPr>
          <w:position w:val="-22"/>
        </w:rPr>
        <w:object w:dxaOrig="340" w:dyaOrig="580">
          <v:shape id="_x0000_i1192" type="#_x0000_t75" style="width:16.85pt;height:29pt" o:ole="" fillcolor="window">
            <v:imagedata r:id="rId307" o:title=""/>
          </v:shape>
          <o:OLEObject Type="Embed" ProgID="Equation.3" ShapeID="_x0000_i1192" DrawAspect="Content" ObjectID="_1654976562" r:id="rId308"/>
        </w:object>
      </w:r>
      <w:r w:rsidR="00632BB0">
        <w:t xml:space="preserve"> = 6</w:t>
      </w:r>
    </w:p>
    <w:p w:rsidR="00632BB0" w:rsidRDefault="00632BB0" w:rsidP="00632BB0">
      <w:pPr>
        <w:pStyle w:val="ISM"/>
      </w:pPr>
      <w:r>
        <w:tab/>
      </w:r>
      <w:r>
        <w:tab/>
      </w:r>
      <w:r w:rsidRPr="00480120">
        <w:rPr>
          <w:spacing w:val="-2"/>
          <w:position w:val="-10"/>
        </w:rPr>
        <w:object w:dxaOrig="1420" w:dyaOrig="380">
          <v:shape id="_x0000_i1193" type="#_x0000_t75" style="width:71.05pt;height:18.7pt" o:ole="" fillcolor="window">
            <v:imagedata r:id="rId289" o:title=""/>
          </v:shape>
          <o:OLEObject Type="Embed" ProgID="Equation.3" ShapeID="_x0000_i1193" DrawAspect="Content" ObjectID="_1654976563" r:id="rId309"/>
        </w:object>
      </w:r>
      <w:r>
        <w:rPr>
          <w:spacing w:val="-2"/>
        </w:rPr>
        <w:t xml:space="preserve"> </w:t>
      </w:r>
      <w:r>
        <w:t xml:space="preserve">= </w:t>
      </w:r>
      <w:r w:rsidR="00771F9F" w:rsidRPr="00480120">
        <w:rPr>
          <w:position w:val="-10"/>
        </w:rPr>
        <w:object w:dxaOrig="780" w:dyaOrig="420">
          <v:shape id="_x0000_i1194" type="#_x0000_t75" style="width:38.35pt;height:20.55pt" o:ole="" fillcolor="window">
            <v:imagedata r:id="rId310" o:title=""/>
          </v:shape>
          <o:OLEObject Type="Embed" ProgID="Equation.3" ShapeID="_x0000_i1194" DrawAspect="Content" ObjectID="_1654976564" r:id="rId311"/>
        </w:object>
      </w:r>
      <w:r>
        <w:t>– 1 = 0.0</w:t>
      </w:r>
      <w:r w:rsidR="00771F9F">
        <w:t>2016740</w:t>
      </w:r>
      <w:r w:rsidR="00B818BC">
        <w:t>9</w:t>
      </w:r>
    </w:p>
    <w:p w:rsidR="00632BB0" w:rsidRDefault="00632BB0" w:rsidP="00632BB0">
      <w:pPr>
        <w:pStyle w:val="ISM"/>
        <w:tabs>
          <w:tab w:val="left" w:pos="900"/>
        </w:tabs>
      </w:pPr>
      <w:r>
        <w:tab/>
      </w:r>
      <w:r>
        <w:tab/>
      </w:r>
      <w:proofErr w:type="gramStart"/>
      <w:r w:rsidRPr="00B30FC9">
        <w:rPr>
          <w:i/>
        </w:rPr>
        <w:t>a</w:t>
      </w:r>
      <w:proofErr w:type="gramEnd"/>
      <w:r w:rsidRPr="00B30FC9">
        <w:rPr>
          <w:i/>
        </w:rPr>
        <w:t>.</w:t>
      </w:r>
      <w:r>
        <w:tab/>
      </w:r>
      <w:r w:rsidRPr="00480120">
        <w:rPr>
          <w:spacing w:val="-2"/>
          <w:position w:val="-34"/>
        </w:rPr>
        <w:object w:dxaOrig="2380" w:dyaOrig="780">
          <v:shape id="_x0000_i1195" type="#_x0000_t75" style="width:117.8pt;height:38.35pt" o:ole="" fillcolor="window">
            <v:imagedata r:id="rId293" o:title=""/>
          </v:shape>
          <o:OLEObject Type="Embed" ProgID="Equation.3" ShapeID="_x0000_i1195" DrawAspect="Content" ObjectID="_1654976565" r:id="rId312"/>
        </w:object>
      </w:r>
      <w:r>
        <w:t xml:space="preserve"> </w:t>
      </w:r>
    </w:p>
    <w:p w:rsidR="00632BB0" w:rsidRDefault="0045715C" w:rsidP="00632BB0">
      <w:pPr>
        <w:pStyle w:val="ISM"/>
        <w:ind w:left="1260"/>
      </w:pPr>
      <w:r>
        <w:rPr>
          <w:noProof/>
          <w:lang w:val="en-US"/>
        </w:rPr>
        <w:pict>
          <v:shape id="AutoShape 326" o:spid="_x0000_s1091" type="#_x0000_t61" style="position:absolute;left:0;text-align:left;margin-left:339.15pt;margin-top:35.25pt;width:122.6pt;height:82.6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" adj="-4079,15481" fillcolor="#cff">
            <v:fill opacity="25443f"/>
            <v:textbox inset="3.6pt,,3.6pt">
              <w:txbxContent>
                <w:p w:rsidR="00F95D40" w:rsidRDefault="00F95D40" w:rsidP="00632BB0">
                  <w:pPr>
                    <w:spacing w:line="260" w:lineRule="exact"/>
                    <w:ind w:left="-86" w:right="43"/>
                    <w:jc w:val="right"/>
                    <w:rPr>
                      <w:rFonts w:cs="Arial"/>
                      <w:i/>
                      <w:iCs/>
                    </w:rPr>
                  </w:pPr>
                  <w:r w:rsidRPr="00EC6A78">
                    <w:rPr>
                      <w:rFonts w:cs="Arial"/>
                    </w:rPr>
                    <w:t xml:space="preserve">Same </w:t>
                  </w:r>
                  <w:r w:rsidRPr="00EC6A78">
                    <w:rPr>
                      <w:rFonts w:cs="Arial"/>
                      <w:i/>
                      <w:iCs/>
                    </w:rPr>
                    <w:t>I/Y</w:t>
                  </w:r>
                  <w:r w:rsidRPr="00EC6A78">
                    <w:rPr>
                      <w:rFonts w:cs="Arial"/>
                    </w:rPr>
                    <w:t xml:space="preserve">, </w:t>
                  </w:r>
                  <w:r w:rsidRPr="00EC6A78">
                    <w:rPr>
                      <w:rFonts w:cs="Arial"/>
                      <w:i/>
                      <w:iCs/>
                    </w:rPr>
                    <w:t>P/Y, C/Y</w:t>
                  </w:r>
                </w:p>
                <w:p w:rsidR="00F95D40" w:rsidRPr="00EC6A78" w:rsidRDefault="00F95D40" w:rsidP="00632BB0">
                  <w:pPr>
                    <w:spacing w:line="260" w:lineRule="exact"/>
                    <w:ind w:left="-86" w:right="43"/>
                    <w:jc w:val="right"/>
                    <w:rPr>
                      <w:rFonts w:cs="Arial"/>
                      <w:i/>
                      <w:iCs/>
                    </w:rPr>
                  </w:pPr>
                  <w:r w:rsidRPr="00EC6A78">
                    <w:rPr>
                      <w:rFonts w:cs="Arial"/>
                    </w:rPr>
                    <w:t xml:space="preserve">Same </w:t>
                  </w:r>
                  <w:r w:rsidRPr="00EC6A78">
                    <w:rPr>
                      <w:rFonts w:cs="Arial"/>
                      <w:i/>
                      <w:iCs/>
                    </w:rPr>
                    <w:t xml:space="preserve">PMT, </w:t>
                  </w:r>
                  <w:r>
                    <w:rPr>
                      <w:rFonts w:cs="Arial"/>
                      <w:i/>
                      <w:iCs/>
                    </w:rPr>
                    <w:t>N</w:t>
                  </w:r>
                  <w:r w:rsidRPr="00EC6A78">
                    <w:rPr>
                      <w:rFonts w:cs="Arial"/>
                      <w:i/>
                      <w:iCs/>
                    </w:rPr>
                    <w:t>,</w:t>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rsidRPr="00567770">
                    <w:t>–</w:t>
                  </w:r>
                  <w:r>
                    <w:t>20,454.61</w:t>
                  </w:r>
                </w:p>
              </w:txbxContent>
            </v:textbox>
            <w10:wrap type="square"/>
          </v:shape>
        </w:pict>
      </w:r>
      <w:r w:rsidR="00632BB0">
        <w:t xml:space="preserve"> = $2750</w:t>
      </w:r>
      <w:r w:rsidR="003430D2" w:rsidRPr="00771F9F">
        <w:rPr>
          <w:position w:val="-32"/>
        </w:rPr>
        <w:object w:dxaOrig="2040" w:dyaOrig="760">
          <v:shape id="_x0000_i1196" type="#_x0000_t75" style="width:101.9pt;height:38.35pt" o:ole="" fillcolor="window">
            <v:imagedata r:id="rId313" o:title=""/>
          </v:shape>
          <o:OLEObject Type="Embed" ProgID="Equation.DSMT4" ShapeID="_x0000_i1196" DrawAspect="Content" ObjectID="_1654976566" r:id="rId314"/>
        </w:object>
      </w:r>
      <w:r w:rsidR="00632BB0">
        <w:t xml:space="preserve"> </w:t>
      </w:r>
    </w:p>
    <w:p w:rsidR="00632BB0" w:rsidRDefault="00632BB0" w:rsidP="00632BB0">
      <w:pPr>
        <w:pStyle w:val="ISM"/>
        <w:spacing w:after="120"/>
        <w:ind w:left="1267"/>
        <w:rPr>
          <w:u w:val="double"/>
        </w:rPr>
      </w:pPr>
      <w:r>
        <w:t xml:space="preserve"> = </w:t>
      </w:r>
      <w:r>
        <w:rPr>
          <w:u w:val="double"/>
        </w:rPr>
        <w:t>$</w:t>
      </w:r>
      <w:r w:rsidR="00771F9F">
        <w:rPr>
          <w:u w:val="double"/>
        </w:rPr>
        <w:t>17,786.53</w:t>
      </w:r>
    </w:p>
    <w:p w:rsidR="00632BB0" w:rsidRDefault="0045715C" w:rsidP="00632BB0">
      <w:pPr>
        <w:pStyle w:val="ISM"/>
        <w:tabs>
          <w:tab w:val="left" w:pos="900"/>
        </w:tabs>
      </w:pPr>
      <w:r>
        <w:rPr>
          <w:rFonts w:ascii="Times New Roman" w:hAnsi="Times New Roman"/>
          <w:i/>
          <w:noProof/>
          <w:sz w:val="20"/>
          <w:lang w:val="en-US"/>
        </w:rPr>
        <w:pict>
          <v:shape id="AutoShape 325" o:spid="_x0000_s1516" type="#_x0000_t88" style="position:absolute;margin-left:301.35pt;margin-top:1.35pt;width:9.8pt;height:52.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" adj=",10654"/>
        </w:pict>
      </w:r>
      <w:r w:rsidR="00632BB0">
        <w:tab/>
      </w:r>
      <w:r w:rsidR="00632BB0">
        <w:tab/>
      </w:r>
      <w:r w:rsidR="00632BB0" w:rsidRPr="00B30FC9">
        <w:rPr>
          <w:i/>
        </w:rPr>
        <w:t>b.</w:t>
      </w:r>
      <w:r w:rsidR="00632BB0">
        <w:tab/>
      </w:r>
      <w:r w:rsidR="00632BB0" w:rsidRPr="00480120">
        <w:rPr>
          <w:position w:val="-34"/>
        </w:rPr>
        <w:object w:dxaOrig="2240" w:dyaOrig="780">
          <v:shape id="_x0000_i1197" type="#_x0000_t75" style="width:112.2pt;height:38.35pt" o:ole="" fillcolor="window">
            <v:imagedata r:id="rId297" o:title=""/>
          </v:shape>
          <o:OLEObject Type="Embed" ProgID="Equation.3" ShapeID="_x0000_i1197" DrawAspect="Content" ObjectID="_1654976567" r:id="rId315"/>
        </w:object>
      </w:r>
      <w:r w:rsidR="00632BB0">
        <w:t xml:space="preserve"> = $2750</w:t>
      </w:r>
      <w:r w:rsidR="00771F9F" w:rsidRPr="00771F9F">
        <w:rPr>
          <w:position w:val="-32"/>
        </w:rPr>
        <w:object w:dxaOrig="1980" w:dyaOrig="760">
          <v:shape id="_x0000_i1198" type="#_x0000_t75" style="width:100.05pt;height:38.35pt" o:ole="" fillcolor="window">
            <v:imagedata r:id="rId316" o:title=""/>
          </v:shape>
          <o:OLEObject Type="Embed" ProgID="Equation.3" ShapeID="_x0000_i1198" DrawAspect="Content" ObjectID="_1654976568" r:id="rId317"/>
        </w:object>
      </w:r>
    </w:p>
    <w:p w:rsidR="00632BB0" w:rsidRDefault="00632BB0" w:rsidP="00632BB0">
      <w:pPr>
        <w:pStyle w:val="ISM"/>
        <w:spacing w:after="60"/>
        <w:ind w:left="3240"/>
        <w:rPr>
          <w:u w:val="double"/>
        </w:rPr>
      </w:pPr>
      <w:r>
        <w:t xml:space="preserve">= </w:t>
      </w:r>
      <w:r>
        <w:rPr>
          <w:u w:val="double"/>
        </w:rPr>
        <w:t>$</w:t>
      </w:r>
      <w:r w:rsidR="00771F9F">
        <w:rPr>
          <w:u w:val="double"/>
        </w:rPr>
        <w:t>20,454.61</w:t>
      </w:r>
    </w:p>
    <w:p w:rsidR="00632BB0" w:rsidRDefault="0045715C" w:rsidP="00632BB0">
      <w:pPr>
        <w:pStyle w:val="ISM"/>
      </w:pPr>
      <w:r>
        <w:rPr>
          <w:noProof/>
          <w:lang w:val="en-US"/>
        </w:rPr>
        <w:pict>
          <v:shape id="AutoShape 426" o:spid="_x0000_s1092" type="#_x0000_t61" style="position:absolute;margin-left:326.85pt;margin-top:12.05pt;width:131.2pt;height:130.4pt;z-index:251753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" adj="-3054,13119" fillcolor="#cff">
            <v:fill opacity="25443f"/>
            <v:textbox inset="3.6pt,,3.6pt">
              <w:txbxContent>
                <w:p w:rsidR="00F95D40" w:rsidRDefault="00F95D40" w:rsidP="00632BB0">
                  <w:pPr>
                    <w:spacing w:line="300" w:lineRule="exact"/>
                    <w:ind w:right="42"/>
                    <w:jc w:val="right"/>
                  </w:pPr>
                  <w:r>
                    <w:t xml:space="preserve">5.25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17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3500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sym w:font="Symbol" w:char="F02D"/>
                  </w:r>
                  <w:r>
                    <w:t>38,367.94</w:t>
                  </w:r>
                </w:p>
              </w:txbxContent>
            </v:textbox>
            <w10:wrap type="square"/>
          </v:shape>
        </w:pict>
      </w:r>
      <w:r w:rsidR="00632BB0">
        <w:tab/>
        <w:t>11.</w:t>
      </w:r>
      <w:r w:rsidR="00632BB0">
        <w:tab/>
      </w:r>
      <w:proofErr w:type="spellStart"/>
      <w:proofErr w:type="gramStart"/>
      <w:r w:rsidR="00632BB0">
        <w:rPr>
          <w:rFonts w:ascii="Times New Roman" w:hAnsi="Times New Roman"/>
          <w:i/>
        </w:rPr>
        <w:t>i</w:t>
      </w:r>
      <w:proofErr w:type="spellEnd"/>
      <w:proofErr w:type="gramEnd"/>
      <w:r w:rsidR="00632BB0">
        <w:rPr>
          <w:rFonts w:ascii="Times New Roman" w:hAnsi="Times New Roman"/>
          <w:i/>
        </w:rPr>
        <w:t xml:space="preserve"> </w:t>
      </w:r>
      <w:r w:rsidR="00632BB0">
        <w:t xml:space="preserve">= </w:t>
      </w:r>
      <w:r w:rsidR="00632BB0" w:rsidRPr="00480120">
        <w:rPr>
          <w:position w:val="-14"/>
        </w:rPr>
        <w:object w:dxaOrig="560" w:dyaOrig="400">
          <v:shape id="_x0000_i1199" type="#_x0000_t75" style="width:27.1pt;height:20.55pt" o:ole="">
            <v:imagedata r:id="rId318" o:title=""/>
          </v:shape>
          <o:OLEObject Type="Embed" ProgID="Equation.3" ShapeID="_x0000_i1199" DrawAspect="Content" ObjectID="_1654976569" r:id="rId319"/>
        </w:object>
      </w:r>
      <w:r w:rsidR="00632BB0">
        <w:t xml:space="preserve"> = 0.4375%; </w:t>
      </w:r>
      <w:r w:rsidR="00632BB0">
        <w:rPr>
          <w:rFonts w:ascii="Times New Roman" w:hAnsi="Times New Roman"/>
          <w:i/>
        </w:rPr>
        <w:t>n</w:t>
      </w:r>
      <w:r w:rsidR="00632BB0">
        <w:t xml:space="preserve"> = 17; </w:t>
      </w:r>
    </w:p>
    <w:p w:rsidR="00632BB0" w:rsidRDefault="0045715C" w:rsidP="00632BB0">
      <w:pPr>
        <w:pStyle w:val="ISM"/>
      </w:pPr>
      <w:r>
        <w:rPr>
          <w:rFonts w:ascii="Times New Roman" w:hAnsi="Times New Roman"/>
          <w:i/>
          <w:noProof/>
          <w:sz w:val="20"/>
          <w:lang w:val="en-US"/>
        </w:rPr>
        <w:pict>
          <v:shape id="AutoShape 425" o:spid="_x0000_s1503" type="#_x0000_t88" style="position:absolute;margin-left:288.45pt;margin-top:2.55pt;width:13.05pt;height:134.85pt;z-index:251752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"/>
        </w:pict>
      </w:r>
      <w:r w:rsidR="00632BB0">
        <w:rPr>
          <w:rFonts w:ascii="Times New Roman" w:hAnsi="Times New Roman"/>
          <w:i/>
        </w:rPr>
        <w:tab/>
      </w:r>
      <w:r w:rsidR="00632BB0">
        <w:rPr>
          <w:rFonts w:ascii="Times New Roman" w:hAnsi="Times New Roman"/>
          <w:i/>
        </w:rPr>
        <w:tab/>
      </w:r>
      <w:r w:rsidR="00632BB0" w:rsidRPr="00480120">
        <w:rPr>
          <w:position w:val="-28"/>
        </w:rPr>
        <w:object w:dxaOrig="3860" w:dyaOrig="639">
          <v:shape id="_x0000_i1200" type="#_x0000_t75" style="width:192.6pt;height:30.85pt" o:ole="" fillcolor="window">
            <v:imagedata r:id="rId320" o:title=""/>
          </v:shape>
          <o:OLEObject Type="Embed" ProgID="Equation.3" ShapeID="_x0000_i1200" DrawAspect="Content" ObjectID="_1654976570" r:id="rId321"/>
        </w:object>
      </w:r>
      <w:r w:rsidR="00632BB0">
        <w:t xml:space="preserve">= </w:t>
      </w:r>
      <w:r w:rsidR="00632BB0" w:rsidRPr="00480120">
        <w:rPr>
          <w:position w:val="-22"/>
        </w:rPr>
        <w:object w:dxaOrig="340" w:dyaOrig="580">
          <v:shape id="_x0000_i1201" type="#_x0000_t75" style="width:16.85pt;height:29pt" o:ole="" fillcolor="window">
            <v:imagedata r:id="rId322" o:title=""/>
          </v:shape>
          <o:OLEObject Type="Embed" ProgID="Equation.3" ShapeID="_x0000_i1201" DrawAspect="Content" ObjectID="_1654976571" r:id="rId323"/>
        </w:object>
      </w:r>
      <w:r w:rsidR="00632BB0">
        <w:t xml:space="preserve"> = 12</w:t>
      </w:r>
    </w:p>
    <w:p w:rsidR="00632BB0" w:rsidRDefault="00632BB0" w:rsidP="00632BB0">
      <w:pPr>
        <w:pStyle w:val="ISM"/>
      </w:pPr>
      <w:r>
        <w:tab/>
      </w:r>
      <w:r>
        <w:tab/>
      </w:r>
      <w:r w:rsidRPr="00480120">
        <w:rPr>
          <w:spacing w:val="-2"/>
          <w:position w:val="-10"/>
        </w:rPr>
        <w:object w:dxaOrig="1420" w:dyaOrig="380">
          <v:shape id="_x0000_i1202" type="#_x0000_t75" style="width:71.05pt;height:18.7pt" o:ole="" fillcolor="window">
            <v:imagedata r:id="rId289" o:title=""/>
          </v:shape>
          <o:OLEObject Type="Embed" ProgID="Equation.3" ShapeID="_x0000_i1202" DrawAspect="Content" ObjectID="_1654976572" r:id="rId324"/>
        </w:object>
      </w:r>
      <w:r>
        <w:rPr>
          <w:spacing w:val="-2"/>
        </w:rPr>
        <w:t xml:space="preserve"> </w:t>
      </w:r>
      <w:r>
        <w:t xml:space="preserve">= </w:t>
      </w:r>
      <w:r w:rsidR="00BE7B92" w:rsidRPr="00BE7B92">
        <w:rPr>
          <w:position w:val="-14"/>
        </w:rPr>
        <w:object w:dxaOrig="1240" w:dyaOrig="440">
          <v:shape id="_x0000_i1203" type="#_x0000_t75" style="width:62.65pt;height:21.5pt" o:ole="" fillcolor="window">
            <v:imagedata r:id="rId325" o:title=""/>
          </v:shape>
          <o:OLEObject Type="Embed" ProgID="Equation.3" ShapeID="_x0000_i1203" DrawAspect="Content" ObjectID="_1654976573" r:id="rId326"/>
        </w:object>
      </w:r>
      <w:r>
        <w:t>– 1 = 0.05378188</w:t>
      </w:r>
      <w:r w:rsidR="00D847A5">
        <w:t>7</w:t>
      </w:r>
    </w:p>
    <w:p w:rsidR="00632BB0" w:rsidRDefault="00632BB0" w:rsidP="00632BB0">
      <w:pPr>
        <w:pStyle w:val="ISM"/>
        <w:tabs>
          <w:tab w:val="left" w:pos="900"/>
        </w:tabs>
      </w:pPr>
      <w:r>
        <w:tab/>
      </w:r>
      <w:r>
        <w:tab/>
      </w:r>
      <w:proofErr w:type="gramStart"/>
      <w:r w:rsidRPr="009A1E11">
        <w:rPr>
          <w:i/>
        </w:rPr>
        <w:t>a</w:t>
      </w:r>
      <w:proofErr w:type="gramEnd"/>
      <w:r w:rsidRPr="009A1E11">
        <w:rPr>
          <w:i/>
        </w:rPr>
        <w:t>.</w:t>
      </w:r>
      <w:r>
        <w:tab/>
      </w:r>
      <w:r w:rsidRPr="00480120">
        <w:rPr>
          <w:spacing w:val="-2"/>
          <w:position w:val="-34"/>
        </w:rPr>
        <w:object w:dxaOrig="2380" w:dyaOrig="780">
          <v:shape id="_x0000_i1204" type="#_x0000_t75" style="width:117.8pt;height:38.35pt" o:ole="" fillcolor="window">
            <v:imagedata r:id="rId293" o:title=""/>
          </v:shape>
          <o:OLEObject Type="Embed" ProgID="Equation.3" ShapeID="_x0000_i1204" DrawAspect="Content" ObjectID="_1654976574" r:id="rId327"/>
        </w:object>
      </w:r>
      <w:r>
        <w:t xml:space="preserve"> </w:t>
      </w:r>
    </w:p>
    <w:p w:rsidR="00632BB0" w:rsidRDefault="00632BB0" w:rsidP="00632BB0">
      <w:pPr>
        <w:pStyle w:val="ISM"/>
        <w:ind w:left="1260"/>
      </w:pPr>
      <w:r>
        <w:t xml:space="preserve"> = $3500</w:t>
      </w:r>
      <w:r w:rsidR="001E7675" w:rsidRPr="00480120">
        <w:rPr>
          <w:position w:val="-32"/>
        </w:rPr>
        <w:object w:dxaOrig="2080" w:dyaOrig="740">
          <v:shape id="_x0000_i1205" type="#_x0000_t75" style="width:103.8pt;height:36.45pt" o:ole="" fillcolor="window">
            <v:imagedata r:id="rId328" o:title=""/>
          </v:shape>
          <o:OLEObject Type="Embed" ProgID="Equation.3" ShapeID="_x0000_i1205" DrawAspect="Content" ObjectID="_1654976575" r:id="rId329"/>
        </w:object>
      </w:r>
      <w:r>
        <w:t xml:space="preserve"> </w:t>
      </w:r>
    </w:p>
    <w:p w:rsidR="00632BB0" w:rsidRDefault="0045715C" w:rsidP="00632BB0">
      <w:pPr>
        <w:pStyle w:val="ISM"/>
        <w:spacing w:line="360" w:lineRule="auto"/>
        <w:ind w:left="1267"/>
        <w:rPr>
          <w:u w:val="double"/>
        </w:rPr>
      </w:pPr>
      <w:r>
        <w:rPr>
          <w:noProof/>
          <w:lang w:val="en-US"/>
        </w:rPr>
        <w:pict>
          <v:shape id="AutoShape 327" o:spid="_x0000_s1093" type="#_x0000_t61" style="position:absolute;left:0;text-align:left;margin-left:334.25pt;margin-top:15.75pt;width:108.65pt;height:85.4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" adj="-16342,12381" fillcolor="#cff">
            <v:fill opacity="25443f"/>
            <v:textbox inset="3.6pt,,3.6pt">
              <w:txbxContent>
                <w:p w:rsidR="00F95D40" w:rsidRDefault="00F95D40" w:rsidP="00632BB0">
                  <w:pPr>
                    <w:spacing w:line="260" w:lineRule="exact"/>
                    <w:ind w:left="-86" w:right="43"/>
                    <w:jc w:val="right"/>
                    <w:rPr>
                      <w:rFonts w:cs="Arial"/>
                      <w:i/>
                      <w:iCs/>
                    </w:rPr>
                  </w:pPr>
                  <w:r w:rsidRPr="00EC6A78">
                    <w:rPr>
                      <w:rFonts w:cs="Arial"/>
                    </w:rPr>
                    <w:t xml:space="preserve">Same </w:t>
                  </w:r>
                  <w:r w:rsidRPr="00EC6A78">
                    <w:rPr>
                      <w:rFonts w:cs="Arial"/>
                      <w:i/>
                      <w:iCs/>
                    </w:rPr>
                    <w:t>I/Y</w:t>
                  </w:r>
                  <w:r w:rsidRPr="00EC6A78">
                    <w:rPr>
                      <w:rFonts w:cs="Arial"/>
                    </w:rPr>
                    <w:t xml:space="preserve">, </w:t>
                  </w:r>
                  <w:r w:rsidRPr="00EC6A78">
                    <w:rPr>
                      <w:rFonts w:cs="Arial"/>
                      <w:i/>
                      <w:iCs/>
                    </w:rPr>
                    <w:t>P/Y, C/Y</w:t>
                  </w:r>
                </w:p>
                <w:p w:rsidR="00F95D40" w:rsidRPr="00EC6A78" w:rsidRDefault="00F95D40" w:rsidP="00632BB0">
                  <w:pPr>
                    <w:spacing w:line="260" w:lineRule="exact"/>
                    <w:ind w:left="-86" w:right="43"/>
                    <w:jc w:val="right"/>
                    <w:rPr>
                      <w:rFonts w:cs="Arial"/>
                      <w:i/>
                      <w:iCs/>
                    </w:rPr>
                  </w:pPr>
                  <w:r w:rsidRPr="00EC6A78">
                    <w:rPr>
                      <w:rFonts w:cs="Arial"/>
                    </w:rPr>
                    <w:t xml:space="preserve">Same </w:t>
                  </w:r>
                  <w:r w:rsidRPr="00EC6A78">
                    <w:rPr>
                      <w:rFonts w:cs="Arial"/>
                      <w:i/>
                      <w:iCs/>
                    </w:rPr>
                    <w:t xml:space="preserve">PMT, </w:t>
                  </w:r>
                  <w:r>
                    <w:rPr>
                      <w:rFonts w:cs="Arial"/>
                      <w:i/>
                      <w:iCs/>
                    </w:rPr>
                    <w:t>N</w:t>
                  </w:r>
                  <w:r w:rsidRPr="00EC6A78">
                    <w:rPr>
                      <w:rFonts w:cs="Arial"/>
                      <w:i/>
                      <w:iCs/>
                    </w:rPr>
                    <w:t>,</w:t>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-93,482.61</w:t>
                  </w:r>
                </w:p>
              </w:txbxContent>
            </v:textbox>
            <w10:wrap type="square"/>
          </v:shape>
        </w:pict>
      </w:r>
      <w:r w:rsidR="00632BB0">
        <w:t xml:space="preserve"> = </w:t>
      </w:r>
      <w:r w:rsidR="00632BB0">
        <w:rPr>
          <w:u w:val="double"/>
        </w:rPr>
        <w:t>$38,367.94</w:t>
      </w:r>
    </w:p>
    <w:p w:rsidR="00632BB0" w:rsidRDefault="0045715C" w:rsidP="00632BB0">
      <w:pPr>
        <w:pStyle w:val="ISM"/>
        <w:tabs>
          <w:tab w:val="left" w:pos="900"/>
        </w:tabs>
      </w:pPr>
      <w:r>
        <w:rPr>
          <w:rFonts w:ascii="Times New Roman" w:hAnsi="Times New Roman"/>
          <w:i/>
          <w:noProof/>
          <w:sz w:val="20"/>
          <w:lang w:val="en-US"/>
        </w:rPr>
        <w:pict>
          <v:shape id="AutoShape 324" o:spid="_x0000_s1496" type="#_x0000_t88" style="position:absolute;margin-left:227.15pt;margin-top:2.4pt;width:15.95pt;height:85.4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"/>
        </w:pict>
      </w:r>
      <w:r w:rsidR="00632BB0">
        <w:tab/>
      </w:r>
      <w:r w:rsidR="00632BB0">
        <w:tab/>
      </w:r>
      <w:proofErr w:type="gramStart"/>
      <w:r w:rsidR="00632BB0" w:rsidRPr="009A1E11">
        <w:rPr>
          <w:i/>
        </w:rPr>
        <w:t>b</w:t>
      </w:r>
      <w:proofErr w:type="gramEnd"/>
      <w:r w:rsidR="00632BB0" w:rsidRPr="009A1E11">
        <w:rPr>
          <w:i/>
        </w:rPr>
        <w:t>.</w:t>
      </w:r>
      <w:r w:rsidR="00632BB0">
        <w:tab/>
      </w:r>
      <w:r w:rsidR="00632BB0" w:rsidRPr="00480120">
        <w:rPr>
          <w:position w:val="-34"/>
        </w:rPr>
        <w:object w:dxaOrig="2240" w:dyaOrig="780">
          <v:shape id="_x0000_i1206" type="#_x0000_t75" style="width:112.2pt;height:38.35pt" o:ole="" fillcolor="window">
            <v:imagedata r:id="rId297" o:title=""/>
          </v:shape>
          <o:OLEObject Type="Embed" ProgID="Equation.3" ShapeID="_x0000_i1206" DrawAspect="Content" ObjectID="_1654976576" r:id="rId330"/>
        </w:object>
      </w:r>
      <w:r w:rsidR="00632BB0">
        <w:t xml:space="preserve"> </w:t>
      </w:r>
    </w:p>
    <w:p w:rsidR="00632BB0" w:rsidRDefault="00632BB0" w:rsidP="00632BB0">
      <w:pPr>
        <w:pStyle w:val="ISM"/>
        <w:ind w:left="1260"/>
      </w:pPr>
      <w:r>
        <w:t xml:space="preserve"> = $3500</w:t>
      </w:r>
      <w:r w:rsidR="00BA606B" w:rsidRPr="00480120">
        <w:rPr>
          <w:position w:val="-32"/>
        </w:rPr>
        <w:object w:dxaOrig="1980" w:dyaOrig="740">
          <v:shape id="_x0000_i1207" type="#_x0000_t75" style="width:98.2pt;height:36.45pt" o:ole="" fillcolor="window">
            <v:imagedata r:id="rId331" o:title=""/>
          </v:shape>
          <o:OLEObject Type="Embed" ProgID="Equation.3" ShapeID="_x0000_i1207" DrawAspect="Content" ObjectID="_1654976577" r:id="rId332"/>
        </w:object>
      </w:r>
      <w:r>
        <w:t xml:space="preserve"> </w:t>
      </w:r>
    </w:p>
    <w:p w:rsidR="00632BB0" w:rsidRDefault="00632BB0" w:rsidP="00632BB0">
      <w:pPr>
        <w:pStyle w:val="ISM"/>
        <w:spacing w:after="240"/>
        <w:ind w:left="1260"/>
      </w:pPr>
      <w:r>
        <w:t xml:space="preserve"> = </w:t>
      </w:r>
      <w:r>
        <w:rPr>
          <w:u w:val="double"/>
        </w:rPr>
        <w:t>$93,482.61</w:t>
      </w:r>
    </w:p>
    <w:p w:rsidR="00904782" w:rsidRPr="00CA19EF" w:rsidRDefault="00B85BEC" w:rsidP="00CA19EF">
      <w:pPr>
        <w:pStyle w:val="ISM"/>
        <w:spacing w:after="120"/>
        <w:rPr>
          <w:b/>
          <w:i/>
          <w:sz w:val="24"/>
        </w:rPr>
      </w:pPr>
      <w:r w:rsidRPr="00080A03">
        <w:t>13.</w:t>
      </w:r>
      <w:r>
        <w:rPr>
          <w:b/>
          <w:sz w:val="24"/>
        </w:rPr>
        <w:t xml:space="preserve"> </w:t>
      </w:r>
      <w:r>
        <w:t>Given:</w:t>
      </w:r>
      <w:r w:rsidRPr="00EA1A5B">
        <w:rPr>
          <w:rFonts w:ascii="Times New Roman" w:hAnsi="Times New Roman"/>
          <w:i/>
        </w:rPr>
        <w:t xml:space="preserve"> </w:t>
      </w:r>
      <w:r>
        <w:rPr>
          <w:rFonts w:ascii="Times New Roman" w:hAnsi="Times New Roman"/>
          <w:i/>
        </w:rPr>
        <w:t>PMT</w:t>
      </w:r>
      <w:r>
        <w:t xml:space="preserve"> = $352; Term = 4 years; </w:t>
      </w:r>
      <w:r>
        <w:rPr>
          <w:rFonts w:ascii="Times New Roman" w:hAnsi="Times New Roman"/>
          <w:i/>
        </w:rPr>
        <w:t xml:space="preserve">j </w:t>
      </w:r>
      <w:r>
        <w:t xml:space="preserve">= 7.55%; </w:t>
      </w:r>
      <w:r>
        <w:rPr>
          <w:rFonts w:ascii="Times New Roman" w:hAnsi="Times New Roman"/>
          <w:i/>
        </w:rPr>
        <w:t xml:space="preserve">m </w:t>
      </w:r>
      <w:r>
        <w:t xml:space="preserve">= </w:t>
      </w:r>
      <w:r w:rsidR="00E22142">
        <w:t>2</w:t>
      </w:r>
    </w:p>
    <w:p w:rsidR="00B85BEC" w:rsidRDefault="00B85BEC" w:rsidP="00B85BEC">
      <w:pPr>
        <w:pStyle w:val="ISM"/>
        <w:tabs>
          <w:tab w:val="left" w:pos="900"/>
        </w:tabs>
      </w:pPr>
      <w:r>
        <w:tab/>
      </w:r>
      <w:r>
        <w:tab/>
        <w:t xml:space="preserve">Then </w:t>
      </w:r>
      <w:proofErr w:type="spellStart"/>
      <w:r>
        <w:rPr>
          <w:rFonts w:ascii="Times New Roman" w:hAnsi="Times New Roman"/>
          <w:i/>
        </w:rPr>
        <w:t>i</w:t>
      </w:r>
      <w:proofErr w:type="spellEnd"/>
      <w:r>
        <w:rPr>
          <w:rFonts w:ascii="Times New Roman" w:hAnsi="Times New Roman"/>
          <w:i/>
        </w:rPr>
        <w:t xml:space="preserve"> </w:t>
      </w:r>
      <w:r>
        <w:t xml:space="preserve">= </w:t>
      </w:r>
      <w:r w:rsidR="005F2A74" w:rsidRPr="00B85BEC">
        <w:rPr>
          <w:position w:val="-12"/>
        </w:rPr>
        <w:object w:dxaOrig="480" w:dyaOrig="360">
          <v:shape id="_x0000_i1208" type="#_x0000_t75" style="width:24.3pt;height:18.7pt" o:ole="">
            <v:imagedata r:id="rId333" o:title=""/>
          </v:shape>
          <o:OLEObject Type="Embed" ProgID="Equation.3" ShapeID="_x0000_i1208" DrawAspect="Content" ObjectID="_1654976578" r:id="rId334"/>
        </w:object>
      </w:r>
      <w:r>
        <w:t xml:space="preserve"> = 3.775%; </w:t>
      </w:r>
      <w:r>
        <w:rPr>
          <w:rFonts w:ascii="Times New Roman" w:hAnsi="Times New Roman"/>
          <w:i/>
        </w:rPr>
        <w:t>n</w:t>
      </w:r>
      <w:r>
        <w:t xml:space="preserve"> = 12(4) = 48; </w:t>
      </w:r>
    </w:p>
    <w:p w:rsidR="00B85BEC" w:rsidRDefault="0045715C" w:rsidP="00B85BEC">
      <w:pPr>
        <w:pStyle w:val="ISM"/>
        <w:tabs>
          <w:tab w:val="left" w:pos="900"/>
        </w:tabs>
      </w:pPr>
      <w:r>
        <w:rPr>
          <w:noProof/>
          <w:lang w:val="en-US"/>
        </w:rPr>
        <w:pict>
          <v:shape id="AutoShape 478" o:spid="_x0000_s1094" type="#_x0000_t61" style="position:absolute;margin-left:337.05pt;margin-top:13.3pt;width:131.2pt;height:131.7pt;z-index:251812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" adj="-4341,9160" fillcolor="#cff">
            <v:fill opacity="25443f"/>
            <v:textbox inset="3.6pt,,3.6pt">
              <w:txbxContent>
                <w:p w:rsidR="00F95D40" w:rsidRDefault="00F95D40" w:rsidP="00B85BEC">
                  <w:pPr>
                    <w:spacing w:line="300" w:lineRule="exact"/>
                    <w:ind w:right="42"/>
                    <w:jc w:val="right"/>
                  </w:pPr>
                  <w:r>
                    <w:t xml:space="preserve">7.55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B85BEC">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B85BEC">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B85BEC">
                  <w:pPr>
                    <w:spacing w:line="300" w:lineRule="exact"/>
                    <w:ind w:right="42"/>
                    <w:jc w:val="right"/>
                    <w:rPr>
                      <w:spacing w:val="-2"/>
                      <w:bdr w:val="single" w:sz="12" w:space="0" w:color="auto"/>
                      <w:shd w:val="clear" w:color="auto" w:fill="C0C0C0"/>
                    </w:rPr>
                  </w:pPr>
                  <w:r>
                    <w:t xml:space="preserve">48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B85BEC">
                  <w:pPr>
                    <w:spacing w:line="300" w:lineRule="exact"/>
                    <w:ind w:right="42"/>
                    <w:jc w:val="right"/>
                  </w:pPr>
                  <w:r>
                    <w:t xml:space="preserve">352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B85BEC">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B85BEC">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B85BEC">
                  <w:pPr>
                    <w:spacing w:line="320" w:lineRule="exact"/>
                    <w:ind w:right="42"/>
                    <w:jc w:val="right"/>
                  </w:pPr>
                  <w:r>
                    <w:rPr>
                      <w:i/>
                      <w:iCs/>
                    </w:rPr>
                    <w:t>Ans</w:t>
                  </w:r>
                  <w:r>
                    <w:t xml:space="preserve">: </w:t>
                  </w:r>
                  <w:r w:rsidRPr="00157DC6">
                    <w:t>–1</w:t>
                  </w:r>
                  <w:r>
                    <w:t>4576.73</w:t>
                  </w:r>
                </w:p>
              </w:txbxContent>
            </v:textbox>
            <w10:wrap type="square"/>
          </v:shape>
        </w:pict>
      </w:r>
      <w:r>
        <w:rPr>
          <w:rFonts w:ascii="Times New Roman" w:hAnsi="Times New Roman"/>
          <w:i/>
          <w:noProof/>
          <w:sz w:val="20"/>
          <w:lang w:val="en-US"/>
        </w:rPr>
        <w:pict>
          <v:shape id="AutoShape 477" o:spid="_x0000_s1483" type="#_x0000_t88" style="position:absolute;margin-left:290.85pt;margin-top:.55pt;width:13.05pt;height:134.85pt;z-index:251811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"/>
        </w:pict>
      </w:r>
      <w:r w:rsidR="00B85BEC">
        <w:rPr>
          <w:rFonts w:ascii="Times New Roman" w:hAnsi="Times New Roman"/>
          <w:i/>
        </w:rPr>
        <w:tab/>
      </w:r>
      <w:r w:rsidR="00B85BEC">
        <w:rPr>
          <w:rFonts w:ascii="Times New Roman" w:hAnsi="Times New Roman"/>
          <w:i/>
        </w:rPr>
        <w:tab/>
      </w:r>
      <w:r w:rsidR="00B85BEC">
        <w:rPr>
          <w:rFonts w:ascii="Times New Roman" w:hAnsi="Times New Roman"/>
          <w:i/>
        </w:rPr>
        <w:tab/>
      </w:r>
      <w:r w:rsidR="00B85BEC" w:rsidRPr="00EA1A5B">
        <w:rPr>
          <w:position w:val="-26"/>
        </w:rPr>
        <w:object w:dxaOrig="3800" w:dyaOrig="620">
          <v:shape id="_x0000_i1209" type="#_x0000_t75" style="width:191.7pt;height:30.85pt" o:ole="" fillcolor="window">
            <v:imagedata r:id="rId285" o:title=""/>
          </v:shape>
          <o:OLEObject Type="Embed" ProgID="Equation.3" ShapeID="_x0000_i1209" DrawAspect="Content" ObjectID="_1654976579" r:id="rId335"/>
        </w:object>
      </w:r>
      <w:r w:rsidR="00B85BEC">
        <w:t xml:space="preserve">= </w:t>
      </w:r>
      <w:r w:rsidR="005F2A74" w:rsidRPr="00B85BEC">
        <w:rPr>
          <w:position w:val="-24"/>
        </w:rPr>
        <w:object w:dxaOrig="320" w:dyaOrig="620">
          <v:shape id="_x0000_i1210" type="#_x0000_t75" style="width:15.9pt;height:30.85pt" o:ole="" fillcolor="window">
            <v:imagedata r:id="rId336" o:title=""/>
          </v:shape>
          <o:OLEObject Type="Embed" ProgID="Equation.3" ShapeID="_x0000_i1210" DrawAspect="Content" ObjectID="_1654976580" r:id="rId337"/>
        </w:object>
      </w:r>
      <w:r w:rsidR="00B85BEC">
        <w:t xml:space="preserve"> = </w:t>
      </w:r>
      <w:r w:rsidR="005F2A74" w:rsidRPr="005F2A74">
        <w:rPr>
          <w:position w:val="-6"/>
        </w:rPr>
        <w:object w:dxaOrig="480" w:dyaOrig="340">
          <v:shape id="_x0000_i1211" type="#_x0000_t75" style="width:24.3pt;height:16.85pt" o:ole="">
            <v:imagedata r:id="rId338" o:title=""/>
          </v:shape>
          <o:OLEObject Type="Embed" ProgID="Equation.3" ShapeID="_x0000_i1211" DrawAspect="Content" ObjectID="_1654976581" r:id="rId339"/>
        </w:object>
      </w:r>
    </w:p>
    <w:p w:rsidR="00B85BEC" w:rsidRDefault="00B85BEC" w:rsidP="00B85BEC">
      <w:pPr>
        <w:pStyle w:val="ISM"/>
        <w:tabs>
          <w:tab w:val="left" w:pos="900"/>
        </w:tabs>
      </w:pPr>
      <w:r>
        <w:tab/>
      </w:r>
      <w:r>
        <w:tab/>
      </w:r>
      <w:r>
        <w:tab/>
      </w:r>
      <w:r w:rsidRPr="00480120">
        <w:rPr>
          <w:spacing w:val="-2"/>
          <w:position w:val="-10"/>
        </w:rPr>
        <w:object w:dxaOrig="1420" w:dyaOrig="380">
          <v:shape id="_x0000_i1212" type="#_x0000_t75" style="width:71.05pt;height:18.7pt" o:ole="" fillcolor="window">
            <v:imagedata r:id="rId289" o:title=""/>
          </v:shape>
          <o:OLEObject Type="Embed" ProgID="Equation.3" ShapeID="_x0000_i1212" DrawAspect="Content" ObjectID="_1654976582" r:id="rId340"/>
        </w:object>
      </w:r>
      <w:r>
        <w:rPr>
          <w:spacing w:val="-2"/>
        </w:rPr>
        <w:t xml:space="preserve"> </w:t>
      </w:r>
      <w:r>
        <w:t xml:space="preserve">= </w:t>
      </w:r>
      <w:r w:rsidR="00B94F1A" w:rsidRPr="00B94F1A">
        <w:rPr>
          <w:position w:val="-14"/>
        </w:rPr>
        <w:object w:dxaOrig="1240" w:dyaOrig="460">
          <v:shape id="_x0000_i1213" type="#_x0000_t75" style="width:62.65pt;height:23.4pt" o:ole="" fillcolor="window">
            <v:imagedata r:id="rId341" o:title=""/>
          </v:shape>
          <o:OLEObject Type="Embed" ProgID="Equation.3" ShapeID="_x0000_i1213" DrawAspect="Content" ObjectID="_1654976583" r:id="rId342"/>
        </w:object>
      </w:r>
      <w:r w:rsidR="005F2A74">
        <w:t>– 1 = 0.006194928</w:t>
      </w:r>
    </w:p>
    <w:p w:rsidR="00B85BEC" w:rsidRDefault="00B85BEC" w:rsidP="00B85BEC">
      <w:pPr>
        <w:pStyle w:val="ISM"/>
        <w:tabs>
          <w:tab w:val="left" w:pos="900"/>
        </w:tabs>
      </w:pPr>
      <w:r>
        <w:tab/>
      </w:r>
      <w:r>
        <w:tab/>
      </w:r>
      <w:r w:rsidR="005F2A74">
        <w:rPr>
          <w:i/>
        </w:rPr>
        <w:tab/>
      </w:r>
      <w:r w:rsidRPr="00480120">
        <w:rPr>
          <w:spacing w:val="-2"/>
          <w:position w:val="-34"/>
        </w:rPr>
        <w:object w:dxaOrig="2380" w:dyaOrig="780">
          <v:shape id="_x0000_i1214" type="#_x0000_t75" style="width:117.8pt;height:38.35pt" o:ole="" fillcolor="window">
            <v:imagedata r:id="rId293" o:title=""/>
          </v:shape>
          <o:OLEObject Type="Embed" ProgID="Equation.3" ShapeID="_x0000_i1214" DrawAspect="Content" ObjectID="_1654976584" r:id="rId343"/>
        </w:object>
      </w:r>
      <w:r>
        <w:t xml:space="preserve"> </w:t>
      </w:r>
    </w:p>
    <w:p w:rsidR="00B85BEC" w:rsidRDefault="00B85BEC" w:rsidP="00B85BEC">
      <w:pPr>
        <w:pStyle w:val="ISM"/>
        <w:ind w:left="1260"/>
      </w:pPr>
      <w:r>
        <w:t xml:space="preserve"> = $</w:t>
      </w:r>
      <w:r w:rsidR="005F2A74">
        <w:t>352</w:t>
      </w:r>
      <w:r w:rsidR="005F2A74" w:rsidRPr="00480120">
        <w:rPr>
          <w:position w:val="-32"/>
        </w:rPr>
        <w:object w:dxaOrig="2120" w:dyaOrig="760">
          <v:shape id="_x0000_i1215" type="#_x0000_t75" style="width:105.65pt;height:37.4pt" o:ole="" fillcolor="window">
            <v:imagedata r:id="rId344" o:title=""/>
          </v:shape>
          <o:OLEObject Type="Embed" ProgID="Equation.3" ShapeID="_x0000_i1215" DrawAspect="Content" ObjectID="_1654976585" r:id="rId345"/>
        </w:object>
      </w:r>
      <w:r>
        <w:t xml:space="preserve"> </w:t>
      </w:r>
    </w:p>
    <w:p w:rsidR="00B85BEC" w:rsidRPr="005F2A74" w:rsidRDefault="00B85BEC" w:rsidP="009C6E0F">
      <w:pPr>
        <w:pStyle w:val="ISM"/>
        <w:ind w:left="1267"/>
        <w:rPr>
          <w:szCs w:val="22"/>
          <w:u w:val="double"/>
        </w:rPr>
      </w:pPr>
      <w:r w:rsidRPr="005F2A74">
        <w:rPr>
          <w:szCs w:val="22"/>
        </w:rPr>
        <w:t xml:space="preserve"> = </w:t>
      </w:r>
      <w:r w:rsidR="005F2A74" w:rsidRPr="00E22142">
        <w:rPr>
          <w:szCs w:val="22"/>
        </w:rPr>
        <w:t>$14,576.73</w:t>
      </w:r>
    </w:p>
    <w:p w:rsidR="00904782" w:rsidRPr="00CA19EF" w:rsidRDefault="000D7C1C" w:rsidP="00CA19EF">
      <w:pPr>
        <w:pStyle w:val="ISM"/>
        <w:spacing w:after="120"/>
        <w:rPr>
          <w:szCs w:val="22"/>
          <w:u w:val="double"/>
        </w:rPr>
      </w:pPr>
      <w:r>
        <w:rPr>
          <w:szCs w:val="22"/>
        </w:rPr>
        <w:lastRenderedPageBreak/>
        <w:tab/>
      </w:r>
      <w:r>
        <w:rPr>
          <w:szCs w:val="22"/>
        </w:rPr>
        <w:tab/>
      </w:r>
      <w:r w:rsidR="00E537D3" w:rsidRPr="00CA19EF">
        <w:rPr>
          <w:szCs w:val="22"/>
        </w:rPr>
        <w:t>The purchase price of the car including the $1200 down</w:t>
      </w:r>
      <w:r w:rsidR="0039154A">
        <w:rPr>
          <w:szCs w:val="22"/>
        </w:rPr>
        <w:t xml:space="preserve"> </w:t>
      </w:r>
      <w:r w:rsidR="00E537D3" w:rsidRPr="00CA19EF">
        <w:rPr>
          <w:szCs w:val="22"/>
        </w:rPr>
        <w:t xml:space="preserve">payment is </w:t>
      </w:r>
      <w:r w:rsidR="00E537D3" w:rsidRPr="00CA19EF">
        <w:rPr>
          <w:szCs w:val="22"/>
          <w:u w:val="double"/>
        </w:rPr>
        <w:t>$15,776.73</w:t>
      </w:r>
    </w:p>
    <w:p w:rsidR="009C6E0F" w:rsidRDefault="009C6E0F" w:rsidP="00632BB0">
      <w:pPr>
        <w:pStyle w:val="ISMab"/>
      </w:pPr>
    </w:p>
    <w:p w:rsidR="00632BB0" w:rsidRDefault="0045715C" w:rsidP="00632BB0">
      <w:pPr>
        <w:pStyle w:val="ISMab"/>
      </w:pPr>
      <w:r>
        <w:rPr>
          <w:noProof/>
          <w:lang w:val="en-US"/>
        </w:rPr>
        <w:pict>
          <v:shape id="AutoShape 369" o:spid="_x0000_s1095" type="#_x0000_t61" style="position:absolute;margin-left:352.65pt;margin-top:4.9pt;width:114pt;height:129.5pt;z-index:25169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" adj="-12411,4378" fillcolor="#cff">
            <v:fill opacity="25443f"/>
            <v:textbox inset="3.6pt,,3.6pt">
              <w:txbxContent>
                <w:p w:rsidR="00F95D40" w:rsidRDefault="00F95D40" w:rsidP="00632BB0">
                  <w:pPr>
                    <w:spacing w:line="300" w:lineRule="exact"/>
                    <w:ind w:right="42"/>
                    <w:jc w:val="right"/>
                  </w:pPr>
                  <w:r>
                    <w:t xml:space="preserve">4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632BB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w:t>
                  </w:r>
                </w:p>
                <w:p w:rsidR="00F95D40" w:rsidRDefault="00F95D40" w:rsidP="00632BB0">
                  <w:pPr>
                    <w:spacing w:line="300" w:lineRule="exact"/>
                    <w:ind w:right="42"/>
                    <w:jc w:val="right"/>
                    <w:rPr>
                      <w:spacing w:val="-2"/>
                      <w:bdr w:val="single" w:sz="12" w:space="0" w:color="auto"/>
                      <w:shd w:val="clear" w:color="auto" w:fill="C0C0C0"/>
                    </w:rPr>
                  </w:pPr>
                  <w:r>
                    <w:t xml:space="preserve">16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5000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sym w:font="Symbol" w:char="F02D"/>
                  </w:r>
                  <w:r>
                    <w:t>6863.93</w:t>
                  </w:r>
                </w:p>
              </w:txbxContent>
            </v:textbox>
            <w10:wrap type="square"/>
          </v:shape>
        </w:pict>
      </w:r>
      <w:r w:rsidR="00632BB0">
        <w:tab/>
        <w:t>1</w:t>
      </w:r>
      <w:r w:rsidR="005F2A74">
        <w:t>5</w:t>
      </w:r>
      <w:r w:rsidR="00632BB0">
        <w:t>.</w:t>
      </w:r>
      <w:r w:rsidR="00632BB0">
        <w:tab/>
        <w:t>Given</w:t>
      </w:r>
      <w:r w:rsidR="00632BB0">
        <w:rPr>
          <w:rFonts w:ascii="Times New Roman" w:hAnsi="Times New Roman"/>
          <w:i/>
          <w:iCs/>
        </w:rPr>
        <w:t>:</w:t>
      </w:r>
      <w:r w:rsidR="005F2A74" w:rsidRPr="005F2A74">
        <w:rPr>
          <w:rFonts w:ascii="Times New Roman" w:hAnsi="Times New Roman"/>
          <w:i/>
          <w:iCs/>
          <w:position w:val="-12"/>
        </w:rPr>
        <w:object w:dxaOrig="620" w:dyaOrig="360">
          <v:shape id="_x0000_i1216" type="#_x0000_t75" style="width:30.85pt;height:18.7pt" o:ole="">
            <v:imagedata r:id="rId346" o:title=""/>
          </v:shape>
          <o:OLEObject Type="Embed" ProgID="Equation.3" ShapeID="_x0000_i1216" DrawAspect="Content" ObjectID="_1654976586" r:id="rId347"/>
        </w:object>
      </w:r>
      <w:r w:rsidR="00632BB0">
        <w:rPr>
          <w:rFonts w:cs="Arial"/>
        </w:rPr>
        <w:t xml:space="preserve"> = </w:t>
      </w:r>
      <w:r w:rsidR="005F2A74">
        <w:rPr>
          <w:rFonts w:cs="Arial"/>
        </w:rPr>
        <w:t>2.0</w:t>
      </w:r>
      <w:r w:rsidR="00632BB0">
        <w:rPr>
          <w:rFonts w:cs="Arial"/>
        </w:rPr>
        <w:t>%</w:t>
      </w:r>
      <w:r w:rsidR="00632BB0">
        <w:rPr>
          <w:rFonts w:ascii="Times New Roman" w:hAnsi="Times New Roman"/>
          <w:i/>
          <w:iCs/>
        </w:rPr>
        <w:t xml:space="preserve"> </w:t>
      </w:r>
    </w:p>
    <w:p w:rsidR="00632BB0" w:rsidRDefault="00632BB0" w:rsidP="00632BB0">
      <w:pPr>
        <w:pStyle w:val="ISMab"/>
        <w:spacing w:after="120"/>
      </w:pPr>
      <w:r>
        <w:rPr>
          <w:i/>
        </w:rPr>
        <w:tab/>
      </w:r>
      <w:r>
        <w:rPr>
          <w:i/>
        </w:rPr>
        <w:tab/>
        <w:t>a</w:t>
      </w:r>
      <w:r>
        <w:t>.</w:t>
      </w:r>
      <w:r>
        <w:tab/>
      </w:r>
      <w:r>
        <w:rPr>
          <w:rFonts w:ascii="Times New Roman" w:hAnsi="Times New Roman"/>
          <w:i/>
        </w:rPr>
        <w:t>FV</w:t>
      </w:r>
      <w:r>
        <w:t xml:space="preserve"> = </w:t>
      </w:r>
      <w:r>
        <w:rPr>
          <w:rFonts w:ascii="Times New Roman" w:hAnsi="Times New Roman"/>
          <w:i/>
        </w:rPr>
        <w:t>PV</w:t>
      </w:r>
      <w:r w:rsidRPr="00480120">
        <w:rPr>
          <w:position w:val="-10"/>
        </w:rPr>
        <w:object w:dxaOrig="660" w:dyaOrig="380">
          <v:shape id="_x0000_i1217" type="#_x0000_t75" style="width:33.65pt;height:18.7pt" o:ole="" fillcolor="window">
            <v:imagedata r:id="rId348" o:title=""/>
          </v:shape>
          <o:OLEObject Type="Embed" ProgID="Equation.3" ShapeID="_x0000_i1217" DrawAspect="Content" ObjectID="_1654976587" r:id="rId349"/>
        </w:object>
      </w:r>
      <w:r>
        <w:t xml:space="preserve"> = $5000</w:t>
      </w:r>
      <w:r w:rsidR="005F2A74" w:rsidRPr="00480120">
        <w:rPr>
          <w:position w:val="-10"/>
        </w:rPr>
        <w:object w:dxaOrig="740" w:dyaOrig="380">
          <v:shape id="_x0000_i1218" type="#_x0000_t75" style="width:36.45pt;height:18.7pt" o:ole="" fillcolor="window">
            <v:imagedata r:id="rId350" o:title=""/>
          </v:shape>
          <o:OLEObject Type="Embed" ProgID="Equation.3" ShapeID="_x0000_i1218" DrawAspect="Content" ObjectID="_1654976588" r:id="rId351"/>
        </w:object>
      </w:r>
      <w:r>
        <w:t xml:space="preserve"> = </w:t>
      </w:r>
      <w:r>
        <w:rPr>
          <w:u w:val="double"/>
        </w:rPr>
        <w:t>$</w:t>
      </w:r>
      <w:r w:rsidR="005F2A74">
        <w:rPr>
          <w:u w:val="double"/>
        </w:rPr>
        <w:t>6863.93</w:t>
      </w:r>
    </w:p>
    <w:p w:rsidR="00632BB0" w:rsidRDefault="00632BB0" w:rsidP="00632BB0">
      <w:pPr>
        <w:pStyle w:val="ISMab"/>
      </w:pPr>
      <w:r>
        <w:tab/>
      </w:r>
      <w:r>
        <w:tab/>
      </w:r>
      <w:r>
        <w:rPr>
          <w:i/>
        </w:rPr>
        <w:t>b</w:t>
      </w:r>
      <w:r>
        <w:t>.</w:t>
      </w:r>
      <w:r>
        <w:tab/>
      </w:r>
      <w:r>
        <w:rPr>
          <w:rFonts w:ascii="Times New Roman" w:hAnsi="Times New Roman"/>
          <w:i/>
        </w:rPr>
        <w:t>PMT</w:t>
      </w:r>
      <w:r>
        <w:t xml:space="preserve"> = $900; </w:t>
      </w:r>
      <w:proofErr w:type="spellStart"/>
      <w:r>
        <w:rPr>
          <w:rFonts w:ascii="Times New Roman" w:hAnsi="Times New Roman"/>
          <w:i/>
        </w:rPr>
        <w:t>i</w:t>
      </w:r>
      <w:proofErr w:type="spellEnd"/>
      <w:r>
        <w:rPr>
          <w:rFonts w:ascii="Times New Roman" w:hAnsi="Times New Roman"/>
          <w:i/>
        </w:rPr>
        <w:t xml:space="preserve"> </w:t>
      </w:r>
      <w:r>
        <w:t xml:space="preserve">= </w:t>
      </w:r>
      <w:r w:rsidR="005F2A74" w:rsidRPr="005F2A74">
        <w:rPr>
          <w:position w:val="-12"/>
        </w:rPr>
        <w:object w:dxaOrig="300" w:dyaOrig="360">
          <v:shape id="_x0000_i1219" type="#_x0000_t75" style="width:14.95pt;height:18.7pt" o:ole="">
            <v:imagedata r:id="rId352" o:title=""/>
          </v:shape>
          <o:OLEObject Type="Embed" ProgID="Equation.3" ShapeID="_x0000_i1219" DrawAspect="Content" ObjectID="_1654976589" r:id="rId353"/>
        </w:object>
      </w:r>
      <w:r>
        <w:t xml:space="preserve"> = </w:t>
      </w:r>
      <w:r w:rsidR="005F2A74">
        <w:t>2.0</w:t>
      </w:r>
      <w:r>
        <w:t xml:space="preserve">%; </w:t>
      </w:r>
      <w:r>
        <w:rPr>
          <w:rFonts w:ascii="Times New Roman" w:hAnsi="Times New Roman"/>
          <w:i/>
        </w:rPr>
        <w:t>n</w:t>
      </w:r>
      <w:r>
        <w:t xml:space="preserve"> = 8; </w:t>
      </w:r>
      <w:r w:rsidRPr="00480120">
        <w:rPr>
          <w:position w:val="-14"/>
        </w:rPr>
        <w:object w:dxaOrig="520" w:dyaOrig="380">
          <v:shape id="_x0000_i1220" type="#_x0000_t75" style="width:26.2pt;height:18.7pt" o:ole="">
            <v:imagedata r:id="rId354" o:title=""/>
          </v:shape>
          <o:OLEObject Type="Embed" ProgID="Equation.3" ShapeID="_x0000_i1220" DrawAspect="Content" ObjectID="_1654976590" r:id="rId355"/>
        </w:object>
      </w:r>
      <w:r>
        <w:t>= 2</w:t>
      </w:r>
    </w:p>
    <w:p w:rsidR="00632BB0" w:rsidRDefault="0045715C" w:rsidP="00632BB0">
      <w:pPr>
        <w:pStyle w:val="ISMab"/>
      </w:pPr>
      <w:r>
        <w:rPr>
          <w:noProof/>
          <w:sz w:val="20"/>
          <w:lang w:val="en-US"/>
        </w:rPr>
        <w:pict>
          <v:shape id="AutoShape 335" o:spid="_x0000_s1096" type="#_x0000_t61" style="position:absolute;margin-left:223.65pt;margin-top:6.55pt;width:118.6pt;height:131.4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" adj="-3688,10525" fillcolor="#cff">
            <v:fill opacity="32896f"/>
            <v:textbox inset="3.6pt,,3.6pt">
              <w:txbxContent>
                <w:p w:rsidR="00F95D40" w:rsidRPr="00773F69" w:rsidRDefault="00F95D40" w:rsidP="00632BB0">
                  <w:pPr>
                    <w:spacing w:line="300" w:lineRule="exact"/>
                    <w:ind w:right="60"/>
                    <w:jc w:val="right"/>
                    <w:rPr>
                      <w:rFonts w:cs="Arial"/>
                      <w:i/>
                      <w:iCs/>
                    </w:rPr>
                  </w:pPr>
                  <w:r w:rsidRPr="00773F69">
                    <w:rPr>
                      <w:rFonts w:cs="Arial"/>
                    </w:rPr>
                    <w:t xml:space="preserve">Same </w:t>
                  </w:r>
                  <w:r w:rsidRPr="00773F69">
                    <w:rPr>
                      <w:rFonts w:cs="Arial"/>
                      <w:i/>
                      <w:iCs/>
                    </w:rPr>
                    <w:t>I/Y</w:t>
                  </w:r>
                </w:p>
                <w:p w:rsidR="00F95D40" w:rsidRPr="00773F69" w:rsidRDefault="00F95D40" w:rsidP="00632BB0">
                  <w:pPr>
                    <w:spacing w:line="300" w:lineRule="exact"/>
                    <w:ind w:right="60"/>
                    <w:jc w:val="right"/>
                    <w:rPr>
                      <w:rFonts w:cs="Arial"/>
                      <w:bdr w:val="single" w:sz="12" w:space="0" w:color="auto"/>
                      <w:shd w:val="clear" w:color="auto" w:fill="C0C0C0"/>
                    </w:rPr>
                  </w:pPr>
                  <w:r w:rsidRPr="00773F69">
                    <w:rPr>
                      <w:rFonts w:cs="Arial"/>
                      <w:bdr w:val="single" w:sz="12" w:space="0" w:color="auto"/>
                      <w:shd w:val="clear" w:color="auto" w:fill="C0C0C0"/>
                    </w:rPr>
                    <w:sym w:font="MT Extra" w:char="F020"/>
                  </w:r>
                  <w:r w:rsidRPr="00773F69">
                    <w:rPr>
                      <w:rFonts w:cs="Arial"/>
                      <w:bdr w:val="single" w:sz="12" w:space="0" w:color="auto"/>
                      <w:shd w:val="clear" w:color="auto" w:fill="C0C0C0"/>
                    </w:rPr>
                    <w:t xml:space="preserve"> </w:t>
                  </w:r>
                  <w:r w:rsidRPr="00773F69">
                    <w:rPr>
                      <w:rFonts w:cs="Arial"/>
                      <w:b/>
                      <w:bdr w:val="single" w:sz="12" w:space="0" w:color="auto"/>
                      <w:shd w:val="clear" w:color="auto" w:fill="C0C0C0"/>
                    </w:rPr>
                    <w:t>P/Y</w:t>
                  </w:r>
                  <w:r w:rsidRPr="00773F69">
                    <w:rPr>
                      <w:rFonts w:cs="Arial"/>
                      <w:bdr w:val="single" w:sz="12" w:space="0" w:color="auto"/>
                      <w:shd w:val="clear" w:color="auto" w:fill="C0C0C0"/>
                    </w:rPr>
                    <w:t xml:space="preserve"> </w:t>
                  </w:r>
                  <w:r w:rsidRPr="00773F69">
                    <w:rPr>
                      <w:rFonts w:cs="Arial"/>
                      <w:bdr w:val="single" w:sz="12" w:space="0" w:color="auto"/>
                      <w:shd w:val="clear" w:color="auto" w:fill="C0C0C0"/>
                    </w:rPr>
                    <w:sym w:font="MT Extra" w:char="F020"/>
                  </w:r>
                  <w:r w:rsidRPr="00773F69">
                    <w:rPr>
                      <w:rFonts w:cs="Arial"/>
                    </w:rPr>
                    <w:t xml:space="preserve">  1  </w:t>
                  </w:r>
                  <w:r w:rsidRPr="00773F69">
                    <w:rPr>
                      <w:rFonts w:cs="Arial"/>
                      <w:bdr w:val="single" w:sz="12" w:space="0" w:color="auto"/>
                      <w:shd w:val="clear" w:color="auto" w:fill="C0C0C0"/>
                    </w:rPr>
                    <w:sym w:font="MT Extra" w:char="F020"/>
                  </w:r>
                  <w:r w:rsidRPr="00773F69">
                    <w:rPr>
                      <w:rFonts w:cs="Arial"/>
                      <w:bdr w:val="single" w:sz="12" w:space="0" w:color="auto"/>
                      <w:shd w:val="clear" w:color="auto" w:fill="C0C0C0"/>
                    </w:rPr>
                    <w:t xml:space="preserve"> </w:t>
                  </w:r>
                  <w:r w:rsidRPr="00773F69">
                    <w:rPr>
                      <w:rFonts w:cs="Arial"/>
                      <w:b/>
                      <w:sz w:val="20"/>
                      <w:bdr w:val="single" w:sz="12" w:space="0" w:color="auto"/>
                      <w:shd w:val="clear" w:color="auto" w:fill="C0C0C0"/>
                    </w:rPr>
                    <w:t>ENTER</w:t>
                  </w:r>
                  <w:r w:rsidRPr="00773F69">
                    <w:rPr>
                      <w:rFonts w:cs="Arial"/>
                      <w:bdr w:val="single" w:sz="12" w:space="0" w:color="auto"/>
                      <w:shd w:val="clear" w:color="auto" w:fill="C0C0C0"/>
                    </w:rPr>
                    <w:t xml:space="preserve"> </w:t>
                  </w:r>
                  <w:r w:rsidRPr="00773F69">
                    <w:rPr>
                      <w:rFonts w:cs="Arial"/>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bdr w:val="single" w:sz="12" w:space="0" w:color="auto"/>
                      <w:shd w:val="clear" w:color="auto" w:fill="C0C0C0"/>
                    </w:rPr>
                  </w:pPr>
                  <w:r w:rsidRPr="00773F69">
                    <w:rPr>
                      <w:rFonts w:cs="Arial"/>
                      <w:bdr w:val="single" w:sz="12" w:space="0" w:color="auto"/>
                      <w:shd w:val="clear" w:color="auto" w:fill="C0C0C0"/>
                    </w:rPr>
                    <w:sym w:font="MT Extra" w:char="F020"/>
                  </w:r>
                  <w:r w:rsidRPr="00773F69">
                    <w:rPr>
                      <w:rFonts w:cs="Arial"/>
                      <w:bdr w:val="single" w:sz="12" w:space="0" w:color="auto"/>
                      <w:shd w:val="clear" w:color="auto" w:fill="C0C0C0"/>
                    </w:rPr>
                    <w:t xml:space="preserve"> </w:t>
                  </w:r>
                  <w:r w:rsidRPr="00773F69">
                    <w:rPr>
                      <w:rFonts w:cs="Arial"/>
                      <w:b/>
                      <w:bdr w:val="single" w:sz="12" w:space="0" w:color="auto"/>
                      <w:shd w:val="clear" w:color="auto" w:fill="C0C0C0"/>
                    </w:rPr>
                    <w:t>C/Y</w:t>
                  </w:r>
                  <w:r w:rsidRPr="00773F69">
                    <w:rPr>
                      <w:rFonts w:cs="Arial"/>
                      <w:bdr w:val="single" w:sz="12" w:space="0" w:color="auto"/>
                      <w:shd w:val="clear" w:color="auto" w:fill="C0C0C0"/>
                    </w:rPr>
                    <w:t xml:space="preserve"> </w:t>
                  </w:r>
                  <w:r w:rsidRPr="00773F69">
                    <w:rPr>
                      <w:rFonts w:cs="Arial"/>
                      <w:bdr w:val="single" w:sz="12" w:space="0" w:color="auto"/>
                      <w:shd w:val="clear" w:color="auto" w:fill="C0C0C0"/>
                    </w:rPr>
                    <w:sym w:font="MT Extra" w:char="F020"/>
                  </w:r>
                  <w:r w:rsidRPr="00773F69">
                    <w:rPr>
                      <w:rFonts w:cs="Arial"/>
                    </w:rPr>
                    <w:t xml:space="preserve">  2  </w:t>
                  </w:r>
                  <w:r w:rsidRPr="00773F69">
                    <w:rPr>
                      <w:rFonts w:cs="Arial"/>
                      <w:bdr w:val="single" w:sz="12" w:space="0" w:color="auto"/>
                      <w:shd w:val="clear" w:color="auto" w:fill="C0C0C0"/>
                    </w:rPr>
                    <w:sym w:font="MT Extra" w:char="F020"/>
                  </w:r>
                  <w:r w:rsidRPr="00773F69">
                    <w:rPr>
                      <w:rFonts w:cs="Arial"/>
                      <w:bdr w:val="single" w:sz="12" w:space="0" w:color="auto"/>
                      <w:shd w:val="clear" w:color="auto" w:fill="C0C0C0"/>
                    </w:rPr>
                    <w:t xml:space="preserve"> </w:t>
                  </w:r>
                  <w:r w:rsidRPr="00773F69">
                    <w:rPr>
                      <w:rFonts w:cs="Arial"/>
                      <w:b/>
                      <w:sz w:val="20"/>
                      <w:bdr w:val="single" w:sz="12" w:space="0" w:color="auto"/>
                      <w:shd w:val="clear" w:color="auto" w:fill="C0C0C0"/>
                    </w:rPr>
                    <w:t>ENTER</w:t>
                  </w:r>
                  <w:r w:rsidRPr="00773F69">
                    <w:rPr>
                      <w:rFonts w:cs="Arial"/>
                      <w:bdr w:val="single" w:sz="12" w:space="0" w:color="auto"/>
                      <w:shd w:val="clear" w:color="auto" w:fill="C0C0C0"/>
                    </w:rPr>
                    <w:t xml:space="preserve"> </w:t>
                  </w:r>
                  <w:r w:rsidRPr="00773F69">
                    <w:rPr>
                      <w:rFonts w:cs="Arial"/>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spacing w:val="-2"/>
                      <w:bdr w:val="single" w:sz="12" w:space="0" w:color="auto"/>
                      <w:shd w:val="clear" w:color="auto" w:fill="C0C0C0"/>
                    </w:rPr>
                  </w:pPr>
                  <w:r w:rsidRPr="00773F69">
                    <w:rPr>
                      <w:rFonts w:cs="Arial"/>
                    </w:rPr>
                    <w:t xml:space="preserve">8  </w:t>
                  </w:r>
                  <w:r w:rsidRPr="00773F69">
                    <w:rPr>
                      <w:rFonts w:cs="Arial"/>
                      <w:spacing w:val="-2"/>
                      <w:sz w:val="18"/>
                      <w:bdr w:val="single" w:sz="12" w:space="0" w:color="auto"/>
                      <w:shd w:val="clear" w:color="auto" w:fill="C0C0C0"/>
                    </w:rPr>
                    <w:sym w:font="MT Extra" w:char="F020"/>
                  </w:r>
                  <w:r w:rsidRPr="00773F69">
                    <w:rPr>
                      <w:rFonts w:cs="Arial"/>
                      <w:spacing w:val="-2"/>
                      <w:sz w:val="20"/>
                      <w:bdr w:val="single" w:sz="12" w:space="0" w:color="auto"/>
                      <w:shd w:val="clear" w:color="auto" w:fill="C0C0C0"/>
                    </w:rPr>
                    <w:t xml:space="preserve">   </w:t>
                  </w:r>
                  <w:r w:rsidRPr="00773F69">
                    <w:rPr>
                      <w:rFonts w:cs="Arial"/>
                      <w:b/>
                      <w:spacing w:val="-2"/>
                      <w:bdr w:val="single" w:sz="12" w:space="0" w:color="auto"/>
                      <w:shd w:val="clear" w:color="auto" w:fill="C0C0C0"/>
                    </w:rPr>
                    <w:t>N</w:t>
                  </w:r>
                  <w:r w:rsidRPr="00773F69">
                    <w:rPr>
                      <w:rFonts w:cs="Arial"/>
                      <w:b/>
                      <w:spacing w:val="-2"/>
                      <w:sz w:val="20"/>
                      <w:bdr w:val="single" w:sz="12" w:space="0" w:color="auto"/>
                      <w:shd w:val="clear" w:color="auto" w:fill="C0C0C0"/>
                    </w:rPr>
                    <w:t xml:space="preserve"> </w:t>
                  </w:r>
                  <w:r w:rsidRPr="00773F69">
                    <w:rPr>
                      <w:rFonts w:cs="Arial"/>
                      <w:spacing w:val="-2"/>
                      <w:sz w:val="20"/>
                      <w:bdr w:val="single" w:sz="12" w:space="0" w:color="auto"/>
                      <w:shd w:val="clear" w:color="auto" w:fill="C0C0C0"/>
                    </w:rPr>
                    <w:t xml:space="preserve">  </w:t>
                  </w:r>
                  <w:r w:rsidRPr="00773F69">
                    <w:rPr>
                      <w:rFonts w:cs="Arial"/>
                      <w:spacing w:val="-2"/>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rPr>
                  </w:pPr>
                  <w:r w:rsidRPr="00773F69">
                    <w:rPr>
                      <w:rFonts w:cs="Arial"/>
                    </w:rPr>
                    <w:t xml:space="preserve">0  </w:t>
                  </w:r>
                  <w:r w:rsidRPr="00773F69">
                    <w:rPr>
                      <w:rFonts w:cs="Arial"/>
                      <w:b/>
                      <w:spacing w:val="-2"/>
                      <w:bdr w:val="single" w:sz="12" w:space="0" w:color="auto"/>
                      <w:shd w:val="clear" w:color="auto" w:fill="C0C0C0"/>
                    </w:rPr>
                    <w:sym w:font="MT Extra" w:char="F020"/>
                  </w:r>
                  <w:r w:rsidRPr="00773F69">
                    <w:rPr>
                      <w:rFonts w:cs="Arial"/>
                      <w:bCs/>
                      <w:spacing w:val="-2"/>
                      <w:sz w:val="18"/>
                      <w:bdr w:val="single" w:sz="12" w:space="0" w:color="auto"/>
                      <w:shd w:val="clear" w:color="auto" w:fill="C0C0C0"/>
                    </w:rPr>
                    <w:t xml:space="preserve">  </w:t>
                  </w:r>
                  <w:r w:rsidRPr="00773F69">
                    <w:rPr>
                      <w:rFonts w:cs="Arial"/>
                      <w:b/>
                      <w:spacing w:val="-2"/>
                      <w:bdr w:val="single" w:sz="12" w:space="0" w:color="auto"/>
                      <w:shd w:val="clear" w:color="auto" w:fill="C0C0C0"/>
                    </w:rPr>
                    <w:t>PV</w:t>
                  </w:r>
                  <w:r w:rsidRPr="00773F69">
                    <w:rPr>
                      <w:rFonts w:cs="Arial"/>
                      <w:bCs/>
                      <w:spacing w:val="-2"/>
                      <w:sz w:val="16"/>
                      <w:bdr w:val="single" w:sz="12" w:space="0" w:color="auto"/>
                      <w:shd w:val="clear" w:color="auto" w:fill="C0C0C0"/>
                    </w:rPr>
                    <w:t xml:space="preserve">  </w:t>
                  </w:r>
                  <w:r w:rsidRPr="00773F69">
                    <w:rPr>
                      <w:rFonts w:cs="Arial"/>
                      <w:b/>
                      <w:spacing w:val="-2"/>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rPr>
                  </w:pPr>
                  <w:r w:rsidRPr="00773F69">
                    <w:rPr>
                      <w:rFonts w:cs="Arial"/>
                    </w:rPr>
                    <w:t xml:space="preserve">900  </w:t>
                  </w:r>
                  <w:r w:rsidRPr="00773F69">
                    <w:rPr>
                      <w:rFonts w:cs="Arial"/>
                      <w:bdr w:val="single" w:sz="12" w:space="0" w:color="auto"/>
                      <w:shd w:val="clear" w:color="auto" w:fill="C0C0C0"/>
                    </w:rPr>
                    <w:sym w:font="MT Extra" w:char="F020"/>
                  </w:r>
                  <w:r w:rsidRPr="00773F69">
                    <w:rPr>
                      <w:rFonts w:cs="Arial"/>
                      <w:b/>
                      <w:bdr w:val="single" w:sz="12" w:space="0" w:color="auto"/>
                      <w:shd w:val="clear" w:color="auto" w:fill="C0C0C0"/>
                    </w:rPr>
                    <w:t>PMT</w:t>
                  </w:r>
                  <w:r w:rsidRPr="00773F69">
                    <w:rPr>
                      <w:rFonts w:cs="Arial"/>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rPr>
                  </w:pPr>
                  <w:r w:rsidRPr="00773F69">
                    <w:rPr>
                      <w:rFonts w:cs="Arial"/>
                    </w:rPr>
                    <w:t xml:space="preserve">  </w:t>
                  </w:r>
                  <w:r w:rsidRPr="00773F69">
                    <w:rPr>
                      <w:rFonts w:cs="Arial"/>
                      <w:bdr w:val="single" w:sz="12" w:space="0" w:color="auto"/>
                      <w:shd w:val="clear" w:color="auto" w:fill="C0C0C0"/>
                    </w:rPr>
                    <w:sym w:font="MT Extra" w:char="F020"/>
                  </w:r>
                  <w:r w:rsidRPr="00773F69">
                    <w:rPr>
                      <w:rFonts w:cs="Arial"/>
                      <w:b/>
                      <w:bdr w:val="single" w:sz="12" w:space="0" w:color="auto"/>
                      <w:shd w:val="clear" w:color="auto" w:fill="C0C0C0"/>
                    </w:rPr>
                    <w:t>CPT</w:t>
                  </w:r>
                  <w:r w:rsidRPr="00773F69">
                    <w:rPr>
                      <w:rFonts w:cs="Arial"/>
                      <w:bdr w:val="single" w:sz="12" w:space="0" w:color="auto"/>
                      <w:shd w:val="clear" w:color="auto" w:fill="C0C0C0"/>
                    </w:rPr>
                    <w:sym w:font="MT Extra" w:char="F020"/>
                  </w:r>
                  <w:r w:rsidRPr="00773F69">
                    <w:rPr>
                      <w:rFonts w:cs="Arial"/>
                    </w:rPr>
                    <w:t xml:space="preserve"> </w:t>
                  </w:r>
                  <w:r w:rsidRPr="00773F69">
                    <w:rPr>
                      <w:rFonts w:cs="Arial"/>
                      <w:b/>
                      <w:bCs/>
                      <w:spacing w:val="-2"/>
                      <w:bdr w:val="single" w:sz="12" w:space="0" w:color="auto"/>
                      <w:shd w:val="clear" w:color="auto" w:fill="C0C0C0"/>
                    </w:rPr>
                    <w:sym w:font="MT Extra" w:char="F020"/>
                  </w:r>
                  <w:r w:rsidRPr="00773F69">
                    <w:rPr>
                      <w:rFonts w:cs="Arial"/>
                      <w:spacing w:val="-2"/>
                      <w:sz w:val="16"/>
                      <w:bdr w:val="single" w:sz="12" w:space="0" w:color="auto"/>
                      <w:shd w:val="clear" w:color="auto" w:fill="C0C0C0"/>
                    </w:rPr>
                    <w:t xml:space="preserve">  </w:t>
                  </w:r>
                  <w:r w:rsidRPr="00773F69">
                    <w:rPr>
                      <w:rFonts w:cs="Arial"/>
                      <w:b/>
                      <w:bCs/>
                      <w:iCs/>
                      <w:spacing w:val="-2"/>
                      <w:bdr w:val="single" w:sz="12" w:space="0" w:color="auto"/>
                      <w:shd w:val="clear" w:color="auto" w:fill="C0C0C0"/>
                    </w:rPr>
                    <w:t>FV</w:t>
                  </w:r>
                  <w:r w:rsidRPr="00773F69">
                    <w:rPr>
                      <w:rFonts w:cs="Arial"/>
                      <w:iCs/>
                      <w:spacing w:val="-2"/>
                      <w:sz w:val="16"/>
                      <w:bdr w:val="single" w:sz="12" w:space="0" w:color="auto"/>
                      <w:shd w:val="clear" w:color="auto" w:fill="C0C0C0"/>
                    </w:rPr>
                    <w:t xml:space="preserve"> </w:t>
                  </w:r>
                  <w:r w:rsidRPr="00773F69">
                    <w:rPr>
                      <w:rFonts w:cs="Arial"/>
                      <w:spacing w:val="-2"/>
                      <w:sz w:val="16"/>
                      <w:bdr w:val="single" w:sz="12" w:space="0" w:color="auto"/>
                      <w:shd w:val="clear" w:color="auto" w:fill="C0C0C0"/>
                    </w:rPr>
                    <w:t xml:space="preserve"> </w:t>
                  </w:r>
                  <w:r w:rsidRPr="00773F69">
                    <w:rPr>
                      <w:rFonts w:cs="Arial"/>
                      <w:b/>
                      <w:bCs/>
                      <w:spacing w:val="-2"/>
                      <w:bdr w:val="single" w:sz="12" w:space="0" w:color="auto"/>
                      <w:shd w:val="clear" w:color="auto" w:fill="C0C0C0"/>
                    </w:rPr>
                    <w:sym w:font="MT Extra" w:char="F020"/>
                  </w:r>
                </w:p>
                <w:p w:rsidR="00F95D40" w:rsidRPr="00773F69" w:rsidRDefault="00F95D40" w:rsidP="00632BB0">
                  <w:pPr>
                    <w:pStyle w:val="Mainfirst"/>
                    <w:spacing w:line="320" w:lineRule="exact"/>
                    <w:ind w:right="60"/>
                    <w:jc w:val="right"/>
                    <w:rPr>
                      <w:rFonts w:cs="Arial"/>
                      <w:lang w:val="en-CA"/>
                    </w:rPr>
                  </w:pPr>
                  <w:r w:rsidRPr="00773F69">
                    <w:rPr>
                      <w:rFonts w:cs="Arial"/>
                      <w:i/>
                      <w:iCs/>
                      <w:lang w:val="en-CA"/>
                    </w:rPr>
                    <w:t>Ans</w:t>
                  </w:r>
                  <w:r w:rsidRPr="00773F69">
                    <w:rPr>
                      <w:rFonts w:cs="Arial"/>
                      <w:lang w:val="en-CA"/>
                    </w:rPr>
                    <w:t xml:space="preserve">: </w:t>
                  </w:r>
                  <w:r w:rsidRPr="00773F69">
                    <w:rPr>
                      <w:rFonts w:cs="Arial"/>
                      <w:lang w:val="en-CA"/>
                    </w:rPr>
                    <w:sym w:font="Symbol" w:char="F02D"/>
                  </w:r>
                  <w:r>
                    <w:rPr>
                      <w:rFonts w:cs="Arial"/>
                    </w:rPr>
                    <w:t>8304.63</w:t>
                  </w:r>
                </w:p>
              </w:txbxContent>
            </v:textbox>
            <w10:wrap type="square"/>
          </v:shape>
        </w:pict>
      </w:r>
      <w:r>
        <w:rPr>
          <w:noProof/>
          <w:sz w:val="20"/>
          <w:lang w:val="en-US"/>
        </w:rPr>
        <w:pict>
          <v:shape id="AutoShape 336" o:spid="_x0000_s1464" type="#_x0000_t88" style="position:absolute;margin-left:182.6pt;margin-top:1.95pt;width:15.95pt;height:137.8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"/>
        </w:pict>
      </w:r>
      <w:r w:rsidR="00632BB0">
        <w:tab/>
      </w:r>
      <w:r w:rsidR="00632BB0">
        <w:tab/>
      </w:r>
      <w:r w:rsidR="00632BB0">
        <w:tab/>
      </w:r>
      <w:r w:rsidR="00632BB0" w:rsidRPr="00480120">
        <w:rPr>
          <w:position w:val="-10"/>
        </w:rPr>
        <w:object w:dxaOrig="1420" w:dyaOrig="380">
          <v:shape id="_x0000_i1221" type="#_x0000_t75" style="width:71.05pt;height:18.7pt" o:ole="" fillcolor="window">
            <v:imagedata r:id="rId356" o:title=""/>
          </v:shape>
          <o:OLEObject Type="Embed" ProgID="Equation.3" ShapeID="_x0000_i1221" DrawAspect="Content" ObjectID="_1654976591" r:id="rId357"/>
        </w:object>
      </w:r>
      <w:r w:rsidR="00632BB0">
        <w:t xml:space="preserve"> </w:t>
      </w:r>
    </w:p>
    <w:p w:rsidR="00632BB0" w:rsidRDefault="00632BB0" w:rsidP="00632BB0">
      <w:pPr>
        <w:pStyle w:val="ISMab"/>
        <w:ind w:left="1170"/>
      </w:pPr>
      <w:r>
        <w:t xml:space="preserve">= </w:t>
      </w:r>
      <w:r w:rsidR="005F2A74" w:rsidRPr="00480120">
        <w:rPr>
          <w:position w:val="-10"/>
        </w:rPr>
        <w:object w:dxaOrig="700" w:dyaOrig="380">
          <v:shape id="_x0000_i1222" type="#_x0000_t75" style="width:35.55pt;height:18.7pt" o:ole="" fillcolor="window">
            <v:imagedata r:id="rId358" o:title=""/>
          </v:shape>
          <o:OLEObject Type="Embed" ProgID="Equation.3" ShapeID="_x0000_i1222" DrawAspect="Content" ObjectID="_1654976592" r:id="rId359"/>
        </w:object>
      </w:r>
      <w:r>
        <w:t xml:space="preserve">– 1 </w:t>
      </w:r>
    </w:p>
    <w:p w:rsidR="00632BB0" w:rsidRDefault="00632BB0" w:rsidP="00632BB0">
      <w:pPr>
        <w:pStyle w:val="ISMab"/>
        <w:ind w:left="1170"/>
      </w:pPr>
      <w:r>
        <w:t>= 0.0</w:t>
      </w:r>
      <w:r w:rsidR="005F2A74">
        <w:t>404</w:t>
      </w:r>
    </w:p>
    <w:p w:rsidR="00632BB0" w:rsidRDefault="00632BB0" w:rsidP="00632BB0">
      <w:pPr>
        <w:pStyle w:val="ISMab"/>
      </w:pPr>
      <w:r>
        <w:tab/>
      </w:r>
      <w:r>
        <w:tab/>
      </w:r>
      <w:r>
        <w:tab/>
      </w:r>
      <w:r w:rsidRPr="00480120">
        <w:rPr>
          <w:position w:val="-34"/>
        </w:rPr>
        <w:object w:dxaOrig="2240" w:dyaOrig="780">
          <v:shape id="_x0000_i1223" type="#_x0000_t75" style="width:112.2pt;height:38.35pt" o:ole="" fillcolor="window">
            <v:imagedata r:id="rId297" o:title=""/>
          </v:shape>
          <o:OLEObject Type="Embed" ProgID="Equation.3" ShapeID="_x0000_i1223" DrawAspect="Content" ObjectID="_1654976593" r:id="rId360"/>
        </w:object>
      </w:r>
    </w:p>
    <w:p w:rsidR="00632BB0" w:rsidRDefault="00632BB0" w:rsidP="00632BB0">
      <w:pPr>
        <w:pStyle w:val="ISMab"/>
        <w:ind w:left="1260"/>
      </w:pPr>
      <w:r>
        <w:t xml:space="preserve"> = $900</w:t>
      </w:r>
      <w:r w:rsidR="000913F3" w:rsidRPr="005F2A74">
        <w:rPr>
          <w:position w:val="-32"/>
        </w:rPr>
        <w:object w:dxaOrig="1359" w:dyaOrig="760">
          <v:shape id="_x0000_i1224" type="#_x0000_t75" style="width:67.3pt;height:38.35pt" o:ole="" fillcolor="window">
            <v:imagedata r:id="rId361" o:title=""/>
          </v:shape>
          <o:OLEObject Type="Embed" ProgID="Equation.3" ShapeID="_x0000_i1224" DrawAspect="Content" ObjectID="_1654976594" r:id="rId362"/>
        </w:object>
      </w:r>
    </w:p>
    <w:p w:rsidR="00632BB0" w:rsidRDefault="0045715C" w:rsidP="00632BB0">
      <w:pPr>
        <w:pStyle w:val="ISM"/>
        <w:spacing w:after="120"/>
        <w:ind w:left="1267"/>
        <w:rPr>
          <w:u w:val="double"/>
        </w:rPr>
      </w:pPr>
      <w:r>
        <w:rPr>
          <w:noProof/>
          <w:lang w:val="en-US"/>
        </w:rPr>
        <w:pict>
          <v:shape id="AutoShape 370" o:spid="_x0000_s1097" type="#_x0000_t61" style="position:absolute;left:0;text-align:left;margin-left:346.15pt;margin-top:8.4pt;width:118.6pt;height:118.3pt;z-index:25169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" adj="-4999,13338" fillcolor="#cff">
            <v:fill opacity="32896f"/>
            <v:textbox inset="3.6pt,,3.6pt">
              <w:txbxContent>
                <w:p w:rsidR="00F95D40" w:rsidRPr="00773F69" w:rsidRDefault="00F95D40" w:rsidP="00632BB0">
                  <w:pPr>
                    <w:spacing w:line="300" w:lineRule="exact"/>
                    <w:ind w:right="60"/>
                    <w:jc w:val="right"/>
                    <w:rPr>
                      <w:rFonts w:cs="Arial"/>
                      <w:i/>
                      <w:iCs/>
                    </w:rPr>
                  </w:pPr>
                  <w:r w:rsidRPr="00773F69">
                    <w:rPr>
                      <w:rFonts w:cs="Arial"/>
                    </w:rPr>
                    <w:t xml:space="preserve">Same </w:t>
                  </w:r>
                  <w:r w:rsidRPr="00773F69">
                    <w:rPr>
                      <w:rFonts w:cs="Arial"/>
                      <w:i/>
                      <w:iCs/>
                    </w:rPr>
                    <w:t>I/Y</w:t>
                  </w:r>
                  <w:r>
                    <w:rPr>
                      <w:rFonts w:cs="Arial"/>
                      <w:i/>
                      <w:iCs/>
                    </w:rPr>
                    <w:t>, PV</w:t>
                  </w:r>
                </w:p>
                <w:p w:rsidR="00F95D40" w:rsidRPr="00773F69" w:rsidRDefault="00F95D40" w:rsidP="00632BB0">
                  <w:pPr>
                    <w:spacing w:line="300" w:lineRule="exact"/>
                    <w:ind w:right="60"/>
                    <w:jc w:val="right"/>
                    <w:rPr>
                      <w:rFonts w:cs="Arial"/>
                      <w:bdr w:val="single" w:sz="12" w:space="0" w:color="auto"/>
                      <w:shd w:val="clear" w:color="auto" w:fill="C0C0C0"/>
                    </w:rPr>
                  </w:pPr>
                  <w:r w:rsidRPr="00773F69">
                    <w:rPr>
                      <w:rFonts w:cs="Arial"/>
                      <w:bdr w:val="single" w:sz="12" w:space="0" w:color="auto"/>
                      <w:shd w:val="clear" w:color="auto" w:fill="C0C0C0"/>
                    </w:rPr>
                    <w:sym w:font="MT Extra" w:char="F020"/>
                  </w:r>
                  <w:r w:rsidRPr="00773F69">
                    <w:rPr>
                      <w:rFonts w:cs="Arial"/>
                      <w:bdr w:val="single" w:sz="12" w:space="0" w:color="auto"/>
                      <w:shd w:val="clear" w:color="auto" w:fill="C0C0C0"/>
                    </w:rPr>
                    <w:t xml:space="preserve"> </w:t>
                  </w:r>
                  <w:r w:rsidRPr="00773F69">
                    <w:rPr>
                      <w:rFonts w:cs="Arial"/>
                      <w:b/>
                      <w:bdr w:val="single" w:sz="12" w:space="0" w:color="auto"/>
                      <w:shd w:val="clear" w:color="auto" w:fill="C0C0C0"/>
                    </w:rPr>
                    <w:t>P/Y</w:t>
                  </w:r>
                  <w:r w:rsidRPr="00773F69">
                    <w:rPr>
                      <w:rFonts w:cs="Arial"/>
                      <w:bdr w:val="single" w:sz="12" w:space="0" w:color="auto"/>
                      <w:shd w:val="clear" w:color="auto" w:fill="C0C0C0"/>
                    </w:rPr>
                    <w:t xml:space="preserve"> </w:t>
                  </w:r>
                  <w:r w:rsidRPr="00773F69">
                    <w:rPr>
                      <w:rFonts w:cs="Arial"/>
                      <w:bdr w:val="single" w:sz="12" w:space="0" w:color="auto"/>
                      <w:shd w:val="clear" w:color="auto" w:fill="C0C0C0"/>
                    </w:rPr>
                    <w:sym w:font="MT Extra" w:char="F020"/>
                  </w:r>
                  <w:r w:rsidRPr="00773F69">
                    <w:rPr>
                      <w:rFonts w:cs="Arial"/>
                    </w:rPr>
                    <w:t xml:space="preserve">  </w:t>
                  </w:r>
                  <w:r>
                    <w:rPr>
                      <w:rFonts w:cs="Arial"/>
                    </w:rPr>
                    <w:t>4</w:t>
                  </w:r>
                  <w:r w:rsidRPr="00773F69">
                    <w:rPr>
                      <w:rFonts w:cs="Arial"/>
                    </w:rPr>
                    <w:t xml:space="preserve">  </w:t>
                  </w:r>
                  <w:r w:rsidRPr="00773F69">
                    <w:rPr>
                      <w:rFonts w:cs="Arial"/>
                      <w:bdr w:val="single" w:sz="12" w:space="0" w:color="auto"/>
                      <w:shd w:val="clear" w:color="auto" w:fill="C0C0C0"/>
                    </w:rPr>
                    <w:sym w:font="MT Extra" w:char="F020"/>
                  </w:r>
                  <w:r w:rsidRPr="00773F69">
                    <w:rPr>
                      <w:rFonts w:cs="Arial"/>
                      <w:bdr w:val="single" w:sz="12" w:space="0" w:color="auto"/>
                      <w:shd w:val="clear" w:color="auto" w:fill="C0C0C0"/>
                    </w:rPr>
                    <w:t xml:space="preserve"> </w:t>
                  </w:r>
                  <w:r w:rsidRPr="00773F69">
                    <w:rPr>
                      <w:rFonts w:cs="Arial"/>
                      <w:b/>
                      <w:sz w:val="20"/>
                      <w:bdr w:val="single" w:sz="12" w:space="0" w:color="auto"/>
                      <w:shd w:val="clear" w:color="auto" w:fill="C0C0C0"/>
                    </w:rPr>
                    <w:t>ENTER</w:t>
                  </w:r>
                  <w:r w:rsidRPr="00773F69">
                    <w:rPr>
                      <w:rFonts w:cs="Arial"/>
                      <w:bdr w:val="single" w:sz="12" w:space="0" w:color="auto"/>
                      <w:shd w:val="clear" w:color="auto" w:fill="C0C0C0"/>
                    </w:rPr>
                    <w:t xml:space="preserve"> </w:t>
                  </w:r>
                  <w:r w:rsidRPr="00773F69">
                    <w:rPr>
                      <w:rFonts w:cs="Arial"/>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bdr w:val="single" w:sz="12" w:space="0" w:color="auto"/>
                      <w:shd w:val="clear" w:color="auto" w:fill="C0C0C0"/>
                    </w:rPr>
                  </w:pPr>
                  <w:r w:rsidRPr="00773F69">
                    <w:rPr>
                      <w:rFonts w:cs="Arial"/>
                      <w:bdr w:val="single" w:sz="12" w:space="0" w:color="auto"/>
                      <w:shd w:val="clear" w:color="auto" w:fill="C0C0C0"/>
                    </w:rPr>
                    <w:sym w:font="MT Extra" w:char="F020"/>
                  </w:r>
                  <w:r w:rsidRPr="00773F69">
                    <w:rPr>
                      <w:rFonts w:cs="Arial"/>
                      <w:bdr w:val="single" w:sz="12" w:space="0" w:color="auto"/>
                      <w:shd w:val="clear" w:color="auto" w:fill="C0C0C0"/>
                    </w:rPr>
                    <w:t xml:space="preserve"> </w:t>
                  </w:r>
                  <w:r w:rsidRPr="00773F69">
                    <w:rPr>
                      <w:rFonts w:cs="Arial"/>
                      <w:b/>
                      <w:bdr w:val="single" w:sz="12" w:space="0" w:color="auto"/>
                      <w:shd w:val="clear" w:color="auto" w:fill="C0C0C0"/>
                    </w:rPr>
                    <w:t>C/Y</w:t>
                  </w:r>
                  <w:r w:rsidRPr="00773F69">
                    <w:rPr>
                      <w:rFonts w:cs="Arial"/>
                      <w:bdr w:val="single" w:sz="12" w:space="0" w:color="auto"/>
                      <w:shd w:val="clear" w:color="auto" w:fill="C0C0C0"/>
                    </w:rPr>
                    <w:t xml:space="preserve"> </w:t>
                  </w:r>
                  <w:r w:rsidRPr="00773F69">
                    <w:rPr>
                      <w:rFonts w:cs="Arial"/>
                      <w:bdr w:val="single" w:sz="12" w:space="0" w:color="auto"/>
                      <w:shd w:val="clear" w:color="auto" w:fill="C0C0C0"/>
                    </w:rPr>
                    <w:sym w:font="MT Extra" w:char="F020"/>
                  </w:r>
                  <w:r w:rsidRPr="00773F69">
                    <w:rPr>
                      <w:rFonts w:cs="Arial"/>
                    </w:rPr>
                    <w:t xml:space="preserve">  2  </w:t>
                  </w:r>
                  <w:r w:rsidRPr="00773F69">
                    <w:rPr>
                      <w:rFonts w:cs="Arial"/>
                      <w:bdr w:val="single" w:sz="12" w:space="0" w:color="auto"/>
                      <w:shd w:val="clear" w:color="auto" w:fill="C0C0C0"/>
                    </w:rPr>
                    <w:sym w:font="MT Extra" w:char="F020"/>
                  </w:r>
                  <w:r w:rsidRPr="00773F69">
                    <w:rPr>
                      <w:rFonts w:cs="Arial"/>
                      <w:bdr w:val="single" w:sz="12" w:space="0" w:color="auto"/>
                      <w:shd w:val="clear" w:color="auto" w:fill="C0C0C0"/>
                    </w:rPr>
                    <w:t xml:space="preserve"> </w:t>
                  </w:r>
                  <w:r w:rsidRPr="00773F69">
                    <w:rPr>
                      <w:rFonts w:cs="Arial"/>
                      <w:b/>
                      <w:sz w:val="20"/>
                      <w:bdr w:val="single" w:sz="12" w:space="0" w:color="auto"/>
                      <w:shd w:val="clear" w:color="auto" w:fill="C0C0C0"/>
                    </w:rPr>
                    <w:t>ENTER</w:t>
                  </w:r>
                  <w:r w:rsidRPr="00773F69">
                    <w:rPr>
                      <w:rFonts w:cs="Arial"/>
                      <w:bdr w:val="single" w:sz="12" w:space="0" w:color="auto"/>
                      <w:shd w:val="clear" w:color="auto" w:fill="C0C0C0"/>
                    </w:rPr>
                    <w:t xml:space="preserve"> </w:t>
                  </w:r>
                  <w:r w:rsidRPr="00773F69">
                    <w:rPr>
                      <w:rFonts w:cs="Arial"/>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spacing w:val="-2"/>
                      <w:bdr w:val="single" w:sz="12" w:space="0" w:color="auto"/>
                      <w:shd w:val="clear" w:color="auto" w:fill="C0C0C0"/>
                    </w:rPr>
                  </w:pPr>
                  <w:r>
                    <w:rPr>
                      <w:rFonts w:cs="Arial"/>
                    </w:rPr>
                    <w:t>20</w:t>
                  </w:r>
                  <w:r w:rsidRPr="00773F69">
                    <w:rPr>
                      <w:rFonts w:cs="Arial"/>
                    </w:rPr>
                    <w:t xml:space="preserve">  </w:t>
                  </w:r>
                  <w:r w:rsidRPr="00773F69">
                    <w:rPr>
                      <w:rFonts w:cs="Arial"/>
                      <w:spacing w:val="-2"/>
                      <w:sz w:val="18"/>
                      <w:bdr w:val="single" w:sz="12" w:space="0" w:color="auto"/>
                      <w:shd w:val="clear" w:color="auto" w:fill="C0C0C0"/>
                    </w:rPr>
                    <w:sym w:font="MT Extra" w:char="F020"/>
                  </w:r>
                  <w:r w:rsidRPr="00773F69">
                    <w:rPr>
                      <w:rFonts w:cs="Arial"/>
                      <w:spacing w:val="-2"/>
                      <w:sz w:val="20"/>
                      <w:bdr w:val="single" w:sz="12" w:space="0" w:color="auto"/>
                      <w:shd w:val="clear" w:color="auto" w:fill="C0C0C0"/>
                    </w:rPr>
                    <w:t xml:space="preserve">   </w:t>
                  </w:r>
                  <w:r w:rsidRPr="00773F69">
                    <w:rPr>
                      <w:rFonts w:cs="Arial"/>
                      <w:b/>
                      <w:spacing w:val="-2"/>
                      <w:bdr w:val="single" w:sz="12" w:space="0" w:color="auto"/>
                      <w:shd w:val="clear" w:color="auto" w:fill="C0C0C0"/>
                    </w:rPr>
                    <w:t>N</w:t>
                  </w:r>
                  <w:r w:rsidRPr="00A7689A">
                    <w:rPr>
                      <w:rFonts w:cs="Arial"/>
                      <w:spacing w:val="-2"/>
                      <w:sz w:val="16"/>
                      <w:szCs w:val="16"/>
                      <w:bdr w:val="single" w:sz="12" w:space="0" w:color="auto"/>
                      <w:shd w:val="clear" w:color="auto" w:fill="C0C0C0"/>
                    </w:rPr>
                    <w:t xml:space="preserve"> </w:t>
                  </w:r>
                  <w:r w:rsidRPr="00773F69">
                    <w:rPr>
                      <w:rFonts w:cs="Arial"/>
                      <w:spacing w:val="-2"/>
                      <w:sz w:val="20"/>
                      <w:bdr w:val="single" w:sz="12" w:space="0" w:color="auto"/>
                      <w:shd w:val="clear" w:color="auto" w:fill="C0C0C0"/>
                    </w:rPr>
                    <w:t xml:space="preserve">  </w:t>
                  </w:r>
                  <w:r w:rsidRPr="00773F69">
                    <w:rPr>
                      <w:rFonts w:cs="Arial"/>
                      <w:spacing w:val="-2"/>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rPr>
                  </w:pPr>
                  <w:r>
                    <w:rPr>
                      <w:rFonts w:cs="Arial"/>
                    </w:rPr>
                    <w:t>4</w:t>
                  </w:r>
                  <w:r w:rsidRPr="00773F69">
                    <w:rPr>
                      <w:rFonts w:cs="Arial"/>
                    </w:rPr>
                    <w:t xml:space="preserve">00  </w:t>
                  </w:r>
                  <w:r w:rsidRPr="00773F69">
                    <w:rPr>
                      <w:rFonts w:cs="Arial"/>
                      <w:bdr w:val="single" w:sz="12" w:space="0" w:color="auto"/>
                      <w:shd w:val="clear" w:color="auto" w:fill="C0C0C0"/>
                    </w:rPr>
                    <w:sym w:font="MT Extra" w:char="F020"/>
                  </w:r>
                  <w:r w:rsidRPr="00773F69">
                    <w:rPr>
                      <w:rFonts w:cs="Arial"/>
                      <w:b/>
                      <w:bdr w:val="single" w:sz="12" w:space="0" w:color="auto"/>
                      <w:shd w:val="clear" w:color="auto" w:fill="C0C0C0"/>
                    </w:rPr>
                    <w:t>PMT</w:t>
                  </w:r>
                  <w:r w:rsidRPr="00773F69">
                    <w:rPr>
                      <w:rFonts w:cs="Arial"/>
                      <w:bdr w:val="single" w:sz="12" w:space="0" w:color="auto"/>
                      <w:shd w:val="clear" w:color="auto" w:fill="C0C0C0"/>
                    </w:rPr>
                    <w:sym w:font="MT Extra" w:char="F020"/>
                  </w:r>
                </w:p>
                <w:p w:rsidR="00F95D40" w:rsidRPr="00773F69" w:rsidRDefault="00F95D40" w:rsidP="00632BB0">
                  <w:pPr>
                    <w:spacing w:line="300" w:lineRule="exact"/>
                    <w:ind w:right="60"/>
                    <w:jc w:val="right"/>
                    <w:rPr>
                      <w:rFonts w:cs="Arial"/>
                    </w:rPr>
                  </w:pPr>
                  <w:r w:rsidRPr="00773F69">
                    <w:rPr>
                      <w:rFonts w:cs="Arial"/>
                    </w:rPr>
                    <w:t xml:space="preserve">  </w:t>
                  </w:r>
                  <w:r w:rsidRPr="00773F69">
                    <w:rPr>
                      <w:rFonts w:cs="Arial"/>
                      <w:bdr w:val="single" w:sz="12" w:space="0" w:color="auto"/>
                      <w:shd w:val="clear" w:color="auto" w:fill="C0C0C0"/>
                    </w:rPr>
                    <w:sym w:font="MT Extra" w:char="F020"/>
                  </w:r>
                  <w:r w:rsidRPr="00773F69">
                    <w:rPr>
                      <w:rFonts w:cs="Arial"/>
                      <w:b/>
                      <w:bdr w:val="single" w:sz="12" w:space="0" w:color="auto"/>
                      <w:shd w:val="clear" w:color="auto" w:fill="C0C0C0"/>
                    </w:rPr>
                    <w:t>CPT</w:t>
                  </w:r>
                  <w:r w:rsidRPr="00773F69">
                    <w:rPr>
                      <w:rFonts w:cs="Arial"/>
                      <w:bdr w:val="single" w:sz="12" w:space="0" w:color="auto"/>
                      <w:shd w:val="clear" w:color="auto" w:fill="C0C0C0"/>
                    </w:rPr>
                    <w:sym w:font="MT Extra" w:char="F020"/>
                  </w:r>
                  <w:r w:rsidRPr="00773F69">
                    <w:rPr>
                      <w:rFonts w:cs="Arial"/>
                    </w:rPr>
                    <w:t xml:space="preserve"> </w:t>
                  </w:r>
                  <w:r w:rsidRPr="00773F69">
                    <w:rPr>
                      <w:rFonts w:cs="Arial"/>
                      <w:b/>
                      <w:bCs/>
                      <w:spacing w:val="-2"/>
                      <w:bdr w:val="single" w:sz="12" w:space="0" w:color="auto"/>
                      <w:shd w:val="clear" w:color="auto" w:fill="C0C0C0"/>
                    </w:rPr>
                    <w:sym w:font="MT Extra" w:char="F020"/>
                  </w:r>
                  <w:r w:rsidRPr="00773F69">
                    <w:rPr>
                      <w:rFonts w:cs="Arial"/>
                      <w:spacing w:val="-2"/>
                      <w:sz w:val="16"/>
                      <w:bdr w:val="single" w:sz="12" w:space="0" w:color="auto"/>
                      <w:shd w:val="clear" w:color="auto" w:fill="C0C0C0"/>
                    </w:rPr>
                    <w:t xml:space="preserve">  </w:t>
                  </w:r>
                  <w:r w:rsidRPr="00773F69">
                    <w:rPr>
                      <w:rFonts w:cs="Arial"/>
                      <w:b/>
                      <w:bCs/>
                      <w:iCs/>
                      <w:spacing w:val="-2"/>
                      <w:bdr w:val="single" w:sz="12" w:space="0" w:color="auto"/>
                      <w:shd w:val="clear" w:color="auto" w:fill="C0C0C0"/>
                    </w:rPr>
                    <w:t>FV</w:t>
                  </w:r>
                  <w:r w:rsidRPr="00773F69">
                    <w:rPr>
                      <w:rFonts w:cs="Arial"/>
                      <w:iCs/>
                      <w:spacing w:val="-2"/>
                      <w:sz w:val="16"/>
                      <w:bdr w:val="single" w:sz="12" w:space="0" w:color="auto"/>
                      <w:shd w:val="clear" w:color="auto" w:fill="C0C0C0"/>
                    </w:rPr>
                    <w:t xml:space="preserve"> </w:t>
                  </w:r>
                  <w:r w:rsidRPr="00773F69">
                    <w:rPr>
                      <w:rFonts w:cs="Arial"/>
                      <w:spacing w:val="-2"/>
                      <w:sz w:val="16"/>
                      <w:bdr w:val="single" w:sz="12" w:space="0" w:color="auto"/>
                      <w:shd w:val="clear" w:color="auto" w:fill="C0C0C0"/>
                    </w:rPr>
                    <w:t xml:space="preserve"> </w:t>
                  </w:r>
                  <w:r w:rsidRPr="00773F69">
                    <w:rPr>
                      <w:rFonts w:cs="Arial"/>
                      <w:b/>
                      <w:bCs/>
                      <w:spacing w:val="-2"/>
                      <w:bdr w:val="single" w:sz="12" w:space="0" w:color="auto"/>
                      <w:shd w:val="clear" w:color="auto" w:fill="C0C0C0"/>
                    </w:rPr>
                    <w:sym w:font="MT Extra" w:char="F020"/>
                  </w:r>
                </w:p>
                <w:p w:rsidR="00F95D40" w:rsidRPr="00773F69" w:rsidRDefault="00F95D40" w:rsidP="00632BB0">
                  <w:pPr>
                    <w:pStyle w:val="Mainfirst"/>
                    <w:spacing w:line="320" w:lineRule="exact"/>
                    <w:ind w:right="60"/>
                    <w:jc w:val="right"/>
                    <w:rPr>
                      <w:rFonts w:cs="Arial"/>
                      <w:lang w:val="en-CA"/>
                    </w:rPr>
                  </w:pPr>
                  <w:r w:rsidRPr="00773F69">
                    <w:rPr>
                      <w:rFonts w:cs="Arial"/>
                      <w:i/>
                      <w:iCs/>
                      <w:lang w:val="en-CA"/>
                    </w:rPr>
                    <w:t>Ans</w:t>
                  </w:r>
                  <w:r w:rsidRPr="00773F69">
                    <w:rPr>
                      <w:rFonts w:cs="Arial"/>
                      <w:lang w:val="en-CA"/>
                    </w:rPr>
                    <w:t xml:space="preserve">: </w:t>
                  </w:r>
                  <w:r>
                    <w:rPr>
                      <w:lang w:val="en-CA"/>
                    </w:rPr>
                    <w:sym w:font="Symbol" w:char="F02D"/>
                  </w:r>
                  <w:r>
                    <w:t>8803.36</w:t>
                  </w:r>
                </w:p>
              </w:txbxContent>
            </v:textbox>
            <w10:wrap type="square"/>
          </v:shape>
        </w:pict>
      </w:r>
      <w:r w:rsidR="00632BB0">
        <w:t xml:space="preserve"> = </w:t>
      </w:r>
      <w:r w:rsidR="00632BB0">
        <w:rPr>
          <w:u w:val="double"/>
        </w:rPr>
        <w:t>$</w:t>
      </w:r>
      <w:r w:rsidR="005F2A74">
        <w:rPr>
          <w:u w:val="double"/>
        </w:rPr>
        <w:t>8304.63</w:t>
      </w:r>
    </w:p>
    <w:p w:rsidR="00632BB0" w:rsidRDefault="00632BB0" w:rsidP="00632BB0">
      <w:pPr>
        <w:pStyle w:val="ISMab"/>
      </w:pPr>
      <w:r>
        <w:tab/>
      </w:r>
      <w:r>
        <w:tab/>
      </w:r>
      <w:r>
        <w:rPr>
          <w:i/>
        </w:rPr>
        <w:t>c.</w:t>
      </w:r>
      <w:r>
        <w:tab/>
      </w:r>
      <w:r>
        <w:rPr>
          <w:rFonts w:ascii="Times New Roman" w:hAnsi="Times New Roman"/>
          <w:i/>
        </w:rPr>
        <w:t>PMT</w:t>
      </w:r>
      <w:r>
        <w:t xml:space="preserve"> = $400; </w:t>
      </w:r>
      <w:r>
        <w:rPr>
          <w:rFonts w:ascii="Times New Roman" w:hAnsi="Times New Roman"/>
          <w:i/>
        </w:rPr>
        <w:t>i</w:t>
      </w:r>
      <w:r>
        <w:t xml:space="preserve"> = </w:t>
      </w:r>
      <w:r w:rsidR="000913F3">
        <w:t>2.0</w:t>
      </w:r>
      <w:r>
        <w:t xml:space="preserve">%; </w:t>
      </w:r>
      <w:r>
        <w:rPr>
          <w:rFonts w:ascii="Times New Roman" w:hAnsi="Times New Roman"/>
          <w:i/>
        </w:rPr>
        <w:t>n</w:t>
      </w:r>
      <w:r>
        <w:t xml:space="preserve"> = 20; </w:t>
      </w:r>
    </w:p>
    <w:p w:rsidR="00632BB0" w:rsidRDefault="0045715C" w:rsidP="00632BB0">
      <w:pPr>
        <w:pStyle w:val="ISMab"/>
      </w:pPr>
      <w:r>
        <w:rPr>
          <w:noProof/>
          <w:sz w:val="20"/>
          <w:lang w:val="en-US"/>
        </w:rPr>
        <w:pict>
          <v:shape id="AutoShape 330" o:spid="_x0000_s1459" type="#_x0000_t88" style="position:absolute;margin-left:301.35pt;margin-top:2.8pt;width:11.75pt;height:97.4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"/>
        </w:pict>
      </w:r>
      <w:r w:rsidR="00632BB0">
        <w:tab/>
      </w:r>
      <w:r w:rsidR="00632BB0">
        <w:tab/>
      </w:r>
      <w:r w:rsidR="00632BB0">
        <w:tab/>
      </w:r>
      <w:r w:rsidR="00632BB0" w:rsidRPr="00480120">
        <w:rPr>
          <w:position w:val="-28"/>
        </w:rPr>
        <w:object w:dxaOrig="3860" w:dyaOrig="639">
          <v:shape id="_x0000_i1225" type="#_x0000_t75" style="width:192.6pt;height:30.85pt" o:ole="" fillcolor="window">
            <v:imagedata r:id="rId320" o:title=""/>
          </v:shape>
          <o:OLEObject Type="Embed" ProgID="Equation.3" ShapeID="_x0000_i1225" DrawAspect="Content" ObjectID="_1654976595" r:id="rId363"/>
        </w:object>
      </w:r>
      <w:r w:rsidR="00632BB0">
        <w:t xml:space="preserve"> = </w:t>
      </w:r>
      <w:r w:rsidR="00632BB0" w:rsidRPr="00480120">
        <w:rPr>
          <w:position w:val="-22"/>
        </w:rPr>
        <w:object w:dxaOrig="240" w:dyaOrig="580">
          <v:shape id="_x0000_i1226" type="#_x0000_t75" style="width:13.1pt;height:29pt" o:ole="" fillcolor="window">
            <v:imagedata r:id="rId364" o:title=""/>
          </v:shape>
          <o:OLEObject Type="Embed" ProgID="Equation.3" ShapeID="_x0000_i1226" DrawAspect="Content" ObjectID="_1654976596" r:id="rId365"/>
        </w:object>
      </w:r>
      <w:r w:rsidR="00632BB0">
        <w:t xml:space="preserve"> = 0.5</w:t>
      </w:r>
    </w:p>
    <w:p w:rsidR="00632BB0" w:rsidRDefault="00632BB0" w:rsidP="00632BB0">
      <w:pPr>
        <w:pStyle w:val="ISMab"/>
      </w:pPr>
      <w:r>
        <w:tab/>
      </w:r>
      <w:r>
        <w:tab/>
      </w:r>
      <w:r>
        <w:tab/>
      </w:r>
      <w:r w:rsidRPr="00480120">
        <w:rPr>
          <w:position w:val="-10"/>
        </w:rPr>
        <w:object w:dxaOrig="1420" w:dyaOrig="380">
          <v:shape id="_x0000_i1227" type="#_x0000_t75" style="width:71.05pt;height:18.7pt" o:ole="" fillcolor="window">
            <v:imagedata r:id="rId356" o:title=""/>
          </v:shape>
          <o:OLEObject Type="Embed" ProgID="Equation.3" ShapeID="_x0000_i1227" DrawAspect="Content" ObjectID="_1654976597" r:id="rId366"/>
        </w:object>
      </w:r>
      <w:r>
        <w:t xml:space="preserve"> = </w:t>
      </w:r>
      <w:r w:rsidR="000913F3" w:rsidRPr="00480120">
        <w:rPr>
          <w:position w:val="-10"/>
        </w:rPr>
        <w:object w:dxaOrig="800" w:dyaOrig="380">
          <v:shape id="_x0000_i1228" type="#_x0000_t75" style="width:40.2pt;height:18.7pt" o:ole="" fillcolor="window">
            <v:imagedata r:id="rId367" o:title=""/>
          </v:shape>
          <o:OLEObject Type="Embed" ProgID="Equation.3" ShapeID="_x0000_i1228" DrawAspect="Content" ObjectID="_1654976598" r:id="rId368"/>
        </w:object>
      </w:r>
      <w:r>
        <w:t>– 1 = 0. 0</w:t>
      </w:r>
      <w:r w:rsidR="000913F3">
        <w:t>09950494</w:t>
      </w:r>
      <w:r>
        <w:t xml:space="preserve"> </w:t>
      </w:r>
    </w:p>
    <w:p w:rsidR="00632BB0" w:rsidRDefault="00632BB0" w:rsidP="00632BB0">
      <w:pPr>
        <w:pStyle w:val="ISMab"/>
      </w:pPr>
      <w:r>
        <w:rPr>
          <w:rFonts w:ascii="Times New Roman" w:hAnsi="Times New Roman"/>
          <w:i/>
        </w:rPr>
        <w:tab/>
      </w:r>
      <w:r>
        <w:rPr>
          <w:rFonts w:ascii="Times New Roman" w:hAnsi="Times New Roman"/>
          <w:i/>
        </w:rPr>
        <w:tab/>
      </w:r>
      <w:r>
        <w:rPr>
          <w:rFonts w:ascii="Times New Roman" w:hAnsi="Times New Roman"/>
          <w:i/>
        </w:rPr>
        <w:tab/>
      </w:r>
      <w:r w:rsidRPr="001050F3">
        <w:rPr>
          <w:rFonts w:ascii="Times New Roman" w:hAnsi="Times New Roman"/>
          <w:i/>
        </w:rPr>
        <w:t>FV</w:t>
      </w:r>
      <w:r>
        <w:t xml:space="preserve"> = $400</w:t>
      </w:r>
      <w:r w:rsidR="000913F3" w:rsidRPr="000913F3">
        <w:rPr>
          <w:position w:val="-32"/>
        </w:rPr>
        <w:object w:dxaOrig="2040" w:dyaOrig="760">
          <v:shape id="_x0000_i1229" type="#_x0000_t75" style="width:101.9pt;height:38.35pt" o:ole="" fillcolor="window">
            <v:imagedata r:id="rId369" o:title=""/>
          </v:shape>
          <o:OLEObject Type="Embed" ProgID="Equation.3" ShapeID="_x0000_i1229" DrawAspect="Content" ObjectID="_1654976599" r:id="rId370"/>
        </w:object>
      </w:r>
    </w:p>
    <w:p w:rsidR="00632BB0" w:rsidRDefault="00632BB0" w:rsidP="00632BB0">
      <w:pPr>
        <w:pStyle w:val="ISMab"/>
        <w:spacing w:after="180"/>
        <w:ind w:left="1166"/>
      </w:pPr>
      <w:r>
        <w:t xml:space="preserve"> = </w:t>
      </w:r>
      <w:r>
        <w:rPr>
          <w:u w:val="double"/>
        </w:rPr>
        <w:t>$</w:t>
      </w:r>
      <w:r w:rsidR="000913F3">
        <w:rPr>
          <w:u w:val="double"/>
        </w:rPr>
        <w:t>8803.36</w:t>
      </w:r>
    </w:p>
    <w:p w:rsidR="009C6E0F" w:rsidRDefault="009C6E0F" w:rsidP="00632BB0">
      <w:pPr>
        <w:pStyle w:val="ISM"/>
      </w:pPr>
    </w:p>
    <w:p w:rsidR="00632BB0" w:rsidRDefault="00632BB0" w:rsidP="00632BB0">
      <w:pPr>
        <w:pStyle w:val="ISM"/>
      </w:pPr>
      <w:r>
        <w:tab/>
        <w:t>1</w:t>
      </w:r>
      <w:r w:rsidR="00D1506C">
        <w:t>7</w:t>
      </w:r>
      <w:r>
        <w:t>.</w:t>
      </w:r>
      <w:r>
        <w:tab/>
        <w:t xml:space="preserve">The amount required to purchase the annuity is the present value of </w:t>
      </w:r>
    </w:p>
    <w:p w:rsidR="00632BB0" w:rsidRDefault="00632BB0" w:rsidP="00632BB0">
      <w:pPr>
        <w:pStyle w:val="ISM"/>
      </w:pPr>
      <w:r>
        <w:tab/>
      </w:r>
      <w:r>
        <w:tab/>
        <w:t>the payments discounted at the rate of return on the annuity.</w:t>
      </w:r>
    </w:p>
    <w:p w:rsidR="00632BB0" w:rsidRDefault="0045715C" w:rsidP="00632BB0">
      <w:pPr>
        <w:pStyle w:val="ISM"/>
      </w:pPr>
      <w:r>
        <w:rPr>
          <w:noProof/>
          <w:lang w:val="en-US"/>
        </w:rPr>
        <w:pict>
          <v:shape id="AutoShape 371" o:spid="_x0000_s1098" type="#_x0000_t61" style="position:absolute;margin-left:341.9pt;margin-top:10.1pt;width:120.45pt;height:132.95pt;z-index:25169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" adj="-3811,12063" fillcolor="#cff">
            <v:fill opacity="25443f"/>
            <v:textbox inset="3.6pt,,3.6pt">
              <w:txbxContent>
                <w:p w:rsidR="00F95D40" w:rsidRDefault="00F95D40" w:rsidP="00632BB0">
                  <w:pPr>
                    <w:spacing w:line="300" w:lineRule="exact"/>
                    <w:ind w:right="42"/>
                    <w:jc w:val="right"/>
                  </w:pPr>
                  <w:r>
                    <w:t xml:space="preserve">4.75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240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2500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sym w:font="Symbol" w:char="F02D"/>
                  </w:r>
                  <w:r>
                    <w:t>390,165.12</w:t>
                  </w:r>
                </w:p>
              </w:txbxContent>
            </v:textbox>
            <w10:wrap type="square"/>
          </v:shape>
        </w:pict>
      </w:r>
      <w:r w:rsidR="00632BB0">
        <w:tab/>
      </w:r>
      <w:r w:rsidR="00632BB0">
        <w:tab/>
      </w:r>
      <w:r w:rsidR="00632BB0">
        <w:rPr>
          <w:rFonts w:ascii="Times New Roman" w:hAnsi="Times New Roman"/>
          <w:i/>
        </w:rPr>
        <w:t>PMT</w:t>
      </w:r>
      <w:r w:rsidR="00632BB0">
        <w:t xml:space="preserve"> = $2500, </w:t>
      </w:r>
      <w:r w:rsidR="00632BB0">
        <w:rPr>
          <w:rFonts w:ascii="Times New Roman" w:hAnsi="Times New Roman"/>
          <w:i/>
        </w:rPr>
        <w:t xml:space="preserve">n </w:t>
      </w:r>
      <w:r w:rsidR="00632BB0">
        <w:t xml:space="preserve">= 12(20) = 240, </w:t>
      </w:r>
      <w:r w:rsidR="00632BB0">
        <w:rPr>
          <w:rFonts w:ascii="Times New Roman" w:hAnsi="Times New Roman"/>
          <w:i/>
        </w:rPr>
        <w:t>i</w:t>
      </w:r>
      <w:r w:rsidR="00632BB0">
        <w:t xml:space="preserve"> = </w:t>
      </w:r>
      <w:r w:rsidR="00D1506C">
        <w:t>4</w:t>
      </w:r>
      <w:r w:rsidR="00632BB0">
        <w:t>.75%,</w:t>
      </w:r>
    </w:p>
    <w:p w:rsidR="00632BB0" w:rsidRDefault="0045715C" w:rsidP="00632BB0">
      <w:pPr>
        <w:pStyle w:val="ISM"/>
      </w:pPr>
      <w:r>
        <w:rPr>
          <w:noProof/>
          <w:sz w:val="20"/>
          <w:lang w:val="en-US"/>
        </w:rPr>
        <w:pict>
          <v:shape id="AutoShape 331" o:spid="_x0000_s1441" type="#_x0000_t88" style="position:absolute;margin-left:298.6pt;margin-top:5.35pt;width:13.05pt;height:134.8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"/>
        </w:pict>
      </w:r>
      <w:r w:rsidR="00632BB0">
        <w:tab/>
      </w:r>
      <w:r w:rsidR="00632BB0">
        <w:tab/>
      </w:r>
      <w:r w:rsidR="00632BB0" w:rsidRPr="00480120">
        <w:rPr>
          <w:position w:val="-28"/>
        </w:rPr>
        <w:object w:dxaOrig="3860" w:dyaOrig="639">
          <v:shape id="_x0000_i1230" type="#_x0000_t75" style="width:192.6pt;height:30.85pt" o:ole="" fillcolor="window">
            <v:imagedata r:id="rId320" o:title=""/>
          </v:shape>
          <o:OLEObject Type="Embed" ProgID="Equation.3" ShapeID="_x0000_i1230" DrawAspect="Content" ObjectID="_1654976600" r:id="rId371"/>
        </w:object>
      </w:r>
      <w:r w:rsidR="00632BB0">
        <w:t xml:space="preserve"> = </w:t>
      </w:r>
      <w:r w:rsidR="00632BB0" w:rsidRPr="00480120">
        <w:rPr>
          <w:position w:val="-22"/>
        </w:rPr>
        <w:object w:dxaOrig="340" w:dyaOrig="580">
          <v:shape id="_x0000_i1231" type="#_x0000_t75" style="width:16.85pt;height:29pt" o:ole="" fillcolor="window">
            <v:imagedata r:id="rId372" o:title=""/>
          </v:shape>
          <o:OLEObject Type="Embed" ProgID="Equation.3" ShapeID="_x0000_i1231" DrawAspect="Content" ObjectID="_1654976601" r:id="rId373"/>
        </w:object>
      </w:r>
      <w:r w:rsidR="00632BB0">
        <w:t xml:space="preserve"> = </w:t>
      </w:r>
      <w:r w:rsidR="00632BB0" w:rsidRPr="00480120">
        <w:rPr>
          <w:position w:val="-6"/>
        </w:rPr>
        <w:object w:dxaOrig="639" w:dyaOrig="320">
          <v:shape id="_x0000_i1232" type="#_x0000_t75" style="width:30.85pt;height:15.9pt" o:ole="" fillcolor="window">
            <v:imagedata r:id="rId374" o:title=""/>
          </v:shape>
          <o:OLEObject Type="Embed" ProgID="Equation.3" ShapeID="_x0000_i1232" DrawAspect="Content" ObjectID="_1654976602" r:id="rId375"/>
        </w:object>
      </w:r>
    </w:p>
    <w:p w:rsidR="00632BB0" w:rsidRDefault="00632BB0" w:rsidP="00632BB0">
      <w:pPr>
        <w:pStyle w:val="ISM"/>
      </w:pPr>
      <w:r>
        <w:tab/>
      </w:r>
      <w:r>
        <w:tab/>
      </w:r>
      <w:r w:rsidRPr="00480120">
        <w:rPr>
          <w:position w:val="-10"/>
        </w:rPr>
        <w:object w:dxaOrig="1420" w:dyaOrig="380">
          <v:shape id="_x0000_i1233" type="#_x0000_t75" style="width:71.05pt;height:18.7pt" o:ole="" fillcolor="window">
            <v:imagedata r:id="rId356" o:title=""/>
          </v:shape>
          <o:OLEObject Type="Embed" ProgID="Equation.3" ShapeID="_x0000_i1233" DrawAspect="Content" ObjectID="_1654976603" r:id="rId376"/>
        </w:object>
      </w:r>
      <w:r>
        <w:t xml:space="preserve">= </w:t>
      </w:r>
      <w:r w:rsidR="00D1506C" w:rsidRPr="00480120">
        <w:rPr>
          <w:position w:val="-10"/>
        </w:rPr>
        <w:object w:dxaOrig="1180" w:dyaOrig="400">
          <v:shape id="_x0000_i1234" type="#_x0000_t75" style="width:58.9pt;height:20.55pt" o:ole="" fillcolor="window">
            <v:imagedata r:id="rId377" o:title=""/>
          </v:shape>
          <o:OLEObject Type="Embed" ProgID="Equation.3" ShapeID="_x0000_i1234" DrawAspect="Content" ObjectID="_1654976604" r:id="rId378"/>
        </w:object>
      </w:r>
      <w:r>
        <w:t>– 1 = 0.00</w:t>
      </w:r>
      <w:r w:rsidR="00D1506C">
        <w:t>3874685</w:t>
      </w:r>
    </w:p>
    <w:p w:rsidR="00632BB0" w:rsidRDefault="00632BB0" w:rsidP="00632BB0">
      <w:pPr>
        <w:pStyle w:val="ISM"/>
      </w:pPr>
      <w:r>
        <w:tab/>
      </w:r>
      <w:r>
        <w:tab/>
      </w:r>
      <w:r w:rsidRPr="00480120">
        <w:rPr>
          <w:spacing w:val="-2"/>
          <w:position w:val="-34"/>
        </w:rPr>
        <w:object w:dxaOrig="2380" w:dyaOrig="780">
          <v:shape id="_x0000_i1235" type="#_x0000_t75" style="width:117.8pt;height:38.35pt" o:ole="" fillcolor="window">
            <v:imagedata r:id="rId293" o:title=""/>
          </v:shape>
          <o:OLEObject Type="Embed" ProgID="Equation.3" ShapeID="_x0000_i1235" DrawAspect="Content" ObjectID="_1654976605" r:id="rId379"/>
        </w:object>
      </w:r>
      <w:r>
        <w:t xml:space="preserve"> </w:t>
      </w:r>
    </w:p>
    <w:p w:rsidR="00632BB0" w:rsidRDefault="00632BB0" w:rsidP="00632BB0">
      <w:pPr>
        <w:pStyle w:val="ISM"/>
        <w:ind w:left="810"/>
      </w:pPr>
      <w:r>
        <w:t xml:space="preserve">  = $2500</w:t>
      </w:r>
      <w:r w:rsidR="00D1506C" w:rsidRPr="00480120">
        <w:rPr>
          <w:position w:val="-32"/>
        </w:rPr>
        <w:object w:dxaOrig="2180" w:dyaOrig="760">
          <v:shape id="_x0000_i1236" type="#_x0000_t75" style="width:109.4pt;height:38.35pt" o:ole="" fillcolor="window">
            <v:imagedata r:id="rId380" o:title=""/>
          </v:shape>
          <o:OLEObject Type="Embed" ProgID="Equation.3" ShapeID="_x0000_i1236" DrawAspect="Content" ObjectID="_1654976606" r:id="rId381"/>
        </w:object>
      </w:r>
    </w:p>
    <w:p w:rsidR="00632BB0" w:rsidRDefault="00632BB0" w:rsidP="00632BB0">
      <w:pPr>
        <w:pStyle w:val="ISM"/>
        <w:spacing w:line="480" w:lineRule="auto"/>
        <w:ind w:left="810"/>
        <w:rPr>
          <w:u w:val="double"/>
        </w:rPr>
      </w:pPr>
      <w:r>
        <w:t xml:space="preserve">  = </w:t>
      </w:r>
      <w:r>
        <w:rPr>
          <w:u w:val="double"/>
        </w:rPr>
        <w:t>$</w:t>
      </w:r>
      <w:r w:rsidR="00D1506C">
        <w:rPr>
          <w:u w:val="double"/>
        </w:rPr>
        <w:t>390,165.12</w:t>
      </w:r>
    </w:p>
    <w:p w:rsidR="009C6E0F" w:rsidRDefault="009C6E0F">
      <w:r>
        <w:br w:type="page"/>
      </w:r>
    </w:p>
    <w:p w:rsidR="00632BB0" w:rsidRDefault="00632BB0" w:rsidP="00632BB0">
      <w:pPr>
        <w:pStyle w:val="ISM"/>
      </w:pPr>
      <w:r>
        <w:lastRenderedPageBreak/>
        <w:tab/>
      </w:r>
      <w:r w:rsidR="00D1506C">
        <w:t>19</w:t>
      </w:r>
      <w:r>
        <w:t>.</w:t>
      </w:r>
      <w:r>
        <w:tab/>
        <w:t>Selling price = Down payment + Present value of the monthly payments</w:t>
      </w:r>
    </w:p>
    <w:p w:rsidR="00632BB0" w:rsidRDefault="0045715C" w:rsidP="00632BB0">
      <w:pPr>
        <w:pStyle w:val="ISM"/>
      </w:pPr>
      <w:r>
        <w:rPr>
          <w:noProof/>
          <w:lang w:val="en-US"/>
        </w:rPr>
        <w:pict>
          <v:shape id="AutoShape 372" o:spid="_x0000_s1099" type="#_x0000_t61" style="position:absolute;margin-left:348.25pt;margin-top:7.1pt;width:122.6pt;height:132pt;z-index:251698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" adj="-7065,12445" fillcolor="#cff">
            <v:fill opacity="25443f"/>
            <v:textbox inset="3.6pt,,3.6pt">
              <w:txbxContent>
                <w:p w:rsidR="00F95D40" w:rsidRDefault="00F95D40" w:rsidP="00632BB0">
                  <w:pPr>
                    <w:spacing w:line="300" w:lineRule="exact"/>
                    <w:ind w:right="42"/>
                    <w:jc w:val="right"/>
                  </w:pPr>
                  <w:r>
                    <w:t xml:space="preserve">7.5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42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259.50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–9600.00</w:t>
                  </w:r>
                </w:p>
              </w:txbxContent>
            </v:textbox>
            <w10:wrap type="square"/>
          </v:shape>
        </w:pict>
      </w:r>
      <w:r w:rsidR="00632BB0">
        <w:tab/>
      </w:r>
      <w:r w:rsidR="00632BB0">
        <w:tab/>
        <w:t xml:space="preserve">Given: </w:t>
      </w:r>
      <w:r w:rsidR="00632BB0">
        <w:rPr>
          <w:rFonts w:ascii="Times New Roman" w:hAnsi="Times New Roman"/>
          <w:i/>
        </w:rPr>
        <w:t>PMT</w:t>
      </w:r>
      <w:r w:rsidR="00632BB0">
        <w:t xml:space="preserve"> = $259.50; </w:t>
      </w:r>
      <w:r w:rsidR="00632BB0">
        <w:rPr>
          <w:rFonts w:ascii="Times New Roman" w:hAnsi="Times New Roman"/>
          <w:i/>
        </w:rPr>
        <w:t>n</w:t>
      </w:r>
      <w:r w:rsidR="00632BB0">
        <w:t xml:space="preserve"> = 12(3.5) = 42.</w:t>
      </w:r>
    </w:p>
    <w:p w:rsidR="00632BB0" w:rsidRDefault="00632BB0" w:rsidP="00632BB0">
      <w:pPr>
        <w:pStyle w:val="ISM"/>
      </w:pPr>
      <w:r>
        <w:tab/>
      </w:r>
      <w:r>
        <w:tab/>
        <w:t>Then</w:t>
      </w:r>
      <w:r>
        <w:tab/>
      </w:r>
      <w:proofErr w:type="spellStart"/>
      <w:r>
        <w:rPr>
          <w:rFonts w:ascii="Times New Roman" w:hAnsi="Times New Roman"/>
          <w:i/>
        </w:rPr>
        <w:t>i</w:t>
      </w:r>
      <w:proofErr w:type="spellEnd"/>
      <w:r>
        <w:t xml:space="preserve"> = </w:t>
      </w:r>
      <w:r w:rsidRPr="005B0D77">
        <w:rPr>
          <w:position w:val="-12"/>
        </w:rPr>
        <w:object w:dxaOrig="440" w:dyaOrig="360">
          <v:shape id="_x0000_i1237" type="#_x0000_t75" style="width:21.5pt;height:18.7pt" o:ole="" fillcolor="window">
            <v:imagedata r:id="rId382" o:title=""/>
          </v:shape>
          <o:OLEObject Type="Embed" ProgID="Equation.3" ShapeID="_x0000_i1237" DrawAspect="Content" ObjectID="_1654976607" r:id="rId383"/>
        </w:object>
      </w:r>
      <w:r>
        <w:t xml:space="preserve"> = 7.5%,   </w:t>
      </w:r>
      <w:r>
        <w:rPr>
          <w:rFonts w:ascii="Times New Roman" w:hAnsi="Times New Roman"/>
          <w:i/>
        </w:rPr>
        <w:t xml:space="preserve">c </w:t>
      </w:r>
      <w:r>
        <w:t xml:space="preserve">= </w:t>
      </w:r>
      <w:r w:rsidRPr="005B0D77">
        <w:rPr>
          <w:position w:val="-12"/>
        </w:rPr>
        <w:object w:dxaOrig="260" w:dyaOrig="340">
          <v:shape id="_x0000_i1238" type="#_x0000_t75" style="width:13.1pt;height:16.85pt" o:ole="" fillcolor="window">
            <v:imagedata r:id="rId384" o:title=""/>
          </v:shape>
          <o:OLEObject Type="Embed" ProgID="Equation.3" ShapeID="_x0000_i1238" DrawAspect="Content" ObjectID="_1654976608" r:id="rId385"/>
        </w:object>
      </w:r>
      <w:r>
        <w:t xml:space="preserve"> </w:t>
      </w:r>
      <w:proofErr w:type="gramStart"/>
      <w:r>
        <w:t xml:space="preserve">= </w:t>
      </w:r>
      <w:proofErr w:type="gramEnd"/>
      <w:r w:rsidRPr="005B0D77">
        <w:rPr>
          <w:position w:val="-6"/>
        </w:rPr>
        <w:object w:dxaOrig="639" w:dyaOrig="320">
          <v:shape id="_x0000_i1239" type="#_x0000_t75" style="width:30.85pt;height:15.9pt" o:ole="" fillcolor="window">
            <v:imagedata r:id="rId386" o:title=""/>
          </v:shape>
          <o:OLEObject Type="Embed" ProgID="Equation.3" ShapeID="_x0000_i1239" DrawAspect="Content" ObjectID="_1654976609" r:id="rId387"/>
        </w:object>
      </w:r>
      <w:r>
        <w:t>,  and</w:t>
      </w:r>
    </w:p>
    <w:p w:rsidR="00632BB0" w:rsidRDefault="0045715C" w:rsidP="00632BB0">
      <w:pPr>
        <w:pStyle w:val="ISM"/>
      </w:pPr>
      <w:r>
        <w:rPr>
          <w:noProof/>
          <w:sz w:val="20"/>
          <w:lang w:val="en-US"/>
        </w:rPr>
        <w:pict>
          <v:shape id="AutoShape 332" o:spid="_x0000_s1424" type="#_x0000_t88" style="position:absolute;margin-left:277.4pt;margin-top:.35pt;width:11.6pt;height:105.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"/>
        </w:pict>
      </w:r>
      <w:r w:rsidR="00632BB0">
        <w:tab/>
      </w:r>
      <w:r w:rsidR="00632BB0">
        <w:tab/>
      </w:r>
      <w:r w:rsidR="00632BB0" w:rsidRPr="00480120">
        <w:rPr>
          <w:position w:val="-10"/>
        </w:rPr>
        <w:object w:dxaOrig="1420" w:dyaOrig="380">
          <v:shape id="_x0000_i1240" type="#_x0000_t75" style="width:71.05pt;height:18.7pt" o:ole="" fillcolor="window">
            <v:imagedata r:id="rId356" o:title=""/>
          </v:shape>
          <o:OLEObject Type="Embed" ProgID="Equation.3" ShapeID="_x0000_i1240" DrawAspect="Content" ObjectID="_1654976610" r:id="rId388"/>
        </w:object>
      </w:r>
      <w:r w:rsidR="00632BB0">
        <w:t xml:space="preserve"> = </w:t>
      </w:r>
      <w:r w:rsidR="00632BB0" w:rsidRPr="005B0D77">
        <w:rPr>
          <w:position w:val="-10"/>
        </w:rPr>
        <w:object w:dxaOrig="1100" w:dyaOrig="400">
          <v:shape id="_x0000_i1241" type="#_x0000_t75" style="width:55.15pt;height:20.55pt" o:ole="" fillcolor="window">
            <v:imagedata r:id="rId389" o:title=""/>
          </v:shape>
          <o:OLEObject Type="Embed" ProgID="Equation.3" ShapeID="_x0000_i1241" DrawAspect="Content" ObjectID="_1654976611" r:id="rId390"/>
        </w:object>
      </w:r>
      <w:r w:rsidR="00632BB0">
        <w:t>– 1 = 0.006044919</w:t>
      </w:r>
    </w:p>
    <w:p w:rsidR="00632BB0" w:rsidRDefault="00632BB0" w:rsidP="00632BB0">
      <w:pPr>
        <w:pStyle w:val="ISM"/>
      </w:pPr>
      <w:r>
        <w:tab/>
      </w:r>
      <w:r>
        <w:tab/>
      </w:r>
      <w:r w:rsidRPr="00480120">
        <w:rPr>
          <w:spacing w:val="-2"/>
          <w:position w:val="-34"/>
        </w:rPr>
        <w:object w:dxaOrig="2380" w:dyaOrig="780">
          <v:shape id="_x0000_i1242" type="#_x0000_t75" style="width:117.8pt;height:38.35pt" o:ole="" fillcolor="window">
            <v:imagedata r:id="rId293" o:title=""/>
          </v:shape>
          <o:OLEObject Type="Embed" ProgID="Equation.3" ShapeID="_x0000_i1242" DrawAspect="Content" ObjectID="_1654976612" r:id="rId391"/>
        </w:object>
      </w:r>
      <w:r>
        <w:t xml:space="preserve"> </w:t>
      </w:r>
    </w:p>
    <w:p w:rsidR="00632BB0" w:rsidRDefault="00632BB0" w:rsidP="00632BB0">
      <w:pPr>
        <w:pStyle w:val="ISM"/>
        <w:ind w:left="810"/>
      </w:pPr>
      <w:r>
        <w:t xml:space="preserve">  = $259.50</w:t>
      </w:r>
      <w:r w:rsidRPr="005B0D77">
        <w:rPr>
          <w:position w:val="-30"/>
        </w:rPr>
        <w:object w:dxaOrig="2120" w:dyaOrig="720">
          <v:shape id="_x0000_i1243" type="#_x0000_t75" style="width:105.65pt;height:36.45pt" o:ole="" fillcolor="window">
            <v:imagedata r:id="rId392" o:title=""/>
          </v:shape>
          <o:OLEObject Type="Embed" ProgID="Equation.3" ShapeID="_x0000_i1243" DrawAspect="Content" ObjectID="_1654976613" r:id="rId393"/>
        </w:object>
      </w:r>
    </w:p>
    <w:p w:rsidR="00632BB0" w:rsidRDefault="00632BB0" w:rsidP="00632BB0">
      <w:pPr>
        <w:pStyle w:val="ISM"/>
        <w:ind w:left="810"/>
      </w:pPr>
      <w:r>
        <w:t xml:space="preserve">  = $9600.00</w:t>
      </w:r>
    </w:p>
    <w:p w:rsidR="00F8577D" w:rsidRDefault="00F8577D" w:rsidP="009C6E0F">
      <w:pPr>
        <w:pStyle w:val="ISM"/>
      </w:pPr>
    </w:p>
    <w:p w:rsidR="00632BB0" w:rsidRDefault="00F8577D" w:rsidP="00632BB0">
      <w:pPr>
        <w:pStyle w:val="ISM"/>
        <w:spacing w:after="300"/>
      </w:pPr>
      <w:r>
        <w:tab/>
      </w:r>
      <w:r>
        <w:tab/>
      </w:r>
      <w:r w:rsidR="00632BB0">
        <w:t xml:space="preserve">Thus, the selling price was $2000 + $9600.00 = </w:t>
      </w:r>
      <w:r w:rsidR="00632BB0">
        <w:rPr>
          <w:u w:val="double"/>
        </w:rPr>
        <w:t>$11,600.00</w:t>
      </w:r>
      <w:r w:rsidR="00632BB0">
        <w:t>.</w:t>
      </w:r>
    </w:p>
    <w:p w:rsidR="00150F06" w:rsidRDefault="00632BB0" w:rsidP="00B4746E">
      <w:pPr>
        <w:pStyle w:val="ISMab"/>
      </w:pPr>
      <w:r>
        <w:tab/>
      </w:r>
      <w:r w:rsidRPr="00427277">
        <w:t>2</w:t>
      </w:r>
      <w:r w:rsidR="00D1506C" w:rsidRPr="00427277">
        <w:t>1</w:t>
      </w:r>
      <w:r w:rsidRPr="00427277">
        <w:t>.</w:t>
      </w:r>
      <w:r>
        <w:tab/>
      </w:r>
      <w:proofErr w:type="gramStart"/>
      <w:r w:rsidR="00150F06">
        <w:t>For</w:t>
      </w:r>
      <w:proofErr w:type="gramEnd"/>
      <w:r w:rsidR="00150F06">
        <w:t xml:space="preserve"> the case of month-end contributions of $100,</w:t>
      </w:r>
    </w:p>
    <w:p w:rsidR="00150F06" w:rsidRDefault="00150F06" w:rsidP="00150F06">
      <w:pPr>
        <w:pStyle w:val="ISM"/>
      </w:pPr>
      <w:r>
        <w:tab/>
      </w:r>
      <w:r>
        <w:tab/>
      </w:r>
      <w:proofErr w:type="spellStart"/>
      <w:r>
        <w:rPr>
          <w:rFonts w:ascii="Times New Roman" w:hAnsi="Times New Roman"/>
          <w:i/>
        </w:rPr>
        <w:t>i</w:t>
      </w:r>
      <w:proofErr w:type="spellEnd"/>
      <w:r>
        <w:t xml:space="preserve"> = </w:t>
      </w:r>
      <w:r w:rsidRPr="00150F06">
        <w:rPr>
          <w:position w:val="-12"/>
        </w:rPr>
        <w:object w:dxaOrig="480" w:dyaOrig="340">
          <v:shape id="_x0000_i1244" type="#_x0000_t75" style="width:24.3pt;height:16.85pt" o:ole="" fillcolor="window">
            <v:imagedata r:id="rId394" o:title=""/>
          </v:shape>
          <o:OLEObject Type="Embed" ProgID="Equation.3" ShapeID="_x0000_i1244" DrawAspect="Content" ObjectID="_1654976614" r:id="rId395"/>
        </w:object>
      </w:r>
      <w:r>
        <w:t xml:space="preserve"> = 4.25%; </w:t>
      </w:r>
      <w:r>
        <w:rPr>
          <w:rFonts w:ascii="Times New Roman" w:hAnsi="Times New Roman"/>
          <w:i/>
        </w:rPr>
        <w:t>PMT</w:t>
      </w:r>
      <w:r>
        <w:t xml:space="preserve"> = $100; </w:t>
      </w:r>
      <w:r>
        <w:rPr>
          <w:rFonts w:ascii="Times New Roman" w:hAnsi="Times New Roman"/>
          <w:i/>
        </w:rPr>
        <w:t>n</w:t>
      </w:r>
      <w:r>
        <w:t xml:space="preserve"> = 240; </w:t>
      </w:r>
      <w:r w:rsidR="00384B2F" w:rsidRPr="00384B2F">
        <w:rPr>
          <w:position w:val="-24"/>
        </w:rPr>
        <w:object w:dxaOrig="660" w:dyaOrig="620">
          <v:shape id="_x0000_i1245" type="#_x0000_t75" style="width:32.75pt;height:29.9pt" o:ole="" fillcolor="window">
            <v:imagedata r:id="rId396" o:title=""/>
          </v:shape>
          <o:OLEObject Type="Embed" ProgID="Equation.3" ShapeID="_x0000_i1245" DrawAspect="Content" ObjectID="_1654976615" r:id="rId397"/>
        </w:object>
      </w:r>
      <w:r>
        <w:t xml:space="preserve"> = </w:t>
      </w:r>
      <w:r w:rsidRPr="00480120">
        <w:rPr>
          <w:position w:val="-6"/>
        </w:rPr>
        <w:object w:dxaOrig="600" w:dyaOrig="340">
          <v:shape id="_x0000_i1246" type="#_x0000_t75" style="width:29.9pt;height:16.85pt" o:ole="" fillcolor="window">
            <v:imagedata r:id="rId398" o:title=""/>
          </v:shape>
          <o:OLEObject Type="Embed" ProgID="Equation.3" ShapeID="_x0000_i1246" DrawAspect="Content" ObjectID="_1654976616" r:id="rId399"/>
        </w:object>
      </w:r>
    </w:p>
    <w:p w:rsidR="00150F06" w:rsidRDefault="00150F06" w:rsidP="00150F06">
      <w:pPr>
        <w:pStyle w:val="ISM"/>
      </w:pPr>
      <w:r>
        <w:tab/>
      </w:r>
      <w:r>
        <w:tab/>
      </w:r>
      <w:r w:rsidRPr="00480120">
        <w:rPr>
          <w:position w:val="-10"/>
        </w:rPr>
        <w:object w:dxaOrig="1420" w:dyaOrig="380">
          <v:shape id="_x0000_i1247" type="#_x0000_t75" style="width:71.05pt;height:18.7pt" o:ole="" fillcolor="window">
            <v:imagedata r:id="rId356" o:title=""/>
          </v:shape>
          <o:OLEObject Type="Embed" ProgID="Equation.3" ShapeID="_x0000_i1247" DrawAspect="Content" ObjectID="_1654976617" r:id="rId400"/>
        </w:object>
      </w:r>
      <w:r>
        <w:t xml:space="preserve"> = </w:t>
      </w:r>
      <w:r w:rsidRPr="00150F06">
        <w:rPr>
          <w:position w:val="-14"/>
        </w:rPr>
        <w:object w:dxaOrig="1200" w:dyaOrig="460">
          <v:shape id="_x0000_i1248" type="#_x0000_t75" style="width:59.85pt;height:23.4pt" o:ole="" fillcolor="window">
            <v:imagedata r:id="rId401" o:title=""/>
          </v:shape>
          <o:OLEObject Type="Embed" ProgID="Equation.3" ShapeID="_x0000_i1248" DrawAspect="Content" ObjectID="_1654976618" r:id="rId402"/>
        </w:object>
      </w:r>
      <w:r>
        <w:t>– 1 = 0.003474495</w:t>
      </w:r>
    </w:p>
    <w:p w:rsidR="00150F06" w:rsidRDefault="00150F06" w:rsidP="00150F06">
      <w:pPr>
        <w:pStyle w:val="ISM"/>
      </w:pPr>
      <w:r>
        <w:rPr>
          <w:i/>
        </w:rPr>
        <w:tab/>
      </w:r>
      <w:r>
        <w:rPr>
          <w:i/>
        </w:rPr>
        <w:tab/>
      </w:r>
      <w:r>
        <w:t>The amount in the TFSA after 2</w:t>
      </w:r>
      <w:r w:rsidR="008E697F">
        <w:t>0</w:t>
      </w:r>
      <w:r>
        <w:t xml:space="preserve"> years will be</w:t>
      </w:r>
    </w:p>
    <w:p w:rsidR="00150F06" w:rsidRDefault="00150F06" w:rsidP="00150F06">
      <w:pPr>
        <w:pStyle w:val="ISM"/>
        <w:rPr>
          <w:u w:val="double"/>
        </w:rPr>
      </w:pPr>
      <w:r>
        <w:tab/>
      </w:r>
      <w:r>
        <w:tab/>
      </w:r>
      <w:r>
        <w:tab/>
      </w:r>
      <w:r>
        <w:tab/>
      </w:r>
      <w:r w:rsidRPr="00480120">
        <w:rPr>
          <w:position w:val="-34"/>
        </w:rPr>
        <w:object w:dxaOrig="2240" w:dyaOrig="780">
          <v:shape id="_x0000_i1249" type="#_x0000_t75" style="width:112.2pt;height:38.35pt" o:ole="" fillcolor="window">
            <v:imagedata r:id="rId297" o:title=""/>
          </v:shape>
          <o:OLEObject Type="Embed" ProgID="Equation.3" ShapeID="_x0000_i1249" DrawAspect="Content" ObjectID="_1654976619" r:id="rId403"/>
        </w:object>
      </w:r>
      <w:r>
        <w:t xml:space="preserve"> = $100</w:t>
      </w:r>
      <w:r w:rsidRPr="00150F06">
        <w:rPr>
          <w:position w:val="-32"/>
        </w:rPr>
        <w:object w:dxaOrig="2060" w:dyaOrig="740">
          <v:shape id="_x0000_i1250" type="#_x0000_t75" style="width:103.8pt;height:36.45pt" o:ole="" fillcolor="window">
            <v:imagedata r:id="rId404" o:title=""/>
          </v:shape>
          <o:OLEObject Type="Embed" ProgID="Equation.3" ShapeID="_x0000_i1250" DrawAspect="Content" ObjectID="_1654976620" r:id="rId405"/>
        </w:object>
      </w:r>
      <w:r>
        <w:t xml:space="preserve"> = $37,384.03</w:t>
      </w:r>
    </w:p>
    <w:p w:rsidR="00632BB0" w:rsidRDefault="00632BB0" w:rsidP="00B4746E">
      <w:pPr>
        <w:pStyle w:val="ISMab"/>
      </w:pPr>
    </w:p>
    <w:p w:rsidR="008E697F" w:rsidRDefault="008E697F" w:rsidP="008E697F">
      <w:pPr>
        <w:pStyle w:val="ISM"/>
      </w:pPr>
      <w:r>
        <w:tab/>
      </w:r>
      <w:r>
        <w:tab/>
        <w:t>For quarter-end contributions of $300,</w:t>
      </w:r>
    </w:p>
    <w:p w:rsidR="008E697F" w:rsidRDefault="008E697F" w:rsidP="008E697F">
      <w:pPr>
        <w:pStyle w:val="ISM"/>
      </w:pPr>
      <w:r>
        <w:tab/>
      </w:r>
      <w:r>
        <w:tab/>
      </w:r>
      <w:r>
        <w:rPr>
          <w:rFonts w:ascii="Times New Roman" w:hAnsi="Times New Roman"/>
          <w:i/>
        </w:rPr>
        <w:t>PMT</w:t>
      </w:r>
      <w:r>
        <w:t xml:space="preserve"> = $300; </w:t>
      </w:r>
      <w:r>
        <w:rPr>
          <w:rFonts w:ascii="Times New Roman" w:hAnsi="Times New Roman"/>
          <w:i/>
        </w:rPr>
        <w:t>n</w:t>
      </w:r>
      <w:r>
        <w:t xml:space="preserve"> = 80; </w:t>
      </w:r>
      <w:proofErr w:type="spellStart"/>
      <w:r>
        <w:rPr>
          <w:rFonts w:ascii="Times New Roman" w:hAnsi="Times New Roman"/>
          <w:i/>
        </w:rPr>
        <w:t>i</w:t>
      </w:r>
      <w:proofErr w:type="spellEnd"/>
      <w:r>
        <w:t xml:space="preserve"> = 4.25%</w:t>
      </w:r>
      <w:proofErr w:type="gramStart"/>
      <w:r>
        <w:t xml:space="preserve">;  </w:t>
      </w:r>
      <w:r w:rsidR="006555A5" w:rsidRPr="007B3695">
        <w:rPr>
          <w:i/>
        </w:rPr>
        <w:t>c</w:t>
      </w:r>
      <w:proofErr w:type="gramEnd"/>
      <w:r w:rsidR="006555A5">
        <w:t xml:space="preserve"> </w:t>
      </w:r>
      <w:r>
        <w:t xml:space="preserve">= </w:t>
      </w:r>
      <w:r w:rsidRPr="008E697F">
        <w:rPr>
          <w:position w:val="-24"/>
        </w:rPr>
        <w:object w:dxaOrig="240" w:dyaOrig="620">
          <v:shape id="_x0000_i1251" type="#_x0000_t75" style="width:13.1pt;height:31.8pt" o:ole="" fillcolor="window">
            <v:imagedata r:id="rId406" o:title=""/>
          </v:shape>
          <o:OLEObject Type="Embed" ProgID="Equation.3" ShapeID="_x0000_i1251" DrawAspect="Content" ObjectID="_1654976621" r:id="rId407"/>
        </w:object>
      </w:r>
      <w:r>
        <w:t xml:space="preserve"> = 0.25, and</w:t>
      </w:r>
    </w:p>
    <w:p w:rsidR="008E697F" w:rsidRDefault="008E697F" w:rsidP="008E697F">
      <w:pPr>
        <w:pStyle w:val="ISM"/>
      </w:pPr>
      <w:r>
        <w:tab/>
      </w:r>
      <w:r>
        <w:tab/>
      </w:r>
      <w:r w:rsidRPr="00480120">
        <w:rPr>
          <w:position w:val="-10"/>
        </w:rPr>
        <w:object w:dxaOrig="1420" w:dyaOrig="380">
          <v:shape id="_x0000_i1252" type="#_x0000_t75" style="width:71.05pt;height:18.7pt" o:ole="" fillcolor="window">
            <v:imagedata r:id="rId356" o:title=""/>
          </v:shape>
          <o:OLEObject Type="Embed" ProgID="Equation.3" ShapeID="_x0000_i1252" DrawAspect="Content" ObjectID="_1654976622" r:id="rId408"/>
        </w:object>
      </w:r>
      <w:r>
        <w:t xml:space="preserve"> = </w:t>
      </w:r>
      <w:r w:rsidRPr="008E697F">
        <w:rPr>
          <w:position w:val="-14"/>
        </w:rPr>
        <w:object w:dxaOrig="1120" w:dyaOrig="440">
          <v:shape id="_x0000_i1253" type="#_x0000_t75" style="width:55.15pt;height:21.5pt" o:ole="" fillcolor="window">
            <v:imagedata r:id="rId409" o:title=""/>
          </v:shape>
          <o:OLEObject Type="Embed" ProgID="Equation.3" ShapeID="_x0000_i1253" DrawAspect="Content" ObjectID="_1654976623" r:id="rId410"/>
        </w:object>
      </w:r>
      <w:r>
        <w:t>– 1 = 0.010459743</w:t>
      </w:r>
    </w:p>
    <w:p w:rsidR="008E697F" w:rsidRDefault="008E697F" w:rsidP="008E697F">
      <w:pPr>
        <w:pStyle w:val="ISM"/>
      </w:pPr>
      <w:r>
        <w:tab/>
      </w:r>
      <w:r>
        <w:tab/>
        <w:t>The amount in the TFSA after 20 years will be</w:t>
      </w:r>
    </w:p>
    <w:p w:rsidR="008E697F" w:rsidRDefault="008E697F" w:rsidP="008E697F">
      <w:pPr>
        <w:pStyle w:val="ISM"/>
        <w:rPr>
          <w:u w:val="double"/>
        </w:rPr>
      </w:pPr>
      <w:r>
        <w:tab/>
      </w:r>
      <w:r>
        <w:tab/>
      </w:r>
      <w:r>
        <w:tab/>
      </w:r>
      <w:r>
        <w:tab/>
      </w:r>
      <w:r w:rsidRPr="00480120">
        <w:rPr>
          <w:position w:val="-34"/>
        </w:rPr>
        <w:object w:dxaOrig="2240" w:dyaOrig="780">
          <v:shape id="_x0000_i1254" type="#_x0000_t75" style="width:112.2pt;height:38.35pt" o:ole="" fillcolor="window">
            <v:imagedata r:id="rId297" o:title=""/>
          </v:shape>
          <o:OLEObject Type="Embed" ProgID="Equation.3" ShapeID="_x0000_i1254" DrawAspect="Content" ObjectID="_1654976624" r:id="rId411"/>
        </w:object>
      </w:r>
      <w:r>
        <w:t xml:space="preserve"> = $300</w:t>
      </w:r>
      <w:r w:rsidRPr="008E697F">
        <w:rPr>
          <w:position w:val="-32"/>
        </w:rPr>
        <w:object w:dxaOrig="1980" w:dyaOrig="740">
          <v:shape id="_x0000_i1255" type="#_x0000_t75" style="width:100.05pt;height:36.45pt" o:ole="" fillcolor="window">
            <v:imagedata r:id="rId412" o:title=""/>
          </v:shape>
          <o:OLEObject Type="Embed" ProgID="Equation.3" ShapeID="_x0000_i1255" DrawAspect="Content" ObjectID="_1654976625" r:id="rId413"/>
        </w:object>
      </w:r>
      <w:r>
        <w:t xml:space="preserve"> = $37,254.44</w:t>
      </w:r>
    </w:p>
    <w:p w:rsidR="008E697F" w:rsidRDefault="008E697F" w:rsidP="008E697F">
      <w:pPr>
        <w:pStyle w:val="ISM"/>
        <w:spacing w:after="360"/>
      </w:pPr>
      <w:r>
        <w:tab/>
      </w:r>
      <w:r>
        <w:tab/>
        <w:t xml:space="preserve">The TFSA with monthly contribution is worth </w:t>
      </w:r>
      <w:r>
        <w:rPr>
          <w:u w:val="double"/>
        </w:rPr>
        <w:t>$129.59</w:t>
      </w:r>
      <w:r>
        <w:t xml:space="preserve"> more. </w:t>
      </w:r>
    </w:p>
    <w:p w:rsidR="00632BB0" w:rsidRDefault="00632BB0" w:rsidP="00632BB0">
      <w:pPr>
        <w:pStyle w:val="ISM"/>
      </w:pPr>
      <w:r>
        <w:t>2</w:t>
      </w:r>
      <w:r w:rsidR="00D1506C">
        <w:t>3</w:t>
      </w:r>
      <w:r>
        <w:t>.</w:t>
      </w:r>
      <w:r>
        <w:tab/>
        <w:t>For the first 10 years,</w:t>
      </w:r>
      <w:r>
        <w:rPr>
          <w:rFonts w:ascii="Times New Roman" w:hAnsi="Times New Roman"/>
          <w:i/>
        </w:rPr>
        <w:t xml:space="preserve"> </w:t>
      </w:r>
      <w:proofErr w:type="spellStart"/>
      <w:r>
        <w:rPr>
          <w:rFonts w:ascii="Times New Roman" w:hAnsi="Times New Roman"/>
          <w:i/>
        </w:rPr>
        <w:t>i</w:t>
      </w:r>
      <w:proofErr w:type="spellEnd"/>
      <w:r>
        <w:rPr>
          <w:rFonts w:ascii="Times New Roman" w:hAnsi="Times New Roman"/>
          <w:i/>
        </w:rPr>
        <w:t xml:space="preserve"> </w:t>
      </w:r>
      <w:r>
        <w:t xml:space="preserve">= </w:t>
      </w:r>
      <w:r w:rsidRPr="00860C22">
        <w:rPr>
          <w:position w:val="-12"/>
        </w:rPr>
        <w:object w:dxaOrig="320" w:dyaOrig="360">
          <v:shape id="_x0000_i1256" type="#_x0000_t75" style="width:15.9pt;height:18.7pt" o:ole="" fillcolor="window">
            <v:imagedata r:id="rId414" o:title=""/>
          </v:shape>
          <o:OLEObject Type="Embed" ProgID="Equation.3" ShapeID="_x0000_i1256" DrawAspect="Content" ObjectID="_1654976626" r:id="rId415"/>
        </w:object>
      </w:r>
      <w:r>
        <w:t xml:space="preserve"> = 0.5%;</w:t>
      </w:r>
    </w:p>
    <w:p w:rsidR="00632BB0" w:rsidRDefault="0045715C" w:rsidP="00632BB0">
      <w:pPr>
        <w:pStyle w:val="ISM"/>
      </w:pPr>
      <w:r>
        <w:rPr>
          <w:noProof/>
          <w:lang w:val="en-US"/>
        </w:rPr>
        <w:pict>
          <v:shape id="AutoShape 373" o:spid="_x0000_s1100" type="#_x0000_t61" style="position:absolute;margin-left:322.55pt;margin-top:2.55pt;width:124.75pt;height:133.9pt;z-index:25169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" adj="-5532,12526" fillcolor="#cff">
            <v:fill opacity="25443f"/>
            <v:textbox inset="3.6pt,,3.6pt">
              <w:txbxContent>
                <w:p w:rsidR="00F95D40" w:rsidRDefault="00F95D40" w:rsidP="00632BB0">
                  <w:pPr>
                    <w:spacing w:line="300" w:lineRule="exact"/>
                    <w:ind w:right="42"/>
                    <w:jc w:val="right"/>
                  </w:pPr>
                  <w:r>
                    <w:t xml:space="preserve">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1500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40,460.694</w:t>
                  </w:r>
                </w:p>
              </w:txbxContent>
            </v:textbox>
            <w10:wrap type="square"/>
          </v:shape>
        </w:pict>
      </w:r>
      <w:r>
        <w:rPr>
          <w:noProof/>
          <w:sz w:val="20"/>
          <w:lang w:val="en-US"/>
        </w:rPr>
        <w:pict>
          <v:shape id="AutoShape 333" o:spid="_x0000_s1390" type="#_x0000_t88" style="position:absolute;margin-left:276.85pt;margin-top:20.45pt;width:10.15pt;height:120.3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"/>
        </w:pict>
      </w:r>
      <w:r w:rsidR="00632BB0">
        <w:tab/>
      </w:r>
      <w:r w:rsidR="00632BB0">
        <w:tab/>
      </w:r>
      <w:r w:rsidR="00632BB0">
        <w:tab/>
      </w:r>
      <w:r w:rsidR="00632BB0">
        <w:rPr>
          <w:rFonts w:ascii="Times New Roman" w:hAnsi="Times New Roman"/>
          <w:i/>
        </w:rPr>
        <w:t>PMT</w:t>
      </w:r>
      <w:r w:rsidR="00632BB0">
        <w:t xml:space="preserve"> = $1500; </w:t>
      </w:r>
      <w:r w:rsidR="00632BB0">
        <w:rPr>
          <w:rFonts w:ascii="Times New Roman" w:hAnsi="Times New Roman"/>
          <w:i/>
        </w:rPr>
        <w:t>n</w:t>
      </w:r>
      <w:r w:rsidR="00632BB0">
        <w:t xml:space="preserve"> = 2(10) = 20; </w:t>
      </w:r>
      <w:r w:rsidR="00632BB0">
        <w:rPr>
          <w:rFonts w:ascii="Times New Roman" w:hAnsi="Times New Roman"/>
          <w:i/>
        </w:rPr>
        <w:t xml:space="preserve">c </w:t>
      </w:r>
      <w:r w:rsidR="00632BB0">
        <w:t xml:space="preserve">= </w:t>
      </w:r>
      <w:r w:rsidR="00632BB0" w:rsidRPr="00860C22">
        <w:rPr>
          <w:position w:val="-12"/>
        </w:rPr>
        <w:object w:dxaOrig="260" w:dyaOrig="340">
          <v:shape id="_x0000_i1257" type="#_x0000_t75" style="width:13.1pt;height:16.85pt" o:ole="" fillcolor="window">
            <v:imagedata r:id="rId416" o:title=""/>
          </v:shape>
          <o:OLEObject Type="Embed" ProgID="Equation.3" ShapeID="_x0000_i1257" DrawAspect="Content" ObjectID="_1654976627" r:id="rId417"/>
        </w:object>
      </w:r>
      <w:r w:rsidR="00632BB0">
        <w:t xml:space="preserve"> = </w:t>
      </w:r>
      <w:r w:rsidR="00EB6EDF">
        <w:t>6</w:t>
      </w:r>
    </w:p>
    <w:p w:rsidR="00632BB0" w:rsidRDefault="00632BB0" w:rsidP="00632BB0">
      <w:pPr>
        <w:pStyle w:val="ISM"/>
      </w:pPr>
      <w:r>
        <w:tab/>
      </w:r>
      <w:r>
        <w:tab/>
      </w:r>
      <w:r>
        <w:tab/>
      </w:r>
      <w:r w:rsidRPr="00480120">
        <w:rPr>
          <w:position w:val="-10"/>
        </w:rPr>
        <w:object w:dxaOrig="1420" w:dyaOrig="380">
          <v:shape id="_x0000_i1258" type="#_x0000_t75" style="width:71.05pt;height:18.7pt" o:ole="" fillcolor="window">
            <v:imagedata r:id="rId356" o:title=""/>
          </v:shape>
          <o:OLEObject Type="Embed" ProgID="Equation.3" ShapeID="_x0000_i1258" DrawAspect="Content" ObjectID="_1654976628" r:id="rId418"/>
        </w:object>
      </w:r>
      <w:r>
        <w:t xml:space="preserve"> = </w:t>
      </w:r>
      <w:r w:rsidR="00EB6EDF" w:rsidRPr="00EB6EDF">
        <w:rPr>
          <w:position w:val="-14"/>
        </w:rPr>
        <w:object w:dxaOrig="860" w:dyaOrig="440">
          <v:shape id="_x0000_i1259" type="#_x0000_t75" style="width:43pt;height:22.45pt" o:ole="" fillcolor="window">
            <v:imagedata r:id="rId419" o:title=""/>
          </v:shape>
          <o:OLEObject Type="Embed" ProgID="Equation.3" ShapeID="_x0000_i1259" DrawAspect="Content" ObjectID="_1654976629" r:id="rId420"/>
        </w:object>
      </w:r>
      <w:r>
        <w:t>– 1 = 0.030377509</w:t>
      </w:r>
    </w:p>
    <w:p w:rsidR="00632BB0" w:rsidRDefault="00632BB0" w:rsidP="00632BB0">
      <w:pPr>
        <w:pStyle w:val="ISM"/>
      </w:pPr>
      <w:r>
        <w:tab/>
      </w:r>
      <w:r>
        <w:tab/>
        <w:t>and the fu</w:t>
      </w:r>
      <w:r w:rsidR="00044593">
        <w:t xml:space="preserve">ture value at the end of the 10 </w:t>
      </w:r>
      <w:r>
        <w:t>years is</w:t>
      </w:r>
    </w:p>
    <w:p w:rsidR="00632BB0" w:rsidRDefault="00632BB0" w:rsidP="00632BB0">
      <w:pPr>
        <w:pStyle w:val="ISM"/>
      </w:pPr>
      <w:r>
        <w:tab/>
      </w:r>
      <w:r>
        <w:tab/>
      </w:r>
      <w:r>
        <w:tab/>
      </w:r>
      <w:r w:rsidRPr="00480120">
        <w:rPr>
          <w:position w:val="-34"/>
        </w:rPr>
        <w:object w:dxaOrig="2240" w:dyaOrig="780">
          <v:shape id="_x0000_i1260" type="#_x0000_t75" style="width:112.2pt;height:38.35pt" o:ole="" fillcolor="window">
            <v:imagedata r:id="rId297" o:title=""/>
          </v:shape>
          <o:OLEObject Type="Embed" ProgID="Equation.3" ShapeID="_x0000_i1260" DrawAspect="Content" ObjectID="_1654976630" r:id="rId421"/>
        </w:object>
      </w:r>
      <w:r>
        <w:t xml:space="preserve"> </w:t>
      </w:r>
    </w:p>
    <w:p w:rsidR="00632BB0" w:rsidRDefault="00632BB0" w:rsidP="00632BB0">
      <w:pPr>
        <w:pStyle w:val="ISM"/>
        <w:ind w:left="990"/>
      </w:pPr>
      <w:r>
        <w:t xml:space="preserve">  = $1500</w:t>
      </w:r>
      <w:r w:rsidRPr="00860C22">
        <w:rPr>
          <w:position w:val="-30"/>
        </w:rPr>
        <w:object w:dxaOrig="2040" w:dyaOrig="720">
          <v:shape id="_x0000_i1261" type="#_x0000_t75" style="width:101.9pt;height:36.45pt" o:ole="" fillcolor="window">
            <v:imagedata r:id="rId422" o:title=""/>
          </v:shape>
          <o:OLEObject Type="Embed" ProgID="Equation.3" ShapeID="_x0000_i1261" DrawAspect="Content" ObjectID="_1654976631" r:id="rId423"/>
        </w:object>
      </w:r>
      <w:r>
        <w:t xml:space="preserve"> </w:t>
      </w:r>
    </w:p>
    <w:p w:rsidR="00632BB0" w:rsidRDefault="00632BB0" w:rsidP="00632BB0">
      <w:pPr>
        <w:pStyle w:val="ISM"/>
        <w:ind w:left="990"/>
      </w:pPr>
      <w:r>
        <w:t xml:space="preserve">  = $40,460.694</w:t>
      </w:r>
    </w:p>
    <w:p w:rsidR="009C6E0F" w:rsidRDefault="009C6E0F">
      <w:r>
        <w:br w:type="page"/>
      </w:r>
    </w:p>
    <w:p w:rsidR="00632BB0" w:rsidRDefault="0045715C" w:rsidP="00632BB0">
      <w:pPr>
        <w:pStyle w:val="ISM"/>
      </w:pPr>
      <w:r>
        <w:rPr>
          <w:noProof/>
          <w:lang w:val="en-US"/>
        </w:rPr>
        <w:lastRenderedPageBreak/>
        <w:pict>
          <v:shape id="AutoShape 374" o:spid="_x0000_s1101" type="#_x0000_t61" style="position:absolute;margin-left:324.7pt;margin-top:5.75pt;width:139.8pt;height:118.6pt;z-index:25170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" adj="-2055,13195" fillcolor="#cff">
            <v:fill opacity="25443f"/>
            <v:textbox inset="3.6pt,,3.6pt">
              <w:txbxContent>
                <w:p w:rsidR="00F95D40" w:rsidRDefault="00F95D40" w:rsidP="00632BB0">
                  <w:pPr>
                    <w:spacing w:line="300" w:lineRule="exact"/>
                    <w:ind w:left="-90" w:right="42"/>
                    <w:jc w:val="right"/>
                  </w:pPr>
                  <w:r w:rsidRPr="00F516C9">
                    <w:t xml:space="preserve"> </w:t>
                  </w:r>
                  <w:r>
                    <w:t xml:space="preserve">Same </w:t>
                  </w:r>
                  <w:r>
                    <w:rPr>
                      <w:i/>
                      <w:iCs/>
                    </w:rPr>
                    <w:t>PMT, P/Y</w:t>
                  </w:r>
                </w:p>
                <w:p w:rsidR="00F95D40" w:rsidRDefault="00F95D40" w:rsidP="00632BB0">
                  <w:pPr>
                    <w:spacing w:line="300" w:lineRule="exact"/>
                    <w:ind w:right="42"/>
                    <w:jc w:val="right"/>
                  </w:pPr>
                  <w:r>
                    <w:t xml:space="preserve">7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30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40460.694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rsidRPr="00ED0575">
                    <w:t>188,316.36</w:t>
                  </w:r>
                </w:p>
              </w:txbxContent>
            </v:textbox>
            <w10:wrap type="square"/>
          </v:shape>
        </w:pict>
      </w:r>
      <w:r w:rsidR="00632BB0">
        <w:tab/>
      </w:r>
      <w:r w:rsidR="00632BB0">
        <w:tab/>
        <w:t>For the next 15 years,</w:t>
      </w:r>
      <w:r w:rsidR="00632BB0">
        <w:rPr>
          <w:rFonts w:ascii="Times New Roman" w:hAnsi="Times New Roman"/>
          <w:i/>
        </w:rPr>
        <w:t xml:space="preserve"> PMT</w:t>
      </w:r>
      <w:r w:rsidR="00632BB0">
        <w:t xml:space="preserve"> = $1500; </w:t>
      </w:r>
    </w:p>
    <w:p w:rsidR="00632BB0" w:rsidRDefault="0045715C" w:rsidP="00632BB0">
      <w:pPr>
        <w:pStyle w:val="ISM"/>
      </w:pPr>
      <w:r>
        <w:rPr>
          <w:noProof/>
          <w:sz w:val="20"/>
          <w:lang w:val="en-US"/>
        </w:rPr>
        <w:pict>
          <v:shape id="AutoShape 334" o:spid="_x0000_s1384" type="#_x0000_t88" style="position:absolute;margin-left:298.9pt;margin-top:16.7pt;width:10.75pt;height:96.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"/>
        </w:pict>
      </w:r>
      <w:r w:rsidR="00632BB0">
        <w:tab/>
      </w:r>
      <w:r w:rsidR="00632BB0">
        <w:tab/>
      </w:r>
      <w:r w:rsidR="00632BB0">
        <w:tab/>
      </w:r>
      <w:r w:rsidR="00632BB0">
        <w:rPr>
          <w:rFonts w:ascii="Times New Roman" w:hAnsi="Times New Roman"/>
          <w:i/>
        </w:rPr>
        <w:t>n</w:t>
      </w:r>
      <w:r w:rsidR="00632BB0">
        <w:t xml:space="preserve"> = 2(15) = 30; </w:t>
      </w:r>
      <w:proofErr w:type="spellStart"/>
      <w:r w:rsidR="00632BB0">
        <w:rPr>
          <w:rFonts w:ascii="Times New Roman" w:hAnsi="Times New Roman"/>
          <w:i/>
        </w:rPr>
        <w:t>i</w:t>
      </w:r>
      <w:proofErr w:type="spellEnd"/>
      <w:r w:rsidR="00632BB0">
        <w:t xml:space="preserve"> = </w:t>
      </w:r>
      <w:r w:rsidR="00632BB0" w:rsidRPr="00AC2553">
        <w:rPr>
          <w:position w:val="-12"/>
        </w:rPr>
        <w:object w:dxaOrig="320" w:dyaOrig="360">
          <v:shape id="_x0000_i1262" type="#_x0000_t75" style="width:15.9pt;height:18.7pt" o:ole="" fillcolor="window">
            <v:imagedata r:id="rId424" o:title=""/>
          </v:shape>
          <o:OLEObject Type="Embed" ProgID="Equation.3" ShapeID="_x0000_i1262" DrawAspect="Content" ObjectID="_1654976632" r:id="rId425"/>
        </w:object>
      </w:r>
      <w:r w:rsidR="00632BB0">
        <w:t xml:space="preserve"> = 7%; </w:t>
      </w:r>
      <w:r w:rsidR="00632BB0">
        <w:rPr>
          <w:rFonts w:ascii="Times New Roman" w:hAnsi="Times New Roman"/>
          <w:i/>
        </w:rPr>
        <w:t xml:space="preserve">c </w:t>
      </w:r>
      <w:r w:rsidR="00632BB0">
        <w:t xml:space="preserve">= </w:t>
      </w:r>
      <w:r w:rsidR="00632BB0" w:rsidRPr="00860C22">
        <w:rPr>
          <w:position w:val="-12"/>
        </w:rPr>
        <w:object w:dxaOrig="200" w:dyaOrig="340">
          <v:shape id="_x0000_i1263" type="#_x0000_t75" style="width:9.35pt;height:16.85pt" o:ole="" fillcolor="window">
            <v:imagedata r:id="rId426" o:title=""/>
          </v:shape>
          <o:OLEObject Type="Embed" ProgID="Equation.3" ShapeID="_x0000_i1263" DrawAspect="Content" ObjectID="_1654976633" r:id="rId427"/>
        </w:object>
      </w:r>
      <w:r w:rsidR="00632BB0">
        <w:t xml:space="preserve"> = 0.5</w:t>
      </w:r>
    </w:p>
    <w:p w:rsidR="00632BB0" w:rsidRDefault="00632BB0" w:rsidP="00632BB0">
      <w:pPr>
        <w:pStyle w:val="ISM"/>
      </w:pPr>
      <w:r>
        <w:tab/>
      </w:r>
      <w:r>
        <w:tab/>
      </w:r>
      <w:r>
        <w:tab/>
      </w:r>
      <w:r w:rsidRPr="00480120">
        <w:rPr>
          <w:position w:val="-10"/>
        </w:rPr>
        <w:object w:dxaOrig="1420" w:dyaOrig="380">
          <v:shape id="_x0000_i1264" type="#_x0000_t75" style="width:71.05pt;height:18.7pt" o:ole="" fillcolor="window">
            <v:imagedata r:id="rId356" o:title=""/>
          </v:shape>
          <o:OLEObject Type="Embed" ProgID="Equation.3" ShapeID="_x0000_i1264" DrawAspect="Content" ObjectID="_1654976634" r:id="rId428"/>
        </w:object>
      </w:r>
      <w:r>
        <w:t xml:space="preserve"> = </w:t>
      </w:r>
      <w:r w:rsidRPr="00860C22">
        <w:rPr>
          <w:position w:val="-10"/>
        </w:rPr>
        <w:object w:dxaOrig="820" w:dyaOrig="360">
          <v:shape id="_x0000_i1265" type="#_x0000_t75" style="width:41.15pt;height:18.7pt" o:ole="" fillcolor="window">
            <v:imagedata r:id="rId429" o:title=""/>
          </v:shape>
          <o:OLEObject Type="Embed" ProgID="Equation.3" ShapeID="_x0000_i1265" DrawAspect="Content" ObjectID="_1654976635" r:id="rId430"/>
        </w:object>
      </w:r>
      <w:r>
        <w:t xml:space="preserve">– 1 = </w:t>
      </w:r>
      <w:r w:rsidR="00B16675">
        <w:t xml:space="preserve">0.034408043 </w:t>
      </w:r>
    </w:p>
    <w:p w:rsidR="00632BB0" w:rsidRDefault="00632BB0" w:rsidP="00632BB0">
      <w:pPr>
        <w:pStyle w:val="ISM"/>
      </w:pPr>
      <w:r>
        <w:tab/>
      </w:r>
      <w:r>
        <w:tab/>
        <w:t>The combined future value at the end of the 25 years is</w:t>
      </w:r>
    </w:p>
    <w:p w:rsidR="00632BB0" w:rsidRDefault="00632BB0" w:rsidP="00632BB0">
      <w:pPr>
        <w:pStyle w:val="ISM"/>
      </w:pPr>
      <w:r>
        <w:tab/>
      </w:r>
      <w:r>
        <w:tab/>
      </w:r>
      <w:r>
        <w:tab/>
        <w:t>$40,460.694</w:t>
      </w:r>
      <w:r w:rsidRPr="00AC2553">
        <w:rPr>
          <w:position w:val="-10"/>
        </w:rPr>
        <w:object w:dxaOrig="780" w:dyaOrig="360">
          <v:shape id="_x0000_i1266" type="#_x0000_t75" style="width:38.35pt;height:18.7pt" o:ole="" fillcolor="window">
            <v:imagedata r:id="rId431" o:title=""/>
          </v:shape>
          <o:OLEObject Type="Embed" ProgID="Equation.3" ShapeID="_x0000_i1266" DrawAspect="Content" ObjectID="_1654976636" r:id="rId432"/>
        </w:object>
      </w:r>
      <w:r>
        <w:t>+ $1500</w:t>
      </w:r>
      <w:r w:rsidR="00C01E3D" w:rsidRPr="00B16675">
        <w:rPr>
          <w:position w:val="-32"/>
        </w:rPr>
        <w:object w:dxaOrig="2020" w:dyaOrig="760">
          <v:shape id="_x0000_i1267" type="#_x0000_t75" style="width:100.05pt;height:38.35pt" o:ole="" fillcolor="window">
            <v:imagedata r:id="rId433" o:title=""/>
          </v:shape>
          <o:OLEObject Type="Embed" ProgID="Equation.DSMT4" ShapeID="_x0000_i1267" DrawAspect="Content" ObjectID="_1654976637" r:id="rId434"/>
        </w:object>
      </w:r>
      <w:r>
        <w:t xml:space="preserve"> </w:t>
      </w:r>
    </w:p>
    <w:p w:rsidR="00632BB0" w:rsidRDefault="00632BB0" w:rsidP="00632BB0">
      <w:pPr>
        <w:pStyle w:val="ISM"/>
        <w:ind w:left="1890"/>
      </w:pPr>
      <w:r>
        <w:t>= $111,632.33</w:t>
      </w:r>
      <w:r w:rsidR="00783162">
        <w:t>1</w:t>
      </w:r>
      <w:r>
        <w:t xml:space="preserve"> + $76,684.027</w:t>
      </w:r>
    </w:p>
    <w:p w:rsidR="00632BB0" w:rsidRDefault="00632BB0" w:rsidP="00632BB0">
      <w:pPr>
        <w:pStyle w:val="ISM"/>
        <w:spacing w:line="480" w:lineRule="auto"/>
        <w:ind w:left="1890"/>
      </w:pPr>
      <w:r>
        <w:t xml:space="preserve">= </w:t>
      </w:r>
      <w:r>
        <w:rPr>
          <w:u w:val="double"/>
        </w:rPr>
        <w:t>$188,316.36</w:t>
      </w:r>
    </w:p>
    <w:p w:rsidR="00632BB0" w:rsidRDefault="00632BB0" w:rsidP="00632BB0">
      <w:pPr>
        <w:pStyle w:val="ISM"/>
      </w:pPr>
    </w:p>
    <w:p w:rsidR="00632BB0" w:rsidRDefault="0045715C" w:rsidP="00632BB0">
      <w:pPr>
        <w:pStyle w:val="ISM"/>
      </w:pPr>
      <w:r>
        <w:rPr>
          <w:noProof/>
          <w:lang w:val="en-US"/>
        </w:rPr>
        <w:pict>
          <v:shape id="AutoShape 375" o:spid="_x0000_s1102" type="#_x0000_t61" style="position:absolute;margin-left:329pt;margin-top:11.7pt;width:131.2pt;height:133pt;z-index:25170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" adj="-6470,8957" fillcolor="#cff">
            <v:fill opacity="25443f"/>
            <v:textbox inset="3.6pt,,3.6pt">
              <w:txbxContent>
                <w:p w:rsidR="00F95D40" w:rsidRDefault="00F95D40" w:rsidP="00632BB0">
                  <w:pPr>
                    <w:spacing w:line="300" w:lineRule="exact"/>
                    <w:ind w:right="42"/>
                    <w:jc w:val="right"/>
                  </w:pPr>
                  <w:r>
                    <w:t xml:space="preserve">7.5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10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14,324.71</w:t>
                  </w:r>
                </w:p>
              </w:txbxContent>
            </v:textbox>
            <w10:wrap type="square"/>
          </v:shape>
        </w:pict>
      </w:r>
      <w:r w:rsidR="00632BB0">
        <w:tab/>
        <w:t>2</w:t>
      </w:r>
      <w:r w:rsidR="00D1506C">
        <w:t>5</w:t>
      </w:r>
      <w:r w:rsidR="00632BB0">
        <w:t>.</w:t>
      </w:r>
      <w:r w:rsidR="00632BB0">
        <w:tab/>
        <w:t>For the first 10 years,</w:t>
      </w:r>
      <w:r w:rsidR="00632BB0">
        <w:rPr>
          <w:rFonts w:ascii="Times New Roman" w:hAnsi="Times New Roman"/>
          <w:i/>
        </w:rPr>
        <w:t xml:space="preserve"> </w:t>
      </w:r>
      <w:proofErr w:type="spellStart"/>
      <w:r w:rsidR="00632BB0">
        <w:rPr>
          <w:rFonts w:ascii="Times New Roman" w:hAnsi="Times New Roman"/>
          <w:i/>
        </w:rPr>
        <w:t>i</w:t>
      </w:r>
      <w:proofErr w:type="spellEnd"/>
      <w:r w:rsidR="00632BB0">
        <w:t xml:space="preserve"> = </w:t>
      </w:r>
      <w:r w:rsidR="00632BB0" w:rsidRPr="00480120">
        <w:rPr>
          <w:position w:val="-14"/>
        </w:rPr>
        <w:object w:dxaOrig="480" w:dyaOrig="400">
          <v:shape id="_x0000_i1268" type="#_x0000_t75" style="width:24.3pt;height:20.55pt" o:ole="">
            <v:imagedata r:id="rId435" o:title=""/>
          </v:shape>
          <o:OLEObject Type="Embed" ProgID="Equation.3" ShapeID="_x0000_i1268" DrawAspect="Content" ObjectID="_1654976638" r:id="rId436"/>
        </w:object>
      </w:r>
      <w:r w:rsidR="00632BB0">
        <w:t xml:space="preserve"> = 0.625%; </w:t>
      </w:r>
    </w:p>
    <w:p w:rsidR="00632BB0" w:rsidRDefault="00632BB0" w:rsidP="00632BB0"/>
    <w:p w:rsidR="00632BB0" w:rsidRDefault="00632BB0" w:rsidP="00632BB0">
      <w:pPr>
        <w:pStyle w:val="ISM"/>
      </w:pPr>
      <w:r>
        <w:tab/>
      </w:r>
      <w:r>
        <w:tab/>
      </w:r>
      <w:r>
        <w:rPr>
          <w:rFonts w:ascii="Times New Roman" w:hAnsi="Times New Roman"/>
          <w:i/>
        </w:rPr>
        <w:t>PMT</w:t>
      </w:r>
      <w:r>
        <w:t xml:space="preserve"> = $1000; </w:t>
      </w:r>
      <w:r>
        <w:rPr>
          <w:rFonts w:ascii="Times New Roman" w:hAnsi="Times New Roman"/>
          <w:i/>
        </w:rPr>
        <w:t>n</w:t>
      </w:r>
      <w:r>
        <w:t xml:space="preserve"> = 10;</w:t>
      </w:r>
      <w:r>
        <w:rPr>
          <w:rFonts w:ascii="Times New Roman" w:hAnsi="Times New Roman"/>
          <w:i/>
        </w:rPr>
        <w:t xml:space="preserve"> c</w:t>
      </w:r>
      <w:r>
        <w:t xml:space="preserve"> = </w:t>
      </w:r>
      <w:r w:rsidRPr="00480120">
        <w:rPr>
          <w:position w:val="-14"/>
        </w:rPr>
        <w:object w:dxaOrig="279" w:dyaOrig="380">
          <v:shape id="_x0000_i1269" type="#_x0000_t75" style="width:14.95pt;height:18.7pt" o:ole="">
            <v:imagedata r:id="rId437" o:title=""/>
          </v:shape>
          <o:OLEObject Type="Embed" ProgID="Equation.3" ShapeID="_x0000_i1269" DrawAspect="Content" ObjectID="_1654976639" r:id="rId438"/>
        </w:object>
      </w:r>
      <w:r>
        <w:t xml:space="preserve"> = 12</w:t>
      </w:r>
    </w:p>
    <w:p w:rsidR="00632BB0" w:rsidRDefault="0045715C" w:rsidP="00632BB0">
      <w:pPr>
        <w:pStyle w:val="ISM"/>
      </w:pPr>
      <w:r>
        <w:rPr>
          <w:noProof/>
          <w:sz w:val="20"/>
          <w:lang w:val="en-US"/>
        </w:rPr>
        <w:pict>
          <v:shape id="AutoShape 337" o:spid="_x0000_s1360" type="#_x0000_t88" style="position:absolute;margin-left:260.2pt;margin-top:4.9pt;width:10.15pt;height:118.9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"/>
        </w:pict>
      </w:r>
      <w:r w:rsidR="00632BB0">
        <w:tab/>
      </w:r>
      <w:r w:rsidR="00632BB0">
        <w:tab/>
      </w:r>
      <w:proofErr w:type="gramStart"/>
      <w:r w:rsidR="00632BB0">
        <w:t>and</w:t>
      </w:r>
      <w:proofErr w:type="gramEnd"/>
      <w:r w:rsidR="00632BB0">
        <w:tab/>
      </w:r>
      <w:r w:rsidR="00632BB0" w:rsidRPr="00480120">
        <w:rPr>
          <w:position w:val="-10"/>
        </w:rPr>
        <w:object w:dxaOrig="1420" w:dyaOrig="380">
          <v:shape id="_x0000_i1270" type="#_x0000_t75" style="width:71.05pt;height:18.7pt" o:ole="" fillcolor="window">
            <v:imagedata r:id="rId356" o:title=""/>
          </v:shape>
          <o:OLEObject Type="Embed" ProgID="Equation.3" ShapeID="_x0000_i1270" DrawAspect="Content" ObjectID="_1654976640" r:id="rId439"/>
        </w:object>
      </w:r>
      <w:r w:rsidR="00632BB0">
        <w:t xml:space="preserve"> = </w:t>
      </w:r>
      <w:r w:rsidR="00632BB0" w:rsidRPr="00480120">
        <w:rPr>
          <w:position w:val="-10"/>
        </w:rPr>
        <w:object w:dxaOrig="1200" w:dyaOrig="380">
          <v:shape id="_x0000_i1271" type="#_x0000_t75" style="width:59.85pt;height:18.7pt" o:ole="" fillcolor="window">
            <v:imagedata r:id="rId440" o:title=""/>
          </v:shape>
          <o:OLEObject Type="Embed" ProgID="Equation.3" ShapeID="_x0000_i1271" DrawAspect="Content" ObjectID="_1654976641" r:id="rId441"/>
        </w:object>
      </w:r>
      <w:r w:rsidR="00632BB0">
        <w:t xml:space="preserve"> – 1 </w:t>
      </w:r>
    </w:p>
    <w:p w:rsidR="00632BB0" w:rsidRDefault="00632BB0" w:rsidP="00632BB0">
      <w:pPr>
        <w:pStyle w:val="ISM"/>
        <w:ind w:left="2880"/>
      </w:pPr>
      <w:r>
        <w:t xml:space="preserve"> = 0.077632599</w:t>
      </w:r>
    </w:p>
    <w:p w:rsidR="00632BB0" w:rsidRDefault="00632BB0" w:rsidP="00632BB0">
      <w:pPr>
        <w:pStyle w:val="ISM"/>
      </w:pPr>
      <w:r>
        <w:tab/>
      </w:r>
      <w:r>
        <w:tab/>
      </w:r>
      <w:r>
        <w:tab/>
        <w:t xml:space="preserve">          </w:t>
      </w:r>
      <w:r w:rsidRPr="00480120">
        <w:rPr>
          <w:position w:val="-34"/>
        </w:rPr>
        <w:object w:dxaOrig="2240" w:dyaOrig="780">
          <v:shape id="_x0000_i1272" type="#_x0000_t75" style="width:112.2pt;height:38.35pt" o:ole="" fillcolor="window">
            <v:imagedata r:id="rId297" o:title=""/>
          </v:shape>
          <o:OLEObject Type="Embed" ProgID="Equation.3" ShapeID="_x0000_i1272" DrawAspect="Content" ObjectID="_1654976642" r:id="rId442"/>
        </w:object>
      </w:r>
    </w:p>
    <w:p w:rsidR="00632BB0" w:rsidRDefault="00632BB0" w:rsidP="00632BB0">
      <w:pPr>
        <w:pStyle w:val="ISM"/>
        <w:ind w:left="1710"/>
      </w:pPr>
      <w:r>
        <w:t>= $1000</w:t>
      </w:r>
      <w:r w:rsidRPr="00480120">
        <w:rPr>
          <w:position w:val="-34"/>
        </w:rPr>
        <w:object w:dxaOrig="2120" w:dyaOrig="780">
          <v:shape id="_x0000_i1273" type="#_x0000_t75" style="width:105.65pt;height:38.35pt" o:ole="" fillcolor="window">
            <v:imagedata r:id="rId443" o:title=""/>
          </v:shape>
          <o:OLEObject Type="Embed" ProgID="Equation.3" ShapeID="_x0000_i1273" DrawAspect="Content" ObjectID="_1654976643" r:id="rId444"/>
        </w:object>
      </w:r>
      <w:r>
        <w:t xml:space="preserve"> </w:t>
      </w:r>
    </w:p>
    <w:p w:rsidR="00632BB0" w:rsidRDefault="0045715C" w:rsidP="00632BB0">
      <w:pPr>
        <w:pStyle w:val="ISM"/>
        <w:spacing w:line="360" w:lineRule="auto"/>
        <w:ind w:left="1710"/>
        <w:rPr>
          <w:u w:val="double"/>
        </w:rPr>
      </w:pPr>
      <w:r>
        <w:rPr>
          <w:noProof/>
          <w:sz w:val="20"/>
          <w:lang w:val="en-US"/>
        </w:rPr>
        <w:pict>
          <v:shape id="AutoShape 338" o:spid="_x0000_s1103" type="#_x0000_t61" style="position:absolute;left:0;text-align:left;margin-left:337.6pt;margin-top:9.2pt;width:136.05pt;height:1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" adj="-1437,14497" fillcolor="#cff">
            <v:fill opacity="32896f"/>
            <v:textbox inset="3.6pt,,3.6pt">
              <w:txbxContent>
                <w:p w:rsidR="00F95D40" w:rsidRPr="00913575" w:rsidRDefault="00F95D40" w:rsidP="00632BB0">
                  <w:pPr>
                    <w:spacing w:line="300" w:lineRule="exact"/>
                    <w:ind w:left="-90" w:right="135"/>
                    <w:jc w:val="right"/>
                    <w:rPr>
                      <w:rFonts w:cs="Arial"/>
                      <w:i/>
                      <w:iCs/>
                    </w:rPr>
                  </w:pPr>
                  <w:r w:rsidRPr="00913575">
                    <w:rPr>
                      <w:rFonts w:cs="Arial"/>
                    </w:rPr>
                    <w:t xml:space="preserve">Same </w:t>
                  </w:r>
                  <w:r w:rsidRPr="00913575">
                    <w:rPr>
                      <w:rFonts w:cs="Arial"/>
                      <w:i/>
                      <w:iCs/>
                    </w:rPr>
                    <w:t>PMT, P/Y</w:t>
                  </w:r>
                </w:p>
                <w:p w:rsidR="00F95D40" w:rsidRPr="00913575" w:rsidRDefault="00F95D40" w:rsidP="00632BB0">
                  <w:pPr>
                    <w:spacing w:line="300" w:lineRule="exact"/>
                    <w:ind w:left="-90" w:right="135"/>
                    <w:jc w:val="right"/>
                    <w:rPr>
                      <w:rFonts w:cs="Arial"/>
                    </w:rPr>
                  </w:pPr>
                  <w:r w:rsidRPr="00913575">
                    <w:rPr>
                      <w:rFonts w:cs="Arial"/>
                    </w:rPr>
                    <w:t xml:space="preserve">8  </w:t>
                  </w:r>
                  <w:r w:rsidRPr="00913575">
                    <w:rPr>
                      <w:rFonts w:cs="Arial"/>
                      <w:spacing w:val="-2"/>
                      <w:bdr w:val="single" w:sz="12" w:space="0" w:color="auto"/>
                      <w:shd w:val="clear" w:color="auto" w:fill="C0C0C0"/>
                    </w:rPr>
                    <w:sym w:font="MT Extra" w:char="F020"/>
                  </w:r>
                  <w:r w:rsidRPr="00913575">
                    <w:rPr>
                      <w:rFonts w:cs="Arial"/>
                      <w:spacing w:val="-2"/>
                      <w:sz w:val="16"/>
                      <w:bdr w:val="single" w:sz="12" w:space="0" w:color="auto"/>
                      <w:shd w:val="clear" w:color="auto" w:fill="C0C0C0"/>
                    </w:rPr>
                    <w:t xml:space="preserve">  </w:t>
                  </w:r>
                  <w:r w:rsidRPr="00913575">
                    <w:rPr>
                      <w:rFonts w:cs="Arial"/>
                      <w:b/>
                      <w:spacing w:val="-2"/>
                      <w:bdr w:val="single" w:sz="12" w:space="0" w:color="auto"/>
                      <w:shd w:val="clear" w:color="auto" w:fill="C0C0C0"/>
                    </w:rPr>
                    <w:t>I/Y</w:t>
                  </w:r>
                  <w:r w:rsidRPr="00913575">
                    <w:rPr>
                      <w:rFonts w:cs="Arial"/>
                      <w:spacing w:val="-2"/>
                      <w:sz w:val="16"/>
                      <w:bdr w:val="single" w:sz="12" w:space="0" w:color="auto"/>
                      <w:shd w:val="clear" w:color="auto" w:fill="C0C0C0"/>
                    </w:rPr>
                    <w:t xml:space="preserve">  </w:t>
                  </w:r>
                  <w:r w:rsidRPr="00913575">
                    <w:rPr>
                      <w:rFonts w:cs="Arial"/>
                      <w:spacing w:val="-2"/>
                      <w:bdr w:val="single" w:sz="12" w:space="0" w:color="auto"/>
                      <w:shd w:val="clear" w:color="auto" w:fill="C0C0C0"/>
                    </w:rPr>
                    <w:sym w:font="MT Extra" w:char="F020"/>
                  </w:r>
                </w:p>
                <w:p w:rsidR="00F95D40" w:rsidRPr="00913575" w:rsidRDefault="00F95D40" w:rsidP="00632BB0">
                  <w:pPr>
                    <w:spacing w:line="300" w:lineRule="exact"/>
                    <w:ind w:left="-90" w:right="135"/>
                    <w:jc w:val="right"/>
                    <w:rPr>
                      <w:rFonts w:cs="Arial"/>
                      <w:bdr w:val="single" w:sz="12" w:space="0" w:color="auto"/>
                      <w:shd w:val="clear" w:color="auto" w:fill="C0C0C0"/>
                    </w:rPr>
                  </w:pPr>
                  <w:r w:rsidRPr="00913575">
                    <w:rPr>
                      <w:rFonts w:cs="Arial"/>
                      <w:bdr w:val="single" w:sz="12" w:space="0" w:color="auto"/>
                      <w:shd w:val="clear" w:color="auto" w:fill="C0C0C0"/>
                    </w:rPr>
                    <w:sym w:font="MT Extra" w:char="F020"/>
                  </w:r>
                  <w:r w:rsidRPr="00913575">
                    <w:rPr>
                      <w:rFonts w:cs="Arial"/>
                      <w:bdr w:val="single" w:sz="12" w:space="0" w:color="auto"/>
                      <w:shd w:val="clear" w:color="auto" w:fill="C0C0C0"/>
                    </w:rPr>
                    <w:t xml:space="preserve"> </w:t>
                  </w:r>
                  <w:r w:rsidRPr="00913575">
                    <w:rPr>
                      <w:rFonts w:cs="Arial"/>
                      <w:b/>
                      <w:bdr w:val="single" w:sz="12" w:space="0" w:color="auto"/>
                      <w:shd w:val="clear" w:color="auto" w:fill="C0C0C0"/>
                    </w:rPr>
                    <w:t>C/Y</w:t>
                  </w:r>
                  <w:r w:rsidRPr="00913575">
                    <w:rPr>
                      <w:rFonts w:cs="Arial"/>
                      <w:bdr w:val="single" w:sz="12" w:space="0" w:color="auto"/>
                      <w:shd w:val="clear" w:color="auto" w:fill="C0C0C0"/>
                    </w:rPr>
                    <w:t xml:space="preserve"> </w:t>
                  </w:r>
                  <w:r w:rsidRPr="00913575">
                    <w:rPr>
                      <w:rFonts w:cs="Arial"/>
                      <w:bdr w:val="single" w:sz="12" w:space="0" w:color="auto"/>
                      <w:shd w:val="clear" w:color="auto" w:fill="C0C0C0"/>
                    </w:rPr>
                    <w:sym w:font="MT Extra" w:char="F020"/>
                  </w:r>
                  <w:r w:rsidRPr="00913575">
                    <w:rPr>
                      <w:rFonts w:cs="Arial"/>
                    </w:rPr>
                    <w:t xml:space="preserve">  2  </w:t>
                  </w:r>
                  <w:r w:rsidRPr="00913575">
                    <w:rPr>
                      <w:rFonts w:cs="Arial"/>
                      <w:bdr w:val="single" w:sz="12" w:space="0" w:color="auto"/>
                      <w:shd w:val="clear" w:color="auto" w:fill="C0C0C0"/>
                    </w:rPr>
                    <w:sym w:font="MT Extra" w:char="F020"/>
                  </w:r>
                  <w:r w:rsidRPr="00913575">
                    <w:rPr>
                      <w:rFonts w:cs="Arial"/>
                      <w:bdr w:val="single" w:sz="12" w:space="0" w:color="auto"/>
                      <w:shd w:val="clear" w:color="auto" w:fill="C0C0C0"/>
                    </w:rPr>
                    <w:t xml:space="preserve"> </w:t>
                  </w:r>
                  <w:r w:rsidRPr="00913575">
                    <w:rPr>
                      <w:rFonts w:cs="Arial"/>
                      <w:b/>
                      <w:sz w:val="20"/>
                      <w:bdr w:val="single" w:sz="12" w:space="0" w:color="auto"/>
                      <w:shd w:val="clear" w:color="auto" w:fill="C0C0C0"/>
                    </w:rPr>
                    <w:t>ENTER</w:t>
                  </w:r>
                  <w:r w:rsidRPr="00913575">
                    <w:rPr>
                      <w:rFonts w:cs="Arial"/>
                      <w:bdr w:val="single" w:sz="12" w:space="0" w:color="auto"/>
                      <w:shd w:val="clear" w:color="auto" w:fill="C0C0C0"/>
                    </w:rPr>
                    <w:t xml:space="preserve"> </w:t>
                  </w:r>
                  <w:r w:rsidRPr="00913575">
                    <w:rPr>
                      <w:rFonts w:cs="Arial"/>
                      <w:bdr w:val="single" w:sz="12" w:space="0" w:color="auto"/>
                      <w:shd w:val="clear" w:color="auto" w:fill="C0C0C0"/>
                    </w:rPr>
                    <w:sym w:font="MT Extra" w:char="F020"/>
                  </w:r>
                </w:p>
                <w:p w:rsidR="00F95D40" w:rsidRPr="00913575" w:rsidRDefault="00F95D40" w:rsidP="00632BB0">
                  <w:pPr>
                    <w:spacing w:line="300" w:lineRule="exact"/>
                    <w:ind w:left="-90" w:right="135"/>
                    <w:jc w:val="right"/>
                    <w:rPr>
                      <w:rFonts w:cs="Arial"/>
                      <w:spacing w:val="-2"/>
                      <w:bdr w:val="single" w:sz="12" w:space="0" w:color="auto"/>
                      <w:shd w:val="clear" w:color="auto" w:fill="C0C0C0"/>
                    </w:rPr>
                  </w:pPr>
                  <w:r w:rsidRPr="00913575">
                    <w:rPr>
                      <w:rFonts w:cs="Arial"/>
                    </w:rPr>
                    <w:t xml:space="preserve">15  </w:t>
                  </w:r>
                  <w:r w:rsidRPr="00913575">
                    <w:rPr>
                      <w:rFonts w:cs="Arial"/>
                      <w:spacing w:val="-2"/>
                      <w:sz w:val="18"/>
                      <w:bdr w:val="single" w:sz="12" w:space="0" w:color="auto"/>
                      <w:shd w:val="clear" w:color="auto" w:fill="C0C0C0"/>
                    </w:rPr>
                    <w:sym w:font="MT Extra" w:char="F020"/>
                  </w:r>
                  <w:r w:rsidRPr="00913575">
                    <w:rPr>
                      <w:rFonts w:cs="Arial"/>
                      <w:spacing w:val="-2"/>
                      <w:sz w:val="20"/>
                      <w:bdr w:val="single" w:sz="12" w:space="0" w:color="auto"/>
                      <w:shd w:val="clear" w:color="auto" w:fill="C0C0C0"/>
                    </w:rPr>
                    <w:t xml:space="preserve">   </w:t>
                  </w:r>
                  <w:r w:rsidRPr="00913575">
                    <w:rPr>
                      <w:rFonts w:cs="Arial"/>
                      <w:b/>
                      <w:spacing w:val="-2"/>
                      <w:bdr w:val="single" w:sz="12" w:space="0" w:color="auto"/>
                      <w:shd w:val="clear" w:color="auto" w:fill="C0C0C0"/>
                    </w:rPr>
                    <w:t>N</w:t>
                  </w:r>
                  <w:r w:rsidRPr="00A7689A">
                    <w:rPr>
                      <w:rFonts w:cs="Arial"/>
                      <w:spacing w:val="-2"/>
                      <w:sz w:val="16"/>
                      <w:szCs w:val="16"/>
                      <w:bdr w:val="single" w:sz="12" w:space="0" w:color="auto"/>
                      <w:shd w:val="clear" w:color="auto" w:fill="C0C0C0"/>
                    </w:rPr>
                    <w:t xml:space="preserve"> </w:t>
                  </w:r>
                  <w:r w:rsidRPr="00913575">
                    <w:rPr>
                      <w:rFonts w:cs="Arial"/>
                      <w:spacing w:val="-2"/>
                      <w:sz w:val="20"/>
                      <w:bdr w:val="single" w:sz="12" w:space="0" w:color="auto"/>
                      <w:shd w:val="clear" w:color="auto" w:fill="C0C0C0"/>
                    </w:rPr>
                    <w:t xml:space="preserve">  </w:t>
                  </w:r>
                  <w:r w:rsidRPr="00913575">
                    <w:rPr>
                      <w:rFonts w:cs="Arial"/>
                      <w:spacing w:val="-2"/>
                      <w:bdr w:val="single" w:sz="12" w:space="0" w:color="auto"/>
                      <w:shd w:val="clear" w:color="auto" w:fill="C0C0C0"/>
                    </w:rPr>
                    <w:sym w:font="MT Extra" w:char="F020"/>
                  </w:r>
                </w:p>
                <w:p w:rsidR="00F95D40" w:rsidRPr="00913575" w:rsidRDefault="00F95D40" w:rsidP="00632BB0">
                  <w:pPr>
                    <w:spacing w:line="300" w:lineRule="exact"/>
                    <w:ind w:left="-90" w:right="135"/>
                    <w:jc w:val="right"/>
                    <w:rPr>
                      <w:rFonts w:cs="Arial"/>
                    </w:rPr>
                  </w:pPr>
                  <w:r w:rsidRPr="00913575">
                    <w:rPr>
                      <w:rFonts w:cs="Arial"/>
                    </w:rPr>
                    <w:t xml:space="preserve">14324.71 </w:t>
                  </w:r>
                  <w:r w:rsidRPr="00913575">
                    <w:rPr>
                      <w:rFonts w:cs="Arial"/>
                      <w:b/>
                      <w:bCs/>
                      <w:bdr w:val="single" w:sz="12" w:space="0" w:color="auto"/>
                      <w:shd w:val="clear" w:color="auto" w:fill="C0C0C0"/>
                    </w:rPr>
                    <w:sym w:font="MT Extra" w:char="F020"/>
                  </w:r>
                  <w:r w:rsidRPr="00913575">
                    <w:rPr>
                      <w:rFonts w:cs="Arial"/>
                      <w:b/>
                      <w:bCs/>
                      <w:bdr w:val="single" w:sz="12" w:space="0" w:color="auto"/>
                      <w:shd w:val="clear" w:color="auto" w:fill="C0C0C0"/>
                    </w:rPr>
                    <w:t>+ /</w:t>
                  </w:r>
                  <w:r w:rsidRPr="00913575">
                    <w:rPr>
                      <w:rFonts w:cs="Arial"/>
                      <w:bdr w:val="single" w:sz="12" w:space="0" w:color="auto"/>
                      <w:shd w:val="clear" w:color="auto" w:fill="C0C0C0"/>
                    </w:rPr>
                    <w:t xml:space="preserve"> </w:t>
                  </w:r>
                  <w:r w:rsidRPr="00913575">
                    <w:rPr>
                      <w:rFonts w:cs="Arial"/>
                      <w:b/>
                      <w:bdr w:val="single" w:sz="12" w:space="0" w:color="auto"/>
                      <w:shd w:val="clear" w:color="auto" w:fill="C0C0C0"/>
                    </w:rPr>
                    <w:t>–</w:t>
                  </w:r>
                  <w:r w:rsidRPr="00913575">
                    <w:rPr>
                      <w:rFonts w:cs="Arial"/>
                      <w:bdr w:val="single" w:sz="12" w:space="0" w:color="auto"/>
                      <w:shd w:val="clear" w:color="auto" w:fill="C0C0C0"/>
                    </w:rPr>
                    <w:sym w:font="MT Extra" w:char="F020"/>
                  </w:r>
                  <w:r w:rsidRPr="00913575">
                    <w:rPr>
                      <w:rFonts w:cs="Arial"/>
                    </w:rPr>
                    <w:t xml:space="preserve">  </w:t>
                  </w:r>
                  <w:r w:rsidRPr="00913575">
                    <w:rPr>
                      <w:rFonts w:cs="Arial"/>
                      <w:b/>
                      <w:spacing w:val="-2"/>
                      <w:bdr w:val="single" w:sz="12" w:space="0" w:color="auto"/>
                      <w:shd w:val="clear" w:color="auto" w:fill="C0C0C0"/>
                    </w:rPr>
                    <w:sym w:font="MT Extra" w:char="F020"/>
                  </w:r>
                  <w:r w:rsidRPr="00913575">
                    <w:rPr>
                      <w:rFonts w:cs="Arial"/>
                      <w:bCs/>
                      <w:spacing w:val="-2"/>
                      <w:sz w:val="16"/>
                      <w:bdr w:val="single" w:sz="12" w:space="0" w:color="auto"/>
                      <w:shd w:val="clear" w:color="auto" w:fill="C0C0C0"/>
                    </w:rPr>
                    <w:t xml:space="preserve">  </w:t>
                  </w:r>
                  <w:r w:rsidRPr="00913575">
                    <w:rPr>
                      <w:rFonts w:cs="Arial"/>
                      <w:b/>
                      <w:spacing w:val="-2"/>
                      <w:bdr w:val="single" w:sz="12" w:space="0" w:color="auto"/>
                      <w:shd w:val="clear" w:color="auto" w:fill="C0C0C0"/>
                    </w:rPr>
                    <w:t>PV</w:t>
                  </w:r>
                  <w:r w:rsidRPr="00913575">
                    <w:rPr>
                      <w:rFonts w:cs="Arial"/>
                      <w:bCs/>
                      <w:spacing w:val="-2"/>
                      <w:sz w:val="16"/>
                      <w:bdr w:val="single" w:sz="12" w:space="0" w:color="auto"/>
                      <w:shd w:val="clear" w:color="auto" w:fill="C0C0C0"/>
                    </w:rPr>
                    <w:t xml:space="preserve">  </w:t>
                  </w:r>
                  <w:r w:rsidRPr="00913575">
                    <w:rPr>
                      <w:rFonts w:cs="Arial"/>
                      <w:b/>
                      <w:spacing w:val="-2"/>
                      <w:bdr w:val="single" w:sz="12" w:space="0" w:color="auto"/>
                      <w:shd w:val="clear" w:color="auto" w:fill="C0C0C0"/>
                    </w:rPr>
                    <w:sym w:font="MT Extra" w:char="F020"/>
                  </w:r>
                </w:p>
                <w:p w:rsidR="00F95D40" w:rsidRPr="00913575" w:rsidRDefault="00F95D40" w:rsidP="00632BB0">
                  <w:pPr>
                    <w:spacing w:line="300" w:lineRule="exact"/>
                    <w:ind w:left="-90" w:right="135"/>
                    <w:jc w:val="right"/>
                    <w:rPr>
                      <w:rFonts w:cs="Arial"/>
                    </w:rPr>
                  </w:pPr>
                  <w:r w:rsidRPr="00913575">
                    <w:rPr>
                      <w:rFonts w:cs="Arial"/>
                    </w:rPr>
                    <w:t xml:space="preserve">  </w:t>
                  </w:r>
                  <w:r w:rsidRPr="00913575">
                    <w:rPr>
                      <w:rFonts w:cs="Arial"/>
                      <w:bdr w:val="single" w:sz="12" w:space="0" w:color="auto"/>
                      <w:shd w:val="clear" w:color="auto" w:fill="C0C0C0"/>
                    </w:rPr>
                    <w:sym w:font="MT Extra" w:char="F020"/>
                  </w:r>
                  <w:r w:rsidRPr="00913575">
                    <w:rPr>
                      <w:rFonts w:cs="Arial"/>
                      <w:b/>
                      <w:bdr w:val="single" w:sz="12" w:space="0" w:color="auto"/>
                      <w:shd w:val="clear" w:color="auto" w:fill="C0C0C0"/>
                    </w:rPr>
                    <w:t>CPT</w:t>
                  </w:r>
                  <w:r w:rsidRPr="00913575">
                    <w:rPr>
                      <w:rFonts w:cs="Arial"/>
                      <w:bdr w:val="single" w:sz="12" w:space="0" w:color="auto"/>
                      <w:shd w:val="clear" w:color="auto" w:fill="C0C0C0"/>
                    </w:rPr>
                    <w:sym w:font="MT Extra" w:char="F020"/>
                  </w:r>
                  <w:r w:rsidRPr="00913575">
                    <w:rPr>
                      <w:rFonts w:cs="Arial"/>
                    </w:rPr>
                    <w:t xml:space="preserve"> </w:t>
                  </w:r>
                  <w:r w:rsidRPr="00913575">
                    <w:rPr>
                      <w:rFonts w:cs="Arial"/>
                      <w:b/>
                      <w:bCs/>
                      <w:spacing w:val="-2"/>
                      <w:bdr w:val="single" w:sz="12" w:space="0" w:color="auto"/>
                      <w:shd w:val="clear" w:color="auto" w:fill="C0C0C0"/>
                    </w:rPr>
                    <w:sym w:font="MT Extra" w:char="F020"/>
                  </w:r>
                  <w:r w:rsidRPr="00913575">
                    <w:rPr>
                      <w:rFonts w:cs="Arial"/>
                      <w:spacing w:val="-2"/>
                      <w:sz w:val="16"/>
                      <w:bdr w:val="single" w:sz="12" w:space="0" w:color="auto"/>
                      <w:shd w:val="clear" w:color="auto" w:fill="C0C0C0"/>
                    </w:rPr>
                    <w:t xml:space="preserve">  </w:t>
                  </w:r>
                  <w:r w:rsidRPr="00913575">
                    <w:rPr>
                      <w:rFonts w:cs="Arial"/>
                      <w:b/>
                      <w:bCs/>
                      <w:iCs/>
                      <w:spacing w:val="-2"/>
                      <w:bdr w:val="single" w:sz="12" w:space="0" w:color="auto"/>
                      <w:shd w:val="clear" w:color="auto" w:fill="C0C0C0"/>
                    </w:rPr>
                    <w:t>FV</w:t>
                  </w:r>
                  <w:r w:rsidRPr="00913575">
                    <w:rPr>
                      <w:rFonts w:cs="Arial"/>
                      <w:iCs/>
                      <w:spacing w:val="-2"/>
                      <w:sz w:val="16"/>
                      <w:bdr w:val="single" w:sz="12" w:space="0" w:color="auto"/>
                      <w:shd w:val="clear" w:color="auto" w:fill="C0C0C0"/>
                    </w:rPr>
                    <w:t xml:space="preserve"> </w:t>
                  </w:r>
                  <w:r w:rsidRPr="00913575">
                    <w:rPr>
                      <w:rFonts w:cs="Arial"/>
                      <w:spacing w:val="-2"/>
                      <w:sz w:val="16"/>
                      <w:bdr w:val="single" w:sz="12" w:space="0" w:color="auto"/>
                      <w:shd w:val="clear" w:color="auto" w:fill="C0C0C0"/>
                    </w:rPr>
                    <w:t xml:space="preserve"> </w:t>
                  </w:r>
                  <w:r w:rsidRPr="00913575">
                    <w:rPr>
                      <w:rFonts w:cs="Arial"/>
                      <w:b/>
                      <w:bCs/>
                      <w:spacing w:val="-2"/>
                      <w:bdr w:val="single" w:sz="12" w:space="0" w:color="auto"/>
                      <w:shd w:val="clear" w:color="auto" w:fill="C0C0C0"/>
                    </w:rPr>
                    <w:sym w:font="MT Extra" w:char="F020"/>
                  </w:r>
                </w:p>
                <w:p w:rsidR="00F95D40" w:rsidRPr="00913575" w:rsidRDefault="00F95D40" w:rsidP="00632BB0">
                  <w:pPr>
                    <w:pStyle w:val="Mainfirst"/>
                    <w:spacing w:line="320" w:lineRule="exact"/>
                    <w:ind w:right="135"/>
                    <w:jc w:val="right"/>
                    <w:rPr>
                      <w:rFonts w:cs="Arial"/>
                      <w:lang w:val="en-CA"/>
                    </w:rPr>
                  </w:pPr>
                  <w:r w:rsidRPr="00913575">
                    <w:rPr>
                      <w:rFonts w:cs="Arial"/>
                      <w:i/>
                      <w:iCs/>
                      <w:lang w:val="en-CA"/>
                    </w:rPr>
                    <w:t>Ans</w:t>
                  </w:r>
                  <w:r w:rsidRPr="00913575">
                    <w:rPr>
                      <w:rFonts w:cs="Arial"/>
                      <w:lang w:val="en-CA"/>
                    </w:rPr>
                    <w:t xml:space="preserve">:  </w:t>
                  </w:r>
                  <w:r w:rsidRPr="00913575">
                    <w:rPr>
                      <w:rFonts w:cs="Arial"/>
                    </w:rPr>
                    <w:t>73,953.35</w:t>
                  </w:r>
                </w:p>
              </w:txbxContent>
            </v:textbox>
            <w10:wrap type="square"/>
          </v:shape>
        </w:pict>
      </w:r>
      <w:r w:rsidR="00632BB0">
        <w:t>= $14,324.71</w:t>
      </w:r>
    </w:p>
    <w:p w:rsidR="00632BB0" w:rsidRDefault="00632BB0" w:rsidP="00632BB0">
      <w:pPr>
        <w:pStyle w:val="ISM"/>
      </w:pPr>
      <w:r>
        <w:tab/>
      </w:r>
      <w:r>
        <w:tab/>
        <w:t>For the next 15 years,</w:t>
      </w:r>
      <w:r>
        <w:rPr>
          <w:rFonts w:ascii="Times New Roman" w:hAnsi="Times New Roman"/>
          <w:i/>
        </w:rPr>
        <w:t xml:space="preserve"> PV</w:t>
      </w:r>
      <w:r>
        <w:t xml:space="preserve"> = $14,324.71; </w:t>
      </w:r>
      <w:r>
        <w:rPr>
          <w:rFonts w:ascii="Times New Roman" w:hAnsi="Times New Roman"/>
          <w:i/>
        </w:rPr>
        <w:t>PMT</w:t>
      </w:r>
      <w:r>
        <w:t xml:space="preserve"> = $1000;</w:t>
      </w:r>
    </w:p>
    <w:p w:rsidR="00632BB0" w:rsidRDefault="00632BB0" w:rsidP="00632BB0">
      <w:pPr>
        <w:pStyle w:val="ISM"/>
      </w:pPr>
      <w:r>
        <w:tab/>
      </w:r>
      <w:r>
        <w:tab/>
      </w:r>
      <w:r>
        <w:tab/>
      </w:r>
      <w:proofErr w:type="spellStart"/>
      <w:r>
        <w:rPr>
          <w:rFonts w:ascii="Times New Roman" w:hAnsi="Times New Roman"/>
          <w:i/>
        </w:rPr>
        <w:t>i</w:t>
      </w:r>
      <w:proofErr w:type="spellEnd"/>
      <w:r>
        <w:t xml:space="preserve"> = </w:t>
      </w:r>
      <w:r w:rsidRPr="00480120">
        <w:rPr>
          <w:position w:val="-16"/>
        </w:rPr>
        <w:object w:dxaOrig="380" w:dyaOrig="440">
          <v:shape id="_x0000_i1274" type="#_x0000_t75" style="width:18.7pt;height:21.5pt" o:ole="" fillcolor="window">
            <v:imagedata r:id="rId445" o:title=""/>
          </v:shape>
          <o:OLEObject Type="Embed" ProgID="Equation.3" ShapeID="_x0000_i1274" DrawAspect="Content" ObjectID="_1654976644" r:id="rId446"/>
        </w:object>
      </w:r>
      <w:r>
        <w:t xml:space="preserve"> = 4%; </w:t>
      </w:r>
      <w:r w:rsidRPr="00480120">
        <w:rPr>
          <w:position w:val="-14"/>
        </w:rPr>
        <w:object w:dxaOrig="520" w:dyaOrig="380">
          <v:shape id="_x0000_i1275" type="#_x0000_t75" style="width:26.2pt;height:18.7pt" o:ole="">
            <v:imagedata r:id="rId354" o:title=""/>
          </v:shape>
          <o:OLEObject Type="Embed" ProgID="Equation.3" ShapeID="_x0000_i1275" DrawAspect="Content" ObjectID="_1654976645" r:id="rId447"/>
        </w:object>
      </w:r>
      <w:r>
        <w:t xml:space="preserve">= 2; </w:t>
      </w:r>
      <w:r>
        <w:rPr>
          <w:rFonts w:ascii="Times New Roman" w:hAnsi="Times New Roman"/>
          <w:i/>
        </w:rPr>
        <w:t>n</w:t>
      </w:r>
      <w:r>
        <w:t xml:space="preserve"> = 15</w:t>
      </w:r>
    </w:p>
    <w:p w:rsidR="00632BB0" w:rsidRDefault="0045715C" w:rsidP="00632BB0">
      <w:pPr>
        <w:pStyle w:val="ISM"/>
      </w:pPr>
      <w:r>
        <w:rPr>
          <w:noProof/>
          <w:lang w:val="en-US"/>
        </w:rPr>
        <w:pict>
          <v:shape id="AutoShape 376" o:spid="_x0000_s1353" type="#_x0000_t88" style="position:absolute;margin-left:309.65pt;margin-top:7.15pt;width:12.9pt;height:62.35pt;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"/>
        </w:pict>
      </w:r>
      <w:r w:rsidR="00632BB0">
        <w:tab/>
      </w:r>
      <w:r w:rsidR="00632BB0">
        <w:tab/>
      </w:r>
      <w:proofErr w:type="gramStart"/>
      <w:r w:rsidR="00632BB0">
        <w:t>and</w:t>
      </w:r>
      <w:proofErr w:type="gramEnd"/>
      <w:r w:rsidR="00632BB0">
        <w:t xml:space="preserve">  </w:t>
      </w:r>
      <w:r w:rsidR="00632BB0" w:rsidRPr="00480120">
        <w:rPr>
          <w:position w:val="-10"/>
        </w:rPr>
        <w:object w:dxaOrig="1420" w:dyaOrig="380">
          <v:shape id="_x0000_i1276" type="#_x0000_t75" style="width:71.05pt;height:18.7pt" o:ole="" fillcolor="window">
            <v:imagedata r:id="rId356" o:title=""/>
          </v:shape>
          <o:OLEObject Type="Embed" ProgID="Equation.3" ShapeID="_x0000_i1276" DrawAspect="Content" ObjectID="_1654976646" r:id="rId448"/>
        </w:object>
      </w:r>
      <w:r w:rsidR="00632BB0">
        <w:t xml:space="preserve"> = </w:t>
      </w:r>
      <w:r w:rsidR="00632BB0" w:rsidRPr="00480120">
        <w:rPr>
          <w:position w:val="-10"/>
        </w:rPr>
        <w:object w:dxaOrig="740" w:dyaOrig="380">
          <v:shape id="_x0000_i1277" type="#_x0000_t75" style="width:36.45pt;height:18.7pt" o:ole="" fillcolor="window">
            <v:imagedata r:id="rId449" o:title=""/>
          </v:shape>
          <o:OLEObject Type="Embed" ProgID="Equation.3" ShapeID="_x0000_i1277" DrawAspect="Content" ObjectID="_1654976647" r:id="rId450"/>
        </w:object>
      </w:r>
      <w:r w:rsidR="00632BB0">
        <w:t xml:space="preserve"> – 1 = 0.0816</w:t>
      </w:r>
    </w:p>
    <w:p w:rsidR="00632BB0" w:rsidRDefault="00632BB0" w:rsidP="00632BB0">
      <w:pPr>
        <w:pStyle w:val="ISM"/>
      </w:pPr>
      <w:r>
        <w:tab/>
      </w:r>
      <w:r>
        <w:tab/>
        <w:t>The combined future value after 25 years will be</w:t>
      </w:r>
    </w:p>
    <w:p w:rsidR="00632BB0" w:rsidRDefault="00632BB0" w:rsidP="00632BB0">
      <w:pPr>
        <w:pStyle w:val="ISM"/>
        <w:spacing w:line="360" w:lineRule="auto"/>
        <w:rPr>
          <w:u w:val="double"/>
        </w:rPr>
      </w:pPr>
      <w:r>
        <w:tab/>
      </w:r>
      <w:r>
        <w:tab/>
        <w:t>$14,324.71</w:t>
      </w:r>
      <w:r w:rsidRPr="00480120">
        <w:rPr>
          <w:position w:val="-10"/>
        </w:rPr>
        <w:object w:dxaOrig="840" w:dyaOrig="380">
          <v:shape id="_x0000_i1278" type="#_x0000_t75" style="width:42.1pt;height:18.7pt" o:ole="" fillcolor="window">
            <v:imagedata r:id="rId451" o:title=""/>
          </v:shape>
          <o:OLEObject Type="Embed" ProgID="Equation.3" ShapeID="_x0000_i1278" DrawAspect="Content" ObjectID="_1654976648" r:id="rId452"/>
        </w:object>
      </w:r>
      <w:r>
        <w:t>+ $1000</w:t>
      </w:r>
      <w:r w:rsidRPr="00480120">
        <w:rPr>
          <w:position w:val="-34"/>
        </w:rPr>
        <w:object w:dxaOrig="1520" w:dyaOrig="780">
          <v:shape id="_x0000_i1279" type="#_x0000_t75" style="width:75.75pt;height:38.35pt" o:ole="" fillcolor="window">
            <v:imagedata r:id="rId453" o:title=""/>
          </v:shape>
          <o:OLEObject Type="Embed" ProgID="Equation.3" ShapeID="_x0000_i1279" DrawAspect="Content" ObjectID="_1654976649" r:id="rId454"/>
        </w:object>
      </w:r>
      <w:r>
        <w:t xml:space="preserve"> = </w:t>
      </w:r>
      <w:r>
        <w:rPr>
          <w:u w:val="double"/>
        </w:rPr>
        <w:t>$73,953.35</w:t>
      </w:r>
    </w:p>
    <w:p w:rsidR="00632BB0" w:rsidRDefault="00632BB0" w:rsidP="00632BB0">
      <w:pPr>
        <w:pStyle w:val="ISM"/>
      </w:pPr>
      <w:r>
        <w:tab/>
        <w:t>2</w:t>
      </w:r>
      <w:r w:rsidR="00D1506C">
        <w:t>7</w:t>
      </w:r>
      <w:r>
        <w:t>.</w:t>
      </w:r>
      <w:r>
        <w:tab/>
      </w:r>
      <w:proofErr w:type="gramStart"/>
      <w:r>
        <w:t>For</w:t>
      </w:r>
      <w:proofErr w:type="gramEnd"/>
      <w:r>
        <w:t xml:space="preserve"> the past 9 years,</w:t>
      </w:r>
    </w:p>
    <w:p w:rsidR="00632BB0" w:rsidRDefault="00632BB0" w:rsidP="00632BB0">
      <w:pPr>
        <w:pStyle w:val="ISM"/>
      </w:pPr>
      <w:r>
        <w:tab/>
      </w:r>
      <w:r>
        <w:tab/>
      </w:r>
      <w:r>
        <w:tab/>
      </w:r>
      <w:proofErr w:type="spellStart"/>
      <w:r>
        <w:rPr>
          <w:rFonts w:ascii="Times New Roman" w:hAnsi="Times New Roman"/>
          <w:i/>
        </w:rPr>
        <w:t>i</w:t>
      </w:r>
      <w:proofErr w:type="spellEnd"/>
      <w:r>
        <w:t xml:space="preserve"> = </w:t>
      </w:r>
      <w:r w:rsidRPr="00480120">
        <w:rPr>
          <w:position w:val="-14"/>
        </w:rPr>
        <w:object w:dxaOrig="340" w:dyaOrig="400">
          <v:shape id="_x0000_i1280" type="#_x0000_t75" style="width:16.85pt;height:20.55pt" o:ole="">
            <v:imagedata r:id="rId455" o:title=""/>
          </v:shape>
          <o:OLEObject Type="Embed" ProgID="Equation.3" ShapeID="_x0000_i1280" DrawAspect="Content" ObjectID="_1654976650" r:id="rId456"/>
        </w:object>
      </w:r>
      <w:r>
        <w:t xml:space="preserve"> = 2%; </w:t>
      </w:r>
      <w:r>
        <w:rPr>
          <w:rFonts w:ascii="Times New Roman" w:hAnsi="Times New Roman"/>
          <w:i/>
        </w:rPr>
        <w:t>PMT</w:t>
      </w:r>
      <w:r>
        <w:t xml:space="preserve"> = $2000; </w:t>
      </w:r>
      <w:r>
        <w:rPr>
          <w:rFonts w:ascii="Times New Roman" w:hAnsi="Times New Roman"/>
          <w:i/>
        </w:rPr>
        <w:t xml:space="preserve">n </w:t>
      </w:r>
      <w:r>
        <w:t xml:space="preserve">= 9; </w:t>
      </w:r>
      <w:r w:rsidRPr="00480120">
        <w:rPr>
          <w:position w:val="-14"/>
        </w:rPr>
        <w:object w:dxaOrig="520" w:dyaOrig="380">
          <v:shape id="_x0000_i1281" type="#_x0000_t75" style="width:26.2pt;height:18.7pt" o:ole="">
            <v:imagedata r:id="rId457" o:title=""/>
          </v:shape>
          <o:OLEObject Type="Embed" ProgID="Equation.3" ShapeID="_x0000_i1281" DrawAspect="Content" ObjectID="_1654976651" r:id="rId458"/>
        </w:object>
      </w:r>
      <w:r>
        <w:t>= 4; and</w:t>
      </w:r>
    </w:p>
    <w:p w:rsidR="00632BB0" w:rsidRDefault="0045715C" w:rsidP="00632BB0">
      <w:pPr>
        <w:pStyle w:val="ISM"/>
      </w:pPr>
      <w:r>
        <w:rPr>
          <w:noProof/>
          <w:lang w:val="en-US"/>
        </w:rPr>
        <w:pict>
          <v:shape id="AutoShape 377" o:spid="_x0000_s1104" type="#_x0000_t61" style="position:absolute;margin-left:349.65pt;margin-top:7.7pt;width:118.3pt;height:134.45pt;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" adj="-10505,8139" fillcolor="#cff">
            <v:fill opacity="25443f"/>
            <v:textbox inset="3.6pt,,3.6pt">
              <w:txbxContent>
                <w:p w:rsidR="00F95D40" w:rsidRDefault="00F95D40" w:rsidP="00632BB0">
                  <w:pPr>
                    <w:spacing w:line="300" w:lineRule="exact"/>
                    <w:ind w:right="42"/>
                    <w:jc w:val="right"/>
                  </w:pPr>
                  <w:r>
                    <w:t xml:space="preserve">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9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2000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25,230.137</w:t>
                  </w:r>
                </w:p>
              </w:txbxContent>
            </v:textbox>
            <w10:wrap type="square"/>
          </v:shape>
        </w:pict>
      </w:r>
      <w:r>
        <w:rPr>
          <w:noProof/>
          <w:sz w:val="20"/>
          <w:lang w:val="en-US"/>
        </w:rPr>
        <w:pict>
          <v:shape id="AutoShape 347" o:spid="_x0000_s1334" type="#_x0000_t88" style="position:absolute;margin-left:260.2pt;margin-top:-.05pt;width:15.05pt;height:117.5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"/>
        </w:pict>
      </w:r>
      <w:r w:rsidR="00632BB0">
        <w:tab/>
      </w:r>
      <w:r w:rsidR="00632BB0">
        <w:tab/>
      </w:r>
      <w:r w:rsidR="00632BB0">
        <w:tab/>
      </w:r>
      <w:r w:rsidR="00632BB0" w:rsidRPr="00480120">
        <w:rPr>
          <w:position w:val="-10"/>
        </w:rPr>
        <w:object w:dxaOrig="1420" w:dyaOrig="380">
          <v:shape id="_x0000_i1282" type="#_x0000_t75" style="width:71.05pt;height:18.7pt" o:ole="" fillcolor="window">
            <v:imagedata r:id="rId356" o:title=""/>
          </v:shape>
          <o:OLEObject Type="Embed" ProgID="Equation.3" ShapeID="_x0000_i1282" DrawAspect="Content" ObjectID="_1654976652" r:id="rId459"/>
        </w:object>
      </w:r>
      <w:r w:rsidR="00632BB0">
        <w:t xml:space="preserve"> = </w:t>
      </w:r>
      <w:r w:rsidR="00632BB0" w:rsidRPr="00480120">
        <w:rPr>
          <w:position w:val="-10"/>
        </w:rPr>
        <w:object w:dxaOrig="720" w:dyaOrig="380">
          <v:shape id="_x0000_i1283" type="#_x0000_t75" style="width:36.45pt;height:18.7pt" o:ole="" fillcolor="window">
            <v:imagedata r:id="rId460" o:title=""/>
          </v:shape>
          <o:OLEObject Type="Embed" ProgID="Equation.3" ShapeID="_x0000_i1283" DrawAspect="Content" ObjectID="_1654976653" r:id="rId461"/>
        </w:object>
      </w:r>
      <w:r w:rsidR="00632BB0">
        <w:t>– 1 = 0.08243216</w:t>
      </w:r>
    </w:p>
    <w:p w:rsidR="00632BB0" w:rsidRDefault="00632BB0" w:rsidP="00632BB0">
      <w:pPr>
        <w:pStyle w:val="ISM"/>
      </w:pPr>
      <w:r>
        <w:tab/>
      </w:r>
      <w:r>
        <w:tab/>
        <w:t>The current value of Gloria</w:t>
      </w:r>
      <w:r w:rsidR="00B67BC1">
        <w:t>’</w:t>
      </w:r>
      <w:r>
        <w:t>s RRSP is</w:t>
      </w:r>
    </w:p>
    <w:p w:rsidR="00632BB0" w:rsidRDefault="00632BB0" w:rsidP="00632BB0">
      <w:pPr>
        <w:pStyle w:val="ISM"/>
      </w:pPr>
      <w:r>
        <w:tab/>
      </w:r>
      <w:r>
        <w:tab/>
      </w:r>
      <w:r>
        <w:tab/>
      </w:r>
      <w:r w:rsidRPr="00480120">
        <w:rPr>
          <w:position w:val="-34"/>
        </w:rPr>
        <w:object w:dxaOrig="2240" w:dyaOrig="780">
          <v:shape id="_x0000_i1284" type="#_x0000_t75" style="width:112.2pt;height:38.35pt" o:ole="" fillcolor="window">
            <v:imagedata r:id="rId297" o:title=""/>
          </v:shape>
          <o:OLEObject Type="Embed" ProgID="Equation.3" ShapeID="_x0000_i1284" DrawAspect="Content" ObjectID="_1654976654" r:id="rId462"/>
        </w:object>
      </w:r>
      <w:r>
        <w:t xml:space="preserve"> </w:t>
      </w:r>
    </w:p>
    <w:p w:rsidR="00632BB0" w:rsidRDefault="00632BB0" w:rsidP="00632BB0">
      <w:pPr>
        <w:pStyle w:val="ISM"/>
        <w:ind w:left="990"/>
      </w:pPr>
      <w:r>
        <w:t xml:space="preserve">  = $2000</w:t>
      </w:r>
      <w:r w:rsidRPr="00480120">
        <w:rPr>
          <w:position w:val="-34"/>
        </w:rPr>
        <w:object w:dxaOrig="1920" w:dyaOrig="780">
          <v:shape id="_x0000_i1285" type="#_x0000_t75" style="width:95.4pt;height:38.35pt" o:ole="" fillcolor="window">
            <v:imagedata r:id="rId463" o:title=""/>
          </v:shape>
          <o:OLEObject Type="Embed" ProgID="Equation.3" ShapeID="_x0000_i1285" DrawAspect="Content" ObjectID="_1654976655" r:id="rId464"/>
        </w:object>
      </w:r>
      <w:r>
        <w:t xml:space="preserve"> </w:t>
      </w:r>
    </w:p>
    <w:p w:rsidR="00632BB0" w:rsidRDefault="00632BB0" w:rsidP="00632BB0">
      <w:pPr>
        <w:pStyle w:val="ISM"/>
        <w:ind w:left="990"/>
      </w:pPr>
      <w:r>
        <w:t xml:space="preserve">  = $25,230.137</w:t>
      </w:r>
    </w:p>
    <w:p w:rsidR="00E92224" w:rsidRDefault="00E92224" w:rsidP="00632BB0">
      <w:pPr>
        <w:pStyle w:val="ISM"/>
        <w:ind w:left="990"/>
      </w:pPr>
    </w:p>
    <w:p w:rsidR="00E92224" w:rsidRDefault="00E92224" w:rsidP="00632BB0">
      <w:pPr>
        <w:pStyle w:val="ISM"/>
        <w:ind w:left="990"/>
      </w:pPr>
    </w:p>
    <w:p w:rsidR="00E92224" w:rsidRDefault="00E92224" w:rsidP="00632BB0">
      <w:pPr>
        <w:pStyle w:val="ISM"/>
        <w:ind w:left="990"/>
      </w:pPr>
    </w:p>
    <w:p w:rsidR="00E92224" w:rsidRDefault="00E92224" w:rsidP="00632BB0">
      <w:pPr>
        <w:pStyle w:val="ISM"/>
        <w:ind w:left="990"/>
      </w:pPr>
    </w:p>
    <w:p w:rsidR="00E92224" w:rsidRDefault="00E92224" w:rsidP="00632BB0">
      <w:pPr>
        <w:pStyle w:val="ISM"/>
        <w:ind w:left="990"/>
      </w:pPr>
    </w:p>
    <w:p w:rsidR="00E92224" w:rsidRDefault="00E92224" w:rsidP="00632BB0">
      <w:pPr>
        <w:pStyle w:val="ISM"/>
        <w:ind w:left="990"/>
      </w:pPr>
    </w:p>
    <w:p w:rsidR="00632BB0" w:rsidRDefault="00632BB0" w:rsidP="00632BB0">
      <w:pPr>
        <w:pStyle w:val="ISM"/>
      </w:pPr>
      <w:r>
        <w:tab/>
      </w:r>
      <w:r>
        <w:tab/>
        <w:t>For the next 15 years,</w:t>
      </w:r>
      <w:r>
        <w:rPr>
          <w:rFonts w:ascii="Times New Roman" w:hAnsi="Times New Roman"/>
          <w:i/>
        </w:rPr>
        <w:t xml:space="preserve"> PMT</w:t>
      </w:r>
      <w:r>
        <w:t xml:space="preserve"> = $2000; </w:t>
      </w:r>
      <w:r>
        <w:rPr>
          <w:rFonts w:ascii="Times New Roman" w:hAnsi="Times New Roman"/>
          <w:i/>
        </w:rPr>
        <w:t>n</w:t>
      </w:r>
      <w:r>
        <w:t xml:space="preserve"> = 30; </w:t>
      </w:r>
    </w:p>
    <w:p w:rsidR="00632BB0" w:rsidRDefault="0045715C" w:rsidP="00632BB0">
      <w:pPr>
        <w:pStyle w:val="ISM"/>
      </w:pPr>
      <w:r>
        <w:rPr>
          <w:noProof/>
          <w:sz w:val="20"/>
          <w:lang w:val="en-US"/>
        </w:rPr>
        <w:lastRenderedPageBreak/>
        <w:pict>
          <v:shape id="AutoShape 339" o:spid="_x0000_s1105" type="#_x0000_t61" style="position:absolute;margin-left:317.5pt;margin-top:7.1pt;width:140.65pt;height:118.0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" adj="-5206,13513" fillcolor="#cff">
            <v:fill opacity="32896f"/>
            <v:textbox inset="3.6pt,,3.6pt">
              <w:txbxContent>
                <w:p w:rsidR="00F95D40" w:rsidRPr="003056A9" w:rsidRDefault="00F95D40" w:rsidP="00632BB0">
                  <w:pPr>
                    <w:spacing w:line="300" w:lineRule="exact"/>
                    <w:ind w:right="105"/>
                    <w:jc w:val="right"/>
                    <w:rPr>
                      <w:rFonts w:cs="Arial"/>
                      <w:i/>
                      <w:iCs/>
                    </w:rPr>
                  </w:pPr>
                  <w:r w:rsidRPr="003056A9">
                    <w:rPr>
                      <w:rFonts w:cs="Arial"/>
                    </w:rPr>
                    <w:t>Same</w:t>
                  </w:r>
                  <w:r w:rsidRPr="003056A9">
                    <w:rPr>
                      <w:rFonts w:cs="Arial"/>
                      <w:i/>
                      <w:iCs/>
                    </w:rPr>
                    <w:t xml:space="preserve"> I/Y, PMT</w:t>
                  </w:r>
                </w:p>
                <w:p w:rsidR="00F95D40" w:rsidRPr="003056A9" w:rsidRDefault="00F95D40" w:rsidP="00632BB0">
                  <w:pPr>
                    <w:spacing w:line="300" w:lineRule="exact"/>
                    <w:ind w:right="105"/>
                    <w:jc w:val="right"/>
                    <w:rPr>
                      <w:rFonts w:cs="Arial"/>
                      <w:bdr w:val="single" w:sz="12" w:space="0" w:color="auto"/>
                      <w:shd w:val="clear" w:color="auto" w:fill="C0C0C0"/>
                    </w:rPr>
                  </w:pPr>
                  <w:r w:rsidRPr="003056A9">
                    <w:rPr>
                      <w:rFonts w:cs="Arial"/>
                      <w:bdr w:val="single" w:sz="12" w:space="0" w:color="auto"/>
                      <w:shd w:val="clear" w:color="auto" w:fill="C0C0C0"/>
                    </w:rPr>
                    <w:sym w:font="MT Extra" w:char="F020"/>
                  </w:r>
                  <w:r w:rsidRPr="003056A9">
                    <w:rPr>
                      <w:rFonts w:cs="Arial"/>
                      <w:bdr w:val="single" w:sz="12" w:space="0" w:color="auto"/>
                      <w:shd w:val="clear" w:color="auto" w:fill="C0C0C0"/>
                    </w:rPr>
                    <w:t xml:space="preserve"> </w:t>
                  </w:r>
                  <w:r w:rsidRPr="003056A9">
                    <w:rPr>
                      <w:rFonts w:cs="Arial"/>
                      <w:b/>
                      <w:bdr w:val="single" w:sz="12" w:space="0" w:color="auto"/>
                      <w:shd w:val="clear" w:color="auto" w:fill="C0C0C0"/>
                    </w:rPr>
                    <w:t>P/Y</w:t>
                  </w:r>
                  <w:r w:rsidRPr="003056A9">
                    <w:rPr>
                      <w:rFonts w:cs="Arial"/>
                      <w:bdr w:val="single" w:sz="12" w:space="0" w:color="auto"/>
                      <w:shd w:val="clear" w:color="auto" w:fill="C0C0C0"/>
                    </w:rPr>
                    <w:t xml:space="preserve"> </w:t>
                  </w:r>
                  <w:r w:rsidRPr="003056A9">
                    <w:rPr>
                      <w:rFonts w:cs="Arial"/>
                      <w:bdr w:val="single" w:sz="12" w:space="0" w:color="auto"/>
                      <w:shd w:val="clear" w:color="auto" w:fill="C0C0C0"/>
                    </w:rPr>
                    <w:sym w:font="MT Extra" w:char="F020"/>
                  </w:r>
                  <w:r w:rsidRPr="003056A9">
                    <w:rPr>
                      <w:rFonts w:cs="Arial"/>
                    </w:rPr>
                    <w:t xml:space="preserve">  2  </w:t>
                  </w:r>
                  <w:r w:rsidRPr="003056A9">
                    <w:rPr>
                      <w:rFonts w:cs="Arial"/>
                      <w:bdr w:val="single" w:sz="12" w:space="0" w:color="auto"/>
                      <w:shd w:val="clear" w:color="auto" w:fill="C0C0C0"/>
                    </w:rPr>
                    <w:sym w:font="MT Extra" w:char="F020"/>
                  </w:r>
                  <w:r w:rsidRPr="003056A9">
                    <w:rPr>
                      <w:rFonts w:cs="Arial"/>
                      <w:bdr w:val="single" w:sz="12" w:space="0" w:color="auto"/>
                      <w:shd w:val="clear" w:color="auto" w:fill="C0C0C0"/>
                    </w:rPr>
                    <w:t xml:space="preserve"> </w:t>
                  </w:r>
                  <w:r w:rsidRPr="003056A9">
                    <w:rPr>
                      <w:rFonts w:cs="Arial"/>
                      <w:b/>
                      <w:sz w:val="20"/>
                      <w:bdr w:val="single" w:sz="12" w:space="0" w:color="auto"/>
                      <w:shd w:val="clear" w:color="auto" w:fill="C0C0C0"/>
                    </w:rPr>
                    <w:t>ENTER</w:t>
                  </w:r>
                  <w:r w:rsidRPr="003056A9">
                    <w:rPr>
                      <w:rFonts w:cs="Arial"/>
                      <w:bdr w:val="single" w:sz="12" w:space="0" w:color="auto"/>
                      <w:shd w:val="clear" w:color="auto" w:fill="C0C0C0"/>
                    </w:rPr>
                    <w:t xml:space="preserve"> </w:t>
                  </w:r>
                  <w:r w:rsidRPr="003056A9">
                    <w:rPr>
                      <w:rFonts w:cs="Arial"/>
                      <w:bdr w:val="single" w:sz="12" w:space="0" w:color="auto"/>
                      <w:shd w:val="clear" w:color="auto" w:fill="C0C0C0"/>
                    </w:rPr>
                    <w:sym w:font="MT Extra" w:char="F020"/>
                  </w:r>
                </w:p>
                <w:p w:rsidR="00F95D40" w:rsidRPr="003056A9" w:rsidRDefault="00F95D40" w:rsidP="00632BB0">
                  <w:pPr>
                    <w:spacing w:line="300" w:lineRule="exact"/>
                    <w:ind w:right="105"/>
                    <w:jc w:val="right"/>
                    <w:rPr>
                      <w:rFonts w:cs="Arial"/>
                      <w:bdr w:val="single" w:sz="12" w:space="0" w:color="auto"/>
                      <w:shd w:val="clear" w:color="auto" w:fill="C0C0C0"/>
                    </w:rPr>
                  </w:pPr>
                  <w:r w:rsidRPr="003056A9">
                    <w:rPr>
                      <w:rFonts w:cs="Arial"/>
                      <w:bdr w:val="single" w:sz="12" w:space="0" w:color="auto"/>
                      <w:shd w:val="clear" w:color="auto" w:fill="C0C0C0"/>
                    </w:rPr>
                    <w:sym w:font="MT Extra" w:char="F020"/>
                  </w:r>
                  <w:r w:rsidRPr="003056A9">
                    <w:rPr>
                      <w:rFonts w:cs="Arial"/>
                      <w:bdr w:val="single" w:sz="12" w:space="0" w:color="auto"/>
                      <w:shd w:val="clear" w:color="auto" w:fill="C0C0C0"/>
                    </w:rPr>
                    <w:t xml:space="preserve"> </w:t>
                  </w:r>
                  <w:r w:rsidRPr="003056A9">
                    <w:rPr>
                      <w:rFonts w:cs="Arial"/>
                      <w:b/>
                      <w:bdr w:val="single" w:sz="12" w:space="0" w:color="auto"/>
                      <w:shd w:val="clear" w:color="auto" w:fill="C0C0C0"/>
                    </w:rPr>
                    <w:t>C/Y</w:t>
                  </w:r>
                  <w:r w:rsidRPr="003056A9">
                    <w:rPr>
                      <w:rFonts w:cs="Arial"/>
                      <w:bdr w:val="single" w:sz="12" w:space="0" w:color="auto"/>
                      <w:shd w:val="clear" w:color="auto" w:fill="C0C0C0"/>
                    </w:rPr>
                    <w:t xml:space="preserve"> </w:t>
                  </w:r>
                  <w:r w:rsidRPr="003056A9">
                    <w:rPr>
                      <w:rFonts w:cs="Arial"/>
                      <w:bdr w:val="single" w:sz="12" w:space="0" w:color="auto"/>
                      <w:shd w:val="clear" w:color="auto" w:fill="C0C0C0"/>
                    </w:rPr>
                    <w:sym w:font="MT Extra" w:char="F020"/>
                  </w:r>
                  <w:r w:rsidRPr="003056A9">
                    <w:rPr>
                      <w:rFonts w:cs="Arial"/>
                    </w:rPr>
                    <w:t xml:space="preserve">  4  </w:t>
                  </w:r>
                  <w:r w:rsidRPr="003056A9">
                    <w:rPr>
                      <w:rFonts w:cs="Arial"/>
                      <w:bdr w:val="single" w:sz="12" w:space="0" w:color="auto"/>
                      <w:shd w:val="clear" w:color="auto" w:fill="C0C0C0"/>
                    </w:rPr>
                    <w:sym w:font="MT Extra" w:char="F020"/>
                  </w:r>
                  <w:r w:rsidRPr="003056A9">
                    <w:rPr>
                      <w:rFonts w:cs="Arial"/>
                      <w:bdr w:val="single" w:sz="12" w:space="0" w:color="auto"/>
                      <w:shd w:val="clear" w:color="auto" w:fill="C0C0C0"/>
                    </w:rPr>
                    <w:t xml:space="preserve"> </w:t>
                  </w:r>
                  <w:r w:rsidRPr="003056A9">
                    <w:rPr>
                      <w:rFonts w:cs="Arial"/>
                      <w:b/>
                      <w:sz w:val="20"/>
                      <w:bdr w:val="single" w:sz="12" w:space="0" w:color="auto"/>
                      <w:shd w:val="clear" w:color="auto" w:fill="C0C0C0"/>
                    </w:rPr>
                    <w:t>ENTER</w:t>
                  </w:r>
                  <w:r w:rsidRPr="003056A9">
                    <w:rPr>
                      <w:rFonts w:cs="Arial"/>
                      <w:bdr w:val="single" w:sz="12" w:space="0" w:color="auto"/>
                      <w:shd w:val="clear" w:color="auto" w:fill="C0C0C0"/>
                    </w:rPr>
                    <w:t xml:space="preserve"> </w:t>
                  </w:r>
                  <w:r w:rsidRPr="003056A9">
                    <w:rPr>
                      <w:rFonts w:cs="Arial"/>
                      <w:bdr w:val="single" w:sz="12" w:space="0" w:color="auto"/>
                      <w:shd w:val="clear" w:color="auto" w:fill="C0C0C0"/>
                    </w:rPr>
                    <w:sym w:font="MT Extra" w:char="F020"/>
                  </w:r>
                </w:p>
                <w:p w:rsidR="00F95D40" w:rsidRPr="003056A9" w:rsidRDefault="00F95D40" w:rsidP="00632BB0">
                  <w:pPr>
                    <w:spacing w:line="300" w:lineRule="exact"/>
                    <w:ind w:right="105"/>
                    <w:jc w:val="right"/>
                    <w:rPr>
                      <w:rFonts w:cs="Arial"/>
                      <w:spacing w:val="-2"/>
                      <w:bdr w:val="single" w:sz="12" w:space="0" w:color="auto"/>
                      <w:shd w:val="clear" w:color="auto" w:fill="C0C0C0"/>
                    </w:rPr>
                  </w:pPr>
                  <w:r w:rsidRPr="003056A9">
                    <w:rPr>
                      <w:rFonts w:cs="Arial"/>
                    </w:rPr>
                    <w:t xml:space="preserve">30  </w:t>
                  </w:r>
                  <w:r w:rsidRPr="003056A9">
                    <w:rPr>
                      <w:rFonts w:cs="Arial"/>
                      <w:spacing w:val="-2"/>
                      <w:sz w:val="18"/>
                      <w:bdr w:val="single" w:sz="12" w:space="0" w:color="auto"/>
                      <w:shd w:val="clear" w:color="auto" w:fill="C0C0C0"/>
                    </w:rPr>
                    <w:sym w:font="MT Extra" w:char="F020"/>
                  </w:r>
                  <w:r w:rsidRPr="003056A9">
                    <w:rPr>
                      <w:rFonts w:cs="Arial"/>
                      <w:spacing w:val="-2"/>
                      <w:sz w:val="20"/>
                      <w:bdr w:val="single" w:sz="12" w:space="0" w:color="auto"/>
                      <w:shd w:val="clear" w:color="auto" w:fill="C0C0C0"/>
                    </w:rPr>
                    <w:t xml:space="preserve">   </w:t>
                  </w:r>
                  <w:r w:rsidRPr="003056A9">
                    <w:rPr>
                      <w:rFonts w:cs="Arial"/>
                      <w:b/>
                      <w:spacing w:val="-2"/>
                      <w:bdr w:val="single" w:sz="12" w:space="0" w:color="auto"/>
                      <w:shd w:val="clear" w:color="auto" w:fill="C0C0C0"/>
                    </w:rPr>
                    <w:t>N</w:t>
                  </w:r>
                  <w:r w:rsidRPr="003056A9">
                    <w:rPr>
                      <w:rFonts w:cs="Arial"/>
                      <w:b/>
                      <w:spacing w:val="-2"/>
                      <w:sz w:val="20"/>
                      <w:bdr w:val="single" w:sz="12" w:space="0" w:color="auto"/>
                      <w:shd w:val="clear" w:color="auto" w:fill="C0C0C0"/>
                    </w:rPr>
                    <w:t xml:space="preserve"> </w:t>
                  </w:r>
                  <w:r w:rsidRPr="003056A9">
                    <w:rPr>
                      <w:rFonts w:cs="Arial"/>
                      <w:spacing w:val="-2"/>
                      <w:sz w:val="20"/>
                      <w:bdr w:val="single" w:sz="12" w:space="0" w:color="auto"/>
                      <w:shd w:val="clear" w:color="auto" w:fill="C0C0C0"/>
                    </w:rPr>
                    <w:t xml:space="preserve">  </w:t>
                  </w:r>
                  <w:r w:rsidRPr="003056A9">
                    <w:rPr>
                      <w:rFonts w:cs="Arial"/>
                      <w:spacing w:val="-2"/>
                      <w:bdr w:val="single" w:sz="12" w:space="0" w:color="auto"/>
                      <w:shd w:val="clear" w:color="auto" w:fill="C0C0C0"/>
                    </w:rPr>
                    <w:sym w:font="MT Extra" w:char="F020"/>
                  </w:r>
                </w:p>
                <w:p w:rsidR="00F95D40" w:rsidRPr="003056A9" w:rsidRDefault="00F95D40" w:rsidP="00632BB0">
                  <w:pPr>
                    <w:spacing w:line="300" w:lineRule="exact"/>
                    <w:ind w:right="105"/>
                    <w:jc w:val="right"/>
                    <w:rPr>
                      <w:rFonts w:cs="Arial"/>
                    </w:rPr>
                  </w:pPr>
                  <w:r w:rsidRPr="003056A9">
                    <w:rPr>
                      <w:rFonts w:cs="Arial"/>
                    </w:rPr>
                    <w:t xml:space="preserve">25230.137 </w:t>
                  </w:r>
                  <w:r w:rsidRPr="003056A9">
                    <w:rPr>
                      <w:rFonts w:cs="Arial"/>
                      <w:b/>
                      <w:bCs/>
                      <w:bdr w:val="single" w:sz="12" w:space="0" w:color="auto"/>
                      <w:shd w:val="clear" w:color="auto" w:fill="C0C0C0"/>
                    </w:rPr>
                    <w:sym w:font="MT Extra" w:char="F020"/>
                  </w:r>
                  <w:r w:rsidRPr="003056A9">
                    <w:rPr>
                      <w:rFonts w:cs="Arial"/>
                      <w:b/>
                      <w:bCs/>
                      <w:bdr w:val="single" w:sz="12" w:space="0" w:color="auto"/>
                      <w:shd w:val="clear" w:color="auto" w:fill="C0C0C0"/>
                    </w:rPr>
                    <w:t>+ /</w:t>
                  </w:r>
                  <w:r w:rsidRPr="003056A9">
                    <w:rPr>
                      <w:rFonts w:cs="Arial"/>
                      <w:bdr w:val="single" w:sz="12" w:space="0" w:color="auto"/>
                      <w:shd w:val="clear" w:color="auto" w:fill="C0C0C0"/>
                    </w:rPr>
                    <w:t xml:space="preserve"> </w:t>
                  </w:r>
                  <w:r w:rsidRPr="003056A9">
                    <w:rPr>
                      <w:rFonts w:cs="Arial"/>
                      <w:b/>
                      <w:bdr w:val="single" w:sz="12" w:space="0" w:color="auto"/>
                      <w:shd w:val="clear" w:color="auto" w:fill="C0C0C0"/>
                    </w:rPr>
                    <w:t>–</w:t>
                  </w:r>
                  <w:r w:rsidRPr="003056A9">
                    <w:rPr>
                      <w:rFonts w:cs="Arial"/>
                      <w:bdr w:val="single" w:sz="12" w:space="0" w:color="auto"/>
                      <w:shd w:val="clear" w:color="auto" w:fill="C0C0C0"/>
                    </w:rPr>
                    <w:sym w:font="MT Extra" w:char="F020"/>
                  </w:r>
                  <w:r w:rsidRPr="003056A9">
                    <w:rPr>
                      <w:rFonts w:cs="Arial"/>
                    </w:rPr>
                    <w:t xml:space="preserve">  </w:t>
                  </w:r>
                  <w:r w:rsidRPr="003056A9">
                    <w:rPr>
                      <w:rFonts w:cs="Arial"/>
                      <w:b/>
                      <w:spacing w:val="-2"/>
                      <w:bdr w:val="single" w:sz="12" w:space="0" w:color="auto"/>
                      <w:shd w:val="clear" w:color="auto" w:fill="C0C0C0"/>
                    </w:rPr>
                    <w:sym w:font="MT Extra" w:char="F020"/>
                  </w:r>
                  <w:r w:rsidRPr="003056A9">
                    <w:rPr>
                      <w:rFonts w:cs="Arial"/>
                      <w:bCs/>
                      <w:spacing w:val="-2"/>
                      <w:sz w:val="16"/>
                      <w:bdr w:val="single" w:sz="12" w:space="0" w:color="auto"/>
                      <w:shd w:val="clear" w:color="auto" w:fill="C0C0C0"/>
                    </w:rPr>
                    <w:t xml:space="preserve">  </w:t>
                  </w:r>
                  <w:r w:rsidRPr="003056A9">
                    <w:rPr>
                      <w:rFonts w:cs="Arial"/>
                      <w:b/>
                      <w:spacing w:val="-2"/>
                      <w:bdr w:val="single" w:sz="12" w:space="0" w:color="auto"/>
                      <w:shd w:val="clear" w:color="auto" w:fill="C0C0C0"/>
                    </w:rPr>
                    <w:t>PV</w:t>
                  </w:r>
                  <w:r w:rsidRPr="003056A9">
                    <w:rPr>
                      <w:rFonts w:cs="Arial"/>
                      <w:bCs/>
                      <w:spacing w:val="-2"/>
                      <w:sz w:val="16"/>
                      <w:bdr w:val="single" w:sz="12" w:space="0" w:color="auto"/>
                      <w:shd w:val="clear" w:color="auto" w:fill="C0C0C0"/>
                    </w:rPr>
                    <w:t xml:space="preserve">  </w:t>
                  </w:r>
                  <w:r w:rsidRPr="003056A9">
                    <w:rPr>
                      <w:rFonts w:cs="Arial"/>
                      <w:b/>
                      <w:spacing w:val="-2"/>
                      <w:bdr w:val="single" w:sz="12" w:space="0" w:color="auto"/>
                      <w:shd w:val="clear" w:color="auto" w:fill="C0C0C0"/>
                    </w:rPr>
                    <w:sym w:font="MT Extra" w:char="F020"/>
                  </w:r>
                </w:p>
                <w:p w:rsidR="00F95D40" w:rsidRPr="003056A9" w:rsidRDefault="00F95D40" w:rsidP="00632BB0">
                  <w:pPr>
                    <w:spacing w:line="300" w:lineRule="exact"/>
                    <w:ind w:right="105"/>
                    <w:jc w:val="right"/>
                    <w:rPr>
                      <w:rFonts w:cs="Arial"/>
                    </w:rPr>
                  </w:pPr>
                  <w:r w:rsidRPr="003056A9">
                    <w:rPr>
                      <w:rFonts w:cs="Arial"/>
                    </w:rPr>
                    <w:t xml:space="preserve">  </w:t>
                  </w:r>
                  <w:r w:rsidRPr="003056A9">
                    <w:rPr>
                      <w:rFonts w:cs="Arial"/>
                      <w:bdr w:val="single" w:sz="12" w:space="0" w:color="auto"/>
                      <w:shd w:val="clear" w:color="auto" w:fill="C0C0C0"/>
                    </w:rPr>
                    <w:sym w:font="MT Extra" w:char="F020"/>
                  </w:r>
                  <w:r w:rsidRPr="003056A9">
                    <w:rPr>
                      <w:rFonts w:cs="Arial"/>
                      <w:b/>
                      <w:bdr w:val="single" w:sz="12" w:space="0" w:color="auto"/>
                      <w:shd w:val="clear" w:color="auto" w:fill="C0C0C0"/>
                    </w:rPr>
                    <w:t>CPT</w:t>
                  </w:r>
                  <w:r w:rsidRPr="003056A9">
                    <w:rPr>
                      <w:rFonts w:cs="Arial"/>
                      <w:bdr w:val="single" w:sz="12" w:space="0" w:color="auto"/>
                      <w:shd w:val="clear" w:color="auto" w:fill="C0C0C0"/>
                    </w:rPr>
                    <w:sym w:font="MT Extra" w:char="F020"/>
                  </w:r>
                  <w:r w:rsidRPr="003056A9">
                    <w:rPr>
                      <w:rFonts w:cs="Arial"/>
                    </w:rPr>
                    <w:t xml:space="preserve"> </w:t>
                  </w:r>
                  <w:r w:rsidRPr="003056A9">
                    <w:rPr>
                      <w:rFonts w:cs="Arial"/>
                      <w:b/>
                      <w:bCs/>
                      <w:spacing w:val="-2"/>
                      <w:bdr w:val="single" w:sz="12" w:space="0" w:color="auto"/>
                      <w:shd w:val="clear" w:color="auto" w:fill="C0C0C0"/>
                    </w:rPr>
                    <w:sym w:font="MT Extra" w:char="F020"/>
                  </w:r>
                  <w:r w:rsidRPr="003056A9">
                    <w:rPr>
                      <w:rFonts w:cs="Arial"/>
                      <w:spacing w:val="-2"/>
                      <w:sz w:val="16"/>
                      <w:bdr w:val="single" w:sz="12" w:space="0" w:color="auto"/>
                      <w:shd w:val="clear" w:color="auto" w:fill="C0C0C0"/>
                    </w:rPr>
                    <w:t xml:space="preserve">  </w:t>
                  </w:r>
                  <w:r w:rsidRPr="003056A9">
                    <w:rPr>
                      <w:rFonts w:cs="Arial"/>
                      <w:b/>
                      <w:bCs/>
                      <w:iCs/>
                      <w:spacing w:val="-2"/>
                      <w:bdr w:val="single" w:sz="12" w:space="0" w:color="auto"/>
                      <w:shd w:val="clear" w:color="auto" w:fill="C0C0C0"/>
                    </w:rPr>
                    <w:t>FV</w:t>
                  </w:r>
                  <w:r w:rsidRPr="003056A9">
                    <w:rPr>
                      <w:rFonts w:cs="Arial"/>
                      <w:iCs/>
                      <w:spacing w:val="-2"/>
                      <w:sz w:val="16"/>
                      <w:bdr w:val="single" w:sz="12" w:space="0" w:color="auto"/>
                      <w:shd w:val="clear" w:color="auto" w:fill="C0C0C0"/>
                    </w:rPr>
                    <w:t xml:space="preserve"> </w:t>
                  </w:r>
                  <w:r w:rsidRPr="003056A9">
                    <w:rPr>
                      <w:rFonts w:cs="Arial"/>
                      <w:spacing w:val="-2"/>
                      <w:sz w:val="16"/>
                      <w:bdr w:val="single" w:sz="12" w:space="0" w:color="auto"/>
                      <w:shd w:val="clear" w:color="auto" w:fill="C0C0C0"/>
                    </w:rPr>
                    <w:t xml:space="preserve"> </w:t>
                  </w:r>
                  <w:r w:rsidRPr="003056A9">
                    <w:rPr>
                      <w:rFonts w:cs="Arial"/>
                      <w:b/>
                      <w:bCs/>
                      <w:spacing w:val="-2"/>
                      <w:bdr w:val="single" w:sz="12" w:space="0" w:color="auto"/>
                      <w:shd w:val="clear" w:color="auto" w:fill="C0C0C0"/>
                    </w:rPr>
                    <w:sym w:font="MT Extra" w:char="F020"/>
                  </w:r>
                </w:p>
                <w:p w:rsidR="00F95D40" w:rsidRPr="003056A9" w:rsidRDefault="00F95D40" w:rsidP="00632BB0">
                  <w:pPr>
                    <w:pStyle w:val="Mainfirst"/>
                    <w:spacing w:line="320" w:lineRule="exact"/>
                    <w:ind w:right="105"/>
                    <w:jc w:val="right"/>
                    <w:rPr>
                      <w:rFonts w:cs="Arial"/>
                      <w:lang w:val="en-CA"/>
                    </w:rPr>
                  </w:pPr>
                  <w:r w:rsidRPr="003056A9">
                    <w:rPr>
                      <w:rFonts w:cs="Arial"/>
                      <w:i/>
                      <w:iCs/>
                      <w:lang w:val="en-CA"/>
                    </w:rPr>
                    <w:t>Ans</w:t>
                  </w:r>
                  <w:r w:rsidRPr="003056A9">
                    <w:rPr>
                      <w:rFonts w:cs="Arial"/>
                      <w:lang w:val="en-CA"/>
                    </w:rPr>
                    <w:t xml:space="preserve">:  </w:t>
                  </w:r>
                  <w:r w:rsidRPr="003056A9">
                    <w:rPr>
                      <w:rFonts w:cs="Arial"/>
                    </w:rPr>
                    <w:t>195,703.17</w:t>
                  </w:r>
                </w:p>
              </w:txbxContent>
            </v:textbox>
            <w10:wrap type="square"/>
          </v:shape>
        </w:pict>
      </w:r>
      <w:r w:rsidR="00632BB0">
        <w:tab/>
      </w:r>
      <w:r w:rsidR="00632BB0">
        <w:tab/>
      </w:r>
      <w:r w:rsidR="00632BB0">
        <w:tab/>
      </w:r>
      <w:r w:rsidR="00632BB0">
        <w:rPr>
          <w:rFonts w:ascii="Times New Roman" w:hAnsi="Times New Roman"/>
          <w:i/>
        </w:rPr>
        <w:t>i</w:t>
      </w:r>
      <w:r w:rsidR="00632BB0">
        <w:t xml:space="preserve"> = 2%; </w:t>
      </w:r>
      <w:r w:rsidR="00632BB0">
        <w:rPr>
          <w:rFonts w:ascii="Times New Roman" w:hAnsi="Times New Roman"/>
          <w:i/>
        </w:rPr>
        <w:t>c</w:t>
      </w:r>
      <w:r w:rsidR="00632BB0">
        <w:t xml:space="preserve"> = </w:t>
      </w:r>
      <w:r w:rsidR="00632BB0" w:rsidRPr="00480120">
        <w:rPr>
          <w:position w:val="-16"/>
        </w:rPr>
        <w:object w:dxaOrig="220" w:dyaOrig="420">
          <v:shape id="_x0000_i1286" type="#_x0000_t75" style="width:9.35pt;height:20.55pt" o:ole="" fillcolor="window">
            <v:imagedata r:id="rId465" o:title=""/>
          </v:shape>
          <o:OLEObject Type="Embed" ProgID="Equation.3" ShapeID="_x0000_i1286" DrawAspect="Content" ObjectID="_1654976656" r:id="rId466"/>
        </w:object>
      </w:r>
      <w:r w:rsidR="00632BB0">
        <w:t xml:space="preserve"> = 2; </w:t>
      </w:r>
      <w:r w:rsidR="00632BB0">
        <w:rPr>
          <w:rFonts w:ascii="Times New Roman" w:hAnsi="Times New Roman"/>
          <w:i/>
        </w:rPr>
        <w:t>PV</w:t>
      </w:r>
      <w:r w:rsidR="00632BB0">
        <w:t xml:space="preserve"> = $25,230.137;</w:t>
      </w:r>
    </w:p>
    <w:p w:rsidR="00632BB0" w:rsidRDefault="0045715C" w:rsidP="00632BB0">
      <w:pPr>
        <w:pStyle w:val="ISM"/>
      </w:pPr>
      <w:r>
        <w:rPr>
          <w:noProof/>
          <w:sz w:val="20"/>
          <w:lang w:val="en-US"/>
        </w:rPr>
        <w:pict>
          <v:shape id="AutoShape 340" o:spid="_x0000_s1328" type="#_x0000_t88" style="position:absolute;margin-left:264.5pt;margin-top:2.85pt;width:17.4pt;height:84.1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"/>
        </w:pict>
      </w:r>
      <w:r w:rsidR="00632BB0">
        <w:tab/>
      </w:r>
      <w:r w:rsidR="00632BB0">
        <w:tab/>
      </w:r>
      <w:r w:rsidR="00632BB0">
        <w:tab/>
      </w:r>
      <w:proofErr w:type="gramStart"/>
      <w:r w:rsidR="00632BB0">
        <w:t>and</w:t>
      </w:r>
      <w:proofErr w:type="gramEnd"/>
      <w:r w:rsidR="00632BB0">
        <w:t xml:space="preserve">    </w:t>
      </w:r>
      <w:r w:rsidR="00632BB0" w:rsidRPr="00480120">
        <w:rPr>
          <w:position w:val="-10"/>
        </w:rPr>
        <w:object w:dxaOrig="1420" w:dyaOrig="380">
          <v:shape id="_x0000_i1287" type="#_x0000_t75" style="width:71.05pt;height:18.7pt" o:ole="" fillcolor="window">
            <v:imagedata r:id="rId356" o:title=""/>
          </v:shape>
          <o:OLEObject Type="Embed" ProgID="Equation.3" ShapeID="_x0000_i1287" DrawAspect="Content" ObjectID="_1654976657" r:id="rId467"/>
        </w:object>
      </w:r>
      <w:r w:rsidR="00632BB0">
        <w:t xml:space="preserve"> = </w:t>
      </w:r>
      <w:r w:rsidR="00632BB0" w:rsidRPr="00480120">
        <w:rPr>
          <w:position w:val="-10"/>
        </w:rPr>
        <w:object w:dxaOrig="720" w:dyaOrig="380">
          <v:shape id="_x0000_i1288" type="#_x0000_t75" style="width:36.45pt;height:18.7pt" o:ole="" fillcolor="window">
            <v:imagedata r:id="rId468" o:title=""/>
          </v:shape>
          <o:OLEObject Type="Embed" ProgID="Equation.3" ShapeID="_x0000_i1288" DrawAspect="Content" ObjectID="_1654976658" r:id="rId469"/>
        </w:object>
      </w:r>
      <w:r w:rsidR="00632BB0">
        <w:t>– 1 = 0.0404</w:t>
      </w:r>
    </w:p>
    <w:p w:rsidR="00632BB0" w:rsidRDefault="00632BB0" w:rsidP="00632BB0">
      <w:pPr>
        <w:pStyle w:val="ISM"/>
      </w:pPr>
      <w:r>
        <w:tab/>
      </w:r>
      <w:r>
        <w:tab/>
        <w:t>The total amount 15 years from now will be</w:t>
      </w:r>
    </w:p>
    <w:p w:rsidR="00632BB0" w:rsidRDefault="00632BB0" w:rsidP="00632BB0">
      <w:pPr>
        <w:pStyle w:val="ISM"/>
      </w:pPr>
      <w:r>
        <w:tab/>
      </w:r>
      <w:r>
        <w:tab/>
        <w:t>$25,230.137</w:t>
      </w:r>
      <w:r w:rsidRPr="00480120">
        <w:rPr>
          <w:position w:val="-10"/>
        </w:rPr>
        <w:object w:dxaOrig="840" w:dyaOrig="380">
          <v:shape id="_x0000_i1289" type="#_x0000_t75" style="width:42.1pt;height:18.7pt" o:ole="" fillcolor="window">
            <v:imagedata r:id="rId470" o:title=""/>
          </v:shape>
          <o:OLEObject Type="Embed" ProgID="Equation.3" ShapeID="_x0000_i1289" DrawAspect="Content" ObjectID="_1654976659" r:id="rId471"/>
        </w:object>
      </w:r>
      <w:r>
        <w:t>+ $2000</w:t>
      </w:r>
      <w:r w:rsidRPr="00480120">
        <w:rPr>
          <w:position w:val="-34"/>
        </w:rPr>
        <w:object w:dxaOrig="1520" w:dyaOrig="780">
          <v:shape id="_x0000_i1290" type="#_x0000_t75" style="width:75.75pt;height:38.35pt" o:ole="" fillcolor="window">
            <v:imagedata r:id="rId472" o:title=""/>
          </v:shape>
          <o:OLEObject Type="Embed" ProgID="Equation.3" ShapeID="_x0000_i1290" DrawAspect="Content" ObjectID="_1654976660" r:id="rId473"/>
        </w:object>
      </w:r>
      <w:r>
        <w:t xml:space="preserve"> </w:t>
      </w:r>
    </w:p>
    <w:p w:rsidR="00632BB0" w:rsidRDefault="00632BB0" w:rsidP="00632BB0">
      <w:pPr>
        <w:pStyle w:val="ISM"/>
        <w:spacing w:after="60" w:line="480" w:lineRule="auto"/>
        <w:ind w:left="1710"/>
        <w:rPr>
          <w:u w:val="double"/>
        </w:rPr>
      </w:pPr>
      <w:r>
        <w:t xml:space="preserve">= </w:t>
      </w:r>
      <w:r>
        <w:rPr>
          <w:u w:val="double"/>
        </w:rPr>
        <w:t>$195,703.17</w:t>
      </w:r>
    </w:p>
    <w:p w:rsidR="00632BB0" w:rsidRDefault="00632BB0" w:rsidP="00632BB0">
      <w:pPr>
        <w:pStyle w:val="ISM"/>
        <w:spacing w:after="120"/>
        <w:rPr>
          <w:b/>
          <w:i/>
          <w:sz w:val="24"/>
        </w:rPr>
      </w:pPr>
    </w:p>
    <w:p w:rsidR="00632BB0" w:rsidRDefault="0045715C" w:rsidP="00632BB0">
      <w:pPr>
        <w:pStyle w:val="ISM"/>
      </w:pPr>
      <w:r>
        <w:rPr>
          <w:noProof/>
          <w:lang w:val="en-US"/>
        </w:rPr>
        <w:pict>
          <v:shape id="AutoShape 378" o:spid="_x0000_s1106" type="#_x0000_t61" style="position:absolute;margin-left:339.15pt;margin-top:4.65pt;width:118.3pt;height:127.4pt;z-index:25170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" adj="-2702,12843" fillcolor="#cff">
            <v:fill opacity="25443f"/>
            <v:textbox inset="3.6pt,,3.6pt">
              <w:txbxContent>
                <w:p w:rsidR="00F95D40" w:rsidRDefault="00F95D40" w:rsidP="00632BB0">
                  <w:pPr>
                    <w:spacing w:line="300" w:lineRule="exact"/>
                    <w:ind w:right="42"/>
                    <w:jc w:val="right"/>
                  </w:pPr>
                  <w:r>
                    <w:t xml:space="preserve">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120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ind w:right="42"/>
                    <w:jc w:val="right"/>
                  </w:pPr>
                  <w:r>
                    <w:rPr>
                      <w:i/>
                      <w:iCs/>
                    </w:rPr>
                    <w:t>Ans</w:t>
                  </w:r>
                  <w:r>
                    <w:t xml:space="preserve">: </w:t>
                  </w:r>
                  <w:r w:rsidRPr="00543E28">
                    <w:t>–</w:t>
                  </w:r>
                  <w:r>
                    <w:t>142,148.386</w:t>
                  </w:r>
                </w:p>
              </w:txbxContent>
            </v:textbox>
            <w10:wrap type="square"/>
          </v:shape>
        </w:pict>
      </w:r>
      <w:r w:rsidR="00632BB0">
        <w:tab/>
      </w:r>
      <w:r w:rsidR="00D1506C">
        <w:t>29</w:t>
      </w:r>
      <w:r w:rsidR="00632BB0">
        <w:t>.</w:t>
      </w:r>
      <w:r w:rsidR="00632BB0">
        <w:tab/>
        <w:t xml:space="preserve">Cost to purchase the annuity = </w:t>
      </w:r>
      <w:r w:rsidR="00632BB0" w:rsidRPr="009240AB">
        <w:rPr>
          <w:rFonts w:ascii="Times New Roman" w:hAnsi="Times New Roman"/>
          <w:i/>
          <w:spacing w:val="-2"/>
        </w:rPr>
        <w:t>PV</w:t>
      </w:r>
      <w:r w:rsidR="00632BB0">
        <w:rPr>
          <w:spacing w:val="-2"/>
        </w:rPr>
        <w:t xml:space="preserve"> </w:t>
      </w:r>
      <w:r w:rsidR="00632BB0">
        <w:t xml:space="preserve">of all payments </w:t>
      </w:r>
    </w:p>
    <w:p w:rsidR="00632BB0" w:rsidRDefault="00632BB0" w:rsidP="00632BB0">
      <w:pPr>
        <w:pStyle w:val="ISM"/>
      </w:pPr>
      <w:r>
        <w:tab/>
      </w:r>
      <w:r>
        <w:tab/>
        <w:t xml:space="preserve">First calculate the </w:t>
      </w:r>
      <w:r w:rsidRPr="009240AB">
        <w:rPr>
          <w:rFonts w:ascii="Times New Roman" w:hAnsi="Times New Roman"/>
          <w:i/>
          <w:spacing w:val="-2"/>
        </w:rPr>
        <w:t>PV</w:t>
      </w:r>
      <w:r>
        <w:rPr>
          <w:rFonts w:ascii="Times New Roman" w:hAnsi="Times New Roman"/>
          <w:i/>
          <w:spacing w:val="-2"/>
        </w:rPr>
        <w:t>,</w:t>
      </w:r>
      <w:r>
        <w:rPr>
          <w:spacing w:val="-2"/>
        </w:rPr>
        <w:t xml:space="preserve"> </w:t>
      </w:r>
      <w:r>
        <w:t>15 years from now, of the last</w:t>
      </w:r>
    </w:p>
    <w:p w:rsidR="00632BB0" w:rsidRDefault="00632BB0" w:rsidP="00632BB0">
      <w:pPr>
        <w:pStyle w:val="ISM"/>
      </w:pPr>
      <w:r>
        <w:tab/>
      </w:r>
      <w:r>
        <w:tab/>
        <w:t xml:space="preserve">10 years’ payments of </w:t>
      </w:r>
      <w:r w:rsidRPr="009240AB">
        <w:rPr>
          <w:rFonts w:ascii="Times New Roman" w:hAnsi="Times New Roman"/>
          <w:i/>
        </w:rPr>
        <w:t>PMT</w:t>
      </w:r>
      <w:r>
        <w:rPr>
          <w:rFonts w:ascii="Times New Roman" w:hAnsi="Times New Roman"/>
          <w:i/>
        </w:rPr>
        <w:t xml:space="preserve"> </w:t>
      </w:r>
      <w:r>
        <w:t>= $1500/month with</w:t>
      </w:r>
    </w:p>
    <w:p w:rsidR="00632BB0" w:rsidRDefault="00632BB0" w:rsidP="00632BB0">
      <w:pPr>
        <w:pStyle w:val="ISM"/>
      </w:pPr>
      <w:r>
        <w:tab/>
      </w:r>
      <w:r>
        <w:tab/>
      </w:r>
      <w:r>
        <w:tab/>
      </w:r>
      <w:r>
        <w:rPr>
          <w:rFonts w:ascii="Times New Roman" w:hAnsi="Times New Roman"/>
          <w:i/>
        </w:rPr>
        <w:t xml:space="preserve">j </w:t>
      </w:r>
      <w:r>
        <w:t xml:space="preserve">= 5%, </w:t>
      </w:r>
      <w:r>
        <w:rPr>
          <w:rFonts w:ascii="Times New Roman" w:hAnsi="Times New Roman"/>
          <w:i/>
          <w:iCs/>
        </w:rPr>
        <w:t>m</w:t>
      </w:r>
      <w:r>
        <w:t xml:space="preserve"> = 1, </w:t>
      </w:r>
      <w:r>
        <w:rPr>
          <w:rFonts w:ascii="Times New Roman" w:hAnsi="Times New Roman"/>
          <w:i/>
        </w:rPr>
        <w:t>c</w:t>
      </w:r>
      <w:r>
        <w:t xml:space="preserve"> = </w:t>
      </w:r>
      <w:r w:rsidRPr="009240AB">
        <w:rPr>
          <w:position w:val="-12"/>
        </w:rPr>
        <w:object w:dxaOrig="260" w:dyaOrig="340">
          <v:shape id="_x0000_i1291" type="#_x0000_t75" style="width:13.1pt;height:16.85pt" o:ole="">
            <v:imagedata r:id="rId474" o:title=""/>
          </v:shape>
          <o:OLEObject Type="Embed" ProgID="Equation.3" ShapeID="_x0000_i1291" DrawAspect="Content" ObjectID="_1654976661" r:id="rId475"/>
        </w:object>
      </w:r>
      <w:r>
        <w:t xml:space="preserve"> </w:t>
      </w:r>
      <w:proofErr w:type="gramStart"/>
      <w:r>
        <w:t xml:space="preserve">= </w:t>
      </w:r>
      <w:proofErr w:type="gramEnd"/>
      <w:r w:rsidRPr="001833FF">
        <w:rPr>
          <w:position w:val="-10"/>
        </w:rPr>
        <w:object w:dxaOrig="639" w:dyaOrig="360">
          <v:shape id="_x0000_i1292" type="#_x0000_t75" style="width:30.85pt;height:18.7pt" o:ole="">
            <v:imagedata r:id="rId476" o:title=""/>
          </v:shape>
          <o:OLEObject Type="Embed" ProgID="Equation.3" ShapeID="_x0000_i1292" DrawAspect="Content" ObjectID="_1654976662" r:id="rId477"/>
        </w:object>
      </w:r>
      <w:r>
        <w:t xml:space="preserve">, </w:t>
      </w:r>
      <w:r>
        <w:rPr>
          <w:rFonts w:ascii="Times New Roman" w:hAnsi="Times New Roman"/>
          <w:i/>
          <w:iCs/>
        </w:rPr>
        <w:t xml:space="preserve">n </w:t>
      </w:r>
      <w:r>
        <w:t xml:space="preserve">= 12(10) = 120, and </w:t>
      </w:r>
    </w:p>
    <w:p w:rsidR="00632BB0" w:rsidRDefault="0045715C" w:rsidP="00632BB0">
      <w:pPr>
        <w:pStyle w:val="ISM"/>
      </w:pPr>
      <w:r>
        <w:rPr>
          <w:noProof/>
          <w:sz w:val="20"/>
          <w:lang w:val="en-US"/>
        </w:rPr>
        <w:pict>
          <v:shape id="AutoShape 341" o:spid="_x0000_s1315" type="#_x0000_t88" style="position:absolute;margin-left:303.45pt;margin-top:3.55pt;width:14.5pt;height:44.6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"/>
        </w:pict>
      </w:r>
      <w:r w:rsidR="00632BB0">
        <w:tab/>
      </w:r>
      <w:r w:rsidR="00632BB0">
        <w:tab/>
      </w:r>
      <w:r w:rsidR="00632BB0">
        <w:tab/>
      </w:r>
      <w:r w:rsidR="00632BB0" w:rsidRPr="00480120">
        <w:rPr>
          <w:position w:val="-10"/>
        </w:rPr>
        <w:object w:dxaOrig="1420" w:dyaOrig="380">
          <v:shape id="_x0000_i1293" type="#_x0000_t75" style="width:71.05pt;height:18.7pt" o:ole="" fillcolor="window">
            <v:imagedata r:id="rId356" o:title=""/>
          </v:shape>
          <o:OLEObject Type="Embed" ProgID="Equation.3" ShapeID="_x0000_i1293" DrawAspect="Content" ObjectID="_1654976663" r:id="rId478"/>
        </w:object>
      </w:r>
      <w:r w:rsidR="00632BB0">
        <w:t xml:space="preserve"> = </w:t>
      </w:r>
      <w:r w:rsidR="00632BB0" w:rsidRPr="009240AB">
        <w:rPr>
          <w:position w:val="-10"/>
        </w:rPr>
        <w:object w:dxaOrig="999" w:dyaOrig="400">
          <v:shape id="_x0000_i1294" type="#_x0000_t75" style="width:50.5pt;height:20.55pt" o:ole="" fillcolor="window">
            <v:imagedata r:id="rId479" o:title=""/>
          </v:shape>
          <o:OLEObject Type="Embed" ProgID="Equation.3" ShapeID="_x0000_i1294" DrawAspect="Content" ObjectID="_1654976664" r:id="rId480"/>
        </w:object>
      </w:r>
      <w:r w:rsidR="00632BB0">
        <w:t>– 1 = 0.00407412</w:t>
      </w:r>
      <w:r w:rsidR="000016AE">
        <w:t>4</w:t>
      </w:r>
    </w:p>
    <w:p w:rsidR="00632BB0" w:rsidRDefault="00632BB0" w:rsidP="00632BB0">
      <w:pPr>
        <w:pStyle w:val="ISM"/>
        <w:rPr>
          <w:u w:val="double"/>
        </w:rPr>
      </w:pPr>
      <w:r>
        <w:tab/>
      </w:r>
      <w:r>
        <w:tab/>
      </w:r>
      <w:r>
        <w:tab/>
      </w:r>
      <w:r w:rsidRPr="003C39A3">
        <w:rPr>
          <w:rFonts w:ascii="Times New Roman" w:hAnsi="Times New Roman"/>
          <w:i/>
          <w:spacing w:val="-2"/>
        </w:rPr>
        <w:t>PV</w:t>
      </w:r>
      <w:r>
        <w:rPr>
          <w:spacing w:val="-2"/>
        </w:rPr>
        <w:t xml:space="preserve"> </w:t>
      </w:r>
      <w:r>
        <w:t>= $1500</w:t>
      </w:r>
      <w:r w:rsidR="004927DB" w:rsidRPr="000016AE">
        <w:rPr>
          <w:position w:val="-32"/>
        </w:rPr>
        <w:object w:dxaOrig="2180" w:dyaOrig="740">
          <v:shape id="_x0000_i1295" type="#_x0000_t75" style="width:108.45pt;height:37.4pt" o:ole="" fillcolor="window">
            <v:imagedata r:id="rId481" o:title=""/>
          </v:shape>
          <o:OLEObject Type="Embed" ProgID="Equation.3" ShapeID="_x0000_i1295" DrawAspect="Content" ObjectID="_1654976665" r:id="rId482"/>
        </w:object>
      </w:r>
      <w:r>
        <w:t xml:space="preserve"> = $142,148.386</w:t>
      </w:r>
    </w:p>
    <w:p w:rsidR="00632BB0" w:rsidRDefault="00632BB0" w:rsidP="00632BB0">
      <w:pPr>
        <w:pStyle w:val="ISM"/>
      </w:pPr>
    </w:p>
    <w:p w:rsidR="00632BB0" w:rsidRDefault="00632BB0" w:rsidP="00632BB0">
      <w:pPr>
        <w:pStyle w:val="ISM"/>
      </w:pPr>
    </w:p>
    <w:p w:rsidR="00632BB0" w:rsidRDefault="0045715C" w:rsidP="00632BB0">
      <w:pPr>
        <w:pStyle w:val="ISM"/>
      </w:pPr>
      <w:r>
        <w:rPr>
          <w:noProof/>
          <w:lang w:val="en-US"/>
        </w:rPr>
        <w:pict>
          <v:shape id="AutoShape 379" o:spid="_x0000_s1107" type="#_x0000_t61" style="position:absolute;margin-left:350.5pt;margin-top:4.3pt;width:109.7pt;height:97.85pt;z-index:25170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" adj="-5385,14271" fillcolor="#cff">
            <v:fill opacity="25443f"/>
            <v:textbox inset="3.6pt,,3.6pt">
              <w:txbxContent>
                <w:p w:rsidR="00F95D40" w:rsidRDefault="00F95D40" w:rsidP="00632BB0">
                  <w:pPr>
                    <w:spacing w:line="300" w:lineRule="exact"/>
                    <w:ind w:left="-90" w:right="42"/>
                    <w:jc w:val="right"/>
                  </w:pPr>
                  <w:r w:rsidRPr="00F516C9">
                    <w:t xml:space="preserve"> </w:t>
                  </w:r>
                  <w:r>
                    <w:t xml:space="preserve">Same </w:t>
                  </w:r>
                  <w:r w:rsidRPr="00F516C9">
                    <w:rPr>
                      <w:i/>
                    </w:rPr>
                    <w:t>I/Y,</w:t>
                  </w:r>
                  <w:r>
                    <w:t xml:space="preserve"> </w:t>
                  </w:r>
                  <w:r>
                    <w:rPr>
                      <w:i/>
                      <w:iCs/>
                    </w:rPr>
                    <w:t>P/Y, C/Y</w:t>
                  </w:r>
                </w:p>
                <w:p w:rsidR="00F95D40" w:rsidRDefault="00F95D40" w:rsidP="00632BB0">
                  <w:pPr>
                    <w:spacing w:line="300" w:lineRule="exact"/>
                    <w:ind w:right="42"/>
                    <w:jc w:val="right"/>
                    <w:rPr>
                      <w:spacing w:val="-2"/>
                      <w:bdr w:val="single" w:sz="12" w:space="0" w:color="auto"/>
                      <w:shd w:val="clear" w:color="auto" w:fill="C0C0C0"/>
                    </w:rPr>
                  </w:pPr>
                  <w:r>
                    <w:t xml:space="preserve">180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142148.386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ind w:right="42"/>
                    <w:jc w:val="right"/>
                  </w:pPr>
                  <w:r>
                    <w:rPr>
                      <w:i/>
                      <w:iCs/>
                    </w:rPr>
                    <w:t>Ans</w:t>
                  </w:r>
                  <w:r>
                    <w:t>: –</w:t>
                  </w:r>
                  <w:r w:rsidRPr="00543E28">
                    <w:t>195,760.96</w:t>
                  </w:r>
                </w:p>
              </w:txbxContent>
            </v:textbox>
            <w10:wrap type="square"/>
          </v:shape>
        </w:pict>
      </w:r>
      <w:r w:rsidR="00632BB0">
        <w:tab/>
      </w:r>
      <w:r w:rsidR="00632BB0">
        <w:tab/>
        <w:t xml:space="preserve">Next determine the combined </w:t>
      </w:r>
      <w:r w:rsidR="00632BB0" w:rsidRPr="009240AB">
        <w:rPr>
          <w:rFonts w:ascii="Times New Roman" w:hAnsi="Times New Roman"/>
          <w:i/>
          <w:spacing w:val="-2"/>
        </w:rPr>
        <w:t>PV</w:t>
      </w:r>
      <w:r w:rsidR="00632BB0">
        <w:rPr>
          <w:spacing w:val="-2"/>
        </w:rPr>
        <w:t xml:space="preserve"> </w:t>
      </w:r>
      <w:r w:rsidR="00632BB0">
        <w:t xml:space="preserve">of this amount and the </w:t>
      </w:r>
    </w:p>
    <w:p w:rsidR="00632BB0" w:rsidRDefault="00632BB0" w:rsidP="00632BB0">
      <w:r>
        <w:tab/>
      </w:r>
      <w:r>
        <w:tab/>
        <w:t xml:space="preserve">first 15 years’ payments of </w:t>
      </w:r>
      <w:r w:rsidRPr="009240AB">
        <w:rPr>
          <w:rFonts w:ascii="Times New Roman" w:hAnsi="Times New Roman"/>
          <w:i/>
        </w:rPr>
        <w:t>PMT</w:t>
      </w:r>
      <w:r>
        <w:rPr>
          <w:rFonts w:ascii="Times New Roman" w:hAnsi="Times New Roman"/>
          <w:i/>
        </w:rPr>
        <w:t xml:space="preserve"> </w:t>
      </w:r>
      <w:r>
        <w:t>= $1000/month</w:t>
      </w:r>
    </w:p>
    <w:p w:rsidR="00632BB0" w:rsidRDefault="0045715C" w:rsidP="00632BB0">
      <w:pPr>
        <w:pStyle w:val="ISM"/>
      </w:pPr>
      <w:r>
        <w:rPr>
          <w:noProof/>
          <w:sz w:val="20"/>
          <w:lang w:val="en-US"/>
        </w:rPr>
        <w:pict>
          <v:shape id="AutoShape 342" o:spid="_x0000_s1311" type="#_x0000_t88" style="position:absolute;margin-left:307.5pt;margin-top:9pt;width:10.75pt;height:70.9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"/>
        </w:pict>
      </w:r>
      <w:r w:rsidR="00632BB0">
        <w:tab/>
      </w:r>
      <w:r w:rsidR="00632BB0">
        <w:tab/>
      </w:r>
      <w:r w:rsidR="00632BB0" w:rsidRPr="00EF6B2F">
        <w:rPr>
          <w:rFonts w:cs="Arial"/>
        </w:rPr>
        <w:t>with the same</w:t>
      </w:r>
      <w:r w:rsidR="00632BB0">
        <w:rPr>
          <w:rFonts w:cs="Arial"/>
        </w:rPr>
        <w:t xml:space="preserve"> </w:t>
      </w:r>
      <w:r w:rsidR="00632BB0" w:rsidRPr="00EF6B2F">
        <w:rPr>
          <w:rFonts w:ascii="Times New Roman" w:hAnsi="Times New Roman"/>
          <w:i/>
        </w:rPr>
        <w:t>i</w:t>
      </w:r>
      <w:r w:rsidR="00632BB0" w:rsidRPr="00EF6B2F">
        <w:rPr>
          <w:rFonts w:cs="Arial"/>
          <w:vertAlign w:val="subscript"/>
        </w:rPr>
        <w:t>2</w:t>
      </w:r>
      <w:r w:rsidR="00632BB0">
        <w:t xml:space="preserve"> and </w:t>
      </w:r>
      <w:r w:rsidR="00632BB0">
        <w:rPr>
          <w:rFonts w:ascii="Times New Roman" w:hAnsi="Times New Roman"/>
          <w:i/>
          <w:iCs/>
        </w:rPr>
        <w:t>n</w:t>
      </w:r>
      <w:r w:rsidR="00632BB0">
        <w:t xml:space="preserve"> = 12(15) = 180.</w:t>
      </w:r>
    </w:p>
    <w:p w:rsidR="00632BB0" w:rsidRDefault="00632BB0" w:rsidP="00632BB0">
      <w:pPr>
        <w:pStyle w:val="ISM"/>
      </w:pPr>
      <w:r>
        <w:tab/>
      </w:r>
      <w:r>
        <w:tab/>
      </w:r>
      <w:r>
        <w:tab/>
      </w:r>
      <w:r w:rsidRPr="009240AB">
        <w:rPr>
          <w:rFonts w:ascii="Times New Roman" w:hAnsi="Times New Roman"/>
          <w:i/>
          <w:spacing w:val="-2"/>
        </w:rPr>
        <w:t>PV</w:t>
      </w:r>
      <w:r>
        <w:rPr>
          <w:spacing w:val="-2"/>
        </w:rPr>
        <w:t xml:space="preserve"> </w:t>
      </w:r>
      <w:r>
        <w:t xml:space="preserve">= </w:t>
      </w:r>
      <w:r w:rsidRPr="00EF6B2F">
        <w:rPr>
          <w:position w:val="-24"/>
        </w:rPr>
        <w:object w:dxaOrig="1440" w:dyaOrig="600">
          <v:shape id="_x0000_i1296" type="#_x0000_t75" style="width:1in;height:29.9pt" o:ole="" fillcolor="window">
            <v:imagedata r:id="rId483" o:title=""/>
          </v:shape>
          <o:OLEObject Type="Embed" ProgID="Equation.3" ShapeID="_x0000_i1296" DrawAspect="Content" ObjectID="_1654976666" r:id="rId484"/>
        </w:object>
      </w:r>
      <w:r>
        <w:t xml:space="preserve"> + $1000</w:t>
      </w:r>
      <w:r w:rsidR="004927DB" w:rsidRPr="004927DB">
        <w:rPr>
          <w:position w:val="-32"/>
        </w:rPr>
        <w:object w:dxaOrig="2180" w:dyaOrig="740">
          <v:shape id="_x0000_i1297" type="#_x0000_t75" style="width:108.45pt;height:37.4pt" o:ole="" fillcolor="window">
            <v:imagedata r:id="rId485" o:title=""/>
          </v:shape>
          <o:OLEObject Type="Embed" ProgID="Equation.3" ShapeID="_x0000_i1297" DrawAspect="Content" ObjectID="_1654976667" r:id="rId486"/>
        </w:object>
      </w:r>
    </w:p>
    <w:p w:rsidR="00632BB0" w:rsidRDefault="00632BB0" w:rsidP="00632BB0">
      <w:pPr>
        <w:pStyle w:val="ISM"/>
        <w:ind w:left="1080"/>
      </w:pPr>
      <w:r>
        <w:t>= $68,375.804 + $127,385.158</w:t>
      </w:r>
    </w:p>
    <w:p w:rsidR="00632BB0" w:rsidRDefault="00632BB0" w:rsidP="00632BB0">
      <w:pPr>
        <w:pStyle w:val="ISM"/>
        <w:spacing w:after="180"/>
        <w:ind w:left="1080"/>
      </w:pPr>
      <w:r>
        <w:t xml:space="preserve">= </w:t>
      </w:r>
      <w:r>
        <w:rPr>
          <w:u w:val="double"/>
        </w:rPr>
        <w:t>$195,760.96</w:t>
      </w:r>
    </w:p>
    <w:p w:rsidR="00E92224" w:rsidRDefault="00E92224" w:rsidP="00632BB0">
      <w:pPr>
        <w:pStyle w:val="ISM"/>
      </w:pPr>
    </w:p>
    <w:p w:rsidR="00632BB0" w:rsidRDefault="00BA49C6" w:rsidP="00632BB0">
      <w:pPr>
        <w:pStyle w:val="ISM"/>
      </w:pPr>
      <w:r>
        <w:t>31</w:t>
      </w:r>
      <w:r w:rsidR="00632BB0">
        <w:t>.</w:t>
      </w:r>
      <w:r w:rsidR="00632BB0">
        <w:tab/>
        <w:t>For the first 7 years,</w:t>
      </w:r>
      <w:r w:rsidR="00632BB0">
        <w:rPr>
          <w:rFonts w:ascii="Times New Roman" w:hAnsi="Times New Roman"/>
          <w:i/>
        </w:rPr>
        <w:t xml:space="preserve"> </w:t>
      </w:r>
      <w:proofErr w:type="spellStart"/>
      <w:r w:rsidR="00632BB0">
        <w:rPr>
          <w:rFonts w:ascii="Times New Roman" w:hAnsi="Times New Roman"/>
          <w:i/>
        </w:rPr>
        <w:t>i</w:t>
      </w:r>
      <w:proofErr w:type="spellEnd"/>
      <w:r w:rsidR="00632BB0">
        <w:t xml:space="preserve"> = </w:t>
      </w:r>
      <w:r w:rsidR="00632BB0" w:rsidRPr="00480120">
        <w:rPr>
          <w:position w:val="-14"/>
        </w:rPr>
        <w:object w:dxaOrig="340" w:dyaOrig="400">
          <v:shape id="_x0000_i1298" type="#_x0000_t75" style="width:16.85pt;height:20.55pt" o:ole="">
            <v:imagedata r:id="rId487" o:title=""/>
          </v:shape>
          <o:OLEObject Type="Embed" ProgID="Equation.3" ShapeID="_x0000_i1298" DrawAspect="Content" ObjectID="_1654976668" r:id="rId488"/>
        </w:object>
      </w:r>
      <w:r w:rsidR="00632BB0">
        <w:t xml:space="preserve"> = 2%, </w:t>
      </w:r>
      <w:r w:rsidR="00632BB0">
        <w:rPr>
          <w:rFonts w:ascii="Times New Roman" w:hAnsi="Times New Roman"/>
          <w:i/>
        </w:rPr>
        <w:t>PMT</w:t>
      </w:r>
      <w:r w:rsidR="00632BB0">
        <w:t xml:space="preserve"> = $3000, </w:t>
      </w:r>
    </w:p>
    <w:p w:rsidR="00632BB0" w:rsidRDefault="0045715C" w:rsidP="00632BB0">
      <w:pPr>
        <w:pStyle w:val="ISM"/>
      </w:pPr>
      <w:r>
        <w:rPr>
          <w:noProof/>
          <w:lang w:val="en-US"/>
        </w:rPr>
        <w:pict>
          <v:shape id="AutoShape 385" o:spid="_x0000_s1108" type="#_x0000_t61" style="position:absolute;margin-left:344.05pt;margin-top:8.5pt;width:131.2pt;height:131.1pt;z-index:25171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" adj="-8984,7126" fillcolor="#cff">
            <v:fill opacity="25443f"/>
            <v:textbox inset="3.6pt,,3.6pt">
              <w:txbxContent>
                <w:p w:rsidR="00F95D40" w:rsidRDefault="00F95D40" w:rsidP="00632BB0">
                  <w:pPr>
                    <w:spacing w:line="300" w:lineRule="exact"/>
                    <w:ind w:right="42"/>
                    <w:jc w:val="right"/>
                  </w:pPr>
                  <w:r>
                    <w:t xml:space="preserve">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7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3000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26,968.51</w:t>
                  </w:r>
                </w:p>
              </w:txbxContent>
            </v:textbox>
            <w10:wrap type="square"/>
          </v:shape>
        </w:pict>
      </w:r>
      <w:r w:rsidR="00632BB0">
        <w:tab/>
      </w:r>
      <w:r w:rsidR="00632BB0">
        <w:tab/>
      </w:r>
      <w:r w:rsidR="00632BB0">
        <w:tab/>
      </w:r>
      <w:r w:rsidR="00632BB0">
        <w:rPr>
          <w:rFonts w:ascii="Times New Roman" w:hAnsi="Times New Roman"/>
          <w:i/>
        </w:rPr>
        <w:t>n</w:t>
      </w:r>
      <w:r w:rsidR="00632BB0">
        <w:t xml:space="preserve"> = 1(7) = 7, </w:t>
      </w:r>
      <w:r w:rsidR="00632BB0">
        <w:rPr>
          <w:rFonts w:ascii="Times New Roman" w:hAnsi="Times New Roman"/>
          <w:i/>
        </w:rPr>
        <w:t>c</w:t>
      </w:r>
      <w:r w:rsidR="00632BB0">
        <w:t xml:space="preserve"> = </w:t>
      </w:r>
      <w:r w:rsidR="00632BB0" w:rsidRPr="00480120">
        <w:rPr>
          <w:position w:val="-14"/>
        </w:rPr>
        <w:object w:dxaOrig="200" w:dyaOrig="380">
          <v:shape id="_x0000_i1299" type="#_x0000_t75" style="width:9.35pt;height:18.7pt" o:ole="">
            <v:imagedata r:id="rId489" o:title=""/>
          </v:shape>
          <o:OLEObject Type="Embed" ProgID="Equation.3" ShapeID="_x0000_i1299" DrawAspect="Content" ObjectID="_1654976669" r:id="rId490"/>
        </w:object>
      </w:r>
      <w:r w:rsidR="00632BB0">
        <w:t xml:space="preserve"> = 4, and</w:t>
      </w:r>
    </w:p>
    <w:p w:rsidR="00632BB0" w:rsidRDefault="0045715C" w:rsidP="00632BB0">
      <w:pPr>
        <w:pStyle w:val="ISM"/>
      </w:pPr>
      <w:r>
        <w:rPr>
          <w:noProof/>
          <w:sz w:val="20"/>
          <w:lang w:val="en-US"/>
        </w:rPr>
        <w:pict>
          <v:shape id="AutoShape 349" o:spid="_x0000_s1298" type="#_x0000_t88" style="position:absolute;margin-left:262.35pt;margin-top:.85pt;width:8.7pt;height:59.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"/>
        </w:pict>
      </w:r>
      <w:r w:rsidR="00632BB0">
        <w:tab/>
      </w:r>
      <w:r w:rsidR="00632BB0">
        <w:tab/>
      </w:r>
      <w:r w:rsidR="00632BB0">
        <w:tab/>
      </w:r>
      <w:r w:rsidR="00632BB0" w:rsidRPr="00480120">
        <w:rPr>
          <w:position w:val="-10"/>
        </w:rPr>
        <w:object w:dxaOrig="1420" w:dyaOrig="380">
          <v:shape id="_x0000_i1300" type="#_x0000_t75" style="width:71.05pt;height:18.7pt" o:ole="" fillcolor="window">
            <v:imagedata r:id="rId356" o:title=""/>
          </v:shape>
          <o:OLEObject Type="Embed" ProgID="Equation.3" ShapeID="_x0000_i1300" DrawAspect="Content" ObjectID="_1654976670" r:id="rId491"/>
        </w:object>
      </w:r>
      <w:r w:rsidR="00632BB0">
        <w:t xml:space="preserve"> = </w:t>
      </w:r>
      <w:r w:rsidR="00632BB0" w:rsidRPr="00480120">
        <w:rPr>
          <w:position w:val="-10"/>
        </w:rPr>
        <w:object w:dxaOrig="740" w:dyaOrig="380">
          <v:shape id="_x0000_i1301" type="#_x0000_t75" style="width:36.45pt;height:18.7pt" o:ole="" fillcolor="window">
            <v:imagedata r:id="rId492" o:title=""/>
          </v:shape>
          <o:OLEObject Type="Embed" ProgID="Equation.3" ShapeID="_x0000_i1301" DrawAspect="Content" ObjectID="_1654976671" r:id="rId493"/>
        </w:object>
      </w:r>
      <w:r w:rsidR="00632BB0">
        <w:t>– 1 = 0.08243216</w:t>
      </w:r>
    </w:p>
    <w:p w:rsidR="00632BB0" w:rsidRDefault="00632BB0" w:rsidP="00632BB0">
      <w:pPr>
        <w:pStyle w:val="ISM"/>
      </w:pPr>
      <w:r>
        <w:tab/>
      </w:r>
      <w:r>
        <w:tab/>
        <w:t xml:space="preserve">Amount in the RRSP after 7 years will be </w:t>
      </w:r>
    </w:p>
    <w:p w:rsidR="00632BB0" w:rsidRDefault="00632BB0" w:rsidP="00632BB0">
      <w:pPr>
        <w:pStyle w:val="ISM"/>
        <w:rPr>
          <w:u w:val="double"/>
        </w:rPr>
      </w:pPr>
      <w:r>
        <w:tab/>
      </w:r>
      <w:r>
        <w:tab/>
      </w:r>
      <w:r>
        <w:tab/>
      </w:r>
      <w:r>
        <w:rPr>
          <w:rFonts w:ascii="Times New Roman" w:hAnsi="Times New Roman"/>
          <w:i/>
          <w:iCs/>
        </w:rPr>
        <w:t xml:space="preserve">FV </w:t>
      </w:r>
      <w:r>
        <w:t>= $3000</w:t>
      </w:r>
      <w:r w:rsidRPr="00480120">
        <w:rPr>
          <w:position w:val="-34"/>
        </w:rPr>
        <w:object w:dxaOrig="1920" w:dyaOrig="780">
          <v:shape id="_x0000_i1302" type="#_x0000_t75" style="width:95.4pt;height:38.35pt" o:ole="" fillcolor="window">
            <v:imagedata r:id="rId494" o:title=""/>
          </v:shape>
          <o:OLEObject Type="Embed" ProgID="Equation.3" ShapeID="_x0000_i1302" DrawAspect="Content" ObjectID="_1654976672" r:id="rId495"/>
        </w:object>
      </w:r>
      <w:r>
        <w:t xml:space="preserve"> = $26,968.51</w:t>
      </w:r>
    </w:p>
    <w:p w:rsidR="00632BB0" w:rsidRDefault="00632BB0" w:rsidP="00632BB0">
      <w:pPr>
        <w:pStyle w:val="ISM"/>
      </w:pPr>
      <w:r>
        <w:tab/>
      </w:r>
      <w:r>
        <w:tab/>
        <w:t>For the next 5 years,</w:t>
      </w:r>
      <w:r>
        <w:rPr>
          <w:rFonts w:ascii="Times New Roman" w:hAnsi="Times New Roman"/>
          <w:i/>
        </w:rPr>
        <w:t xml:space="preserve"> PMT</w:t>
      </w:r>
      <w:r>
        <w:t xml:space="preserve"> = $500, </w:t>
      </w:r>
      <w:proofErr w:type="spellStart"/>
      <w:r>
        <w:rPr>
          <w:rFonts w:ascii="Times New Roman" w:hAnsi="Times New Roman"/>
          <w:i/>
        </w:rPr>
        <w:t>i</w:t>
      </w:r>
      <w:proofErr w:type="spellEnd"/>
      <w:r>
        <w:rPr>
          <w:rFonts w:ascii="Times New Roman" w:hAnsi="Times New Roman"/>
          <w:i/>
        </w:rPr>
        <w:t xml:space="preserve"> </w:t>
      </w:r>
      <w:r>
        <w:t xml:space="preserve">= </w:t>
      </w:r>
      <w:r w:rsidRPr="00480120">
        <w:rPr>
          <w:position w:val="-14"/>
        </w:rPr>
        <w:object w:dxaOrig="340" w:dyaOrig="400">
          <v:shape id="_x0000_i1303" type="#_x0000_t75" style="width:16.85pt;height:20.55pt" o:ole="">
            <v:imagedata r:id="rId496" o:title=""/>
          </v:shape>
          <o:OLEObject Type="Embed" ProgID="Equation.3" ShapeID="_x0000_i1303" DrawAspect="Content" ObjectID="_1654976673" r:id="rId497"/>
        </w:object>
      </w:r>
      <w:r>
        <w:t xml:space="preserve"> = 2%, </w:t>
      </w:r>
    </w:p>
    <w:p w:rsidR="00632BB0" w:rsidRDefault="00632BB0" w:rsidP="00632BB0">
      <w:pPr>
        <w:pStyle w:val="ISM"/>
      </w:pPr>
      <w:r>
        <w:tab/>
      </w:r>
      <w:r>
        <w:tab/>
      </w:r>
      <w:r>
        <w:tab/>
      </w:r>
      <w:r>
        <w:rPr>
          <w:rFonts w:ascii="Times New Roman" w:hAnsi="Times New Roman"/>
          <w:i/>
        </w:rPr>
        <w:t xml:space="preserve">n </w:t>
      </w:r>
      <w:r>
        <w:t xml:space="preserve">= 12(5) = 60, </w:t>
      </w:r>
      <w:r>
        <w:rPr>
          <w:rFonts w:ascii="Times New Roman" w:hAnsi="Times New Roman"/>
          <w:i/>
        </w:rPr>
        <w:t xml:space="preserve">c </w:t>
      </w:r>
      <w:r>
        <w:t xml:space="preserve">= </w:t>
      </w:r>
      <w:r w:rsidRPr="00480120">
        <w:rPr>
          <w:position w:val="-14"/>
        </w:rPr>
        <w:object w:dxaOrig="279" w:dyaOrig="380">
          <v:shape id="_x0000_i1304" type="#_x0000_t75" style="width:14.95pt;height:18.7pt" o:ole="">
            <v:imagedata r:id="rId498" o:title=""/>
          </v:shape>
          <o:OLEObject Type="Embed" ProgID="Equation.3" ShapeID="_x0000_i1304" DrawAspect="Content" ObjectID="_1654976674" r:id="rId499"/>
        </w:object>
      </w:r>
      <w:r>
        <w:t xml:space="preserve"> </w:t>
      </w:r>
      <w:proofErr w:type="gramStart"/>
      <w:r>
        <w:t xml:space="preserve">= </w:t>
      </w:r>
      <w:proofErr w:type="gramEnd"/>
      <w:r w:rsidRPr="00480120">
        <w:rPr>
          <w:position w:val="-6"/>
        </w:rPr>
        <w:object w:dxaOrig="400" w:dyaOrig="320">
          <v:shape id="_x0000_i1305" type="#_x0000_t75" style="width:20.55pt;height:15.9pt" o:ole="" fillcolor="window">
            <v:imagedata r:id="rId500" o:title=""/>
          </v:shape>
          <o:OLEObject Type="Embed" ProgID="Equation.3" ShapeID="_x0000_i1305" DrawAspect="Content" ObjectID="_1654976675" r:id="rId501"/>
        </w:object>
      </w:r>
      <w:r>
        <w:t>, and</w:t>
      </w:r>
    </w:p>
    <w:p w:rsidR="00B4746E" w:rsidRDefault="00632BB0" w:rsidP="00632BB0">
      <w:pPr>
        <w:pStyle w:val="ISM"/>
      </w:pPr>
      <w:r>
        <w:tab/>
      </w:r>
      <w:r>
        <w:tab/>
      </w:r>
    </w:p>
    <w:p w:rsidR="00B4746E" w:rsidRDefault="00B4746E" w:rsidP="00632BB0">
      <w:pPr>
        <w:pStyle w:val="ISM"/>
      </w:pPr>
    </w:p>
    <w:p w:rsidR="00FE1389" w:rsidRDefault="00FE1389">
      <w:r>
        <w:br w:type="page"/>
      </w:r>
    </w:p>
    <w:p w:rsidR="00632BB0" w:rsidRDefault="0045715C" w:rsidP="00632BB0">
      <w:pPr>
        <w:pStyle w:val="ISM"/>
      </w:pPr>
      <w:r>
        <w:rPr>
          <w:noProof/>
          <w:lang w:val="en-US"/>
        </w:rPr>
        <w:lastRenderedPageBreak/>
        <w:pict>
          <v:shape id="AutoShape 386" o:spid="_x0000_s1109" type="#_x0000_t61" style="position:absolute;margin-left:359.75pt;margin-top:10.6pt;width:133.35pt;height:129.55pt;z-index:25171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" adj="-3888,11646" fillcolor="#cff">
            <v:fill opacity="25443f"/>
            <v:textbox style="mso-next-textbox:#AutoShape 386" inset="3.6pt,,3.6pt">
              <w:txbxContent>
                <w:p w:rsidR="00F95D40" w:rsidRDefault="00F95D40" w:rsidP="00632BB0">
                  <w:pPr>
                    <w:spacing w:line="300" w:lineRule="exact"/>
                    <w:ind w:right="42"/>
                    <w:jc w:val="right"/>
                  </w:pPr>
                  <w:r>
                    <w:t xml:space="preserve">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60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sidRPr="00A7689A">
                    <w:rPr>
                      <w:spacing w:val="-2"/>
                      <w:sz w:val="16"/>
                      <w:szCs w:val="16"/>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26968.51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500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3"/>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3"/>
                    <w:jc w:val="right"/>
                  </w:pPr>
                  <w:r>
                    <w:rPr>
                      <w:i/>
                      <w:iCs/>
                    </w:rPr>
                    <w:t>Ans</w:t>
                  </w:r>
                  <w:r>
                    <w:t>: 76,761.75</w:t>
                  </w:r>
                </w:p>
              </w:txbxContent>
            </v:textbox>
            <w10:wrap type="square"/>
          </v:shape>
        </w:pict>
      </w:r>
      <w:r w:rsidR="00B4746E">
        <w:tab/>
      </w:r>
      <w:r w:rsidR="00632BB0">
        <w:tab/>
      </w:r>
      <w:r w:rsidR="00632BB0" w:rsidRPr="00480120">
        <w:rPr>
          <w:position w:val="-10"/>
        </w:rPr>
        <w:object w:dxaOrig="1420" w:dyaOrig="380">
          <v:shape id="_x0000_i1306" type="#_x0000_t75" style="width:71.05pt;height:18.7pt" o:ole="" fillcolor="window">
            <v:imagedata r:id="rId356" o:title=""/>
          </v:shape>
          <o:OLEObject Type="Embed" ProgID="Equation.3" ShapeID="_x0000_i1306" DrawAspect="Content" ObjectID="_1654976676" r:id="rId502"/>
        </w:object>
      </w:r>
      <w:r w:rsidR="00632BB0">
        <w:t xml:space="preserve"> = </w:t>
      </w:r>
      <w:r w:rsidR="00632BB0" w:rsidRPr="00480120">
        <w:rPr>
          <w:position w:val="-10"/>
        </w:rPr>
        <w:object w:dxaOrig="900" w:dyaOrig="420">
          <v:shape id="_x0000_i1307" type="#_x0000_t75" style="width:45.8pt;height:20.55pt" o:ole="" fillcolor="window">
            <v:imagedata r:id="rId503" o:title=""/>
          </v:shape>
          <o:OLEObject Type="Embed" ProgID="Equation.3" ShapeID="_x0000_i1307" DrawAspect="Content" ObjectID="_1654976677" r:id="rId504"/>
        </w:object>
      </w:r>
      <w:r w:rsidR="00632BB0">
        <w:t>– 1 = 0.0066227</w:t>
      </w:r>
      <w:r w:rsidR="00085625">
        <w:t>1</w:t>
      </w:r>
    </w:p>
    <w:p w:rsidR="00632BB0" w:rsidRDefault="00632BB0" w:rsidP="00632BB0">
      <w:pPr>
        <w:pStyle w:val="ISM"/>
      </w:pPr>
      <w:r>
        <w:tab/>
      </w:r>
      <w:r>
        <w:tab/>
        <w:t>Amount in the RRSP after 12 years will be</w:t>
      </w:r>
    </w:p>
    <w:p w:rsidR="00632BB0" w:rsidRDefault="0045715C" w:rsidP="00632BB0">
      <w:pPr>
        <w:pStyle w:val="ISM"/>
      </w:pPr>
      <w:r>
        <w:rPr>
          <w:noProof/>
          <w:sz w:val="20"/>
          <w:lang w:val="en-US"/>
        </w:rPr>
        <w:pict>
          <v:shape id="AutoShape 350" o:spid="_x0000_s1289" type="#_x0000_t88" style="position:absolute;margin-left:318.85pt;margin-top:5.05pt;width:10.2pt;height:83.1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" adj="2209"/>
        </w:pict>
      </w:r>
      <w:r w:rsidR="00632BB0">
        <w:tab/>
      </w:r>
      <w:r w:rsidR="00632BB0">
        <w:tab/>
      </w:r>
      <w:r w:rsidR="00632BB0">
        <w:rPr>
          <w:rFonts w:ascii="Times New Roman" w:hAnsi="Times New Roman"/>
          <w:i/>
          <w:iCs/>
        </w:rPr>
        <w:t xml:space="preserve">FV </w:t>
      </w:r>
      <w:r w:rsidR="00632BB0">
        <w:t xml:space="preserve">= </w:t>
      </w:r>
      <w:r w:rsidR="00632BB0" w:rsidRPr="00480120">
        <w:rPr>
          <w:position w:val="-10"/>
        </w:rPr>
        <w:object w:dxaOrig="980" w:dyaOrig="380">
          <v:shape id="_x0000_i1308" type="#_x0000_t75" style="width:48.6pt;height:18.7pt" o:ole="" fillcolor="window">
            <v:imagedata r:id="rId82" o:title=""/>
          </v:shape>
          <o:OLEObject Type="Embed" ProgID="Equation.3" ShapeID="_x0000_i1308" DrawAspect="Content" ObjectID="_1654976678" r:id="rId505"/>
        </w:object>
      </w:r>
      <w:r w:rsidR="00632BB0">
        <w:t xml:space="preserve"> + </w:t>
      </w:r>
      <w:r w:rsidR="00632BB0" w:rsidRPr="00480120">
        <w:rPr>
          <w:position w:val="-32"/>
        </w:rPr>
        <w:object w:dxaOrig="1700" w:dyaOrig="760">
          <v:shape id="_x0000_i1309" type="#_x0000_t75" style="width:85.1pt;height:38.35pt" o:ole="" fillcolor="window">
            <v:imagedata r:id="rId506" o:title=""/>
          </v:shape>
          <o:OLEObject Type="Embed" ProgID="Equation.3" ShapeID="_x0000_i1309" DrawAspect="Content" ObjectID="_1654976679" r:id="rId507"/>
        </w:object>
      </w:r>
    </w:p>
    <w:p w:rsidR="00632BB0" w:rsidRDefault="00632BB0" w:rsidP="00632BB0">
      <w:pPr>
        <w:pStyle w:val="ISM"/>
        <w:ind w:left="900"/>
      </w:pPr>
      <w:r>
        <w:t>= $26,968.51</w:t>
      </w:r>
      <w:r w:rsidRPr="00480120">
        <w:rPr>
          <w:position w:val="-10"/>
        </w:rPr>
        <w:object w:dxaOrig="840" w:dyaOrig="380">
          <v:shape id="_x0000_i1310" type="#_x0000_t75" style="width:42.1pt;height:18.7pt" o:ole="" fillcolor="window">
            <v:imagedata r:id="rId508" o:title=""/>
          </v:shape>
          <o:OLEObject Type="Embed" ProgID="Equation.3" ShapeID="_x0000_i1310" DrawAspect="Content" ObjectID="_1654976680" r:id="rId509"/>
        </w:object>
      </w:r>
      <w:r>
        <w:t xml:space="preserve"> + $500</w:t>
      </w:r>
      <w:r w:rsidR="00085625" w:rsidRPr="00085625">
        <w:rPr>
          <w:position w:val="-32"/>
        </w:rPr>
        <w:object w:dxaOrig="1860" w:dyaOrig="740">
          <v:shape id="_x0000_i1311" type="#_x0000_t75" style="width:92.55pt;height:36.45pt" o:ole="" fillcolor="window">
            <v:imagedata r:id="rId510" o:title=""/>
          </v:shape>
          <o:OLEObject Type="Embed" ProgID="Equation.3" ShapeID="_x0000_i1311" DrawAspect="Content" ObjectID="_1654976681" r:id="rId511"/>
        </w:object>
      </w:r>
    </w:p>
    <w:p w:rsidR="00632BB0" w:rsidRDefault="00632BB0" w:rsidP="00632BB0">
      <w:pPr>
        <w:pStyle w:val="ISM"/>
        <w:spacing w:line="360" w:lineRule="auto"/>
        <w:ind w:left="900"/>
      </w:pPr>
      <w:r>
        <w:t>= $76,761.75</w:t>
      </w:r>
    </w:p>
    <w:p w:rsidR="00E92224" w:rsidRDefault="00E92224" w:rsidP="00632BB0">
      <w:pPr>
        <w:pStyle w:val="ISM"/>
      </w:pPr>
    </w:p>
    <w:p w:rsidR="00632BB0" w:rsidRDefault="00632BB0" w:rsidP="00632BB0">
      <w:pPr>
        <w:pStyle w:val="ISM"/>
      </w:pPr>
      <w:r>
        <w:tab/>
      </w:r>
      <w:r>
        <w:tab/>
        <w:t>For the last 13 years,</w:t>
      </w:r>
      <w:r>
        <w:rPr>
          <w:rFonts w:ascii="Times New Roman" w:hAnsi="Times New Roman"/>
          <w:i/>
        </w:rPr>
        <w:t xml:space="preserve"> PMT</w:t>
      </w:r>
      <w:r>
        <w:t xml:space="preserve"> = $500, </w:t>
      </w:r>
      <w:r>
        <w:rPr>
          <w:rFonts w:ascii="Times New Roman" w:hAnsi="Times New Roman"/>
          <w:i/>
        </w:rPr>
        <w:t>n</w:t>
      </w:r>
      <w:r>
        <w:t xml:space="preserve"> = 12(13) = 156,</w:t>
      </w:r>
    </w:p>
    <w:p w:rsidR="00632BB0" w:rsidRDefault="0045715C" w:rsidP="00632BB0">
      <w:pPr>
        <w:pStyle w:val="ISM"/>
      </w:pPr>
      <w:r>
        <w:rPr>
          <w:noProof/>
          <w:sz w:val="20"/>
          <w:lang w:val="en-US"/>
        </w:rPr>
        <w:pict>
          <v:shape id="AutoShape 351" o:spid="_x0000_s1110" type="#_x0000_t61" style="position:absolute;margin-left:339.75pt;margin-top:19.55pt;width:137.55pt;height:116.5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" adj="-2324,10508" fillcolor="#cff">
            <v:fill opacity="32896f"/>
            <v:textbox inset="3.6pt,,3.6pt">
              <w:txbxContent>
                <w:p w:rsidR="00F95D40" w:rsidRPr="001C39E5" w:rsidRDefault="00F95D40" w:rsidP="00632BB0">
                  <w:pPr>
                    <w:spacing w:line="300" w:lineRule="exact"/>
                    <w:ind w:left="-90" w:right="105"/>
                    <w:jc w:val="right"/>
                    <w:rPr>
                      <w:rFonts w:cs="Arial"/>
                      <w:i/>
                      <w:iCs/>
                    </w:rPr>
                  </w:pPr>
                  <w:proofErr w:type="gramStart"/>
                  <w:r w:rsidRPr="001C39E5">
                    <w:rPr>
                      <w:rFonts w:cs="Arial"/>
                    </w:rPr>
                    <w:t>Same</w:t>
                  </w:r>
                  <w:r>
                    <w:rPr>
                      <w:rFonts w:cs="Arial"/>
                    </w:rPr>
                    <w:t xml:space="preserve"> </w:t>
                  </w:r>
                  <w:r w:rsidRPr="001C39E5">
                    <w:rPr>
                      <w:rFonts w:cs="Arial"/>
                      <w:i/>
                      <w:iCs/>
                    </w:rPr>
                    <w:t xml:space="preserve"> P</w:t>
                  </w:r>
                  <w:proofErr w:type="gramEnd"/>
                  <w:r w:rsidRPr="001C39E5">
                    <w:rPr>
                      <w:rFonts w:cs="Arial"/>
                      <w:i/>
                      <w:iCs/>
                    </w:rPr>
                    <w:t>/Y</w:t>
                  </w:r>
                  <w:r>
                    <w:rPr>
                      <w:rFonts w:cs="Arial"/>
                      <w:i/>
                      <w:iCs/>
                    </w:rPr>
                    <w:t>,</w:t>
                  </w:r>
                  <w:r w:rsidRPr="001C39E5">
                    <w:rPr>
                      <w:rFonts w:cs="Arial"/>
                      <w:i/>
                      <w:iCs/>
                    </w:rPr>
                    <w:t xml:space="preserve"> PMT</w:t>
                  </w:r>
                </w:p>
                <w:p w:rsidR="00F95D40" w:rsidRPr="001C39E5" w:rsidRDefault="00F95D40" w:rsidP="00632BB0">
                  <w:pPr>
                    <w:spacing w:line="300" w:lineRule="exact"/>
                    <w:ind w:left="-90" w:right="105"/>
                    <w:jc w:val="right"/>
                    <w:rPr>
                      <w:rFonts w:cs="Arial"/>
                    </w:rPr>
                  </w:pPr>
                  <w:r w:rsidRPr="001C39E5">
                    <w:rPr>
                      <w:rFonts w:cs="Arial"/>
                    </w:rPr>
                    <w:t xml:space="preserve">7  </w:t>
                  </w:r>
                  <w:r w:rsidRPr="001C39E5">
                    <w:rPr>
                      <w:rFonts w:cs="Arial"/>
                      <w:spacing w:val="-2"/>
                      <w:bdr w:val="single" w:sz="12" w:space="0" w:color="auto"/>
                      <w:shd w:val="clear" w:color="auto" w:fill="C0C0C0"/>
                    </w:rPr>
                    <w:sym w:font="MT Extra" w:char="F020"/>
                  </w:r>
                  <w:r w:rsidRPr="001C39E5">
                    <w:rPr>
                      <w:rFonts w:cs="Arial"/>
                      <w:spacing w:val="-2"/>
                      <w:sz w:val="16"/>
                      <w:bdr w:val="single" w:sz="12" w:space="0" w:color="auto"/>
                      <w:shd w:val="clear" w:color="auto" w:fill="C0C0C0"/>
                    </w:rPr>
                    <w:t xml:space="preserve">  </w:t>
                  </w:r>
                  <w:r w:rsidRPr="001C39E5">
                    <w:rPr>
                      <w:rFonts w:cs="Arial"/>
                      <w:b/>
                      <w:spacing w:val="-2"/>
                      <w:bdr w:val="single" w:sz="12" w:space="0" w:color="auto"/>
                      <w:shd w:val="clear" w:color="auto" w:fill="C0C0C0"/>
                    </w:rPr>
                    <w:t>I/Y</w:t>
                  </w:r>
                  <w:r w:rsidRPr="001C39E5">
                    <w:rPr>
                      <w:rFonts w:cs="Arial"/>
                      <w:spacing w:val="-2"/>
                      <w:sz w:val="16"/>
                      <w:bdr w:val="single" w:sz="12" w:space="0" w:color="auto"/>
                      <w:shd w:val="clear" w:color="auto" w:fill="C0C0C0"/>
                    </w:rPr>
                    <w:t xml:space="preserve">  </w:t>
                  </w:r>
                  <w:r w:rsidRPr="001C39E5">
                    <w:rPr>
                      <w:rFonts w:cs="Arial"/>
                      <w:spacing w:val="-2"/>
                      <w:bdr w:val="single" w:sz="12" w:space="0" w:color="auto"/>
                      <w:shd w:val="clear" w:color="auto" w:fill="C0C0C0"/>
                    </w:rPr>
                    <w:sym w:font="MT Extra" w:char="F020"/>
                  </w:r>
                </w:p>
                <w:p w:rsidR="00F95D40" w:rsidRPr="001C39E5" w:rsidRDefault="00F95D40" w:rsidP="00632BB0">
                  <w:pPr>
                    <w:spacing w:line="300" w:lineRule="exact"/>
                    <w:ind w:left="-90" w:right="105"/>
                    <w:jc w:val="right"/>
                    <w:rPr>
                      <w:rFonts w:cs="Arial"/>
                      <w:bdr w:val="single" w:sz="12" w:space="0" w:color="auto"/>
                      <w:shd w:val="clear" w:color="auto" w:fill="C0C0C0"/>
                    </w:rPr>
                  </w:pPr>
                  <w:r w:rsidRPr="001C39E5">
                    <w:rPr>
                      <w:rFonts w:cs="Arial"/>
                      <w:bdr w:val="single" w:sz="12" w:space="0" w:color="auto"/>
                      <w:shd w:val="clear" w:color="auto" w:fill="C0C0C0"/>
                    </w:rPr>
                    <w:sym w:font="MT Extra" w:char="F020"/>
                  </w:r>
                  <w:r w:rsidRPr="001C39E5">
                    <w:rPr>
                      <w:rFonts w:cs="Arial"/>
                      <w:bdr w:val="single" w:sz="12" w:space="0" w:color="auto"/>
                      <w:shd w:val="clear" w:color="auto" w:fill="C0C0C0"/>
                    </w:rPr>
                    <w:t xml:space="preserve"> </w:t>
                  </w:r>
                  <w:r w:rsidRPr="001C39E5">
                    <w:rPr>
                      <w:rFonts w:cs="Arial"/>
                      <w:b/>
                      <w:bdr w:val="single" w:sz="12" w:space="0" w:color="auto"/>
                      <w:shd w:val="clear" w:color="auto" w:fill="C0C0C0"/>
                    </w:rPr>
                    <w:t>C/Y</w:t>
                  </w:r>
                  <w:r w:rsidRPr="001C39E5">
                    <w:rPr>
                      <w:rFonts w:cs="Arial"/>
                      <w:bdr w:val="single" w:sz="12" w:space="0" w:color="auto"/>
                      <w:shd w:val="clear" w:color="auto" w:fill="C0C0C0"/>
                    </w:rPr>
                    <w:t xml:space="preserve"> </w:t>
                  </w:r>
                  <w:r w:rsidRPr="001C39E5">
                    <w:rPr>
                      <w:rFonts w:cs="Arial"/>
                      <w:bdr w:val="single" w:sz="12" w:space="0" w:color="auto"/>
                      <w:shd w:val="clear" w:color="auto" w:fill="C0C0C0"/>
                    </w:rPr>
                    <w:sym w:font="MT Extra" w:char="F020"/>
                  </w:r>
                  <w:r w:rsidRPr="001C39E5">
                    <w:rPr>
                      <w:rFonts w:cs="Arial"/>
                    </w:rPr>
                    <w:t xml:space="preserve">  2  </w:t>
                  </w:r>
                  <w:r w:rsidRPr="001C39E5">
                    <w:rPr>
                      <w:rFonts w:cs="Arial"/>
                      <w:bdr w:val="single" w:sz="12" w:space="0" w:color="auto"/>
                      <w:shd w:val="clear" w:color="auto" w:fill="C0C0C0"/>
                    </w:rPr>
                    <w:sym w:font="MT Extra" w:char="F020"/>
                  </w:r>
                  <w:r w:rsidRPr="001C39E5">
                    <w:rPr>
                      <w:rFonts w:cs="Arial"/>
                      <w:bdr w:val="single" w:sz="12" w:space="0" w:color="auto"/>
                      <w:shd w:val="clear" w:color="auto" w:fill="C0C0C0"/>
                    </w:rPr>
                    <w:t xml:space="preserve"> </w:t>
                  </w:r>
                  <w:r w:rsidRPr="001C39E5">
                    <w:rPr>
                      <w:rFonts w:cs="Arial"/>
                      <w:b/>
                      <w:sz w:val="20"/>
                      <w:bdr w:val="single" w:sz="12" w:space="0" w:color="auto"/>
                      <w:shd w:val="clear" w:color="auto" w:fill="C0C0C0"/>
                    </w:rPr>
                    <w:t>ENTER</w:t>
                  </w:r>
                  <w:r w:rsidRPr="001C39E5">
                    <w:rPr>
                      <w:rFonts w:cs="Arial"/>
                      <w:bdr w:val="single" w:sz="12" w:space="0" w:color="auto"/>
                      <w:shd w:val="clear" w:color="auto" w:fill="C0C0C0"/>
                    </w:rPr>
                    <w:t xml:space="preserve"> </w:t>
                  </w:r>
                  <w:r w:rsidRPr="001C39E5">
                    <w:rPr>
                      <w:rFonts w:cs="Arial"/>
                      <w:bdr w:val="single" w:sz="12" w:space="0" w:color="auto"/>
                      <w:shd w:val="clear" w:color="auto" w:fill="C0C0C0"/>
                    </w:rPr>
                    <w:sym w:font="MT Extra" w:char="F020"/>
                  </w:r>
                </w:p>
                <w:p w:rsidR="00F95D40" w:rsidRPr="001C39E5" w:rsidRDefault="00F95D40" w:rsidP="00632BB0">
                  <w:pPr>
                    <w:spacing w:line="300" w:lineRule="exact"/>
                    <w:ind w:left="-90" w:right="105"/>
                    <w:jc w:val="right"/>
                    <w:rPr>
                      <w:rFonts w:cs="Arial"/>
                      <w:spacing w:val="-2"/>
                      <w:bdr w:val="single" w:sz="12" w:space="0" w:color="auto"/>
                      <w:shd w:val="clear" w:color="auto" w:fill="C0C0C0"/>
                    </w:rPr>
                  </w:pPr>
                  <w:r w:rsidRPr="001C39E5">
                    <w:rPr>
                      <w:rFonts w:cs="Arial"/>
                    </w:rPr>
                    <w:t xml:space="preserve">156  </w:t>
                  </w:r>
                  <w:r w:rsidRPr="001C39E5">
                    <w:rPr>
                      <w:rFonts w:cs="Arial"/>
                      <w:spacing w:val="-2"/>
                      <w:sz w:val="18"/>
                      <w:bdr w:val="single" w:sz="12" w:space="0" w:color="auto"/>
                      <w:shd w:val="clear" w:color="auto" w:fill="C0C0C0"/>
                    </w:rPr>
                    <w:sym w:font="MT Extra" w:char="F020"/>
                  </w:r>
                  <w:r w:rsidRPr="001C39E5">
                    <w:rPr>
                      <w:rFonts w:cs="Arial"/>
                      <w:spacing w:val="-2"/>
                      <w:sz w:val="20"/>
                      <w:bdr w:val="single" w:sz="12" w:space="0" w:color="auto"/>
                      <w:shd w:val="clear" w:color="auto" w:fill="C0C0C0"/>
                    </w:rPr>
                    <w:t xml:space="preserve">   </w:t>
                  </w:r>
                  <w:r w:rsidRPr="001C39E5">
                    <w:rPr>
                      <w:rFonts w:cs="Arial"/>
                      <w:b/>
                      <w:spacing w:val="-2"/>
                      <w:bdr w:val="single" w:sz="12" w:space="0" w:color="auto"/>
                      <w:shd w:val="clear" w:color="auto" w:fill="C0C0C0"/>
                    </w:rPr>
                    <w:t>N</w:t>
                  </w:r>
                  <w:r w:rsidRPr="00A7689A">
                    <w:rPr>
                      <w:rFonts w:cs="Arial"/>
                      <w:spacing w:val="-2"/>
                      <w:sz w:val="16"/>
                      <w:szCs w:val="16"/>
                      <w:bdr w:val="single" w:sz="12" w:space="0" w:color="auto"/>
                      <w:shd w:val="clear" w:color="auto" w:fill="C0C0C0"/>
                    </w:rPr>
                    <w:t xml:space="preserve"> </w:t>
                  </w:r>
                  <w:r w:rsidRPr="001C39E5">
                    <w:rPr>
                      <w:rFonts w:cs="Arial"/>
                      <w:spacing w:val="-2"/>
                      <w:sz w:val="20"/>
                      <w:bdr w:val="single" w:sz="12" w:space="0" w:color="auto"/>
                      <w:shd w:val="clear" w:color="auto" w:fill="C0C0C0"/>
                    </w:rPr>
                    <w:t xml:space="preserve">  </w:t>
                  </w:r>
                  <w:r w:rsidRPr="001C39E5">
                    <w:rPr>
                      <w:rFonts w:cs="Arial"/>
                      <w:spacing w:val="-2"/>
                      <w:bdr w:val="single" w:sz="12" w:space="0" w:color="auto"/>
                      <w:shd w:val="clear" w:color="auto" w:fill="C0C0C0"/>
                    </w:rPr>
                    <w:sym w:font="MT Extra" w:char="F020"/>
                  </w:r>
                </w:p>
                <w:p w:rsidR="00F95D40" w:rsidRPr="001C39E5" w:rsidRDefault="00F95D40" w:rsidP="00632BB0">
                  <w:pPr>
                    <w:spacing w:line="300" w:lineRule="exact"/>
                    <w:ind w:left="-90" w:right="105"/>
                    <w:jc w:val="right"/>
                    <w:rPr>
                      <w:rFonts w:cs="Arial"/>
                    </w:rPr>
                  </w:pPr>
                  <w:r w:rsidRPr="001C39E5">
                    <w:rPr>
                      <w:rFonts w:cs="Arial"/>
                    </w:rPr>
                    <w:t xml:space="preserve">76761.75  </w:t>
                  </w:r>
                  <w:r w:rsidRPr="001C39E5">
                    <w:rPr>
                      <w:rFonts w:cs="Arial"/>
                      <w:b/>
                      <w:bCs/>
                      <w:bdr w:val="single" w:sz="12" w:space="0" w:color="auto"/>
                      <w:shd w:val="clear" w:color="auto" w:fill="C0C0C0"/>
                    </w:rPr>
                    <w:sym w:font="MT Extra" w:char="F020"/>
                  </w:r>
                  <w:r w:rsidRPr="001C39E5">
                    <w:rPr>
                      <w:rFonts w:cs="Arial"/>
                      <w:b/>
                      <w:bCs/>
                      <w:bdr w:val="single" w:sz="12" w:space="0" w:color="auto"/>
                      <w:shd w:val="clear" w:color="auto" w:fill="C0C0C0"/>
                    </w:rPr>
                    <w:t>+ /</w:t>
                  </w:r>
                  <w:r w:rsidRPr="001C39E5">
                    <w:rPr>
                      <w:rFonts w:cs="Arial"/>
                      <w:bdr w:val="single" w:sz="12" w:space="0" w:color="auto"/>
                      <w:shd w:val="clear" w:color="auto" w:fill="C0C0C0"/>
                    </w:rPr>
                    <w:t xml:space="preserve"> </w:t>
                  </w:r>
                  <w:r w:rsidRPr="001C39E5">
                    <w:rPr>
                      <w:rFonts w:cs="Arial"/>
                      <w:b/>
                      <w:bdr w:val="single" w:sz="12" w:space="0" w:color="auto"/>
                      <w:shd w:val="clear" w:color="auto" w:fill="C0C0C0"/>
                    </w:rPr>
                    <w:t>–</w:t>
                  </w:r>
                  <w:r w:rsidRPr="001C39E5">
                    <w:rPr>
                      <w:rFonts w:cs="Arial"/>
                      <w:bdr w:val="single" w:sz="12" w:space="0" w:color="auto"/>
                      <w:shd w:val="clear" w:color="auto" w:fill="C0C0C0"/>
                    </w:rPr>
                    <w:sym w:font="MT Extra" w:char="F020"/>
                  </w:r>
                  <w:r w:rsidRPr="001C39E5">
                    <w:rPr>
                      <w:rFonts w:cs="Arial"/>
                    </w:rPr>
                    <w:t xml:space="preserve">  </w:t>
                  </w:r>
                  <w:r w:rsidRPr="001C39E5">
                    <w:rPr>
                      <w:rFonts w:cs="Arial"/>
                      <w:b/>
                      <w:spacing w:val="-2"/>
                      <w:bdr w:val="single" w:sz="12" w:space="0" w:color="auto"/>
                      <w:shd w:val="clear" w:color="auto" w:fill="C0C0C0"/>
                    </w:rPr>
                    <w:sym w:font="MT Extra" w:char="F020"/>
                  </w:r>
                  <w:r w:rsidRPr="001C39E5">
                    <w:rPr>
                      <w:rFonts w:cs="Arial"/>
                      <w:bCs/>
                      <w:spacing w:val="-2"/>
                      <w:sz w:val="16"/>
                      <w:bdr w:val="single" w:sz="12" w:space="0" w:color="auto"/>
                      <w:shd w:val="clear" w:color="auto" w:fill="C0C0C0"/>
                    </w:rPr>
                    <w:t xml:space="preserve">  </w:t>
                  </w:r>
                  <w:r w:rsidRPr="001C39E5">
                    <w:rPr>
                      <w:rFonts w:cs="Arial"/>
                      <w:b/>
                      <w:spacing w:val="-2"/>
                      <w:bdr w:val="single" w:sz="12" w:space="0" w:color="auto"/>
                      <w:shd w:val="clear" w:color="auto" w:fill="C0C0C0"/>
                    </w:rPr>
                    <w:t>PV</w:t>
                  </w:r>
                  <w:r w:rsidRPr="001C39E5">
                    <w:rPr>
                      <w:rFonts w:cs="Arial"/>
                      <w:bCs/>
                      <w:spacing w:val="-2"/>
                      <w:sz w:val="16"/>
                      <w:bdr w:val="single" w:sz="12" w:space="0" w:color="auto"/>
                      <w:shd w:val="clear" w:color="auto" w:fill="C0C0C0"/>
                    </w:rPr>
                    <w:t xml:space="preserve">  </w:t>
                  </w:r>
                  <w:r w:rsidRPr="001C39E5">
                    <w:rPr>
                      <w:rFonts w:cs="Arial"/>
                      <w:b/>
                      <w:spacing w:val="-2"/>
                      <w:bdr w:val="single" w:sz="12" w:space="0" w:color="auto"/>
                      <w:shd w:val="clear" w:color="auto" w:fill="C0C0C0"/>
                    </w:rPr>
                    <w:sym w:font="MT Extra" w:char="F020"/>
                  </w:r>
                </w:p>
                <w:p w:rsidR="00F95D40" w:rsidRPr="001C39E5" w:rsidRDefault="00F95D40" w:rsidP="00632BB0">
                  <w:pPr>
                    <w:spacing w:line="300" w:lineRule="exact"/>
                    <w:ind w:left="-90" w:right="105"/>
                    <w:jc w:val="right"/>
                    <w:rPr>
                      <w:rFonts w:cs="Arial"/>
                    </w:rPr>
                  </w:pPr>
                  <w:r w:rsidRPr="001C39E5">
                    <w:rPr>
                      <w:rFonts w:cs="Arial"/>
                    </w:rPr>
                    <w:t xml:space="preserve">  </w:t>
                  </w:r>
                  <w:r w:rsidRPr="001C39E5">
                    <w:rPr>
                      <w:rFonts w:cs="Arial"/>
                      <w:bdr w:val="single" w:sz="12" w:space="0" w:color="auto"/>
                      <w:shd w:val="clear" w:color="auto" w:fill="C0C0C0"/>
                    </w:rPr>
                    <w:sym w:font="MT Extra" w:char="F020"/>
                  </w:r>
                  <w:r w:rsidRPr="001C39E5">
                    <w:rPr>
                      <w:rFonts w:cs="Arial"/>
                      <w:b/>
                      <w:bdr w:val="single" w:sz="12" w:space="0" w:color="auto"/>
                      <w:shd w:val="clear" w:color="auto" w:fill="C0C0C0"/>
                    </w:rPr>
                    <w:t>CPT</w:t>
                  </w:r>
                  <w:r w:rsidRPr="001C39E5">
                    <w:rPr>
                      <w:rFonts w:cs="Arial"/>
                      <w:bdr w:val="single" w:sz="12" w:space="0" w:color="auto"/>
                      <w:shd w:val="clear" w:color="auto" w:fill="C0C0C0"/>
                    </w:rPr>
                    <w:sym w:font="MT Extra" w:char="F020"/>
                  </w:r>
                  <w:r w:rsidRPr="001C39E5">
                    <w:rPr>
                      <w:rFonts w:cs="Arial"/>
                    </w:rPr>
                    <w:t xml:space="preserve"> </w:t>
                  </w:r>
                  <w:r w:rsidRPr="001C39E5">
                    <w:rPr>
                      <w:rFonts w:cs="Arial"/>
                      <w:b/>
                      <w:bCs/>
                      <w:spacing w:val="-2"/>
                      <w:bdr w:val="single" w:sz="12" w:space="0" w:color="auto"/>
                      <w:shd w:val="clear" w:color="auto" w:fill="C0C0C0"/>
                    </w:rPr>
                    <w:sym w:font="MT Extra" w:char="F020"/>
                  </w:r>
                  <w:r w:rsidRPr="001C39E5">
                    <w:rPr>
                      <w:rFonts w:cs="Arial"/>
                      <w:spacing w:val="-2"/>
                      <w:sz w:val="16"/>
                      <w:bdr w:val="single" w:sz="12" w:space="0" w:color="auto"/>
                      <w:shd w:val="clear" w:color="auto" w:fill="C0C0C0"/>
                    </w:rPr>
                    <w:t xml:space="preserve">  </w:t>
                  </w:r>
                  <w:r w:rsidRPr="001C39E5">
                    <w:rPr>
                      <w:rFonts w:cs="Arial"/>
                      <w:b/>
                      <w:bCs/>
                      <w:iCs/>
                      <w:spacing w:val="-2"/>
                      <w:bdr w:val="single" w:sz="12" w:space="0" w:color="auto"/>
                      <w:shd w:val="clear" w:color="auto" w:fill="C0C0C0"/>
                    </w:rPr>
                    <w:t>FV</w:t>
                  </w:r>
                  <w:r w:rsidRPr="001C39E5">
                    <w:rPr>
                      <w:rFonts w:cs="Arial"/>
                      <w:iCs/>
                      <w:spacing w:val="-2"/>
                      <w:sz w:val="16"/>
                      <w:bdr w:val="single" w:sz="12" w:space="0" w:color="auto"/>
                      <w:shd w:val="clear" w:color="auto" w:fill="C0C0C0"/>
                    </w:rPr>
                    <w:t xml:space="preserve"> </w:t>
                  </w:r>
                  <w:r w:rsidRPr="001C39E5">
                    <w:rPr>
                      <w:rFonts w:cs="Arial"/>
                      <w:spacing w:val="-2"/>
                      <w:sz w:val="16"/>
                      <w:bdr w:val="single" w:sz="12" w:space="0" w:color="auto"/>
                      <w:shd w:val="clear" w:color="auto" w:fill="C0C0C0"/>
                    </w:rPr>
                    <w:t xml:space="preserve"> </w:t>
                  </w:r>
                  <w:r w:rsidRPr="001C39E5">
                    <w:rPr>
                      <w:rFonts w:cs="Arial"/>
                      <w:b/>
                      <w:bCs/>
                      <w:spacing w:val="-2"/>
                      <w:bdr w:val="single" w:sz="12" w:space="0" w:color="auto"/>
                      <w:shd w:val="clear" w:color="auto" w:fill="C0C0C0"/>
                    </w:rPr>
                    <w:sym w:font="MT Extra" w:char="F020"/>
                  </w:r>
                </w:p>
                <w:p w:rsidR="00F95D40" w:rsidRPr="001C39E5" w:rsidRDefault="00F95D40" w:rsidP="00632BB0">
                  <w:pPr>
                    <w:pStyle w:val="Mainfirst"/>
                    <w:spacing w:line="320" w:lineRule="exact"/>
                    <w:ind w:left="-90" w:right="105"/>
                    <w:jc w:val="right"/>
                    <w:rPr>
                      <w:rFonts w:cs="Arial"/>
                      <w:lang w:val="en-CA"/>
                    </w:rPr>
                  </w:pPr>
                  <w:r w:rsidRPr="001C39E5">
                    <w:rPr>
                      <w:rFonts w:cs="Arial"/>
                      <w:i/>
                      <w:iCs/>
                      <w:lang w:val="en-CA"/>
                    </w:rPr>
                    <w:t>Ans</w:t>
                  </w:r>
                  <w:r w:rsidRPr="001C39E5">
                    <w:rPr>
                      <w:rFonts w:cs="Arial"/>
                      <w:lang w:val="en-CA"/>
                    </w:rPr>
                    <w:t>:  313,490.72</w:t>
                  </w:r>
                </w:p>
              </w:txbxContent>
            </v:textbox>
            <w10:wrap type="square"/>
          </v:shape>
        </w:pict>
      </w:r>
      <w:r>
        <w:rPr>
          <w:noProof/>
          <w:sz w:val="20"/>
          <w:lang w:val="en-US"/>
        </w:rPr>
        <w:pict>
          <v:shape id="AutoShape 352" o:spid="_x0000_s1284" type="#_x0000_t88" style="position:absolute;margin-left:316pt;margin-top:11.8pt;width:7.25pt;height:127.6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"/>
        </w:pict>
      </w:r>
      <w:r w:rsidR="00632BB0">
        <w:tab/>
      </w:r>
      <w:r w:rsidR="00632BB0">
        <w:tab/>
      </w:r>
      <w:r w:rsidR="00632BB0">
        <w:tab/>
        <w:t xml:space="preserve"> </w:t>
      </w:r>
      <w:proofErr w:type="spellStart"/>
      <w:r w:rsidR="00632BB0">
        <w:rPr>
          <w:rFonts w:ascii="Times New Roman" w:hAnsi="Times New Roman"/>
          <w:i/>
        </w:rPr>
        <w:t>i</w:t>
      </w:r>
      <w:proofErr w:type="spellEnd"/>
      <w:r w:rsidR="00632BB0">
        <w:t xml:space="preserve"> = </w:t>
      </w:r>
      <w:r w:rsidR="00632BB0" w:rsidRPr="00480120">
        <w:rPr>
          <w:position w:val="-14"/>
        </w:rPr>
        <w:object w:dxaOrig="340" w:dyaOrig="400">
          <v:shape id="_x0000_i1312" type="#_x0000_t75" style="width:16.85pt;height:20.55pt" o:ole="">
            <v:imagedata r:id="rId512" o:title=""/>
          </v:shape>
          <o:OLEObject Type="Embed" ProgID="Equation.3" ShapeID="_x0000_i1312" DrawAspect="Content" ObjectID="_1654976682" r:id="rId513"/>
        </w:object>
      </w:r>
      <w:r w:rsidR="00632BB0">
        <w:t xml:space="preserve"> = 3.5%, </w:t>
      </w:r>
      <w:r w:rsidR="00632BB0">
        <w:rPr>
          <w:rFonts w:ascii="Times New Roman" w:hAnsi="Times New Roman"/>
          <w:i/>
        </w:rPr>
        <w:t>c</w:t>
      </w:r>
      <w:r w:rsidR="00632BB0">
        <w:t xml:space="preserve"> = </w:t>
      </w:r>
      <w:r w:rsidR="00632BB0" w:rsidRPr="00480120">
        <w:rPr>
          <w:position w:val="-14"/>
        </w:rPr>
        <w:object w:dxaOrig="279" w:dyaOrig="380">
          <v:shape id="_x0000_i1313" type="#_x0000_t75" style="width:14.95pt;height:18.7pt" o:ole="">
            <v:imagedata r:id="rId514" o:title=""/>
          </v:shape>
          <o:OLEObject Type="Embed" ProgID="Equation.3" ShapeID="_x0000_i1313" DrawAspect="Content" ObjectID="_1654976683" r:id="rId515"/>
        </w:object>
      </w:r>
      <w:r w:rsidR="00632BB0">
        <w:t xml:space="preserve"> </w:t>
      </w:r>
      <w:proofErr w:type="gramStart"/>
      <w:r w:rsidR="00632BB0">
        <w:t xml:space="preserve">= </w:t>
      </w:r>
      <w:proofErr w:type="gramEnd"/>
      <w:r w:rsidR="00632BB0" w:rsidRPr="00480120">
        <w:rPr>
          <w:position w:val="-6"/>
        </w:rPr>
        <w:object w:dxaOrig="520" w:dyaOrig="320">
          <v:shape id="_x0000_i1314" type="#_x0000_t75" style="width:26.2pt;height:15.9pt" o:ole="" fillcolor="window">
            <v:imagedata r:id="rId516" o:title=""/>
          </v:shape>
          <o:OLEObject Type="Embed" ProgID="Equation.3" ShapeID="_x0000_i1314" DrawAspect="Content" ObjectID="_1654976684" r:id="rId517"/>
        </w:object>
      </w:r>
      <w:r w:rsidR="00632BB0">
        <w:t>, and</w:t>
      </w:r>
    </w:p>
    <w:p w:rsidR="00632BB0" w:rsidRDefault="00632BB0" w:rsidP="00632BB0">
      <w:pPr>
        <w:pStyle w:val="ISM"/>
      </w:pPr>
      <w:r>
        <w:tab/>
      </w:r>
      <w:r>
        <w:tab/>
      </w:r>
      <w:r>
        <w:tab/>
      </w:r>
      <w:r w:rsidRPr="00480120">
        <w:rPr>
          <w:position w:val="-10"/>
        </w:rPr>
        <w:object w:dxaOrig="1420" w:dyaOrig="380">
          <v:shape id="_x0000_i1315" type="#_x0000_t75" style="width:71.05pt;height:18.7pt" o:ole="" fillcolor="window">
            <v:imagedata r:id="rId356" o:title=""/>
          </v:shape>
          <o:OLEObject Type="Embed" ProgID="Equation.3" ShapeID="_x0000_i1315" DrawAspect="Content" ObjectID="_1654976685" r:id="rId518"/>
        </w:object>
      </w:r>
      <w:r>
        <w:t xml:space="preserve"> = </w:t>
      </w:r>
      <w:r w:rsidRPr="00480120">
        <w:rPr>
          <w:position w:val="-10"/>
        </w:rPr>
        <w:object w:dxaOrig="1120" w:dyaOrig="420">
          <v:shape id="_x0000_i1316" type="#_x0000_t75" style="width:56.1pt;height:20.55pt" o:ole="" fillcolor="window">
            <v:imagedata r:id="rId519" o:title=""/>
          </v:shape>
          <o:OLEObject Type="Embed" ProgID="Equation.3" ShapeID="_x0000_i1316" DrawAspect="Content" ObjectID="_1654976686" r:id="rId520"/>
        </w:object>
      </w:r>
      <w:r>
        <w:t>– 1 = 0.005750039</w:t>
      </w:r>
    </w:p>
    <w:p w:rsidR="00632BB0" w:rsidRDefault="00632BB0" w:rsidP="00632BB0">
      <w:pPr>
        <w:pStyle w:val="ISM"/>
      </w:pPr>
      <w:r>
        <w:tab/>
      </w:r>
      <w:r>
        <w:tab/>
        <w:t>Amount in the RRSP after 25 years will be</w:t>
      </w:r>
    </w:p>
    <w:p w:rsidR="00632BB0" w:rsidRDefault="00632BB0" w:rsidP="00632BB0">
      <w:pPr>
        <w:pStyle w:val="ISM"/>
      </w:pPr>
      <w:r>
        <w:tab/>
      </w:r>
      <w:r>
        <w:tab/>
      </w:r>
      <w:r>
        <w:rPr>
          <w:rFonts w:ascii="Times New Roman" w:hAnsi="Times New Roman"/>
          <w:i/>
          <w:iCs/>
        </w:rPr>
        <w:t>FV</w:t>
      </w:r>
      <w:r>
        <w:t xml:space="preserve"> = </w:t>
      </w:r>
      <w:r w:rsidRPr="00480120">
        <w:rPr>
          <w:position w:val="-10"/>
        </w:rPr>
        <w:object w:dxaOrig="980" w:dyaOrig="380">
          <v:shape id="_x0000_i1317" type="#_x0000_t75" style="width:48.6pt;height:18.7pt" o:ole="" fillcolor="window">
            <v:imagedata r:id="rId82" o:title=""/>
          </v:shape>
          <o:OLEObject Type="Embed" ProgID="Equation.3" ShapeID="_x0000_i1317" DrawAspect="Content" ObjectID="_1654976687" r:id="rId521"/>
        </w:object>
      </w:r>
      <w:r>
        <w:t xml:space="preserve"> + </w:t>
      </w:r>
      <w:r w:rsidRPr="00480120">
        <w:rPr>
          <w:position w:val="-32"/>
        </w:rPr>
        <w:object w:dxaOrig="1719" w:dyaOrig="760">
          <v:shape id="_x0000_i1318" type="#_x0000_t75" style="width:86.95pt;height:38.35pt" o:ole="" fillcolor="window">
            <v:imagedata r:id="rId522" o:title=""/>
          </v:shape>
          <o:OLEObject Type="Embed" ProgID="Equation.3" ShapeID="_x0000_i1318" DrawAspect="Content" ObjectID="_1654976688" r:id="rId523"/>
        </w:object>
      </w:r>
    </w:p>
    <w:p w:rsidR="00632BB0" w:rsidRDefault="00632BB0" w:rsidP="00632BB0">
      <w:pPr>
        <w:pStyle w:val="ISM"/>
        <w:ind w:left="900"/>
      </w:pPr>
      <w:r>
        <w:t>= $76,761.75</w:t>
      </w:r>
      <w:r w:rsidRPr="00480120">
        <w:rPr>
          <w:position w:val="-10"/>
        </w:rPr>
        <w:object w:dxaOrig="960" w:dyaOrig="380">
          <v:shape id="_x0000_i1319" type="#_x0000_t75" style="width:47.7pt;height:18.7pt" o:ole="" fillcolor="window">
            <v:imagedata r:id="rId524" o:title=""/>
          </v:shape>
          <o:OLEObject Type="Embed" ProgID="Equation.3" ShapeID="_x0000_i1319" DrawAspect="Content" ObjectID="_1654976689" r:id="rId525"/>
        </w:object>
      </w:r>
      <w:r>
        <w:t xml:space="preserve"> + $500</w:t>
      </w:r>
      <w:r w:rsidR="00085625" w:rsidRPr="00085625">
        <w:rPr>
          <w:position w:val="-32"/>
        </w:rPr>
        <w:object w:dxaOrig="2060" w:dyaOrig="740">
          <v:shape id="_x0000_i1320" type="#_x0000_t75" style="width:103.8pt;height:36.45pt" o:ole="" fillcolor="window">
            <v:imagedata r:id="rId526" o:title=""/>
          </v:shape>
          <o:OLEObject Type="Embed" ProgID="Equation.3" ShapeID="_x0000_i1320" DrawAspect="Content" ObjectID="_1654976690" r:id="rId527"/>
        </w:object>
      </w:r>
    </w:p>
    <w:p w:rsidR="00632BB0" w:rsidRDefault="00632BB0" w:rsidP="00632BB0">
      <w:pPr>
        <w:pStyle w:val="ISM"/>
        <w:ind w:left="900"/>
      </w:pPr>
      <w:r>
        <w:t xml:space="preserve">= </w:t>
      </w:r>
      <w:r>
        <w:rPr>
          <w:u w:val="double"/>
        </w:rPr>
        <w:t>$313,490.72</w:t>
      </w:r>
    </w:p>
    <w:p w:rsidR="00E350F6" w:rsidRDefault="00E350F6" w:rsidP="00632BB0">
      <w:pPr>
        <w:pStyle w:val="ISM"/>
        <w:spacing w:after="60"/>
        <w:rPr>
          <w:b/>
          <w:sz w:val="24"/>
        </w:rPr>
      </w:pPr>
    </w:p>
    <w:p w:rsidR="00BA7DC1" w:rsidRDefault="00BA7DC1">
      <w:pPr>
        <w:rPr>
          <w:b/>
          <w:sz w:val="24"/>
        </w:rPr>
      </w:pPr>
    </w:p>
    <w:p w:rsidR="00632BB0" w:rsidRDefault="00632BB0" w:rsidP="00632BB0">
      <w:pPr>
        <w:pStyle w:val="ISM"/>
        <w:spacing w:after="60"/>
        <w:rPr>
          <w:b/>
          <w:sz w:val="24"/>
        </w:rPr>
      </w:pPr>
      <w:r>
        <w:rPr>
          <w:b/>
          <w:sz w:val="24"/>
        </w:rPr>
        <w:t>Review Problems</w:t>
      </w:r>
    </w:p>
    <w:p w:rsidR="00632BB0" w:rsidRDefault="0045715C" w:rsidP="00632BB0">
      <w:pPr>
        <w:pStyle w:val="ISMab"/>
      </w:pPr>
      <w:r>
        <w:rPr>
          <w:noProof/>
          <w:lang w:val="en-US"/>
        </w:rPr>
        <w:pict>
          <v:shape id="AutoShape 440" o:spid="_x0000_s1111" type="#_x0000_t61" style="position:absolute;margin-left:348.25pt;margin-top:3.05pt;width:125.4pt;height:131.25pt;z-index:251768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" adj="-25217,10417" fillcolor="#cff">
            <v:fill opacity="25443f"/>
            <v:textbox inset="3.6pt,,3.6pt">
              <w:txbxContent>
                <w:p w:rsidR="00F95D40" w:rsidRDefault="00F95D40" w:rsidP="00632BB0">
                  <w:pPr>
                    <w:spacing w:line="300" w:lineRule="exact"/>
                    <w:ind w:right="42"/>
                    <w:jc w:val="right"/>
                  </w:pPr>
                  <w:r>
                    <w:t xml:space="preserve">5.5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632BB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95D40" w:rsidRDefault="00F95D40" w:rsidP="00632BB0">
                  <w:pPr>
                    <w:spacing w:line="300" w:lineRule="exact"/>
                    <w:ind w:right="42"/>
                    <w:jc w:val="right"/>
                    <w:rPr>
                      <w:spacing w:val="-2"/>
                      <w:bdr w:val="single" w:sz="12" w:space="0" w:color="auto"/>
                      <w:shd w:val="clear" w:color="auto" w:fill="C0C0C0"/>
                    </w:rPr>
                  </w:pPr>
                  <w:r>
                    <w:t xml:space="preserve">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71,268.14</w:t>
                  </w:r>
                </w:p>
              </w:txbxContent>
            </v:textbox>
            <w10:wrap type="square"/>
          </v:shape>
        </w:pict>
      </w:r>
      <w:r w:rsidR="00632BB0">
        <w:tab/>
        <w:t>1.</w:t>
      </w:r>
      <w:r w:rsidR="00632BB0">
        <w:tab/>
      </w:r>
      <w:r w:rsidR="00632BB0">
        <w:rPr>
          <w:i/>
        </w:rPr>
        <w:t>a</w:t>
      </w:r>
      <w:r w:rsidR="00632BB0">
        <w:t>.</w:t>
      </w:r>
      <w:r w:rsidR="00632BB0">
        <w:tab/>
      </w:r>
      <w:r w:rsidR="00632BB0">
        <w:rPr>
          <w:rFonts w:ascii="Times New Roman" w:hAnsi="Times New Roman"/>
          <w:i/>
        </w:rPr>
        <w:t>PMT</w:t>
      </w:r>
      <w:r w:rsidR="00632BB0">
        <w:t xml:space="preserve"> = $1000, </w:t>
      </w:r>
      <w:r w:rsidR="00632BB0">
        <w:rPr>
          <w:rFonts w:ascii="Times New Roman" w:hAnsi="Times New Roman"/>
          <w:i/>
        </w:rPr>
        <w:t>n</w:t>
      </w:r>
      <w:r w:rsidR="00632BB0">
        <w:t xml:space="preserve"> = 2(20) = 40,</w:t>
      </w:r>
      <w:r w:rsidR="00632BB0">
        <w:rPr>
          <w:rFonts w:ascii="Times New Roman" w:hAnsi="Times New Roman"/>
          <w:i/>
        </w:rPr>
        <w:t xml:space="preserve"> </w:t>
      </w:r>
      <w:proofErr w:type="spellStart"/>
      <w:r w:rsidR="00632BB0">
        <w:rPr>
          <w:rFonts w:ascii="Times New Roman" w:hAnsi="Times New Roman"/>
          <w:i/>
        </w:rPr>
        <w:t>i</w:t>
      </w:r>
      <w:proofErr w:type="spellEnd"/>
      <w:r w:rsidR="00632BB0">
        <w:rPr>
          <w:rFonts w:ascii="Times New Roman" w:hAnsi="Times New Roman"/>
          <w:i/>
        </w:rPr>
        <w:t xml:space="preserve"> </w:t>
      </w:r>
      <w:r w:rsidR="00632BB0">
        <w:t xml:space="preserve">= </w:t>
      </w:r>
      <w:r w:rsidR="00D1506C" w:rsidRPr="00D1506C">
        <w:rPr>
          <w:position w:val="-12"/>
        </w:rPr>
        <w:object w:dxaOrig="400" w:dyaOrig="360">
          <v:shape id="_x0000_i1321" type="#_x0000_t75" style="width:20.55pt;height:18.7pt" o:ole="" fillcolor="window">
            <v:imagedata r:id="rId528" o:title=""/>
          </v:shape>
          <o:OLEObject Type="Embed" ProgID="Equation.3" ShapeID="_x0000_i1321" DrawAspect="Content" ObjectID="_1654976691" r:id="rId529"/>
        </w:object>
      </w:r>
      <w:r w:rsidR="00632BB0">
        <w:t xml:space="preserve"> = </w:t>
      </w:r>
      <w:r w:rsidR="00D1506C">
        <w:t>2</w:t>
      </w:r>
      <w:r w:rsidR="00632BB0">
        <w:t>.</w:t>
      </w:r>
      <w:r w:rsidR="00D1506C">
        <w:t>7</w:t>
      </w:r>
      <w:r w:rsidR="00632BB0">
        <w:t>5%</w:t>
      </w:r>
    </w:p>
    <w:p w:rsidR="00632BB0" w:rsidRDefault="0045715C" w:rsidP="00632BB0">
      <w:pPr>
        <w:pStyle w:val="ISMab"/>
      </w:pPr>
      <w:r>
        <w:rPr>
          <w:noProof/>
          <w:sz w:val="20"/>
          <w:lang w:val="en-US"/>
        </w:rPr>
        <w:pict>
          <v:shape id="AutoShape 434" o:spid="_x0000_s1273" type="#_x0000_t88" style="position:absolute;margin-left:185.5pt;margin-top:2pt;width:8.7pt;height:87pt;z-index:251762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"/>
        </w:pict>
      </w:r>
      <w:r w:rsidR="00632BB0">
        <w:tab/>
      </w:r>
      <w:r w:rsidR="00632BB0">
        <w:tab/>
      </w:r>
      <w:r w:rsidR="00632BB0">
        <w:tab/>
      </w:r>
      <w:r w:rsidR="00632BB0" w:rsidRPr="00480120">
        <w:rPr>
          <w:position w:val="-34"/>
        </w:rPr>
        <w:object w:dxaOrig="2240" w:dyaOrig="780">
          <v:shape id="_x0000_i1322" type="#_x0000_t75" style="width:112.2pt;height:38.35pt" o:ole="" fillcolor="window">
            <v:imagedata r:id="rId297" o:title=""/>
          </v:shape>
          <o:OLEObject Type="Embed" ProgID="Equation.3" ShapeID="_x0000_i1322" DrawAspect="Content" ObjectID="_1654976692" r:id="rId530"/>
        </w:object>
      </w:r>
    </w:p>
    <w:p w:rsidR="00632BB0" w:rsidRDefault="0045715C" w:rsidP="00632BB0">
      <w:pPr>
        <w:pStyle w:val="ISMab"/>
        <w:tabs>
          <w:tab w:val="clear" w:pos="900"/>
          <w:tab w:val="left" w:pos="720"/>
        </w:tabs>
        <w:ind w:left="1170"/>
      </w:pPr>
      <w:r>
        <w:rPr>
          <w:noProof/>
          <w:sz w:val="20"/>
          <w:u w:val="double"/>
          <w:lang w:val="en-US"/>
        </w:rPr>
        <w:pict>
          <v:shape id="AutoShape 433" o:spid="_x0000_s1112" type="#_x0000_t61" style="position:absolute;left:0;text-align:left;margin-left:220.45pt;margin-top:8.2pt;width:119.3pt;height:116pt;z-index:251761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" adj="-4744,16144" fillcolor="#cff">
            <v:fill opacity="25443f"/>
            <v:textbox inset="3.6pt,,3.6pt">
              <w:txbxContent>
                <w:p w:rsidR="00F95D40" w:rsidRPr="0070032E" w:rsidRDefault="00F95D40" w:rsidP="00632BB0">
                  <w:pPr>
                    <w:spacing w:line="300" w:lineRule="exact"/>
                    <w:ind w:left="-90" w:right="120"/>
                    <w:jc w:val="right"/>
                    <w:rPr>
                      <w:rFonts w:cs="Arial"/>
                      <w:i/>
                      <w:iCs/>
                    </w:rPr>
                  </w:pPr>
                  <w:r w:rsidRPr="0070032E">
                    <w:rPr>
                      <w:rFonts w:cs="Arial"/>
                    </w:rPr>
                    <w:t xml:space="preserve">Same </w:t>
                  </w:r>
                  <w:r w:rsidRPr="0070032E">
                    <w:rPr>
                      <w:rFonts w:cs="Arial"/>
                      <w:i/>
                      <w:iCs/>
                    </w:rPr>
                    <w:t>I/Y</w:t>
                  </w:r>
                  <w:r w:rsidRPr="0070032E">
                    <w:rPr>
                      <w:rFonts w:cs="Arial"/>
                    </w:rPr>
                    <w:t xml:space="preserve">, </w:t>
                  </w:r>
                  <w:r w:rsidRPr="0070032E">
                    <w:rPr>
                      <w:rFonts w:cs="Arial"/>
                      <w:i/>
                      <w:iCs/>
                    </w:rPr>
                    <w:t>PV</w:t>
                  </w:r>
                </w:p>
                <w:p w:rsidR="00F95D40" w:rsidRPr="0070032E" w:rsidRDefault="00F95D40" w:rsidP="00632BB0">
                  <w:pPr>
                    <w:spacing w:line="300" w:lineRule="exact"/>
                    <w:ind w:left="-90" w:right="120"/>
                    <w:jc w:val="right"/>
                    <w:rPr>
                      <w:rFonts w:cs="Arial"/>
                      <w:bdr w:val="single" w:sz="12" w:space="0" w:color="auto"/>
                      <w:shd w:val="clear" w:color="auto" w:fill="C0C0C0"/>
                    </w:rPr>
                  </w:pPr>
                  <w:r w:rsidRPr="0070032E">
                    <w:rPr>
                      <w:rFonts w:cs="Arial"/>
                      <w:bdr w:val="single" w:sz="12" w:space="0" w:color="auto"/>
                      <w:shd w:val="clear" w:color="auto" w:fill="C0C0C0"/>
                    </w:rPr>
                    <w:sym w:font="MT Extra" w:char="F020"/>
                  </w:r>
                  <w:r w:rsidRPr="0070032E">
                    <w:rPr>
                      <w:rFonts w:cs="Arial"/>
                      <w:bdr w:val="single" w:sz="12" w:space="0" w:color="auto"/>
                      <w:shd w:val="clear" w:color="auto" w:fill="C0C0C0"/>
                    </w:rPr>
                    <w:t xml:space="preserve"> </w:t>
                  </w:r>
                  <w:r w:rsidRPr="0070032E">
                    <w:rPr>
                      <w:rFonts w:cs="Arial"/>
                      <w:b/>
                      <w:bdr w:val="single" w:sz="12" w:space="0" w:color="auto"/>
                      <w:shd w:val="clear" w:color="auto" w:fill="C0C0C0"/>
                    </w:rPr>
                    <w:t>P/Y</w:t>
                  </w:r>
                  <w:r w:rsidRPr="0070032E">
                    <w:rPr>
                      <w:rFonts w:cs="Arial"/>
                      <w:bdr w:val="single" w:sz="12" w:space="0" w:color="auto"/>
                      <w:shd w:val="clear" w:color="auto" w:fill="C0C0C0"/>
                    </w:rPr>
                    <w:t xml:space="preserve"> </w:t>
                  </w:r>
                  <w:r w:rsidRPr="0070032E">
                    <w:rPr>
                      <w:rFonts w:cs="Arial"/>
                      <w:bdr w:val="single" w:sz="12" w:space="0" w:color="auto"/>
                      <w:shd w:val="clear" w:color="auto" w:fill="C0C0C0"/>
                    </w:rPr>
                    <w:sym w:font="MT Extra" w:char="F020"/>
                  </w:r>
                  <w:r w:rsidRPr="0070032E">
                    <w:rPr>
                      <w:rFonts w:cs="Arial"/>
                    </w:rPr>
                    <w:t xml:space="preserve">  1  </w:t>
                  </w:r>
                  <w:r w:rsidRPr="0070032E">
                    <w:rPr>
                      <w:rFonts w:cs="Arial"/>
                      <w:bdr w:val="single" w:sz="12" w:space="0" w:color="auto"/>
                      <w:shd w:val="clear" w:color="auto" w:fill="C0C0C0"/>
                    </w:rPr>
                    <w:sym w:font="MT Extra" w:char="F020"/>
                  </w:r>
                  <w:r w:rsidRPr="0070032E">
                    <w:rPr>
                      <w:rFonts w:cs="Arial"/>
                      <w:bdr w:val="single" w:sz="12" w:space="0" w:color="auto"/>
                      <w:shd w:val="clear" w:color="auto" w:fill="C0C0C0"/>
                    </w:rPr>
                    <w:t xml:space="preserve"> </w:t>
                  </w:r>
                  <w:r w:rsidRPr="0070032E">
                    <w:rPr>
                      <w:rFonts w:cs="Arial"/>
                      <w:b/>
                      <w:sz w:val="20"/>
                      <w:bdr w:val="single" w:sz="12" w:space="0" w:color="auto"/>
                      <w:shd w:val="clear" w:color="auto" w:fill="C0C0C0"/>
                    </w:rPr>
                    <w:t>ENTER</w:t>
                  </w:r>
                  <w:r w:rsidRPr="0070032E">
                    <w:rPr>
                      <w:rFonts w:cs="Arial"/>
                      <w:bdr w:val="single" w:sz="12" w:space="0" w:color="auto"/>
                      <w:shd w:val="clear" w:color="auto" w:fill="C0C0C0"/>
                    </w:rPr>
                    <w:t xml:space="preserve"> </w:t>
                  </w:r>
                  <w:r w:rsidRPr="0070032E">
                    <w:rPr>
                      <w:rFonts w:cs="Arial"/>
                      <w:bdr w:val="single" w:sz="12" w:space="0" w:color="auto"/>
                      <w:shd w:val="clear" w:color="auto" w:fill="C0C0C0"/>
                    </w:rPr>
                    <w:sym w:font="MT Extra" w:char="F020"/>
                  </w:r>
                </w:p>
                <w:p w:rsidR="00F95D40" w:rsidRPr="00F516C9" w:rsidRDefault="00F95D40" w:rsidP="00632BB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w:t>
                  </w:r>
                </w:p>
                <w:p w:rsidR="00F95D40" w:rsidRPr="0070032E" w:rsidRDefault="00F95D40" w:rsidP="00632BB0">
                  <w:pPr>
                    <w:spacing w:line="300" w:lineRule="exact"/>
                    <w:ind w:left="-90" w:right="120"/>
                    <w:jc w:val="right"/>
                    <w:rPr>
                      <w:rFonts w:cs="Arial"/>
                      <w:spacing w:val="-2"/>
                      <w:bdr w:val="single" w:sz="12" w:space="0" w:color="auto"/>
                      <w:shd w:val="clear" w:color="auto" w:fill="C0C0C0"/>
                    </w:rPr>
                  </w:pPr>
                  <w:r>
                    <w:rPr>
                      <w:rFonts w:cs="Arial"/>
                    </w:rPr>
                    <w:t>2</w:t>
                  </w:r>
                  <w:r w:rsidRPr="0070032E">
                    <w:rPr>
                      <w:rFonts w:cs="Arial"/>
                    </w:rPr>
                    <w:t xml:space="preserve">0  </w:t>
                  </w:r>
                  <w:r w:rsidRPr="0070032E">
                    <w:rPr>
                      <w:rFonts w:cs="Arial"/>
                      <w:spacing w:val="-2"/>
                      <w:sz w:val="18"/>
                      <w:bdr w:val="single" w:sz="12" w:space="0" w:color="auto"/>
                      <w:shd w:val="clear" w:color="auto" w:fill="C0C0C0"/>
                    </w:rPr>
                    <w:sym w:font="MT Extra" w:char="F020"/>
                  </w:r>
                  <w:r w:rsidRPr="0070032E">
                    <w:rPr>
                      <w:rFonts w:cs="Arial"/>
                      <w:spacing w:val="-2"/>
                      <w:sz w:val="20"/>
                      <w:bdr w:val="single" w:sz="12" w:space="0" w:color="auto"/>
                      <w:shd w:val="clear" w:color="auto" w:fill="C0C0C0"/>
                    </w:rPr>
                    <w:t xml:space="preserve">   </w:t>
                  </w:r>
                  <w:r w:rsidRPr="0070032E">
                    <w:rPr>
                      <w:rFonts w:cs="Arial"/>
                      <w:b/>
                      <w:spacing w:val="-2"/>
                      <w:bdr w:val="single" w:sz="12" w:space="0" w:color="auto"/>
                      <w:shd w:val="clear" w:color="auto" w:fill="C0C0C0"/>
                    </w:rPr>
                    <w:t>N</w:t>
                  </w:r>
                  <w:r w:rsidRPr="0070032E">
                    <w:rPr>
                      <w:rFonts w:cs="Arial"/>
                      <w:b/>
                      <w:spacing w:val="-2"/>
                      <w:sz w:val="20"/>
                      <w:bdr w:val="single" w:sz="12" w:space="0" w:color="auto"/>
                      <w:shd w:val="clear" w:color="auto" w:fill="C0C0C0"/>
                    </w:rPr>
                    <w:t xml:space="preserve"> </w:t>
                  </w:r>
                  <w:r w:rsidRPr="0070032E">
                    <w:rPr>
                      <w:rFonts w:cs="Arial"/>
                      <w:spacing w:val="-2"/>
                      <w:sz w:val="20"/>
                      <w:bdr w:val="single" w:sz="12" w:space="0" w:color="auto"/>
                      <w:shd w:val="clear" w:color="auto" w:fill="C0C0C0"/>
                    </w:rPr>
                    <w:t xml:space="preserve">  </w:t>
                  </w:r>
                  <w:r w:rsidRPr="0070032E">
                    <w:rPr>
                      <w:rFonts w:cs="Arial"/>
                      <w:spacing w:val="-2"/>
                      <w:bdr w:val="single" w:sz="12" w:space="0" w:color="auto"/>
                      <w:shd w:val="clear" w:color="auto" w:fill="C0C0C0"/>
                    </w:rPr>
                    <w:sym w:font="MT Extra" w:char="F020"/>
                  </w:r>
                </w:p>
                <w:p w:rsidR="00F95D40" w:rsidRPr="0070032E" w:rsidRDefault="00F95D40" w:rsidP="00632BB0">
                  <w:pPr>
                    <w:spacing w:line="300" w:lineRule="exact"/>
                    <w:ind w:left="-90" w:right="120"/>
                    <w:jc w:val="right"/>
                    <w:rPr>
                      <w:rFonts w:cs="Arial"/>
                    </w:rPr>
                  </w:pPr>
                  <w:r w:rsidRPr="0070032E">
                    <w:rPr>
                      <w:rFonts w:cs="Arial"/>
                    </w:rPr>
                    <w:t xml:space="preserve">2000  </w:t>
                  </w:r>
                  <w:r w:rsidRPr="0070032E">
                    <w:rPr>
                      <w:rFonts w:cs="Arial"/>
                      <w:b/>
                      <w:bCs/>
                      <w:bdr w:val="single" w:sz="12" w:space="0" w:color="auto"/>
                      <w:shd w:val="clear" w:color="auto" w:fill="C0C0C0"/>
                    </w:rPr>
                    <w:sym w:font="MT Extra" w:char="F020"/>
                  </w:r>
                  <w:r w:rsidRPr="0070032E">
                    <w:rPr>
                      <w:rFonts w:cs="Arial"/>
                      <w:b/>
                      <w:bCs/>
                      <w:bdr w:val="single" w:sz="12" w:space="0" w:color="auto"/>
                      <w:shd w:val="clear" w:color="auto" w:fill="C0C0C0"/>
                    </w:rPr>
                    <w:t>+ /</w:t>
                  </w:r>
                  <w:r w:rsidRPr="0070032E">
                    <w:rPr>
                      <w:rFonts w:cs="Arial"/>
                      <w:bdr w:val="single" w:sz="12" w:space="0" w:color="auto"/>
                      <w:shd w:val="clear" w:color="auto" w:fill="C0C0C0"/>
                    </w:rPr>
                    <w:t xml:space="preserve"> </w:t>
                  </w:r>
                  <w:r w:rsidRPr="0070032E">
                    <w:rPr>
                      <w:rFonts w:cs="Arial"/>
                      <w:b/>
                      <w:bdr w:val="single" w:sz="12" w:space="0" w:color="auto"/>
                      <w:shd w:val="clear" w:color="auto" w:fill="C0C0C0"/>
                    </w:rPr>
                    <w:t>–</w:t>
                  </w:r>
                  <w:r w:rsidRPr="0070032E">
                    <w:rPr>
                      <w:rFonts w:cs="Arial"/>
                      <w:bdr w:val="single" w:sz="12" w:space="0" w:color="auto"/>
                      <w:shd w:val="clear" w:color="auto" w:fill="C0C0C0"/>
                    </w:rPr>
                    <w:sym w:font="MT Extra" w:char="F020"/>
                  </w:r>
                  <w:r w:rsidRPr="0070032E">
                    <w:rPr>
                      <w:rFonts w:cs="Arial"/>
                    </w:rPr>
                    <w:t xml:space="preserve">  </w:t>
                  </w:r>
                  <w:r w:rsidRPr="0070032E">
                    <w:rPr>
                      <w:rFonts w:cs="Arial"/>
                      <w:bdr w:val="single" w:sz="12" w:space="0" w:color="auto"/>
                      <w:shd w:val="clear" w:color="auto" w:fill="C0C0C0"/>
                    </w:rPr>
                    <w:sym w:font="MT Extra" w:char="F020"/>
                  </w:r>
                  <w:r w:rsidRPr="0070032E">
                    <w:rPr>
                      <w:rFonts w:cs="Arial"/>
                      <w:b/>
                      <w:bdr w:val="single" w:sz="12" w:space="0" w:color="auto"/>
                      <w:shd w:val="clear" w:color="auto" w:fill="C0C0C0"/>
                    </w:rPr>
                    <w:t>PMT</w:t>
                  </w:r>
                  <w:r w:rsidRPr="0070032E">
                    <w:rPr>
                      <w:rFonts w:cs="Arial"/>
                      <w:bdr w:val="single" w:sz="12" w:space="0" w:color="auto"/>
                      <w:shd w:val="clear" w:color="auto" w:fill="C0C0C0"/>
                    </w:rPr>
                    <w:sym w:font="MT Extra" w:char="F020"/>
                  </w:r>
                </w:p>
                <w:p w:rsidR="00F95D40" w:rsidRPr="0070032E" w:rsidRDefault="00F95D40" w:rsidP="00632BB0">
                  <w:pPr>
                    <w:spacing w:line="300" w:lineRule="exact"/>
                    <w:ind w:left="-90" w:right="120"/>
                    <w:jc w:val="right"/>
                    <w:rPr>
                      <w:rFonts w:cs="Arial"/>
                    </w:rPr>
                  </w:pPr>
                  <w:r w:rsidRPr="0070032E">
                    <w:rPr>
                      <w:rFonts w:cs="Arial"/>
                    </w:rPr>
                    <w:t xml:space="preserve">  </w:t>
                  </w:r>
                  <w:r w:rsidRPr="0070032E">
                    <w:rPr>
                      <w:rFonts w:cs="Arial"/>
                      <w:bdr w:val="single" w:sz="12" w:space="0" w:color="auto"/>
                      <w:shd w:val="clear" w:color="auto" w:fill="C0C0C0"/>
                    </w:rPr>
                    <w:sym w:font="MT Extra" w:char="F020"/>
                  </w:r>
                  <w:r w:rsidRPr="0070032E">
                    <w:rPr>
                      <w:rFonts w:cs="Arial"/>
                      <w:b/>
                      <w:bdr w:val="single" w:sz="12" w:space="0" w:color="auto"/>
                      <w:shd w:val="clear" w:color="auto" w:fill="C0C0C0"/>
                    </w:rPr>
                    <w:t>CPT</w:t>
                  </w:r>
                  <w:r w:rsidRPr="0070032E">
                    <w:rPr>
                      <w:rFonts w:cs="Arial"/>
                      <w:bdr w:val="single" w:sz="12" w:space="0" w:color="auto"/>
                      <w:shd w:val="clear" w:color="auto" w:fill="C0C0C0"/>
                    </w:rPr>
                    <w:sym w:font="MT Extra" w:char="F020"/>
                  </w:r>
                  <w:r w:rsidRPr="0070032E">
                    <w:rPr>
                      <w:rFonts w:cs="Arial"/>
                    </w:rPr>
                    <w:t xml:space="preserve"> </w:t>
                  </w:r>
                  <w:r w:rsidRPr="0070032E">
                    <w:rPr>
                      <w:rFonts w:cs="Arial"/>
                      <w:b/>
                      <w:bCs/>
                      <w:spacing w:val="-2"/>
                      <w:bdr w:val="single" w:sz="12" w:space="0" w:color="auto"/>
                      <w:shd w:val="clear" w:color="auto" w:fill="C0C0C0"/>
                    </w:rPr>
                    <w:sym w:font="MT Extra" w:char="F020"/>
                  </w:r>
                  <w:r w:rsidRPr="0070032E">
                    <w:rPr>
                      <w:rFonts w:cs="Arial"/>
                      <w:spacing w:val="-2"/>
                      <w:sz w:val="16"/>
                      <w:bdr w:val="single" w:sz="12" w:space="0" w:color="auto"/>
                      <w:shd w:val="clear" w:color="auto" w:fill="C0C0C0"/>
                    </w:rPr>
                    <w:t xml:space="preserve">  </w:t>
                  </w:r>
                  <w:r w:rsidRPr="0070032E">
                    <w:rPr>
                      <w:rFonts w:cs="Arial"/>
                      <w:b/>
                      <w:bCs/>
                      <w:iCs/>
                      <w:spacing w:val="-2"/>
                      <w:bdr w:val="single" w:sz="12" w:space="0" w:color="auto"/>
                      <w:shd w:val="clear" w:color="auto" w:fill="C0C0C0"/>
                    </w:rPr>
                    <w:t>FV</w:t>
                  </w:r>
                  <w:r w:rsidRPr="0070032E">
                    <w:rPr>
                      <w:rFonts w:cs="Arial"/>
                      <w:iCs/>
                      <w:spacing w:val="-2"/>
                      <w:sz w:val="16"/>
                      <w:bdr w:val="single" w:sz="12" w:space="0" w:color="auto"/>
                      <w:shd w:val="clear" w:color="auto" w:fill="C0C0C0"/>
                    </w:rPr>
                    <w:t xml:space="preserve"> </w:t>
                  </w:r>
                  <w:r w:rsidRPr="0070032E">
                    <w:rPr>
                      <w:rFonts w:cs="Arial"/>
                      <w:spacing w:val="-2"/>
                      <w:sz w:val="16"/>
                      <w:bdr w:val="single" w:sz="12" w:space="0" w:color="auto"/>
                      <w:shd w:val="clear" w:color="auto" w:fill="C0C0C0"/>
                    </w:rPr>
                    <w:t xml:space="preserve"> </w:t>
                  </w:r>
                  <w:r w:rsidRPr="0070032E">
                    <w:rPr>
                      <w:rFonts w:cs="Arial"/>
                      <w:b/>
                      <w:bCs/>
                      <w:spacing w:val="-2"/>
                      <w:bdr w:val="single" w:sz="12" w:space="0" w:color="auto"/>
                      <w:shd w:val="clear" w:color="auto" w:fill="C0C0C0"/>
                    </w:rPr>
                    <w:sym w:font="MT Extra" w:char="F020"/>
                  </w:r>
                </w:p>
                <w:p w:rsidR="00F95D40" w:rsidRPr="0070032E" w:rsidRDefault="00F95D40" w:rsidP="00632BB0">
                  <w:pPr>
                    <w:pStyle w:val="Mainfirst"/>
                    <w:spacing w:line="320" w:lineRule="exact"/>
                    <w:ind w:left="-90" w:right="120"/>
                    <w:jc w:val="right"/>
                    <w:rPr>
                      <w:rFonts w:cs="Arial"/>
                      <w:lang w:val="en-CA"/>
                    </w:rPr>
                  </w:pPr>
                  <w:r w:rsidRPr="0070032E">
                    <w:rPr>
                      <w:rFonts w:cs="Arial"/>
                      <w:i/>
                      <w:iCs/>
                      <w:lang w:val="en-CA"/>
                    </w:rPr>
                    <w:t>Ans</w:t>
                  </w:r>
                  <w:r w:rsidRPr="0070032E">
                    <w:rPr>
                      <w:rFonts w:cs="Arial"/>
                      <w:lang w:val="en-CA"/>
                    </w:rPr>
                    <w:t xml:space="preserve">:  </w:t>
                  </w:r>
                  <w:r>
                    <w:rPr>
                      <w:rFonts w:cs="Arial"/>
                    </w:rPr>
                    <w:t>69,736.64</w:t>
                  </w:r>
                </w:p>
              </w:txbxContent>
            </v:textbox>
            <w10:wrap type="square"/>
          </v:shape>
        </w:pict>
      </w:r>
      <w:r w:rsidR="00632BB0">
        <w:t xml:space="preserve">  = $1000</w:t>
      </w:r>
      <w:r w:rsidR="00D1506C" w:rsidRPr="00D1506C">
        <w:rPr>
          <w:position w:val="-32"/>
        </w:rPr>
        <w:object w:dxaOrig="1440" w:dyaOrig="760">
          <v:shape id="_x0000_i1323" type="#_x0000_t75" style="width:1in;height:38.35pt" o:ole="" fillcolor="window">
            <v:imagedata r:id="rId531" o:title=""/>
          </v:shape>
          <o:OLEObject Type="Embed" ProgID="Equation.3" ShapeID="_x0000_i1323" DrawAspect="Content" ObjectID="_1654976693" r:id="rId532"/>
        </w:object>
      </w:r>
    </w:p>
    <w:p w:rsidR="00632BB0" w:rsidRDefault="00632BB0" w:rsidP="00632BB0">
      <w:pPr>
        <w:pStyle w:val="ISMab"/>
        <w:tabs>
          <w:tab w:val="clear" w:pos="900"/>
          <w:tab w:val="left" w:pos="720"/>
        </w:tabs>
        <w:spacing w:line="360" w:lineRule="auto"/>
        <w:ind w:left="1170"/>
      </w:pPr>
      <w:r>
        <w:t xml:space="preserve">  = </w:t>
      </w:r>
      <w:r>
        <w:rPr>
          <w:u w:val="double"/>
        </w:rPr>
        <w:t>$</w:t>
      </w:r>
      <w:r w:rsidR="00D1506C">
        <w:rPr>
          <w:u w:val="double"/>
        </w:rPr>
        <w:t>71,268.14</w:t>
      </w:r>
    </w:p>
    <w:p w:rsidR="00632BB0" w:rsidRDefault="00632BB0" w:rsidP="00632BB0">
      <w:pPr>
        <w:pStyle w:val="ISMab"/>
      </w:pPr>
      <w:r>
        <w:tab/>
      </w:r>
      <w:r>
        <w:tab/>
      </w:r>
      <w:r>
        <w:rPr>
          <w:i/>
        </w:rPr>
        <w:t>b.</w:t>
      </w:r>
      <w:r>
        <w:tab/>
      </w:r>
      <w:r>
        <w:rPr>
          <w:rFonts w:ascii="Times New Roman" w:hAnsi="Times New Roman"/>
          <w:i/>
        </w:rPr>
        <w:t>PMT</w:t>
      </w:r>
      <w:r>
        <w:t xml:space="preserve"> = $2000, </w:t>
      </w:r>
      <w:r>
        <w:rPr>
          <w:rFonts w:ascii="Times New Roman" w:hAnsi="Times New Roman"/>
          <w:i/>
        </w:rPr>
        <w:t xml:space="preserve">n </w:t>
      </w:r>
      <w:r>
        <w:t>= 20,</w:t>
      </w:r>
      <w:r>
        <w:rPr>
          <w:rFonts w:ascii="Times New Roman" w:hAnsi="Times New Roman"/>
          <w:i/>
        </w:rPr>
        <w:t xml:space="preserve"> i </w:t>
      </w:r>
      <w:r>
        <w:t xml:space="preserve">= </w:t>
      </w:r>
      <w:r w:rsidR="00BA7DC1">
        <w:t>5.5</w:t>
      </w:r>
      <w:r>
        <w:t>%</w:t>
      </w:r>
    </w:p>
    <w:p w:rsidR="00632BB0" w:rsidRDefault="0045715C" w:rsidP="00632BB0">
      <w:pPr>
        <w:pStyle w:val="ISMab"/>
      </w:pPr>
      <w:r>
        <w:rPr>
          <w:noProof/>
          <w:sz w:val="20"/>
          <w:lang w:val="en-US"/>
        </w:rPr>
        <w:pict>
          <v:shape id="AutoShape 435" o:spid="_x0000_s1270" type="#_x0000_t88" style="position:absolute;margin-left:175.35pt;margin-top:.85pt;width:7.25pt;height:47.85pt;z-index:251763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"/>
        </w:pict>
      </w:r>
      <w:r w:rsidR="00632BB0">
        <w:tab/>
      </w:r>
      <w:r w:rsidR="00632BB0">
        <w:tab/>
      </w:r>
      <w:r w:rsidR="00632BB0">
        <w:tab/>
      </w:r>
      <w:r w:rsidR="00632BB0">
        <w:rPr>
          <w:rFonts w:ascii="Times New Roman" w:hAnsi="Times New Roman"/>
          <w:i/>
        </w:rPr>
        <w:t>FV</w:t>
      </w:r>
      <w:r w:rsidR="00632BB0">
        <w:t xml:space="preserve"> = $2000</w:t>
      </w:r>
      <w:r w:rsidR="00312D5E" w:rsidRPr="00D1506C">
        <w:rPr>
          <w:position w:val="-32"/>
        </w:rPr>
        <w:object w:dxaOrig="1320" w:dyaOrig="760">
          <v:shape id="_x0000_i1324" type="#_x0000_t75" style="width:66.4pt;height:38.35pt" o:ole="" fillcolor="window">
            <v:imagedata r:id="rId533" o:title=""/>
          </v:shape>
          <o:OLEObject Type="Embed" ProgID="Equation.3" ShapeID="_x0000_i1324" DrawAspect="Content" ObjectID="_1654976694" r:id="rId534"/>
        </w:object>
      </w:r>
    </w:p>
    <w:p w:rsidR="00632BB0" w:rsidRDefault="00632BB0" w:rsidP="00632BB0">
      <w:pPr>
        <w:pStyle w:val="ISMab"/>
        <w:spacing w:after="60"/>
        <w:ind w:left="1080"/>
        <w:rPr>
          <w:u w:val="double"/>
        </w:rPr>
      </w:pPr>
      <w:r>
        <w:t xml:space="preserve">= </w:t>
      </w:r>
      <w:r>
        <w:rPr>
          <w:u w:val="double"/>
        </w:rPr>
        <w:t>$</w:t>
      </w:r>
      <w:r w:rsidR="00312D5E">
        <w:rPr>
          <w:u w:val="double"/>
        </w:rPr>
        <w:t>69,736.64</w:t>
      </w:r>
    </w:p>
    <w:p w:rsidR="00E92224" w:rsidRDefault="00E92224" w:rsidP="00632BB0">
      <w:pPr>
        <w:pStyle w:val="ISMab"/>
        <w:tabs>
          <w:tab w:val="clear" w:pos="540"/>
          <w:tab w:val="clear" w:pos="900"/>
          <w:tab w:val="left" w:pos="450"/>
          <w:tab w:val="left" w:pos="810"/>
        </w:tabs>
      </w:pPr>
    </w:p>
    <w:p w:rsidR="00E92224" w:rsidRDefault="00E92224" w:rsidP="00632BB0">
      <w:pPr>
        <w:pStyle w:val="ISMab"/>
        <w:tabs>
          <w:tab w:val="clear" w:pos="540"/>
          <w:tab w:val="clear" w:pos="900"/>
          <w:tab w:val="left" w:pos="450"/>
          <w:tab w:val="left" w:pos="810"/>
        </w:tabs>
      </w:pPr>
    </w:p>
    <w:p w:rsidR="00E92224" w:rsidRDefault="00E92224">
      <w:r>
        <w:br w:type="page"/>
      </w:r>
    </w:p>
    <w:p w:rsidR="00632BB0" w:rsidRDefault="00632BB0" w:rsidP="00632BB0">
      <w:pPr>
        <w:pStyle w:val="ISM"/>
      </w:pPr>
      <w:r>
        <w:lastRenderedPageBreak/>
        <w:tab/>
        <w:t>3.</w:t>
      </w:r>
      <w:r>
        <w:tab/>
        <w:t xml:space="preserve">The finance company will pay an amount equal to the present value of the </w:t>
      </w:r>
    </w:p>
    <w:p w:rsidR="00632BB0" w:rsidRDefault="00632BB0" w:rsidP="00632BB0">
      <w:pPr>
        <w:pStyle w:val="ISM"/>
      </w:pPr>
      <w:r>
        <w:tab/>
      </w:r>
      <w:r>
        <w:tab/>
        <w:t>15 payments discounted at its required rate of return.</w:t>
      </w:r>
    </w:p>
    <w:p w:rsidR="00632BB0" w:rsidRDefault="0045715C" w:rsidP="00632BB0">
      <w:pPr>
        <w:pStyle w:val="ISM"/>
      </w:pPr>
      <w:r>
        <w:rPr>
          <w:noProof/>
          <w:lang w:val="en-US"/>
        </w:rPr>
        <w:pict>
          <v:shape id="AutoShape 442" o:spid="_x0000_s1115" type="#_x0000_t61" style="position:absolute;margin-left:339.75pt;margin-top:.25pt;width:120.45pt;height:140.4pt;z-index:251770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" adj="-9836,12346" fillcolor="#cff">
            <v:fill opacity="25443f"/>
            <v:textbox inset="3.6pt,,3.6pt">
              <w:txbxContent>
                <w:p w:rsidR="00F95D40" w:rsidRDefault="00F95D40" w:rsidP="00632BB0">
                  <w:pPr>
                    <w:spacing w:line="300" w:lineRule="exact"/>
                    <w:ind w:right="42"/>
                    <w:jc w:val="right"/>
                  </w:pPr>
                  <w:r>
                    <w:t xml:space="preserve">21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C/Y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Default="00F95D40" w:rsidP="00632BB0">
                  <w:pPr>
                    <w:spacing w:line="300" w:lineRule="exact"/>
                    <w:ind w:right="42"/>
                    <w:jc w:val="right"/>
                    <w:rPr>
                      <w:spacing w:val="-2"/>
                      <w:bdr w:val="single" w:sz="12" w:space="0" w:color="auto"/>
                      <w:shd w:val="clear" w:color="auto" w:fill="C0C0C0"/>
                    </w:rPr>
                  </w:pPr>
                  <w:r>
                    <w:t xml:space="preserve">15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180.50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sym w:font="Symbol" w:char="F02D"/>
                  </w:r>
                  <w:r>
                    <w:t>2376.15</w:t>
                  </w:r>
                </w:p>
              </w:txbxContent>
            </v:textbox>
            <w10:wrap type="square"/>
          </v:shape>
        </w:pict>
      </w:r>
      <w:r w:rsidR="00632BB0">
        <w:tab/>
      </w:r>
      <w:r w:rsidR="00632BB0">
        <w:tab/>
      </w:r>
      <w:r w:rsidR="00632BB0">
        <w:rPr>
          <w:rFonts w:ascii="Times New Roman" w:hAnsi="Times New Roman"/>
          <w:i/>
        </w:rPr>
        <w:t>PMT</w:t>
      </w:r>
      <w:r w:rsidR="00632BB0">
        <w:t xml:space="preserve"> = $180.50, </w:t>
      </w:r>
      <w:r w:rsidR="00632BB0">
        <w:rPr>
          <w:rFonts w:ascii="Times New Roman" w:hAnsi="Times New Roman"/>
          <w:i/>
        </w:rPr>
        <w:t xml:space="preserve">n </w:t>
      </w:r>
      <w:r w:rsidR="00632BB0">
        <w:t xml:space="preserve">= 15, </w:t>
      </w:r>
      <w:proofErr w:type="spellStart"/>
      <w:r w:rsidR="00632BB0">
        <w:rPr>
          <w:rFonts w:ascii="Times New Roman" w:hAnsi="Times New Roman"/>
          <w:i/>
        </w:rPr>
        <w:t>i</w:t>
      </w:r>
      <w:proofErr w:type="spellEnd"/>
      <w:r w:rsidR="00632BB0">
        <w:rPr>
          <w:rFonts w:ascii="Times New Roman" w:hAnsi="Times New Roman"/>
          <w:i/>
        </w:rPr>
        <w:t xml:space="preserve"> </w:t>
      </w:r>
      <w:r w:rsidR="00632BB0">
        <w:t xml:space="preserve">= </w:t>
      </w:r>
      <w:r w:rsidR="00632BB0" w:rsidRPr="00480120">
        <w:rPr>
          <w:position w:val="-16"/>
        </w:rPr>
        <w:object w:dxaOrig="480" w:dyaOrig="440">
          <v:shape id="_x0000_i1325" type="#_x0000_t75" style="width:24.3pt;height:21.5pt" o:ole="" fillcolor="window">
            <v:imagedata r:id="rId535" o:title=""/>
          </v:shape>
          <o:OLEObject Type="Embed" ProgID="Equation.3" ShapeID="_x0000_i1325" DrawAspect="Content" ObjectID="_1654976695" r:id="rId536"/>
        </w:object>
      </w:r>
      <w:r w:rsidR="00632BB0">
        <w:t xml:space="preserve"> = 10.5%, </w:t>
      </w:r>
      <w:r w:rsidR="00632BB0">
        <w:rPr>
          <w:rFonts w:ascii="Times New Roman" w:hAnsi="Times New Roman"/>
          <w:i/>
        </w:rPr>
        <w:t>c</w:t>
      </w:r>
      <w:r w:rsidR="00632BB0">
        <w:t xml:space="preserve"> = </w:t>
      </w:r>
      <w:r w:rsidR="00632BB0" w:rsidRPr="00480120">
        <w:rPr>
          <w:position w:val="-16"/>
        </w:rPr>
        <w:object w:dxaOrig="300" w:dyaOrig="420">
          <v:shape id="_x0000_i1326" type="#_x0000_t75" style="width:14.95pt;height:20.55pt" o:ole="" fillcolor="window">
            <v:imagedata r:id="rId537" o:title=""/>
          </v:shape>
          <o:OLEObject Type="Embed" ProgID="Equation.3" ShapeID="_x0000_i1326" DrawAspect="Content" ObjectID="_1654976696" r:id="rId538"/>
        </w:object>
      </w:r>
      <w:r w:rsidR="00632BB0">
        <w:t xml:space="preserve"> = </w:t>
      </w:r>
      <w:r w:rsidR="00632BB0" w:rsidRPr="00480120">
        <w:rPr>
          <w:position w:val="-6"/>
        </w:rPr>
        <w:object w:dxaOrig="520" w:dyaOrig="320">
          <v:shape id="_x0000_i1327" type="#_x0000_t75" style="width:26.2pt;height:15.9pt" o:ole="" fillcolor="window">
            <v:imagedata r:id="rId539" o:title=""/>
          </v:shape>
          <o:OLEObject Type="Embed" ProgID="Equation.3" ShapeID="_x0000_i1327" DrawAspect="Content" ObjectID="_1654976697" r:id="rId540"/>
        </w:object>
      </w:r>
    </w:p>
    <w:p w:rsidR="00632BB0" w:rsidRDefault="0045715C" w:rsidP="00632BB0">
      <w:pPr>
        <w:pStyle w:val="ISM"/>
      </w:pPr>
      <w:r>
        <w:rPr>
          <w:noProof/>
          <w:sz w:val="20"/>
          <w:lang w:val="en-US"/>
        </w:rPr>
        <w:pict>
          <v:shape id="AutoShape 439" o:spid="_x0000_s1261" type="#_x0000_t88" style="position:absolute;margin-left:273.95pt;margin-top:6.65pt;width:8.7pt;height:102.95pt;z-index:251767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"/>
        </w:pict>
      </w:r>
      <w:r w:rsidR="00632BB0">
        <w:tab/>
      </w:r>
      <w:r w:rsidR="00632BB0">
        <w:tab/>
      </w:r>
      <w:r w:rsidR="00632BB0" w:rsidRPr="00480120">
        <w:rPr>
          <w:position w:val="-10"/>
        </w:rPr>
        <w:object w:dxaOrig="1420" w:dyaOrig="380">
          <v:shape id="_x0000_i1328" type="#_x0000_t75" style="width:71.05pt;height:18.7pt" o:ole="" fillcolor="window">
            <v:imagedata r:id="rId356" o:title=""/>
          </v:shape>
          <o:OLEObject Type="Embed" ProgID="Equation.3" ShapeID="_x0000_i1328" DrawAspect="Content" ObjectID="_1654976698" r:id="rId541"/>
        </w:object>
      </w:r>
      <w:r w:rsidR="00632BB0">
        <w:t xml:space="preserve"> = </w:t>
      </w:r>
      <w:r w:rsidR="00632BB0" w:rsidRPr="00480120">
        <w:rPr>
          <w:position w:val="-10"/>
        </w:rPr>
        <w:object w:dxaOrig="1120" w:dyaOrig="420">
          <v:shape id="_x0000_i1329" type="#_x0000_t75" style="width:56.1pt;height:20.55pt" o:ole="" fillcolor="window">
            <v:imagedata r:id="rId542" o:title=""/>
          </v:shape>
          <o:OLEObject Type="Embed" ProgID="Equation.3" ShapeID="_x0000_i1329" DrawAspect="Content" ObjectID="_1654976699" r:id="rId543"/>
        </w:object>
      </w:r>
      <w:r w:rsidR="00632BB0">
        <w:t>– 1 = 0.01678012</w:t>
      </w:r>
    </w:p>
    <w:p w:rsidR="00632BB0" w:rsidRDefault="00632BB0" w:rsidP="00632BB0">
      <w:pPr>
        <w:pStyle w:val="ISM"/>
        <w:rPr>
          <w:spacing w:val="-2"/>
        </w:rPr>
      </w:pPr>
      <w:r>
        <w:tab/>
      </w:r>
      <w:r>
        <w:tab/>
        <w:t xml:space="preserve">Price = </w:t>
      </w:r>
      <w:r w:rsidRPr="00480120">
        <w:rPr>
          <w:spacing w:val="-2"/>
          <w:position w:val="-34"/>
        </w:rPr>
        <w:object w:dxaOrig="2380" w:dyaOrig="780">
          <v:shape id="_x0000_i1330" type="#_x0000_t75" style="width:117.8pt;height:38.35pt" o:ole="" fillcolor="window">
            <v:imagedata r:id="rId293" o:title=""/>
          </v:shape>
          <o:OLEObject Type="Embed" ProgID="Equation.3" ShapeID="_x0000_i1330" DrawAspect="Content" ObjectID="_1654976700" r:id="rId544"/>
        </w:object>
      </w:r>
    </w:p>
    <w:p w:rsidR="00632BB0" w:rsidRDefault="00632BB0" w:rsidP="00632BB0">
      <w:pPr>
        <w:pStyle w:val="ISM"/>
        <w:ind w:left="1710"/>
      </w:pPr>
      <w:r>
        <w:rPr>
          <w:spacing w:val="-2"/>
        </w:rPr>
        <w:t xml:space="preserve">= </w:t>
      </w:r>
      <w:r>
        <w:t>$180.50</w:t>
      </w:r>
      <w:r w:rsidRPr="00480120">
        <w:rPr>
          <w:position w:val="-34"/>
        </w:rPr>
        <w:object w:dxaOrig="2120" w:dyaOrig="780">
          <v:shape id="_x0000_i1331" type="#_x0000_t75" style="width:105.65pt;height:38.35pt" o:ole="" fillcolor="window">
            <v:imagedata r:id="rId545" o:title=""/>
          </v:shape>
          <o:OLEObject Type="Embed" ProgID="Equation.3" ShapeID="_x0000_i1331" DrawAspect="Content" ObjectID="_1654976701" r:id="rId546"/>
        </w:object>
      </w:r>
    </w:p>
    <w:p w:rsidR="00632BB0" w:rsidRDefault="00632BB0" w:rsidP="00632BB0">
      <w:pPr>
        <w:pStyle w:val="ISM"/>
        <w:ind w:left="1710"/>
      </w:pPr>
      <w:r>
        <w:t xml:space="preserve">= </w:t>
      </w:r>
      <w:r>
        <w:rPr>
          <w:u w:val="double"/>
        </w:rPr>
        <w:t>$2376.15</w:t>
      </w:r>
    </w:p>
    <w:p w:rsidR="00632BB0" w:rsidRDefault="00632BB0" w:rsidP="00632BB0">
      <w:pPr>
        <w:pStyle w:val="ISM"/>
        <w:spacing w:after="240" w:line="360" w:lineRule="auto"/>
      </w:pPr>
      <w:r>
        <w:tab/>
      </w:r>
      <w:r>
        <w:tab/>
        <w:t>The finance company will pay $2376.15 for the contract.</w:t>
      </w:r>
    </w:p>
    <w:p w:rsidR="00632BB0" w:rsidRDefault="00632BB0" w:rsidP="00632BB0">
      <w:pPr>
        <w:pStyle w:val="ISM"/>
      </w:pPr>
      <w:r>
        <w:tab/>
        <w:t>5</w:t>
      </w:r>
      <w:r w:rsidR="00E350F6">
        <w:t>.</w:t>
      </w:r>
      <w:r>
        <w:tab/>
        <w:t>The amount of the lost wages plus interest at the end of the 2</w:t>
      </w:r>
      <w:r>
        <w:noBreakHyphen/>
        <w:t>year period was</w:t>
      </w:r>
    </w:p>
    <w:p w:rsidR="00632BB0" w:rsidRDefault="00632BB0" w:rsidP="00632BB0">
      <w:pPr>
        <w:pStyle w:val="ISM"/>
      </w:pPr>
      <w:r>
        <w:tab/>
      </w:r>
      <w:r>
        <w:tab/>
      </w:r>
      <w:r>
        <w:tab/>
      </w:r>
      <w:r>
        <w:tab/>
      </w:r>
      <w:r w:rsidRPr="00480120">
        <w:rPr>
          <w:position w:val="-34"/>
        </w:rPr>
        <w:object w:dxaOrig="2240" w:dyaOrig="780">
          <v:shape id="_x0000_i1332" type="#_x0000_t75" style="width:112.2pt;height:38.35pt" o:ole="" fillcolor="window">
            <v:imagedata r:id="rId547" o:title=""/>
          </v:shape>
          <o:OLEObject Type="Embed" ProgID="Equation.3" ShapeID="_x0000_i1332" DrawAspect="Content" ObjectID="_1654976702" r:id="rId548"/>
        </w:object>
      </w:r>
      <w:r>
        <w:t xml:space="preserve"> = $5500</w:t>
      </w:r>
      <w:r w:rsidR="007E51A4" w:rsidRPr="007E51A4">
        <w:rPr>
          <w:position w:val="-32"/>
        </w:rPr>
        <w:object w:dxaOrig="1440" w:dyaOrig="760">
          <v:shape id="_x0000_i1333" type="#_x0000_t75" style="width:1in;height:38.35pt" o:ole="" fillcolor="window">
            <v:imagedata r:id="rId549" o:title=""/>
          </v:shape>
          <o:OLEObject Type="Embed" ProgID="Equation.3" ShapeID="_x0000_i1333" DrawAspect="Content" ObjectID="_1654976703" r:id="rId550"/>
        </w:object>
      </w:r>
      <w:r>
        <w:t xml:space="preserve"> = $13</w:t>
      </w:r>
      <w:r w:rsidR="007E51A4">
        <w:t>5,865.50</w:t>
      </w:r>
    </w:p>
    <w:p w:rsidR="00632BB0" w:rsidRDefault="00632BB0" w:rsidP="00632BB0">
      <w:pPr>
        <w:pStyle w:val="ISM"/>
      </w:pPr>
      <w:r>
        <w:tab/>
      </w:r>
      <w:r>
        <w:tab/>
        <w:t>This amount plus additional interest to the judgment date is</w:t>
      </w:r>
    </w:p>
    <w:p w:rsidR="00632BB0" w:rsidRDefault="00632BB0" w:rsidP="00632BB0">
      <w:pPr>
        <w:pStyle w:val="ISM"/>
        <w:spacing w:after="240"/>
        <w:rPr>
          <w:u w:val="double"/>
        </w:rPr>
      </w:pPr>
      <w:r>
        <w:tab/>
      </w:r>
      <w:r>
        <w:tab/>
      </w:r>
      <w:r>
        <w:tab/>
      </w:r>
      <w:r>
        <w:tab/>
      </w:r>
      <w:r w:rsidRPr="00480120">
        <w:rPr>
          <w:position w:val="-12"/>
        </w:rPr>
        <w:object w:dxaOrig="1560" w:dyaOrig="420">
          <v:shape id="_x0000_i1334" type="#_x0000_t75" style="width:77.6pt;height:20.55pt" o:ole="" fillcolor="window">
            <v:imagedata r:id="rId16" o:title=""/>
          </v:shape>
          <o:OLEObject Type="Embed" ProgID="Equation.2" ShapeID="_x0000_i1334" DrawAspect="Content" ObjectID="_1654976704" r:id="rId551"/>
        </w:object>
      </w:r>
      <w:r>
        <w:t xml:space="preserve"> = $13</w:t>
      </w:r>
      <w:r w:rsidR="007E51A4">
        <w:t>5,865.50</w:t>
      </w:r>
      <w:r w:rsidR="00EC096C" w:rsidRPr="00480120">
        <w:rPr>
          <w:position w:val="-10"/>
        </w:rPr>
        <w:object w:dxaOrig="920" w:dyaOrig="380">
          <v:shape id="_x0000_i1335" type="#_x0000_t75" style="width:45.8pt;height:18.7pt" o:ole="" fillcolor="window">
            <v:imagedata r:id="rId552" o:title=""/>
          </v:shape>
          <o:OLEObject Type="Embed" ProgID="Equation.3" ShapeID="_x0000_i1335" DrawAspect="Content" ObjectID="_1654976705" r:id="rId553"/>
        </w:object>
      </w:r>
      <w:r>
        <w:t xml:space="preserve"> = </w:t>
      </w:r>
      <w:r>
        <w:rPr>
          <w:u w:val="double"/>
        </w:rPr>
        <w:t>$1</w:t>
      </w:r>
      <w:r w:rsidR="007E51A4">
        <w:rPr>
          <w:u w:val="double"/>
        </w:rPr>
        <w:t>38,953.22</w:t>
      </w:r>
    </w:p>
    <w:p w:rsidR="00632BB0" w:rsidRDefault="00632BB0" w:rsidP="00632BB0">
      <w:pPr>
        <w:pStyle w:val="ISM"/>
      </w:pPr>
      <w:r>
        <w:tab/>
        <w:t>7.</w:t>
      </w:r>
      <w:r>
        <w:tab/>
        <w:t>The minimum amount is the present value of the payments, discounted</w:t>
      </w:r>
    </w:p>
    <w:p w:rsidR="00632BB0" w:rsidRDefault="00632BB0" w:rsidP="00632BB0">
      <w:pPr>
        <w:pStyle w:val="ISM"/>
      </w:pPr>
      <w:r>
        <w:tab/>
      </w:r>
      <w:r>
        <w:tab/>
        <w:t xml:space="preserve">at </w:t>
      </w:r>
      <w:r w:rsidR="002B5630">
        <w:t>2.5</w:t>
      </w:r>
      <w:r>
        <w:t>% compounded semiannually.</w:t>
      </w:r>
    </w:p>
    <w:p w:rsidR="00632BB0" w:rsidRDefault="00632BB0" w:rsidP="00632BB0">
      <w:pPr>
        <w:pStyle w:val="ISM"/>
      </w:pPr>
      <w:r>
        <w:tab/>
      </w:r>
      <w:r>
        <w:tab/>
      </w:r>
      <w:r>
        <w:rPr>
          <w:rFonts w:ascii="Times New Roman" w:hAnsi="Times New Roman"/>
          <w:i/>
        </w:rPr>
        <w:t>PMT</w:t>
      </w:r>
      <w:r>
        <w:t xml:space="preserve"> = $1000, </w:t>
      </w:r>
      <w:r>
        <w:rPr>
          <w:rFonts w:ascii="Times New Roman" w:hAnsi="Times New Roman"/>
          <w:i/>
        </w:rPr>
        <w:t xml:space="preserve">n </w:t>
      </w:r>
      <w:r>
        <w:t xml:space="preserve">= 12(12) = 144, </w:t>
      </w:r>
      <w:proofErr w:type="spellStart"/>
      <w:r>
        <w:rPr>
          <w:rFonts w:ascii="Times New Roman" w:hAnsi="Times New Roman"/>
          <w:i/>
        </w:rPr>
        <w:t>i</w:t>
      </w:r>
      <w:proofErr w:type="spellEnd"/>
      <w:r>
        <w:rPr>
          <w:rFonts w:ascii="Times New Roman" w:hAnsi="Times New Roman"/>
          <w:i/>
        </w:rPr>
        <w:t xml:space="preserve"> </w:t>
      </w:r>
      <w:r>
        <w:t xml:space="preserve">= </w:t>
      </w:r>
      <w:r w:rsidR="00871022" w:rsidRPr="00871022">
        <w:rPr>
          <w:position w:val="-12"/>
        </w:rPr>
        <w:object w:dxaOrig="420" w:dyaOrig="360">
          <v:shape id="_x0000_i1336" type="#_x0000_t75" style="width:20.55pt;height:18.7pt" o:ole="" fillcolor="window">
            <v:imagedata r:id="rId554" o:title=""/>
          </v:shape>
          <o:OLEObject Type="Embed" ProgID="Equation.3" ShapeID="_x0000_i1336" DrawAspect="Content" ObjectID="_1654976706" r:id="rId555"/>
        </w:object>
      </w:r>
      <w:r>
        <w:t xml:space="preserve"> = </w:t>
      </w:r>
      <w:r w:rsidR="00871022">
        <w:t>1.25</w:t>
      </w:r>
      <w:r>
        <w:t>%,</w:t>
      </w:r>
    </w:p>
    <w:p w:rsidR="00632BB0" w:rsidRDefault="00632BB0" w:rsidP="00632BB0">
      <w:pPr>
        <w:pStyle w:val="ISM"/>
      </w:pPr>
      <w:r>
        <w:tab/>
      </w:r>
      <w:r>
        <w:tab/>
      </w:r>
      <w:r w:rsidR="00871022" w:rsidRPr="00480120">
        <w:rPr>
          <w:position w:val="-28"/>
        </w:rPr>
        <w:object w:dxaOrig="3820" w:dyaOrig="660">
          <v:shape id="_x0000_i1337" type="#_x0000_t75" style="width:188.9pt;height:33.65pt" o:ole="" fillcolor="window">
            <v:imagedata r:id="rId556" o:title=""/>
          </v:shape>
          <o:OLEObject Type="Embed" ProgID="Equation.3" ShapeID="_x0000_i1337" DrawAspect="Content" ObjectID="_1654976707" r:id="rId557"/>
        </w:object>
      </w:r>
      <w:r>
        <w:t xml:space="preserve">= </w:t>
      </w:r>
      <w:r w:rsidRPr="00480120">
        <w:rPr>
          <w:position w:val="-22"/>
        </w:rPr>
        <w:object w:dxaOrig="340" w:dyaOrig="580">
          <v:shape id="_x0000_i1338" type="#_x0000_t75" style="width:16.85pt;height:29pt" o:ole="" fillcolor="window">
            <v:imagedata r:id="rId558" o:title=""/>
          </v:shape>
          <o:OLEObject Type="Embed" ProgID="Equation.3" ShapeID="_x0000_i1338" DrawAspect="Content" ObjectID="_1654976708" r:id="rId559"/>
        </w:object>
      </w:r>
      <w:r>
        <w:t xml:space="preserve"> = </w:t>
      </w:r>
      <w:r w:rsidRPr="00480120">
        <w:rPr>
          <w:position w:val="-6"/>
        </w:rPr>
        <w:object w:dxaOrig="520" w:dyaOrig="320">
          <v:shape id="_x0000_i1339" type="#_x0000_t75" style="width:26.2pt;height:15.9pt" o:ole="" fillcolor="window">
            <v:imagedata r:id="rId560" o:title=""/>
          </v:shape>
          <o:OLEObject Type="Embed" ProgID="Equation.3" ShapeID="_x0000_i1339" DrawAspect="Content" ObjectID="_1654976709" r:id="rId561"/>
        </w:object>
      </w:r>
    </w:p>
    <w:p w:rsidR="00632BB0" w:rsidRDefault="00632BB0" w:rsidP="00632BB0">
      <w:pPr>
        <w:pStyle w:val="ISM"/>
      </w:pPr>
      <w:r>
        <w:tab/>
      </w:r>
      <w:r>
        <w:tab/>
      </w:r>
      <w:r w:rsidRPr="00480120">
        <w:rPr>
          <w:position w:val="-10"/>
        </w:rPr>
        <w:object w:dxaOrig="1420" w:dyaOrig="380">
          <v:shape id="_x0000_i1340" type="#_x0000_t75" style="width:71.05pt;height:18.7pt" o:ole="" fillcolor="window">
            <v:imagedata r:id="rId356" o:title=""/>
          </v:shape>
          <o:OLEObject Type="Embed" ProgID="Equation.3" ShapeID="_x0000_i1340" DrawAspect="Content" ObjectID="_1654976710" r:id="rId562"/>
        </w:object>
      </w:r>
      <w:r>
        <w:t xml:space="preserve">= </w:t>
      </w:r>
      <w:r w:rsidR="00871022" w:rsidRPr="00480120">
        <w:rPr>
          <w:position w:val="-10"/>
        </w:rPr>
        <w:object w:dxaOrig="1120" w:dyaOrig="400">
          <v:shape id="_x0000_i1341" type="#_x0000_t75" style="width:56.1pt;height:20.55pt" o:ole="" fillcolor="window">
            <v:imagedata r:id="rId563" o:title=""/>
          </v:shape>
          <o:OLEObject Type="Embed" ProgID="Equation.3" ShapeID="_x0000_i1341" DrawAspect="Content" ObjectID="_1654976711" r:id="rId564"/>
        </w:object>
      </w:r>
      <w:r>
        <w:t>– 1 = 0.</w:t>
      </w:r>
      <w:r w:rsidR="00871022">
        <w:t>002072565</w:t>
      </w:r>
    </w:p>
    <w:p w:rsidR="00632BB0" w:rsidRDefault="00632BB0" w:rsidP="00632BB0">
      <w:pPr>
        <w:pStyle w:val="ISM"/>
        <w:spacing w:after="180"/>
        <w:rPr>
          <w:u w:val="double"/>
        </w:rPr>
      </w:pPr>
      <w:r>
        <w:tab/>
      </w:r>
      <w:r>
        <w:tab/>
      </w:r>
      <w:r w:rsidRPr="00480120">
        <w:rPr>
          <w:spacing w:val="-2"/>
          <w:position w:val="-34"/>
        </w:rPr>
        <w:object w:dxaOrig="2380" w:dyaOrig="780">
          <v:shape id="_x0000_i1342" type="#_x0000_t75" style="width:117.8pt;height:38.35pt" o:ole="" fillcolor="window">
            <v:imagedata r:id="rId293" o:title=""/>
          </v:shape>
          <o:OLEObject Type="Embed" ProgID="Equation.3" ShapeID="_x0000_i1342" DrawAspect="Content" ObjectID="_1654976712" r:id="rId565"/>
        </w:object>
      </w:r>
      <w:r>
        <w:t xml:space="preserve"> = $1000</w:t>
      </w:r>
      <w:r w:rsidR="00871022" w:rsidRPr="00871022">
        <w:rPr>
          <w:position w:val="-32"/>
        </w:rPr>
        <w:object w:dxaOrig="2180" w:dyaOrig="760">
          <v:shape id="_x0000_i1343" type="#_x0000_t75" style="width:109.4pt;height:38.35pt" o:ole="" fillcolor="window">
            <v:imagedata r:id="rId566" o:title=""/>
          </v:shape>
          <o:OLEObject Type="Embed" ProgID="Equation.3" ShapeID="_x0000_i1343" DrawAspect="Content" ObjectID="_1654976713" r:id="rId567"/>
        </w:object>
      </w:r>
      <w:r>
        <w:t xml:space="preserve"> = </w:t>
      </w:r>
      <w:r>
        <w:rPr>
          <w:u w:val="double"/>
        </w:rPr>
        <w:t>$</w:t>
      </w:r>
      <w:r w:rsidR="00871022">
        <w:rPr>
          <w:u w:val="double"/>
        </w:rPr>
        <w:t>124,388.36</w:t>
      </w:r>
    </w:p>
    <w:p w:rsidR="00632BB0" w:rsidRDefault="00632BB0" w:rsidP="00632BB0"/>
    <w:p w:rsidR="00632BB0" w:rsidRDefault="00632BB0" w:rsidP="00632BB0">
      <w:pPr>
        <w:pStyle w:val="ISM"/>
      </w:pPr>
      <w:r>
        <w:tab/>
      </w:r>
      <w:r w:rsidR="00E350F6">
        <w:t>9</w:t>
      </w:r>
      <w:r>
        <w:t>.</w:t>
      </w:r>
      <w:r>
        <w:tab/>
        <w:t>For the first 2 years,</w:t>
      </w:r>
      <w:r>
        <w:rPr>
          <w:rFonts w:ascii="Times New Roman" w:hAnsi="Times New Roman"/>
          <w:i/>
        </w:rPr>
        <w:t xml:space="preserve"> PMT</w:t>
      </w:r>
      <w:r>
        <w:t xml:space="preserve"> = $300, </w:t>
      </w:r>
      <w:r>
        <w:rPr>
          <w:rFonts w:ascii="Times New Roman" w:hAnsi="Times New Roman"/>
          <w:i/>
        </w:rPr>
        <w:t xml:space="preserve">n </w:t>
      </w:r>
      <w:r>
        <w:t xml:space="preserve">= 2(12) = 24, </w:t>
      </w:r>
      <w:proofErr w:type="spellStart"/>
      <w:r>
        <w:rPr>
          <w:rFonts w:ascii="Times New Roman" w:hAnsi="Times New Roman"/>
          <w:i/>
        </w:rPr>
        <w:t>i</w:t>
      </w:r>
      <w:proofErr w:type="spellEnd"/>
      <w:r>
        <w:rPr>
          <w:rFonts w:ascii="Times New Roman" w:hAnsi="Times New Roman"/>
          <w:i/>
        </w:rPr>
        <w:t xml:space="preserve"> </w:t>
      </w:r>
      <w:r>
        <w:t xml:space="preserve">= </w:t>
      </w:r>
      <w:r w:rsidRPr="00480120">
        <w:rPr>
          <w:position w:val="-14"/>
        </w:rPr>
        <w:object w:dxaOrig="340" w:dyaOrig="400">
          <v:shape id="_x0000_i1344" type="#_x0000_t75" style="width:16.85pt;height:20.55pt" o:ole="" fillcolor="window">
            <v:imagedata r:id="rId568" o:title=""/>
          </v:shape>
          <o:OLEObject Type="Embed" ProgID="Equation.3" ShapeID="_x0000_i1344" DrawAspect="Content" ObjectID="_1654976714" r:id="rId569"/>
        </w:object>
      </w:r>
      <w:r>
        <w:t xml:space="preserve"> = 0.75%</w:t>
      </w:r>
    </w:p>
    <w:p w:rsidR="00632BB0" w:rsidRDefault="00632BB0" w:rsidP="00632BB0">
      <w:pPr>
        <w:pStyle w:val="ISM"/>
      </w:pPr>
      <w:r>
        <w:tab/>
      </w:r>
      <w:r>
        <w:tab/>
        <w:t>For the subsequent 3 years,</w:t>
      </w:r>
      <w:r>
        <w:rPr>
          <w:rFonts w:ascii="Times New Roman" w:hAnsi="Times New Roman"/>
          <w:i/>
        </w:rPr>
        <w:t xml:space="preserve"> PMT</w:t>
      </w:r>
      <w:r>
        <w:t xml:space="preserve"> = $300, </w:t>
      </w:r>
      <w:r>
        <w:rPr>
          <w:rFonts w:ascii="Times New Roman" w:hAnsi="Times New Roman"/>
          <w:i/>
        </w:rPr>
        <w:t>n</w:t>
      </w:r>
      <w:r>
        <w:t xml:space="preserve"> = 36, </w:t>
      </w:r>
      <w:proofErr w:type="spellStart"/>
      <w:r>
        <w:rPr>
          <w:rFonts w:ascii="Times New Roman" w:hAnsi="Times New Roman"/>
          <w:i/>
        </w:rPr>
        <w:t>i</w:t>
      </w:r>
      <w:proofErr w:type="spellEnd"/>
      <w:r>
        <w:rPr>
          <w:rFonts w:ascii="Times New Roman" w:hAnsi="Times New Roman"/>
          <w:i/>
        </w:rPr>
        <w:t xml:space="preserve"> </w:t>
      </w:r>
      <w:r>
        <w:t xml:space="preserve">= </w:t>
      </w:r>
      <w:r w:rsidRPr="00480120">
        <w:rPr>
          <w:position w:val="-14"/>
        </w:rPr>
        <w:object w:dxaOrig="480" w:dyaOrig="400">
          <v:shape id="_x0000_i1345" type="#_x0000_t75" style="width:24.3pt;height:20.55pt" o:ole="" fillcolor="window">
            <v:imagedata r:id="rId570" o:title=""/>
          </v:shape>
          <o:OLEObject Type="Embed" ProgID="Equation.3" ShapeID="_x0000_i1345" DrawAspect="Content" ObjectID="_1654976715" r:id="rId571"/>
        </w:object>
      </w:r>
      <w:r>
        <w:t xml:space="preserve"> = 0.625%</w:t>
      </w:r>
    </w:p>
    <w:p w:rsidR="00632BB0" w:rsidRDefault="00632BB0" w:rsidP="00632BB0">
      <w:pPr>
        <w:pStyle w:val="ISM"/>
      </w:pPr>
      <w:r>
        <w:tab/>
      </w:r>
      <w:r>
        <w:tab/>
        <w:t>The future value, 2 years from now, of the first 24 payments is</w:t>
      </w:r>
    </w:p>
    <w:p w:rsidR="00632BB0" w:rsidRDefault="00632BB0" w:rsidP="00632BB0">
      <w:pPr>
        <w:pStyle w:val="ISM"/>
      </w:pPr>
      <w:r>
        <w:tab/>
      </w:r>
      <w:r>
        <w:tab/>
      </w:r>
      <w:r>
        <w:tab/>
      </w:r>
      <w:r>
        <w:tab/>
      </w:r>
      <w:r w:rsidRPr="00480120">
        <w:rPr>
          <w:position w:val="-34"/>
        </w:rPr>
        <w:object w:dxaOrig="2240" w:dyaOrig="780">
          <v:shape id="_x0000_i1346" type="#_x0000_t75" style="width:112.2pt;height:38.35pt" o:ole="" fillcolor="window">
            <v:imagedata r:id="rId297" o:title=""/>
          </v:shape>
          <o:OLEObject Type="Embed" ProgID="Equation.3" ShapeID="_x0000_i1346" DrawAspect="Content" ObjectID="_1654976716" r:id="rId572"/>
        </w:object>
      </w:r>
      <w:r>
        <w:t xml:space="preserve"> = $300</w:t>
      </w:r>
      <w:r w:rsidRPr="00480120">
        <w:rPr>
          <w:position w:val="-34"/>
        </w:rPr>
        <w:object w:dxaOrig="1520" w:dyaOrig="780">
          <v:shape id="_x0000_i1347" type="#_x0000_t75" style="width:75.75pt;height:38.35pt" o:ole="" fillcolor="window">
            <v:imagedata r:id="rId573" o:title=""/>
          </v:shape>
          <o:OLEObject Type="Embed" ProgID="Equation.3" ShapeID="_x0000_i1347" DrawAspect="Content" ObjectID="_1654976717" r:id="rId574"/>
        </w:object>
      </w:r>
      <w:r>
        <w:t xml:space="preserve"> = $7856.54</w:t>
      </w:r>
    </w:p>
    <w:p w:rsidR="00632BB0" w:rsidRDefault="00632BB0" w:rsidP="00632BB0">
      <w:pPr>
        <w:pStyle w:val="ISM"/>
      </w:pPr>
      <w:r>
        <w:tab/>
      </w:r>
      <w:r>
        <w:tab/>
        <w:t>The future value, 5 years from now, of this amount and the last 36 payments is</w:t>
      </w:r>
    </w:p>
    <w:p w:rsidR="00632BB0" w:rsidRDefault="00632BB0" w:rsidP="00632BB0">
      <w:pPr>
        <w:pStyle w:val="ISM"/>
        <w:rPr>
          <w:u w:val="double"/>
        </w:rPr>
      </w:pPr>
      <w:r>
        <w:tab/>
      </w:r>
      <w:r>
        <w:tab/>
      </w:r>
      <w:r>
        <w:tab/>
      </w:r>
      <w:r>
        <w:tab/>
        <w:t>$7856.54</w:t>
      </w:r>
      <w:r w:rsidRPr="00480120">
        <w:rPr>
          <w:position w:val="-10"/>
        </w:rPr>
        <w:object w:dxaOrig="1200" w:dyaOrig="380">
          <v:shape id="_x0000_i1348" type="#_x0000_t75" style="width:59.85pt;height:18.7pt" o:ole="" fillcolor="window">
            <v:imagedata r:id="rId575" o:title=""/>
          </v:shape>
          <o:OLEObject Type="Embed" ProgID="Equation.3" ShapeID="_x0000_i1348" DrawAspect="Content" ObjectID="_1654976718" r:id="rId576"/>
        </w:object>
      </w:r>
      <w:r>
        <w:t xml:space="preserve"> + $300</w:t>
      </w:r>
      <w:r w:rsidRPr="00480120">
        <w:rPr>
          <w:position w:val="-34"/>
        </w:rPr>
        <w:object w:dxaOrig="1640" w:dyaOrig="780">
          <v:shape id="_x0000_i1349" type="#_x0000_t75" style="width:81.35pt;height:38.35pt" o:ole="" fillcolor="window">
            <v:imagedata r:id="rId577" o:title=""/>
          </v:shape>
          <o:OLEObject Type="Embed" ProgID="Equation.3" ShapeID="_x0000_i1349" DrawAspect="Content" ObjectID="_1654976719" r:id="rId578"/>
        </w:object>
      </w:r>
      <w:r>
        <w:t xml:space="preserve"> = </w:t>
      </w:r>
      <w:r>
        <w:rPr>
          <w:u w:val="double"/>
        </w:rPr>
        <w:t>$21,901.45</w:t>
      </w:r>
    </w:p>
    <w:p w:rsidR="00FD29B6" w:rsidRDefault="00FD29B6" w:rsidP="00632BB0">
      <w:pPr>
        <w:pStyle w:val="ISM"/>
      </w:pPr>
    </w:p>
    <w:p w:rsidR="00FD29B6" w:rsidRDefault="00FD29B6" w:rsidP="00632BB0">
      <w:pPr>
        <w:pStyle w:val="ISM"/>
      </w:pPr>
    </w:p>
    <w:p w:rsidR="00FD29B6" w:rsidRDefault="00FD29B6">
      <w:r>
        <w:br w:type="page"/>
      </w:r>
    </w:p>
    <w:p w:rsidR="00632BB0" w:rsidRDefault="00632BB0" w:rsidP="00632BB0">
      <w:pPr>
        <w:pStyle w:val="ISM"/>
      </w:pPr>
      <w:r>
        <w:lastRenderedPageBreak/>
        <w:tab/>
      </w:r>
      <w:r w:rsidR="00E350F6">
        <w:t>11</w:t>
      </w:r>
      <w:r>
        <w:t>.</w:t>
      </w:r>
      <w:r>
        <w:tab/>
        <w:t xml:space="preserve">The amount (future value) in Dr. Krawchuk’s RRSP </w:t>
      </w:r>
    </w:p>
    <w:p w:rsidR="00632BB0" w:rsidRDefault="0045715C" w:rsidP="00632BB0">
      <w:pPr>
        <w:pStyle w:val="ISM"/>
      </w:pPr>
      <w:r>
        <w:rPr>
          <w:noProof/>
          <w:lang w:val="en-US"/>
        </w:rPr>
        <w:pict>
          <v:shape id="AutoShape 456" o:spid="_x0000_s1122" type="#_x0000_t61" style="position:absolute;margin-left:328.65pt;margin-top:5.55pt;width:131.2pt;height:132.1pt;z-index:251784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" adj="-17094,8413" fillcolor="#cff">
            <v:fill opacity="25443f"/>
            <v:textbox inset="3.6pt,,3.6pt">
              <w:txbxContent>
                <w:p w:rsidR="00F95D40" w:rsidRDefault="00F95D40" w:rsidP="00632BB0">
                  <w:pPr>
                    <w:spacing w:line="300" w:lineRule="exact"/>
                    <w:ind w:right="42"/>
                    <w:jc w:val="right"/>
                  </w:pPr>
                  <w:r>
                    <w:t xml:space="preserve">10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632BB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4)</w:t>
                  </w:r>
                </w:p>
                <w:p w:rsidR="00F95D40" w:rsidRDefault="00F95D40" w:rsidP="00632BB0">
                  <w:pPr>
                    <w:spacing w:line="300" w:lineRule="exact"/>
                    <w:ind w:right="42"/>
                    <w:jc w:val="right"/>
                    <w:rPr>
                      <w:spacing w:val="-2"/>
                      <w:bdr w:val="single" w:sz="12" w:space="0" w:color="auto"/>
                      <w:shd w:val="clear" w:color="auto" w:fill="C0C0C0"/>
                    </w:rPr>
                  </w:pPr>
                  <w:r>
                    <w:t xml:space="preserve">24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2000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64,698.076</w:t>
                  </w:r>
                </w:p>
              </w:txbxContent>
            </v:textbox>
            <w10:wrap type="square"/>
          </v:shape>
        </w:pict>
      </w:r>
      <w:r w:rsidR="00632BB0">
        <w:tab/>
      </w:r>
      <w:r w:rsidR="00632BB0">
        <w:tab/>
        <w:t>when he left general practice was</w:t>
      </w:r>
    </w:p>
    <w:p w:rsidR="00632BB0" w:rsidRDefault="0045715C" w:rsidP="00632BB0">
      <w:pPr>
        <w:pStyle w:val="ISM"/>
        <w:ind w:left="1080"/>
      </w:pPr>
      <w:r>
        <w:rPr>
          <w:noProof/>
          <w:sz w:val="20"/>
          <w:lang w:val="en-US"/>
        </w:rPr>
        <w:pict>
          <v:shape id="AutoShape 444" o:spid="_x0000_s1210" type="#_x0000_t88" style="position:absolute;left:0;text-align:left;margin-left:189.85pt;margin-top:1.65pt;width:10.15pt;height:85.55pt;z-index:251772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"/>
        </w:pict>
      </w:r>
      <w:r w:rsidR="00632BB0" w:rsidRPr="00480120">
        <w:rPr>
          <w:position w:val="-34"/>
        </w:rPr>
        <w:object w:dxaOrig="2240" w:dyaOrig="780">
          <v:shape id="_x0000_i1350" type="#_x0000_t75" style="width:112.2pt;height:38.35pt" o:ole="" fillcolor="window">
            <v:imagedata r:id="rId579" o:title=""/>
          </v:shape>
          <o:OLEObject Type="Embed" ProgID="Equation.3" ShapeID="_x0000_i1350" DrawAspect="Content" ObjectID="_1654976720" r:id="rId580"/>
        </w:object>
      </w:r>
    </w:p>
    <w:p w:rsidR="00632BB0" w:rsidRDefault="00632BB0" w:rsidP="00632BB0">
      <w:pPr>
        <w:pStyle w:val="ISM"/>
        <w:ind w:left="1350"/>
      </w:pPr>
      <w:r>
        <w:t xml:space="preserve">  = $2000</w:t>
      </w:r>
      <w:r w:rsidRPr="00480120">
        <w:rPr>
          <w:position w:val="-34"/>
        </w:rPr>
        <w:object w:dxaOrig="1400" w:dyaOrig="780">
          <v:shape id="_x0000_i1351" type="#_x0000_t75" style="width:70.15pt;height:38.35pt" o:ole="" fillcolor="window">
            <v:imagedata r:id="rId581" o:title=""/>
          </v:shape>
          <o:OLEObject Type="Embed" ProgID="Equation.3" ShapeID="_x0000_i1351" DrawAspect="Content" ObjectID="_1654976721" r:id="rId582"/>
        </w:object>
      </w:r>
    </w:p>
    <w:p w:rsidR="00632BB0" w:rsidRDefault="00632BB0" w:rsidP="00632BB0">
      <w:pPr>
        <w:pStyle w:val="ISM"/>
        <w:ind w:left="1350"/>
      </w:pPr>
      <w:r>
        <w:t xml:space="preserve">  = $64,698.076</w:t>
      </w:r>
    </w:p>
    <w:p w:rsidR="00632BB0" w:rsidRDefault="00632BB0" w:rsidP="00632BB0">
      <w:pPr>
        <w:pStyle w:val="ISM"/>
      </w:pPr>
    </w:p>
    <w:p w:rsidR="00632BB0" w:rsidRDefault="00632BB0" w:rsidP="00632BB0">
      <w:pPr>
        <w:pStyle w:val="ISM"/>
      </w:pPr>
    </w:p>
    <w:p w:rsidR="00434FFD" w:rsidRDefault="00434FFD" w:rsidP="00632BB0">
      <w:pPr>
        <w:pStyle w:val="ISM"/>
      </w:pPr>
    </w:p>
    <w:p w:rsidR="00B4746E" w:rsidRDefault="00B4746E" w:rsidP="00632BB0">
      <w:pPr>
        <w:pStyle w:val="ISM"/>
      </w:pPr>
    </w:p>
    <w:p w:rsidR="00632BB0" w:rsidRDefault="00B4746E" w:rsidP="00632BB0">
      <w:pPr>
        <w:pStyle w:val="ISM"/>
      </w:pPr>
      <w:r>
        <w:tab/>
      </w:r>
      <w:r>
        <w:tab/>
      </w:r>
      <w:r w:rsidR="00632BB0">
        <w:t>After an additional 2.5 years with no</w:t>
      </w:r>
      <w:r>
        <w:t xml:space="preserve"> </w:t>
      </w:r>
      <w:r w:rsidR="0045715C">
        <w:rPr>
          <w:noProof/>
          <w:sz w:val="20"/>
          <w:lang w:val="en-US"/>
        </w:rPr>
        <w:pict>
          <v:shape id="AutoShape 443" o:spid="_x0000_s1123" type="#_x0000_t61" style="position:absolute;margin-left:281.4pt;margin-top:25.8pt;width:149.35pt;height:102.05pt;z-index:251771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" adj="-11715,8466" fillcolor="#cff">
            <v:fill opacity="25443f"/>
            <v:textbox inset="3.6pt,,3.6pt">
              <w:txbxContent>
                <w:p w:rsidR="00F95D40" w:rsidRPr="00866B67" w:rsidRDefault="00F95D40" w:rsidP="00632BB0">
                  <w:pPr>
                    <w:spacing w:line="300" w:lineRule="exact"/>
                    <w:ind w:right="135"/>
                    <w:jc w:val="right"/>
                    <w:rPr>
                      <w:rFonts w:cs="Arial"/>
                      <w:i/>
                      <w:iCs/>
                    </w:rPr>
                  </w:pPr>
                  <w:r w:rsidRPr="00866B67">
                    <w:rPr>
                      <w:rFonts w:cs="Arial"/>
                    </w:rPr>
                    <w:t xml:space="preserve">Same </w:t>
                  </w:r>
                  <w:r w:rsidRPr="00866B67">
                    <w:rPr>
                      <w:rFonts w:cs="Arial"/>
                      <w:i/>
                      <w:iCs/>
                    </w:rPr>
                    <w:t>I/Y</w:t>
                  </w:r>
                  <w:r w:rsidRPr="00866B67">
                    <w:rPr>
                      <w:rFonts w:cs="Arial"/>
                    </w:rPr>
                    <w:t xml:space="preserve">, </w:t>
                  </w:r>
                  <w:r w:rsidRPr="00866B67">
                    <w:rPr>
                      <w:rFonts w:cs="Arial"/>
                      <w:i/>
                      <w:iCs/>
                    </w:rPr>
                    <w:t>P/Y, C/Y</w:t>
                  </w:r>
                </w:p>
                <w:p w:rsidR="00F95D40" w:rsidRPr="00866B67" w:rsidRDefault="00F95D40" w:rsidP="00632BB0">
                  <w:pPr>
                    <w:spacing w:line="300" w:lineRule="exact"/>
                    <w:ind w:right="135"/>
                    <w:jc w:val="right"/>
                    <w:rPr>
                      <w:rFonts w:cs="Arial"/>
                      <w:spacing w:val="-2"/>
                      <w:bdr w:val="single" w:sz="12" w:space="0" w:color="auto"/>
                      <w:shd w:val="clear" w:color="auto" w:fill="C0C0C0"/>
                    </w:rPr>
                  </w:pPr>
                  <w:r w:rsidRPr="00866B67">
                    <w:rPr>
                      <w:rFonts w:cs="Arial"/>
                    </w:rPr>
                    <w:t xml:space="preserve">10  </w:t>
                  </w:r>
                  <w:r w:rsidRPr="00866B67">
                    <w:rPr>
                      <w:rFonts w:cs="Arial"/>
                      <w:spacing w:val="-2"/>
                      <w:sz w:val="18"/>
                      <w:bdr w:val="single" w:sz="12" w:space="0" w:color="auto"/>
                      <w:shd w:val="clear" w:color="auto" w:fill="C0C0C0"/>
                    </w:rPr>
                    <w:sym w:font="MT Extra" w:char="F020"/>
                  </w:r>
                  <w:r w:rsidRPr="00866B67">
                    <w:rPr>
                      <w:rFonts w:cs="Arial"/>
                      <w:spacing w:val="-2"/>
                      <w:sz w:val="20"/>
                      <w:bdr w:val="single" w:sz="12" w:space="0" w:color="auto"/>
                      <w:shd w:val="clear" w:color="auto" w:fill="C0C0C0"/>
                    </w:rPr>
                    <w:t xml:space="preserve">   </w:t>
                  </w:r>
                  <w:r w:rsidRPr="00866B67">
                    <w:rPr>
                      <w:rFonts w:cs="Arial"/>
                      <w:b/>
                      <w:spacing w:val="-2"/>
                      <w:bdr w:val="single" w:sz="12" w:space="0" w:color="auto"/>
                      <w:shd w:val="clear" w:color="auto" w:fill="C0C0C0"/>
                    </w:rPr>
                    <w:t>N</w:t>
                  </w:r>
                  <w:r w:rsidRPr="00866B67">
                    <w:rPr>
                      <w:rFonts w:cs="Arial"/>
                      <w:b/>
                      <w:spacing w:val="-2"/>
                      <w:sz w:val="20"/>
                      <w:bdr w:val="single" w:sz="12" w:space="0" w:color="auto"/>
                      <w:shd w:val="clear" w:color="auto" w:fill="C0C0C0"/>
                    </w:rPr>
                    <w:t xml:space="preserve"> </w:t>
                  </w:r>
                  <w:r w:rsidRPr="00866B67">
                    <w:rPr>
                      <w:rFonts w:cs="Arial"/>
                      <w:spacing w:val="-2"/>
                      <w:sz w:val="20"/>
                      <w:bdr w:val="single" w:sz="12" w:space="0" w:color="auto"/>
                      <w:shd w:val="clear" w:color="auto" w:fill="C0C0C0"/>
                    </w:rPr>
                    <w:t xml:space="preserve">  </w:t>
                  </w:r>
                  <w:r w:rsidRPr="00866B67">
                    <w:rPr>
                      <w:rFonts w:cs="Arial"/>
                      <w:spacing w:val="-2"/>
                      <w:bdr w:val="single" w:sz="12" w:space="0" w:color="auto"/>
                      <w:shd w:val="clear" w:color="auto" w:fill="C0C0C0"/>
                    </w:rPr>
                    <w:sym w:font="MT Extra" w:char="F020"/>
                  </w:r>
                </w:p>
                <w:p w:rsidR="00F95D40" w:rsidRPr="00866B67" w:rsidRDefault="00F95D40" w:rsidP="00632BB0">
                  <w:pPr>
                    <w:spacing w:line="300" w:lineRule="exact"/>
                    <w:ind w:right="135"/>
                    <w:jc w:val="right"/>
                    <w:rPr>
                      <w:rFonts w:cs="Arial"/>
                    </w:rPr>
                  </w:pPr>
                  <w:r w:rsidRPr="00866B67">
                    <w:rPr>
                      <w:rFonts w:cs="Arial"/>
                    </w:rPr>
                    <w:t>64698.0</w:t>
                  </w:r>
                  <w:r>
                    <w:rPr>
                      <w:rFonts w:cs="Arial"/>
                    </w:rPr>
                    <w:t>76</w:t>
                  </w:r>
                  <w:r w:rsidRPr="00866B67">
                    <w:rPr>
                      <w:rFonts w:cs="Arial"/>
                    </w:rPr>
                    <w:t xml:space="preserve">  </w:t>
                  </w:r>
                  <w:r w:rsidRPr="00866B67">
                    <w:rPr>
                      <w:rFonts w:cs="Arial"/>
                      <w:b/>
                      <w:bCs/>
                      <w:bdr w:val="single" w:sz="12" w:space="0" w:color="auto"/>
                      <w:shd w:val="clear" w:color="auto" w:fill="C0C0C0"/>
                    </w:rPr>
                    <w:sym w:font="MT Extra" w:char="F020"/>
                  </w:r>
                  <w:r w:rsidRPr="00866B67">
                    <w:rPr>
                      <w:rFonts w:cs="Arial"/>
                      <w:b/>
                      <w:bCs/>
                      <w:bdr w:val="single" w:sz="12" w:space="0" w:color="auto"/>
                      <w:shd w:val="clear" w:color="auto" w:fill="C0C0C0"/>
                    </w:rPr>
                    <w:t>+ /</w:t>
                  </w:r>
                  <w:r w:rsidRPr="00866B67">
                    <w:rPr>
                      <w:rFonts w:cs="Arial"/>
                      <w:bdr w:val="single" w:sz="12" w:space="0" w:color="auto"/>
                      <w:shd w:val="clear" w:color="auto" w:fill="C0C0C0"/>
                    </w:rPr>
                    <w:t xml:space="preserve"> </w:t>
                  </w:r>
                  <w:r w:rsidRPr="00866B67">
                    <w:rPr>
                      <w:rFonts w:cs="Arial"/>
                      <w:b/>
                      <w:bdr w:val="single" w:sz="12" w:space="0" w:color="auto"/>
                      <w:shd w:val="clear" w:color="auto" w:fill="C0C0C0"/>
                    </w:rPr>
                    <w:t>–</w:t>
                  </w:r>
                  <w:r w:rsidRPr="00866B67">
                    <w:rPr>
                      <w:rFonts w:cs="Arial"/>
                      <w:bdr w:val="single" w:sz="12" w:space="0" w:color="auto"/>
                      <w:shd w:val="clear" w:color="auto" w:fill="C0C0C0"/>
                    </w:rPr>
                    <w:sym w:font="MT Extra" w:char="F020"/>
                  </w:r>
                  <w:r w:rsidRPr="00866B67">
                    <w:rPr>
                      <w:rFonts w:cs="Arial"/>
                    </w:rPr>
                    <w:t xml:space="preserve">  </w:t>
                  </w:r>
                  <w:r w:rsidRPr="00866B67">
                    <w:rPr>
                      <w:rFonts w:cs="Arial"/>
                      <w:b/>
                      <w:spacing w:val="-2"/>
                      <w:bdr w:val="single" w:sz="12" w:space="0" w:color="auto"/>
                      <w:shd w:val="clear" w:color="auto" w:fill="C0C0C0"/>
                    </w:rPr>
                    <w:sym w:font="MT Extra" w:char="F020"/>
                  </w:r>
                  <w:r w:rsidRPr="00866B67">
                    <w:rPr>
                      <w:rFonts w:cs="Arial"/>
                      <w:bCs/>
                      <w:spacing w:val="-2"/>
                      <w:sz w:val="16"/>
                      <w:bdr w:val="single" w:sz="12" w:space="0" w:color="auto"/>
                      <w:shd w:val="clear" w:color="auto" w:fill="C0C0C0"/>
                    </w:rPr>
                    <w:t xml:space="preserve">  </w:t>
                  </w:r>
                  <w:r w:rsidRPr="00866B67">
                    <w:rPr>
                      <w:rFonts w:cs="Arial"/>
                      <w:b/>
                      <w:spacing w:val="-2"/>
                      <w:bdr w:val="single" w:sz="12" w:space="0" w:color="auto"/>
                      <w:shd w:val="clear" w:color="auto" w:fill="C0C0C0"/>
                    </w:rPr>
                    <w:t>PV</w:t>
                  </w:r>
                  <w:r w:rsidRPr="00866B67">
                    <w:rPr>
                      <w:rFonts w:cs="Arial"/>
                      <w:bCs/>
                      <w:spacing w:val="-2"/>
                      <w:sz w:val="16"/>
                      <w:bdr w:val="single" w:sz="12" w:space="0" w:color="auto"/>
                      <w:shd w:val="clear" w:color="auto" w:fill="C0C0C0"/>
                    </w:rPr>
                    <w:t xml:space="preserve">  </w:t>
                  </w:r>
                  <w:r w:rsidRPr="00866B67">
                    <w:rPr>
                      <w:rFonts w:cs="Arial"/>
                      <w:b/>
                      <w:spacing w:val="-2"/>
                      <w:bdr w:val="single" w:sz="12" w:space="0" w:color="auto"/>
                      <w:shd w:val="clear" w:color="auto" w:fill="C0C0C0"/>
                    </w:rPr>
                    <w:sym w:font="MT Extra" w:char="F020"/>
                  </w:r>
                </w:p>
                <w:p w:rsidR="00F95D40" w:rsidRPr="00866B67" w:rsidRDefault="00F95D40" w:rsidP="00632BB0">
                  <w:pPr>
                    <w:spacing w:line="300" w:lineRule="exact"/>
                    <w:ind w:right="135"/>
                    <w:jc w:val="right"/>
                    <w:rPr>
                      <w:rFonts w:cs="Arial"/>
                    </w:rPr>
                  </w:pPr>
                  <w:r w:rsidRPr="00866B67">
                    <w:rPr>
                      <w:rFonts w:cs="Arial"/>
                    </w:rPr>
                    <w:t xml:space="preserve">0  </w:t>
                  </w:r>
                  <w:r w:rsidRPr="00866B67">
                    <w:rPr>
                      <w:rFonts w:cs="Arial"/>
                      <w:bdr w:val="single" w:sz="12" w:space="0" w:color="auto"/>
                      <w:shd w:val="clear" w:color="auto" w:fill="C0C0C0"/>
                    </w:rPr>
                    <w:sym w:font="MT Extra" w:char="F020"/>
                  </w:r>
                  <w:r w:rsidRPr="00866B67">
                    <w:rPr>
                      <w:rFonts w:cs="Arial"/>
                      <w:b/>
                      <w:bdr w:val="single" w:sz="12" w:space="0" w:color="auto"/>
                      <w:shd w:val="clear" w:color="auto" w:fill="C0C0C0"/>
                    </w:rPr>
                    <w:t>PMT</w:t>
                  </w:r>
                  <w:r w:rsidRPr="00866B67">
                    <w:rPr>
                      <w:rFonts w:cs="Arial"/>
                      <w:bdr w:val="single" w:sz="12" w:space="0" w:color="auto"/>
                      <w:shd w:val="clear" w:color="auto" w:fill="C0C0C0"/>
                    </w:rPr>
                    <w:sym w:font="MT Extra" w:char="F020"/>
                  </w:r>
                </w:p>
                <w:p w:rsidR="00F95D40" w:rsidRPr="00866B67" w:rsidRDefault="00F95D40" w:rsidP="00632BB0">
                  <w:pPr>
                    <w:spacing w:line="300" w:lineRule="exact"/>
                    <w:ind w:right="135"/>
                    <w:jc w:val="right"/>
                    <w:rPr>
                      <w:rFonts w:cs="Arial"/>
                    </w:rPr>
                  </w:pPr>
                  <w:r w:rsidRPr="00866B67">
                    <w:rPr>
                      <w:rFonts w:cs="Arial"/>
                    </w:rPr>
                    <w:t xml:space="preserve">  </w:t>
                  </w:r>
                  <w:r w:rsidRPr="00866B67">
                    <w:rPr>
                      <w:rFonts w:cs="Arial"/>
                      <w:bdr w:val="single" w:sz="12" w:space="0" w:color="auto"/>
                      <w:shd w:val="clear" w:color="auto" w:fill="C0C0C0"/>
                    </w:rPr>
                    <w:sym w:font="MT Extra" w:char="F020"/>
                  </w:r>
                  <w:r w:rsidRPr="00866B67">
                    <w:rPr>
                      <w:rFonts w:cs="Arial"/>
                      <w:b/>
                      <w:bdr w:val="single" w:sz="12" w:space="0" w:color="auto"/>
                      <w:shd w:val="clear" w:color="auto" w:fill="C0C0C0"/>
                    </w:rPr>
                    <w:t>CPT</w:t>
                  </w:r>
                  <w:r w:rsidRPr="00866B67">
                    <w:rPr>
                      <w:rFonts w:cs="Arial"/>
                      <w:bdr w:val="single" w:sz="12" w:space="0" w:color="auto"/>
                      <w:shd w:val="clear" w:color="auto" w:fill="C0C0C0"/>
                    </w:rPr>
                    <w:sym w:font="MT Extra" w:char="F020"/>
                  </w:r>
                  <w:r w:rsidRPr="00866B67">
                    <w:rPr>
                      <w:rFonts w:cs="Arial"/>
                    </w:rPr>
                    <w:t xml:space="preserve"> </w:t>
                  </w:r>
                  <w:r w:rsidRPr="00866B67">
                    <w:rPr>
                      <w:rFonts w:cs="Arial"/>
                      <w:b/>
                      <w:bCs/>
                      <w:spacing w:val="-2"/>
                      <w:bdr w:val="single" w:sz="12" w:space="0" w:color="auto"/>
                      <w:shd w:val="clear" w:color="auto" w:fill="C0C0C0"/>
                    </w:rPr>
                    <w:sym w:font="MT Extra" w:char="F020"/>
                  </w:r>
                  <w:r w:rsidRPr="00866B67">
                    <w:rPr>
                      <w:rFonts w:cs="Arial"/>
                      <w:spacing w:val="-2"/>
                      <w:sz w:val="16"/>
                      <w:bdr w:val="single" w:sz="12" w:space="0" w:color="auto"/>
                      <w:shd w:val="clear" w:color="auto" w:fill="C0C0C0"/>
                    </w:rPr>
                    <w:t xml:space="preserve">  </w:t>
                  </w:r>
                  <w:r w:rsidRPr="00866B67">
                    <w:rPr>
                      <w:rFonts w:cs="Arial"/>
                      <w:b/>
                      <w:bCs/>
                      <w:iCs/>
                      <w:spacing w:val="-2"/>
                      <w:bdr w:val="single" w:sz="12" w:space="0" w:color="auto"/>
                      <w:shd w:val="clear" w:color="auto" w:fill="C0C0C0"/>
                    </w:rPr>
                    <w:t>FV</w:t>
                  </w:r>
                  <w:r w:rsidRPr="00866B67">
                    <w:rPr>
                      <w:rFonts w:cs="Arial"/>
                      <w:iCs/>
                      <w:spacing w:val="-2"/>
                      <w:sz w:val="16"/>
                      <w:bdr w:val="single" w:sz="12" w:space="0" w:color="auto"/>
                      <w:shd w:val="clear" w:color="auto" w:fill="C0C0C0"/>
                    </w:rPr>
                    <w:t xml:space="preserve"> </w:t>
                  </w:r>
                  <w:r w:rsidRPr="00866B67">
                    <w:rPr>
                      <w:rFonts w:cs="Arial"/>
                      <w:spacing w:val="-2"/>
                      <w:sz w:val="16"/>
                      <w:bdr w:val="single" w:sz="12" w:space="0" w:color="auto"/>
                      <w:shd w:val="clear" w:color="auto" w:fill="C0C0C0"/>
                    </w:rPr>
                    <w:t xml:space="preserve"> </w:t>
                  </w:r>
                  <w:r w:rsidRPr="00866B67">
                    <w:rPr>
                      <w:rFonts w:cs="Arial"/>
                      <w:b/>
                      <w:bCs/>
                      <w:spacing w:val="-2"/>
                      <w:bdr w:val="single" w:sz="12" w:space="0" w:color="auto"/>
                      <w:shd w:val="clear" w:color="auto" w:fill="C0C0C0"/>
                    </w:rPr>
                    <w:sym w:font="MT Extra" w:char="F020"/>
                  </w:r>
                </w:p>
                <w:p w:rsidR="00F95D40" w:rsidRPr="00866B67" w:rsidRDefault="00F95D40" w:rsidP="00632BB0">
                  <w:pPr>
                    <w:pStyle w:val="Mainfirst"/>
                    <w:spacing w:line="320" w:lineRule="exact"/>
                    <w:ind w:right="135"/>
                    <w:jc w:val="right"/>
                    <w:rPr>
                      <w:rFonts w:cs="Arial"/>
                      <w:lang w:val="en-CA"/>
                    </w:rPr>
                  </w:pPr>
                  <w:r w:rsidRPr="00866B67">
                    <w:rPr>
                      <w:rFonts w:cs="Arial"/>
                      <w:i/>
                      <w:iCs/>
                      <w:lang w:val="en-CA"/>
                    </w:rPr>
                    <w:t>Ans</w:t>
                  </w:r>
                  <w:r w:rsidRPr="00866B67">
                    <w:rPr>
                      <w:rFonts w:cs="Arial"/>
                      <w:lang w:val="en-CA"/>
                    </w:rPr>
                    <w:t xml:space="preserve">:  </w:t>
                  </w:r>
                  <w:r w:rsidRPr="00866B67">
                    <w:rPr>
                      <w:rFonts w:cs="Arial"/>
                    </w:rPr>
                    <w:t>82,819.01</w:t>
                  </w:r>
                </w:p>
              </w:txbxContent>
            </v:textbox>
            <w10:wrap type="square"/>
          </v:shape>
        </w:pict>
      </w:r>
      <w:r w:rsidR="00632BB0">
        <w:t>further contributions, this amount grew to</w:t>
      </w:r>
    </w:p>
    <w:p w:rsidR="00632BB0" w:rsidRDefault="0045715C" w:rsidP="00632BB0">
      <w:pPr>
        <w:pStyle w:val="ISM"/>
        <w:ind w:left="900"/>
      </w:pPr>
      <w:r>
        <w:rPr>
          <w:noProof/>
          <w:sz w:val="20"/>
          <w:lang w:val="en-US"/>
        </w:rPr>
        <w:pict>
          <v:shape id="AutoShape 445" o:spid="_x0000_s1207" type="#_x0000_t88" style="position:absolute;left:0;text-align:left;margin-left:176.8pt;margin-top:3.7pt;width:11.85pt;height:49.2pt;z-index:251773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"/>
        </w:pict>
      </w:r>
      <w:r w:rsidR="00632BB0" w:rsidRPr="00480120">
        <w:rPr>
          <w:position w:val="-12"/>
        </w:rPr>
        <w:object w:dxaOrig="1560" w:dyaOrig="420">
          <v:shape id="_x0000_i1352" type="#_x0000_t75" style="width:77.6pt;height:20.55pt" o:ole="" fillcolor="window">
            <v:imagedata r:id="rId16" o:title=""/>
          </v:shape>
          <o:OLEObject Type="Embed" ProgID="Equation.2" ShapeID="_x0000_i1352" DrawAspect="Content" ObjectID="_1654976722" r:id="rId583"/>
        </w:object>
      </w:r>
    </w:p>
    <w:p w:rsidR="00632BB0" w:rsidRDefault="00632BB0" w:rsidP="00632BB0">
      <w:pPr>
        <w:pStyle w:val="ISM"/>
        <w:ind w:left="1170"/>
      </w:pPr>
      <w:r>
        <w:t xml:space="preserve">  = $64,698.08</w:t>
      </w:r>
      <w:r w:rsidRPr="00480120">
        <w:rPr>
          <w:position w:val="-10"/>
        </w:rPr>
        <w:object w:dxaOrig="940" w:dyaOrig="380">
          <v:shape id="_x0000_i1353" type="#_x0000_t75" style="width:45.8pt;height:18.7pt" o:ole="" fillcolor="window">
            <v:imagedata r:id="rId584" o:title=""/>
          </v:shape>
          <o:OLEObject Type="Embed" ProgID="Equation.3" ShapeID="_x0000_i1353" DrawAspect="Content" ObjectID="_1654976723" r:id="rId585"/>
        </w:object>
      </w:r>
    </w:p>
    <w:p w:rsidR="00632BB0" w:rsidRDefault="00632BB0" w:rsidP="00632BB0">
      <w:pPr>
        <w:pStyle w:val="ISM"/>
        <w:spacing w:after="60"/>
        <w:ind w:left="1170"/>
        <w:rPr>
          <w:u w:val="double"/>
        </w:rPr>
      </w:pPr>
      <w:r>
        <w:t xml:space="preserve">  = </w:t>
      </w:r>
      <w:r>
        <w:rPr>
          <w:u w:val="double"/>
        </w:rPr>
        <w:t>$82,819.01</w:t>
      </w:r>
    </w:p>
    <w:p w:rsidR="00632BB0" w:rsidRDefault="00632BB0" w:rsidP="00632BB0">
      <w:pPr>
        <w:pStyle w:val="ISM"/>
        <w:rPr>
          <w:u w:val="double"/>
        </w:rPr>
      </w:pPr>
    </w:p>
    <w:p w:rsidR="00632BB0" w:rsidRDefault="00632BB0" w:rsidP="00632BB0">
      <w:pPr>
        <w:pStyle w:val="ISM"/>
        <w:rPr>
          <w:u w:val="double"/>
        </w:rPr>
      </w:pPr>
    </w:p>
    <w:p w:rsidR="00632BB0" w:rsidRDefault="00632BB0" w:rsidP="00632BB0">
      <w:pPr>
        <w:pStyle w:val="ISM"/>
        <w:spacing w:after="240"/>
        <w:rPr>
          <w:u w:val="double"/>
        </w:rPr>
      </w:pPr>
    </w:p>
    <w:p w:rsidR="00FD29B6" w:rsidRDefault="00FD29B6" w:rsidP="00B4746E">
      <w:pPr>
        <w:ind w:left="720" w:hanging="720"/>
      </w:pPr>
    </w:p>
    <w:p w:rsidR="00FD29B6" w:rsidRDefault="00FD29B6" w:rsidP="00B4746E">
      <w:pPr>
        <w:ind w:left="720" w:hanging="720"/>
      </w:pPr>
    </w:p>
    <w:p w:rsidR="00632BB0" w:rsidRDefault="0045715C" w:rsidP="00B4746E">
      <w:pPr>
        <w:ind w:left="720" w:hanging="720"/>
      </w:pPr>
      <w:r>
        <w:rPr>
          <w:noProof/>
          <w:lang w:val="en-US"/>
        </w:rPr>
        <w:pict>
          <v:shape id="AutoShape 458" o:spid="_x0000_s1125" type="#_x0000_t61" style="position:absolute;left:0;text-align:left;margin-left:350.1pt;margin-top:0;width:132.05pt;height:138.95pt;z-index:251786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" adj="-13937,15017" fillcolor="#cff">
            <v:fill opacity="25443f"/>
            <v:textbox inset="3.6pt,,3.6pt">
              <w:txbxContent>
                <w:p w:rsidR="00F95D40" w:rsidRDefault="00F95D40" w:rsidP="00632BB0">
                  <w:pPr>
                    <w:spacing w:line="300" w:lineRule="exact"/>
                    <w:ind w:right="42"/>
                    <w:jc w:val="right"/>
                  </w:pPr>
                  <w:r>
                    <w:t xml:space="preserve">6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12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632BB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12)</w:t>
                  </w:r>
                </w:p>
                <w:p w:rsidR="00F95D40" w:rsidRDefault="00F95D40" w:rsidP="00632BB0">
                  <w:pPr>
                    <w:spacing w:line="300" w:lineRule="exact"/>
                    <w:ind w:right="42"/>
                    <w:jc w:val="right"/>
                    <w:rPr>
                      <w:spacing w:val="-2"/>
                      <w:bdr w:val="single" w:sz="12" w:space="0" w:color="auto"/>
                      <w:shd w:val="clear" w:color="auto" w:fill="C0C0C0"/>
                    </w:rPr>
                  </w:pPr>
                  <w:r>
                    <w:t xml:space="preserve">120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1000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sym w:font="Symbol" w:char="F02D"/>
                  </w:r>
                  <w:r>
                    <w:t>90,073.45</w:t>
                  </w:r>
                </w:p>
              </w:txbxContent>
            </v:textbox>
            <w10:wrap type="square"/>
          </v:shape>
        </w:pict>
      </w:r>
      <w:r w:rsidR="00632BB0">
        <w:t>1</w:t>
      </w:r>
      <w:r w:rsidR="00087F34">
        <w:t>3</w:t>
      </w:r>
      <w:r w:rsidR="00632BB0">
        <w:t>.</w:t>
      </w:r>
      <w:r w:rsidR="00632BB0">
        <w:tab/>
        <w:t xml:space="preserve">The current economic value of the </w:t>
      </w:r>
      <w:r w:rsidR="00B4746E">
        <w:t>a</w:t>
      </w:r>
      <w:r w:rsidR="00632BB0">
        <w:t>ward is the present value of all the payments</w:t>
      </w:r>
      <w:r w:rsidR="00B4746E">
        <w:t xml:space="preserve"> </w:t>
      </w:r>
      <w:r w:rsidR="00632BB0">
        <w:t>discounted at the time value of money.</w:t>
      </w:r>
    </w:p>
    <w:p w:rsidR="00632BB0" w:rsidRDefault="00632BB0" w:rsidP="00632BB0">
      <w:pPr>
        <w:pStyle w:val="ISM"/>
      </w:pPr>
      <w:r>
        <w:tab/>
      </w:r>
      <w:r>
        <w:tab/>
      </w:r>
      <w:r w:rsidR="00B4746E">
        <w:tab/>
      </w:r>
      <w:r>
        <w:t xml:space="preserve">The present value, 5 years from now, </w:t>
      </w:r>
    </w:p>
    <w:p w:rsidR="00632BB0" w:rsidRDefault="00632BB0" w:rsidP="00632BB0">
      <w:pPr>
        <w:pStyle w:val="ISM"/>
      </w:pPr>
      <w:r>
        <w:tab/>
      </w:r>
      <w:r>
        <w:tab/>
      </w:r>
      <w:r w:rsidR="00B4746E">
        <w:tab/>
      </w:r>
      <w:r>
        <w:t>of the 120 monthly payments of $1000</w:t>
      </w:r>
      <w:r w:rsidR="00B4746E">
        <w:t xml:space="preserve"> </w:t>
      </w:r>
      <w:r>
        <w:t>is</w:t>
      </w:r>
    </w:p>
    <w:p w:rsidR="00632BB0" w:rsidRDefault="0045715C" w:rsidP="00632BB0">
      <w:pPr>
        <w:pStyle w:val="ISM"/>
        <w:ind w:left="1350"/>
      </w:pPr>
      <w:r>
        <w:rPr>
          <w:noProof/>
          <w:spacing w:val="-2"/>
          <w:sz w:val="20"/>
          <w:lang w:val="en-US"/>
        </w:rPr>
        <w:pict>
          <v:shape id="AutoShape 449" o:spid="_x0000_s1199" type="#_x0000_t88" style="position:absolute;left:0;text-align:left;margin-left:218.85pt;margin-top:4.9pt;width:10.15pt;height:84.1pt;z-index:251777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"/>
        </w:pict>
      </w:r>
      <w:r w:rsidR="00632BB0" w:rsidRPr="00480120">
        <w:rPr>
          <w:spacing w:val="-2"/>
          <w:position w:val="-34"/>
        </w:rPr>
        <w:object w:dxaOrig="2380" w:dyaOrig="780">
          <v:shape id="_x0000_i1354" type="#_x0000_t75" style="width:117.8pt;height:38.35pt" o:ole="" fillcolor="window">
            <v:imagedata r:id="rId293" o:title=""/>
          </v:shape>
          <o:OLEObject Type="Embed" ProgID="Equation.3" ShapeID="_x0000_i1354" DrawAspect="Content" ObjectID="_1654976724" r:id="rId586"/>
        </w:object>
      </w:r>
    </w:p>
    <w:p w:rsidR="00632BB0" w:rsidRDefault="00632BB0" w:rsidP="00632BB0">
      <w:pPr>
        <w:pStyle w:val="ISM"/>
        <w:ind w:left="1710"/>
      </w:pPr>
      <w:r>
        <w:t xml:space="preserve"> = $1000</w:t>
      </w:r>
      <w:r w:rsidRPr="00480120">
        <w:rPr>
          <w:position w:val="-32"/>
        </w:rPr>
        <w:object w:dxaOrig="1540" w:dyaOrig="740">
          <v:shape id="_x0000_i1355" type="#_x0000_t75" style="width:76.7pt;height:36.45pt" o:ole="" fillcolor="window">
            <v:imagedata r:id="rId587" o:title=""/>
          </v:shape>
          <o:OLEObject Type="Embed" ProgID="Equation.3" ShapeID="_x0000_i1355" DrawAspect="Content" ObjectID="_1654976725" r:id="rId588"/>
        </w:object>
      </w:r>
    </w:p>
    <w:p w:rsidR="00632BB0" w:rsidRDefault="00632BB0" w:rsidP="00632BB0">
      <w:pPr>
        <w:pStyle w:val="ISM"/>
        <w:spacing w:after="120"/>
        <w:ind w:left="1714"/>
        <w:rPr>
          <w:u w:val="double"/>
        </w:rPr>
      </w:pPr>
      <w:r>
        <w:t xml:space="preserve"> = </w:t>
      </w:r>
      <w:r w:rsidRPr="00C33618">
        <w:t>$90,073.45</w:t>
      </w:r>
    </w:p>
    <w:p w:rsidR="00B4746E" w:rsidRDefault="00632BB0" w:rsidP="00632BB0">
      <w:pPr>
        <w:pStyle w:val="ISM"/>
      </w:pPr>
      <w:r>
        <w:tab/>
      </w:r>
      <w:r>
        <w:tab/>
      </w:r>
    </w:p>
    <w:p w:rsidR="00632BB0" w:rsidRDefault="0045715C" w:rsidP="00632BB0">
      <w:pPr>
        <w:pStyle w:val="ISM"/>
      </w:pPr>
      <w:r>
        <w:rPr>
          <w:rFonts w:ascii="Times New Roman" w:hAnsi="Times New Roman"/>
          <w:i/>
          <w:noProof/>
          <w:sz w:val="20"/>
          <w:lang w:val="en-US"/>
        </w:rPr>
        <w:pict>
          <v:shape id="AutoShape 447" o:spid="_x0000_s1126" type="#_x0000_t61" style="position:absolute;margin-left:352.85pt;margin-top:8.35pt;width:111.65pt;height:104.4pt;z-index:251775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" adj="-7535,13438" fillcolor="#cff">
            <v:fill opacity="25443f"/>
            <v:textbox inset="3.6pt,,3.6pt">
              <w:txbxContent>
                <w:p w:rsidR="00F95D40" w:rsidRPr="00DE04A3" w:rsidRDefault="00F95D40" w:rsidP="00632BB0">
                  <w:pPr>
                    <w:spacing w:line="300" w:lineRule="exact"/>
                    <w:ind w:right="105"/>
                    <w:jc w:val="right"/>
                    <w:rPr>
                      <w:rFonts w:cs="Arial"/>
                      <w:i/>
                      <w:iCs/>
                    </w:rPr>
                  </w:pPr>
                  <w:r w:rsidRPr="00DE04A3">
                    <w:rPr>
                      <w:rFonts w:cs="Arial"/>
                    </w:rPr>
                    <w:t xml:space="preserve">Same </w:t>
                  </w:r>
                  <w:r w:rsidRPr="00DE04A3">
                    <w:rPr>
                      <w:rFonts w:cs="Arial"/>
                      <w:i/>
                      <w:iCs/>
                    </w:rPr>
                    <w:t>I/Y</w:t>
                  </w:r>
                  <w:r w:rsidRPr="00DE04A3">
                    <w:rPr>
                      <w:rFonts w:cs="Arial"/>
                    </w:rPr>
                    <w:t xml:space="preserve">, </w:t>
                  </w:r>
                  <w:r w:rsidRPr="00DE04A3">
                    <w:rPr>
                      <w:rFonts w:cs="Arial"/>
                      <w:i/>
                      <w:iCs/>
                    </w:rPr>
                    <w:t>P/Y, C/Y</w:t>
                  </w:r>
                </w:p>
                <w:p w:rsidR="00F95D40" w:rsidRPr="00DE04A3" w:rsidRDefault="00F95D40" w:rsidP="00632BB0">
                  <w:pPr>
                    <w:spacing w:line="300" w:lineRule="exact"/>
                    <w:ind w:right="105"/>
                    <w:jc w:val="right"/>
                    <w:rPr>
                      <w:rFonts w:cs="Arial"/>
                      <w:spacing w:val="-2"/>
                      <w:bdr w:val="single" w:sz="12" w:space="0" w:color="auto"/>
                      <w:shd w:val="clear" w:color="auto" w:fill="C0C0C0"/>
                    </w:rPr>
                  </w:pPr>
                  <w:r w:rsidRPr="00DE04A3">
                    <w:rPr>
                      <w:rFonts w:cs="Arial"/>
                    </w:rPr>
                    <w:t xml:space="preserve">60  </w:t>
                  </w:r>
                  <w:r w:rsidRPr="00DE04A3">
                    <w:rPr>
                      <w:rFonts w:cs="Arial"/>
                      <w:spacing w:val="-2"/>
                      <w:sz w:val="18"/>
                      <w:bdr w:val="single" w:sz="12" w:space="0" w:color="auto"/>
                      <w:shd w:val="clear" w:color="auto" w:fill="C0C0C0"/>
                    </w:rPr>
                    <w:sym w:font="MT Extra" w:char="F020"/>
                  </w:r>
                  <w:r w:rsidRPr="00DE04A3">
                    <w:rPr>
                      <w:rFonts w:cs="Arial"/>
                      <w:spacing w:val="-2"/>
                      <w:sz w:val="20"/>
                      <w:bdr w:val="single" w:sz="12" w:space="0" w:color="auto"/>
                      <w:shd w:val="clear" w:color="auto" w:fill="C0C0C0"/>
                    </w:rPr>
                    <w:t xml:space="preserve">   </w:t>
                  </w:r>
                  <w:r w:rsidRPr="00DE04A3">
                    <w:rPr>
                      <w:rFonts w:cs="Arial"/>
                      <w:b/>
                      <w:spacing w:val="-2"/>
                      <w:bdr w:val="single" w:sz="12" w:space="0" w:color="auto"/>
                      <w:shd w:val="clear" w:color="auto" w:fill="C0C0C0"/>
                    </w:rPr>
                    <w:t>N</w:t>
                  </w:r>
                  <w:r w:rsidRPr="00DE04A3">
                    <w:rPr>
                      <w:rFonts w:cs="Arial"/>
                      <w:b/>
                      <w:spacing w:val="-2"/>
                      <w:sz w:val="20"/>
                      <w:bdr w:val="single" w:sz="12" w:space="0" w:color="auto"/>
                      <w:shd w:val="clear" w:color="auto" w:fill="C0C0C0"/>
                    </w:rPr>
                    <w:t xml:space="preserve"> </w:t>
                  </w:r>
                  <w:r w:rsidRPr="00DE04A3">
                    <w:rPr>
                      <w:rFonts w:cs="Arial"/>
                      <w:spacing w:val="-2"/>
                      <w:sz w:val="20"/>
                      <w:bdr w:val="single" w:sz="12" w:space="0" w:color="auto"/>
                      <w:shd w:val="clear" w:color="auto" w:fill="C0C0C0"/>
                    </w:rPr>
                    <w:t xml:space="preserve">  </w:t>
                  </w:r>
                  <w:r w:rsidRPr="00DE04A3">
                    <w:rPr>
                      <w:rFonts w:cs="Arial"/>
                      <w:spacing w:val="-2"/>
                      <w:bdr w:val="single" w:sz="12" w:space="0" w:color="auto"/>
                      <w:shd w:val="clear" w:color="auto" w:fill="C0C0C0"/>
                    </w:rPr>
                    <w:sym w:font="MT Extra" w:char="F020"/>
                  </w:r>
                </w:p>
                <w:p w:rsidR="00F95D40" w:rsidRPr="00DE04A3" w:rsidRDefault="00F95D40" w:rsidP="00632BB0">
                  <w:pPr>
                    <w:spacing w:line="300" w:lineRule="exact"/>
                    <w:ind w:right="105"/>
                    <w:jc w:val="right"/>
                    <w:rPr>
                      <w:rFonts w:cs="Arial"/>
                    </w:rPr>
                  </w:pPr>
                  <w:r w:rsidRPr="00DE04A3">
                    <w:rPr>
                      <w:rFonts w:cs="Arial"/>
                    </w:rPr>
                    <w:t xml:space="preserve">800  </w:t>
                  </w:r>
                  <w:r w:rsidRPr="00DE04A3">
                    <w:rPr>
                      <w:rFonts w:cs="Arial"/>
                      <w:bdr w:val="single" w:sz="12" w:space="0" w:color="auto"/>
                      <w:shd w:val="clear" w:color="auto" w:fill="C0C0C0"/>
                    </w:rPr>
                    <w:sym w:font="MT Extra" w:char="F020"/>
                  </w:r>
                  <w:r w:rsidRPr="00DE04A3">
                    <w:rPr>
                      <w:rFonts w:cs="Arial"/>
                      <w:b/>
                      <w:bdr w:val="single" w:sz="12" w:space="0" w:color="auto"/>
                      <w:shd w:val="clear" w:color="auto" w:fill="C0C0C0"/>
                    </w:rPr>
                    <w:t>PMT</w:t>
                  </w:r>
                  <w:r w:rsidRPr="00DE04A3">
                    <w:rPr>
                      <w:rFonts w:cs="Arial"/>
                      <w:bdr w:val="single" w:sz="12" w:space="0" w:color="auto"/>
                      <w:shd w:val="clear" w:color="auto" w:fill="C0C0C0"/>
                    </w:rPr>
                    <w:sym w:font="MT Extra" w:char="F020"/>
                  </w:r>
                </w:p>
                <w:p w:rsidR="00F95D40" w:rsidRPr="00DE04A3" w:rsidRDefault="00F95D40" w:rsidP="00632BB0">
                  <w:pPr>
                    <w:spacing w:line="300" w:lineRule="exact"/>
                    <w:ind w:right="105"/>
                    <w:jc w:val="right"/>
                    <w:rPr>
                      <w:rFonts w:cs="Arial"/>
                    </w:rPr>
                  </w:pPr>
                  <w:r w:rsidRPr="00DE04A3">
                    <w:rPr>
                      <w:rFonts w:cs="Arial"/>
                    </w:rPr>
                    <w:t xml:space="preserve">90073.45  </w:t>
                  </w:r>
                  <w:r w:rsidRPr="00DE04A3">
                    <w:rPr>
                      <w:rFonts w:cs="Arial"/>
                      <w:b/>
                      <w:spacing w:val="-2"/>
                      <w:bdr w:val="single" w:sz="12" w:space="0" w:color="auto"/>
                      <w:shd w:val="clear" w:color="auto" w:fill="C0C0C0"/>
                    </w:rPr>
                    <w:sym w:font="MT Extra" w:char="F020"/>
                  </w:r>
                  <w:r w:rsidRPr="00DE04A3">
                    <w:rPr>
                      <w:rFonts w:cs="Arial"/>
                      <w:bCs/>
                      <w:spacing w:val="-2"/>
                      <w:sz w:val="16"/>
                      <w:bdr w:val="single" w:sz="12" w:space="0" w:color="auto"/>
                      <w:shd w:val="clear" w:color="auto" w:fill="C0C0C0"/>
                    </w:rPr>
                    <w:t xml:space="preserve">  </w:t>
                  </w:r>
                  <w:r w:rsidRPr="00DE04A3">
                    <w:rPr>
                      <w:rFonts w:cs="Arial"/>
                      <w:b/>
                      <w:spacing w:val="-2"/>
                      <w:bdr w:val="single" w:sz="12" w:space="0" w:color="auto"/>
                      <w:shd w:val="clear" w:color="auto" w:fill="C0C0C0"/>
                    </w:rPr>
                    <w:t>FV</w:t>
                  </w:r>
                  <w:r w:rsidRPr="00DE04A3">
                    <w:rPr>
                      <w:rFonts w:cs="Arial"/>
                      <w:bCs/>
                      <w:spacing w:val="-2"/>
                      <w:sz w:val="16"/>
                      <w:bdr w:val="single" w:sz="12" w:space="0" w:color="auto"/>
                      <w:shd w:val="clear" w:color="auto" w:fill="C0C0C0"/>
                    </w:rPr>
                    <w:t xml:space="preserve">  </w:t>
                  </w:r>
                  <w:r w:rsidRPr="00DE04A3">
                    <w:rPr>
                      <w:rFonts w:cs="Arial"/>
                      <w:b/>
                      <w:spacing w:val="-2"/>
                      <w:bdr w:val="single" w:sz="12" w:space="0" w:color="auto"/>
                      <w:shd w:val="clear" w:color="auto" w:fill="C0C0C0"/>
                    </w:rPr>
                    <w:sym w:font="MT Extra" w:char="F020"/>
                  </w:r>
                </w:p>
                <w:p w:rsidR="00F95D40" w:rsidRPr="00DE04A3" w:rsidRDefault="00F95D40" w:rsidP="00632BB0">
                  <w:pPr>
                    <w:spacing w:line="300" w:lineRule="exact"/>
                    <w:ind w:right="105"/>
                    <w:jc w:val="right"/>
                    <w:rPr>
                      <w:rFonts w:cs="Arial"/>
                    </w:rPr>
                  </w:pPr>
                  <w:r w:rsidRPr="00DE04A3">
                    <w:rPr>
                      <w:rFonts w:cs="Arial"/>
                    </w:rPr>
                    <w:t xml:space="preserve">  </w:t>
                  </w:r>
                  <w:r w:rsidRPr="00DE04A3">
                    <w:rPr>
                      <w:rFonts w:cs="Arial"/>
                      <w:bdr w:val="single" w:sz="12" w:space="0" w:color="auto"/>
                      <w:shd w:val="clear" w:color="auto" w:fill="C0C0C0"/>
                    </w:rPr>
                    <w:sym w:font="MT Extra" w:char="F020"/>
                  </w:r>
                  <w:r w:rsidRPr="00DE04A3">
                    <w:rPr>
                      <w:rFonts w:cs="Arial"/>
                      <w:b/>
                      <w:bdr w:val="single" w:sz="12" w:space="0" w:color="auto"/>
                      <w:shd w:val="clear" w:color="auto" w:fill="C0C0C0"/>
                    </w:rPr>
                    <w:t>CPT</w:t>
                  </w:r>
                  <w:r w:rsidRPr="00DE04A3">
                    <w:rPr>
                      <w:rFonts w:cs="Arial"/>
                      <w:bdr w:val="single" w:sz="12" w:space="0" w:color="auto"/>
                      <w:shd w:val="clear" w:color="auto" w:fill="C0C0C0"/>
                    </w:rPr>
                    <w:sym w:font="MT Extra" w:char="F020"/>
                  </w:r>
                  <w:r w:rsidRPr="00DE04A3">
                    <w:rPr>
                      <w:rFonts w:cs="Arial"/>
                    </w:rPr>
                    <w:t xml:space="preserve"> </w:t>
                  </w:r>
                  <w:r w:rsidRPr="00DE04A3">
                    <w:rPr>
                      <w:rFonts w:cs="Arial"/>
                      <w:b/>
                      <w:bCs/>
                      <w:spacing w:val="-2"/>
                      <w:bdr w:val="single" w:sz="12" w:space="0" w:color="auto"/>
                      <w:shd w:val="clear" w:color="auto" w:fill="C0C0C0"/>
                    </w:rPr>
                    <w:sym w:font="MT Extra" w:char="F020"/>
                  </w:r>
                  <w:r w:rsidRPr="00DE04A3">
                    <w:rPr>
                      <w:rFonts w:cs="Arial"/>
                      <w:spacing w:val="-2"/>
                      <w:sz w:val="16"/>
                      <w:bdr w:val="single" w:sz="12" w:space="0" w:color="auto"/>
                      <w:shd w:val="clear" w:color="auto" w:fill="C0C0C0"/>
                    </w:rPr>
                    <w:t xml:space="preserve">  </w:t>
                  </w:r>
                  <w:r w:rsidRPr="00DE04A3">
                    <w:rPr>
                      <w:rFonts w:cs="Arial"/>
                      <w:b/>
                      <w:bCs/>
                      <w:iCs/>
                      <w:spacing w:val="-2"/>
                      <w:bdr w:val="single" w:sz="12" w:space="0" w:color="auto"/>
                      <w:shd w:val="clear" w:color="auto" w:fill="C0C0C0"/>
                    </w:rPr>
                    <w:t>PV</w:t>
                  </w:r>
                  <w:r w:rsidRPr="00DE04A3">
                    <w:rPr>
                      <w:rFonts w:cs="Arial"/>
                      <w:iCs/>
                      <w:spacing w:val="-2"/>
                      <w:sz w:val="16"/>
                      <w:bdr w:val="single" w:sz="12" w:space="0" w:color="auto"/>
                      <w:shd w:val="clear" w:color="auto" w:fill="C0C0C0"/>
                    </w:rPr>
                    <w:t xml:space="preserve"> </w:t>
                  </w:r>
                  <w:r w:rsidRPr="00DE04A3">
                    <w:rPr>
                      <w:rFonts w:cs="Arial"/>
                      <w:spacing w:val="-2"/>
                      <w:sz w:val="16"/>
                      <w:bdr w:val="single" w:sz="12" w:space="0" w:color="auto"/>
                      <w:shd w:val="clear" w:color="auto" w:fill="C0C0C0"/>
                    </w:rPr>
                    <w:t xml:space="preserve"> </w:t>
                  </w:r>
                  <w:r w:rsidRPr="00DE04A3">
                    <w:rPr>
                      <w:rFonts w:cs="Arial"/>
                      <w:b/>
                      <w:bCs/>
                      <w:spacing w:val="-2"/>
                      <w:bdr w:val="single" w:sz="12" w:space="0" w:color="auto"/>
                      <w:shd w:val="clear" w:color="auto" w:fill="C0C0C0"/>
                    </w:rPr>
                    <w:sym w:font="MT Extra" w:char="F020"/>
                  </w:r>
                </w:p>
                <w:p w:rsidR="00F95D40" w:rsidRPr="00DE04A3" w:rsidRDefault="00F95D40" w:rsidP="00632BB0">
                  <w:pPr>
                    <w:pStyle w:val="Mainfirst"/>
                    <w:spacing w:line="320" w:lineRule="exact"/>
                    <w:ind w:right="105"/>
                    <w:jc w:val="right"/>
                    <w:rPr>
                      <w:rFonts w:cs="Arial"/>
                      <w:lang w:val="en-CA"/>
                    </w:rPr>
                  </w:pPr>
                  <w:proofErr w:type="spellStart"/>
                  <w:r w:rsidRPr="00DE04A3">
                    <w:rPr>
                      <w:rFonts w:cs="Arial"/>
                      <w:i/>
                      <w:iCs/>
                      <w:lang w:val="en-CA"/>
                    </w:rPr>
                    <w:t>Ans</w:t>
                  </w:r>
                  <w:proofErr w:type="spellEnd"/>
                  <w:r w:rsidRPr="00DE04A3">
                    <w:rPr>
                      <w:rFonts w:cs="Arial"/>
                      <w:lang w:val="en-CA"/>
                    </w:rPr>
                    <w:t xml:space="preserve">:  </w:t>
                  </w:r>
                  <w:r w:rsidR="00FE1389">
                    <w:rPr>
                      <w:rFonts w:cs="Arial"/>
                      <w:lang w:val="en-CA"/>
                    </w:rPr>
                    <w:t>–</w:t>
                  </w:r>
                  <w:r w:rsidRPr="00DE04A3">
                    <w:rPr>
                      <w:rFonts w:cs="Arial"/>
                    </w:rPr>
                    <w:t>108,158.40</w:t>
                  </w:r>
                </w:p>
              </w:txbxContent>
            </v:textbox>
            <w10:wrap type="square"/>
          </v:shape>
        </w:pict>
      </w:r>
      <w:r w:rsidR="00632BB0">
        <w:t xml:space="preserve">The present value today of this amount and </w:t>
      </w:r>
    </w:p>
    <w:p w:rsidR="00632BB0" w:rsidRDefault="00632BB0" w:rsidP="00632BB0">
      <w:pPr>
        <w:pStyle w:val="ISM"/>
      </w:pPr>
      <w:r>
        <w:tab/>
      </w:r>
      <w:r>
        <w:tab/>
        <w:t>the 60 monthly payments of $800 is</w:t>
      </w:r>
    </w:p>
    <w:p w:rsidR="00632BB0" w:rsidRDefault="0045715C" w:rsidP="00632BB0">
      <w:pPr>
        <w:pStyle w:val="ISM"/>
      </w:pPr>
      <w:r>
        <w:rPr>
          <w:rFonts w:ascii="Times New Roman" w:hAnsi="Times New Roman"/>
          <w:i/>
          <w:noProof/>
          <w:sz w:val="20"/>
          <w:lang w:val="en-US"/>
        </w:rPr>
        <w:pict>
          <v:shape id="AutoShape 448" o:spid="_x0000_s1196" type="#_x0000_t88" style="position:absolute;margin-left:284.1pt;margin-top:3.95pt;width:14.5pt;height:84.1pt;z-index:251776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"/>
        </w:pict>
      </w:r>
      <w:r w:rsidR="00632BB0">
        <w:rPr>
          <w:rFonts w:ascii="Times New Roman" w:hAnsi="Times New Roman"/>
          <w:i/>
        </w:rPr>
        <w:tab/>
      </w:r>
      <w:r w:rsidR="00632BB0">
        <w:rPr>
          <w:rFonts w:ascii="Times New Roman" w:hAnsi="Times New Roman"/>
          <w:i/>
        </w:rPr>
        <w:tab/>
      </w:r>
      <w:r w:rsidR="00632BB0">
        <w:rPr>
          <w:rFonts w:ascii="Times New Roman" w:hAnsi="Times New Roman"/>
          <w:i/>
        </w:rPr>
        <w:tab/>
        <w:t xml:space="preserve">PV = </w:t>
      </w:r>
      <w:r w:rsidR="00632BB0" w:rsidRPr="00480120">
        <w:rPr>
          <w:position w:val="-10"/>
        </w:rPr>
        <w:object w:dxaOrig="1080" w:dyaOrig="380">
          <v:shape id="_x0000_i1356" type="#_x0000_t75" style="width:55.15pt;height:18.7pt" o:ole="" fillcolor="window">
            <v:imagedata r:id="rId197" o:title=""/>
          </v:shape>
          <o:OLEObject Type="Embed" ProgID="Equation.3" ShapeID="_x0000_i1356" DrawAspect="Content" ObjectID="_1654976726" r:id="rId589"/>
        </w:object>
      </w:r>
      <w:r w:rsidR="00632BB0">
        <w:t xml:space="preserve"> + </w:t>
      </w:r>
      <w:r w:rsidR="00632BB0" w:rsidRPr="00480120">
        <w:rPr>
          <w:position w:val="-34"/>
        </w:rPr>
        <w:object w:dxaOrig="1840" w:dyaOrig="780">
          <v:shape id="_x0000_i1357" type="#_x0000_t75" style="width:92.55pt;height:38.35pt" o:ole="" fillcolor="window">
            <v:imagedata r:id="rId160" o:title=""/>
          </v:shape>
          <o:OLEObject Type="Embed" ProgID="Equation.3" ShapeID="_x0000_i1357" DrawAspect="Content" ObjectID="_1654976727" r:id="rId590"/>
        </w:object>
      </w:r>
    </w:p>
    <w:p w:rsidR="00632BB0" w:rsidRDefault="00632BB0" w:rsidP="00632BB0">
      <w:pPr>
        <w:pStyle w:val="ISM"/>
        <w:ind w:left="1080"/>
      </w:pPr>
      <w:r>
        <w:t>= $90,073.45</w:t>
      </w:r>
      <w:r w:rsidRPr="00480120">
        <w:rPr>
          <w:position w:val="-10"/>
        </w:rPr>
        <w:object w:dxaOrig="1020" w:dyaOrig="380">
          <v:shape id="_x0000_i1358" type="#_x0000_t75" style="width:51.45pt;height:18.7pt" o:ole="" fillcolor="window">
            <v:imagedata r:id="rId591" o:title=""/>
          </v:shape>
          <o:OLEObject Type="Embed" ProgID="Equation.3" ShapeID="_x0000_i1358" DrawAspect="Content" ObjectID="_1654976728" r:id="rId592"/>
        </w:object>
      </w:r>
      <w:r>
        <w:t xml:space="preserve"> + $800</w:t>
      </w:r>
      <w:r w:rsidRPr="00480120">
        <w:rPr>
          <w:position w:val="-32"/>
        </w:rPr>
        <w:object w:dxaOrig="1460" w:dyaOrig="740">
          <v:shape id="_x0000_i1359" type="#_x0000_t75" style="width:72.95pt;height:36.45pt" o:ole="" fillcolor="window">
            <v:imagedata r:id="rId593" o:title=""/>
          </v:shape>
          <o:OLEObject Type="Embed" ProgID="Equation.3" ShapeID="_x0000_i1359" DrawAspect="Content" ObjectID="_1654976729" r:id="rId594"/>
        </w:object>
      </w:r>
    </w:p>
    <w:p w:rsidR="00632BB0" w:rsidRDefault="00632BB0" w:rsidP="00632BB0">
      <w:pPr>
        <w:pStyle w:val="ISM"/>
        <w:spacing w:after="60"/>
        <w:ind w:left="1080"/>
        <w:rPr>
          <w:u w:val="double"/>
        </w:rPr>
      </w:pPr>
      <w:r>
        <w:t xml:space="preserve">= </w:t>
      </w:r>
      <w:r>
        <w:rPr>
          <w:u w:val="double"/>
        </w:rPr>
        <w:t>$108,158.40</w:t>
      </w:r>
    </w:p>
    <w:p w:rsidR="00632BB0" w:rsidRDefault="00632BB0" w:rsidP="00FD29B6">
      <w:pPr>
        <w:pStyle w:val="ISM"/>
        <w:spacing w:before="240" w:line="360" w:lineRule="auto"/>
      </w:pPr>
      <w:r>
        <w:t>The economic value of the award, 1 month before the first payment, is $108,158.40.</w:t>
      </w:r>
    </w:p>
    <w:p w:rsidR="00B4746E" w:rsidRDefault="00B4746E" w:rsidP="00632BB0">
      <w:pPr>
        <w:pStyle w:val="ISM"/>
      </w:pPr>
    </w:p>
    <w:p w:rsidR="00FD29B6" w:rsidRDefault="00FD29B6" w:rsidP="00632BB0">
      <w:pPr>
        <w:pStyle w:val="ISM"/>
      </w:pPr>
    </w:p>
    <w:p w:rsidR="00FD29B6" w:rsidRDefault="00FD29B6">
      <w:r>
        <w:br w:type="page"/>
      </w:r>
    </w:p>
    <w:p w:rsidR="002B5630" w:rsidRDefault="00087F34" w:rsidP="00632BB0">
      <w:pPr>
        <w:pStyle w:val="ISM"/>
      </w:pPr>
      <w:r>
        <w:lastRenderedPageBreak/>
        <w:t>15</w:t>
      </w:r>
      <w:r w:rsidR="002B5630">
        <w:t xml:space="preserve">. </w:t>
      </w:r>
      <w:r w:rsidR="002B5630">
        <w:tab/>
        <w:t xml:space="preserve">The amount she </w:t>
      </w:r>
      <w:r w:rsidR="00453385">
        <w:t xml:space="preserve">will have </w:t>
      </w:r>
      <w:r w:rsidR="002B5630">
        <w:t xml:space="preserve">will be the future value of all contributions after 9 years. </w:t>
      </w:r>
    </w:p>
    <w:p w:rsidR="002B5630" w:rsidRDefault="002B5630" w:rsidP="00632BB0">
      <w:pPr>
        <w:pStyle w:val="ISM"/>
      </w:pPr>
      <w:r>
        <w:tab/>
      </w:r>
      <w:r>
        <w:tab/>
        <w:t xml:space="preserve">For the first 4 years, </w:t>
      </w:r>
      <w:r w:rsidR="00344636" w:rsidRPr="0013233B">
        <w:rPr>
          <w:i/>
        </w:rPr>
        <w:t>PMT</w:t>
      </w:r>
      <w:r>
        <w:t xml:space="preserve"> = $800, </w:t>
      </w:r>
      <w:r w:rsidR="00344636" w:rsidRPr="0013233B">
        <w:rPr>
          <w:i/>
        </w:rPr>
        <w:t>n</w:t>
      </w:r>
      <w:r>
        <w:t xml:space="preserve">=4(4) = 16, </w:t>
      </w:r>
      <w:r w:rsidRPr="002B5630">
        <w:rPr>
          <w:position w:val="-24"/>
        </w:rPr>
        <w:object w:dxaOrig="1900" w:dyaOrig="620">
          <v:shape id="_x0000_i1360" type="#_x0000_t75" style="width:87.9pt;height:29pt" o:ole="">
            <v:imagedata r:id="rId595" o:title=""/>
          </v:shape>
          <o:OLEObject Type="Embed" ProgID="Equation.3" ShapeID="_x0000_i1360" DrawAspect="Content" ObjectID="_1654976730" r:id="rId596"/>
        </w:object>
      </w:r>
    </w:p>
    <w:p w:rsidR="002B5630" w:rsidRDefault="002B5630" w:rsidP="00632BB0">
      <w:pPr>
        <w:pStyle w:val="ISM"/>
      </w:pPr>
      <w:r>
        <w:tab/>
      </w:r>
      <w:r>
        <w:tab/>
      </w:r>
      <w:r w:rsidRPr="00480120">
        <w:rPr>
          <w:position w:val="-34"/>
        </w:rPr>
        <w:object w:dxaOrig="2240" w:dyaOrig="780">
          <v:shape id="_x0000_i1361" type="#_x0000_t75" style="width:112.2pt;height:38.35pt" o:ole="" fillcolor="window">
            <v:imagedata r:id="rId297" o:title=""/>
          </v:shape>
          <o:OLEObject Type="Embed" ProgID="Equation.3" ShapeID="_x0000_i1361" DrawAspect="Content" ObjectID="_1654976731" r:id="rId597"/>
        </w:object>
      </w:r>
      <w:r>
        <w:t xml:space="preserve"> = $800</w:t>
      </w:r>
      <w:r w:rsidRPr="002B5630">
        <w:rPr>
          <w:position w:val="-32"/>
        </w:rPr>
        <w:object w:dxaOrig="1540" w:dyaOrig="760">
          <v:shape id="_x0000_i1362" type="#_x0000_t75" style="width:76.7pt;height:38.35pt" o:ole="" fillcolor="window">
            <v:imagedata r:id="rId598" o:title=""/>
          </v:shape>
          <o:OLEObject Type="Embed" ProgID="Equation.3" ShapeID="_x0000_i1362" DrawAspect="Content" ObjectID="_1654976732" r:id="rId599"/>
        </w:object>
      </w:r>
      <w:r>
        <w:t xml:space="preserve"> = $13,675.30</w:t>
      </w:r>
    </w:p>
    <w:p w:rsidR="009F1E60" w:rsidRDefault="009F1E60" w:rsidP="00632BB0">
      <w:pPr>
        <w:pStyle w:val="ISM"/>
      </w:pPr>
    </w:p>
    <w:p w:rsidR="002B5630" w:rsidRDefault="002B5630" w:rsidP="002B5630">
      <w:pPr>
        <w:pStyle w:val="ISM"/>
      </w:pPr>
      <w:r>
        <w:tab/>
      </w:r>
      <w:r>
        <w:tab/>
        <w:t xml:space="preserve"> For the subsequent 12(5) = 60 months,</w:t>
      </w:r>
    </w:p>
    <w:p w:rsidR="002B5630" w:rsidRDefault="002B5630" w:rsidP="002B5630">
      <w:pPr>
        <w:pStyle w:val="ISM"/>
      </w:pPr>
      <w:r>
        <w:tab/>
      </w:r>
      <w:r>
        <w:tab/>
      </w:r>
      <w:r>
        <w:tab/>
      </w:r>
      <w:r>
        <w:rPr>
          <w:rFonts w:ascii="Times New Roman" w:hAnsi="Times New Roman"/>
          <w:i/>
        </w:rPr>
        <w:t>PMT</w:t>
      </w:r>
      <w:r>
        <w:t xml:space="preserve"> = $200, </w:t>
      </w:r>
      <w:r>
        <w:rPr>
          <w:rFonts w:ascii="Times New Roman" w:hAnsi="Times New Roman"/>
          <w:i/>
        </w:rPr>
        <w:t xml:space="preserve">n </w:t>
      </w:r>
      <w:r>
        <w:t xml:space="preserve">= </w:t>
      </w:r>
      <w:r w:rsidR="009F1E60">
        <w:t>60</w:t>
      </w:r>
      <w:r>
        <w:t xml:space="preserve"> </w:t>
      </w:r>
      <w:proofErr w:type="spellStart"/>
      <w:r>
        <w:rPr>
          <w:rFonts w:ascii="Times New Roman" w:hAnsi="Times New Roman"/>
          <w:i/>
        </w:rPr>
        <w:t>i</w:t>
      </w:r>
      <w:proofErr w:type="spellEnd"/>
      <w:r>
        <w:rPr>
          <w:rFonts w:ascii="Times New Roman" w:hAnsi="Times New Roman"/>
          <w:i/>
        </w:rPr>
        <w:t xml:space="preserve"> </w:t>
      </w:r>
      <w:r>
        <w:t xml:space="preserve">= </w:t>
      </w:r>
      <w:r w:rsidR="009F1E60" w:rsidRPr="009F1E60">
        <w:rPr>
          <w:position w:val="-12"/>
        </w:rPr>
        <w:object w:dxaOrig="400" w:dyaOrig="360">
          <v:shape id="_x0000_i1363" type="#_x0000_t75" style="width:20.55pt;height:18.7pt" o:ole="">
            <v:imagedata r:id="rId600" o:title=""/>
          </v:shape>
          <o:OLEObject Type="Embed" ProgID="Equation.3" ShapeID="_x0000_i1363" DrawAspect="Content" ObjectID="_1654976733" r:id="rId601"/>
        </w:object>
      </w:r>
      <w:r w:rsidR="009F1E60">
        <w:t xml:space="preserve"> = 0.875</w:t>
      </w:r>
      <w:r>
        <w:t xml:space="preserve">%, </w:t>
      </w:r>
      <w:r>
        <w:rPr>
          <w:rFonts w:ascii="Times New Roman" w:hAnsi="Times New Roman"/>
          <w:i/>
        </w:rPr>
        <w:t xml:space="preserve">c </w:t>
      </w:r>
      <w:r>
        <w:t xml:space="preserve">= </w:t>
      </w:r>
      <w:r w:rsidR="00FF1F02" w:rsidRPr="009F1E60">
        <w:rPr>
          <w:position w:val="-12"/>
        </w:rPr>
        <w:object w:dxaOrig="240" w:dyaOrig="360">
          <v:shape id="_x0000_i1364" type="#_x0000_t75" style="width:13.1pt;height:18.7pt" o:ole="">
            <v:imagedata r:id="rId602" o:title=""/>
          </v:shape>
          <o:OLEObject Type="Embed" ProgID="Equation.3" ShapeID="_x0000_i1364" DrawAspect="Content" ObjectID="_1654976734" r:id="rId603"/>
        </w:object>
      </w:r>
      <w:r w:rsidR="009F1E60">
        <w:t xml:space="preserve"> = </w:t>
      </w:r>
      <w:r w:rsidR="00FF1F02" w:rsidRPr="00FF1F02">
        <w:rPr>
          <w:position w:val="-6"/>
        </w:rPr>
        <w:object w:dxaOrig="340" w:dyaOrig="340">
          <v:shape id="_x0000_i1365" type="#_x0000_t75" style="width:16.85pt;height:16.85pt" o:ole="">
            <v:imagedata r:id="rId604" o:title=""/>
          </v:shape>
          <o:OLEObject Type="Embed" ProgID="Equation.3" ShapeID="_x0000_i1365" DrawAspect="Content" ObjectID="_1654976735" r:id="rId605"/>
        </w:object>
      </w:r>
    </w:p>
    <w:p w:rsidR="002B5630" w:rsidRDefault="002B5630" w:rsidP="002B5630">
      <w:pPr>
        <w:pStyle w:val="ISM"/>
      </w:pPr>
      <w:r>
        <w:tab/>
      </w:r>
      <w:r>
        <w:tab/>
      </w:r>
      <w:r>
        <w:tab/>
      </w:r>
      <w:r w:rsidRPr="00480120">
        <w:rPr>
          <w:position w:val="-10"/>
        </w:rPr>
        <w:object w:dxaOrig="1420" w:dyaOrig="380">
          <v:shape id="_x0000_i1366" type="#_x0000_t75" style="width:71.05pt;height:18.7pt" o:ole="" fillcolor="window">
            <v:imagedata r:id="rId356" o:title=""/>
          </v:shape>
          <o:OLEObject Type="Embed" ProgID="Equation.3" ShapeID="_x0000_i1366" DrawAspect="Content" ObjectID="_1654976736" r:id="rId606"/>
        </w:object>
      </w:r>
      <w:r>
        <w:t xml:space="preserve"> = </w:t>
      </w:r>
      <w:r w:rsidR="00FF1F02" w:rsidRPr="00480120">
        <w:rPr>
          <w:position w:val="-10"/>
        </w:rPr>
        <w:object w:dxaOrig="1140" w:dyaOrig="420">
          <v:shape id="_x0000_i1367" type="#_x0000_t75" style="width:57.05pt;height:20.55pt" o:ole="" fillcolor="window">
            <v:imagedata r:id="rId607" o:title=""/>
          </v:shape>
          <o:OLEObject Type="Embed" ProgID="Equation.3" ShapeID="_x0000_i1367" DrawAspect="Content" ObjectID="_1654976737" r:id="rId608"/>
        </w:object>
      </w:r>
      <w:r w:rsidR="009F1E60">
        <w:t>– 1 = 0</w:t>
      </w:r>
      <w:r w:rsidR="00FF1F02">
        <w:t>.002908201</w:t>
      </w:r>
    </w:p>
    <w:p w:rsidR="009F1E60" w:rsidRDefault="0094207F" w:rsidP="009F1E60">
      <w:pPr>
        <w:pStyle w:val="ISM"/>
      </w:pPr>
      <w:r>
        <w:tab/>
      </w:r>
      <w:r>
        <w:tab/>
      </w:r>
      <w:r w:rsidR="009F1E60">
        <w:t xml:space="preserve">The combined future value, 9 years from now, </w:t>
      </w:r>
    </w:p>
    <w:p w:rsidR="009F1E60" w:rsidRDefault="009F1E60" w:rsidP="009F1E60">
      <w:pPr>
        <w:pStyle w:val="ISM"/>
      </w:pPr>
      <w:r>
        <w:tab/>
      </w:r>
      <w:r>
        <w:tab/>
        <w:t>of this amount and the last 60 payments is</w:t>
      </w:r>
    </w:p>
    <w:p w:rsidR="009F1E60" w:rsidRDefault="009F1E60" w:rsidP="009F1E60">
      <w:pPr>
        <w:pStyle w:val="ISM"/>
      </w:pPr>
      <w:r>
        <w:rPr>
          <w:rFonts w:ascii="Times New Roman" w:hAnsi="Times New Roman"/>
          <w:i/>
          <w:iCs/>
        </w:rPr>
        <w:tab/>
      </w:r>
      <w:r>
        <w:rPr>
          <w:rFonts w:ascii="Times New Roman" w:hAnsi="Times New Roman"/>
          <w:i/>
          <w:iCs/>
        </w:rPr>
        <w:tab/>
      </w:r>
      <w:r>
        <w:rPr>
          <w:rFonts w:ascii="Times New Roman" w:hAnsi="Times New Roman"/>
          <w:i/>
          <w:iCs/>
        </w:rPr>
        <w:tab/>
        <w:t>FV</w:t>
      </w:r>
      <w:r>
        <w:t xml:space="preserve"> = </w:t>
      </w:r>
      <w:r w:rsidRPr="00480120">
        <w:rPr>
          <w:position w:val="-10"/>
        </w:rPr>
        <w:object w:dxaOrig="980" w:dyaOrig="380">
          <v:shape id="_x0000_i1368" type="#_x0000_t75" style="width:48.6pt;height:18.7pt" o:ole="" fillcolor="window">
            <v:imagedata r:id="rId82" o:title=""/>
          </v:shape>
          <o:OLEObject Type="Embed" ProgID="Equation.3" ShapeID="_x0000_i1368" DrawAspect="Content" ObjectID="_1654976738" r:id="rId609"/>
        </w:object>
      </w:r>
      <w:r>
        <w:t xml:space="preserve"> + </w:t>
      </w:r>
      <w:r w:rsidRPr="00480120">
        <w:rPr>
          <w:position w:val="-32"/>
        </w:rPr>
        <w:object w:dxaOrig="1680" w:dyaOrig="760">
          <v:shape id="_x0000_i1369" type="#_x0000_t75" style="width:85.1pt;height:38.35pt" o:ole="" fillcolor="window">
            <v:imagedata r:id="rId610" o:title=""/>
          </v:shape>
          <o:OLEObject Type="Embed" ProgID="Equation.3" ShapeID="_x0000_i1369" DrawAspect="Content" ObjectID="_1654976739" r:id="rId611"/>
        </w:object>
      </w:r>
      <w:r>
        <w:t xml:space="preserve"> </w:t>
      </w:r>
    </w:p>
    <w:p w:rsidR="009F1E60" w:rsidRDefault="009F1E60" w:rsidP="009F1E60">
      <w:pPr>
        <w:pStyle w:val="ISM"/>
        <w:ind w:left="900"/>
      </w:pPr>
      <w:r>
        <w:t xml:space="preserve">  = $13,675.30</w:t>
      </w:r>
      <w:r w:rsidR="00FF1F02" w:rsidRPr="00480120">
        <w:rPr>
          <w:position w:val="-10"/>
        </w:rPr>
        <w:object w:dxaOrig="1579" w:dyaOrig="380">
          <v:shape id="_x0000_i1370" type="#_x0000_t75" style="width:78.55pt;height:18.7pt" o:ole="" fillcolor="window">
            <v:imagedata r:id="rId612" o:title=""/>
          </v:shape>
          <o:OLEObject Type="Embed" ProgID="Equation.3" ShapeID="_x0000_i1370" DrawAspect="Content" ObjectID="_1654976740" r:id="rId613"/>
        </w:object>
      </w:r>
      <w:r>
        <w:t xml:space="preserve"> + $200</w:t>
      </w:r>
      <w:r w:rsidR="00FF1F02" w:rsidRPr="009F1E60">
        <w:rPr>
          <w:position w:val="-32"/>
        </w:rPr>
        <w:object w:dxaOrig="2020" w:dyaOrig="760">
          <v:shape id="_x0000_i1371" type="#_x0000_t75" style="width:101pt;height:38.35pt" o:ole="" fillcolor="window">
            <v:imagedata r:id="rId614" o:title=""/>
          </v:shape>
          <o:OLEObject Type="Embed" ProgID="Equation.3" ShapeID="_x0000_i1371" DrawAspect="Content" ObjectID="_1654976741" r:id="rId615"/>
        </w:object>
      </w:r>
    </w:p>
    <w:p w:rsidR="009F1E60" w:rsidRDefault="009F1E60" w:rsidP="009F1E60">
      <w:pPr>
        <w:pStyle w:val="ISM"/>
        <w:ind w:left="900"/>
      </w:pPr>
      <w:r>
        <w:t xml:space="preserve">  = $</w:t>
      </w:r>
      <w:r w:rsidR="00FF1F02">
        <w:t>16,278.25</w:t>
      </w:r>
      <w:r>
        <w:t xml:space="preserve"> + $</w:t>
      </w:r>
      <w:r w:rsidR="00FF1F02">
        <w:t>13,089.87</w:t>
      </w:r>
      <w:r>
        <w:t xml:space="preserve"> </w:t>
      </w:r>
    </w:p>
    <w:p w:rsidR="009F1E60" w:rsidRDefault="009F1E60" w:rsidP="009F1E60">
      <w:pPr>
        <w:pStyle w:val="ISM"/>
        <w:spacing w:after="120" w:line="360" w:lineRule="auto"/>
        <w:ind w:left="907"/>
      </w:pPr>
      <w:r>
        <w:t xml:space="preserve">  = </w:t>
      </w:r>
      <w:r w:rsidR="00E537D3" w:rsidRPr="00CA19EF">
        <w:t>$29,368.12</w:t>
      </w:r>
    </w:p>
    <w:p w:rsidR="00904782" w:rsidRDefault="00FC07E6" w:rsidP="00CA19EF">
      <w:pPr>
        <w:pStyle w:val="ISM"/>
        <w:spacing w:after="120" w:line="360" w:lineRule="auto"/>
      </w:pPr>
      <w:r>
        <w:tab/>
      </w:r>
      <w:r>
        <w:tab/>
        <w:t xml:space="preserve">Norma will be $30,000 – </w:t>
      </w:r>
      <w:r w:rsidR="006A7F79">
        <w:t>$</w:t>
      </w:r>
      <w:r>
        <w:t xml:space="preserve">29,368.12 = </w:t>
      </w:r>
      <w:r w:rsidR="00E537D3" w:rsidRPr="00CA19EF">
        <w:rPr>
          <w:u w:val="double"/>
        </w:rPr>
        <w:t>$631.88 short</w:t>
      </w:r>
      <w:r>
        <w:t xml:space="preserve"> of her goal.</w:t>
      </w:r>
    </w:p>
    <w:p w:rsidR="00FD29B6" w:rsidRDefault="00FD29B6" w:rsidP="00632BB0">
      <w:pPr>
        <w:pStyle w:val="ISM"/>
      </w:pPr>
    </w:p>
    <w:p w:rsidR="00632BB0" w:rsidRDefault="0045715C" w:rsidP="00632BB0">
      <w:pPr>
        <w:pStyle w:val="ISM"/>
      </w:pPr>
      <w:r>
        <w:rPr>
          <w:noProof/>
          <w:lang w:val="en-US"/>
        </w:rPr>
        <w:pict>
          <v:shape id="AutoShape 392" o:spid="_x0000_s1129" type="#_x0000_t61" style="position:absolute;margin-left:320.4pt;margin-top:4.05pt;width:131.2pt;height:131.4pt;z-index:251719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" adj="-18999,9066" fillcolor="#cff">
            <v:fill opacity="25443f"/>
            <v:textbox inset="3.6pt,,3.6pt">
              <w:txbxContent>
                <w:p w:rsidR="00F95D40" w:rsidRDefault="00F95D40" w:rsidP="00632BB0">
                  <w:pPr>
                    <w:spacing w:line="300" w:lineRule="exact"/>
                    <w:ind w:right="42"/>
                    <w:jc w:val="right"/>
                  </w:pPr>
                  <w:r>
                    <w:t xml:space="preserve">8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2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632BB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2)</w:t>
                  </w:r>
                </w:p>
                <w:p w:rsidR="00F95D40" w:rsidRDefault="00F95D40" w:rsidP="00632BB0">
                  <w:pPr>
                    <w:spacing w:line="300" w:lineRule="exact"/>
                    <w:ind w:right="42"/>
                    <w:jc w:val="right"/>
                    <w:rPr>
                      <w:spacing w:val="-2"/>
                      <w:bdr w:val="single" w:sz="12" w:space="0" w:color="auto"/>
                      <w:shd w:val="clear" w:color="auto" w:fill="C0C0C0"/>
                    </w:rPr>
                  </w:pPr>
                  <w:r>
                    <w:t xml:space="preserve">40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3000  </w:t>
                  </w:r>
                  <w:r w:rsidRPr="000E3959">
                    <w:rPr>
                      <w:b/>
                      <w:bdr w:val="single" w:sz="12" w:space="0" w:color="auto"/>
                      <w:shd w:val="clear" w:color="auto" w:fill="C0C0C0"/>
                    </w:rPr>
                    <w:sym w:font="MT Extra" w:char="F020"/>
                  </w:r>
                  <w:r w:rsidRPr="000E3959">
                    <w:rPr>
                      <w:b/>
                      <w:bdr w:val="single" w:sz="12" w:space="0" w:color="auto"/>
                      <w:shd w:val="clear" w:color="auto" w:fill="C0C0C0"/>
                    </w:rPr>
                    <w:t>+ / –</w:t>
                  </w:r>
                  <w:r w:rsidRPr="000E3959">
                    <w:rPr>
                      <w:b/>
                      <w:bdr w:val="single" w:sz="12" w:space="0" w:color="auto"/>
                      <w:shd w:val="clear" w:color="auto" w:fill="C0C0C0"/>
                    </w:rPr>
                    <w:sym w:font="MT Extra" w:char="F020"/>
                  </w:r>
                  <w:r>
                    <w:t xml:space="preserve">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285,076.55</w:t>
                  </w:r>
                </w:p>
              </w:txbxContent>
            </v:textbox>
            <w10:wrap type="square"/>
          </v:shape>
        </w:pict>
      </w:r>
      <w:r w:rsidR="00632BB0">
        <w:tab/>
        <w:t>1</w:t>
      </w:r>
      <w:r w:rsidR="00087F34">
        <w:t>7</w:t>
      </w:r>
      <w:r w:rsidR="00632BB0">
        <w:t>.</w:t>
      </w:r>
      <w:r w:rsidR="00632BB0">
        <w:tab/>
        <w:t>If $3000 is contributed every 6 months for 20 years,</w:t>
      </w:r>
    </w:p>
    <w:p w:rsidR="00632BB0" w:rsidRDefault="0045715C" w:rsidP="00632BB0">
      <w:pPr>
        <w:pStyle w:val="ISM"/>
        <w:ind w:left="1170"/>
      </w:pPr>
      <w:r>
        <w:rPr>
          <w:noProof/>
          <w:sz w:val="20"/>
          <w:lang w:val="en-US"/>
        </w:rPr>
        <w:pict>
          <v:shape id="AutoShape 365" o:spid="_x0000_s1160" type="#_x0000_t88" style="position:absolute;left:0;text-align:left;margin-left:186.95pt;margin-top:2.45pt;width:10.15pt;height:88.45pt;z-index:25169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"/>
        </w:pict>
      </w:r>
      <w:r w:rsidR="00632BB0" w:rsidRPr="00480120">
        <w:rPr>
          <w:position w:val="-34"/>
        </w:rPr>
        <w:object w:dxaOrig="2240" w:dyaOrig="780">
          <v:shape id="_x0000_i1372" type="#_x0000_t75" style="width:112.2pt;height:38.35pt" o:ole="" fillcolor="window">
            <v:imagedata r:id="rId297" o:title=""/>
          </v:shape>
          <o:OLEObject Type="Embed" ProgID="Equation.3" ShapeID="_x0000_i1372" DrawAspect="Content" ObjectID="_1654976742" r:id="rId616"/>
        </w:object>
      </w:r>
    </w:p>
    <w:p w:rsidR="00632BB0" w:rsidRDefault="00632BB0" w:rsidP="00632BB0">
      <w:pPr>
        <w:pStyle w:val="ISM"/>
        <w:ind w:left="1440"/>
      </w:pPr>
      <w:r>
        <w:t xml:space="preserve">  = $3000</w:t>
      </w:r>
      <w:r w:rsidRPr="00480120">
        <w:rPr>
          <w:position w:val="-34"/>
        </w:rPr>
        <w:object w:dxaOrig="1280" w:dyaOrig="780">
          <v:shape id="_x0000_i1373" type="#_x0000_t75" style="width:63.6pt;height:38.35pt" o:ole="" fillcolor="window">
            <v:imagedata r:id="rId617" o:title=""/>
          </v:shape>
          <o:OLEObject Type="Embed" ProgID="Equation.3" ShapeID="_x0000_i1373" DrawAspect="Content" ObjectID="_1654976743" r:id="rId618"/>
        </w:object>
      </w:r>
    </w:p>
    <w:p w:rsidR="00632BB0" w:rsidRDefault="00632BB0" w:rsidP="00632BB0">
      <w:pPr>
        <w:pStyle w:val="ISM"/>
        <w:ind w:left="1440"/>
      </w:pPr>
      <w:r>
        <w:t xml:space="preserve">  = $285,076.55</w:t>
      </w:r>
    </w:p>
    <w:p w:rsidR="00632BB0" w:rsidRDefault="00632BB0" w:rsidP="00632BB0">
      <w:pPr>
        <w:pStyle w:val="ISM"/>
      </w:pPr>
    </w:p>
    <w:p w:rsidR="007141A6" w:rsidRDefault="00632BB0" w:rsidP="00632BB0">
      <w:pPr>
        <w:pStyle w:val="ISM"/>
      </w:pPr>
      <w:r>
        <w:tab/>
      </w:r>
      <w:r>
        <w:tab/>
      </w:r>
    </w:p>
    <w:p w:rsidR="00632BB0" w:rsidRDefault="00632BB0" w:rsidP="007141A6">
      <w:r>
        <w:t xml:space="preserve">If $6000 is contributed every 6 months for the </w:t>
      </w:r>
    </w:p>
    <w:p w:rsidR="00632BB0" w:rsidRDefault="00632BB0" w:rsidP="00632BB0">
      <w:pPr>
        <w:pStyle w:val="ISM"/>
      </w:pPr>
      <w:r>
        <w:tab/>
      </w:r>
      <w:r>
        <w:tab/>
        <w:t>final 10 years,</w:t>
      </w:r>
    </w:p>
    <w:p w:rsidR="00632BB0" w:rsidRDefault="0045715C" w:rsidP="00632BB0">
      <w:pPr>
        <w:pStyle w:val="ISM"/>
      </w:pPr>
      <w:r>
        <w:rPr>
          <w:noProof/>
          <w:sz w:val="20"/>
          <w:lang w:val="en-US"/>
        </w:rPr>
        <w:pict>
          <v:shape id="AutoShape 364" o:spid="_x0000_s1130" type="#_x0000_t61" style="position:absolute;margin-left:320.4pt;margin-top:7.25pt;width:136pt;height:87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" adj="-11689,2421" fillcolor="#cff">
            <v:fill opacity="26985f"/>
            <v:textbox inset="3.6pt,,3.6pt">
              <w:txbxContent>
                <w:p w:rsidR="00F95D40" w:rsidRPr="00E33DAB" w:rsidRDefault="00F95D40" w:rsidP="00632BB0">
                  <w:pPr>
                    <w:spacing w:line="300" w:lineRule="exact"/>
                    <w:ind w:right="120"/>
                    <w:jc w:val="right"/>
                    <w:rPr>
                      <w:rFonts w:cs="Arial"/>
                      <w:i/>
                      <w:iCs/>
                    </w:rPr>
                  </w:pPr>
                  <w:r w:rsidRPr="00E33DAB">
                    <w:rPr>
                      <w:rFonts w:cs="Arial"/>
                    </w:rPr>
                    <w:t xml:space="preserve">Same </w:t>
                  </w:r>
                  <w:r w:rsidRPr="00E33DAB">
                    <w:rPr>
                      <w:rFonts w:cs="Arial"/>
                      <w:i/>
                      <w:iCs/>
                    </w:rPr>
                    <w:t>I/Y</w:t>
                  </w:r>
                  <w:r w:rsidRPr="00E33DAB">
                    <w:rPr>
                      <w:rFonts w:cs="Arial"/>
                    </w:rPr>
                    <w:t xml:space="preserve">, </w:t>
                  </w:r>
                  <w:r w:rsidRPr="00E33DAB">
                    <w:rPr>
                      <w:rFonts w:cs="Arial"/>
                      <w:i/>
                      <w:iCs/>
                    </w:rPr>
                    <w:t>P/Y, C/Y</w:t>
                  </w:r>
                  <w:r>
                    <w:rPr>
                      <w:rFonts w:cs="Arial"/>
                      <w:i/>
                      <w:iCs/>
                    </w:rPr>
                    <w:t>,</w:t>
                  </w:r>
                  <w:r w:rsidRPr="00E33DAB">
                    <w:rPr>
                      <w:rFonts w:cs="Arial"/>
                      <w:i/>
                      <w:iCs/>
                    </w:rPr>
                    <w:t xml:space="preserve"> PV</w:t>
                  </w:r>
                </w:p>
                <w:p w:rsidR="00F95D40" w:rsidRPr="00E33DAB" w:rsidRDefault="00F95D40" w:rsidP="00632BB0">
                  <w:pPr>
                    <w:spacing w:line="300" w:lineRule="exact"/>
                    <w:ind w:right="120"/>
                    <w:jc w:val="right"/>
                    <w:rPr>
                      <w:rFonts w:cs="Arial"/>
                      <w:spacing w:val="-2"/>
                      <w:bdr w:val="single" w:sz="12" w:space="0" w:color="auto"/>
                      <w:shd w:val="clear" w:color="auto" w:fill="C0C0C0"/>
                    </w:rPr>
                  </w:pPr>
                  <w:r w:rsidRPr="00E33DAB">
                    <w:rPr>
                      <w:rFonts w:cs="Arial"/>
                    </w:rPr>
                    <w:t xml:space="preserve">20  </w:t>
                  </w:r>
                  <w:r w:rsidRPr="00E33DAB">
                    <w:rPr>
                      <w:rFonts w:cs="Arial"/>
                      <w:spacing w:val="-2"/>
                      <w:sz w:val="18"/>
                      <w:bdr w:val="single" w:sz="12" w:space="0" w:color="auto"/>
                      <w:shd w:val="clear" w:color="auto" w:fill="C0C0C0"/>
                    </w:rPr>
                    <w:sym w:font="MT Extra" w:char="F020"/>
                  </w:r>
                  <w:r w:rsidRPr="00E33DAB">
                    <w:rPr>
                      <w:rFonts w:cs="Arial"/>
                      <w:spacing w:val="-2"/>
                      <w:sz w:val="20"/>
                      <w:bdr w:val="single" w:sz="12" w:space="0" w:color="auto"/>
                      <w:shd w:val="clear" w:color="auto" w:fill="C0C0C0"/>
                    </w:rPr>
                    <w:t xml:space="preserve">   </w:t>
                  </w:r>
                  <w:r w:rsidRPr="00E33DAB">
                    <w:rPr>
                      <w:rFonts w:cs="Arial"/>
                      <w:b/>
                      <w:spacing w:val="-2"/>
                      <w:bdr w:val="single" w:sz="12" w:space="0" w:color="auto"/>
                      <w:shd w:val="clear" w:color="auto" w:fill="C0C0C0"/>
                    </w:rPr>
                    <w:t>N</w:t>
                  </w:r>
                  <w:r w:rsidRPr="00E33DAB">
                    <w:rPr>
                      <w:rFonts w:cs="Arial"/>
                      <w:b/>
                      <w:spacing w:val="-2"/>
                      <w:sz w:val="20"/>
                      <w:bdr w:val="single" w:sz="12" w:space="0" w:color="auto"/>
                      <w:shd w:val="clear" w:color="auto" w:fill="C0C0C0"/>
                    </w:rPr>
                    <w:t xml:space="preserve"> </w:t>
                  </w:r>
                  <w:r w:rsidRPr="00E33DAB">
                    <w:rPr>
                      <w:rFonts w:cs="Arial"/>
                      <w:spacing w:val="-2"/>
                      <w:sz w:val="20"/>
                      <w:bdr w:val="single" w:sz="12" w:space="0" w:color="auto"/>
                      <w:shd w:val="clear" w:color="auto" w:fill="C0C0C0"/>
                    </w:rPr>
                    <w:t xml:space="preserve">  </w:t>
                  </w:r>
                  <w:r w:rsidRPr="00E33DAB">
                    <w:rPr>
                      <w:rFonts w:cs="Arial"/>
                      <w:spacing w:val="-2"/>
                      <w:bdr w:val="single" w:sz="12" w:space="0" w:color="auto"/>
                      <w:shd w:val="clear" w:color="auto" w:fill="C0C0C0"/>
                    </w:rPr>
                    <w:sym w:font="MT Extra" w:char="F020"/>
                  </w:r>
                </w:p>
                <w:p w:rsidR="00F95D40" w:rsidRPr="00E33DAB" w:rsidRDefault="00F95D40" w:rsidP="00632BB0">
                  <w:pPr>
                    <w:spacing w:line="300" w:lineRule="exact"/>
                    <w:ind w:right="120"/>
                    <w:jc w:val="right"/>
                    <w:rPr>
                      <w:rFonts w:cs="Arial"/>
                    </w:rPr>
                  </w:pPr>
                  <w:r w:rsidRPr="00E33DAB">
                    <w:rPr>
                      <w:rFonts w:cs="Arial"/>
                    </w:rPr>
                    <w:t xml:space="preserve">6000  </w:t>
                  </w:r>
                  <w:r w:rsidRPr="00E33DAB">
                    <w:rPr>
                      <w:rFonts w:cs="Arial"/>
                      <w:b/>
                      <w:bCs/>
                      <w:bdr w:val="single" w:sz="12" w:space="0" w:color="auto"/>
                      <w:shd w:val="clear" w:color="auto" w:fill="C0C0C0"/>
                    </w:rPr>
                    <w:sym w:font="MT Extra" w:char="F020"/>
                  </w:r>
                  <w:r w:rsidRPr="00E33DAB">
                    <w:rPr>
                      <w:rFonts w:cs="Arial"/>
                      <w:b/>
                      <w:bCs/>
                      <w:bdr w:val="single" w:sz="12" w:space="0" w:color="auto"/>
                      <w:shd w:val="clear" w:color="auto" w:fill="C0C0C0"/>
                    </w:rPr>
                    <w:t>+ /</w:t>
                  </w:r>
                  <w:r w:rsidRPr="00E33DAB">
                    <w:rPr>
                      <w:rFonts w:cs="Arial"/>
                      <w:bdr w:val="single" w:sz="12" w:space="0" w:color="auto"/>
                      <w:shd w:val="clear" w:color="auto" w:fill="C0C0C0"/>
                    </w:rPr>
                    <w:t xml:space="preserve"> </w:t>
                  </w:r>
                  <w:r w:rsidRPr="00E33DAB">
                    <w:rPr>
                      <w:rFonts w:cs="Arial"/>
                      <w:b/>
                      <w:bdr w:val="single" w:sz="12" w:space="0" w:color="auto"/>
                      <w:shd w:val="clear" w:color="auto" w:fill="C0C0C0"/>
                    </w:rPr>
                    <w:t>–</w:t>
                  </w:r>
                  <w:r w:rsidRPr="00E33DAB">
                    <w:rPr>
                      <w:rFonts w:cs="Arial"/>
                      <w:bdr w:val="single" w:sz="12" w:space="0" w:color="auto"/>
                      <w:shd w:val="clear" w:color="auto" w:fill="C0C0C0"/>
                    </w:rPr>
                    <w:sym w:font="MT Extra" w:char="F020"/>
                  </w:r>
                  <w:r w:rsidRPr="00E33DAB">
                    <w:rPr>
                      <w:rFonts w:cs="Arial"/>
                    </w:rPr>
                    <w:t xml:space="preserve">  </w:t>
                  </w:r>
                  <w:r w:rsidRPr="00E33DAB">
                    <w:rPr>
                      <w:rFonts w:cs="Arial"/>
                      <w:bdr w:val="single" w:sz="12" w:space="0" w:color="auto"/>
                      <w:shd w:val="clear" w:color="auto" w:fill="C0C0C0"/>
                    </w:rPr>
                    <w:sym w:font="MT Extra" w:char="F020"/>
                  </w:r>
                  <w:r w:rsidRPr="00E33DAB">
                    <w:rPr>
                      <w:rFonts w:cs="Arial"/>
                      <w:b/>
                      <w:bdr w:val="single" w:sz="12" w:space="0" w:color="auto"/>
                      <w:shd w:val="clear" w:color="auto" w:fill="C0C0C0"/>
                    </w:rPr>
                    <w:t>PMT</w:t>
                  </w:r>
                  <w:r w:rsidRPr="00E33DAB">
                    <w:rPr>
                      <w:rFonts w:cs="Arial"/>
                      <w:bdr w:val="single" w:sz="12" w:space="0" w:color="auto"/>
                      <w:shd w:val="clear" w:color="auto" w:fill="C0C0C0"/>
                    </w:rPr>
                    <w:sym w:font="MT Extra" w:char="F020"/>
                  </w:r>
                </w:p>
                <w:p w:rsidR="00F95D40" w:rsidRPr="00E33DAB" w:rsidRDefault="00F95D40" w:rsidP="00632BB0">
                  <w:pPr>
                    <w:spacing w:line="300" w:lineRule="exact"/>
                    <w:ind w:right="120"/>
                    <w:jc w:val="right"/>
                    <w:rPr>
                      <w:rFonts w:cs="Arial"/>
                    </w:rPr>
                  </w:pPr>
                  <w:r w:rsidRPr="00E33DAB">
                    <w:rPr>
                      <w:rFonts w:cs="Arial"/>
                    </w:rPr>
                    <w:t xml:space="preserve">  </w:t>
                  </w:r>
                  <w:r w:rsidRPr="00E33DAB">
                    <w:rPr>
                      <w:rFonts w:cs="Arial"/>
                      <w:bdr w:val="single" w:sz="12" w:space="0" w:color="auto"/>
                      <w:shd w:val="clear" w:color="auto" w:fill="C0C0C0"/>
                    </w:rPr>
                    <w:sym w:font="MT Extra" w:char="F020"/>
                  </w:r>
                  <w:r w:rsidRPr="00E33DAB">
                    <w:rPr>
                      <w:rFonts w:cs="Arial"/>
                      <w:b/>
                      <w:bdr w:val="single" w:sz="12" w:space="0" w:color="auto"/>
                      <w:shd w:val="clear" w:color="auto" w:fill="C0C0C0"/>
                    </w:rPr>
                    <w:t>CPT</w:t>
                  </w:r>
                  <w:r w:rsidRPr="00E33DAB">
                    <w:rPr>
                      <w:rFonts w:cs="Arial"/>
                      <w:bdr w:val="single" w:sz="12" w:space="0" w:color="auto"/>
                      <w:shd w:val="clear" w:color="auto" w:fill="C0C0C0"/>
                    </w:rPr>
                    <w:sym w:font="MT Extra" w:char="F020"/>
                  </w:r>
                  <w:r w:rsidRPr="00E33DAB">
                    <w:rPr>
                      <w:rFonts w:cs="Arial"/>
                    </w:rPr>
                    <w:t xml:space="preserve"> </w:t>
                  </w:r>
                  <w:r w:rsidRPr="00E33DAB">
                    <w:rPr>
                      <w:rFonts w:cs="Arial"/>
                      <w:b/>
                      <w:bCs/>
                      <w:spacing w:val="-2"/>
                      <w:bdr w:val="single" w:sz="12" w:space="0" w:color="auto"/>
                      <w:shd w:val="clear" w:color="auto" w:fill="C0C0C0"/>
                    </w:rPr>
                    <w:sym w:font="MT Extra" w:char="F020"/>
                  </w:r>
                  <w:r w:rsidRPr="00E33DAB">
                    <w:rPr>
                      <w:rFonts w:cs="Arial"/>
                      <w:spacing w:val="-2"/>
                      <w:sz w:val="16"/>
                      <w:bdr w:val="single" w:sz="12" w:space="0" w:color="auto"/>
                      <w:shd w:val="clear" w:color="auto" w:fill="C0C0C0"/>
                    </w:rPr>
                    <w:t xml:space="preserve">  </w:t>
                  </w:r>
                  <w:r w:rsidRPr="00E33DAB">
                    <w:rPr>
                      <w:rFonts w:cs="Arial"/>
                      <w:b/>
                      <w:bCs/>
                      <w:iCs/>
                      <w:spacing w:val="-2"/>
                      <w:bdr w:val="single" w:sz="12" w:space="0" w:color="auto"/>
                      <w:shd w:val="clear" w:color="auto" w:fill="C0C0C0"/>
                    </w:rPr>
                    <w:t>FV</w:t>
                  </w:r>
                  <w:r w:rsidRPr="00E33DAB">
                    <w:rPr>
                      <w:rFonts w:cs="Arial"/>
                      <w:iCs/>
                      <w:spacing w:val="-2"/>
                      <w:sz w:val="16"/>
                      <w:bdr w:val="single" w:sz="12" w:space="0" w:color="auto"/>
                      <w:shd w:val="clear" w:color="auto" w:fill="C0C0C0"/>
                    </w:rPr>
                    <w:t xml:space="preserve"> </w:t>
                  </w:r>
                  <w:r w:rsidRPr="00E33DAB">
                    <w:rPr>
                      <w:rFonts w:cs="Arial"/>
                      <w:spacing w:val="-2"/>
                      <w:sz w:val="16"/>
                      <w:bdr w:val="single" w:sz="12" w:space="0" w:color="auto"/>
                      <w:shd w:val="clear" w:color="auto" w:fill="C0C0C0"/>
                    </w:rPr>
                    <w:t xml:space="preserve"> </w:t>
                  </w:r>
                  <w:r w:rsidRPr="00E33DAB">
                    <w:rPr>
                      <w:rFonts w:cs="Arial"/>
                      <w:b/>
                      <w:bCs/>
                      <w:spacing w:val="-2"/>
                      <w:bdr w:val="single" w:sz="12" w:space="0" w:color="auto"/>
                      <w:shd w:val="clear" w:color="auto" w:fill="C0C0C0"/>
                    </w:rPr>
                    <w:sym w:font="MT Extra" w:char="F020"/>
                  </w:r>
                </w:p>
                <w:p w:rsidR="00F95D40" w:rsidRPr="00E33DAB" w:rsidRDefault="00F95D40" w:rsidP="00632BB0">
                  <w:pPr>
                    <w:pStyle w:val="Mainfirst"/>
                    <w:spacing w:line="320" w:lineRule="exact"/>
                    <w:ind w:right="120"/>
                    <w:jc w:val="right"/>
                    <w:rPr>
                      <w:rFonts w:cs="Arial"/>
                      <w:lang w:val="en-CA"/>
                    </w:rPr>
                  </w:pPr>
                  <w:r w:rsidRPr="00E33DAB">
                    <w:rPr>
                      <w:rFonts w:cs="Arial"/>
                      <w:i/>
                      <w:iCs/>
                      <w:lang w:val="en-CA"/>
                    </w:rPr>
                    <w:t>Ans</w:t>
                  </w:r>
                  <w:r w:rsidRPr="00E33DAB">
                    <w:rPr>
                      <w:rFonts w:cs="Arial"/>
                      <w:lang w:val="en-CA"/>
                    </w:rPr>
                    <w:t xml:space="preserve">:  </w:t>
                  </w:r>
                  <w:r w:rsidRPr="00E33DAB">
                    <w:rPr>
                      <w:rFonts w:cs="Arial"/>
                    </w:rPr>
                    <w:t>178,668.47</w:t>
                  </w:r>
                </w:p>
              </w:txbxContent>
            </v:textbox>
            <w10:wrap type="square"/>
          </v:shape>
        </w:pict>
      </w:r>
      <w:r w:rsidR="00632BB0">
        <w:tab/>
      </w:r>
      <w:r w:rsidR="00632BB0">
        <w:tab/>
      </w:r>
      <w:r w:rsidR="00632BB0">
        <w:tab/>
        <w:t xml:space="preserve">   </w:t>
      </w:r>
      <w:r w:rsidR="00632BB0">
        <w:rPr>
          <w:rFonts w:ascii="Times New Roman" w:hAnsi="Times New Roman"/>
          <w:i/>
          <w:spacing w:val="-2"/>
        </w:rPr>
        <w:t>FV</w:t>
      </w:r>
      <w:r w:rsidR="00632BB0">
        <w:rPr>
          <w:spacing w:val="-2"/>
        </w:rPr>
        <w:t xml:space="preserve"> = </w:t>
      </w:r>
      <w:r w:rsidR="00632BB0">
        <w:t>$6000</w:t>
      </w:r>
      <w:r w:rsidR="00632BB0" w:rsidRPr="00480120">
        <w:rPr>
          <w:position w:val="-34"/>
        </w:rPr>
        <w:object w:dxaOrig="1280" w:dyaOrig="780">
          <v:shape id="_x0000_i1374" type="#_x0000_t75" style="width:63.6pt;height:38.35pt" o:ole="" fillcolor="window">
            <v:imagedata r:id="rId619" o:title=""/>
          </v:shape>
          <o:OLEObject Type="Embed" ProgID="Equation.3" ShapeID="_x0000_i1374" DrawAspect="Content" ObjectID="_1654976744" r:id="rId620"/>
        </w:object>
      </w:r>
      <w:r w:rsidR="00632BB0">
        <w:t xml:space="preserve"> = $178,668.47</w:t>
      </w:r>
    </w:p>
    <w:p w:rsidR="00632BB0" w:rsidRDefault="00632BB0" w:rsidP="00632BB0">
      <w:pPr>
        <w:pStyle w:val="ISM"/>
      </w:pPr>
      <w:r>
        <w:tab/>
      </w:r>
      <w:r>
        <w:tab/>
        <w:t xml:space="preserve">The early start results in </w:t>
      </w:r>
    </w:p>
    <w:p w:rsidR="00632BB0" w:rsidRDefault="00632BB0" w:rsidP="00632BB0">
      <w:pPr>
        <w:pStyle w:val="ISM"/>
      </w:pPr>
      <w:r>
        <w:tab/>
      </w:r>
      <w:r>
        <w:tab/>
      </w:r>
      <w:r>
        <w:tab/>
        <w:t xml:space="preserve">  </w:t>
      </w:r>
      <w:r w:rsidRPr="00480120">
        <w:rPr>
          <w:position w:val="-26"/>
        </w:rPr>
        <w:object w:dxaOrig="2720" w:dyaOrig="620">
          <v:shape id="_x0000_i1375" type="#_x0000_t75" style="width:135.6pt;height:30.85pt" o:ole="" fillcolor="window">
            <v:imagedata r:id="rId621" o:title=""/>
          </v:shape>
          <o:OLEObject Type="Embed" ProgID="Equation.3" ShapeID="_x0000_i1375" DrawAspect="Content" ObjectID="_1654976745" r:id="rId622"/>
        </w:object>
      </w:r>
      <w:r>
        <w:rPr>
          <w:sz w:val="24"/>
        </w:rPr>
        <w:sym w:font="Symbol" w:char="F0B4"/>
      </w:r>
      <w:r>
        <w:t xml:space="preserve">100% = </w:t>
      </w:r>
      <w:r>
        <w:rPr>
          <w:u w:val="double"/>
        </w:rPr>
        <w:t>59.56%</w:t>
      </w:r>
      <w:r>
        <w:t xml:space="preserve"> more </w:t>
      </w:r>
    </w:p>
    <w:p w:rsidR="00632BB0" w:rsidRDefault="00632BB0" w:rsidP="00632BB0">
      <w:pPr>
        <w:pStyle w:val="ISM"/>
        <w:spacing w:after="240"/>
      </w:pPr>
      <w:r>
        <w:tab/>
      </w:r>
      <w:r>
        <w:tab/>
        <w:t>funds in the RRSP after 20 years.</w:t>
      </w:r>
    </w:p>
    <w:p w:rsidR="00FD29B6" w:rsidRDefault="00FD29B6" w:rsidP="00632BB0">
      <w:pPr>
        <w:pStyle w:val="ISM"/>
      </w:pPr>
    </w:p>
    <w:p w:rsidR="00FD29B6" w:rsidRDefault="00FD29B6">
      <w:r>
        <w:br w:type="page"/>
      </w:r>
    </w:p>
    <w:p w:rsidR="00632BB0" w:rsidRDefault="00632BB0" w:rsidP="00632BB0">
      <w:pPr>
        <w:pStyle w:val="ISM"/>
      </w:pPr>
      <w:r>
        <w:lastRenderedPageBreak/>
        <w:tab/>
      </w:r>
      <w:r w:rsidR="00087F34">
        <w:t>19</w:t>
      </w:r>
      <w:r>
        <w:t>.</w:t>
      </w:r>
      <w:r>
        <w:tab/>
        <w:t xml:space="preserve">The appropriate price to pay is the present value </w:t>
      </w:r>
    </w:p>
    <w:p w:rsidR="00632BB0" w:rsidRDefault="0045715C" w:rsidP="00632BB0">
      <w:pPr>
        <w:pStyle w:val="ISM"/>
      </w:pPr>
      <w:r>
        <w:rPr>
          <w:noProof/>
          <w:lang w:val="en-US"/>
        </w:rPr>
        <w:pict>
          <v:shape id="AutoShape 393" o:spid="_x0000_s1131" type="#_x0000_t61" style="position:absolute;margin-left:322.55pt;margin-top:13.3pt;width:127.2pt;height:137.6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" adj="-14281,13115" fillcolor="#cff">
            <v:fill opacity="25443f"/>
            <v:textbox inset="3.6pt,,3.6pt">
              <w:txbxContent>
                <w:p w:rsidR="00F95D40" w:rsidRDefault="00F95D40" w:rsidP="00632BB0">
                  <w:pPr>
                    <w:spacing w:line="300" w:lineRule="exact"/>
                    <w:ind w:right="42"/>
                    <w:jc w:val="right"/>
                  </w:pPr>
                  <w:r>
                    <w:t xml:space="preserve">7  </w:t>
                  </w:r>
                  <w:r>
                    <w:rPr>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I/Y</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rPr>
                      <w:bdr w:val="single" w:sz="12" w:space="0" w:color="auto"/>
                      <w:shd w:val="clear" w:color="auto" w:fill="C0C0C0"/>
                    </w:rPr>
                  </w:pPr>
                  <w:r>
                    <w:rPr>
                      <w:bdr w:val="single" w:sz="12" w:space="0" w:color="auto"/>
                      <w:shd w:val="clear" w:color="auto" w:fill="C0C0C0"/>
                    </w:rPr>
                    <w:sym w:font="MT Extra" w:char="F020"/>
                  </w:r>
                  <w:r>
                    <w:rPr>
                      <w:bdr w:val="single" w:sz="12" w:space="0" w:color="auto"/>
                      <w:shd w:val="clear" w:color="auto" w:fill="C0C0C0"/>
                    </w:rPr>
                    <w:t xml:space="preserve"> </w:t>
                  </w:r>
                  <w:r>
                    <w:rPr>
                      <w:b/>
                      <w:bdr w:val="single" w:sz="12" w:space="0" w:color="auto"/>
                      <w:shd w:val="clear" w:color="auto" w:fill="C0C0C0"/>
                    </w:rPr>
                    <w:t>P/Y</w:t>
                  </w:r>
                  <w:r>
                    <w:rPr>
                      <w:bdr w:val="single" w:sz="12" w:space="0" w:color="auto"/>
                      <w:shd w:val="clear" w:color="auto" w:fill="C0C0C0"/>
                    </w:rPr>
                    <w:t xml:space="preserve"> </w:t>
                  </w:r>
                  <w:r>
                    <w:rPr>
                      <w:bdr w:val="single" w:sz="12" w:space="0" w:color="auto"/>
                      <w:shd w:val="clear" w:color="auto" w:fill="C0C0C0"/>
                    </w:rPr>
                    <w:sym w:font="MT Extra" w:char="F020"/>
                  </w:r>
                  <w:r>
                    <w:t xml:space="preserve">  4  </w:t>
                  </w:r>
                  <w:r>
                    <w:rPr>
                      <w:bdr w:val="single" w:sz="12" w:space="0" w:color="auto"/>
                      <w:shd w:val="clear" w:color="auto" w:fill="C0C0C0"/>
                    </w:rPr>
                    <w:sym w:font="MT Extra" w:char="F020"/>
                  </w:r>
                  <w:r>
                    <w:rPr>
                      <w:bdr w:val="single" w:sz="12" w:space="0" w:color="auto"/>
                      <w:shd w:val="clear" w:color="auto" w:fill="C0C0C0"/>
                    </w:rPr>
                    <w:t xml:space="preserve"> </w:t>
                  </w:r>
                  <w:r>
                    <w:rPr>
                      <w:b/>
                      <w:sz w:val="20"/>
                      <w:bdr w:val="single" w:sz="12" w:space="0" w:color="auto"/>
                      <w:shd w:val="clear" w:color="auto" w:fill="C0C0C0"/>
                    </w:rPr>
                    <w:t>ENTER</w:t>
                  </w:r>
                  <w:r>
                    <w:rPr>
                      <w:bdr w:val="single" w:sz="12" w:space="0" w:color="auto"/>
                      <w:shd w:val="clear" w:color="auto" w:fill="C0C0C0"/>
                    </w:rPr>
                    <w:t xml:space="preserve"> </w:t>
                  </w:r>
                  <w:r>
                    <w:rPr>
                      <w:bdr w:val="single" w:sz="12" w:space="0" w:color="auto"/>
                      <w:shd w:val="clear" w:color="auto" w:fill="C0C0C0"/>
                    </w:rPr>
                    <w:sym w:font="MT Extra" w:char="F020"/>
                  </w:r>
                </w:p>
                <w:p w:rsidR="00F95D40" w:rsidRPr="00F516C9" w:rsidRDefault="00F95D40" w:rsidP="00632BB0">
                  <w:pPr>
                    <w:spacing w:line="300" w:lineRule="exact"/>
                    <w:ind w:left="-90" w:right="42"/>
                    <w:jc w:val="right"/>
                  </w:pPr>
                  <w:r>
                    <w:t xml:space="preserve">(making </w:t>
                  </w:r>
                  <w:r>
                    <w:rPr>
                      <w:i/>
                      <w:iCs/>
                    </w:rPr>
                    <w:t>C</w:t>
                  </w:r>
                  <w:r w:rsidRPr="005C6DCE">
                    <w:rPr>
                      <w:i/>
                      <w:iCs/>
                    </w:rPr>
                    <w:t>/Y =</w:t>
                  </w:r>
                  <w:r>
                    <w:rPr>
                      <w:iCs/>
                    </w:rPr>
                    <w:t xml:space="preserve"> </w:t>
                  </w:r>
                  <w:r w:rsidRPr="00B117C2">
                    <w:rPr>
                      <w:i/>
                      <w:iCs/>
                    </w:rPr>
                    <w:t>P/</w:t>
                  </w:r>
                  <w:r>
                    <w:rPr>
                      <w:i/>
                      <w:iCs/>
                    </w:rPr>
                    <w:t>Y</w:t>
                  </w:r>
                  <w:r>
                    <w:rPr>
                      <w:iCs/>
                    </w:rPr>
                    <w:t xml:space="preserve"> = 4)</w:t>
                  </w:r>
                </w:p>
                <w:p w:rsidR="00F95D40" w:rsidRDefault="00F95D40" w:rsidP="00632BB0">
                  <w:pPr>
                    <w:spacing w:line="300" w:lineRule="exact"/>
                    <w:ind w:right="42"/>
                    <w:jc w:val="right"/>
                    <w:rPr>
                      <w:spacing w:val="-2"/>
                      <w:bdr w:val="single" w:sz="12" w:space="0" w:color="auto"/>
                      <w:shd w:val="clear" w:color="auto" w:fill="C0C0C0"/>
                    </w:rPr>
                  </w:pPr>
                  <w:r>
                    <w:t xml:space="preserve">28  </w:t>
                  </w:r>
                  <w:r>
                    <w:rPr>
                      <w:spacing w:val="-2"/>
                      <w:sz w:val="18"/>
                      <w:bdr w:val="single" w:sz="12" w:space="0" w:color="auto"/>
                      <w:shd w:val="clear" w:color="auto" w:fill="C0C0C0"/>
                    </w:rPr>
                    <w:sym w:font="MT Extra" w:char="F020"/>
                  </w:r>
                  <w:r>
                    <w:rPr>
                      <w:spacing w:val="-2"/>
                      <w:sz w:val="20"/>
                      <w:bdr w:val="single" w:sz="12" w:space="0" w:color="auto"/>
                      <w:shd w:val="clear" w:color="auto" w:fill="C0C0C0"/>
                    </w:rPr>
                    <w:t xml:space="preserve">   </w:t>
                  </w:r>
                  <w:r>
                    <w:rPr>
                      <w:b/>
                      <w:spacing w:val="-2"/>
                      <w:bdr w:val="single" w:sz="12" w:space="0" w:color="auto"/>
                      <w:shd w:val="clear" w:color="auto" w:fill="C0C0C0"/>
                    </w:rPr>
                    <w:t>N</w:t>
                  </w:r>
                  <w:r>
                    <w:rPr>
                      <w:b/>
                      <w:spacing w:val="-2"/>
                      <w:sz w:val="20"/>
                      <w:bdr w:val="single" w:sz="12" w:space="0" w:color="auto"/>
                      <w:shd w:val="clear" w:color="auto" w:fill="C0C0C0"/>
                    </w:rPr>
                    <w:t xml:space="preserve"> </w:t>
                  </w:r>
                  <w:r>
                    <w:rPr>
                      <w:spacing w:val="-2"/>
                      <w:sz w:val="20"/>
                      <w:bdr w:val="single" w:sz="12" w:space="0" w:color="auto"/>
                      <w:shd w:val="clear" w:color="auto" w:fill="C0C0C0"/>
                    </w:rPr>
                    <w:t xml:space="preserve">  </w:t>
                  </w:r>
                  <w:r>
                    <w:rPr>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1500  </w:t>
                  </w:r>
                  <w:r>
                    <w:rPr>
                      <w:bdr w:val="single" w:sz="12" w:space="0" w:color="auto"/>
                      <w:shd w:val="clear" w:color="auto" w:fill="C0C0C0"/>
                    </w:rPr>
                    <w:sym w:font="MT Extra" w:char="F020"/>
                  </w:r>
                  <w:r>
                    <w:rPr>
                      <w:b/>
                      <w:bdr w:val="single" w:sz="12" w:space="0" w:color="auto"/>
                      <w:shd w:val="clear" w:color="auto" w:fill="C0C0C0"/>
                    </w:rPr>
                    <w:t>PMT</w:t>
                  </w:r>
                  <w:r>
                    <w:rPr>
                      <w:bdr w:val="single" w:sz="12" w:space="0" w:color="auto"/>
                      <w:shd w:val="clear" w:color="auto" w:fill="C0C0C0"/>
                    </w:rPr>
                    <w:sym w:font="MT Extra" w:char="F020"/>
                  </w:r>
                </w:p>
                <w:p w:rsidR="00F95D40" w:rsidRDefault="00F95D40" w:rsidP="00632BB0">
                  <w:pPr>
                    <w:spacing w:line="300" w:lineRule="exact"/>
                    <w:ind w:right="42"/>
                    <w:jc w:val="right"/>
                  </w:pPr>
                  <w:r>
                    <w:t xml:space="preserve">0  </w:t>
                  </w:r>
                  <w:r>
                    <w:rPr>
                      <w:b/>
                      <w:spacing w:val="-2"/>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FV</w:t>
                  </w:r>
                  <w:r>
                    <w:rPr>
                      <w:spacing w:val="-2"/>
                      <w:sz w:val="16"/>
                      <w:bdr w:val="single" w:sz="12" w:space="0" w:color="auto"/>
                      <w:shd w:val="clear" w:color="auto" w:fill="C0C0C0"/>
                    </w:rPr>
                    <w:t xml:space="preserve">  </w:t>
                  </w:r>
                  <w:r>
                    <w:rPr>
                      <w:b/>
                      <w:spacing w:val="-2"/>
                      <w:bdr w:val="single" w:sz="12" w:space="0" w:color="auto"/>
                      <w:shd w:val="clear" w:color="auto" w:fill="C0C0C0"/>
                    </w:rPr>
                    <w:sym w:font="MT Extra" w:char="F020"/>
                  </w:r>
                </w:p>
                <w:p w:rsidR="00F95D40" w:rsidRDefault="00F95D40" w:rsidP="00632BB0">
                  <w:pPr>
                    <w:spacing w:line="300" w:lineRule="exact"/>
                    <w:ind w:right="42"/>
                    <w:jc w:val="right"/>
                  </w:pPr>
                  <w:r>
                    <w:t xml:space="preserve">  </w:t>
                  </w:r>
                  <w:r>
                    <w:rPr>
                      <w:bdr w:val="single" w:sz="12" w:space="0" w:color="auto"/>
                      <w:shd w:val="clear" w:color="auto" w:fill="C0C0C0"/>
                    </w:rPr>
                    <w:sym w:font="MT Extra" w:char="F020"/>
                  </w:r>
                  <w:r>
                    <w:rPr>
                      <w:b/>
                      <w:bdr w:val="single" w:sz="12" w:space="0" w:color="auto"/>
                      <w:shd w:val="clear" w:color="auto" w:fill="C0C0C0"/>
                    </w:rPr>
                    <w:t>CPT</w:t>
                  </w:r>
                  <w:r>
                    <w:rPr>
                      <w:bdr w:val="single" w:sz="12" w:space="0" w:color="auto"/>
                      <w:shd w:val="clear" w:color="auto" w:fill="C0C0C0"/>
                    </w:rPr>
                    <w:sym w:font="MT Extra" w:char="F020"/>
                  </w:r>
                  <w:r>
                    <w:t xml:space="preserve">  </w:t>
                  </w:r>
                  <w:r>
                    <w:rPr>
                      <w:spacing w:val="-2"/>
                      <w:sz w:val="18"/>
                      <w:bdr w:val="single" w:sz="12" w:space="0" w:color="auto"/>
                      <w:shd w:val="clear" w:color="auto" w:fill="C0C0C0"/>
                    </w:rPr>
                    <w:sym w:font="MT Extra" w:char="F020"/>
                  </w:r>
                  <w:r>
                    <w:rPr>
                      <w:spacing w:val="-2"/>
                      <w:sz w:val="16"/>
                      <w:bdr w:val="single" w:sz="12" w:space="0" w:color="auto"/>
                      <w:shd w:val="clear" w:color="auto" w:fill="C0C0C0"/>
                    </w:rPr>
                    <w:t xml:space="preserve">  </w:t>
                  </w:r>
                  <w:r>
                    <w:rPr>
                      <w:b/>
                      <w:spacing w:val="-2"/>
                      <w:bdr w:val="single" w:sz="12" w:space="0" w:color="auto"/>
                      <w:shd w:val="clear" w:color="auto" w:fill="C0C0C0"/>
                    </w:rPr>
                    <w:t>PV</w:t>
                  </w:r>
                  <w:r>
                    <w:rPr>
                      <w:spacing w:val="-2"/>
                      <w:sz w:val="16"/>
                      <w:bdr w:val="single" w:sz="12" w:space="0" w:color="auto"/>
                      <w:shd w:val="clear" w:color="auto" w:fill="C0C0C0"/>
                    </w:rPr>
                    <w:t xml:space="preserve">  </w:t>
                  </w:r>
                  <w:r>
                    <w:rPr>
                      <w:spacing w:val="-2"/>
                      <w:bdr w:val="single" w:sz="12" w:space="0" w:color="auto"/>
                      <w:shd w:val="clear" w:color="auto" w:fill="C0C0C0"/>
                    </w:rPr>
                    <w:sym w:font="MT Extra" w:char="F020"/>
                  </w:r>
                </w:p>
                <w:p w:rsidR="00F95D40" w:rsidRPr="000E3959" w:rsidRDefault="00F95D40" w:rsidP="00632BB0">
                  <w:pPr>
                    <w:spacing w:line="320" w:lineRule="exact"/>
                    <w:ind w:right="42"/>
                    <w:jc w:val="right"/>
                  </w:pPr>
                  <w:r>
                    <w:rPr>
                      <w:i/>
                      <w:iCs/>
                    </w:rPr>
                    <w:t>Ans</w:t>
                  </w:r>
                  <w:r>
                    <w:t xml:space="preserve">: </w:t>
                  </w:r>
                  <w:r>
                    <w:sym w:font="Symbol" w:char="F02D"/>
                  </w:r>
                  <w:r>
                    <w:t>32,980.43</w:t>
                  </w:r>
                </w:p>
              </w:txbxContent>
            </v:textbox>
            <w10:wrap type="square"/>
          </v:shape>
        </w:pict>
      </w:r>
      <w:r w:rsidR="00632BB0">
        <w:tab/>
      </w:r>
      <w:r w:rsidR="00632BB0">
        <w:tab/>
      </w:r>
      <w:proofErr w:type="gramStart"/>
      <w:r w:rsidR="00632BB0">
        <w:t>of</w:t>
      </w:r>
      <w:proofErr w:type="gramEnd"/>
      <w:r w:rsidR="00632BB0">
        <w:t xml:space="preserve"> the payments discounted at the required rate </w:t>
      </w:r>
    </w:p>
    <w:p w:rsidR="00632BB0" w:rsidRDefault="00632BB0" w:rsidP="00632BB0">
      <w:pPr>
        <w:pStyle w:val="ISM"/>
      </w:pPr>
      <w:r>
        <w:tab/>
      </w:r>
      <w:r>
        <w:tab/>
        <w:t xml:space="preserve">of return. The present value, 5 years from now, </w:t>
      </w:r>
    </w:p>
    <w:p w:rsidR="00632BB0" w:rsidRDefault="00632BB0" w:rsidP="00632BB0">
      <w:pPr>
        <w:pStyle w:val="ISM"/>
      </w:pPr>
      <w:r>
        <w:tab/>
      </w:r>
      <w:r>
        <w:tab/>
      </w:r>
      <w:proofErr w:type="gramStart"/>
      <w:r>
        <w:t>of</w:t>
      </w:r>
      <w:proofErr w:type="gramEnd"/>
      <w:r>
        <w:t xml:space="preserve"> the last 7 years</w:t>
      </w:r>
      <w:r w:rsidR="0060524C">
        <w:t>’</w:t>
      </w:r>
      <w:r>
        <w:t xml:space="preserve"> payments is</w:t>
      </w:r>
    </w:p>
    <w:p w:rsidR="00632BB0" w:rsidRDefault="0045715C" w:rsidP="00632BB0">
      <w:pPr>
        <w:pStyle w:val="ISM"/>
      </w:pPr>
      <w:r>
        <w:rPr>
          <w:noProof/>
          <w:sz w:val="20"/>
          <w:lang w:val="en-US"/>
        </w:rPr>
        <w:pict>
          <v:shape id="AutoShape 366" o:spid="_x0000_s1150" type="#_x0000_t88" style="position:absolute;margin-left:218.85pt;margin-top:5.3pt;width:14.5pt;height:84.1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"/>
        </w:pict>
      </w:r>
      <w:r w:rsidR="00632BB0">
        <w:tab/>
      </w:r>
      <w:r w:rsidR="00632BB0">
        <w:tab/>
      </w:r>
      <w:r w:rsidR="00632BB0">
        <w:tab/>
      </w:r>
      <w:r w:rsidR="00632BB0">
        <w:tab/>
      </w:r>
      <w:r w:rsidR="00632BB0" w:rsidRPr="00480120">
        <w:rPr>
          <w:spacing w:val="-2"/>
          <w:position w:val="-34"/>
        </w:rPr>
        <w:object w:dxaOrig="2380" w:dyaOrig="780">
          <v:shape id="_x0000_i1376" type="#_x0000_t75" style="width:117.8pt;height:38.35pt" o:ole="" fillcolor="window">
            <v:imagedata r:id="rId293" o:title=""/>
          </v:shape>
          <o:OLEObject Type="Embed" ProgID="Equation.3" ShapeID="_x0000_i1376" DrawAspect="Content" ObjectID="_1654976746" r:id="rId623"/>
        </w:object>
      </w:r>
    </w:p>
    <w:p w:rsidR="00632BB0" w:rsidRDefault="00632BB0" w:rsidP="00632BB0">
      <w:pPr>
        <w:pStyle w:val="ISM"/>
        <w:ind w:left="1710"/>
      </w:pPr>
      <w:r>
        <w:t xml:space="preserve">  = $1500</w:t>
      </w:r>
      <w:r w:rsidRPr="00480120">
        <w:rPr>
          <w:position w:val="-32"/>
        </w:rPr>
        <w:object w:dxaOrig="1620" w:dyaOrig="740">
          <v:shape id="_x0000_i1377" type="#_x0000_t75" style="width:81.35pt;height:36.45pt" o:ole="" fillcolor="window">
            <v:imagedata r:id="rId624" o:title=""/>
          </v:shape>
          <o:OLEObject Type="Embed" ProgID="Equation.3" ShapeID="_x0000_i1377" DrawAspect="Content" ObjectID="_1654976747" r:id="rId625"/>
        </w:object>
      </w:r>
    </w:p>
    <w:p w:rsidR="00632BB0" w:rsidRDefault="00632BB0" w:rsidP="00632BB0">
      <w:pPr>
        <w:pStyle w:val="ISM"/>
        <w:spacing w:line="360" w:lineRule="auto"/>
        <w:ind w:left="1710"/>
      </w:pPr>
      <w:r>
        <w:t xml:space="preserve">  = $32,980.43</w:t>
      </w:r>
    </w:p>
    <w:p w:rsidR="00632BB0" w:rsidRDefault="00632BB0" w:rsidP="00632BB0">
      <w:pPr>
        <w:pStyle w:val="ISM"/>
      </w:pPr>
      <w:r>
        <w:tab/>
      </w:r>
      <w:r>
        <w:tab/>
        <w:t xml:space="preserve">Today's present value of this amount </w:t>
      </w:r>
    </w:p>
    <w:p w:rsidR="00632BB0" w:rsidRDefault="0045715C" w:rsidP="00632BB0">
      <w:pPr>
        <w:pStyle w:val="ISM"/>
      </w:pPr>
      <w:r>
        <w:rPr>
          <w:noProof/>
          <w:sz w:val="20"/>
          <w:lang w:val="en-US"/>
        </w:rPr>
        <w:pict>
          <v:shape id="AutoShape 367" o:spid="_x0000_s1132" type="#_x0000_t61" style="position:absolute;margin-left:322.65pt;margin-top:1.85pt;width:125.9pt;height:102.05pt;z-index:25169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" adj="-9462,9059" fillcolor="#cff">
            <v:fill opacity="25443f"/>
            <v:textbox inset="3.6pt,,3.6pt">
              <w:txbxContent>
                <w:p w:rsidR="00F95D40" w:rsidRPr="00E33DAB" w:rsidRDefault="00F95D40" w:rsidP="00632BB0">
                  <w:pPr>
                    <w:spacing w:line="300" w:lineRule="exact"/>
                    <w:ind w:right="120"/>
                    <w:jc w:val="right"/>
                    <w:rPr>
                      <w:rFonts w:cs="Arial"/>
                      <w:i/>
                      <w:iCs/>
                    </w:rPr>
                  </w:pPr>
                  <w:proofErr w:type="gramStart"/>
                  <w:r w:rsidRPr="00E33DAB">
                    <w:rPr>
                      <w:rFonts w:cs="Arial"/>
                    </w:rPr>
                    <w:t xml:space="preserve">Same  </w:t>
                  </w:r>
                  <w:r w:rsidRPr="00E33DAB">
                    <w:rPr>
                      <w:rFonts w:cs="Arial"/>
                      <w:i/>
                      <w:iCs/>
                    </w:rPr>
                    <w:t>P</w:t>
                  </w:r>
                  <w:proofErr w:type="gramEnd"/>
                  <w:r w:rsidRPr="00E33DAB">
                    <w:rPr>
                      <w:rFonts w:cs="Arial"/>
                      <w:i/>
                      <w:iCs/>
                    </w:rPr>
                    <w:t>/Y, C/Y</w:t>
                  </w:r>
                  <w:r>
                    <w:rPr>
                      <w:rFonts w:cs="Arial"/>
                      <w:i/>
                      <w:iCs/>
                    </w:rPr>
                    <w:t>,</w:t>
                  </w:r>
                  <w:r w:rsidRPr="00E33DAB">
                    <w:rPr>
                      <w:rFonts w:cs="Arial"/>
                      <w:i/>
                      <w:iCs/>
                    </w:rPr>
                    <w:t xml:space="preserve"> PMT</w:t>
                  </w:r>
                </w:p>
                <w:p w:rsidR="00F95D40" w:rsidRPr="00E33DAB" w:rsidRDefault="00F95D40" w:rsidP="00632BB0">
                  <w:pPr>
                    <w:spacing w:line="300" w:lineRule="exact"/>
                    <w:ind w:right="120"/>
                    <w:jc w:val="right"/>
                    <w:rPr>
                      <w:rFonts w:cs="Arial"/>
                      <w:spacing w:val="-2"/>
                      <w:bdr w:val="single" w:sz="12" w:space="0" w:color="auto"/>
                      <w:shd w:val="clear" w:color="auto" w:fill="C0C0C0"/>
                    </w:rPr>
                  </w:pPr>
                  <w:r w:rsidRPr="00E33DAB">
                    <w:rPr>
                      <w:rFonts w:cs="Arial"/>
                    </w:rPr>
                    <w:t xml:space="preserve">20  </w:t>
                  </w:r>
                  <w:r w:rsidRPr="00E33DAB">
                    <w:rPr>
                      <w:rFonts w:cs="Arial"/>
                      <w:spacing w:val="-2"/>
                      <w:sz w:val="18"/>
                      <w:bdr w:val="single" w:sz="12" w:space="0" w:color="auto"/>
                      <w:shd w:val="clear" w:color="auto" w:fill="C0C0C0"/>
                    </w:rPr>
                    <w:sym w:font="MT Extra" w:char="F020"/>
                  </w:r>
                  <w:r w:rsidRPr="00E33DAB">
                    <w:rPr>
                      <w:rFonts w:cs="Arial"/>
                      <w:spacing w:val="-2"/>
                      <w:sz w:val="20"/>
                      <w:bdr w:val="single" w:sz="12" w:space="0" w:color="auto"/>
                      <w:shd w:val="clear" w:color="auto" w:fill="C0C0C0"/>
                    </w:rPr>
                    <w:t xml:space="preserve">   </w:t>
                  </w:r>
                  <w:r w:rsidRPr="00E33DAB">
                    <w:rPr>
                      <w:rFonts w:cs="Arial"/>
                      <w:b/>
                      <w:spacing w:val="-2"/>
                      <w:bdr w:val="single" w:sz="12" w:space="0" w:color="auto"/>
                      <w:shd w:val="clear" w:color="auto" w:fill="C0C0C0"/>
                    </w:rPr>
                    <w:t>N</w:t>
                  </w:r>
                  <w:r w:rsidRPr="00E33DAB">
                    <w:rPr>
                      <w:rFonts w:cs="Arial"/>
                      <w:b/>
                      <w:spacing w:val="-2"/>
                      <w:sz w:val="20"/>
                      <w:bdr w:val="single" w:sz="12" w:space="0" w:color="auto"/>
                      <w:shd w:val="clear" w:color="auto" w:fill="C0C0C0"/>
                    </w:rPr>
                    <w:t xml:space="preserve"> </w:t>
                  </w:r>
                  <w:r w:rsidRPr="00E33DAB">
                    <w:rPr>
                      <w:rFonts w:cs="Arial"/>
                      <w:spacing w:val="-2"/>
                      <w:sz w:val="20"/>
                      <w:bdr w:val="single" w:sz="12" w:space="0" w:color="auto"/>
                      <w:shd w:val="clear" w:color="auto" w:fill="C0C0C0"/>
                    </w:rPr>
                    <w:t xml:space="preserve">  </w:t>
                  </w:r>
                  <w:r w:rsidRPr="00E33DAB">
                    <w:rPr>
                      <w:rFonts w:cs="Arial"/>
                      <w:spacing w:val="-2"/>
                      <w:bdr w:val="single" w:sz="12" w:space="0" w:color="auto"/>
                      <w:shd w:val="clear" w:color="auto" w:fill="C0C0C0"/>
                    </w:rPr>
                    <w:sym w:font="MT Extra" w:char="F020"/>
                  </w:r>
                </w:p>
                <w:p w:rsidR="00F95D40" w:rsidRPr="00E33DAB" w:rsidRDefault="00F95D40" w:rsidP="00632BB0">
                  <w:pPr>
                    <w:spacing w:line="300" w:lineRule="exact"/>
                    <w:ind w:right="120"/>
                    <w:jc w:val="right"/>
                    <w:rPr>
                      <w:rFonts w:cs="Arial"/>
                    </w:rPr>
                  </w:pPr>
                  <w:r w:rsidRPr="00E33DAB">
                    <w:rPr>
                      <w:rFonts w:cs="Arial"/>
                    </w:rPr>
                    <w:t xml:space="preserve">6  </w:t>
                  </w:r>
                  <w:r w:rsidRPr="00E33DAB">
                    <w:rPr>
                      <w:rFonts w:cs="Arial"/>
                      <w:spacing w:val="-2"/>
                      <w:bdr w:val="single" w:sz="12" w:space="0" w:color="auto"/>
                      <w:shd w:val="clear" w:color="auto" w:fill="C0C0C0"/>
                    </w:rPr>
                    <w:sym w:font="MT Extra" w:char="F020"/>
                  </w:r>
                  <w:r w:rsidRPr="00E33DAB">
                    <w:rPr>
                      <w:rFonts w:cs="Arial"/>
                      <w:spacing w:val="-2"/>
                      <w:sz w:val="16"/>
                      <w:bdr w:val="single" w:sz="12" w:space="0" w:color="auto"/>
                      <w:shd w:val="clear" w:color="auto" w:fill="C0C0C0"/>
                    </w:rPr>
                    <w:t xml:space="preserve">  </w:t>
                  </w:r>
                  <w:r w:rsidRPr="00E33DAB">
                    <w:rPr>
                      <w:rFonts w:cs="Arial"/>
                      <w:b/>
                      <w:spacing w:val="-2"/>
                      <w:bdr w:val="single" w:sz="12" w:space="0" w:color="auto"/>
                      <w:shd w:val="clear" w:color="auto" w:fill="C0C0C0"/>
                    </w:rPr>
                    <w:t>I/Y</w:t>
                  </w:r>
                  <w:r w:rsidRPr="00E33DAB">
                    <w:rPr>
                      <w:rFonts w:cs="Arial"/>
                      <w:spacing w:val="-2"/>
                      <w:sz w:val="16"/>
                      <w:bdr w:val="single" w:sz="12" w:space="0" w:color="auto"/>
                      <w:shd w:val="clear" w:color="auto" w:fill="C0C0C0"/>
                    </w:rPr>
                    <w:t xml:space="preserve">  </w:t>
                  </w:r>
                  <w:r w:rsidRPr="00E33DAB">
                    <w:rPr>
                      <w:rFonts w:cs="Arial"/>
                      <w:spacing w:val="-2"/>
                      <w:bdr w:val="single" w:sz="12" w:space="0" w:color="auto"/>
                      <w:shd w:val="clear" w:color="auto" w:fill="C0C0C0"/>
                    </w:rPr>
                    <w:sym w:font="MT Extra" w:char="F020"/>
                  </w:r>
                </w:p>
                <w:p w:rsidR="00F95D40" w:rsidRPr="00E33DAB" w:rsidRDefault="00F95D40" w:rsidP="00632BB0">
                  <w:pPr>
                    <w:spacing w:line="300" w:lineRule="exact"/>
                    <w:ind w:right="120"/>
                    <w:jc w:val="right"/>
                    <w:rPr>
                      <w:rFonts w:cs="Arial"/>
                    </w:rPr>
                  </w:pPr>
                  <w:r w:rsidRPr="00E33DAB">
                    <w:rPr>
                      <w:rFonts w:cs="Arial"/>
                    </w:rPr>
                    <w:t xml:space="preserve">32980.43  </w:t>
                  </w:r>
                  <w:r w:rsidRPr="00E33DAB">
                    <w:rPr>
                      <w:rFonts w:cs="Arial"/>
                      <w:b/>
                      <w:spacing w:val="-2"/>
                      <w:bdr w:val="single" w:sz="12" w:space="0" w:color="auto"/>
                      <w:shd w:val="clear" w:color="auto" w:fill="C0C0C0"/>
                    </w:rPr>
                    <w:sym w:font="MT Extra" w:char="F020"/>
                  </w:r>
                  <w:r w:rsidRPr="00E33DAB">
                    <w:rPr>
                      <w:rFonts w:cs="Arial"/>
                      <w:bCs/>
                      <w:spacing w:val="-2"/>
                      <w:sz w:val="16"/>
                      <w:bdr w:val="single" w:sz="12" w:space="0" w:color="auto"/>
                      <w:shd w:val="clear" w:color="auto" w:fill="C0C0C0"/>
                    </w:rPr>
                    <w:t xml:space="preserve">  </w:t>
                  </w:r>
                  <w:r w:rsidRPr="00E33DAB">
                    <w:rPr>
                      <w:rFonts w:cs="Arial"/>
                      <w:b/>
                      <w:spacing w:val="-2"/>
                      <w:bdr w:val="single" w:sz="12" w:space="0" w:color="auto"/>
                      <w:shd w:val="clear" w:color="auto" w:fill="C0C0C0"/>
                    </w:rPr>
                    <w:t>FV</w:t>
                  </w:r>
                  <w:r w:rsidRPr="00E33DAB">
                    <w:rPr>
                      <w:rFonts w:cs="Arial"/>
                      <w:bCs/>
                      <w:spacing w:val="-2"/>
                      <w:sz w:val="16"/>
                      <w:bdr w:val="single" w:sz="12" w:space="0" w:color="auto"/>
                      <w:shd w:val="clear" w:color="auto" w:fill="C0C0C0"/>
                    </w:rPr>
                    <w:t xml:space="preserve">  </w:t>
                  </w:r>
                  <w:r w:rsidRPr="00E33DAB">
                    <w:rPr>
                      <w:rFonts w:cs="Arial"/>
                      <w:b/>
                      <w:spacing w:val="-2"/>
                      <w:bdr w:val="single" w:sz="12" w:space="0" w:color="auto"/>
                      <w:shd w:val="clear" w:color="auto" w:fill="C0C0C0"/>
                    </w:rPr>
                    <w:sym w:font="MT Extra" w:char="F020"/>
                  </w:r>
                </w:p>
                <w:p w:rsidR="00F95D40" w:rsidRPr="00E33DAB" w:rsidRDefault="00F95D40" w:rsidP="00632BB0">
                  <w:pPr>
                    <w:spacing w:line="300" w:lineRule="exact"/>
                    <w:ind w:right="120"/>
                    <w:jc w:val="right"/>
                    <w:rPr>
                      <w:rFonts w:cs="Arial"/>
                    </w:rPr>
                  </w:pPr>
                  <w:r w:rsidRPr="00E33DAB">
                    <w:rPr>
                      <w:rFonts w:cs="Arial"/>
                    </w:rPr>
                    <w:t xml:space="preserve">  </w:t>
                  </w:r>
                  <w:r w:rsidRPr="00E33DAB">
                    <w:rPr>
                      <w:rFonts w:cs="Arial"/>
                      <w:bdr w:val="single" w:sz="12" w:space="0" w:color="auto"/>
                      <w:shd w:val="clear" w:color="auto" w:fill="C0C0C0"/>
                    </w:rPr>
                    <w:sym w:font="MT Extra" w:char="F020"/>
                  </w:r>
                  <w:r w:rsidRPr="00E33DAB">
                    <w:rPr>
                      <w:rFonts w:cs="Arial"/>
                      <w:b/>
                      <w:bdr w:val="single" w:sz="12" w:space="0" w:color="auto"/>
                      <w:shd w:val="clear" w:color="auto" w:fill="C0C0C0"/>
                    </w:rPr>
                    <w:t>CPT</w:t>
                  </w:r>
                  <w:r w:rsidRPr="00E33DAB">
                    <w:rPr>
                      <w:rFonts w:cs="Arial"/>
                      <w:bdr w:val="single" w:sz="12" w:space="0" w:color="auto"/>
                      <w:shd w:val="clear" w:color="auto" w:fill="C0C0C0"/>
                    </w:rPr>
                    <w:sym w:font="MT Extra" w:char="F020"/>
                  </w:r>
                  <w:r w:rsidRPr="00E33DAB">
                    <w:rPr>
                      <w:rFonts w:cs="Arial"/>
                    </w:rPr>
                    <w:t xml:space="preserve"> </w:t>
                  </w:r>
                  <w:r w:rsidRPr="00E33DAB">
                    <w:rPr>
                      <w:rFonts w:cs="Arial"/>
                      <w:b/>
                      <w:bCs/>
                      <w:spacing w:val="-2"/>
                      <w:bdr w:val="single" w:sz="12" w:space="0" w:color="auto"/>
                      <w:shd w:val="clear" w:color="auto" w:fill="C0C0C0"/>
                    </w:rPr>
                    <w:sym w:font="MT Extra" w:char="F020"/>
                  </w:r>
                  <w:r w:rsidRPr="00E33DAB">
                    <w:rPr>
                      <w:rFonts w:cs="Arial"/>
                      <w:spacing w:val="-2"/>
                      <w:sz w:val="16"/>
                      <w:bdr w:val="single" w:sz="12" w:space="0" w:color="auto"/>
                      <w:shd w:val="clear" w:color="auto" w:fill="C0C0C0"/>
                    </w:rPr>
                    <w:t xml:space="preserve">  </w:t>
                  </w:r>
                  <w:r w:rsidRPr="00E33DAB">
                    <w:rPr>
                      <w:rFonts w:cs="Arial"/>
                      <w:b/>
                      <w:bCs/>
                      <w:iCs/>
                      <w:spacing w:val="-2"/>
                      <w:bdr w:val="single" w:sz="12" w:space="0" w:color="auto"/>
                      <w:shd w:val="clear" w:color="auto" w:fill="C0C0C0"/>
                    </w:rPr>
                    <w:t>PV</w:t>
                  </w:r>
                  <w:r w:rsidRPr="00E33DAB">
                    <w:rPr>
                      <w:rFonts w:cs="Arial"/>
                      <w:iCs/>
                      <w:spacing w:val="-2"/>
                      <w:sz w:val="16"/>
                      <w:bdr w:val="single" w:sz="12" w:space="0" w:color="auto"/>
                      <w:shd w:val="clear" w:color="auto" w:fill="C0C0C0"/>
                    </w:rPr>
                    <w:t xml:space="preserve"> </w:t>
                  </w:r>
                  <w:r w:rsidRPr="00E33DAB">
                    <w:rPr>
                      <w:rFonts w:cs="Arial"/>
                      <w:spacing w:val="-2"/>
                      <w:sz w:val="16"/>
                      <w:bdr w:val="single" w:sz="12" w:space="0" w:color="auto"/>
                      <w:shd w:val="clear" w:color="auto" w:fill="C0C0C0"/>
                    </w:rPr>
                    <w:t xml:space="preserve"> </w:t>
                  </w:r>
                  <w:r w:rsidRPr="00E33DAB">
                    <w:rPr>
                      <w:rFonts w:cs="Arial"/>
                      <w:b/>
                      <w:bCs/>
                      <w:spacing w:val="-2"/>
                      <w:bdr w:val="single" w:sz="12" w:space="0" w:color="auto"/>
                      <w:shd w:val="clear" w:color="auto" w:fill="C0C0C0"/>
                    </w:rPr>
                    <w:sym w:font="MT Extra" w:char="F020"/>
                  </w:r>
                </w:p>
                <w:p w:rsidR="00F95D40" w:rsidRPr="00E33DAB" w:rsidRDefault="00F95D40" w:rsidP="00632BB0">
                  <w:pPr>
                    <w:pStyle w:val="Mainfirst"/>
                    <w:spacing w:line="320" w:lineRule="exact"/>
                    <w:ind w:right="120"/>
                    <w:jc w:val="right"/>
                    <w:rPr>
                      <w:rFonts w:cs="Arial"/>
                      <w:lang w:val="en-CA"/>
                    </w:rPr>
                  </w:pPr>
                  <w:proofErr w:type="spellStart"/>
                  <w:r w:rsidRPr="00E33DAB">
                    <w:rPr>
                      <w:rFonts w:cs="Arial"/>
                      <w:i/>
                      <w:iCs/>
                      <w:lang w:val="en-CA"/>
                    </w:rPr>
                    <w:t>Ans</w:t>
                  </w:r>
                  <w:proofErr w:type="spellEnd"/>
                  <w:r w:rsidRPr="00E33DAB">
                    <w:rPr>
                      <w:rFonts w:cs="Arial"/>
                      <w:lang w:val="en-CA"/>
                    </w:rPr>
                    <w:t xml:space="preserve">:  </w:t>
                  </w:r>
                  <w:r w:rsidR="0060524C">
                    <w:rPr>
                      <w:rFonts w:cs="Arial"/>
                      <w:lang w:val="en-CA"/>
                    </w:rPr>
                    <w:t>–</w:t>
                  </w:r>
                  <w:r w:rsidRPr="00E33DAB">
                    <w:rPr>
                      <w:rFonts w:cs="Arial"/>
                    </w:rPr>
                    <w:t>50,239.95</w:t>
                  </w:r>
                </w:p>
              </w:txbxContent>
            </v:textbox>
            <w10:wrap type="square"/>
          </v:shape>
        </w:pict>
      </w:r>
      <w:r w:rsidR="00632BB0">
        <w:tab/>
      </w:r>
      <w:r w:rsidR="00632BB0">
        <w:tab/>
      </w:r>
      <w:proofErr w:type="gramStart"/>
      <w:r w:rsidR="00632BB0">
        <w:t>and</w:t>
      </w:r>
      <w:proofErr w:type="gramEnd"/>
      <w:r w:rsidR="00632BB0">
        <w:t xml:space="preserve"> the first 5 years</w:t>
      </w:r>
      <w:r w:rsidR="0060524C">
        <w:t>’</w:t>
      </w:r>
      <w:r w:rsidR="00632BB0">
        <w:t xml:space="preserve"> payments is</w:t>
      </w:r>
    </w:p>
    <w:p w:rsidR="00632BB0" w:rsidRDefault="0045715C" w:rsidP="00632BB0">
      <w:pPr>
        <w:pStyle w:val="ISM"/>
      </w:pPr>
      <w:r>
        <w:rPr>
          <w:noProof/>
          <w:sz w:val="20"/>
          <w:lang w:val="en-US"/>
        </w:rPr>
        <w:pict>
          <v:shape id="AutoShape 368" o:spid="_x0000_s1147" type="#_x0000_t88" style="position:absolute;margin-left:255.1pt;margin-top:2.1pt;width:8.7pt;height:60.9pt;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"/>
        </w:pict>
      </w:r>
      <w:r w:rsidR="00632BB0">
        <w:tab/>
      </w:r>
      <w:r w:rsidR="00632BB0">
        <w:tab/>
      </w:r>
      <w:r w:rsidR="00632BB0">
        <w:tab/>
        <w:t>$32,980.43</w:t>
      </w:r>
      <w:r w:rsidR="00632BB0" w:rsidRPr="00480120">
        <w:rPr>
          <w:position w:val="-10"/>
        </w:rPr>
        <w:object w:dxaOrig="1060" w:dyaOrig="380">
          <v:shape id="_x0000_i1378" type="#_x0000_t75" style="width:53.3pt;height:18.7pt" o:ole="" fillcolor="window">
            <v:imagedata r:id="rId626" o:title=""/>
          </v:shape>
          <o:OLEObject Type="Embed" ProgID="Equation.3" ShapeID="_x0000_i1378" DrawAspect="Content" ObjectID="_1654976748" r:id="rId627"/>
        </w:object>
      </w:r>
      <w:r w:rsidR="00632BB0">
        <w:t xml:space="preserve"> + $1500</w:t>
      </w:r>
      <w:r w:rsidR="00632BB0" w:rsidRPr="00480120">
        <w:rPr>
          <w:position w:val="-32"/>
        </w:rPr>
        <w:object w:dxaOrig="1500" w:dyaOrig="740">
          <v:shape id="_x0000_i1379" type="#_x0000_t75" style="width:73.85pt;height:36.45pt" o:ole="" fillcolor="window">
            <v:imagedata r:id="rId628" o:title=""/>
          </v:shape>
          <o:OLEObject Type="Embed" ProgID="Equation.3" ShapeID="_x0000_i1379" DrawAspect="Content" ObjectID="_1654976749" r:id="rId629"/>
        </w:object>
      </w:r>
    </w:p>
    <w:p w:rsidR="00632BB0" w:rsidRDefault="00632BB0" w:rsidP="00632BB0">
      <w:pPr>
        <w:pStyle w:val="ISM"/>
        <w:ind w:left="1530"/>
      </w:pPr>
      <w:r>
        <w:t>= $24,486.99 + $25,752.96</w:t>
      </w:r>
    </w:p>
    <w:p w:rsidR="00632BB0" w:rsidRDefault="00632BB0" w:rsidP="00632BB0">
      <w:pPr>
        <w:pStyle w:val="ISM"/>
        <w:ind w:left="1530"/>
        <w:rPr>
          <w:u w:val="double"/>
        </w:rPr>
      </w:pPr>
      <w:r>
        <w:t xml:space="preserve">= </w:t>
      </w:r>
      <w:r>
        <w:rPr>
          <w:u w:val="double"/>
        </w:rPr>
        <w:t>$50,239.95</w:t>
      </w:r>
    </w:p>
    <w:p w:rsidR="00E350F6" w:rsidRDefault="00632BB0" w:rsidP="00632BB0">
      <w:pPr>
        <w:pStyle w:val="ISM"/>
      </w:pPr>
      <w:r>
        <w:tab/>
      </w:r>
      <w:r>
        <w:tab/>
        <w:t>The appropriate price to pay is $50,239.95</w:t>
      </w:r>
    </w:p>
    <w:p w:rsidR="00B139CF" w:rsidRDefault="00B139CF" w:rsidP="00632BB0">
      <w:pPr>
        <w:pStyle w:val="ISM"/>
        <w:sectPr w:rsidR="00B139CF" w:rsidSect="00571F1D">
          <w:footerReference w:type="even" r:id="rId630"/>
          <w:footerReference w:type="default" r:id="rId631"/>
          <w:pgSz w:w="12240" w:h="15840" w:code="1"/>
          <w:pgMar w:top="1080" w:right="1440" w:bottom="1080" w:left="1440" w:header="720" w:footer="720" w:gutter="0"/>
          <w:pgNumType w:start="176"/>
          <w:cols w:space="720"/>
        </w:sectPr>
      </w:pPr>
      <w:bookmarkStart w:id="0" w:name="_GoBack"/>
      <w:bookmarkEnd w:id="0"/>
    </w:p>
    <w:p w:rsidR="00506288" w:rsidRDefault="00506288" w:rsidP="00632BB0">
      <w:pPr>
        <w:pStyle w:val="ISM"/>
      </w:pPr>
    </w:p>
    <w:sectPr w:rsidR="00506288" w:rsidSect="00B139CF">
      <w:footerReference w:type="even" r:id="rId632"/>
      <w:type w:val="evenPage"/>
      <w:pgSz w:w="12240" w:h="15840" w:code="1"/>
      <w:pgMar w:top="1080" w:right="1440" w:bottom="1080" w:left="1440" w:header="720" w:footer="720" w:gutter="0"/>
      <w:pgNumType w:start="19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15C" w:rsidRDefault="0045715C">
      <w:r>
        <w:separator/>
      </w:r>
    </w:p>
  </w:endnote>
  <w:endnote w:type="continuationSeparator" w:id="0">
    <w:p w:rsidR="0045715C" w:rsidRDefault="0045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T Extra">
    <w:panose1 w:val="05050102010205020202"/>
    <w:charset w:val="02"/>
    <w:family w:val="roman"/>
    <w:pitch w:val="variable"/>
    <w:sig w:usb0="8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D40" w:rsidRDefault="00F95D40">
    <w:pPr>
      <w:pStyle w:val="Footer"/>
      <w:pBdr>
        <w:top w:val="single" w:sz="4" w:space="1" w:color="auto"/>
      </w:pBdr>
      <w:tabs>
        <w:tab w:val="clear" w:pos="8640"/>
        <w:tab w:val="right" w:pos="9270"/>
      </w:tabs>
      <w:rPr>
        <w:b/>
        <w:i/>
      </w:rPr>
    </w:pPr>
    <w:r>
      <w:rPr>
        <w:rStyle w:val="PageNumber"/>
        <w:b/>
      </w:rPr>
      <w:fldChar w:fldCharType="begin"/>
    </w:r>
    <w:r>
      <w:rPr>
        <w:rStyle w:val="PageNumber"/>
        <w:b/>
      </w:rPr>
      <w:instrText xml:space="preserve"> PAGE </w:instrText>
    </w:r>
    <w:r>
      <w:rPr>
        <w:rStyle w:val="PageNumber"/>
        <w:b/>
      </w:rPr>
      <w:fldChar w:fldCharType="separate"/>
    </w:r>
    <w:r w:rsidR="00F533B9">
      <w:rPr>
        <w:rStyle w:val="PageNumber"/>
        <w:b/>
        <w:noProof/>
      </w:rPr>
      <w:t>198</w:t>
    </w:r>
    <w:r>
      <w:rPr>
        <w:rStyle w:val="PageNumber"/>
        <w:b/>
      </w:rPr>
      <w:fldChar w:fldCharType="end"/>
    </w:r>
    <w:r>
      <w:rPr>
        <w:rStyle w:val="PageNumber"/>
        <w:b/>
      </w:rPr>
      <w:tab/>
    </w:r>
    <w:r>
      <w:rPr>
        <w:rStyle w:val="PageNumber"/>
        <w:b/>
      </w:rPr>
      <w:tab/>
    </w:r>
    <w:r>
      <w:rPr>
        <w:rStyle w:val="PageNumber"/>
        <w:b/>
        <w:i/>
      </w:rPr>
      <w:t>Business Mathematics in Canada, 10/e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D40" w:rsidRDefault="00F95D40">
    <w:pPr>
      <w:pStyle w:val="Footer"/>
      <w:pBdr>
        <w:top w:val="single" w:sz="4" w:space="1" w:color="auto"/>
      </w:pBdr>
      <w:tabs>
        <w:tab w:val="clear" w:pos="8640"/>
        <w:tab w:val="right" w:pos="9270"/>
      </w:tabs>
      <w:rPr>
        <w:b/>
        <w:i/>
      </w:rPr>
    </w:pPr>
    <w:r>
      <w:rPr>
        <w:b/>
        <w:i/>
      </w:rPr>
      <w:t>Chapter 11: Ordinary Annuities: Future Value and Present Value</w:t>
    </w:r>
    <w:r>
      <w:rPr>
        <w:b/>
        <w:i/>
      </w:rPr>
      <w:tab/>
    </w:r>
    <w:r>
      <w:rPr>
        <w:rStyle w:val="PageNumber"/>
        <w:b/>
      </w:rPr>
      <w:fldChar w:fldCharType="begin"/>
    </w:r>
    <w:r>
      <w:rPr>
        <w:rStyle w:val="PageNumber"/>
        <w:b/>
      </w:rPr>
      <w:instrText xml:space="preserve"> PAGE </w:instrText>
    </w:r>
    <w:r>
      <w:rPr>
        <w:rStyle w:val="PageNumber"/>
        <w:b/>
      </w:rPr>
      <w:fldChar w:fldCharType="separate"/>
    </w:r>
    <w:r w:rsidR="00F533B9">
      <w:rPr>
        <w:rStyle w:val="PageNumber"/>
        <w:b/>
        <w:noProof/>
      </w:rPr>
      <w:t>199</w:t>
    </w:r>
    <w:r>
      <w:rPr>
        <w:rStyle w:val="PageNumbe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CF" w:rsidRDefault="00B139CF" w:rsidP="00B139CF">
    <w:pPr>
      <w:pStyle w:val="Footer"/>
      <w:tabs>
        <w:tab w:val="clear" w:pos="8640"/>
        <w:tab w:val="right" w:pos="9270"/>
      </w:tabs>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15C" w:rsidRDefault="0045715C">
      <w:r>
        <w:separator/>
      </w:r>
    </w:p>
  </w:footnote>
  <w:footnote w:type="continuationSeparator" w:id="0">
    <w:p w:rsidR="0045715C" w:rsidRDefault="004571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4E3CA9"/>
    <w:multiLevelType w:val="singleLevel"/>
    <w:tmpl w:val="040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
  <w:drawingGridVerticalSpacing w:val="14"/>
  <w:displayHorizontalDrawingGridEvery w:val="0"/>
  <w:displayVerticalDrawingGridEvery w:val="0"/>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77892"/>
    <w:rsid w:val="000016AE"/>
    <w:rsid w:val="00025CEF"/>
    <w:rsid w:val="0003294A"/>
    <w:rsid w:val="000372DE"/>
    <w:rsid w:val="00044593"/>
    <w:rsid w:val="00044BE3"/>
    <w:rsid w:val="00046934"/>
    <w:rsid w:val="00056334"/>
    <w:rsid w:val="000606FD"/>
    <w:rsid w:val="00061C1A"/>
    <w:rsid w:val="00067328"/>
    <w:rsid w:val="00076C3A"/>
    <w:rsid w:val="00080561"/>
    <w:rsid w:val="00080A03"/>
    <w:rsid w:val="00085625"/>
    <w:rsid w:val="00087F34"/>
    <w:rsid w:val="000913F3"/>
    <w:rsid w:val="000A1756"/>
    <w:rsid w:val="000B1CB9"/>
    <w:rsid w:val="000B3E2E"/>
    <w:rsid w:val="000B4EB1"/>
    <w:rsid w:val="000D59EA"/>
    <w:rsid w:val="000D7C1C"/>
    <w:rsid w:val="000F1CA4"/>
    <w:rsid w:val="000F37DA"/>
    <w:rsid w:val="001133BB"/>
    <w:rsid w:val="00120EA5"/>
    <w:rsid w:val="0013233B"/>
    <w:rsid w:val="00133ED8"/>
    <w:rsid w:val="00142906"/>
    <w:rsid w:val="00150F06"/>
    <w:rsid w:val="001616E2"/>
    <w:rsid w:val="00187C18"/>
    <w:rsid w:val="001915A8"/>
    <w:rsid w:val="00197194"/>
    <w:rsid w:val="001A4273"/>
    <w:rsid w:val="001B4DAB"/>
    <w:rsid w:val="001E640F"/>
    <w:rsid w:val="001E7675"/>
    <w:rsid w:val="001F00DC"/>
    <w:rsid w:val="001F1BB2"/>
    <w:rsid w:val="00204817"/>
    <w:rsid w:val="00205E32"/>
    <w:rsid w:val="00211627"/>
    <w:rsid w:val="00215BBD"/>
    <w:rsid w:val="00223903"/>
    <w:rsid w:val="00225533"/>
    <w:rsid w:val="002256A8"/>
    <w:rsid w:val="00225755"/>
    <w:rsid w:val="002479A0"/>
    <w:rsid w:val="0025015D"/>
    <w:rsid w:val="0025445B"/>
    <w:rsid w:val="0027222E"/>
    <w:rsid w:val="002746BD"/>
    <w:rsid w:val="002768D9"/>
    <w:rsid w:val="002840DE"/>
    <w:rsid w:val="002978B2"/>
    <w:rsid w:val="002B160F"/>
    <w:rsid w:val="002B5630"/>
    <w:rsid w:val="002C137A"/>
    <w:rsid w:val="002D37B4"/>
    <w:rsid w:val="002D3990"/>
    <w:rsid w:val="002E1592"/>
    <w:rsid w:val="002E2F24"/>
    <w:rsid w:val="002E3006"/>
    <w:rsid w:val="002E5968"/>
    <w:rsid w:val="002E7573"/>
    <w:rsid w:val="002F5216"/>
    <w:rsid w:val="002F690C"/>
    <w:rsid w:val="002F6B4F"/>
    <w:rsid w:val="003061FC"/>
    <w:rsid w:val="00312D5E"/>
    <w:rsid w:val="003151B0"/>
    <w:rsid w:val="0032129D"/>
    <w:rsid w:val="003255A8"/>
    <w:rsid w:val="00330561"/>
    <w:rsid w:val="00341EF6"/>
    <w:rsid w:val="003430D2"/>
    <w:rsid w:val="00344636"/>
    <w:rsid w:val="0034713D"/>
    <w:rsid w:val="00364F6D"/>
    <w:rsid w:val="003708E2"/>
    <w:rsid w:val="00372250"/>
    <w:rsid w:val="00373EFB"/>
    <w:rsid w:val="003829C1"/>
    <w:rsid w:val="0038394C"/>
    <w:rsid w:val="00384B2F"/>
    <w:rsid w:val="0039154A"/>
    <w:rsid w:val="003916DE"/>
    <w:rsid w:val="003A7495"/>
    <w:rsid w:val="003B7C53"/>
    <w:rsid w:val="003C543E"/>
    <w:rsid w:val="003D64B3"/>
    <w:rsid w:val="003D7B04"/>
    <w:rsid w:val="00407593"/>
    <w:rsid w:val="00427277"/>
    <w:rsid w:val="00431450"/>
    <w:rsid w:val="00434FFD"/>
    <w:rsid w:val="00437210"/>
    <w:rsid w:val="00437AF3"/>
    <w:rsid w:val="00442269"/>
    <w:rsid w:val="00442CFE"/>
    <w:rsid w:val="00446ABB"/>
    <w:rsid w:val="00451C8B"/>
    <w:rsid w:val="0045274E"/>
    <w:rsid w:val="00453385"/>
    <w:rsid w:val="00454B9C"/>
    <w:rsid w:val="00456A48"/>
    <w:rsid w:val="0045715C"/>
    <w:rsid w:val="00467B7A"/>
    <w:rsid w:val="00477892"/>
    <w:rsid w:val="00480120"/>
    <w:rsid w:val="00487196"/>
    <w:rsid w:val="004927DB"/>
    <w:rsid w:val="004965D8"/>
    <w:rsid w:val="004A264E"/>
    <w:rsid w:val="004C1718"/>
    <w:rsid w:val="004C532E"/>
    <w:rsid w:val="004D2376"/>
    <w:rsid w:val="004D55FF"/>
    <w:rsid w:val="004E2EC5"/>
    <w:rsid w:val="004E6F9A"/>
    <w:rsid w:val="004F6A7D"/>
    <w:rsid w:val="00502EA7"/>
    <w:rsid w:val="00503E8E"/>
    <w:rsid w:val="00506288"/>
    <w:rsid w:val="005208E2"/>
    <w:rsid w:val="00523845"/>
    <w:rsid w:val="005267B3"/>
    <w:rsid w:val="005355BC"/>
    <w:rsid w:val="00542D97"/>
    <w:rsid w:val="005648DD"/>
    <w:rsid w:val="00571F1D"/>
    <w:rsid w:val="00572DC2"/>
    <w:rsid w:val="005816EC"/>
    <w:rsid w:val="00584DBF"/>
    <w:rsid w:val="005865A0"/>
    <w:rsid w:val="00586F56"/>
    <w:rsid w:val="00587B73"/>
    <w:rsid w:val="0059537D"/>
    <w:rsid w:val="005B51B9"/>
    <w:rsid w:val="005C44DA"/>
    <w:rsid w:val="005E2C83"/>
    <w:rsid w:val="005F17D6"/>
    <w:rsid w:val="005F2A74"/>
    <w:rsid w:val="005F5D13"/>
    <w:rsid w:val="00600522"/>
    <w:rsid w:val="006023D2"/>
    <w:rsid w:val="00602E83"/>
    <w:rsid w:val="0060524C"/>
    <w:rsid w:val="00613B0B"/>
    <w:rsid w:val="00613C49"/>
    <w:rsid w:val="006177F6"/>
    <w:rsid w:val="00630E7B"/>
    <w:rsid w:val="00632BB0"/>
    <w:rsid w:val="00645415"/>
    <w:rsid w:val="00645EB2"/>
    <w:rsid w:val="006555A5"/>
    <w:rsid w:val="006608E6"/>
    <w:rsid w:val="006616D8"/>
    <w:rsid w:val="00672C25"/>
    <w:rsid w:val="00677CF4"/>
    <w:rsid w:val="00696A3B"/>
    <w:rsid w:val="00696F02"/>
    <w:rsid w:val="006A7F79"/>
    <w:rsid w:val="006B0C71"/>
    <w:rsid w:val="006B2CF7"/>
    <w:rsid w:val="006B4947"/>
    <w:rsid w:val="006C0B44"/>
    <w:rsid w:val="006C6CB9"/>
    <w:rsid w:val="006D042A"/>
    <w:rsid w:val="006D24B8"/>
    <w:rsid w:val="006D41E0"/>
    <w:rsid w:val="006E109E"/>
    <w:rsid w:val="006E2520"/>
    <w:rsid w:val="006E75F2"/>
    <w:rsid w:val="006F02B1"/>
    <w:rsid w:val="006F5180"/>
    <w:rsid w:val="006F5E53"/>
    <w:rsid w:val="0070495C"/>
    <w:rsid w:val="00707BA1"/>
    <w:rsid w:val="00710041"/>
    <w:rsid w:val="00712527"/>
    <w:rsid w:val="007141A6"/>
    <w:rsid w:val="007142E6"/>
    <w:rsid w:val="00714449"/>
    <w:rsid w:val="0072588F"/>
    <w:rsid w:val="007310EE"/>
    <w:rsid w:val="0073238F"/>
    <w:rsid w:val="00733FD6"/>
    <w:rsid w:val="00735CBE"/>
    <w:rsid w:val="007426C3"/>
    <w:rsid w:val="00744313"/>
    <w:rsid w:val="007452DC"/>
    <w:rsid w:val="00751C90"/>
    <w:rsid w:val="007529DE"/>
    <w:rsid w:val="00756863"/>
    <w:rsid w:val="007701CF"/>
    <w:rsid w:val="0077049D"/>
    <w:rsid w:val="00771F9F"/>
    <w:rsid w:val="00772524"/>
    <w:rsid w:val="00783162"/>
    <w:rsid w:val="0078614E"/>
    <w:rsid w:val="00787719"/>
    <w:rsid w:val="00791E98"/>
    <w:rsid w:val="007930FF"/>
    <w:rsid w:val="007A34EE"/>
    <w:rsid w:val="007B3695"/>
    <w:rsid w:val="007C39C4"/>
    <w:rsid w:val="007D0371"/>
    <w:rsid w:val="007D12E1"/>
    <w:rsid w:val="007D3660"/>
    <w:rsid w:val="007E51A4"/>
    <w:rsid w:val="007F0639"/>
    <w:rsid w:val="00805500"/>
    <w:rsid w:val="0080757C"/>
    <w:rsid w:val="0081108C"/>
    <w:rsid w:val="00814328"/>
    <w:rsid w:val="00816EC2"/>
    <w:rsid w:val="00826E8D"/>
    <w:rsid w:val="00827AB5"/>
    <w:rsid w:val="00830DE4"/>
    <w:rsid w:val="00831201"/>
    <w:rsid w:val="00832A6C"/>
    <w:rsid w:val="008338A7"/>
    <w:rsid w:val="00833D9C"/>
    <w:rsid w:val="00836B16"/>
    <w:rsid w:val="00861C4E"/>
    <w:rsid w:val="008628A4"/>
    <w:rsid w:val="00871022"/>
    <w:rsid w:val="008766C8"/>
    <w:rsid w:val="00893967"/>
    <w:rsid w:val="008A23E3"/>
    <w:rsid w:val="008A705A"/>
    <w:rsid w:val="008A7385"/>
    <w:rsid w:val="008B2370"/>
    <w:rsid w:val="008B2CDD"/>
    <w:rsid w:val="008E697F"/>
    <w:rsid w:val="00904782"/>
    <w:rsid w:val="0091400A"/>
    <w:rsid w:val="0094207F"/>
    <w:rsid w:val="0094573C"/>
    <w:rsid w:val="0095449E"/>
    <w:rsid w:val="0096759B"/>
    <w:rsid w:val="009754AF"/>
    <w:rsid w:val="00977EBF"/>
    <w:rsid w:val="00980F24"/>
    <w:rsid w:val="0098161C"/>
    <w:rsid w:val="009B0577"/>
    <w:rsid w:val="009B0BFB"/>
    <w:rsid w:val="009C6E0F"/>
    <w:rsid w:val="009F1E60"/>
    <w:rsid w:val="009F4E88"/>
    <w:rsid w:val="009F6877"/>
    <w:rsid w:val="00A012EC"/>
    <w:rsid w:val="00A0507D"/>
    <w:rsid w:val="00A05986"/>
    <w:rsid w:val="00A06634"/>
    <w:rsid w:val="00A16A45"/>
    <w:rsid w:val="00A310BE"/>
    <w:rsid w:val="00A52B97"/>
    <w:rsid w:val="00A56AD7"/>
    <w:rsid w:val="00A57743"/>
    <w:rsid w:val="00A83947"/>
    <w:rsid w:val="00AB017C"/>
    <w:rsid w:val="00AB16EF"/>
    <w:rsid w:val="00AB7D14"/>
    <w:rsid w:val="00AC2FC2"/>
    <w:rsid w:val="00AC40C3"/>
    <w:rsid w:val="00AC4DD2"/>
    <w:rsid w:val="00AD0335"/>
    <w:rsid w:val="00AD559D"/>
    <w:rsid w:val="00AE3082"/>
    <w:rsid w:val="00B139CF"/>
    <w:rsid w:val="00B16675"/>
    <w:rsid w:val="00B20A6F"/>
    <w:rsid w:val="00B41A2F"/>
    <w:rsid w:val="00B42F9B"/>
    <w:rsid w:val="00B4746E"/>
    <w:rsid w:val="00B61B49"/>
    <w:rsid w:val="00B67BC1"/>
    <w:rsid w:val="00B818BC"/>
    <w:rsid w:val="00B85BEC"/>
    <w:rsid w:val="00B94F1A"/>
    <w:rsid w:val="00BA1461"/>
    <w:rsid w:val="00BA18BF"/>
    <w:rsid w:val="00BA49C6"/>
    <w:rsid w:val="00BA578D"/>
    <w:rsid w:val="00BA606B"/>
    <w:rsid w:val="00BA7DC1"/>
    <w:rsid w:val="00BB6D5A"/>
    <w:rsid w:val="00BB7481"/>
    <w:rsid w:val="00BD030B"/>
    <w:rsid w:val="00BD78D8"/>
    <w:rsid w:val="00BE4686"/>
    <w:rsid w:val="00BE7B92"/>
    <w:rsid w:val="00BF07C5"/>
    <w:rsid w:val="00C01E3D"/>
    <w:rsid w:val="00C0757F"/>
    <w:rsid w:val="00C36CE4"/>
    <w:rsid w:val="00C821E6"/>
    <w:rsid w:val="00C86923"/>
    <w:rsid w:val="00C920DE"/>
    <w:rsid w:val="00C96A30"/>
    <w:rsid w:val="00CA19EF"/>
    <w:rsid w:val="00CA5726"/>
    <w:rsid w:val="00CC1426"/>
    <w:rsid w:val="00CC5040"/>
    <w:rsid w:val="00CC5644"/>
    <w:rsid w:val="00CD54AC"/>
    <w:rsid w:val="00CE02A0"/>
    <w:rsid w:val="00CE15BD"/>
    <w:rsid w:val="00CE7D89"/>
    <w:rsid w:val="00CF4644"/>
    <w:rsid w:val="00D05497"/>
    <w:rsid w:val="00D0651E"/>
    <w:rsid w:val="00D07A96"/>
    <w:rsid w:val="00D12658"/>
    <w:rsid w:val="00D1506C"/>
    <w:rsid w:val="00D16822"/>
    <w:rsid w:val="00D22AEB"/>
    <w:rsid w:val="00D2473E"/>
    <w:rsid w:val="00D31EE8"/>
    <w:rsid w:val="00D3437F"/>
    <w:rsid w:val="00D3502D"/>
    <w:rsid w:val="00D36278"/>
    <w:rsid w:val="00D43F92"/>
    <w:rsid w:val="00D537D5"/>
    <w:rsid w:val="00D54A68"/>
    <w:rsid w:val="00D5620E"/>
    <w:rsid w:val="00D669E5"/>
    <w:rsid w:val="00D71492"/>
    <w:rsid w:val="00D724D5"/>
    <w:rsid w:val="00D72D38"/>
    <w:rsid w:val="00D7543B"/>
    <w:rsid w:val="00D75D83"/>
    <w:rsid w:val="00D806EA"/>
    <w:rsid w:val="00D80C1F"/>
    <w:rsid w:val="00D8190D"/>
    <w:rsid w:val="00D8250E"/>
    <w:rsid w:val="00D840F3"/>
    <w:rsid w:val="00D847A5"/>
    <w:rsid w:val="00D848D4"/>
    <w:rsid w:val="00D906BC"/>
    <w:rsid w:val="00D9078F"/>
    <w:rsid w:val="00DB046D"/>
    <w:rsid w:val="00DB1058"/>
    <w:rsid w:val="00DC6458"/>
    <w:rsid w:val="00DD1842"/>
    <w:rsid w:val="00DD5420"/>
    <w:rsid w:val="00DD6644"/>
    <w:rsid w:val="00DE6753"/>
    <w:rsid w:val="00DF124A"/>
    <w:rsid w:val="00E06A69"/>
    <w:rsid w:val="00E212B9"/>
    <w:rsid w:val="00E22142"/>
    <w:rsid w:val="00E3371D"/>
    <w:rsid w:val="00E350F6"/>
    <w:rsid w:val="00E415ED"/>
    <w:rsid w:val="00E420FF"/>
    <w:rsid w:val="00E50FBC"/>
    <w:rsid w:val="00E514E8"/>
    <w:rsid w:val="00E51F31"/>
    <w:rsid w:val="00E537D3"/>
    <w:rsid w:val="00E565F4"/>
    <w:rsid w:val="00E6000B"/>
    <w:rsid w:val="00E63670"/>
    <w:rsid w:val="00E76A66"/>
    <w:rsid w:val="00E8697F"/>
    <w:rsid w:val="00E92224"/>
    <w:rsid w:val="00E959FC"/>
    <w:rsid w:val="00E975B2"/>
    <w:rsid w:val="00EA1F49"/>
    <w:rsid w:val="00EA291D"/>
    <w:rsid w:val="00EA36E5"/>
    <w:rsid w:val="00EB6EDF"/>
    <w:rsid w:val="00EB71D8"/>
    <w:rsid w:val="00EC096C"/>
    <w:rsid w:val="00EF7598"/>
    <w:rsid w:val="00EF7A28"/>
    <w:rsid w:val="00F203B8"/>
    <w:rsid w:val="00F41E51"/>
    <w:rsid w:val="00F45217"/>
    <w:rsid w:val="00F47768"/>
    <w:rsid w:val="00F533B9"/>
    <w:rsid w:val="00F55392"/>
    <w:rsid w:val="00F60A4D"/>
    <w:rsid w:val="00F71C53"/>
    <w:rsid w:val="00F768E2"/>
    <w:rsid w:val="00F77C72"/>
    <w:rsid w:val="00F77EB3"/>
    <w:rsid w:val="00F82150"/>
    <w:rsid w:val="00F844A9"/>
    <w:rsid w:val="00F8577D"/>
    <w:rsid w:val="00F876D2"/>
    <w:rsid w:val="00F95D40"/>
    <w:rsid w:val="00F971FC"/>
    <w:rsid w:val="00FA05A4"/>
    <w:rsid w:val="00FA6A0C"/>
    <w:rsid w:val="00FA72A7"/>
    <w:rsid w:val="00FC07E6"/>
    <w:rsid w:val="00FD29B6"/>
    <w:rsid w:val="00FD4D10"/>
    <w:rsid w:val="00FE1389"/>
    <w:rsid w:val="00FE16E5"/>
    <w:rsid w:val="00FE2282"/>
    <w:rsid w:val="00FE379A"/>
    <w:rsid w:val="00FF0F1B"/>
    <w:rsid w:val="00FF1F0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90"/>
    <o:shapelayout v:ext="edit">
      <o:idmap v:ext="edit" data="1"/>
      <o:rules v:ext="edit">
        <o:r id="V:Rule1" type="callout" idref="#AutoShape 288"/>
        <o:r id="V:Rule2" type="callout" idref="#AutoShape 289"/>
        <o:r id="V:Rule3" type="callout" idref="#AutoShape 290"/>
        <o:r id="V:Rule4" type="callout" idref="#AutoShape 291"/>
        <o:r id="V:Rule5" type="callout" idref="#AutoShape 295"/>
        <o:r id="V:Rule6" type="callout" idref="#AutoShape 294"/>
        <o:r id="V:Rule7" type="callout" idref="#AutoShape 293"/>
        <o:r id="V:Rule8" type="callout" idref="#AutoShape 299"/>
        <o:r id="V:Rule9" type="callout" idref="#AutoShape 300"/>
        <o:r id="V:Rule10" type="callout" idref="#AutoShape 305"/>
        <o:r id="V:Rule11" type="callout" idref="#AutoShape 63"/>
        <o:r id="V:Rule12" type="callout" idref="#AutoShape 64"/>
        <o:r id="V:Rule13" type="callout" idref="#AutoShape 465"/>
        <o:r id="V:Rule14" type="callout" idref="#AutoShape 463"/>
        <o:r id="V:Rule15" type="callout" idref="#AutoShape 73"/>
        <o:r id="V:Rule16" type="callout" idref="#AutoShape 74"/>
        <o:r id="V:Rule17" type="callout" idref="#AutoShape 307"/>
        <o:r id="V:Rule18" type="callout" idref="#AutoShape 76"/>
        <o:r id="V:Rule19" type="callout" idref="#AutoShape 312"/>
        <o:r id="V:Rule20" type="callout" idref="#AutoShape 311"/>
        <o:r id="V:Rule21" type="callout" idref="#AutoShape 313"/>
        <o:r id="V:Rule22" type="callout" idref="#AutoShape 309"/>
        <o:r id="V:Rule23" type="callout" idref="#AutoShape 83"/>
        <o:r id="V:Rule24" type="callout" idref="#AutoShape 85"/>
        <o:r id="V:Rule25" type="callout" idref="#AutoShape 86"/>
        <o:r id="V:Rule26" type="callout" idref="#AutoShape 88"/>
        <o:r id="V:Rule27" type="callout" idref="#AutoShape 87"/>
        <o:r id="V:Rule28" type="callout" idref="#AutoShape 92"/>
        <o:r id="V:Rule29" type="callout" idref="#AutoShape 144"/>
        <o:r id="V:Rule30" type="callout" idref="#AutoShape 145"/>
        <o:r id="V:Rule31" type="callout" idref="#AutoShape 146"/>
        <o:r id="V:Rule32" type="callout" idref="#AutoShape 147"/>
        <o:r id="V:Rule33" type="callout" idref="#AutoShape 149"/>
        <o:r id="V:Rule34" type="callout" idref="#AutoShape 150"/>
        <o:r id="V:Rule35" type="callout" idref="#AutoShape 468"/>
        <o:r id="V:Rule36" type="callout" idref="#AutoShape 467"/>
        <o:r id="V:Rule37" type="callout" idref="#AutoShape 469"/>
        <o:r id="V:Rule38" type="callout" idref="#AutoShape 470"/>
        <o:r id="V:Rule39" type="callout" idref="#AutoShape 471"/>
        <o:r id="V:Rule40" type="callout" idref="#AutoShape 473"/>
        <o:r id="V:Rule41" type="callout" idref="#AutoShape 472"/>
        <o:r id="V:Rule42" type="callout" idref="#AutoShape 476"/>
        <o:r id="V:Rule43" type="callout" idref="#AutoShape 151"/>
        <o:r id="V:Rule44" type="callout" idref="#AutoShape 152"/>
        <o:r id="V:Rule45" type="callout" idref="#AutoShape 153"/>
        <o:r id="V:Rule46" type="callout" idref="#AutoShape 154"/>
        <o:r id="V:Rule47" type="callout" idref="#AutoShape 400"/>
        <o:r id="V:Rule48" type="callout" idref="#AutoShape 399"/>
        <o:r id="V:Rule49" type="callout" idref="#AutoShape 398"/>
        <o:r id="V:Rule50" type="callout" idref="#AutoShape 401"/>
        <o:r id="V:Rule51" type="callout" idref="#AutoShape 403"/>
        <o:r id="V:Rule52" type="callout" idref="#AutoShape 402"/>
        <o:r id="V:Rule53" type="callout" idref="#AutoShape 404"/>
        <o:r id="V:Rule54" type="callout" idref="#AutoShape 407"/>
        <o:r id="V:Rule55" type="callout" idref="#AutoShape 409"/>
        <o:r id="V:Rule56" type="callout" idref="#AutoShape 411"/>
        <o:r id="V:Rule57" type="callout" idref="#AutoShape 420"/>
        <o:r id="V:Rule58" type="callout" idref="#AutoShape 421"/>
        <o:r id="V:Rule59" type="callout" idref="#AutoShape 424"/>
        <o:r id="V:Rule60" type="callout" idref="#AutoShape 326"/>
        <o:r id="V:Rule61" type="callout" idref="#AutoShape 426"/>
        <o:r id="V:Rule62" type="callout" idref="#AutoShape 327"/>
        <o:r id="V:Rule63" type="callout" idref="#AutoShape 478"/>
        <o:r id="V:Rule64" type="callout" idref="#AutoShape 369"/>
        <o:r id="V:Rule65" type="callout" idref="#AutoShape 335"/>
        <o:r id="V:Rule66" type="callout" idref="#AutoShape 370"/>
        <o:r id="V:Rule67" type="callout" idref="#AutoShape 371"/>
        <o:r id="V:Rule68" type="callout" idref="#AutoShape 372"/>
        <o:r id="V:Rule69" type="callout" idref="#AutoShape 373"/>
        <o:r id="V:Rule70" type="callout" idref="#AutoShape 374"/>
        <o:r id="V:Rule71" type="callout" idref="#AutoShape 375"/>
        <o:r id="V:Rule72" type="callout" idref="#AutoShape 338"/>
        <o:r id="V:Rule73" type="callout" idref="#AutoShape 377"/>
        <o:r id="V:Rule74" type="callout" idref="#AutoShape 339"/>
        <o:r id="V:Rule75" type="callout" idref="#AutoShape 378"/>
        <o:r id="V:Rule76" type="callout" idref="#AutoShape 379"/>
        <o:r id="V:Rule77" type="callout" idref="#AutoShape 385"/>
        <o:r id="V:Rule78" type="callout" idref="#AutoShape 386"/>
        <o:r id="V:Rule79" type="callout" idref="#AutoShape 351"/>
        <o:r id="V:Rule80" type="callout" idref="#AutoShape 440"/>
        <o:r id="V:Rule81" type="callout" idref="#AutoShape 433"/>
        <o:r id="V:Rule82" type="callout" idref="#AutoShape 442"/>
        <o:r id="V:Rule83" type="callout" idref="#AutoShape 456"/>
        <o:r id="V:Rule84" type="callout" idref="#AutoShape 443"/>
        <o:r id="V:Rule85" type="callout" idref="#AutoShape 458"/>
        <o:r id="V:Rule86" type="callout" idref="#AutoShape 447"/>
        <o:r id="V:Rule87" type="callout" idref="#AutoShape 392"/>
        <o:r id="V:Rule88" type="callout" idref="#AutoShape 364"/>
        <o:r id="V:Rule89" type="callout" idref="#AutoShape 393"/>
        <o:r id="V:Rule90" type="callout" idref="#AutoShape 367"/>
      </o:rules>
    </o:shapelayout>
  </w:shapeDefaults>
  <w:decimalSymbol w:val="."/>
  <w:listSeparator w:val=","/>
  <w15:docId w15:val="{7B06E1CF-A42B-4062-B813-5E0604A5A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120"/>
    <w:rPr>
      <w:rFonts w:ascii="Arial" w:hAnsi="Arial"/>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120"/>
    <w:pPr>
      <w:tabs>
        <w:tab w:val="center" w:pos="4320"/>
        <w:tab w:val="right" w:pos="8640"/>
      </w:tabs>
    </w:pPr>
  </w:style>
  <w:style w:type="paragraph" w:styleId="Footer">
    <w:name w:val="footer"/>
    <w:basedOn w:val="Normal"/>
    <w:rsid w:val="00480120"/>
    <w:pPr>
      <w:tabs>
        <w:tab w:val="center" w:pos="4320"/>
        <w:tab w:val="right" w:pos="8640"/>
      </w:tabs>
    </w:pPr>
  </w:style>
  <w:style w:type="character" w:styleId="PageNumber">
    <w:name w:val="page number"/>
    <w:basedOn w:val="DefaultParagraphFont"/>
    <w:rsid w:val="00480120"/>
  </w:style>
  <w:style w:type="paragraph" w:customStyle="1" w:styleId="Mainfirst">
    <w:name w:val="Main first"/>
    <w:basedOn w:val="Normal"/>
    <w:rsid w:val="00480120"/>
    <w:pPr>
      <w:spacing w:line="360" w:lineRule="auto"/>
      <w:jc w:val="both"/>
    </w:pPr>
    <w:rPr>
      <w:lang w:val="en-GB"/>
    </w:rPr>
  </w:style>
  <w:style w:type="paragraph" w:customStyle="1" w:styleId="ISM">
    <w:name w:val="ISM"/>
    <w:basedOn w:val="Normal"/>
    <w:link w:val="ISMChar"/>
    <w:rsid w:val="00480120"/>
    <w:pPr>
      <w:tabs>
        <w:tab w:val="decimal" w:pos="270"/>
        <w:tab w:val="left" w:pos="540"/>
      </w:tabs>
    </w:pPr>
  </w:style>
  <w:style w:type="paragraph" w:customStyle="1" w:styleId="ISMab">
    <w:name w:val="ISMab"/>
    <w:basedOn w:val="ISM"/>
    <w:rsid w:val="00480120"/>
    <w:pPr>
      <w:tabs>
        <w:tab w:val="left" w:pos="900"/>
      </w:tabs>
    </w:pPr>
  </w:style>
  <w:style w:type="character" w:customStyle="1" w:styleId="ISMChar">
    <w:name w:val="ISM Char"/>
    <w:basedOn w:val="DefaultParagraphFont"/>
    <w:link w:val="ISM"/>
    <w:rsid w:val="00CE15BD"/>
    <w:rPr>
      <w:rFonts w:ascii="Arial" w:hAnsi="Arial"/>
      <w:sz w:val="22"/>
      <w:lang w:val="en-US" w:eastAsia="en-US" w:bidi="ar-SA"/>
    </w:rPr>
  </w:style>
  <w:style w:type="paragraph" w:customStyle="1" w:styleId="Level1">
    <w:name w:val="Level 1"/>
    <w:next w:val="Normal"/>
    <w:rsid w:val="00C821E6"/>
    <w:pPr>
      <w:spacing w:line="360" w:lineRule="auto"/>
      <w:ind w:hanging="720"/>
    </w:pPr>
    <w:rPr>
      <w:rFonts w:ascii="Arial" w:hAnsi="Arial"/>
      <w:b/>
      <w:smallCaps/>
      <w:noProof/>
      <w:sz w:val="32"/>
      <w:lang w:val="en-US" w:eastAsia="en-US"/>
    </w:rPr>
  </w:style>
  <w:style w:type="paragraph" w:customStyle="1" w:styleId="Level2">
    <w:name w:val="Level 2"/>
    <w:next w:val="Normal"/>
    <w:rsid w:val="00C821E6"/>
    <w:pPr>
      <w:spacing w:line="360" w:lineRule="auto"/>
    </w:pPr>
    <w:rPr>
      <w:rFonts w:ascii="Arial" w:hAnsi="Arial"/>
      <w:b/>
      <w:smallCaps/>
      <w:noProof/>
      <w:sz w:val="28"/>
      <w:lang w:val="en-US" w:eastAsia="en-US"/>
    </w:rPr>
  </w:style>
  <w:style w:type="paragraph" w:customStyle="1" w:styleId="Chapterhead">
    <w:name w:val="Chapter head"/>
    <w:next w:val="Level1"/>
    <w:rsid w:val="00C821E6"/>
    <w:pPr>
      <w:spacing w:line="360" w:lineRule="auto"/>
      <w:ind w:hanging="720"/>
    </w:pPr>
    <w:rPr>
      <w:rFonts w:ascii="Arial" w:hAnsi="Arial"/>
      <w:b/>
      <w:smallCaps/>
      <w:noProof/>
      <w:sz w:val="40"/>
      <w:lang w:val="en-US" w:eastAsia="en-US"/>
    </w:rPr>
  </w:style>
  <w:style w:type="paragraph" w:customStyle="1" w:styleId="ChapterOutline">
    <w:name w:val="Chapter Outline"/>
    <w:basedOn w:val="Normal"/>
    <w:next w:val="Normal"/>
    <w:rsid w:val="00C821E6"/>
    <w:pPr>
      <w:keepNext/>
      <w:tabs>
        <w:tab w:val="left" w:pos="0"/>
      </w:tabs>
      <w:suppressAutoHyphens/>
      <w:spacing w:before="120" w:line="360" w:lineRule="auto"/>
      <w:ind w:hanging="720"/>
      <w:jc w:val="both"/>
    </w:pPr>
    <w:rPr>
      <w:smallCaps/>
      <w:spacing w:val="-3"/>
      <w:sz w:val="24"/>
      <w:u w:val="single"/>
      <w:lang w:val="en-GB"/>
    </w:rPr>
  </w:style>
  <w:style w:type="paragraph" w:customStyle="1" w:styleId="Example">
    <w:name w:val="Example"/>
    <w:basedOn w:val="Level2"/>
    <w:next w:val="Normal"/>
    <w:rsid w:val="00C821E6"/>
    <w:pPr>
      <w:ind w:left="-720"/>
    </w:pPr>
  </w:style>
  <w:style w:type="character" w:customStyle="1" w:styleId="Examplehead">
    <w:name w:val="Example head"/>
    <w:basedOn w:val="DefaultParagraphFont"/>
    <w:rsid w:val="00C821E6"/>
    <w:rPr>
      <w:rFonts w:ascii="Arial" w:hAnsi="Arial"/>
      <w:i/>
      <w:sz w:val="24"/>
      <w:vertAlign w:val="baseline"/>
    </w:rPr>
  </w:style>
  <w:style w:type="paragraph" w:customStyle="1" w:styleId="LearningObjectives">
    <w:name w:val="Learning Objectives"/>
    <w:basedOn w:val="Normal"/>
    <w:next w:val="Normal"/>
    <w:rsid w:val="00C821E6"/>
    <w:pPr>
      <w:spacing w:line="360" w:lineRule="auto"/>
      <w:ind w:left="360" w:hanging="360"/>
      <w:jc w:val="both"/>
    </w:pPr>
    <w:rPr>
      <w:lang w:val="en-GB"/>
    </w:rPr>
  </w:style>
  <w:style w:type="paragraph" w:customStyle="1" w:styleId="Level4">
    <w:name w:val="Level 4"/>
    <w:next w:val="Normal"/>
    <w:rsid w:val="00C821E6"/>
    <w:pPr>
      <w:spacing w:line="360" w:lineRule="auto"/>
      <w:jc w:val="both"/>
    </w:pPr>
    <w:rPr>
      <w:rFonts w:ascii="Arial" w:hAnsi="Arial"/>
      <w:noProof/>
      <w:sz w:val="22"/>
      <w:u w:val="single"/>
      <w:lang w:val="en-US" w:eastAsia="en-US"/>
    </w:rPr>
  </w:style>
  <w:style w:type="paragraph" w:customStyle="1" w:styleId="problems">
    <w:name w:val="problems"/>
    <w:basedOn w:val="Normal"/>
    <w:rsid w:val="00C821E6"/>
    <w:pPr>
      <w:tabs>
        <w:tab w:val="left" w:pos="720"/>
      </w:tabs>
      <w:spacing w:line="360" w:lineRule="auto"/>
      <w:ind w:left="432" w:hanging="432"/>
      <w:jc w:val="both"/>
    </w:pPr>
    <w:rPr>
      <w:lang w:val="en-GB"/>
    </w:rPr>
  </w:style>
  <w:style w:type="character" w:customStyle="1" w:styleId="red">
    <w:name w:val="red"/>
    <w:basedOn w:val="DefaultParagraphFont"/>
    <w:rsid w:val="00C821E6"/>
    <w:rPr>
      <w:rFonts w:ascii="Arial" w:hAnsi="Arial"/>
      <w:color w:val="auto"/>
      <w:spacing w:val="-2"/>
      <w:sz w:val="22"/>
    </w:rPr>
  </w:style>
  <w:style w:type="paragraph" w:customStyle="1" w:styleId="Level3">
    <w:name w:val="Level 3"/>
    <w:basedOn w:val="Normal"/>
    <w:next w:val="Normal"/>
    <w:rsid w:val="00C821E6"/>
    <w:pPr>
      <w:spacing w:line="360" w:lineRule="auto"/>
      <w:jc w:val="both"/>
    </w:pPr>
    <w:rPr>
      <w:b/>
      <w:i/>
      <w:smallCaps/>
      <w:sz w:val="24"/>
    </w:rPr>
  </w:style>
  <w:style w:type="paragraph" w:customStyle="1" w:styleId="eqn">
    <w:name w:val="eqn"/>
    <w:basedOn w:val="Normal"/>
    <w:next w:val="ISM"/>
    <w:rsid w:val="00C821E6"/>
    <w:pPr>
      <w:tabs>
        <w:tab w:val="left" w:pos="1440"/>
      </w:tabs>
      <w:jc w:val="both"/>
    </w:pPr>
  </w:style>
  <w:style w:type="paragraph" w:customStyle="1" w:styleId="ISMss">
    <w:name w:val="ISMss"/>
    <w:basedOn w:val="ISM"/>
    <w:rsid w:val="00C821E6"/>
    <w:pPr>
      <w:jc w:val="both"/>
    </w:pPr>
  </w:style>
  <w:style w:type="paragraph" w:styleId="BodyTextIndent">
    <w:name w:val="Body Text Indent"/>
    <w:basedOn w:val="Normal"/>
    <w:rsid w:val="00C821E6"/>
    <w:pPr>
      <w:tabs>
        <w:tab w:val="decimal" w:pos="360"/>
        <w:tab w:val="left" w:pos="720"/>
        <w:tab w:val="left" w:pos="1080"/>
      </w:tabs>
      <w:ind w:left="720" w:hanging="720"/>
      <w:jc w:val="both"/>
    </w:pPr>
  </w:style>
  <w:style w:type="paragraph" w:styleId="BalloonText">
    <w:name w:val="Balloon Text"/>
    <w:basedOn w:val="Normal"/>
    <w:link w:val="BalloonTextChar"/>
    <w:rsid w:val="00587B73"/>
    <w:rPr>
      <w:rFonts w:ascii="Tahoma" w:hAnsi="Tahoma" w:cs="Tahoma"/>
      <w:sz w:val="16"/>
      <w:szCs w:val="16"/>
    </w:rPr>
  </w:style>
  <w:style w:type="character" w:customStyle="1" w:styleId="BalloonTextChar">
    <w:name w:val="Balloon Text Char"/>
    <w:basedOn w:val="DefaultParagraphFont"/>
    <w:link w:val="BalloonText"/>
    <w:rsid w:val="00587B73"/>
    <w:rPr>
      <w:rFonts w:ascii="Tahoma" w:hAnsi="Tahoma" w:cs="Tahoma"/>
      <w:sz w:val="16"/>
      <w:szCs w:val="16"/>
      <w:lang w:val="en-US" w:eastAsia="en-US"/>
    </w:rPr>
  </w:style>
  <w:style w:type="character" w:styleId="CommentReference">
    <w:name w:val="annotation reference"/>
    <w:basedOn w:val="DefaultParagraphFont"/>
    <w:rsid w:val="001E640F"/>
    <w:rPr>
      <w:sz w:val="16"/>
      <w:szCs w:val="16"/>
    </w:rPr>
  </w:style>
  <w:style w:type="paragraph" w:styleId="CommentText">
    <w:name w:val="annotation text"/>
    <w:basedOn w:val="Normal"/>
    <w:link w:val="CommentTextChar"/>
    <w:rsid w:val="001E640F"/>
    <w:rPr>
      <w:sz w:val="20"/>
    </w:rPr>
  </w:style>
  <w:style w:type="character" w:customStyle="1" w:styleId="CommentTextChar">
    <w:name w:val="Comment Text Char"/>
    <w:basedOn w:val="DefaultParagraphFont"/>
    <w:link w:val="CommentText"/>
    <w:rsid w:val="001E640F"/>
    <w:rPr>
      <w:rFonts w:ascii="Arial" w:hAnsi="Arial"/>
      <w:lang w:val="en-US" w:eastAsia="en-US"/>
    </w:rPr>
  </w:style>
  <w:style w:type="paragraph" w:styleId="CommentSubject">
    <w:name w:val="annotation subject"/>
    <w:basedOn w:val="CommentText"/>
    <w:next w:val="CommentText"/>
    <w:link w:val="CommentSubjectChar"/>
    <w:rsid w:val="001E640F"/>
    <w:rPr>
      <w:b/>
      <w:bCs/>
    </w:rPr>
  </w:style>
  <w:style w:type="character" w:customStyle="1" w:styleId="CommentSubjectChar">
    <w:name w:val="Comment Subject Char"/>
    <w:basedOn w:val="CommentTextChar"/>
    <w:link w:val="CommentSubject"/>
    <w:rsid w:val="001E640F"/>
    <w:rPr>
      <w:rFonts w:ascii="Arial" w:hAnsi="Arial"/>
      <w:b/>
      <w:bCs/>
      <w:lang w:val="en-US" w:eastAsia="en-US"/>
    </w:rPr>
  </w:style>
  <w:style w:type="paragraph" w:styleId="Revision">
    <w:name w:val="Revision"/>
    <w:hidden/>
    <w:uiPriority w:val="99"/>
    <w:semiHidden/>
    <w:rsid w:val="00427277"/>
    <w:rPr>
      <w:rFonts w:ascii="Arial" w:hAnsi="Arial"/>
      <w:sz w:val="22"/>
      <w:lang w:val="en-US" w:eastAsia="en-US"/>
    </w:rPr>
  </w:style>
  <w:style w:type="character" w:styleId="PlaceholderText">
    <w:name w:val="Placeholder Text"/>
    <w:basedOn w:val="DefaultParagraphFont"/>
    <w:uiPriority w:val="99"/>
    <w:semiHidden/>
    <w:rsid w:val="007704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99" Type="http://schemas.openxmlformats.org/officeDocument/2006/relationships/image" Target="media/image129.wmf"/><Relationship Id="rId21" Type="http://schemas.openxmlformats.org/officeDocument/2006/relationships/oleObject" Target="embeddings/oleObject7.bin"/><Relationship Id="rId63" Type="http://schemas.openxmlformats.org/officeDocument/2006/relationships/image" Target="media/image25.wmf"/><Relationship Id="rId159" Type="http://schemas.openxmlformats.org/officeDocument/2006/relationships/oleObject" Target="embeddings/oleObject85.bin"/><Relationship Id="rId324" Type="http://schemas.openxmlformats.org/officeDocument/2006/relationships/oleObject" Target="embeddings/oleObject178.bin"/><Relationship Id="rId366" Type="http://schemas.openxmlformats.org/officeDocument/2006/relationships/oleObject" Target="embeddings/oleObject203.bin"/><Relationship Id="rId531" Type="http://schemas.openxmlformats.org/officeDocument/2006/relationships/image" Target="media/image226.wmf"/><Relationship Id="rId573" Type="http://schemas.openxmlformats.org/officeDocument/2006/relationships/image" Target="media/image244.wmf"/><Relationship Id="rId629" Type="http://schemas.openxmlformats.org/officeDocument/2006/relationships/oleObject" Target="embeddings/oleObject355.bin"/><Relationship Id="rId170" Type="http://schemas.openxmlformats.org/officeDocument/2006/relationships/oleObject" Target="embeddings/oleObject91.bin"/><Relationship Id="rId226" Type="http://schemas.openxmlformats.org/officeDocument/2006/relationships/image" Target="media/image98.wmf"/><Relationship Id="rId433" Type="http://schemas.openxmlformats.org/officeDocument/2006/relationships/image" Target="media/image184.wmf"/><Relationship Id="rId268" Type="http://schemas.openxmlformats.org/officeDocument/2006/relationships/image" Target="media/image115.wmf"/><Relationship Id="rId475" Type="http://schemas.openxmlformats.org/officeDocument/2006/relationships/oleObject" Target="embeddings/oleObject267.bin"/><Relationship Id="rId32" Type="http://schemas.openxmlformats.org/officeDocument/2006/relationships/oleObject" Target="embeddings/oleObject13.bin"/><Relationship Id="rId74" Type="http://schemas.openxmlformats.org/officeDocument/2006/relationships/image" Target="media/image30.wmf"/><Relationship Id="rId128" Type="http://schemas.openxmlformats.org/officeDocument/2006/relationships/image" Target="media/image55.wmf"/><Relationship Id="rId335" Type="http://schemas.openxmlformats.org/officeDocument/2006/relationships/oleObject" Target="embeddings/oleObject185.bin"/><Relationship Id="rId377" Type="http://schemas.openxmlformats.org/officeDocument/2006/relationships/image" Target="media/image161.wmf"/><Relationship Id="rId500" Type="http://schemas.openxmlformats.org/officeDocument/2006/relationships/image" Target="media/image213.wmf"/><Relationship Id="rId542" Type="http://schemas.openxmlformats.org/officeDocument/2006/relationships/image" Target="media/image231.wmf"/><Relationship Id="rId584" Type="http://schemas.openxmlformats.org/officeDocument/2006/relationships/image" Target="media/image249.wmf"/><Relationship Id="rId5" Type="http://schemas.openxmlformats.org/officeDocument/2006/relationships/webSettings" Target="webSettings.xml"/><Relationship Id="rId181" Type="http://schemas.openxmlformats.org/officeDocument/2006/relationships/image" Target="media/image77.wmf"/><Relationship Id="rId237" Type="http://schemas.openxmlformats.org/officeDocument/2006/relationships/oleObject" Target="embeddings/oleObject128.bin"/><Relationship Id="rId402" Type="http://schemas.openxmlformats.org/officeDocument/2006/relationships/oleObject" Target="embeddings/oleObject224.bin"/><Relationship Id="rId279" Type="http://schemas.openxmlformats.org/officeDocument/2006/relationships/oleObject" Target="embeddings/oleObject153.bin"/><Relationship Id="rId444" Type="http://schemas.openxmlformats.org/officeDocument/2006/relationships/oleObject" Target="embeddings/oleObject249.bin"/><Relationship Id="rId486" Type="http://schemas.openxmlformats.org/officeDocument/2006/relationships/oleObject" Target="embeddings/oleObject273.bin"/><Relationship Id="rId43" Type="http://schemas.openxmlformats.org/officeDocument/2006/relationships/image" Target="media/image17.wmf"/><Relationship Id="rId139" Type="http://schemas.openxmlformats.org/officeDocument/2006/relationships/image" Target="media/image59.wmf"/><Relationship Id="rId290" Type="http://schemas.openxmlformats.org/officeDocument/2006/relationships/oleObject" Target="embeddings/oleObject159.bin"/><Relationship Id="rId304" Type="http://schemas.openxmlformats.org/officeDocument/2006/relationships/oleObject" Target="embeddings/oleObject166.bin"/><Relationship Id="rId346" Type="http://schemas.openxmlformats.org/officeDocument/2006/relationships/image" Target="media/image148.wmf"/><Relationship Id="rId388" Type="http://schemas.openxmlformats.org/officeDocument/2006/relationships/oleObject" Target="embeddings/oleObject216.bin"/><Relationship Id="rId511" Type="http://schemas.openxmlformats.org/officeDocument/2006/relationships/oleObject" Target="embeddings/oleObject287.bin"/><Relationship Id="rId553" Type="http://schemas.openxmlformats.org/officeDocument/2006/relationships/oleObject" Target="embeddings/oleObject311.bin"/><Relationship Id="rId609" Type="http://schemas.openxmlformats.org/officeDocument/2006/relationships/oleObject" Target="embeddings/oleObject344.bin"/><Relationship Id="rId85" Type="http://schemas.openxmlformats.org/officeDocument/2006/relationships/oleObject" Target="embeddings/oleObject44.bin"/><Relationship Id="rId150" Type="http://schemas.openxmlformats.org/officeDocument/2006/relationships/oleObject" Target="embeddings/oleObject80.bin"/><Relationship Id="rId192" Type="http://schemas.openxmlformats.org/officeDocument/2006/relationships/image" Target="media/image82.wmf"/><Relationship Id="rId206" Type="http://schemas.openxmlformats.org/officeDocument/2006/relationships/oleObject" Target="embeddings/oleObject111.bin"/><Relationship Id="rId413" Type="http://schemas.openxmlformats.org/officeDocument/2006/relationships/oleObject" Target="embeddings/oleObject231.bin"/><Relationship Id="rId595" Type="http://schemas.openxmlformats.org/officeDocument/2006/relationships/image" Target="media/image253.wmf"/><Relationship Id="rId248" Type="http://schemas.openxmlformats.org/officeDocument/2006/relationships/oleObject" Target="embeddings/oleObject135.bin"/><Relationship Id="rId455" Type="http://schemas.openxmlformats.org/officeDocument/2006/relationships/image" Target="media/image193.wmf"/><Relationship Id="rId497" Type="http://schemas.openxmlformats.org/officeDocument/2006/relationships/oleObject" Target="embeddings/oleObject279.bin"/><Relationship Id="rId620" Type="http://schemas.openxmlformats.org/officeDocument/2006/relationships/oleObject" Target="embeddings/oleObject350.bin"/><Relationship Id="rId12" Type="http://schemas.openxmlformats.org/officeDocument/2006/relationships/image" Target="media/image3.emf"/><Relationship Id="rId108" Type="http://schemas.openxmlformats.org/officeDocument/2006/relationships/oleObject" Target="embeddings/oleObject56.bin"/><Relationship Id="rId315" Type="http://schemas.openxmlformats.org/officeDocument/2006/relationships/oleObject" Target="embeddings/oleObject173.bin"/><Relationship Id="rId357" Type="http://schemas.openxmlformats.org/officeDocument/2006/relationships/oleObject" Target="embeddings/oleObject197.bin"/><Relationship Id="rId522" Type="http://schemas.openxmlformats.org/officeDocument/2006/relationships/image" Target="media/image222.wmf"/><Relationship Id="rId54" Type="http://schemas.openxmlformats.org/officeDocument/2006/relationships/oleObject" Target="embeddings/oleObject26.bin"/><Relationship Id="rId96" Type="http://schemas.openxmlformats.org/officeDocument/2006/relationships/image" Target="media/image40.wmf"/><Relationship Id="rId161" Type="http://schemas.openxmlformats.org/officeDocument/2006/relationships/oleObject" Target="embeddings/oleObject86.bin"/><Relationship Id="rId217" Type="http://schemas.openxmlformats.org/officeDocument/2006/relationships/oleObject" Target="embeddings/oleObject117.bin"/><Relationship Id="rId399" Type="http://schemas.openxmlformats.org/officeDocument/2006/relationships/oleObject" Target="embeddings/oleObject222.bin"/><Relationship Id="rId564" Type="http://schemas.openxmlformats.org/officeDocument/2006/relationships/oleObject" Target="embeddings/oleObject317.bin"/><Relationship Id="rId259" Type="http://schemas.openxmlformats.org/officeDocument/2006/relationships/oleObject" Target="embeddings/oleObject141.bin"/><Relationship Id="rId424" Type="http://schemas.openxmlformats.org/officeDocument/2006/relationships/image" Target="media/image180.wmf"/><Relationship Id="rId466" Type="http://schemas.openxmlformats.org/officeDocument/2006/relationships/oleObject" Target="embeddings/oleObject262.bin"/><Relationship Id="rId631" Type="http://schemas.openxmlformats.org/officeDocument/2006/relationships/footer" Target="footer2.xml"/><Relationship Id="rId23" Type="http://schemas.openxmlformats.org/officeDocument/2006/relationships/oleObject" Target="embeddings/oleObject8.bin"/><Relationship Id="rId119" Type="http://schemas.openxmlformats.org/officeDocument/2006/relationships/image" Target="media/image51.wmf"/><Relationship Id="rId270" Type="http://schemas.openxmlformats.org/officeDocument/2006/relationships/oleObject" Target="embeddings/oleObject148.bin"/><Relationship Id="rId326" Type="http://schemas.openxmlformats.org/officeDocument/2006/relationships/oleObject" Target="embeddings/oleObject179.bin"/><Relationship Id="rId533" Type="http://schemas.openxmlformats.org/officeDocument/2006/relationships/image" Target="media/image227.wmf"/><Relationship Id="rId65" Type="http://schemas.openxmlformats.org/officeDocument/2006/relationships/image" Target="media/image26.wmf"/><Relationship Id="rId130" Type="http://schemas.openxmlformats.org/officeDocument/2006/relationships/oleObject" Target="embeddings/oleObject68.bin"/><Relationship Id="rId368" Type="http://schemas.openxmlformats.org/officeDocument/2006/relationships/oleObject" Target="embeddings/oleObject204.bin"/><Relationship Id="rId575" Type="http://schemas.openxmlformats.org/officeDocument/2006/relationships/image" Target="media/image245.wmf"/><Relationship Id="rId172" Type="http://schemas.openxmlformats.org/officeDocument/2006/relationships/oleObject" Target="embeddings/oleObject92.bin"/><Relationship Id="rId228" Type="http://schemas.openxmlformats.org/officeDocument/2006/relationships/oleObject" Target="embeddings/oleObject123.bin"/><Relationship Id="rId435" Type="http://schemas.openxmlformats.org/officeDocument/2006/relationships/image" Target="media/image185.wmf"/><Relationship Id="rId477" Type="http://schemas.openxmlformats.org/officeDocument/2006/relationships/oleObject" Target="embeddings/oleObject268.bin"/><Relationship Id="rId600" Type="http://schemas.openxmlformats.org/officeDocument/2006/relationships/image" Target="media/image255.wmf"/><Relationship Id="rId281" Type="http://schemas.openxmlformats.org/officeDocument/2006/relationships/oleObject" Target="embeddings/oleObject154.bin"/><Relationship Id="rId337" Type="http://schemas.openxmlformats.org/officeDocument/2006/relationships/oleObject" Target="embeddings/oleObject186.bin"/><Relationship Id="rId502" Type="http://schemas.openxmlformats.org/officeDocument/2006/relationships/oleObject" Target="embeddings/oleObject282.bin"/><Relationship Id="rId34" Type="http://schemas.openxmlformats.org/officeDocument/2006/relationships/oleObject" Target="embeddings/oleObject14.bin"/><Relationship Id="rId76" Type="http://schemas.openxmlformats.org/officeDocument/2006/relationships/oleObject" Target="embeddings/oleObject39.bin"/><Relationship Id="rId141" Type="http://schemas.openxmlformats.org/officeDocument/2006/relationships/image" Target="media/image60.wmf"/><Relationship Id="rId379" Type="http://schemas.openxmlformats.org/officeDocument/2006/relationships/oleObject" Target="embeddings/oleObject211.bin"/><Relationship Id="rId544" Type="http://schemas.openxmlformats.org/officeDocument/2006/relationships/oleObject" Target="embeddings/oleObject306.bin"/><Relationship Id="rId586" Type="http://schemas.openxmlformats.org/officeDocument/2006/relationships/oleObject" Target="embeddings/oleObject330.bin"/><Relationship Id="rId7" Type="http://schemas.openxmlformats.org/officeDocument/2006/relationships/endnotes" Target="endnotes.xml"/><Relationship Id="rId183" Type="http://schemas.openxmlformats.org/officeDocument/2006/relationships/image" Target="media/image78.wmf"/><Relationship Id="rId239" Type="http://schemas.openxmlformats.org/officeDocument/2006/relationships/oleObject" Target="embeddings/oleObject129.bin"/><Relationship Id="rId390" Type="http://schemas.openxmlformats.org/officeDocument/2006/relationships/oleObject" Target="embeddings/oleObject217.bin"/><Relationship Id="rId404" Type="http://schemas.openxmlformats.org/officeDocument/2006/relationships/image" Target="media/image172.emf"/><Relationship Id="rId446" Type="http://schemas.openxmlformats.org/officeDocument/2006/relationships/oleObject" Target="embeddings/oleObject250.bin"/><Relationship Id="rId611" Type="http://schemas.openxmlformats.org/officeDocument/2006/relationships/oleObject" Target="embeddings/oleObject345.bin"/><Relationship Id="rId250" Type="http://schemas.openxmlformats.org/officeDocument/2006/relationships/oleObject" Target="embeddings/oleObject136.bin"/><Relationship Id="rId292" Type="http://schemas.openxmlformats.org/officeDocument/2006/relationships/oleObject" Target="embeddings/oleObject160.bin"/><Relationship Id="rId306" Type="http://schemas.openxmlformats.org/officeDocument/2006/relationships/oleObject" Target="embeddings/oleObject167.bin"/><Relationship Id="rId488" Type="http://schemas.openxmlformats.org/officeDocument/2006/relationships/oleObject" Target="embeddings/oleObject274.bin"/><Relationship Id="rId45" Type="http://schemas.openxmlformats.org/officeDocument/2006/relationships/oleObject" Target="embeddings/oleObject21.bin"/><Relationship Id="rId87" Type="http://schemas.openxmlformats.org/officeDocument/2006/relationships/oleObject" Target="embeddings/oleObject45.bin"/><Relationship Id="rId110" Type="http://schemas.openxmlformats.org/officeDocument/2006/relationships/oleObject" Target="embeddings/oleObject57.bin"/><Relationship Id="rId348" Type="http://schemas.openxmlformats.org/officeDocument/2006/relationships/image" Target="media/image149.wmf"/><Relationship Id="rId513" Type="http://schemas.openxmlformats.org/officeDocument/2006/relationships/oleObject" Target="embeddings/oleObject288.bin"/><Relationship Id="rId555" Type="http://schemas.openxmlformats.org/officeDocument/2006/relationships/oleObject" Target="embeddings/oleObject312.bin"/><Relationship Id="rId597" Type="http://schemas.openxmlformats.org/officeDocument/2006/relationships/oleObject" Target="embeddings/oleObject337.bin"/><Relationship Id="rId152" Type="http://schemas.openxmlformats.org/officeDocument/2006/relationships/oleObject" Target="embeddings/oleObject81.bin"/><Relationship Id="rId194" Type="http://schemas.openxmlformats.org/officeDocument/2006/relationships/image" Target="media/image83.wmf"/><Relationship Id="rId208" Type="http://schemas.openxmlformats.org/officeDocument/2006/relationships/oleObject" Target="embeddings/oleObject112.bin"/><Relationship Id="rId415" Type="http://schemas.openxmlformats.org/officeDocument/2006/relationships/oleObject" Target="embeddings/oleObject232.bin"/><Relationship Id="rId457" Type="http://schemas.openxmlformats.org/officeDocument/2006/relationships/image" Target="media/image194.wmf"/><Relationship Id="rId622" Type="http://schemas.openxmlformats.org/officeDocument/2006/relationships/oleObject" Target="embeddings/oleObject351.bin"/><Relationship Id="rId261" Type="http://schemas.openxmlformats.org/officeDocument/2006/relationships/image" Target="media/image112.wmf"/><Relationship Id="rId499" Type="http://schemas.openxmlformats.org/officeDocument/2006/relationships/oleObject" Target="embeddings/oleObject280.bin"/><Relationship Id="rId14" Type="http://schemas.openxmlformats.org/officeDocument/2006/relationships/image" Target="media/image4.emf"/><Relationship Id="rId56" Type="http://schemas.openxmlformats.org/officeDocument/2006/relationships/image" Target="media/image22.wmf"/><Relationship Id="rId317" Type="http://schemas.openxmlformats.org/officeDocument/2006/relationships/oleObject" Target="embeddings/oleObject174.bin"/><Relationship Id="rId359" Type="http://schemas.openxmlformats.org/officeDocument/2006/relationships/oleObject" Target="embeddings/oleObject198.bin"/><Relationship Id="rId524" Type="http://schemas.openxmlformats.org/officeDocument/2006/relationships/image" Target="media/image223.wmf"/><Relationship Id="rId566" Type="http://schemas.openxmlformats.org/officeDocument/2006/relationships/image" Target="media/image241.wmf"/><Relationship Id="rId98" Type="http://schemas.openxmlformats.org/officeDocument/2006/relationships/image" Target="media/image41.wmf"/><Relationship Id="rId121" Type="http://schemas.openxmlformats.org/officeDocument/2006/relationships/image" Target="media/image52.wmf"/><Relationship Id="rId163" Type="http://schemas.openxmlformats.org/officeDocument/2006/relationships/oleObject" Target="embeddings/oleObject87.bin"/><Relationship Id="rId219" Type="http://schemas.openxmlformats.org/officeDocument/2006/relationships/oleObject" Target="embeddings/oleObject118.bin"/><Relationship Id="rId370" Type="http://schemas.openxmlformats.org/officeDocument/2006/relationships/oleObject" Target="embeddings/oleObject205.bin"/><Relationship Id="rId426" Type="http://schemas.openxmlformats.org/officeDocument/2006/relationships/image" Target="media/image181.wmf"/><Relationship Id="rId633" Type="http://schemas.openxmlformats.org/officeDocument/2006/relationships/fontTable" Target="fontTable.xml"/><Relationship Id="rId230" Type="http://schemas.openxmlformats.org/officeDocument/2006/relationships/image" Target="media/image99.wmf"/><Relationship Id="rId468" Type="http://schemas.openxmlformats.org/officeDocument/2006/relationships/image" Target="media/image198.wmf"/><Relationship Id="rId25" Type="http://schemas.openxmlformats.org/officeDocument/2006/relationships/oleObject" Target="embeddings/oleObject9.bin"/><Relationship Id="rId67" Type="http://schemas.openxmlformats.org/officeDocument/2006/relationships/image" Target="media/image27.wmf"/><Relationship Id="rId272" Type="http://schemas.openxmlformats.org/officeDocument/2006/relationships/oleObject" Target="embeddings/oleObject149.bin"/><Relationship Id="rId328" Type="http://schemas.openxmlformats.org/officeDocument/2006/relationships/image" Target="media/image141.emf"/><Relationship Id="rId535" Type="http://schemas.openxmlformats.org/officeDocument/2006/relationships/image" Target="media/image228.wmf"/><Relationship Id="rId577" Type="http://schemas.openxmlformats.org/officeDocument/2006/relationships/image" Target="media/image246.wmf"/><Relationship Id="rId132" Type="http://schemas.openxmlformats.org/officeDocument/2006/relationships/oleObject" Target="embeddings/oleObject69.bin"/><Relationship Id="rId174" Type="http://schemas.openxmlformats.org/officeDocument/2006/relationships/image" Target="media/image74.wmf"/><Relationship Id="rId381" Type="http://schemas.openxmlformats.org/officeDocument/2006/relationships/oleObject" Target="embeddings/oleObject212.bin"/><Relationship Id="rId602" Type="http://schemas.openxmlformats.org/officeDocument/2006/relationships/image" Target="media/image256.wmf"/><Relationship Id="rId241" Type="http://schemas.openxmlformats.org/officeDocument/2006/relationships/oleObject" Target="embeddings/oleObject130.bin"/><Relationship Id="rId437" Type="http://schemas.openxmlformats.org/officeDocument/2006/relationships/image" Target="media/image186.wmf"/><Relationship Id="rId479" Type="http://schemas.openxmlformats.org/officeDocument/2006/relationships/image" Target="media/image203.wmf"/><Relationship Id="rId36" Type="http://schemas.openxmlformats.org/officeDocument/2006/relationships/image" Target="media/image14.emf"/><Relationship Id="rId283" Type="http://schemas.openxmlformats.org/officeDocument/2006/relationships/image" Target="media/image121.wmf"/><Relationship Id="rId339" Type="http://schemas.openxmlformats.org/officeDocument/2006/relationships/oleObject" Target="embeddings/oleObject187.bin"/><Relationship Id="rId490" Type="http://schemas.openxmlformats.org/officeDocument/2006/relationships/oleObject" Target="embeddings/oleObject275.bin"/><Relationship Id="rId504" Type="http://schemas.openxmlformats.org/officeDocument/2006/relationships/oleObject" Target="embeddings/oleObject283.bin"/><Relationship Id="rId546" Type="http://schemas.openxmlformats.org/officeDocument/2006/relationships/oleObject" Target="embeddings/oleObject307.bin"/><Relationship Id="rId78" Type="http://schemas.openxmlformats.org/officeDocument/2006/relationships/oleObject" Target="embeddings/oleObject40.bin"/><Relationship Id="rId101" Type="http://schemas.openxmlformats.org/officeDocument/2006/relationships/oleObject" Target="embeddings/oleObject52.bin"/><Relationship Id="rId143" Type="http://schemas.openxmlformats.org/officeDocument/2006/relationships/oleObject" Target="embeddings/oleObject76.bin"/><Relationship Id="rId185" Type="http://schemas.openxmlformats.org/officeDocument/2006/relationships/image" Target="media/image79.wmf"/><Relationship Id="rId350" Type="http://schemas.openxmlformats.org/officeDocument/2006/relationships/image" Target="media/image150.wmf"/><Relationship Id="rId406" Type="http://schemas.openxmlformats.org/officeDocument/2006/relationships/image" Target="media/image173.emf"/><Relationship Id="rId588" Type="http://schemas.openxmlformats.org/officeDocument/2006/relationships/oleObject" Target="embeddings/oleObject331.bin"/><Relationship Id="rId9" Type="http://schemas.openxmlformats.org/officeDocument/2006/relationships/oleObject" Target="embeddings/oleObject1.bin"/><Relationship Id="rId210" Type="http://schemas.openxmlformats.org/officeDocument/2006/relationships/image" Target="media/image90.wmf"/><Relationship Id="rId392" Type="http://schemas.openxmlformats.org/officeDocument/2006/relationships/image" Target="media/image167.wmf"/><Relationship Id="rId448" Type="http://schemas.openxmlformats.org/officeDocument/2006/relationships/oleObject" Target="embeddings/oleObject252.bin"/><Relationship Id="rId613" Type="http://schemas.openxmlformats.org/officeDocument/2006/relationships/oleObject" Target="embeddings/oleObject346.bin"/><Relationship Id="rId252" Type="http://schemas.openxmlformats.org/officeDocument/2006/relationships/oleObject" Target="embeddings/oleObject137.bin"/><Relationship Id="rId294" Type="http://schemas.openxmlformats.org/officeDocument/2006/relationships/oleObject" Target="embeddings/oleObject161.bin"/><Relationship Id="rId308" Type="http://schemas.openxmlformats.org/officeDocument/2006/relationships/oleObject" Target="embeddings/oleObject168.bin"/><Relationship Id="rId515" Type="http://schemas.openxmlformats.org/officeDocument/2006/relationships/oleObject" Target="embeddings/oleObject289.bin"/><Relationship Id="rId47" Type="http://schemas.openxmlformats.org/officeDocument/2006/relationships/oleObject" Target="embeddings/oleObject22.bin"/><Relationship Id="rId89" Type="http://schemas.openxmlformats.org/officeDocument/2006/relationships/oleObject" Target="embeddings/oleObject46.bin"/><Relationship Id="rId112" Type="http://schemas.openxmlformats.org/officeDocument/2006/relationships/oleObject" Target="embeddings/oleObject58.bin"/><Relationship Id="rId154" Type="http://schemas.openxmlformats.org/officeDocument/2006/relationships/image" Target="media/image65.wmf"/><Relationship Id="rId361" Type="http://schemas.openxmlformats.org/officeDocument/2006/relationships/image" Target="media/image155.wmf"/><Relationship Id="rId557" Type="http://schemas.openxmlformats.org/officeDocument/2006/relationships/oleObject" Target="embeddings/oleObject313.bin"/><Relationship Id="rId599" Type="http://schemas.openxmlformats.org/officeDocument/2006/relationships/oleObject" Target="embeddings/oleObject338.bin"/><Relationship Id="rId196" Type="http://schemas.openxmlformats.org/officeDocument/2006/relationships/oleObject" Target="embeddings/oleObject106.bin"/><Relationship Id="rId417" Type="http://schemas.openxmlformats.org/officeDocument/2006/relationships/oleObject" Target="embeddings/oleObject233.bin"/><Relationship Id="rId459" Type="http://schemas.openxmlformats.org/officeDocument/2006/relationships/oleObject" Target="embeddings/oleObject258.bin"/><Relationship Id="rId624" Type="http://schemas.openxmlformats.org/officeDocument/2006/relationships/image" Target="media/image265.wmf"/><Relationship Id="rId16" Type="http://schemas.openxmlformats.org/officeDocument/2006/relationships/image" Target="media/image5.wmf"/><Relationship Id="rId221" Type="http://schemas.openxmlformats.org/officeDocument/2006/relationships/oleObject" Target="embeddings/oleObject119.bin"/><Relationship Id="rId263" Type="http://schemas.openxmlformats.org/officeDocument/2006/relationships/oleObject" Target="embeddings/oleObject144.bin"/><Relationship Id="rId319" Type="http://schemas.openxmlformats.org/officeDocument/2006/relationships/oleObject" Target="embeddings/oleObject175.bin"/><Relationship Id="rId470" Type="http://schemas.openxmlformats.org/officeDocument/2006/relationships/image" Target="media/image199.wmf"/><Relationship Id="rId526" Type="http://schemas.openxmlformats.org/officeDocument/2006/relationships/image" Target="media/image224.emf"/><Relationship Id="rId58" Type="http://schemas.openxmlformats.org/officeDocument/2006/relationships/image" Target="media/image23.wmf"/><Relationship Id="rId123" Type="http://schemas.openxmlformats.org/officeDocument/2006/relationships/image" Target="media/image53.wmf"/><Relationship Id="rId330" Type="http://schemas.openxmlformats.org/officeDocument/2006/relationships/oleObject" Target="embeddings/oleObject182.bin"/><Relationship Id="rId568" Type="http://schemas.openxmlformats.org/officeDocument/2006/relationships/image" Target="media/image242.wmf"/><Relationship Id="rId165" Type="http://schemas.openxmlformats.org/officeDocument/2006/relationships/oleObject" Target="embeddings/oleObject88.bin"/><Relationship Id="rId372" Type="http://schemas.openxmlformats.org/officeDocument/2006/relationships/image" Target="media/image159.wmf"/><Relationship Id="rId428" Type="http://schemas.openxmlformats.org/officeDocument/2006/relationships/oleObject" Target="embeddings/oleObject240.bin"/><Relationship Id="rId232" Type="http://schemas.openxmlformats.org/officeDocument/2006/relationships/image" Target="media/image100.wmf"/><Relationship Id="rId274" Type="http://schemas.openxmlformats.org/officeDocument/2006/relationships/oleObject" Target="embeddings/oleObject150.bin"/><Relationship Id="rId481" Type="http://schemas.openxmlformats.org/officeDocument/2006/relationships/image" Target="media/image204.emf"/><Relationship Id="rId27" Type="http://schemas.openxmlformats.org/officeDocument/2006/relationships/oleObject" Target="embeddings/oleObject10.bin"/><Relationship Id="rId69" Type="http://schemas.openxmlformats.org/officeDocument/2006/relationships/oleObject" Target="embeddings/oleObject35.bin"/><Relationship Id="rId134" Type="http://schemas.openxmlformats.org/officeDocument/2006/relationships/oleObject" Target="embeddings/oleObject70.bin"/><Relationship Id="rId537" Type="http://schemas.openxmlformats.org/officeDocument/2006/relationships/image" Target="media/image229.wmf"/><Relationship Id="rId579" Type="http://schemas.openxmlformats.org/officeDocument/2006/relationships/image" Target="media/image247.wmf"/><Relationship Id="rId80" Type="http://schemas.openxmlformats.org/officeDocument/2006/relationships/oleObject" Target="embeddings/oleObject41.bin"/><Relationship Id="rId176" Type="http://schemas.openxmlformats.org/officeDocument/2006/relationships/image" Target="media/image75.wmf"/><Relationship Id="rId341" Type="http://schemas.openxmlformats.org/officeDocument/2006/relationships/image" Target="media/image146.emf"/><Relationship Id="rId383" Type="http://schemas.openxmlformats.org/officeDocument/2006/relationships/oleObject" Target="embeddings/oleObject213.bin"/><Relationship Id="rId439" Type="http://schemas.openxmlformats.org/officeDocument/2006/relationships/oleObject" Target="embeddings/oleObject246.bin"/><Relationship Id="rId590" Type="http://schemas.openxmlformats.org/officeDocument/2006/relationships/oleObject" Target="embeddings/oleObject333.bin"/><Relationship Id="rId604" Type="http://schemas.openxmlformats.org/officeDocument/2006/relationships/image" Target="media/image257.wmf"/><Relationship Id="rId201" Type="http://schemas.openxmlformats.org/officeDocument/2006/relationships/image" Target="media/image86.wmf"/><Relationship Id="rId243" Type="http://schemas.openxmlformats.org/officeDocument/2006/relationships/oleObject" Target="embeddings/oleObject131.bin"/><Relationship Id="rId285" Type="http://schemas.openxmlformats.org/officeDocument/2006/relationships/image" Target="media/image122.wmf"/><Relationship Id="rId450" Type="http://schemas.openxmlformats.org/officeDocument/2006/relationships/oleObject" Target="embeddings/oleObject253.bin"/><Relationship Id="rId506" Type="http://schemas.openxmlformats.org/officeDocument/2006/relationships/image" Target="media/image215.wmf"/><Relationship Id="rId17" Type="http://schemas.openxmlformats.org/officeDocument/2006/relationships/oleObject" Target="embeddings/oleObject5.bin"/><Relationship Id="rId38" Type="http://schemas.openxmlformats.org/officeDocument/2006/relationships/image" Target="media/image15.wmf"/><Relationship Id="rId59" Type="http://schemas.openxmlformats.org/officeDocument/2006/relationships/oleObject" Target="embeddings/oleObject29.bin"/><Relationship Id="rId103" Type="http://schemas.openxmlformats.org/officeDocument/2006/relationships/image" Target="media/image43.wmf"/><Relationship Id="rId124" Type="http://schemas.openxmlformats.org/officeDocument/2006/relationships/oleObject" Target="embeddings/oleObject64.bin"/><Relationship Id="rId310" Type="http://schemas.openxmlformats.org/officeDocument/2006/relationships/image" Target="media/image134.wmf"/><Relationship Id="rId492" Type="http://schemas.openxmlformats.org/officeDocument/2006/relationships/image" Target="media/image209.wmf"/><Relationship Id="rId527" Type="http://schemas.openxmlformats.org/officeDocument/2006/relationships/oleObject" Target="embeddings/oleObject296.bin"/><Relationship Id="rId548" Type="http://schemas.openxmlformats.org/officeDocument/2006/relationships/oleObject" Target="embeddings/oleObject308.bin"/><Relationship Id="rId569" Type="http://schemas.openxmlformats.org/officeDocument/2006/relationships/oleObject" Target="embeddings/oleObject320.bin"/><Relationship Id="rId70" Type="http://schemas.openxmlformats.org/officeDocument/2006/relationships/image" Target="media/image28.wmf"/><Relationship Id="rId91" Type="http://schemas.openxmlformats.org/officeDocument/2006/relationships/oleObject" Target="embeddings/oleObject47.bin"/><Relationship Id="rId145" Type="http://schemas.openxmlformats.org/officeDocument/2006/relationships/oleObject" Target="embeddings/oleObject77.bin"/><Relationship Id="rId166" Type="http://schemas.openxmlformats.org/officeDocument/2006/relationships/image" Target="media/image71.wmf"/><Relationship Id="rId187" Type="http://schemas.openxmlformats.org/officeDocument/2006/relationships/oleObject" Target="embeddings/oleObject101.bin"/><Relationship Id="rId331" Type="http://schemas.openxmlformats.org/officeDocument/2006/relationships/image" Target="media/image142.emf"/><Relationship Id="rId352" Type="http://schemas.openxmlformats.org/officeDocument/2006/relationships/image" Target="media/image151.wmf"/><Relationship Id="rId373" Type="http://schemas.openxmlformats.org/officeDocument/2006/relationships/oleObject" Target="embeddings/oleObject207.bin"/><Relationship Id="rId394" Type="http://schemas.openxmlformats.org/officeDocument/2006/relationships/image" Target="media/image168.emf"/><Relationship Id="rId408" Type="http://schemas.openxmlformats.org/officeDocument/2006/relationships/oleObject" Target="embeddings/oleObject228.bin"/><Relationship Id="rId429" Type="http://schemas.openxmlformats.org/officeDocument/2006/relationships/image" Target="media/image182.wmf"/><Relationship Id="rId580" Type="http://schemas.openxmlformats.org/officeDocument/2006/relationships/oleObject" Target="embeddings/oleObject326.bin"/><Relationship Id="rId615" Type="http://schemas.openxmlformats.org/officeDocument/2006/relationships/oleObject" Target="embeddings/oleObject347.bin"/><Relationship Id="rId1" Type="http://schemas.openxmlformats.org/officeDocument/2006/relationships/customXml" Target="../customXml/item1.xml"/><Relationship Id="rId212" Type="http://schemas.openxmlformats.org/officeDocument/2006/relationships/image" Target="media/image91.wmf"/><Relationship Id="rId233" Type="http://schemas.openxmlformats.org/officeDocument/2006/relationships/oleObject" Target="embeddings/oleObject126.bin"/><Relationship Id="rId254" Type="http://schemas.openxmlformats.org/officeDocument/2006/relationships/image" Target="media/image109.wmf"/><Relationship Id="rId440" Type="http://schemas.openxmlformats.org/officeDocument/2006/relationships/image" Target="media/image187.wmf"/><Relationship Id="rId28" Type="http://schemas.openxmlformats.org/officeDocument/2006/relationships/image" Target="media/image11.wmf"/><Relationship Id="rId49" Type="http://schemas.openxmlformats.org/officeDocument/2006/relationships/oleObject" Target="embeddings/oleObject23.bin"/><Relationship Id="rId114" Type="http://schemas.openxmlformats.org/officeDocument/2006/relationships/oleObject" Target="embeddings/oleObject59.bin"/><Relationship Id="rId275" Type="http://schemas.openxmlformats.org/officeDocument/2006/relationships/image" Target="media/image118.wmf"/><Relationship Id="rId296" Type="http://schemas.openxmlformats.org/officeDocument/2006/relationships/oleObject" Target="embeddings/oleObject162.bin"/><Relationship Id="rId300" Type="http://schemas.openxmlformats.org/officeDocument/2006/relationships/oleObject" Target="embeddings/oleObject164.bin"/><Relationship Id="rId461" Type="http://schemas.openxmlformats.org/officeDocument/2006/relationships/oleObject" Target="embeddings/oleObject259.bin"/><Relationship Id="rId482" Type="http://schemas.openxmlformats.org/officeDocument/2006/relationships/oleObject" Target="embeddings/oleObject271.bin"/><Relationship Id="rId517" Type="http://schemas.openxmlformats.org/officeDocument/2006/relationships/oleObject" Target="embeddings/oleObject290.bin"/><Relationship Id="rId538" Type="http://schemas.openxmlformats.org/officeDocument/2006/relationships/oleObject" Target="embeddings/oleObject302.bin"/><Relationship Id="rId559" Type="http://schemas.openxmlformats.org/officeDocument/2006/relationships/oleObject" Target="embeddings/oleObject314.bin"/><Relationship Id="rId60" Type="http://schemas.openxmlformats.org/officeDocument/2006/relationships/image" Target="media/image24.wmf"/><Relationship Id="rId81" Type="http://schemas.openxmlformats.org/officeDocument/2006/relationships/oleObject" Target="embeddings/oleObject42.bin"/><Relationship Id="rId135" Type="http://schemas.openxmlformats.org/officeDocument/2006/relationships/oleObject" Target="embeddings/oleObject71.bin"/><Relationship Id="rId156" Type="http://schemas.openxmlformats.org/officeDocument/2006/relationships/image" Target="media/image66.wmf"/><Relationship Id="rId177" Type="http://schemas.openxmlformats.org/officeDocument/2006/relationships/oleObject" Target="embeddings/oleObject95.bin"/><Relationship Id="rId198" Type="http://schemas.openxmlformats.org/officeDocument/2006/relationships/oleObject" Target="embeddings/oleObject107.bin"/><Relationship Id="rId321" Type="http://schemas.openxmlformats.org/officeDocument/2006/relationships/oleObject" Target="embeddings/oleObject176.bin"/><Relationship Id="rId342" Type="http://schemas.openxmlformats.org/officeDocument/2006/relationships/oleObject" Target="embeddings/oleObject189.bin"/><Relationship Id="rId363" Type="http://schemas.openxmlformats.org/officeDocument/2006/relationships/oleObject" Target="embeddings/oleObject201.bin"/><Relationship Id="rId384" Type="http://schemas.openxmlformats.org/officeDocument/2006/relationships/image" Target="media/image164.wmf"/><Relationship Id="rId419" Type="http://schemas.openxmlformats.org/officeDocument/2006/relationships/image" Target="media/image178.emf"/><Relationship Id="rId570" Type="http://schemas.openxmlformats.org/officeDocument/2006/relationships/image" Target="media/image243.wmf"/><Relationship Id="rId591" Type="http://schemas.openxmlformats.org/officeDocument/2006/relationships/image" Target="media/image251.wmf"/><Relationship Id="rId605" Type="http://schemas.openxmlformats.org/officeDocument/2006/relationships/oleObject" Target="embeddings/oleObject341.bin"/><Relationship Id="rId626" Type="http://schemas.openxmlformats.org/officeDocument/2006/relationships/image" Target="media/image266.wmf"/><Relationship Id="rId202" Type="http://schemas.openxmlformats.org/officeDocument/2006/relationships/oleObject" Target="embeddings/oleObject109.bin"/><Relationship Id="rId223" Type="http://schemas.openxmlformats.org/officeDocument/2006/relationships/oleObject" Target="embeddings/oleObject120.bin"/><Relationship Id="rId244" Type="http://schemas.openxmlformats.org/officeDocument/2006/relationships/oleObject" Target="embeddings/oleObject132.bin"/><Relationship Id="rId430" Type="http://schemas.openxmlformats.org/officeDocument/2006/relationships/oleObject" Target="embeddings/oleObject241.bin"/><Relationship Id="rId18" Type="http://schemas.openxmlformats.org/officeDocument/2006/relationships/image" Target="media/image6.wmf"/><Relationship Id="rId39" Type="http://schemas.openxmlformats.org/officeDocument/2006/relationships/oleObject" Target="embeddings/oleObject17.bin"/><Relationship Id="rId265" Type="http://schemas.openxmlformats.org/officeDocument/2006/relationships/oleObject" Target="embeddings/oleObject145.bin"/><Relationship Id="rId286" Type="http://schemas.openxmlformats.org/officeDocument/2006/relationships/oleObject" Target="embeddings/oleObject157.bin"/><Relationship Id="rId451" Type="http://schemas.openxmlformats.org/officeDocument/2006/relationships/image" Target="media/image191.wmf"/><Relationship Id="rId472" Type="http://schemas.openxmlformats.org/officeDocument/2006/relationships/image" Target="media/image200.wmf"/><Relationship Id="rId493" Type="http://schemas.openxmlformats.org/officeDocument/2006/relationships/oleObject" Target="embeddings/oleObject277.bin"/><Relationship Id="rId507" Type="http://schemas.openxmlformats.org/officeDocument/2006/relationships/oleObject" Target="embeddings/oleObject285.bin"/><Relationship Id="rId528" Type="http://schemas.openxmlformats.org/officeDocument/2006/relationships/image" Target="media/image225.wmf"/><Relationship Id="rId549" Type="http://schemas.openxmlformats.org/officeDocument/2006/relationships/image" Target="media/image234.wmf"/><Relationship Id="rId50" Type="http://schemas.openxmlformats.org/officeDocument/2006/relationships/oleObject" Target="embeddings/oleObject24.bin"/><Relationship Id="rId104" Type="http://schemas.openxmlformats.org/officeDocument/2006/relationships/oleObject" Target="embeddings/oleObject54.bin"/><Relationship Id="rId125" Type="http://schemas.openxmlformats.org/officeDocument/2006/relationships/oleObject" Target="embeddings/oleObject65.bin"/><Relationship Id="rId146" Type="http://schemas.openxmlformats.org/officeDocument/2006/relationships/image" Target="media/image62.wmf"/><Relationship Id="rId167" Type="http://schemas.openxmlformats.org/officeDocument/2006/relationships/oleObject" Target="embeddings/oleObject89.bin"/><Relationship Id="rId188" Type="http://schemas.openxmlformats.org/officeDocument/2006/relationships/image" Target="media/image80.wmf"/><Relationship Id="rId311" Type="http://schemas.openxmlformats.org/officeDocument/2006/relationships/oleObject" Target="embeddings/oleObject170.bin"/><Relationship Id="rId332" Type="http://schemas.openxmlformats.org/officeDocument/2006/relationships/oleObject" Target="embeddings/oleObject183.bin"/><Relationship Id="rId353" Type="http://schemas.openxmlformats.org/officeDocument/2006/relationships/oleObject" Target="embeddings/oleObject195.bin"/><Relationship Id="rId374" Type="http://schemas.openxmlformats.org/officeDocument/2006/relationships/image" Target="media/image160.wmf"/><Relationship Id="rId395" Type="http://schemas.openxmlformats.org/officeDocument/2006/relationships/oleObject" Target="embeddings/oleObject220.bin"/><Relationship Id="rId409" Type="http://schemas.openxmlformats.org/officeDocument/2006/relationships/image" Target="media/image174.emf"/><Relationship Id="rId560" Type="http://schemas.openxmlformats.org/officeDocument/2006/relationships/image" Target="media/image239.wmf"/><Relationship Id="rId581" Type="http://schemas.openxmlformats.org/officeDocument/2006/relationships/image" Target="media/image248.wmf"/><Relationship Id="rId71" Type="http://schemas.openxmlformats.org/officeDocument/2006/relationships/oleObject" Target="embeddings/oleObject36.bin"/><Relationship Id="rId92" Type="http://schemas.openxmlformats.org/officeDocument/2006/relationships/image" Target="media/image38.wmf"/><Relationship Id="rId213" Type="http://schemas.openxmlformats.org/officeDocument/2006/relationships/oleObject" Target="embeddings/oleObject115.bin"/><Relationship Id="rId234" Type="http://schemas.openxmlformats.org/officeDocument/2006/relationships/image" Target="media/image101.wmf"/><Relationship Id="rId420" Type="http://schemas.openxmlformats.org/officeDocument/2006/relationships/oleObject" Target="embeddings/oleObject235.bin"/><Relationship Id="rId616" Type="http://schemas.openxmlformats.org/officeDocument/2006/relationships/oleObject" Target="embeddings/oleObject348.bin"/><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39.bin"/><Relationship Id="rId276" Type="http://schemas.openxmlformats.org/officeDocument/2006/relationships/oleObject" Target="embeddings/oleObject151.bin"/><Relationship Id="rId297" Type="http://schemas.openxmlformats.org/officeDocument/2006/relationships/image" Target="media/image128.wmf"/><Relationship Id="rId441" Type="http://schemas.openxmlformats.org/officeDocument/2006/relationships/oleObject" Target="embeddings/oleObject247.bin"/><Relationship Id="rId462" Type="http://schemas.openxmlformats.org/officeDocument/2006/relationships/oleObject" Target="embeddings/oleObject260.bin"/><Relationship Id="rId483" Type="http://schemas.openxmlformats.org/officeDocument/2006/relationships/image" Target="media/image205.wmf"/><Relationship Id="rId518" Type="http://schemas.openxmlformats.org/officeDocument/2006/relationships/oleObject" Target="embeddings/oleObject291.bin"/><Relationship Id="rId539" Type="http://schemas.openxmlformats.org/officeDocument/2006/relationships/image" Target="media/image230.wmf"/><Relationship Id="rId40" Type="http://schemas.openxmlformats.org/officeDocument/2006/relationships/oleObject" Target="embeddings/oleObject18.bin"/><Relationship Id="rId115" Type="http://schemas.openxmlformats.org/officeDocument/2006/relationships/image" Target="media/image49.wmf"/><Relationship Id="rId136" Type="http://schemas.openxmlformats.org/officeDocument/2006/relationships/image" Target="media/image58.wmf"/><Relationship Id="rId157" Type="http://schemas.openxmlformats.org/officeDocument/2006/relationships/oleObject" Target="embeddings/oleObject84.bin"/><Relationship Id="rId178" Type="http://schemas.openxmlformats.org/officeDocument/2006/relationships/oleObject" Target="embeddings/oleObject96.bin"/><Relationship Id="rId301" Type="http://schemas.openxmlformats.org/officeDocument/2006/relationships/image" Target="media/image130.wmf"/><Relationship Id="rId322" Type="http://schemas.openxmlformats.org/officeDocument/2006/relationships/image" Target="media/image139.wmf"/><Relationship Id="rId343" Type="http://schemas.openxmlformats.org/officeDocument/2006/relationships/oleObject" Target="embeddings/oleObject190.bin"/><Relationship Id="rId364" Type="http://schemas.openxmlformats.org/officeDocument/2006/relationships/image" Target="media/image156.wmf"/><Relationship Id="rId550" Type="http://schemas.openxmlformats.org/officeDocument/2006/relationships/oleObject" Target="embeddings/oleObject309.bin"/><Relationship Id="rId61" Type="http://schemas.openxmlformats.org/officeDocument/2006/relationships/oleObject" Target="embeddings/oleObject30.bin"/><Relationship Id="rId82" Type="http://schemas.openxmlformats.org/officeDocument/2006/relationships/image" Target="media/image33.wmf"/><Relationship Id="rId199" Type="http://schemas.openxmlformats.org/officeDocument/2006/relationships/image" Target="media/image85.wmf"/><Relationship Id="rId203" Type="http://schemas.openxmlformats.org/officeDocument/2006/relationships/image" Target="media/image87.wmf"/><Relationship Id="rId385" Type="http://schemas.openxmlformats.org/officeDocument/2006/relationships/oleObject" Target="embeddings/oleObject214.bin"/><Relationship Id="rId571" Type="http://schemas.openxmlformats.org/officeDocument/2006/relationships/oleObject" Target="embeddings/oleObject321.bin"/><Relationship Id="rId592" Type="http://schemas.openxmlformats.org/officeDocument/2006/relationships/oleObject" Target="embeddings/oleObject334.bin"/><Relationship Id="rId606" Type="http://schemas.openxmlformats.org/officeDocument/2006/relationships/oleObject" Target="embeddings/oleObject342.bin"/><Relationship Id="rId627" Type="http://schemas.openxmlformats.org/officeDocument/2006/relationships/oleObject" Target="embeddings/oleObject354.bin"/><Relationship Id="rId19" Type="http://schemas.openxmlformats.org/officeDocument/2006/relationships/oleObject" Target="embeddings/oleObject6.bin"/><Relationship Id="rId224" Type="http://schemas.openxmlformats.org/officeDocument/2006/relationships/image" Target="media/image97.wmf"/><Relationship Id="rId245" Type="http://schemas.openxmlformats.org/officeDocument/2006/relationships/oleObject" Target="embeddings/oleObject133.bin"/><Relationship Id="rId266" Type="http://schemas.openxmlformats.org/officeDocument/2006/relationships/image" Target="media/image114.wmf"/><Relationship Id="rId287" Type="http://schemas.openxmlformats.org/officeDocument/2006/relationships/image" Target="media/image123.wmf"/><Relationship Id="rId410" Type="http://schemas.openxmlformats.org/officeDocument/2006/relationships/oleObject" Target="embeddings/oleObject229.bin"/><Relationship Id="rId431" Type="http://schemas.openxmlformats.org/officeDocument/2006/relationships/image" Target="media/image183.wmf"/><Relationship Id="rId452" Type="http://schemas.openxmlformats.org/officeDocument/2006/relationships/oleObject" Target="embeddings/oleObject254.bin"/><Relationship Id="rId473" Type="http://schemas.openxmlformats.org/officeDocument/2006/relationships/oleObject" Target="embeddings/oleObject266.bin"/><Relationship Id="rId494" Type="http://schemas.openxmlformats.org/officeDocument/2006/relationships/image" Target="media/image210.wmf"/><Relationship Id="rId508" Type="http://schemas.openxmlformats.org/officeDocument/2006/relationships/image" Target="media/image216.wmf"/><Relationship Id="rId529" Type="http://schemas.openxmlformats.org/officeDocument/2006/relationships/oleObject" Target="embeddings/oleObject297.bin"/><Relationship Id="rId30" Type="http://schemas.openxmlformats.org/officeDocument/2006/relationships/oleObject" Target="embeddings/oleObject12.bin"/><Relationship Id="rId105" Type="http://schemas.openxmlformats.org/officeDocument/2006/relationships/image" Target="media/image44.wmf"/><Relationship Id="rId126" Type="http://schemas.openxmlformats.org/officeDocument/2006/relationships/image" Target="media/image54.wmf"/><Relationship Id="rId147" Type="http://schemas.openxmlformats.org/officeDocument/2006/relationships/oleObject" Target="embeddings/oleObject78.bin"/><Relationship Id="rId168" Type="http://schemas.openxmlformats.org/officeDocument/2006/relationships/oleObject" Target="embeddings/oleObject90.bin"/><Relationship Id="rId312" Type="http://schemas.openxmlformats.org/officeDocument/2006/relationships/oleObject" Target="embeddings/oleObject171.bin"/><Relationship Id="rId333" Type="http://schemas.openxmlformats.org/officeDocument/2006/relationships/image" Target="media/image143.wmf"/><Relationship Id="rId354" Type="http://schemas.openxmlformats.org/officeDocument/2006/relationships/image" Target="media/image152.wmf"/><Relationship Id="rId540" Type="http://schemas.openxmlformats.org/officeDocument/2006/relationships/oleObject" Target="embeddings/oleObject303.bin"/><Relationship Id="rId51" Type="http://schemas.openxmlformats.org/officeDocument/2006/relationships/image" Target="media/image20.wmf"/><Relationship Id="rId72" Type="http://schemas.openxmlformats.org/officeDocument/2006/relationships/image" Target="media/image29.wmf"/><Relationship Id="rId93" Type="http://schemas.openxmlformats.org/officeDocument/2006/relationships/oleObject" Target="embeddings/oleObject48.bin"/><Relationship Id="rId189" Type="http://schemas.openxmlformats.org/officeDocument/2006/relationships/oleObject" Target="embeddings/oleObject102.bin"/><Relationship Id="rId375" Type="http://schemas.openxmlformats.org/officeDocument/2006/relationships/oleObject" Target="embeddings/oleObject208.bin"/><Relationship Id="rId396" Type="http://schemas.openxmlformats.org/officeDocument/2006/relationships/image" Target="media/image169.emf"/><Relationship Id="rId561" Type="http://schemas.openxmlformats.org/officeDocument/2006/relationships/oleObject" Target="embeddings/oleObject315.bin"/><Relationship Id="rId582" Type="http://schemas.openxmlformats.org/officeDocument/2006/relationships/oleObject" Target="embeddings/oleObject327.bin"/><Relationship Id="rId617" Type="http://schemas.openxmlformats.org/officeDocument/2006/relationships/image" Target="media/image262.wmf"/><Relationship Id="rId3" Type="http://schemas.openxmlformats.org/officeDocument/2006/relationships/styles" Target="styles.xml"/><Relationship Id="rId214" Type="http://schemas.openxmlformats.org/officeDocument/2006/relationships/image" Target="media/image92.wmf"/><Relationship Id="rId235" Type="http://schemas.openxmlformats.org/officeDocument/2006/relationships/oleObject" Target="embeddings/oleObject127.bin"/><Relationship Id="rId256" Type="http://schemas.openxmlformats.org/officeDocument/2006/relationships/image" Target="media/image110.wmf"/><Relationship Id="rId277" Type="http://schemas.openxmlformats.org/officeDocument/2006/relationships/image" Target="media/image119.wmf"/><Relationship Id="rId298" Type="http://schemas.openxmlformats.org/officeDocument/2006/relationships/oleObject" Target="embeddings/oleObject163.bin"/><Relationship Id="rId400" Type="http://schemas.openxmlformats.org/officeDocument/2006/relationships/oleObject" Target="embeddings/oleObject223.bin"/><Relationship Id="rId421" Type="http://schemas.openxmlformats.org/officeDocument/2006/relationships/oleObject" Target="embeddings/oleObject236.bin"/><Relationship Id="rId442" Type="http://schemas.openxmlformats.org/officeDocument/2006/relationships/oleObject" Target="embeddings/oleObject248.bin"/><Relationship Id="rId463" Type="http://schemas.openxmlformats.org/officeDocument/2006/relationships/image" Target="media/image196.wmf"/><Relationship Id="rId484" Type="http://schemas.openxmlformats.org/officeDocument/2006/relationships/oleObject" Target="embeddings/oleObject272.bin"/><Relationship Id="rId519" Type="http://schemas.openxmlformats.org/officeDocument/2006/relationships/image" Target="media/image221.wmf"/><Relationship Id="rId116" Type="http://schemas.openxmlformats.org/officeDocument/2006/relationships/oleObject" Target="embeddings/oleObject60.bin"/><Relationship Id="rId137" Type="http://schemas.openxmlformats.org/officeDocument/2006/relationships/oleObject" Target="embeddings/oleObject72.bin"/><Relationship Id="rId158" Type="http://schemas.openxmlformats.org/officeDocument/2006/relationships/image" Target="media/image67.wmf"/><Relationship Id="rId302" Type="http://schemas.openxmlformats.org/officeDocument/2006/relationships/oleObject" Target="embeddings/oleObject165.bin"/><Relationship Id="rId323" Type="http://schemas.openxmlformats.org/officeDocument/2006/relationships/oleObject" Target="embeddings/oleObject177.bin"/><Relationship Id="rId344" Type="http://schemas.openxmlformats.org/officeDocument/2006/relationships/image" Target="media/image147.wmf"/><Relationship Id="rId530" Type="http://schemas.openxmlformats.org/officeDocument/2006/relationships/oleObject" Target="embeddings/oleObject298.bin"/><Relationship Id="rId20" Type="http://schemas.openxmlformats.org/officeDocument/2006/relationships/image" Target="media/image7.wmf"/><Relationship Id="rId41" Type="http://schemas.openxmlformats.org/officeDocument/2006/relationships/image" Target="media/image16.wmf"/><Relationship Id="rId62" Type="http://schemas.openxmlformats.org/officeDocument/2006/relationships/oleObject" Target="embeddings/oleObject31.bin"/><Relationship Id="rId83" Type="http://schemas.openxmlformats.org/officeDocument/2006/relationships/oleObject" Target="embeddings/oleObject43.bin"/><Relationship Id="rId179" Type="http://schemas.openxmlformats.org/officeDocument/2006/relationships/image" Target="media/image76.wmf"/><Relationship Id="rId365" Type="http://schemas.openxmlformats.org/officeDocument/2006/relationships/oleObject" Target="embeddings/oleObject202.bin"/><Relationship Id="rId386" Type="http://schemas.openxmlformats.org/officeDocument/2006/relationships/image" Target="media/image165.wmf"/><Relationship Id="rId551" Type="http://schemas.openxmlformats.org/officeDocument/2006/relationships/oleObject" Target="embeddings/oleObject310.bin"/><Relationship Id="rId572" Type="http://schemas.openxmlformats.org/officeDocument/2006/relationships/oleObject" Target="embeddings/oleObject322.bin"/><Relationship Id="rId593" Type="http://schemas.openxmlformats.org/officeDocument/2006/relationships/image" Target="media/image252.wmf"/><Relationship Id="rId607" Type="http://schemas.openxmlformats.org/officeDocument/2006/relationships/image" Target="media/image258.wmf"/><Relationship Id="rId628" Type="http://schemas.openxmlformats.org/officeDocument/2006/relationships/image" Target="media/image267.wmf"/><Relationship Id="rId190" Type="http://schemas.openxmlformats.org/officeDocument/2006/relationships/image" Target="media/image81.wmf"/><Relationship Id="rId204" Type="http://schemas.openxmlformats.org/officeDocument/2006/relationships/oleObject" Target="embeddings/oleObject110.bin"/><Relationship Id="rId225" Type="http://schemas.openxmlformats.org/officeDocument/2006/relationships/oleObject" Target="embeddings/oleObject121.bin"/><Relationship Id="rId246" Type="http://schemas.openxmlformats.org/officeDocument/2006/relationships/oleObject" Target="embeddings/oleObject134.bin"/><Relationship Id="rId267" Type="http://schemas.openxmlformats.org/officeDocument/2006/relationships/oleObject" Target="embeddings/oleObject146.bin"/><Relationship Id="rId288" Type="http://schemas.openxmlformats.org/officeDocument/2006/relationships/oleObject" Target="embeddings/oleObject158.bin"/><Relationship Id="rId411" Type="http://schemas.openxmlformats.org/officeDocument/2006/relationships/oleObject" Target="embeddings/oleObject230.bin"/><Relationship Id="rId432" Type="http://schemas.openxmlformats.org/officeDocument/2006/relationships/oleObject" Target="embeddings/oleObject242.bin"/><Relationship Id="rId453" Type="http://schemas.openxmlformats.org/officeDocument/2006/relationships/image" Target="media/image192.wmf"/><Relationship Id="rId474" Type="http://schemas.openxmlformats.org/officeDocument/2006/relationships/image" Target="media/image201.wmf"/><Relationship Id="rId509" Type="http://schemas.openxmlformats.org/officeDocument/2006/relationships/oleObject" Target="embeddings/oleObject286.bin"/><Relationship Id="rId106" Type="http://schemas.openxmlformats.org/officeDocument/2006/relationships/oleObject" Target="embeddings/oleObject55.bin"/><Relationship Id="rId127" Type="http://schemas.openxmlformats.org/officeDocument/2006/relationships/oleObject" Target="embeddings/oleObject66.bin"/><Relationship Id="rId313" Type="http://schemas.openxmlformats.org/officeDocument/2006/relationships/image" Target="media/image135.wmf"/><Relationship Id="rId495" Type="http://schemas.openxmlformats.org/officeDocument/2006/relationships/oleObject" Target="embeddings/oleObject278.bin"/><Relationship Id="rId10" Type="http://schemas.openxmlformats.org/officeDocument/2006/relationships/image" Target="media/image2.emf"/><Relationship Id="rId31" Type="http://schemas.openxmlformats.org/officeDocument/2006/relationships/image" Target="media/image12.emf"/><Relationship Id="rId52" Type="http://schemas.openxmlformats.org/officeDocument/2006/relationships/oleObject" Target="embeddings/oleObject25.bin"/><Relationship Id="rId73" Type="http://schemas.openxmlformats.org/officeDocument/2006/relationships/oleObject" Target="embeddings/oleObject37.bin"/><Relationship Id="rId94" Type="http://schemas.openxmlformats.org/officeDocument/2006/relationships/image" Target="media/image39.wmf"/><Relationship Id="rId148" Type="http://schemas.openxmlformats.org/officeDocument/2006/relationships/oleObject" Target="embeddings/oleObject79.bin"/><Relationship Id="rId169" Type="http://schemas.openxmlformats.org/officeDocument/2006/relationships/image" Target="media/image72.wmf"/><Relationship Id="rId334" Type="http://schemas.openxmlformats.org/officeDocument/2006/relationships/oleObject" Target="embeddings/oleObject184.bin"/><Relationship Id="rId355" Type="http://schemas.openxmlformats.org/officeDocument/2006/relationships/oleObject" Target="embeddings/oleObject196.bin"/><Relationship Id="rId376" Type="http://schemas.openxmlformats.org/officeDocument/2006/relationships/oleObject" Target="embeddings/oleObject209.bin"/><Relationship Id="rId397" Type="http://schemas.openxmlformats.org/officeDocument/2006/relationships/oleObject" Target="embeddings/oleObject221.bin"/><Relationship Id="rId520" Type="http://schemas.openxmlformats.org/officeDocument/2006/relationships/oleObject" Target="embeddings/oleObject292.bin"/><Relationship Id="rId541" Type="http://schemas.openxmlformats.org/officeDocument/2006/relationships/oleObject" Target="embeddings/oleObject304.bin"/><Relationship Id="rId562" Type="http://schemas.openxmlformats.org/officeDocument/2006/relationships/oleObject" Target="embeddings/oleObject316.bin"/><Relationship Id="rId583" Type="http://schemas.openxmlformats.org/officeDocument/2006/relationships/oleObject" Target="embeddings/oleObject328.bin"/><Relationship Id="rId618" Type="http://schemas.openxmlformats.org/officeDocument/2006/relationships/oleObject" Target="embeddings/oleObject349.bin"/><Relationship Id="rId4" Type="http://schemas.openxmlformats.org/officeDocument/2006/relationships/settings" Target="settings.xml"/><Relationship Id="rId180" Type="http://schemas.openxmlformats.org/officeDocument/2006/relationships/oleObject" Target="embeddings/oleObject97.bin"/><Relationship Id="rId215" Type="http://schemas.openxmlformats.org/officeDocument/2006/relationships/oleObject" Target="embeddings/oleObject116.bin"/><Relationship Id="rId236" Type="http://schemas.openxmlformats.org/officeDocument/2006/relationships/image" Target="media/image102.wmf"/><Relationship Id="rId257" Type="http://schemas.openxmlformats.org/officeDocument/2006/relationships/oleObject" Target="embeddings/oleObject140.bin"/><Relationship Id="rId278" Type="http://schemas.openxmlformats.org/officeDocument/2006/relationships/oleObject" Target="embeddings/oleObject152.bin"/><Relationship Id="rId401" Type="http://schemas.openxmlformats.org/officeDocument/2006/relationships/image" Target="media/image171.emf"/><Relationship Id="rId422" Type="http://schemas.openxmlformats.org/officeDocument/2006/relationships/image" Target="media/image179.wmf"/><Relationship Id="rId443" Type="http://schemas.openxmlformats.org/officeDocument/2006/relationships/image" Target="media/image188.wmf"/><Relationship Id="rId464" Type="http://schemas.openxmlformats.org/officeDocument/2006/relationships/oleObject" Target="embeddings/oleObject261.bin"/><Relationship Id="rId303" Type="http://schemas.openxmlformats.org/officeDocument/2006/relationships/image" Target="media/image131.wmf"/><Relationship Id="rId485" Type="http://schemas.openxmlformats.org/officeDocument/2006/relationships/image" Target="media/image206.emf"/><Relationship Id="rId42" Type="http://schemas.openxmlformats.org/officeDocument/2006/relationships/oleObject" Target="embeddings/oleObject19.bin"/><Relationship Id="rId84" Type="http://schemas.openxmlformats.org/officeDocument/2006/relationships/image" Target="media/image34.wmf"/><Relationship Id="rId138" Type="http://schemas.openxmlformats.org/officeDocument/2006/relationships/oleObject" Target="embeddings/oleObject73.bin"/><Relationship Id="rId345" Type="http://schemas.openxmlformats.org/officeDocument/2006/relationships/oleObject" Target="embeddings/oleObject191.bin"/><Relationship Id="rId387" Type="http://schemas.openxmlformats.org/officeDocument/2006/relationships/oleObject" Target="embeddings/oleObject215.bin"/><Relationship Id="rId510" Type="http://schemas.openxmlformats.org/officeDocument/2006/relationships/image" Target="media/image217.emf"/><Relationship Id="rId552" Type="http://schemas.openxmlformats.org/officeDocument/2006/relationships/image" Target="media/image235.wmf"/><Relationship Id="rId594" Type="http://schemas.openxmlformats.org/officeDocument/2006/relationships/oleObject" Target="embeddings/oleObject335.bin"/><Relationship Id="rId608" Type="http://schemas.openxmlformats.org/officeDocument/2006/relationships/oleObject" Target="embeddings/oleObject343.bin"/><Relationship Id="rId191" Type="http://schemas.openxmlformats.org/officeDocument/2006/relationships/oleObject" Target="embeddings/oleObject103.bin"/><Relationship Id="rId205" Type="http://schemas.openxmlformats.org/officeDocument/2006/relationships/image" Target="media/image88.wmf"/><Relationship Id="rId247" Type="http://schemas.openxmlformats.org/officeDocument/2006/relationships/image" Target="media/image106.wmf"/><Relationship Id="rId412" Type="http://schemas.openxmlformats.org/officeDocument/2006/relationships/image" Target="media/image175.emf"/><Relationship Id="rId107" Type="http://schemas.openxmlformats.org/officeDocument/2006/relationships/image" Target="media/image45.wmf"/><Relationship Id="rId289" Type="http://schemas.openxmlformats.org/officeDocument/2006/relationships/image" Target="media/image124.wmf"/><Relationship Id="rId454" Type="http://schemas.openxmlformats.org/officeDocument/2006/relationships/oleObject" Target="embeddings/oleObject255.bin"/><Relationship Id="rId496" Type="http://schemas.openxmlformats.org/officeDocument/2006/relationships/image" Target="media/image211.wmf"/><Relationship Id="rId11" Type="http://schemas.openxmlformats.org/officeDocument/2006/relationships/oleObject" Target="embeddings/oleObject2.bin"/><Relationship Id="rId53" Type="http://schemas.openxmlformats.org/officeDocument/2006/relationships/image" Target="media/image21.wmf"/><Relationship Id="rId149" Type="http://schemas.openxmlformats.org/officeDocument/2006/relationships/image" Target="media/image63.wmf"/><Relationship Id="rId314" Type="http://schemas.openxmlformats.org/officeDocument/2006/relationships/oleObject" Target="embeddings/oleObject172.bin"/><Relationship Id="rId356" Type="http://schemas.openxmlformats.org/officeDocument/2006/relationships/image" Target="media/image153.wmf"/><Relationship Id="rId398" Type="http://schemas.openxmlformats.org/officeDocument/2006/relationships/image" Target="media/image170.emf"/><Relationship Id="rId521" Type="http://schemas.openxmlformats.org/officeDocument/2006/relationships/oleObject" Target="embeddings/oleObject293.bin"/><Relationship Id="rId563" Type="http://schemas.openxmlformats.org/officeDocument/2006/relationships/image" Target="media/image240.wmf"/><Relationship Id="rId619" Type="http://schemas.openxmlformats.org/officeDocument/2006/relationships/image" Target="media/image263.wmf"/><Relationship Id="rId95" Type="http://schemas.openxmlformats.org/officeDocument/2006/relationships/oleObject" Target="embeddings/oleObject49.bin"/><Relationship Id="rId160" Type="http://schemas.openxmlformats.org/officeDocument/2006/relationships/image" Target="media/image68.wmf"/><Relationship Id="rId216" Type="http://schemas.openxmlformats.org/officeDocument/2006/relationships/image" Target="media/image93.wmf"/><Relationship Id="rId423" Type="http://schemas.openxmlformats.org/officeDocument/2006/relationships/oleObject" Target="embeddings/oleObject237.bin"/><Relationship Id="rId258" Type="http://schemas.openxmlformats.org/officeDocument/2006/relationships/image" Target="media/image111.wmf"/><Relationship Id="rId465" Type="http://schemas.openxmlformats.org/officeDocument/2006/relationships/image" Target="media/image197.wmf"/><Relationship Id="rId630" Type="http://schemas.openxmlformats.org/officeDocument/2006/relationships/footer" Target="footer1.xml"/><Relationship Id="rId22" Type="http://schemas.openxmlformats.org/officeDocument/2006/relationships/image" Target="media/image8.wmf"/><Relationship Id="rId64" Type="http://schemas.openxmlformats.org/officeDocument/2006/relationships/oleObject" Target="embeddings/oleObject32.bin"/><Relationship Id="rId118" Type="http://schemas.openxmlformats.org/officeDocument/2006/relationships/oleObject" Target="embeddings/oleObject61.bin"/><Relationship Id="rId325" Type="http://schemas.openxmlformats.org/officeDocument/2006/relationships/image" Target="media/image140.emf"/><Relationship Id="rId367" Type="http://schemas.openxmlformats.org/officeDocument/2006/relationships/image" Target="media/image157.wmf"/><Relationship Id="rId532" Type="http://schemas.openxmlformats.org/officeDocument/2006/relationships/oleObject" Target="embeddings/oleObject299.bin"/><Relationship Id="rId574" Type="http://schemas.openxmlformats.org/officeDocument/2006/relationships/oleObject" Target="embeddings/oleObject323.bin"/><Relationship Id="rId171" Type="http://schemas.openxmlformats.org/officeDocument/2006/relationships/image" Target="media/image73.wmf"/><Relationship Id="rId227" Type="http://schemas.openxmlformats.org/officeDocument/2006/relationships/oleObject" Target="embeddings/oleObject122.bin"/><Relationship Id="rId269" Type="http://schemas.openxmlformats.org/officeDocument/2006/relationships/oleObject" Target="embeddings/oleObject147.bin"/><Relationship Id="rId434" Type="http://schemas.openxmlformats.org/officeDocument/2006/relationships/oleObject" Target="embeddings/oleObject243.bin"/><Relationship Id="rId476" Type="http://schemas.openxmlformats.org/officeDocument/2006/relationships/image" Target="media/image202.wmf"/><Relationship Id="rId33" Type="http://schemas.openxmlformats.org/officeDocument/2006/relationships/image" Target="media/image13.wmf"/><Relationship Id="rId129" Type="http://schemas.openxmlformats.org/officeDocument/2006/relationships/oleObject" Target="embeddings/oleObject67.bin"/><Relationship Id="rId280" Type="http://schemas.openxmlformats.org/officeDocument/2006/relationships/image" Target="media/image120.wmf"/><Relationship Id="rId336" Type="http://schemas.openxmlformats.org/officeDocument/2006/relationships/image" Target="media/image144.wmf"/><Relationship Id="rId501" Type="http://schemas.openxmlformats.org/officeDocument/2006/relationships/oleObject" Target="embeddings/oleObject281.bin"/><Relationship Id="rId543" Type="http://schemas.openxmlformats.org/officeDocument/2006/relationships/oleObject" Target="embeddings/oleObject305.bin"/><Relationship Id="rId75" Type="http://schemas.openxmlformats.org/officeDocument/2006/relationships/oleObject" Target="embeddings/oleObject38.bin"/><Relationship Id="rId140" Type="http://schemas.openxmlformats.org/officeDocument/2006/relationships/oleObject" Target="embeddings/oleObject74.bin"/><Relationship Id="rId182" Type="http://schemas.openxmlformats.org/officeDocument/2006/relationships/oleObject" Target="embeddings/oleObject98.bin"/><Relationship Id="rId378" Type="http://schemas.openxmlformats.org/officeDocument/2006/relationships/oleObject" Target="embeddings/oleObject210.bin"/><Relationship Id="rId403" Type="http://schemas.openxmlformats.org/officeDocument/2006/relationships/oleObject" Target="embeddings/oleObject225.bin"/><Relationship Id="rId585" Type="http://schemas.openxmlformats.org/officeDocument/2006/relationships/oleObject" Target="embeddings/oleObject329.bin"/><Relationship Id="rId6" Type="http://schemas.openxmlformats.org/officeDocument/2006/relationships/footnotes" Target="footnotes.xml"/><Relationship Id="rId238" Type="http://schemas.openxmlformats.org/officeDocument/2006/relationships/image" Target="media/image103.wmf"/><Relationship Id="rId445" Type="http://schemas.openxmlformats.org/officeDocument/2006/relationships/image" Target="media/image189.wmf"/><Relationship Id="rId487" Type="http://schemas.openxmlformats.org/officeDocument/2006/relationships/image" Target="media/image207.wmf"/><Relationship Id="rId610" Type="http://schemas.openxmlformats.org/officeDocument/2006/relationships/image" Target="media/image259.wmf"/><Relationship Id="rId291" Type="http://schemas.openxmlformats.org/officeDocument/2006/relationships/image" Target="media/image125.wmf"/><Relationship Id="rId305" Type="http://schemas.openxmlformats.org/officeDocument/2006/relationships/image" Target="media/image132.wmf"/><Relationship Id="rId347" Type="http://schemas.openxmlformats.org/officeDocument/2006/relationships/oleObject" Target="embeddings/oleObject192.bin"/><Relationship Id="rId512" Type="http://schemas.openxmlformats.org/officeDocument/2006/relationships/image" Target="media/image218.wmf"/><Relationship Id="rId44" Type="http://schemas.openxmlformats.org/officeDocument/2006/relationships/oleObject" Target="embeddings/oleObject20.bin"/><Relationship Id="rId86" Type="http://schemas.openxmlformats.org/officeDocument/2006/relationships/image" Target="media/image35.wmf"/><Relationship Id="rId151" Type="http://schemas.openxmlformats.org/officeDocument/2006/relationships/image" Target="media/image64.wmf"/><Relationship Id="rId389" Type="http://schemas.openxmlformats.org/officeDocument/2006/relationships/image" Target="media/image166.wmf"/><Relationship Id="rId554" Type="http://schemas.openxmlformats.org/officeDocument/2006/relationships/image" Target="media/image236.wmf"/><Relationship Id="rId596" Type="http://schemas.openxmlformats.org/officeDocument/2006/relationships/oleObject" Target="embeddings/oleObject336.bin"/><Relationship Id="rId193" Type="http://schemas.openxmlformats.org/officeDocument/2006/relationships/oleObject" Target="embeddings/oleObject104.bin"/><Relationship Id="rId207" Type="http://schemas.openxmlformats.org/officeDocument/2006/relationships/image" Target="media/image89.wmf"/><Relationship Id="rId249" Type="http://schemas.openxmlformats.org/officeDocument/2006/relationships/image" Target="media/image107.wmf"/><Relationship Id="rId414" Type="http://schemas.openxmlformats.org/officeDocument/2006/relationships/image" Target="media/image176.wmf"/><Relationship Id="rId456" Type="http://schemas.openxmlformats.org/officeDocument/2006/relationships/oleObject" Target="embeddings/oleObject256.bin"/><Relationship Id="rId498" Type="http://schemas.openxmlformats.org/officeDocument/2006/relationships/image" Target="media/image212.wmf"/><Relationship Id="rId621" Type="http://schemas.openxmlformats.org/officeDocument/2006/relationships/image" Target="media/image264.wmf"/><Relationship Id="rId13" Type="http://schemas.openxmlformats.org/officeDocument/2006/relationships/oleObject" Target="embeddings/oleObject3.bin"/><Relationship Id="rId109" Type="http://schemas.openxmlformats.org/officeDocument/2006/relationships/image" Target="media/image46.emf"/><Relationship Id="rId260" Type="http://schemas.openxmlformats.org/officeDocument/2006/relationships/oleObject" Target="embeddings/oleObject142.bin"/><Relationship Id="rId316" Type="http://schemas.openxmlformats.org/officeDocument/2006/relationships/image" Target="media/image136.wmf"/><Relationship Id="rId523" Type="http://schemas.openxmlformats.org/officeDocument/2006/relationships/oleObject" Target="embeddings/oleObject294.bin"/><Relationship Id="rId55" Type="http://schemas.openxmlformats.org/officeDocument/2006/relationships/oleObject" Target="embeddings/oleObject27.bin"/><Relationship Id="rId97" Type="http://schemas.openxmlformats.org/officeDocument/2006/relationships/oleObject" Target="embeddings/oleObject50.bin"/><Relationship Id="rId120" Type="http://schemas.openxmlformats.org/officeDocument/2006/relationships/oleObject" Target="embeddings/oleObject62.bin"/><Relationship Id="rId358" Type="http://schemas.openxmlformats.org/officeDocument/2006/relationships/image" Target="media/image154.wmf"/><Relationship Id="rId565" Type="http://schemas.openxmlformats.org/officeDocument/2006/relationships/oleObject" Target="embeddings/oleObject318.bin"/><Relationship Id="rId162" Type="http://schemas.openxmlformats.org/officeDocument/2006/relationships/image" Target="media/image69.wmf"/><Relationship Id="rId218" Type="http://schemas.openxmlformats.org/officeDocument/2006/relationships/image" Target="media/image94.wmf"/><Relationship Id="rId425" Type="http://schemas.openxmlformats.org/officeDocument/2006/relationships/oleObject" Target="embeddings/oleObject238.bin"/><Relationship Id="rId467" Type="http://schemas.openxmlformats.org/officeDocument/2006/relationships/oleObject" Target="embeddings/oleObject263.bin"/><Relationship Id="rId632" Type="http://schemas.openxmlformats.org/officeDocument/2006/relationships/footer" Target="footer3.xml"/><Relationship Id="rId271" Type="http://schemas.openxmlformats.org/officeDocument/2006/relationships/image" Target="media/image116.wmf"/><Relationship Id="rId24" Type="http://schemas.openxmlformats.org/officeDocument/2006/relationships/image" Target="media/image9.wmf"/><Relationship Id="rId66" Type="http://schemas.openxmlformats.org/officeDocument/2006/relationships/oleObject" Target="embeddings/oleObject33.bin"/><Relationship Id="rId131" Type="http://schemas.openxmlformats.org/officeDocument/2006/relationships/image" Target="media/image56.wmf"/><Relationship Id="rId327" Type="http://schemas.openxmlformats.org/officeDocument/2006/relationships/oleObject" Target="embeddings/oleObject180.bin"/><Relationship Id="rId369" Type="http://schemas.openxmlformats.org/officeDocument/2006/relationships/image" Target="media/image158.wmf"/><Relationship Id="rId534" Type="http://schemas.openxmlformats.org/officeDocument/2006/relationships/oleObject" Target="embeddings/oleObject300.bin"/><Relationship Id="rId576" Type="http://schemas.openxmlformats.org/officeDocument/2006/relationships/oleObject" Target="embeddings/oleObject324.bin"/><Relationship Id="rId173" Type="http://schemas.openxmlformats.org/officeDocument/2006/relationships/oleObject" Target="embeddings/oleObject93.bin"/><Relationship Id="rId229" Type="http://schemas.openxmlformats.org/officeDocument/2006/relationships/oleObject" Target="embeddings/oleObject124.bin"/><Relationship Id="rId380" Type="http://schemas.openxmlformats.org/officeDocument/2006/relationships/image" Target="media/image162.wmf"/><Relationship Id="rId436" Type="http://schemas.openxmlformats.org/officeDocument/2006/relationships/oleObject" Target="embeddings/oleObject244.bin"/><Relationship Id="rId601" Type="http://schemas.openxmlformats.org/officeDocument/2006/relationships/oleObject" Target="embeddings/oleObject339.bin"/><Relationship Id="rId240" Type="http://schemas.openxmlformats.org/officeDocument/2006/relationships/image" Target="media/image104.wmf"/><Relationship Id="rId478" Type="http://schemas.openxmlformats.org/officeDocument/2006/relationships/oleObject" Target="embeddings/oleObject269.bin"/><Relationship Id="rId35" Type="http://schemas.openxmlformats.org/officeDocument/2006/relationships/oleObject" Target="embeddings/oleObject15.bin"/><Relationship Id="rId77" Type="http://schemas.openxmlformats.org/officeDocument/2006/relationships/image" Target="media/image31.emf"/><Relationship Id="rId100" Type="http://schemas.openxmlformats.org/officeDocument/2006/relationships/image" Target="media/image42.wmf"/><Relationship Id="rId282" Type="http://schemas.openxmlformats.org/officeDocument/2006/relationships/oleObject" Target="embeddings/oleObject155.bin"/><Relationship Id="rId338" Type="http://schemas.openxmlformats.org/officeDocument/2006/relationships/image" Target="media/image145.wmf"/><Relationship Id="rId503" Type="http://schemas.openxmlformats.org/officeDocument/2006/relationships/image" Target="media/image214.wmf"/><Relationship Id="rId545" Type="http://schemas.openxmlformats.org/officeDocument/2006/relationships/image" Target="media/image232.wmf"/><Relationship Id="rId587" Type="http://schemas.openxmlformats.org/officeDocument/2006/relationships/image" Target="media/image250.wmf"/><Relationship Id="rId8" Type="http://schemas.openxmlformats.org/officeDocument/2006/relationships/image" Target="media/image1.wmf"/><Relationship Id="rId142" Type="http://schemas.openxmlformats.org/officeDocument/2006/relationships/oleObject" Target="embeddings/oleObject75.bin"/><Relationship Id="rId184" Type="http://schemas.openxmlformats.org/officeDocument/2006/relationships/oleObject" Target="embeddings/oleObject99.bin"/><Relationship Id="rId391" Type="http://schemas.openxmlformats.org/officeDocument/2006/relationships/oleObject" Target="embeddings/oleObject218.bin"/><Relationship Id="rId405" Type="http://schemas.openxmlformats.org/officeDocument/2006/relationships/oleObject" Target="embeddings/oleObject226.bin"/><Relationship Id="rId447" Type="http://schemas.openxmlformats.org/officeDocument/2006/relationships/oleObject" Target="embeddings/oleObject251.bin"/><Relationship Id="rId612" Type="http://schemas.openxmlformats.org/officeDocument/2006/relationships/image" Target="media/image260.wmf"/><Relationship Id="rId251" Type="http://schemas.openxmlformats.org/officeDocument/2006/relationships/image" Target="media/image108.wmf"/><Relationship Id="rId489" Type="http://schemas.openxmlformats.org/officeDocument/2006/relationships/image" Target="media/image208.wmf"/><Relationship Id="rId46" Type="http://schemas.openxmlformats.org/officeDocument/2006/relationships/image" Target="media/image18.wmf"/><Relationship Id="rId293" Type="http://schemas.openxmlformats.org/officeDocument/2006/relationships/image" Target="media/image126.wmf"/><Relationship Id="rId307" Type="http://schemas.openxmlformats.org/officeDocument/2006/relationships/image" Target="media/image133.wmf"/><Relationship Id="rId349" Type="http://schemas.openxmlformats.org/officeDocument/2006/relationships/oleObject" Target="embeddings/oleObject193.bin"/><Relationship Id="rId514" Type="http://schemas.openxmlformats.org/officeDocument/2006/relationships/image" Target="media/image219.wmf"/><Relationship Id="rId556" Type="http://schemas.openxmlformats.org/officeDocument/2006/relationships/image" Target="media/image237.wmf"/><Relationship Id="rId88" Type="http://schemas.openxmlformats.org/officeDocument/2006/relationships/image" Target="media/image36.wmf"/><Relationship Id="rId111" Type="http://schemas.openxmlformats.org/officeDocument/2006/relationships/image" Target="media/image47.wmf"/><Relationship Id="rId153" Type="http://schemas.openxmlformats.org/officeDocument/2006/relationships/oleObject" Target="embeddings/oleObject82.bin"/><Relationship Id="rId195" Type="http://schemas.openxmlformats.org/officeDocument/2006/relationships/oleObject" Target="embeddings/oleObject105.bin"/><Relationship Id="rId209" Type="http://schemas.openxmlformats.org/officeDocument/2006/relationships/oleObject" Target="embeddings/oleObject113.bin"/><Relationship Id="rId360" Type="http://schemas.openxmlformats.org/officeDocument/2006/relationships/oleObject" Target="embeddings/oleObject199.bin"/><Relationship Id="rId416" Type="http://schemas.openxmlformats.org/officeDocument/2006/relationships/image" Target="media/image177.wmf"/><Relationship Id="rId598" Type="http://schemas.openxmlformats.org/officeDocument/2006/relationships/image" Target="media/image254.wmf"/><Relationship Id="rId220" Type="http://schemas.openxmlformats.org/officeDocument/2006/relationships/image" Target="media/image95.wmf"/><Relationship Id="rId458" Type="http://schemas.openxmlformats.org/officeDocument/2006/relationships/oleObject" Target="embeddings/oleObject257.bin"/><Relationship Id="rId623" Type="http://schemas.openxmlformats.org/officeDocument/2006/relationships/oleObject" Target="embeddings/oleObject352.bin"/><Relationship Id="rId15" Type="http://schemas.openxmlformats.org/officeDocument/2006/relationships/oleObject" Target="embeddings/oleObject4.bin"/><Relationship Id="rId57" Type="http://schemas.openxmlformats.org/officeDocument/2006/relationships/oleObject" Target="embeddings/oleObject28.bin"/><Relationship Id="rId262" Type="http://schemas.openxmlformats.org/officeDocument/2006/relationships/oleObject" Target="embeddings/oleObject143.bin"/><Relationship Id="rId318" Type="http://schemas.openxmlformats.org/officeDocument/2006/relationships/image" Target="media/image137.wmf"/><Relationship Id="rId525" Type="http://schemas.openxmlformats.org/officeDocument/2006/relationships/oleObject" Target="embeddings/oleObject295.bin"/><Relationship Id="rId567" Type="http://schemas.openxmlformats.org/officeDocument/2006/relationships/oleObject" Target="embeddings/oleObject319.bin"/><Relationship Id="rId99" Type="http://schemas.openxmlformats.org/officeDocument/2006/relationships/oleObject" Target="embeddings/oleObject51.bin"/><Relationship Id="rId122" Type="http://schemas.openxmlformats.org/officeDocument/2006/relationships/oleObject" Target="embeddings/oleObject63.bin"/><Relationship Id="rId164" Type="http://schemas.openxmlformats.org/officeDocument/2006/relationships/image" Target="media/image70.wmf"/><Relationship Id="rId371" Type="http://schemas.openxmlformats.org/officeDocument/2006/relationships/oleObject" Target="embeddings/oleObject206.bin"/><Relationship Id="rId427" Type="http://schemas.openxmlformats.org/officeDocument/2006/relationships/oleObject" Target="embeddings/oleObject239.bin"/><Relationship Id="rId469" Type="http://schemas.openxmlformats.org/officeDocument/2006/relationships/oleObject" Target="embeddings/oleObject264.bin"/><Relationship Id="rId634" Type="http://schemas.openxmlformats.org/officeDocument/2006/relationships/theme" Target="theme/theme1.xml"/><Relationship Id="rId26" Type="http://schemas.openxmlformats.org/officeDocument/2006/relationships/image" Target="media/image10.wmf"/><Relationship Id="rId231" Type="http://schemas.openxmlformats.org/officeDocument/2006/relationships/oleObject" Target="embeddings/oleObject125.bin"/><Relationship Id="rId273" Type="http://schemas.openxmlformats.org/officeDocument/2006/relationships/image" Target="media/image117.wmf"/><Relationship Id="rId329" Type="http://schemas.openxmlformats.org/officeDocument/2006/relationships/oleObject" Target="embeddings/oleObject181.bin"/><Relationship Id="rId480" Type="http://schemas.openxmlformats.org/officeDocument/2006/relationships/oleObject" Target="embeddings/oleObject270.bin"/><Relationship Id="rId536" Type="http://schemas.openxmlformats.org/officeDocument/2006/relationships/oleObject" Target="embeddings/oleObject301.bin"/><Relationship Id="rId68" Type="http://schemas.openxmlformats.org/officeDocument/2006/relationships/oleObject" Target="embeddings/oleObject34.bin"/><Relationship Id="rId133" Type="http://schemas.openxmlformats.org/officeDocument/2006/relationships/image" Target="media/image57.wmf"/><Relationship Id="rId175" Type="http://schemas.openxmlformats.org/officeDocument/2006/relationships/oleObject" Target="embeddings/oleObject94.bin"/><Relationship Id="rId340" Type="http://schemas.openxmlformats.org/officeDocument/2006/relationships/oleObject" Target="embeddings/oleObject188.bin"/><Relationship Id="rId578" Type="http://schemas.openxmlformats.org/officeDocument/2006/relationships/oleObject" Target="embeddings/oleObject325.bin"/><Relationship Id="rId200" Type="http://schemas.openxmlformats.org/officeDocument/2006/relationships/oleObject" Target="embeddings/oleObject108.bin"/><Relationship Id="rId382" Type="http://schemas.openxmlformats.org/officeDocument/2006/relationships/image" Target="media/image163.wmf"/><Relationship Id="rId438" Type="http://schemas.openxmlformats.org/officeDocument/2006/relationships/oleObject" Target="embeddings/oleObject245.bin"/><Relationship Id="rId603" Type="http://schemas.openxmlformats.org/officeDocument/2006/relationships/oleObject" Target="embeddings/oleObject340.bin"/><Relationship Id="rId242" Type="http://schemas.openxmlformats.org/officeDocument/2006/relationships/image" Target="media/image105.wmf"/><Relationship Id="rId284" Type="http://schemas.openxmlformats.org/officeDocument/2006/relationships/oleObject" Target="embeddings/oleObject156.bin"/><Relationship Id="rId491" Type="http://schemas.openxmlformats.org/officeDocument/2006/relationships/oleObject" Target="embeddings/oleObject276.bin"/><Relationship Id="rId505" Type="http://schemas.openxmlformats.org/officeDocument/2006/relationships/oleObject" Target="embeddings/oleObject284.bin"/><Relationship Id="rId37" Type="http://schemas.openxmlformats.org/officeDocument/2006/relationships/oleObject" Target="embeddings/oleObject16.bin"/><Relationship Id="rId79" Type="http://schemas.openxmlformats.org/officeDocument/2006/relationships/image" Target="media/image32.wmf"/><Relationship Id="rId102" Type="http://schemas.openxmlformats.org/officeDocument/2006/relationships/oleObject" Target="embeddings/oleObject53.bin"/><Relationship Id="rId144" Type="http://schemas.openxmlformats.org/officeDocument/2006/relationships/image" Target="media/image61.wmf"/><Relationship Id="rId547" Type="http://schemas.openxmlformats.org/officeDocument/2006/relationships/image" Target="media/image233.wmf"/><Relationship Id="rId589" Type="http://schemas.openxmlformats.org/officeDocument/2006/relationships/oleObject" Target="embeddings/oleObject332.bin"/><Relationship Id="rId90" Type="http://schemas.openxmlformats.org/officeDocument/2006/relationships/image" Target="media/image37.wmf"/><Relationship Id="rId186" Type="http://schemas.openxmlformats.org/officeDocument/2006/relationships/oleObject" Target="embeddings/oleObject100.bin"/><Relationship Id="rId351" Type="http://schemas.openxmlformats.org/officeDocument/2006/relationships/oleObject" Target="embeddings/oleObject194.bin"/><Relationship Id="rId393" Type="http://schemas.openxmlformats.org/officeDocument/2006/relationships/oleObject" Target="embeddings/oleObject219.bin"/><Relationship Id="rId407" Type="http://schemas.openxmlformats.org/officeDocument/2006/relationships/oleObject" Target="embeddings/oleObject227.bin"/><Relationship Id="rId449" Type="http://schemas.openxmlformats.org/officeDocument/2006/relationships/image" Target="media/image190.wmf"/><Relationship Id="rId614" Type="http://schemas.openxmlformats.org/officeDocument/2006/relationships/image" Target="media/image261.wmf"/><Relationship Id="rId211" Type="http://schemas.openxmlformats.org/officeDocument/2006/relationships/oleObject" Target="embeddings/oleObject114.bin"/><Relationship Id="rId253" Type="http://schemas.openxmlformats.org/officeDocument/2006/relationships/oleObject" Target="embeddings/oleObject138.bin"/><Relationship Id="rId295" Type="http://schemas.openxmlformats.org/officeDocument/2006/relationships/image" Target="media/image127.wmf"/><Relationship Id="rId309" Type="http://schemas.openxmlformats.org/officeDocument/2006/relationships/oleObject" Target="embeddings/oleObject169.bin"/><Relationship Id="rId460" Type="http://schemas.openxmlformats.org/officeDocument/2006/relationships/image" Target="media/image195.wmf"/><Relationship Id="rId516" Type="http://schemas.openxmlformats.org/officeDocument/2006/relationships/image" Target="media/image220.wmf"/><Relationship Id="rId48" Type="http://schemas.openxmlformats.org/officeDocument/2006/relationships/image" Target="media/image19.wmf"/><Relationship Id="rId113" Type="http://schemas.openxmlformats.org/officeDocument/2006/relationships/image" Target="media/image48.wmf"/><Relationship Id="rId320" Type="http://schemas.openxmlformats.org/officeDocument/2006/relationships/image" Target="media/image138.wmf"/><Relationship Id="rId558" Type="http://schemas.openxmlformats.org/officeDocument/2006/relationships/image" Target="media/image238.wmf"/><Relationship Id="rId155" Type="http://schemas.openxmlformats.org/officeDocument/2006/relationships/oleObject" Target="embeddings/oleObject83.bin"/><Relationship Id="rId197" Type="http://schemas.openxmlformats.org/officeDocument/2006/relationships/image" Target="media/image84.wmf"/><Relationship Id="rId362" Type="http://schemas.openxmlformats.org/officeDocument/2006/relationships/oleObject" Target="embeddings/oleObject200.bin"/><Relationship Id="rId418" Type="http://schemas.openxmlformats.org/officeDocument/2006/relationships/oleObject" Target="embeddings/oleObject234.bin"/><Relationship Id="rId625" Type="http://schemas.openxmlformats.org/officeDocument/2006/relationships/oleObject" Target="embeddings/oleObject353.bin"/><Relationship Id="rId222" Type="http://schemas.openxmlformats.org/officeDocument/2006/relationships/image" Target="media/image96.wmf"/><Relationship Id="rId264" Type="http://schemas.openxmlformats.org/officeDocument/2006/relationships/image" Target="media/image113.wmf"/><Relationship Id="rId471" Type="http://schemas.openxmlformats.org/officeDocument/2006/relationships/oleObject" Target="embeddings/oleObject265.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I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16432-C929-41A8-8C22-258A628C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ISM</Template>
  <TotalTime>52</TotalTime>
  <Pages>27</Pages>
  <Words>3948</Words>
  <Characters>22505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26401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Ernie Jerome</dc:creator>
  <cp:lastModifiedBy>Rajender Kumar</cp:lastModifiedBy>
  <cp:revision>50</cp:revision>
  <cp:lastPrinted>2013-03-05T21:16:00Z</cp:lastPrinted>
  <dcterms:created xsi:type="dcterms:W3CDTF">2019-09-10T15:01:00Z</dcterms:created>
  <dcterms:modified xsi:type="dcterms:W3CDTF">2020-06-29T15:23:00Z</dcterms:modified>
</cp:coreProperties>
</file>