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22" w:rsidRDefault="00882F75">
      <w:pPr>
        <w:pStyle w:val="ISM"/>
        <w:rPr>
          <w:sz w:val="48"/>
        </w:rPr>
      </w:pPr>
      <w:r>
        <w:rPr>
          <w:sz w:val="48"/>
        </w:rPr>
        <w:t>1</w:t>
      </w:r>
      <w:r w:rsidR="00DA220E">
        <w:rPr>
          <w:sz w:val="48"/>
        </w:rPr>
        <w:t>2</w:t>
      </w:r>
      <w:r>
        <w:rPr>
          <w:sz w:val="48"/>
        </w:rPr>
        <w:tab/>
      </w:r>
      <w:r>
        <w:rPr>
          <w:sz w:val="48"/>
        </w:rPr>
        <w:tab/>
        <w:t>Ordinary Annuities:</w:t>
      </w:r>
    </w:p>
    <w:p w:rsidR="00882F75" w:rsidRDefault="00671722" w:rsidP="00671722">
      <w:pPr>
        <w:pStyle w:val="ISM"/>
        <w:ind w:left="1890"/>
        <w:rPr>
          <w:sz w:val="48"/>
        </w:rPr>
      </w:pPr>
      <w:r>
        <w:rPr>
          <w:sz w:val="48"/>
        </w:rPr>
        <w:t xml:space="preserve">Periodic </w:t>
      </w:r>
      <w:r w:rsidR="00882F75">
        <w:rPr>
          <w:sz w:val="48"/>
        </w:rPr>
        <w:t>Payment,</w:t>
      </w:r>
      <w:r>
        <w:rPr>
          <w:sz w:val="48"/>
        </w:rPr>
        <w:t xml:space="preserve"> Number of</w:t>
      </w:r>
    </w:p>
    <w:p w:rsidR="00671722" w:rsidRDefault="00671722" w:rsidP="00671722">
      <w:pPr>
        <w:pStyle w:val="ISM"/>
        <w:ind w:left="1890"/>
        <w:rPr>
          <w:sz w:val="48"/>
        </w:rPr>
      </w:pPr>
      <w:r>
        <w:rPr>
          <w:sz w:val="48"/>
        </w:rPr>
        <w:t>Payments, and Interest Rate</w:t>
      </w:r>
    </w:p>
    <w:p w:rsidR="00882F75" w:rsidRDefault="00882F75">
      <w:pPr>
        <w:pStyle w:val="ISM"/>
        <w:rPr>
          <w:sz w:val="48"/>
        </w:rPr>
      </w:pPr>
    </w:p>
    <w:p w:rsidR="00882F75" w:rsidRDefault="00882F75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Point of </w:t>
      </w:r>
      <w:proofErr w:type="gramStart"/>
      <w:r>
        <w:rPr>
          <w:b/>
          <w:sz w:val="24"/>
        </w:rPr>
        <w:t>Interest  (</w:t>
      </w:r>
      <w:proofErr w:type="gramEnd"/>
      <w:r>
        <w:rPr>
          <w:b/>
          <w:sz w:val="24"/>
        </w:rPr>
        <w:t xml:space="preserve">Section </w:t>
      </w:r>
      <w:r w:rsidR="00DA220E">
        <w:rPr>
          <w:b/>
          <w:sz w:val="24"/>
        </w:rPr>
        <w:t>12</w:t>
      </w:r>
      <w:r>
        <w:rPr>
          <w:b/>
          <w:sz w:val="24"/>
        </w:rPr>
        <w:t>.1)</w:t>
      </w:r>
    </w:p>
    <w:p w:rsidR="00882F75" w:rsidRDefault="00F2304B">
      <w:pPr>
        <w:pStyle w:val="ISM"/>
        <w:spacing w:after="60"/>
        <w:rPr>
          <w:b/>
          <w:i/>
        </w:rPr>
      </w:pPr>
      <w:r>
        <w:rPr>
          <w:b/>
          <w:i/>
        </w:rPr>
        <w:t>Retirement Dreams Then and Now</w:t>
      </w:r>
    </w:p>
    <w:p w:rsidR="00882F75" w:rsidRDefault="00882F75">
      <w:pPr>
        <w:pStyle w:val="ISM"/>
      </w:pPr>
      <w:r>
        <w:tab/>
        <w:t>1.</w:t>
      </w:r>
      <w:r>
        <w:tab/>
        <w:t xml:space="preserve">The annual income at age 65 that will have the same purchasing power as </w:t>
      </w:r>
    </w:p>
    <w:p w:rsidR="00882F75" w:rsidRDefault="00882F75">
      <w:pPr>
        <w:pStyle w:val="ISM"/>
      </w:pPr>
      <w:r>
        <w:tab/>
      </w:r>
      <w:r>
        <w:tab/>
        <w:t>$50,000 at age 20 is</w:t>
      </w:r>
    </w:p>
    <w:p w:rsidR="00882F75" w:rsidRDefault="00882F75">
      <w:pPr>
        <w:pStyle w:val="ISM"/>
        <w:spacing w:after="180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5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18.7pt" o:ole="" fillcolor="window">
            <v:imagedata r:id="rId8" o:title=""/>
          </v:shape>
          <o:OLEObject Type="Embed" ProgID="Equation.3" ShapeID="_x0000_i1025" DrawAspect="Content" ObjectID="_1654981861" r:id="rId9"/>
        </w:object>
      </w:r>
      <w:r>
        <w:t xml:space="preserve"> = $50,000</w:t>
      </w:r>
      <w:r w:rsidRPr="00E80907">
        <w:rPr>
          <w:position w:val="-10"/>
        </w:rPr>
        <w:object w:dxaOrig="840" w:dyaOrig="380">
          <v:shape id="_x0000_i1026" type="#_x0000_t75" style="width:42.1pt;height:18.7pt" o:ole="" fillcolor="window">
            <v:imagedata r:id="rId10" o:title=""/>
          </v:shape>
          <o:OLEObject Type="Embed" ProgID="Equation.3" ShapeID="_x0000_i1026" DrawAspect="Content" ObjectID="_1654981862" r:id="rId11"/>
        </w:object>
      </w:r>
      <w:r>
        <w:t xml:space="preserve"> = </w:t>
      </w:r>
      <w:r>
        <w:rPr>
          <w:u w:val="double"/>
        </w:rPr>
        <w:t>$189,080</w:t>
      </w:r>
    </w:p>
    <w:p w:rsidR="004978D2" w:rsidRDefault="004978D2">
      <w:pPr>
        <w:pStyle w:val="ISM"/>
        <w:spacing w:after="60"/>
        <w:rPr>
          <w:b/>
          <w:sz w:val="24"/>
        </w:rPr>
      </w:pPr>
    </w:p>
    <w:p w:rsidR="00882F75" w:rsidRDefault="00882F75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DA220E">
        <w:rPr>
          <w:b/>
          <w:sz w:val="24"/>
        </w:rPr>
        <w:t>12</w:t>
      </w:r>
      <w:r>
        <w:rPr>
          <w:b/>
          <w:sz w:val="24"/>
        </w:rPr>
        <w:t>.1)</w:t>
      </w:r>
    </w:p>
    <w:p w:rsidR="00882F75" w:rsidRDefault="00882F75">
      <w:pPr>
        <w:pStyle w:val="ISM"/>
        <w:spacing w:after="120"/>
        <w:ind w:left="547" w:hanging="547"/>
      </w:pPr>
      <w:r>
        <w:tab/>
        <w:t>1.</w:t>
      </w:r>
      <w:r>
        <w:tab/>
        <w:t xml:space="preserve">The  payments will be </w:t>
      </w:r>
      <w:r>
        <w:rPr>
          <w:u w:val="double"/>
        </w:rPr>
        <w:t xml:space="preserve">(ii) </w:t>
      </w:r>
      <w:r>
        <w:rPr>
          <w:i/>
          <w:u w:val="double"/>
        </w:rPr>
        <w:t>more</w:t>
      </w:r>
      <w:r>
        <w:rPr>
          <w:u w:val="double"/>
        </w:rPr>
        <w:t xml:space="preserve"> than half</w:t>
      </w:r>
      <w:r>
        <w:t xml:space="preserve"> as large because you will pay more total interest if you pay off the loan over 10 years instead of 5 years. (The total of the principal components of the payments will be the same in both cases.)</w:t>
      </w:r>
    </w:p>
    <w:p w:rsidR="002B0C13" w:rsidRDefault="002B0C13">
      <w:pPr>
        <w:pStyle w:val="ISM"/>
        <w:spacing w:after="120"/>
        <w:rPr>
          <w:b/>
          <w:sz w:val="24"/>
        </w:rPr>
      </w:pPr>
    </w:p>
    <w:p w:rsidR="00882F75" w:rsidRDefault="00882F75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DA220E">
        <w:rPr>
          <w:b/>
          <w:sz w:val="24"/>
        </w:rPr>
        <w:t>12</w:t>
      </w:r>
      <w:r>
        <w:rPr>
          <w:b/>
          <w:sz w:val="24"/>
        </w:rPr>
        <w:t>.1</w:t>
      </w:r>
    </w:p>
    <w:p w:rsidR="0025696B" w:rsidRDefault="0025696B" w:rsidP="0025696B">
      <w:pPr>
        <w:pStyle w:val="ISMab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$5</w:t>
      </w:r>
      <w:r w:rsidR="00BA144C">
        <w:t>00,000;</w:t>
      </w:r>
      <w:r>
        <w:t xml:space="preserve"> </w:t>
      </w:r>
      <w:r w:rsidR="00BA144C">
        <w:rPr>
          <w:rFonts w:ascii="Times New Roman" w:hAnsi="Times New Roman"/>
          <w:i/>
        </w:rPr>
        <w:t>j</w:t>
      </w:r>
      <w:r w:rsidR="00BA144C">
        <w:t xml:space="preserve"> = 9%; </w:t>
      </w:r>
      <w:r w:rsidR="00BA144C">
        <w:rPr>
          <w:rFonts w:ascii="Times New Roman" w:hAnsi="Times New Roman"/>
          <w:i/>
        </w:rPr>
        <w:t>m</w:t>
      </w:r>
      <w:r w:rsidR="00BA144C">
        <w:t xml:space="preserve"> = 1. Then </w:t>
      </w:r>
      <w:r>
        <w:rPr>
          <w:rFonts w:ascii="Times New Roman" w:hAnsi="Times New Roman"/>
          <w:i/>
        </w:rPr>
        <w:t>i</w:t>
      </w:r>
      <w:r>
        <w:t xml:space="preserve"> = 9%</w:t>
      </w:r>
    </w:p>
    <w:p w:rsidR="00BA144C" w:rsidRDefault="00161D65" w:rsidP="0025696B">
      <w:pPr>
        <w:pStyle w:val="ISMab"/>
      </w:pPr>
      <w:r>
        <w:rPr>
          <w:noProof/>
          <w:lang w:val="en-US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197" o:spid="_x0000_s1026" type="#_x0000_t61" style="position:absolute;margin-left:340.5pt;margin-top:13.75pt;width:126.85pt;height:131.15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" adj="-9706,6176" fillcolor="#cff">
            <v:fill opacity="26214f"/>
            <v:textbox inset="3.6pt,,3.6pt">
              <w:txbxContent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FC405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</w:pPr>
                  <w:r>
                    <w:t xml:space="preserve">500000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FC4054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–5903.13</w:t>
                  </w:r>
                </w:p>
              </w:txbxContent>
            </v:textbox>
            <w10:wrap type="square"/>
          </v:shape>
        </w:pict>
      </w:r>
      <w:r w:rsidR="0025696B">
        <w:tab/>
      </w:r>
      <w:r w:rsidR="0025696B">
        <w:tab/>
      </w:r>
      <w:r w:rsidR="00BA144C">
        <w:rPr>
          <w:i/>
        </w:rPr>
        <w:t>a</w:t>
      </w:r>
      <w:r w:rsidR="00BA144C">
        <w:t>.</w:t>
      </w:r>
      <w:r w:rsidR="0025696B">
        <w:tab/>
      </w:r>
      <w:r w:rsidR="00B4607D">
        <w:t xml:space="preserve">For a term of 25 years, </w:t>
      </w:r>
      <w:r w:rsidR="00BA144C">
        <w:rPr>
          <w:rFonts w:ascii="Times New Roman" w:hAnsi="Times New Roman"/>
          <w:i/>
        </w:rPr>
        <w:t>n</w:t>
      </w:r>
      <w:r w:rsidR="00BA144C">
        <w:t xml:space="preserve"> </w:t>
      </w:r>
      <w:r w:rsidR="00B4607D">
        <w:t xml:space="preserve">= 25. Solve for </w:t>
      </w:r>
      <w:r w:rsidR="00B4607D" w:rsidRPr="00B4607D">
        <w:rPr>
          <w:rFonts w:ascii="Times New Roman" w:hAnsi="Times New Roman"/>
          <w:i/>
        </w:rPr>
        <w:t>PMT</w:t>
      </w:r>
      <w:r w:rsidR="00B4607D">
        <w:t xml:space="preserve"> in</w:t>
      </w:r>
    </w:p>
    <w:p w:rsidR="0025696B" w:rsidRDefault="00E00B43" w:rsidP="0025696B">
      <w:pPr>
        <w:pStyle w:val="ISMab"/>
      </w:pPr>
      <w:r>
        <w:rPr>
          <w:noProof/>
          <w:lang w:val="en-U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201" o:spid="_x0000_s1741" type="#_x0000_t88" style="position:absolute;margin-left:206.45pt;margin-top:2.3pt;width:15.05pt;height:45.15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"/>
        </w:pict>
      </w:r>
      <w:r w:rsidR="00BA144C">
        <w:tab/>
      </w:r>
      <w:r w:rsidR="00BA144C">
        <w:tab/>
      </w:r>
      <w:r w:rsidR="00BA144C">
        <w:tab/>
      </w:r>
      <w:r w:rsidR="0025696B">
        <w:t xml:space="preserve">$500,000 = </w:t>
      </w:r>
      <w:r w:rsidR="0025696B">
        <w:rPr>
          <w:rFonts w:ascii="Times New Roman" w:hAnsi="Times New Roman"/>
          <w:i/>
        </w:rPr>
        <w:t xml:space="preserve">PMT </w:t>
      </w:r>
      <w:r w:rsidR="0025696B" w:rsidRPr="00E80907">
        <w:rPr>
          <w:position w:val="-34"/>
        </w:rPr>
        <w:object w:dxaOrig="1280" w:dyaOrig="780">
          <v:shape id="_x0000_i1027" type="#_x0000_t75" style="width:63.6pt;height:39.25pt" o:ole="" fillcolor="window">
            <v:imagedata r:id="rId12" o:title=""/>
          </v:shape>
          <o:OLEObject Type="Embed" ProgID="Equation.3" ShapeID="_x0000_i1027" DrawAspect="Content" ObjectID="_1654981863" r:id="rId13"/>
        </w:object>
      </w:r>
    </w:p>
    <w:p w:rsidR="0025696B" w:rsidRDefault="0025696B" w:rsidP="0025696B">
      <w:pPr>
        <w:pStyle w:val="ISMab"/>
        <w:spacing w:after="60"/>
        <w:rPr>
          <w:u w:val="double"/>
        </w:rPr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$5903.13</w:t>
      </w:r>
    </w:p>
    <w:p w:rsidR="00FC4054" w:rsidRDefault="0025696B" w:rsidP="00FC4054">
      <w:pPr>
        <w:pStyle w:val="ISMab"/>
      </w:pPr>
      <w:r>
        <w:tab/>
      </w:r>
      <w:r>
        <w:tab/>
      </w:r>
      <w:r>
        <w:tab/>
        <w:t xml:space="preserve">Earnings portion = $500,000 </w:t>
      </w:r>
      <w:r>
        <w:sym w:font="Symbol" w:char="F02D"/>
      </w:r>
      <w:r>
        <w:t xml:space="preserve"> 25($5903.13) </w:t>
      </w:r>
    </w:p>
    <w:p w:rsidR="0025696B" w:rsidRDefault="00FC4054" w:rsidP="00FC4054">
      <w:pPr>
        <w:pStyle w:val="ISMab"/>
        <w:spacing w:after="120"/>
        <w:ind w:left="2520"/>
      </w:pPr>
      <w:r w:rsidRPr="00FC4054">
        <w:rPr>
          <w:sz w:val="16"/>
          <w:szCs w:val="16"/>
        </w:rPr>
        <w:t xml:space="preserve"> </w:t>
      </w:r>
      <w:r w:rsidR="0025696B">
        <w:t xml:space="preserve">= </w:t>
      </w:r>
      <w:r w:rsidR="0025696B">
        <w:rPr>
          <w:u w:val="double"/>
        </w:rPr>
        <w:t>$352,421.75</w:t>
      </w:r>
    </w:p>
    <w:p w:rsidR="00B4607D" w:rsidRPr="00161D65" w:rsidRDefault="00B4607D" w:rsidP="00B4607D">
      <w:pPr>
        <w:pStyle w:val="ISMab"/>
        <w:rPr>
          <w:spacing w:val="-2"/>
        </w:rPr>
      </w:pPr>
      <w:r>
        <w:tab/>
      </w:r>
      <w:r>
        <w:tab/>
      </w:r>
      <w:r w:rsidRPr="00161D65">
        <w:rPr>
          <w:i/>
          <w:spacing w:val="-2"/>
        </w:rPr>
        <w:t>b</w:t>
      </w:r>
      <w:r w:rsidRPr="00161D65">
        <w:rPr>
          <w:spacing w:val="-2"/>
        </w:rPr>
        <w:t>.</w:t>
      </w:r>
      <w:r w:rsidRPr="00161D65">
        <w:rPr>
          <w:spacing w:val="-2"/>
        </w:rPr>
        <w:tab/>
        <w:t xml:space="preserve">For a term of 30 years, </w:t>
      </w:r>
      <w:r w:rsidRPr="00161D65">
        <w:rPr>
          <w:rFonts w:ascii="Times New Roman" w:hAnsi="Times New Roman"/>
          <w:i/>
          <w:spacing w:val="-2"/>
        </w:rPr>
        <w:t>n</w:t>
      </w:r>
      <w:r w:rsidRPr="00161D65">
        <w:rPr>
          <w:spacing w:val="-2"/>
        </w:rPr>
        <w:t xml:space="preserve"> = 30. Solve for </w:t>
      </w:r>
      <w:r w:rsidRPr="00161D65">
        <w:rPr>
          <w:rFonts w:ascii="Times New Roman" w:hAnsi="Times New Roman"/>
          <w:i/>
          <w:spacing w:val="-2"/>
        </w:rPr>
        <w:t>PMT</w:t>
      </w:r>
      <w:r w:rsidRPr="00161D65">
        <w:rPr>
          <w:spacing w:val="-2"/>
        </w:rPr>
        <w:t xml:space="preserve"> in</w:t>
      </w:r>
    </w:p>
    <w:p w:rsidR="0025696B" w:rsidRDefault="00161D65" w:rsidP="0025696B">
      <w:pPr>
        <w:pStyle w:val="ISMab"/>
      </w:pPr>
      <w:r>
        <w:rPr>
          <w:noProof/>
          <w:lang w:val="en-US"/>
        </w:rPr>
        <w:pict>
          <v:shape id="AutoShape 198" o:spid="_x0000_s1027" type="#_x0000_t61" style="position:absolute;margin-left:339.75pt;margin-top:33.25pt;width:108.2pt;height:83.8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" adj="-12627,3632" fillcolor="#cff">
            <v:fill opacity="26214f"/>
            <v:textbox inset="3.6pt,,3.6pt">
              <w:txbxContent>
                <w:p w:rsidR="00C52702" w:rsidRDefault="00C52702" w:rsidP="00FC4054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P/Y, C/Y</w:t>
                  </w:r>
                </w:p>
                <w:p w:rsidR="00C52702" w:rsidRDefault="00C52702" w:rsidP="00FC4054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</w:pPr>
                  <w:r>
                    <w:t xml:space="preserve">30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C405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FC4054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–3668.18</w:t>
                  </w:r>
                </w:p>
                <w:p w:rsidR="00C52702" w:rsidRDefault="00C52702" w:rsidP="00FC4054"/>
              </w:txbxContent>
            </v:textbox>
            <w10:wrap type="square"/>
          </v:shape>
        </w:pict>
      </w:r>
      <w:r w:rsidR="00E00B43">
        <w:rPr>
          <w:noProof/>
          <w:lang w:val="en-US"/>
        </w:rPr>
        <w:pict>
          <v:shape id="AutoShape 202" o:spid="_x0000_s1739" type="#_x0000_t88" style="position:absolute;margin-left:202.15pt;margin-top:1.7pt;width:10.75pt;height:47.3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"/>
        </w:pict>
      </w:r>
      <w:r w:rsidR="0025696B">
        <w:tab/>
      </w:r>
      <w:r w:rsidR="0025696B">
        <w:tab/>
      </w:r>
      <w:r w:rsidR="0025696B">
        <w:tab/>
        <w:t xml:space="preserve">$500,000 = </w:t>
      </w:r>
      <w:r w:rsidR="0025696B">
        <w:rPr>
          <w:rFonts w:ascii="Times New Roman" w:hAnsi="Times New Roman"/>
          <w:i/>
        </w:rPr>
        <w:t xml:space="preserve">PMT </w:t>
      </w:r>
      <w:r w:rsidR="0025696B" w:rsidRPr="00E80907">
        <w:rPr>
          <w:position w:val="-34"/>
        </w:rPr>
        <w:object w:dxaOrig="1280" w:dyaOrig="780">
          <v:shape id="_x0000_i1028" type="#_x0000_t75" style="width:63.6pt;height:39.25pt" o:ole="" fillcolor="window">
            <v:imagedata r:id="rId14" o:title=""/>
          </v:shape>
          <o:OLEObject Type="Embed" ProgID="Equation.3" ShapeID="_x0000_i1028" DrawAspect="Content" ObjectID="_1654981864" r:id="rId15"/>
        </w:object>
      </w:r>
    </w:p>
    <w:p w:rsidR="0025696B" w:rsidRDefault="0025696B" w:rsidP="0025696B">
      <w:pPr>
        <w:pStyle w:val="ISMab"/>
        <w:rPr>
          <w:u w:val="double"/>
        </w:rPr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$3668.18</w:t>
      </w:r>
    </w:p>
    <w:p w:rsidR="00CF04A9" w:rsidRDefault="0025696B" w:rsidP="00CF04A9">
      <w:pPr>
        <w:pStyle w:val="ISM"/>
      </w:pPr>
      <w:r>
        <w:tab/>
      </w:r>
      <w:r>
        <w:tab/>
      </w:r>
      <w:r>
        <w:tab/>
        <w:t xml:space="preserve">Earnings portion = $500,000 </w:t>
      </w:r>
      <w:r>
        <w:sym w:font="Symbol" w:char="F02D"/>
      </w:r>
      <w:r>
        <w:t xml:space="preserve"> 30($3668.18) </w:t>
      </w:r>
    </w:p>
    <w:p w:rsidR="0025696B" w:rsidRDefault="00CF04A9" w:rsidP="00CF04A9">
      <w:pPr>
        <w:pStyle w:val="ISM"/>
        <w:spacing w:after="240"/>
        <w:ind w:left="2340"/>
        <w:rPr>
          <w:u w:val="double"/>
        </w:rPr>
      </w:pPr>
      <w:r w:rsidRPr="00CF04A9">
        <w:rPr>
          <w:sz w:val="16"/>
          <w:szCs w:val="16"/>
        </w:rPr>
        <w:t xml:space="preserve"> </w:t>
      </w:r>
      <w:r w:rsidR="0025696B">
        <w:t xml:space="preserve">= </w:t>
      </w:r>
      <w:r w:rsidR="0025696B">
        <w:rPr>
          <w:u w:val="double"/>
        </w:rPr>
        <w:t>$389,954.60</w:t>
      </w:r>
    </w:p>
    <w:p w:rsidR="00CF04A9" w:rsidRDefault="00CF04A9" w:rsidP="00BA144C">
      <w:pPr>
        <w:pStyle w:val="ISMab"/>
      </w:pPr>
    </w:p>
    <w:p w:rsidR="00BD3ADC" w:rsidRDefault="00BD3ADC" w:rsidP="00F666B5">
      <w:pPr>
        <w:pStyle w:val="ISMab"/>
      </w:pPr>
    </w:p>
    <w:p w:rsidR="004978D2" w:rsidRDefault="004978D2">
      <w:r>
        <w:br w:type="page"/>
      </w:r>
    </w:p>
    <w:p w:rsidR="00F666B5" w:rsidRDefault="00F666B5" w:rsidP="00F666B5">
      <w:pPr>
        <w:pStyle w:val="ISMab"/>
      </w:pPr>
      <w:r>
        <w:lastRenderedPageBreak/>
        <w:t>3.</w:t>
      </w:r>
      <w:r>
        <w:tab/>
      </w:r>
      <w:r w:rsidR="00BB2DB0">
        <w:tab/>
      </w:r>
      <w:r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$400,000, Term = 20</w:t>
      </w:r>
      <w:r w:rsidR="00FC4054">
        <w:t xml:space="preserve"> years</w:t>
      </w:r>
    </w:p>
    <w:p w:rsidR="00FC4054" w:rsidRDefault="00E00B43" w:rsidP="00F666B5">
      <w:pPr>
        <w:pStyle w:val="ISMab"/>
      </w:pPr>
      <w:r>
        <w:rPr>
          <w:noProof/>
          <w:lang w:val="en-US"/>
        </w:rPr>
        <w:pict>
          <v:shape id="AutoShape 203" o:spid="_x0000_s1028" type="#_x0000_t61" style="position:absolute;margin-left:334.2pt;margin-top:6.55pt;width:126.85pt;height:131.1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" adj="-16441,9577" fillcolor="#cff">
            <v:fill opacity="26214f"/>
            <v:textbox inset="3.6pt,,3.6pt">
              <w:txbxContent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CF04A9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</w:pPr>
                  <w:r>
                    <w:t xml:space="preserve">400000  </w:t>
                  </w:r>
                  <w:r w:rsidRPr="00821295">
                    <w:rPr>
                      <w:rFonts w:cs="Arial"/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821295">
                    <w:rPr>
                      <w:rFonts w:cs="Arial"/>
                      <w:b/>
                      <w:bCs/>
                      <w:bdr w:val="single" w:sz="12" w:space="0" w:color="auto"/>
                      <w:shd w:val="clear" w:color="auto" w:fill="C0C0C0"/>
                    </w:rPr>
                    <w:t>+ /</w:t>
                  </w:r>
                  <w:r w:rsidRPr="00821295"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 w:rsidRPr="00821295">
                    <w:rPr>
                      <w:rFonts w:cs="Arial"/>
                      <w:b/>
                      <w:bdr w:val="single" w:sz="12" w:space="0" w:color="auto"/>
                      <w:shd w:val="clear" w:color="auto" w:fill="C0C0C0"/>
                    </w:rPr>
                    <w:t>–</w:t>
                  </w:r>
                  <w:r w:rsidRPr="00821295"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821295">
                    <w:rPr>
                      <w:rFonts w:cs="Arial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CF04A9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7287.54</w:t>
                  </w:r>
                </w:p>
              </w:txbxContent>
            </v:textbox>
            <w10:wrap type="square"/>
          </v:shape>
        </w:pict>
      </w:r>
      <w:r w:rsidR="00F666B5">
        <w:tab/>
      </w:r>
      <w:r w:rsidR="00F666B5">
        <w:tab/>
      </w:r>
      <w:r w:rsidR="00F666B5" w:rsidRPr="00BA144C">
        <w:rPr>
          <w:i/>
        </w:rPr>
        <w:t>a.</w:t>
      </w:r>
      <w:r w:rsidR="00F666B5">
        <w:tab/>
        <w:t xml:space="preserve">With </w:t>
      </w:r>
      <w:r w:rsidR="00F666B5">
        <w:rPr>
          <w:rFonts w:ascii="Times New Roman" w:hAnsi="Times New Roman"/>
          <w:i/>
        </w:rPr>
        <w:t>j</w:t>
      </w:r>
      <w:r w:rsidR="00F666B5">
        <w:t xml:space="preserve"> = 4%, </w:t>
      </w:r>
      <w:r w:rsidR="00F666B5">
        <w:rPr>
          <w:rFonts w:ascii="Times New Roman" w:hAnsi="Times New Roman"/>
          <w:i/>
        </w:rPr>
        <w:t>m</w:t>
      </w:r>
      <w:r w:rsidR="00F666B5">
        <w:t xml:space="preserve"> = 4, </w:t>
      </w:r>
      <w:r w:rsidR="00FC4054">
        <w:t xml:space="preserve">we have </w:t>
      </w:r>
      <w:r w:rsidR="00FC4054">
        <w:rPr>
          <w:rFonts w:ascii="Times New Roman" w:hAnsi="Times New Roman"/>
          <w:i/>
        </w:rPr>
        <w:t>n</w:t>
      </w:r>
      <w:r w:rsidR="00FC4054">
        <w:t xml:space="preserve"> = 4(20) = 80, </w:t>
      </w:r>
      <w:r w:rsidR="00FC4054">
        <w:rPr>
          <w:rFonts w:ascii="Times New Roman" w:hAnsi="Times New Roman"/>
          <w:i/>
        </w:rPr>
        <w:t>i</w:t>
      </w:r>
      <w:r w:rsidR="00FC4054">
        <w:t xml:space="preserve"> = 1%</w:t>
      </w:r>
    </w:p>
    <w:p w:rsidR="00F666B5" w:rsidRDefault="00FC4054" w:rsidP="00F666B5">
      <w:pPr>
        <w:pStyle w:val="ISMab"/>
      </w:pPr>
      <w:r>
        <w:tab/>
      </w:r>
      <w:r>
        <w:tab/>
      </w:r>
      <w:r>
        <w:tab/>
        <w:t>S</w:t>
      </w:r>
      <w:r w:rsidR="00F666B5">
        <w:t xml:space="preserve">olve for </w:t>
      </w:r>
      <w:r w:rsidR="00F666B5" w:rsidRPr="00BA144C">
        <w:rPr>
          <w:rFonts w:ascii="Times New Roman" w:hAnsi="Times New Roman"/>
          <w:i/>
        </w:rPr>
        <w:t>PMT</w:t>
      </w:r>
      <w:r w:rsidR="00F666B5">
        <w:t xml:space="preserve"> in </w:t>
      </w:r>
    </w:p>
    <w:p w:rsidR="00FC4054" w:rsidRDefault="00E00B43" w:rsidP="00FC4054">
      <w:pPr>
        <w:pStyle w:val="ISMab"/>
      </w:pPr>
      <w:r>
        <w:rPr>
          <w:noProof/>
          <w:lang w:val="en-US"/>
        </w:rPr>
        <w:pict>
          <v:shape id="AutoShape 208" o:spid="_x0000_s1735" type="#_x0000_t88" style="position:absolute;margin-left:206.45pt;margin-top:3.6pt;width:15.05pt;height:45.1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"/>
        </w:pict>
      </w:r>
      <w:r w:rsidR="00FC4054">
        <w:tab/>
      </w:r>
      <w:r w:rsidR="00FC4054">
        <w:tab/>
      </w:r>
      <w:r w:rsidR="00FC4054">
        <w:tab/>
        <w:t xml:space="preserve"> $400,000 = </w:t>
      </w:r>
      <w:r w:rsidR="00FC4054">
        <w:rPr>
          <w:rFonts w:ascii="Times New Roman" w:hAnsi="Times New Roman"/>
          <w:i/>
        </w:rPr>
        <w:t xml:space="preserve">PMT </w:t>
      </w:r>
      <w:r w:rsidR="00FC4054" w:rsidRPr="00FC4054">
        <w:rPr>
          <w:position w:val="-30"/>
        </w:rPr>
        <w:object w:dxaOrig="1280" w:dyaOrig="720">
          <v:shape id="_x0000_i1029" type="#_x0000_t75" style="width:63.6pt;height:36.45pt" o:ole="" fillcolor="window">
            <v:imagedata r:id="rId16" o:title=""/>
          </v:shape>
          <o:OLEObject Type="Embed" ProgID="Equation.3" ShapeID="_x0000_i1029" DrawAspect="Content" ObjectID="_1654981865" r:id="rId17"/>
        </w:object>
      </w:r>
    </w:p>
    <w:p w:rsidR="00FC4054" w:rsidRDefault="00FC4054" w:rsidP="00FC4054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$7287.54</w:t>
      </w:r>
    </w:p>
    <w:p w:rsidR="002E7F53" w:rsidRDefault="00FC4054" w:rsidP="00BA144C">
      <w:pPr>
        <w:pStyle w:val="ISMab"/>
      </w:pPr>
      <w:r>
        <w:tab/>
      </w:r>
      <w:r>
        <w:tab/>
      </w:r>
      <w:r>
        <w:tab/>
      </w:r>
    </w:p>
    <w:p w:rsidR="00BA144C" w:rsidRDefault="00FC4054" w:rsidP="00BA144C">
      <w:pPr>
        <w:pStyle w:val="ISMab"/>
      </w:pPr>
      <w:r>
        <w:t>Total earnings = 80</w:t>
      </w:r>
      <w:r w:rsidRPr="00FC4054">
        <w:t>($7287.54)</w:t>
      </w:r>
      <w:r>
        <w:t xml:space="preserve"> – $400,000</w:t>
      </w:r>
    </w:p>
    <w:p w:rsidR="00BA144C" w:rsidRDefault="00FC4054" w:rsidP="00FC4054">
      <w:pPr>
        <w:pStyle w:val="ISMab"/>
        <w:spacing w:after="120"/>
        <w:ind w:left="2347"/>
      </w:pPr>
      <w:r>
        <w:t xml:space="preserve">= </w:t>
      </w:r>
      <w:r w:rsidRPr="00FC4054">
        <w:rPr>
          <w:u w:val="double"/>
        </w:rPr>
        <w:t>$183,003.20</w:t>
      </w:r>
    </w:p>
    <w:p w:rsidR="00BA144C" w:rsidRDefault="00BA144C" w:rsidP="00BA144C">
      <w:pPr>
        <w:pStyle w:val="ISMab"/>
      </w:pPr>
    </w:p>
    <w:p w:rsidR="00CF04A9" w:rsidRDefault="00E00B43" w:rsidP="00CF04A9">
      <w:pPr>
        <w:pStyle w:val="ISMab"/>
      </w:pPr>
      <w:r>
        <w:rPr>
          <w:b/>
          <w:noProof/>
          <w:sz w:val="24"/>
          <w:lang w:val="en-US"/>
        </w:rPr>
        <w:pict>
          <v:shape id="AutoShape 204" o:spid="_x0000_s1029" type="#_x0000_t61" style="position:absolute;margin-left:320.4pt;margin-top:17.55pt;width:108.2pt;height:83.8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" adj="-8923,8179" fillcolor="#cff">
            <v:fill opacity="26214f"/>
            <v:textbox inset="3.6pt,,3.6pt">
              <w:txbxContent>
                <w:p w:rsidR="00C52702" w:rsidRDefault="00C52702" w:rsidP="00CF04A9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CF04A9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 w:rsidRPr="00A32FCA">
                    <w:rPr>
                      <w:i/>
                      <w:iCs/>
                    </w:rPr>
                    <w:t>N,</w:t>
                  </w:r>
                  <w:r>
                    <w:rPr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F04A9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CF04A9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7938.61</w:t>
                  </w:r>
                </w:p>
                <w:p w:rsidR="00C52702" w:rsidRDefault="00C52702" w:rsidP="00CF04A9"/>
              </w:txbxContent>
            </v:textbox>
            <w10:wrap type="square"/>
          </v:shape>
        </w:pict>
      </w:r>
      <w:r w:rsidR="00CF04A9">
        <w:tab/>
      </w:r>
      <w:r w:rsidR="00CF04A9">
        <w:tab/>
      </w:r>
      <w:r w:rsidR="00CF04A9">
        <w:rPr>
          <w:i/>
        </w:rPr>
        <w:t>b</w:t>
      </w:r>
      <w:r w:rsidR="00CF04A9" w:rsidRPr="00BA144C">
        <w:rPr>
          <w:i/>
        </w:rPr>
        <w:t>.</w:t>
      </w:r>
      <w:r w:rsidR="00CF04A9">
        <w:tab/>
        <w:t xml:space="preserve">With </w:t>
      </w:r>
      <w:r w:rsidR="00CF04A9">
        <w:rPr>
          <w:rFonts w:ascii="Times New Roman" w:hAnsi="Times New Roman"/>
          <w:i/>
        </w:rPr>
        <w:t>j</w:t>
      </w:r>
      <w:r w:rsidR="00CF04A9">
        <w:t xml:space="preserve"> = 5%, </w:t>
      </w:r>
      <w:r w:rsidR="00CF04A9">
        <w:rPr>
          <w:rFonts w:ascii="Times New Roman" w:hAnsi="Times New Roman"/>
          <w:i/>
        </w:rPr>
        <w:t>m</w:t>
      </w:r>
      <w:r w:rsidR="00CF04A9">
        <w:t xml:space="preserve"> = 4, we have </w:t>
      </w:r>
      <w:r w:rsidR="00CF04A9">
        <w:rPr>
          <w:rFonts w:ascii="Times New Roman" w:hAnsi="Times New Roman"/>
          <w:i/>
        </w:rPr>
        <w:t>n</w:t>
      </w:r>
      <w:r w:rsidR="00CF04A9">
        <w:t xml:space="preserve"> = 80, </w:t>
      </w:r>
      <w:r w:rsidR="00CF04A9">
        <w:rPr>
          <w:rFonts w:ascii="Times New Roman" w:hAnsi="Times New Roman"/>
          <w:i/>
        </w:rPr>
        <w:t>i</w:t>
      </w:r>
      <w:r w:rsidR="00CF04A9">
        <w:t xml:space="preserve"> = 1.25%</w:t>
      </w:r>
    </w:p>
    <w:p w:rsidR="00CF04A9" w:rsidRDefault="00CF04A9" w:rsidP="00CF04A9">
      <w:pPr>
        <w:pStyle w:val="ISMab"/>
      </w:pPr>
      <w:r>
        <w:tab/>
      </w:r>
      <w:r>
        <w:tab/>
      </w:r>
      <w:r>
        <w:tab/>
        <w:t xml:space="preserve">Solve for </w:t>
      </w:r>
      <w:r w:rsidRPr="00BA144C">
        <w:rPr>
          <w:rFonts w:ascii="Times New Roman" w:hAnsi="Times New Roman"/>
          <w:i/>
        </w:rPr>
        <w:t>PMT</w:t>
      </w:r>
      <w:r>
        <w:t xml:space="preserve"> in </w:t>
      </w:r>
    </w:p>
    <w:p w:rsidR="00CF04A9" w:rsidRDefault="00E00B43" w:rsidP="00CF04A9">
      <w:pPr>
        <w:pStyle w:val="ISMab"/>
      </w:pPr>
      <w:r>
        <w:rPr>
          <w:noProof/>
          <w:lang w:val="en-US"/>
        </w:rPr>
        <w:pict>
          <v:shape id="AutoShape 205" o:spid="_x0000_s1733" type="#_x0000_t88" style="position:absolute;margin-left:219.35pt;margin-top:2.3pt;width:12.9pt;height:47.3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"/>
        </w:pict>
      </w:r>
      <w:r w:rsidR="00CF04A9">
        <w:tab/>
      </w:r>
      <w:r w:rsidR="00CF04A9">
        <w:tab/>
      </w:r>
      <w:r w:rsidR="00CF04A9">
        <w:tab/>
        <w:t xml:space="preserve"> $400,000 = </w:t>
      </w:r>
      <w:r w:rsidR="00CF04A9">
        <w:rPr>
          <w:rFonts w:ascii="Times New Roman" w:hAnsi="Times New Roman"/>
          <w:i/>
        </w:rPr>
        <w:t xml:space="preserve">PMT </w:t>
      </w:r>
      <w:r w:rsidR="00CF04A9" w:rsidRPr="00FC4054">
        <w:rPr>
          <w:position w:val="-30"/>
        </w:rPr>
        <w:object w:dxaOrig="1540" w:dyaOrig="720">
          <v:shape id="_x0000_i1030" type="#_x0000_t75" style="width:76.7pt;height:36.45pt" o:ole="" fillcolor="window">
            <v:imagedata r:id="rId18" o:title=""/>
          </v:shape>
          <o:OLEObject Type="Embed" ProgID="Equation.3" ShapeID="_x0000_i1030" DrawAspect="Content" ObjectID="_1654981866" r:id="rId19"/>
        </w:object>
      </w:r>
    </w:p>
    <w:p w:rsidR="00CF04A9" w:rsidRDefault="00CF04A9" w:rsidP="00CF04A9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$7938.61</w:t>
      </w:r>
    </w:p>
    <w:p w:rsidR="00CF04A9" w:rsidRDefault="00CF04A9" w:rsidP="00CF04A9">
      <w:pPr>
        <w:pStyle w:val="ISMab"/>
      </w:pPr>
      <w:r>
        <w:tab/>
      </w:r>
      <w:r>
        <w:tab/>
      </w:r>
      <w:r>
        <w:tab/>
        <w:t>Total earnings = 80</w:t>
      </w:r>
      <w:r w:rsidRPr="00FC4054">
        <w:t>($7</w:t>
      </w:r>
      <w:r>
        <w:t>938</w:t>
      </w:r>
      <w:r w:rsidRPr="00FC4054">
        <w:t>.</w:t>
      </w:r>
      <w:r>
        <w:t>61</w:t>
      </w:r>
      <w:r w:rsidRPr="00FC4054">
        <w:t>)</w:t>
      </w:r>
      <w:r>
        <w:t xml:space="preserve"> – $400,000</w:t>
      </w:r>
    </w:p>
    <w:p w:rsidR="00CF04A9" w:rsidRDefault="00CF04A9" w:rsidP="00094E11">
      <w:pPr>
        <w:pStyle w:val="ISMab"/>
        <w:ind w:left="2347"/>
      </w:pPr>
      <w:r>
        <w:t xml:space="preserve">= </w:t>
      </w:r>
      <w:r w:rsidRPr="00FC4054">
        <w:rPr>
          <w:u w:val="double"/>
        </w:rPr>
        <w:t>$</w:t>
      </w:r>
      <w:r>
        <w:rPr>
          <w:u w:val="double"/>
        </w:rPr>
        <w:t>235</w:t>
      </w:r>
      <w:r w:rsidRPr="00FC4054">
        <w:rPr>
          <w:u w:val="double"/>
        </w:rPr>
        <w:t>,</w:t>
      </w:r>
      <w:r>
        <w:rPr>
          <w:u w:val="double"/>
        </w:rPr>
        <w:t>088</w:t>
      </w:r>
      <w:r w:rsidRPr="00FC4054">
        <w:rPr>
          <w:u w:val="double"/>
        </w:rPr>
        <w:t>.</w:t>
      </w:r>
      <w:r>
        <w:rPr>
          <w:u w:val="double"/>
        </w:rPr>
        <w:t>8</w:t>
      </w:r>
      <w:r w:rsidRPr="00FC4054">
        <w:rPr>
          <w:u w:val="double"/>
        </w:rPr>
        <w:t>0</w:t>
      </w:r>
    </w:p>
    <w:p w:rsidR="00B46FFE" w:rsidRDefault="00094E11" w:rsidP="00A32FCA">
      <w:pPr>
        <w:pStyle w:val="ISMab"/>
      </w:pPr>
      <w:r>
        <w:tab/>
      </w:r>
      <w:r>
        <w:tab/>
      </w:r>
    </w:p>
    <w:p w:rsidR="00094E11" w:rsidRDefault="00094E11" w:rsidP="00A32FCA">
      <w:pPr>
        <w:pStyle w:val="ISMab"/>
      </w:pPr>
      <w:r>
        <w:t>Similarly.</w:t>
      </w:r>
    </w:p>
    <w:p w:rsidR="00A32FCA" w:rsidRDefault="00A32FCA" w:rsidP="00A32FCA">
      <w:pPr>
        <w:pStyle w:val="ISMab"/>
      </w:pPr>
      <w:r>
        <w:tab/>
      </w:r>
      <w:r>
        <w:tab/>
      </w:r>
      <w:r>
        <w:rPr>
          <w:i/>
        </w:rPr>
        <w:t>c</w:t>
      </w:r>
      <w:r w:rsidRPr="00BA144C">
        <w:rPr>
          <w:i/>
        </w:rPr>
        <w:t>.</w:t>
      </w:r>
      <w:r>
        <w:tab/>
      </w:r>
      <w:r w:rsidR="00094E11">
        <w:t>W</w:t>
      </w:r>
      <w:r>
        <w:t xml:space="preserve">ith </w:t>
      </w:r>
      <w:r>
        <w:rPr>
          <w:rFonts w:ascii="Times New Roman" w:hAnsi="Times New Roman"/>
          <w:i/>
        </w:rPr>
        <w:t>j</w:t>
      </w:r>
      <w:r>
        <w:t xml:space="preserve"> = 6%, </w:t>
      </w:r>
      <w:r>
        <w:rPr>
          <w:rFonts w:ascii="Times New Roman" w:hAnsi="Times New Roman"/>
          <w:i/>
        </w:rPr>
        <w:t>m</w:t>
      </w:r>
      <w:r>
        <w:t xml:space="preserve"> = 4, </w:t>
      </w:r>
      <w:r>
        <w:rPr>
          <w:rFonts w:ascii="Times New Roman" w:hAnsi="Times New Roman"/>
          <w:i/>
        </w:rPr>
        <w:t>n</w:t>
      </w:r>
      <w:r>
        <w:t xml:space="preserve"> = 80, </w:t>
      </w:r>
      <w:r>
        <w:rPr>
          <w:rFonts w:ascii="Times New Roman" w:hAnsi="Times New Roman"/>
          <w:i/>
        </w:rPr>
        <w:t>i</w:t>
      </w:r>
      <w:r>
        <w:t xml:space="preserve"> = 1.5%,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$8619.33</w:t>
      </w:r>
    </w:p>
    <w:p w:rsidR="00A32FCA" w:rsidRDefault="00A32FCA" w:rsidP="00A32FCA">
      <w:pPr>
        <w:pStyle w:val="ISMab"/>
      </w:pPr>
      <w:r>
        <w:tab/>
      </w:r>
      <w:r>
        <w:tab/>
      </w:r>
      <w:r>
        <w:tab/>
        <w:t>Total earnings = 80</w:t>
      </w:r>
      <w:r w:rsidRPr="00FC4054">
        <w:t>($</w:t>
      </w:r>
      <w:r>
        <w:t>8619</w:t>
      </w:r>
      <w:r w:rsidRPr="00FC4054">
        <w:t>.</w:t>
      </w:r>
      <w:r>
        <w:t>33</w:t>
      </w:r>
      <w:r w:rsidRPr="00FC4054">
        <w:t>)</w:t>
      </w:r>
      <w:r>
        <w:t xml:space="preserve"> – $400,000</w:t>
      </w:r>
    </w:p>
    <w:p w:rsidR="00A32FCA" w:rsidRDefault="00A32FCA" w:rsidP="00A32FCA">
      <w:pPr>
        <w:pStyle w:val="ISMab"/>
        <w:spacing w:after="120"/>
        <w:ind w:left="2347"/>
      </w:pPr>
      <w:r>
        <w:t xml:space="preserve">= </w:t>
      </w:r>
      <w:r w:rsidRPr="00FC4054">
        <w:rPr>
          <w:u w:val="double"/>
        </w:rPr>
        <w:t>$</w:t>
      </w:r>
      <w:r>
        <w:rPr>
          <w:u w:val="double"/>
        </w:rPr>
        <w:t>289</w:t>
      </w:r>
      <w:r w:rsidRPr="00FC4054">
        <w:rPr>
          <w:u w:val="double"/>
        </w:rPr>
        <w:t>,</w:t>
      </w:r>
      <w:r>
        <w:rPr>
          <w:u w:val="double"/>
        </w:rPr>
        <w:t>546</w:t>
      </w:r>
      <w:r w:rsidRPr="00FC4054">
        <w:rPr>
          <w:u w:val="double"/>
        </w:rPr>
        <w:t>.</w:t>
      </w:r>
      <w:r>
        <w:rPr>
          <w:u w:val="double"/>
        </w:rPr>
        <w:t>4</w:t>
      </w:r>
      <w:r w:rsidRPr="00FC4054">
        <w:rPr>
          <w:u w:val="double"/>
        </w:rPr>
        <w:t>0</w:t>
      </w:r>
    </w:p>
    <w:p w:rsidR="00A32FCA" w:rsidRDefault="00A32FCA" w:rsidP="00A32FCA">
      <w:pPr>
        <w:pStyle w:val="ISMab"/>
      </w:pPr>
      <w:r>
        <w:tab/>
      </w:r>
      <w:r>
        <w:tab/>
      </w:r>
      <w:r>
        <w:rPr>
          <w:i/>
        </w:rPr>
        <w:t>d</w:t>
      </w:r>
      <w:r w:rsidRPr="00BA144C">
        <w:rPr>
          <w:i/>
        </w:rPr>
        <w:t>.</w:t>
      </w:r>
      <w:r>
        <w:tab/>
      </w:r>
      <w:r w:rsidR="00094E11">
        <w:t>W</w:t>
      </w:r>
      <w:r>
        <w:t xml:space="preserve">ith </w:t>
      </w:r>
      <w:r>
        <w:rPr>
          <w:rFonts w:ascii="Times New Roman" w:hAnsi="Times New Roman"/>
          <w:i/>
        </w:rPr>
        <w:t>j</w:t>
      </w:r>
      <w:r>
        <w:t xml:space="preserve"> = 7%, </w:t>
      </w:r>
      <w:r>
        <w:rPr>
          <w:rFonts w:ascii="Times New Roman" w:hAnsi="Times New Roman"/>
          <w:i/>
        </w:rPr>
        <w:t>m</w:t>
      </w:r>
      <w:r>
        <w:t xml:space="preserve"> = 4, </w:t>
      </w:r>
      <w:r>
        <w:rPr>
          <w:rFonts w:ascii="Times New Roman" w:hAnsi="Times New Roman"/>
          <w:i/>
        </w:rPr>
        <w:t>n</w:t>
      </w:r>
      <w:r>
        <w:t xml:space="preserve"> = 80, </w:t>
      </w:r>
      <w:r>
        <w:rPr>
          <w:rFonts w:ascii="Times New Roman" w:hAnsi="Times New Roman"/>
          <w:i/>
        </w:rPr>
        <w:t>i</w:t>
      </w:r>
      <w:r>
        <w:t xml:space="preserve"> = 1.75%,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$9328.37</w:t>
      </w:r>
    </w:p>
    <w:p w:rsidR="00A32FCA" w:rsidRDefault="00A32FCA" w:rsidP="00A32FCA">
      <w:pPr>
        <w:pStyle w:val="ISMab"/>
      </w:pPr>
      <w:r>
        <w:tab/>
      </w:r>
      <w:r>
        <w:tab/>
      </w:r>
      <w:r>
        <w:tab/>
        <w:t>Total earnings = 80</w:t>
      </w:r>
      <w:r w:rsidRPr="00FC4054">
        <w:t>($</w:t>
      </w:r>
      <w:r>
        <w:t>9328</w:t>
      </w:r>
      <w:r w:rsidRPr="00FC4054">
        <w:t>.</w:t>
      </w:r>
      <w:r>
        <w:t>37</w:t>
      </w:r>
      <w:r w:rsidRPr="00FC4054">
        <w:t>)</w:t>
      </w:r>
      <w:r>
        <w:t xml:space="preserve"> – $400,000</w:t>
      </w:r>
    </w:p>
    <w:p w:rsidR="00A32FCA" w:rsidRDefault="00A32FCA" w:rsidP="00A32FCA">
      <w:pPr>
        <w:pStyle w:val="ISMab"/>
        <w:spacing w:after="120"/>
        <w:ind w:left="2347"/>
      </w:pPr>
      <w:r>
        <w:t xml:space="preserve">= </w:t>
      </w:r>
      <w:r w:rsidRPr="00FC4054">
        <w:rPr>
          <w:u w:val="double"/>
        </w:rPr>
        <w:t>$</w:t>
      </w:r>
      <w:r>
        <w:rPr>
          <w:u w:val="double"/>
        </w:rPr>
        <w:t>346</w:t>
      </w:r>
      <w:r w:rsidRPr="00FC4054">
        <w:rPr>
          <w:u w:val="double"/>
        </w:rPr>
        <w:t>,</w:t>
      </w:r>
      <w:r>
        <w:rPr>
          <w:u w:val="double"/>
        </w:rPr>
        <w:t>269</w:t>
      </w:r>
      <w:r w:rsidRPr="00FC4054">
        <w:rPr>
          <w:u w:val="double"/>
        </w:rPr>
        <w:t>.</w:t>
      </w:r>
      <w:r>
        <w:rPr>
          <w:u w:val="double"/>
        </w:rPr>
        <w:t>6</w:t>
      </w:r>
      <w:r w:rsidRPr="00FC4054">
        <w:rPr>
          <w:u w:val="double"/>
        </w:rPr>
        <w:t>0</w:t>
      </w:r>
    </w:p>
    <w:p w:rsidR="00BA144C" w:rsidRDefault="00BA144C" w:rsidP="00BA144C">
      <w:pPr>
        <w:pStyle w:val="ISMab"/>
      </w:pPr>
    </w:p>
    <w:p w:rsidR="00C92982" w:rsidRDefault="00E00B43" w:rsidP="00094E11">
      <w:pPr>
        <w:pStyle w:val="ISMab"/>
      </w:pPr>
      <w:r>
        <w:rPr>
          <w:noProof/>
          <w:lang w:val="en-US"/>
        </w:rPr>
        <w:pict>
          <v:shape id="AutoShape 212" o:spid="_x0000_s1031" type="#_x0000_t61" style="position:absolute;margin-left:329pt;margin-top:4.05pt;width:126.85pt;height:131.1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" adj="-8940,14205" fillcolor="#cff">
            <v:fill opacity="26214f"/>
            <v:textbox inset="3.6pt,,3.6pt">
              <w:txbxContent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670C2D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</w:pPr>
                  <w:r>
                    <w:t xml:space="preserve">750000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094E11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–2832.06</w:t>
                  </w:r>
                </w:p>
              </w:txbxContent>
            </v:textbox>
            <w10:wrap type="square"/>
          </v:shape>
        </w:pict>
      </w:r>
      <w:r w:rsidR="00094E11">
        <w:tab/>
        <w:t>5.</w:t>
      </w:r>
      <w:r w:rsidR="00094E11">
        <w:tab/>
        <w:t xml:space="preserve">Given: </w:t>
      </w:r>
      <w:r w:rsidR="00094E11">
        <w:rPr>
          <w:rFonts w:ascii="Times New Roman" w:hAnsi="Times New Roman"/>
          <w:i/>
        </w:rPr>
        <w:t>FV</w:t>
      </w:r>
      <w:r w:rsidR="00094E11">
        <w:t xml:space="preserve"> = $750,000; </w:t>
      </w:r>
      <w:r w:rsidR="00094E11">
        <w:rPr>
          <w:rFonts w:ascii="Times New Roman" w:hAnsi="Times New Roman"/>
          <w:i/>
        </w:rPr>
        <w:t>j</w:t>
      </w:r>
      <w:r w:rsidR="00094E11">
        <w:t xml:space="preserve"> = </w:t>
      </w:r>
      <w:r w:rsidR="00F2304B">
        <w:t>5</w:t>
      </w:r>
      <w:r w:rsidR="00094E11">
        <w:t xml:space="preserve">%; </w:t>
      </w:r>
      <w:r w:rsidR="00094E11">
        <w:rPr>
          <w:rFonts w:ascii="Times New Roman" w:hAnsi="Times New Roman"/>
          <w:i/>
        </w:rPr>
        <w:t>m</w:t>
      </w:r>
      <w:r w:rsidR="00094E11">
        <w:t xml:space="preserve"> = 1</w:t>
      </w:r>
      <w:r w:rsidR="00C92982">
        <w:t xml:space="preserve">, </w:t>
      </w:r>
      <w:r w:rsidR="00C92982" w:rsidRPr="00C92982">
        <w:rPr>
          <w:i/>
        </w:rPr>
        <w:t>P/Y</w:t>
      </w:r>
      <w:r w:rsidR="00C92982">
        <w:t xml:space="preserve"> = 12</w:t>
      </w:r>
      <w:r w:rsidR="00094E11">
        <w:t xml:space="preserve">. </w:t>
      </w:r>
    </w:p>
    <w:p w:rsidR="00094E11" w:rsidRDefault="00C92982" w:rsidP="00094E11">
      <w:pPr>
        <w:pStyle w:val="ISMab"/>
      </w:pPr>
      <w:r>
        <w:tab/>
      </w:r>
      <w:r>
        <w:tab/>
      </w:r>
      <w:r w:rsidR="00094E11">
        <w:t xml:space="preserve">Then </w:t>
      </w:r>
      <w:r w:rsidR="00094E11">
        <w:rPr>
          <w:rFonts w:ascii="Times New Roman" w:hAnsi="Times New Roman"/>
          <w:i/>
        </w:rPr>
        <w:t>i</w:t>
      </w:r>
      <w:r w:rsidR="00094E11">
        <w:t xml:space="preserve"> = </w:t>
      </w:r>
      <w:r w:rsidR="00F2304B">
        <w:t>5</w:t>
      </w:r>
      <w:r w:rsidR="00094E11">
        <w:t>%</w:t>
      </w:r>
      <w:r>
        <w:t xml:space="preserve">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Pr="00C92982">
        <w:rPr>
          <w:position w:val="-12"/>
        </w:rPr>
        <w:object w:dxaOrig="1040" w:dyaOrig="380">
          <v:shape id="_x0000_i1031" type="#_x0000_t75" style="width:52.35pt;height:18.7pt" o:ole="">
            <v:imagedata r:id="rId20" o:title=""/>
          </v:shape>
          <o:OLEObject Type="Embed" ProgID="Equation.3" ShapeID="_x0000_i1031" DrawAspect="Content" ObjectID="_1654981867" r:id="rId21"/>
        </w:object>
      </w:r>
      <w:r>
        <w:t>, and</w:t>
      </w:r>
    </w:p>
    <w:p w:rsidR="00C92982" w:rsidRDefault="00C92982" w:rsidP="00C92982">
      <w:pPr>
        <w:pStyle w:val="ISM"/>
      </w:pPr>
      <w:r>
        <w:tab/>
      </w:r>
      <w:r>
        <w:tab/>
      </w:r>
      <w:r w:rsidRPr="00E80907">
        <w:rPr>
          <w:position w:val="-10"/>
        </w:rPr>
        <w:object w:dxaOrig="1420" w:dyaOrig="380">
          <v:shape id="_x0000_i1032" type="#_x0000_t75" style="width:70.15pt;height:18.7pt" o:ole="" fillcolor="window">
            <v:imagedata r:id="rId22" o:title=""/>
          </v:shape>
          <o:OLEObject Type="Embed" ProgID="Equation.3" ShapeID="_x0000_i1032" DrawAspect="Content" ObjectID="_1654981868" r:id="rId23"/>
        </w:object>
      </w:r>
      <w:r>
        <w:t xml:space="preserve"> = </w:t>
      </w:r>
      <w:r w:rsidR="00F2304B" w:rsidRPr="00C92982">
        <w:rPr>
          <w:position w:val="-10"/>
        </w:rPr>
        <w:object w:dxaOrig="960" w:dyaOrig="400">
          <v:shape id="_x0000_i1033" type="#_x0000_t75" style="width:47.7pt;height:19.65pt" o:ole="" fillcolor="window">
            <v:imagedata r:id="rId24" o:title=""/>
          </v:shape>
          <o:OLEObject Type="Embed" ProgID="Equation.3" ShapeID="_x0000_i1033" DrawAspect="Content" ObjectID="_1654981869" r:id="rId25"/>
        </w:object>
      </w:r>
      <w:r>
        <w:t>– 1 = 0.00</w:t>
      </w:r>
      <w:r w:rsidR="00F2304B">
        <w:t xml:space="preserve">4074124 </w:t>
      </w:r>
    </w:p>
    <w:p w:rsidR="00094E11" w:rsidRDefault="00094E11" w:rsidP="00094E11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 xml:space="preserve">For a term of </w:t>
      </w:r>
      <w:r w:rsidR="00C92982">
        <w:t>1</w:t>
      </w:r>
      <w:r>
        <w:t xml:space="preserve">5 years,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C92982">
        <w:t>12(15) = 180,</w:t>
      </w:r>
      <w:r>
        <w:t xml:space="preserve"> </w:t>
      </w:r>
      <w:r w:rsidR="00C92982">
        <w:t>and</w:t>
      </w:r>
    </w:p>
    <w:p w:rsidR="00094E11" w:rsidRDefault="00E00B43" w:rsidP="00094E11">
      <w:pPr>
        <w:pStyle w:val="ISMab"/>
      </w:pPr>
      <w:r>
        <w:rPr>
          <w:noProof/>
          <w:lang w:val="en-US"/>
        </w:rPr>
        <w:pict>
          <v:shape id="AutoShape 214" o:spid="_x0000_s1725" type="#_x0000_t88" style="position:absolute;margin-left:258.05pt;margin-top:2.3pt;width:15.05pt;height:45.1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"/>
        </w:pict>
      </w:r>
      <w:r w:rsidR="00094E11">
        <w:tab/>
      </w:r>
      <w:r w:rsidR="00094E11">
        <w:tab/>
      </w:r>
      <w:r w:rsidR="00094E11">
        <w:tab/>
        <w:t>$</w:t>
      </w:r>
      <w:r w:rsidR="00C92982">
        <w:t>75</w:t>
      </w:r>
      <w:r w:rsidR="00094E11">
        <w:t xml:space="preserve">0,000 = </w:t>
      </w:r>
      <w:r w:rsidR="00094E11">
        <w:rPr>
          <w:rFonts w:ascii="Times New Roman" w:hAnsi="Times New Roman"/>
          <w:i/>
        </w:rPr>
        <w:t xml:space="preserve">PMT </w:t>
      </w:r>
      <w:r w:rsidR="00F2304B" w:rsidRPr="00F2304B">
        <w:rPr>
          <w:position w:val="-32"/>
        </w:rPr>
        <w:object w:dxaOrig="2100" w:dyaOrig="760">
          <v:shape id="_x0000_i1034" type="#_x0000_t75" style="width:104.75pt;height:38.35pt" o:ole="" fillcolor="window">
            <v:imagedata r:id="rId26" o:title=""/>
          </v:shape>
          <o:OLEObject Type="Embed" ProgID="Equation.3" ShapeID="_x0000_i1034" DrawAspect="Content" ObjectID="_1654981870" r:id="rId27"/>
        </w:object>
      </w:r>
    </w:p>
    <w:p w:rsidR="00094E11" w:rsidRDefault="00094E11" w:rsidP="00094E11">
      <w:pPr>
        <w:pStyle w:val="ISMab"/>
        <w:spacing w:after="60"/>
        <w:rPr>
          <w:u w:val="double"/>
        </w:rPr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F2304B">
        <w:rPr>
          <w:u w:val="double"/>
        </w:rPr>
        <w:t>2832.06</w:t>
      </w:r>
    </w:p>
    <w:p w:rsidR="00094E11" w:rsidRDefault="00094E11" w:rsidP="00094E11">
      <w:pPr>
        <w:pStyle w:val="ISMab"/>
      </w:pPr>
      <w:r>
        <w:tab/>
      </w:r>
      <w:r>
        <w:tab/>
      </w:r>
      <w:r>
        <w:tab/>
      </w:r>
      <w:r w:rsidR="00C92982">
        <w:t>Total e</w:t>
      </w:r>
      <w:r>
        <w:t>arnings = $</w:t>
      </w:r>
      <w:r w:rsidR="00C92982">
        <w:t>75</w:t>
      </w:r>
      <w:r>
        <w:t xml:space="preserve">0,000 </w:t>
      </w:r>
      <w:r>
        <w:sym w:font="Symbol" w:char="F02D"/>
      </w:r>
      <w:r>
        <w:t xml:space="preserve"> </w:t>
      </w:r>
      <w:r w:rsidR="00C92982">
        <w:t>180</w:t>
      </w:r>
      <w:r>
        <w:t>($</w:t>
      </w:r>
      <w:r w:rsidR="00C92982">
        <w:t>2</w:t>
      </w:r>
      <w:r w:rsidR="00F2304B">
        <w:t>832.06</w:t>
      </w:r>
      <w:r>
        <w:t xml:space="preserve">) </w:t>
      </w:r>
    </w:p>
    <w:p w:rsidR="00094E11" w:rsidRDefault="00094E11" w:rsidP="00094E11">
      <w:pPr>
        <w:pStyle w:val="ISMab"/>
        <w:spacing w:after="120"/>
        <w:ind w:left="2520"/>
      </w:pPr>
      <w:r w:rsidRPr="00FC4054">
        <w:rPr>
          <w:sz w:val="16"/>
          <w:szCs w:val="16"/>
        </w:rPr>
        <w:t xml:space="preserve"> </w:t>
      </w:r>
      <w:r>
        <w:t xml:space="preserve">= </w:t>
      </w:r>
      <w:r>
        <w:rPr>
          <w:u w:val="double"/>
        </w:rPr>
        <w:t>$</w:t>
      </w:r>
      <w:r w:rsidR="00F2304B">
        <w:rPr>
          <w:u w:val="double"/>
        </w:rPr>
        <w:t>240,229.20</w:t>
      </w:r>
    </w:p>
    <w:p w:rsidR="00BD3ADC" w:rsidRDefault="00094E11" w:rsidP="00094E11">
      <w:pPr>
        <w:pStyle w:val="ISMab"/>
      </w:pPr>
      <w:r>
        <w:tab/>
      </w:r>
      <w:r>
        <w:tab/>
      </w:r>
    </w:p>
    <w:p w:rsidR="00094E11" w:rsidRDefault="00E00B43" w:rsidP="00094E11">
      <w:pPr>
        <w:pStyle w:val="ISMab"/>
      </w:pPr>
      <w:r>
        <w:rPr>
          <w:noProof/>
          <w:lang w:val="en-US"/>
        </w:rPr>
        <w:pict>
          <v:shape id="AutoShape 213" o:spid="_x0000_s1032" type="#_x0000_t61" style="position:absolute;margin-left:365.55pt;margin-top:11pt;width:108.2pt;height:83.8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" adj="-15415,6655" fillcolor="#cff">
            <v:fill opacity="26214f"/>
            <v:textbox inset="3.6pt,,3.6pt">
              <w:txbxContent>
                <w:p w:rsidR="00C52702" w:rsidRDefault="00C52702" w:rsidP="00094E11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P/Y, C/Y</w:t>
                  </w:r>
                </w:p>
                <w:p w:rsidR="00C52702" w:rsidRDefault="00C52702" w:rsidP="00094E11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</w:pPr>
                  <w:r>
                    <w:t xml:space="preserve">240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094E11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094E11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–1848.18</w:t>
                  </w:r>
                </w:p>
                <w:p w:rsidR="00C52702" w:rsidRDefault="00C52702" w:rsidP="00094E11"/>
              </w:txbxContent>
            </v:textbox>
            <w10:wrap type="square"/>
          </v:shape>
        </w:pict>
      </w:r>
      <w:r w:rsidR="0009317A">
        <w:rPr>
          <w:i/>
        </w:rPr>
        <w:tab/>
      </w:r>
      <w:r w:rsidR="0009317A">
        <w:rPr>
          <w:i/>
        </w:rPr>
        <w:tab/>
      </w:r>
      <w:r w:rsidR="00094E11">
        <w:rPr>
          <w:i/>
        </w:rPr>
        <w:t>b</w:t>
      </w:r>
      <w:r w:rsidR="00094E11">
        <w:t>.</w:t>
      </w:r>
      <w:r w:rsidR="00094E11">
        <w:tab/>
        <w:t xml:space="preserve">For a term of </w:t>
      </w:r>
      <w:r w:rsidR="00670C2D">
        <w:t>2</w:t>
      </w:r>
      <w:r w:rsidR="00094E11">
        <w:t xml:space="preserve">0 years, </w:t>
      </w:r>
      <w:r w:rsidR="00094E11">
        <w:rPr>
          <w:rFonts w:ascii="Times New Roman" w:hAnsi="Times New Roman"/>
          <w:i/>
        </w:rPr>
        <w:t>n</w:t>
      </w:r>
      <w:r w:rsidR="00094E11">
        <w:t xml:space="preserve"> = </w:t>
      </w:r>
      <w:r w:rsidR="00670C2D">
        <w:t>12(20) = 240, and</w:t>
      </w:r>
    </w:p>
    <w:p w:rsidR="00094E11" w:rsidRDefault="00E00B43" w:rsidP="00094E11">
      <w:pPr>
        <w:pStyle w:val="ISMab"/>
      </w:pPr>
      <w:r>
        <w:rPr>
          <w:noProof/>
          <w:lang w:val="en-US"/>
        </w:rPr>
        <w:pict>
          <v:shape id="AutoShape 215" o:spid="_x0000_s1723" type="#_x0000_t88" style="position:absolute;margin-left:247.3pt;margin-top:.35pt;width:10.75pt;height:47.3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"/>
        </w:pict>
      </w:r>
      <w:r w:rsidR="00094E11">
        <w:tab/>
      </w:r>
      <w:r w:rsidR="00094E11">
        <w:tab/>
      </w:r>
      <w:r w:rsidR="00094E11">
        <w:tab/>
        <w:t>$</w:t>
      </w:r>
      <w:r w:rsidR="00670C2D">
        <w:t>75</w:t>
      </w:r>
      <w:r w:rsidR="00094E11">
        <w:t xml:space="preserve">0,000 = </w:t>
      </w:r>
      <w:r w:rsidR="00094E11">
        <w:rPr>
          <w:rFonts w:ascii="Times New Roman" w:hAnsi="Times New Roman"/>
          <w:i/>
        </w:rPr>
        <w:t xml:space="preserve">PMT </w:t>
      </w:r>
      <w:r w:rsidR="000957E1" w:rsidRPr="00F2304B">
        <w:rPr>
          <w:position w:val="-32"/>
        </w:rPr>
        <w:object w:dxaOrig="2120" w:dyaOrig="760">
          <v:shape id="_x0000_i1035" type="#_x0000_t75" style="width:105.65pt;height:38.35pt" o:ole="" fillcolor="window">
            <v:imagedata r:id="rId28" o:title=""/>
          </v:shape>
          <o:OLEObject Type="Embed" ProgID="Equation.3" ShapeID="_x0000_i1035" DrawAspect="Content" ObjectID="_1654981871" r:id="rId29"/>
        </w:object>
      </w:r>
    </w:p>
    <w:p w:rsidR="00094E11" w:rsidRDefault="00094E11" w:rsidP="00094E11">
      <w:pPr>
        <w:pStyle w:val="ISMab"/>
        <w:rPr>
          <w:u w:val="double"/>
        </w:rPr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957E1">
        <w:rPr>
          <w:u w:val="double"/>
        </w:rPr>
        <w:t>1848.18</w:t>
      </w:r>
    </w:p>
    <w:p w:rsidR="00094E11" w:rsidRDefault="00094E11" w:rsidP="00094E11">
      <w:pPr>
        <w:pStyle w:val="ISM"/>
      </w:pPr>
      <w:r>
        <w:tab/>
      </w:r>
      <w:r>
        <w:tab/>
      </w:r>
      <w:r>
        <w:tab/>
      </w:r>
      <w:r w:rsidR="00670C2D">
        <w:t xml:space="preserve">Total earnings </w:t>
      </w:r>
      <w:r>
        <w:t>= $</w:t>
      </w:r>
      <w:r w:rsidR="00670C2D">
        <w:t>75</w:t>
      </w:r>
      <w:r>
        <w:t xml:space="preserve">0,000 </w:t>
      </w:r>
      <w:r>
        <w:sym w:font="Symbol" w:char="F02D"/>
      </w:r>
      <w:r>
        <w:t xml:space="preserve"> </w:t>
      </w:r>
      <w:r w:rsidR="00670C2D">
        <w:t>24</w:t>
      </w:r>
      <w:r>
        <w:t>0($</w:t>
      </w:r>
      <w:r w:rsidR="00670C2D">
        <w:t>1</w:t>
      </w:r>
      <w:r w:rsidR="000957E1">
        <w:t>848.18</w:t>
      </w:r>
      <w:r>
        <w:t xml:space="preserve">) </w:t>
      </w:r>
    </w:p>
    <w:p w:rsidR="00094E11" w:rsidRDefault="00094E11" w:rsidP="00094E11">
      <w:pPr>
        <w:pStyle w:val="ISM"/>
        <w:spacing w:after="240"/>
        <w:ind w:left="2340"/>
        <w:rPr>
          <w:u w:val="double"/>
        </w:rPr>
      </w:pPr>
      <w:r w:rsidRPr="00CF04A9">
        <w:rPr>
          <w:sz w:val="16"/>
          <w:szCs w:val="16"/>
        </w:rPr>
        <w:t xml:space="preserve"> </w:t>
      </w:r>
      <w:r>
        <w:t xml:space="preserve">= </w:t>
      </w:r>
      <w:r>
        <w:rPr>
          <w:u w:val="double"/>
        </w:rPr>
        <w:t>$3</w:t>
      </w:r>
      <w:r w:rsidR="000957E1">
        <w:rPr>
          <w:u w:val="double"/>
        </w:rPr>
        <w:t>06,436.80</w:t>
      </w:r>
    </w:p>
    <w:p w:rsidR="004978D2" w:rsidRDefault="004978D2">
      <w:r>
        <w:br w:type="page"/>
      </w:r>
    </w:p>
    <w:p w:rsidR="00670C2D" w:rsidRDefault="00670C2D" w:rsidP="00670C2D">
      <w:pPr>
        <w:pStyle w:val="ISMab"/>
      </w:pPr>
      <w:r>
        <w:lastRenderedPageBreak/>
        <w:tab/>
      </w:r>
      <w:r>
        <w:tab/>
      </w:r>
      <w:r>
        <w:rPr>
          <w:i/>
        </w:rPr>
        <w:t>c</w:t>
      </w:r>
      <w:r w:rsidRPr="00BA144C">
        <w:rPr>
          <w:i/>
        </w:rPr>
        <w:t>.</w:t>
      </w:r>
      <w:r>
        <w:tab/>
        <w:t xml:space="preserve">For a term of 25 years, </w:t>
      </w:r>
      <w:r>
        <w:rPr>
          <w:rFonts w:ascii="Times New Roman" w:hAnsi="Times New Roman"/>
          <w:i/>
        </w:rPr>
        <w:t>n</w:t>
      </w:r>
      <w:r>
        <w:t xml:space="preserve"> = 12(25) = 300,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957E1">
        <w:rPr>
          <w:u w:val="double"/>
        </w:rPr>
        <w:t>1280.44</w:t>
      </w:r>
    </w:p>
    <w:p w:rsidR="00670C2D" w:rsidRDefault="00670C2D" w:rsidP="00670C2D">
      <w:pPr>
        <w:pStyle w:val="ISMab"/>
      </w:pPr>
      <w:r>
        <w:tab/>
      </w:r>
      <w:r>
        <w:tab/>
      </w:r>
      <w:r>
        <w:tab/>
        <w:t>Total earnings = $750,000 – 300</w:t>
      </w:r>
      <w:r w:rsidRPr="00FC4054">
        <w:t>($</w:t>
      </w:r>
      <w:r w:rsidR="000957E1">
        <w:t>1280.44</w:t>
      </w:r>
      <w:r w:rsidRPr="00FC4054">
        <w:t>)</w:t>
      </w:r>
      <w:r>
        <w:t xml:space="preserve"> </w:t>
      </w:r>
    </w:p>
    <w:p w:rsidR="00670C2D" w:rsidRDefault="00670C2D" w:rsidP="00670C2D">
      <w:pPr>
        <w:pStyle w:val="ISMab"/>
        <w:spacing w:after="120"/>
        <w:ind w:left="2347"/>
      </w:pPr>
      <w:r>
        <w:t xml:space="preserve">= </w:t>
      </w:r>
      <w:r w:rsidRPr="00FC4054">
        <w:rPr>
          <w:u w:val="double"/>
        </w:rPr>
        <w:t>$</w:t>
      </w:r>
      <w:r w:rsidR="000957E1">
        <w:rPr>
          <w:u w:val="double"/>
        </w:rPr>
        <w:t>365,868</w:t>
      </w:r>
      <w:r w:rsidR="00A75F72">
        <w:rPr>
          <w:u w:val="double"/>
        </w:rPr>
        <w:t>.00</w:t>
      </w:r>
    </w:p>
    <w:p w:rsidR="00670C2D" w:rsidRDefault="00670C2D" w:rsidP="002372F2">
      <w:pPr>
        <w:ind w:left="567"/>
      </w:pPr>
      <w:proofErr w:type="gramStart"/>
      <w:r>
        <w:rPr>
          <w:i/>
        </w:rPr>
        <w:t>d</w:t>
      </w:r>
      <w:r w:rsidRPr="00BA144C">
        <w:rPr>
          <w:i/>
        </w:rPr>
        <w:t>.</w:t>
      </w:r>
      <w:r w:rsidR="00B50703">
        <w:rPr>
          <w:i/>
        </w:rPr>
        <w:t xml:space="preserve">  </w:t>
      </w:r>
      <w:r>
        <w:t>For</w:t>
      </w:r>
      <w:proofErr w:type="gramEnd"/>
      <w:r>
        <w:t xml:space="preserve"> a term of 30 years, </w:t>
      </w:r>
      <w:r>
        <w:rPr>
          <w:rFonts w:ascii="Times New Roman" w:hAnsi="Times New Roman"/>
          <w:i/>
        </w:rPr>
        <w:t>n</w:t>
      </w:r>
      <w:r>
        <w:t xml:space="preserve"> = 12(30) = 360,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957E1">
        <w:rPr>
          <w:u w:val="double"/>
        </w:rPr>
        <w:t>919.82</w:t>
      </w:r>
    </w:p>
    <w:p w:rsidR="00670C2D" w:rsidRDefault="00670C2D" w:rsidP="00670C2D">
      <w:pPr>
        <w:pStyle w:val="ISMab"/>
      </w:pPr>
      <w:r>
        <w:tab/>
      </w:r>
      <w:r>
        <w:tab/>
      </w:r>
      <w:r>
        <w:tab/>
        <w:t>Total earnings = $750,000 – 360</w:t>
      </w:r>
      <w:r w:rsidRPr="00FC4054">
        <w:t>($</w:t>
      </w:r>
      <w:r w:rsidR="000957E1">
        <w:t>919.82</w:t>
      </w:r>
      <w:r w:rsidRPr="00FC4054">
        <w:t>)</w:t>
      </w:r>
      <w:r>
        <w:t xml:space="preserve"> </w:t>
      </w:r>
    </w:p>
    <w:p w:rsidR="00670C2D" w:rsidRDefault="00670C2D" w:rsidP="00847759">
      <w:pPr>
        <w:pStyle w:val="ISMab"/>
        <w:ind w:left="2347"/>
      </w:pPr>
      <w:r>
        <w:t xml:space="preserve">= </w:t>
      </w:r>
      <w:r w:rsidRPr="00FC4054">
        <w:rPr>
          <w:u w:val="double"/>
        </w:rPr>
        <w:t>$</w:t>
      </w:r>
      <w:r w:rsidR="000957E1">
        <w:rPr>
          <w:u w:val="double"/>
        </w:rPr>
        <w:t>418,864.80</w:t>
      </w:r>
    </w:p>
    <w:p w:rsidR="00A32FCA" w:rsidRDefault="00A32FCA" w:rsidP="00BA144C">
      <w:pPr>
        <w:pStyle w:val="ISMab"/>
      </w:pPr>
    </w:p>
    <w:p w:rsidR="004978D2" w:rsidRDefault="004978D2" w:rsidP="00BA144C">
      <w:pPr>
        <w:pStyle w:val="ISMab"/>
      </w:pPr>
    </w:p>
    <w:p w:rsidR="009B14D3" w:rsidRDefault="00E00B43" w:rsidP="009B14D3">
      <w:pPr>
        <w:pStyle w:val="ISMab"/>
      </w:pPr>
      <w:r>
        <w:rPr>
          <w:noProof/>
          <w:lang w:val="en-US"/>
        </w:rPr>
        <w:pict>
          <v:shape id="AutoShape 223" o:spid="_x0000_s1035" type="#_x0000_t61" style="position:absolute;margin-left:346pt;margin-top:13.25pt;width:126.85pt;height:131.1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" adj="-9817,12624" fillcolor="#cff">
            <v:fill opacity="26214f"/>
            <v:textbox inset="3.6pt,,3.6pt">
              <w:txbxContent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</w:pPr>
                  <w:r>
                    <w:t xml:space="preserve">50000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9B14D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–760.86</w:t>
                  </w:r>
                </w:p>
              </w:txbxContent>
            </v:textbox>
            <w10:wrap type="square"/>
          </v:shape>
        </w:pict>
      </w:r>
      <w:r w:rsidR="009B14D3">
        <w:tab/>
        <w:t>7.</w:t>
      </w:r>
      <w:r w:rsidR="009B14D3">
        <w:tab/>
        <w:t xml:space="preserve">Given: </w:t>
      </w:r>
      <w:r w:rsidR="009B14D3">
        <w:rPr>
          <w:rFonts w:ascii="Times New Roman" w:hAnsi="Times New Roman"/>
          <w:i/>
        </w:rPr>
        <w:t>PV</w:t>
      </w:r>
      <w:r w:rsidR="009B14D3">
        <w:t xml:space="preserve"> = $50,000; </w:t>
      </w:r>
      <w:r w:rsidR="009B14D3">
        <w:rPr>
          <w:rFonts w:ascii="Times New Roman" w:hAnsi="Times New Roman"/>
          <w:i/>
        </w:rPr>
        <w:t>j</w:t>
      </w:r>
      <w:r w:rsidR="009B14D3">
        <w:t xml:space="preserve"> = 7.5%; </w:t>
      </w:r>
      <w:r w:rsidR="009B14D3" w:rsidRPr="00C92982">
        <w:rPr>
          <w:i/>
        </w:rPr>
        <w:t>P/Y</w:t>
      </w:r>
      <w:r w:rsidR="009B14D3">
        <w:t xml:space="preserve"> = 12, </w:t>
      </w:r>
      <w:r w:rsidR="009B14D3">
        <w:rPr>
          <w:rFonts w:ascii="Times New Roman" w:hAnsi="Times New Roman"/>
          <w:i/>
        </w:rPr>
        <w:t>n</w:t>
      </w:r>
      <w:r w:rsidR="009B14D3">
        <w:t xml:space="preserve"> = 12(7) = 84. </w:t>
      </w:r>
    </w:p>
    <w:p w:rsidR="009B14D3" w:rsidRDefault="009B14D3" w:rsidP="009B14D3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  <w:t xml:space="preserve">If </w:t>
      </w:r>
      <w:r>
        <w:rPr>
          <w:rFonts w:ascii="Times New Roman" w:hAnsi="Times New Roman"/>
          <w:i/>
        </w:rPr>
        <w:t>m</w:t>
      </w:r>
      <w:r>
        <w:t xml:space="preserve"> = 1, then </w:t>
      </w:r>
      <w:r>
        <w:rPr>
          <w:rFonts w:ascii="Times New Roman" w:hAnsi="Times New Roman"/>
          <w:i/>
        </w:rPr>
        <w:t>i</w:t>
      </w:r>
      <w:r>
        <w:t xml:space="preserve"> = </w:t>
      </w:r>
      <w:r w:rsidR="00133BE3">
        <w:t>7</w:t>
      </w:r>
      <w:r w:rsidR="00C964D4">
        <w:t>.</w:t>
      </w:r>
      <w:r>
        <w:t xml:space="preserve">5%,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Pr="00C92982">
        <w:rPr>
          <w:position w:val="-12"/>
        </w:rPr>
        <w:object w:dxaOrig="1040" w:dyaOrig="380">
          <v:shape id="_x0000_i1036" type="#_x0000_t75" style="width:52.35pt;height:18.7pt" o:ole="">
            <v:imagedata r:id="rId30" o:title=""/>
          </v:shape>
          <o:OLEObject Type="Embed" ProgID="Equation.3" ShapeID="_x0000_i1036" DrawAspect="Content" ObjectID="_1654981872" r:id="rId31"/>
        </w:object>
      </w:r>
      <w:r>
        <w:t>, and</w:t>
      </w:r>
    </w:p>
    <w:p w:rsidR="009B14D3" w:rsidRDefault="009B14D3" w:rsidP="009B14D3">
      <w:pPr>
        <w:pStyle w:val="ISM"/>
      </w:pP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037" type="#_x0000_t75" style="width:70.15pt;height:18.7pt" o:ole="" fillcolor="window">
            <v:imagedata r:id="rId22" o:title=""/>
          </v:shape>
          <o:OLEObject Type="Embed" ProgID="Equation.3" ShapeID="_x0000_i1037" DrawAspect="Content" ObjectID="_1654981873" r:id="rId32"/>
        </w:object>
      </w:r>
      <w:r>
        <w:t xml:space="preserve"> = </w:t>
      </w:r>
      <w:r w:rsidRPr="00C92982">
        <w:rPr>
          <w:position w:val="-10"/>
        </w:rPr>
        <w:object w:dxaOrig="1100" w:dyaOrig="400">
          <v:shape id="_x0000_i1038" type="#_x0000_t75" style="width:55.15pt;height:19.65pt" o:ole="" fillcolor="window">
            <v:imagedata r:id="rId33" o:title=""/>
          </v:shape>
          <o:OLEObject Type="Embed" ProgID="Equation.3" ShapeID="_x0000_i1038" DrawAspect="Content" ObjectID="_1654981874" r:id="rId34"/>
        </w:object>
      </w:r>
      <w:r>
        <w:t>– 1 = 0.006044919</w:t>
      </w:r>
    </w:p>
    <w:p w:rsidR="009B14D3" w:rsidRDefault="009B14D3" w:rsidP="009B14D3">
      <w:pPr>
        <w:pStyle w:val="ISMab"/>
      </w:pPr>
      <w:r>
        <w:tab/>
      </w:r>
      <w:r>
        <w:tab/>
      </w:r>
      <w:r>
        <w:tab/>
        <w:t xml:space="preserve">Solve for </w:t>
      </w:r>
      <w:r w:rsidRPr="00847759">
        <w:rPr>
          <w:rFonts w:ascii="Times New Roman" w:hAnsi="Times New Roman"/>
          <w:i/>
        </w:rPr>
        <w:t>PMT</w:t>
      </w:r>
      <w:r>
        <w:t xml:space="preserve"> in</w:t>
      </w:r>
    </w:p>
    <w:p w:rsidR="009B14D3" w:rsidRDefault="00E00B43" w:rsidP="009B14D3">
      <w:pPr>
        <w:pStyle w:val="ISMab"/>
      </w:pPr>
      <w:r>
        <w:rPr>
          <w:noProof/>
          <w:lang w:val="en-US"/>
        </w:rPr>
        <w:pict>
          <v:shape id="AutoShape 225" o:spid="_x0000_s1708" type="#_x0000_t88" style="position:absolute;margin-left:258.05pt;margin-top:2.3pt;width:15.05pt;height:45.1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"/>
        </w:pict>
      </w:r>
      <w:r w:rsidR="009B14D3">
        <w:tab/>
      </w:r>
      <w:r w:rsidR="009B14D3">
        <w:tab/>
      </w:r>
      <w:r w:rsidR="009B14D3">
        <w:tab/>
        <w:t xml:space="preserve">$50,000 = </w:t>
      </w:r>
      <w:r w:rsidR="009B14D3">
        <w:rPr>
          <w:rFonts w:ascii="Times New Roman" w:hAnsi="Times New Roman"/>
          <w:i/>
        </w:rPr>
        <w:t xml:space="preserve">PMT </w:t>
      </w:r>
      <w:r w:rsidR="004E1AA6" w:rsidRPr="004E1AA6">
        <w:rPr>
          <w:position w:val="-32"/>
        </w:rPr>
        <w:object w:dxaOrig="2060" w:dyaOrig="740">
          <v:shape id="_x0000_i1039" type="#_x0000_t75" style="width:103.8pt;height:37.4pt" o:ole="" fillcolor="window">
            <v:imagedata r:id="rId35" o:title=""/>
          </v:shape>
          <o:OLEObject Type="Embed" ProgID="Equation.3" ShapeID="_x0000_i1039" DrawAspect="Content" ObjectID="_1654981875" r:id="rId36"/>
        </w:object>
      </w:r>
    </w:p>
    <w:p w:rsidR="009B14D3" w:rsidRDefault="009B14D3" w:rsidP="000A6B6C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$760.86</w:t>
      </w:r>
    </w:p>
    <w:p w:rsidR="009B14D3" w:rsidRDefault="009B14D3" w:rsidP="009B14D3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 xml:space="preserve">If </w:t>
      </w:r>
      <w:r>
        <w:rPr>
          <w:rFonts w:ascii="Times New Roman" w:hAnsi="Times New Roman"/>
          <w:i/>
        </w:rPr>
        <w:t>m</w:t>
      </w:r>
      <w:r>
        <w:t xml:space="preserve"> = 2, then </w:t>
      </w:r>
      <w:r>
        <w:rPr>
          <w:rFonts w:ascii="Times New Roman" w:hAnsi="Times New Roman"/>
          <w:i/>
        </w:rPr>
        <w:t>i</w:t>
      </w:r>
      <w:r>
        <w:t xml:space="preserve"> = 3</w:t>
      </w:r>
      <w:r w:rsidR="000A6B6C">
        <w:t>.75</w:t>
      </w:r>
      <w:r>
        <w:t xml:space="preserve">%,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="000A6B6C" w:rsidRPr="00C92982">
        <w:rPr>
          <w:position w:val="-12"/>
        </w:rPr>
        <w:object w:dxaOrig="900" w:dyaOrig="380">
          <v:shape id="_x0000_i1040" type="#_x0000_t75" style="width:45.8pt;height:18.7pt" o:ole="">
            <v:imagedata r:id="rId37" o:title=""/>
          </v:shape>
          <o:OLEObject Type="Embed" ProgID="Equation.3" ShapeID="_x0000_i1040" DrawAspect="Content" ObjectID="_1654981876" r:id="rId38"/>
        </w:object>
      </w:r>
      <w:r>
        <w:t>, and</w:t>
      </w:r>
    </w:p>
    <w:p w:rsidR="009B14D3" w:rsidRDefault="00E00B43" w:rsidP="009B14D3">
      <w:pPr>
        <w:pStyle w:val="ISM"/>
      </w:pPr>
      <w:r>
        <w:rPr>
          <w:noProof/>
          <w:lang w:val="en-US"/>
        </w:rPr>
        <w:pict>
          <v:shape id="AutoShape 224" o:spid="_x0000_s1036" type="#_x0000_t61" style="position:absolute;margin-left:348.35pt;margin-top:11.45pt;width:124.7pt;height:81.7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" adj="-11120,10562" fillcolor="#cff">
            <v:fill opacity="26214f"/>
            <v:textbox inset="3.6pt,,3.6pt">
              <w:txbxContent>
                <w:p w:rsidR="00C52702" w:rsidRDefault="00C52702" w:rsidP="009B14D3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P/Y</w:t>
                  </w:r>
                </w:p>
                <w:p w:rsidR="00C52702" w:rsidRDefault="00C52702" w:rsidP="009B14D3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 w:rsidRPr="00847759">
                    <w:rPr>
                      <w:i/>
                      <w:iCs/>
                    </w:rPr>
                    <w:t>N</w:t>
                  </w:r>
                  <w:r>
                    <w:rPr>
                      <w:iCs/>
                    </w:rPr>
                    <w:t xml:space="preserve">, </w:t>
                  </w:r>
                  <w:r>
                    <w:rPr>
                      <w:i/>
                      <w:iCs/>
                    </w:rPr>
                    <w:t>PV, FV</w:t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B14D3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9B14D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–764.09</w:t>
                  </w:r>
                </w:p>
              </w:txbxContent>
            </v:textbox>
            <w10:wrap type="square"/>
          </v:shape>
        </w:pict>
      </w:r>
      <w:r w:rsidR="009B14D3">
        <w:tab/>
      </w:r>
      <w:r w:rsidR="009B14D3">
        <w:tab/>
      </w:r>
      <w:r w:rsidR="009B14D3">
        <w:tab/>
      </w:r>
      <w:r w:rsidR="009B14D3" w:rsidRPr="00E80907">
        <w:rPr>
          <w:position w:val="-10"/>
        </w:rPr>
        <w:object w:dxaOrig="1420" w:dyaOrig="380">
          <v:shape id="_x0000_i1041" type="#_x0000_t75" style="width:70.15pt;height:18.7pt" o:ole="" fillcolor="window">
            <v:imagedata r:id="rId22" o:title=""/>
          </v:shape>
          <o:OLEObject Type="Embed" ProgID="Equation.3" ShapeID="_x0000_i1041" DrawAspect="Content" ObjectID="_1654981877" r:id="rId39"/>
        </w:object>
      </w:r>
      <w:r w:rsidR="009B14D3">
        <w:t xml:space="preserve"> = </w:t>
      </w:r>
      <w:r w:rsidR="000A6B6C" w:rsidRPr="00C92982">
        <w:rPr>
          <w:position w:val="-10"/>
        </w:rPr>
        <w:object w:dxaOrig="1120" w:dyaOrig="400">
          <v:shape id="_x0000_i1042" type="#_x0000_t75" style="width:55.15pt;height:19.65pt" o:ole="" fillcolor="window">
            <v:imagedata r:id="rId40" o:title=""/>
          </v:shape>
          <o:OLEObject Type="Embed" ProgID="Equation.3" ShapeID="_x0000_i1042" DrawAspect="Content" ObjectID="_1654981878" r:id="rId41"/>
        </w:object>
      </w:r>
      <w:r w:rsidR="009B14D3">
        <w:t>– 1 = 0.0</w:t>
      </w:r>
      <w:r w:rsidR="000A6B6C">
        <w:t>0615452</w:t>
      </w:r>
      <w:r w:rsidR="008B2C19">
        <w:t>4</w:t>
      </w:r>
    </w:p>
    <w:p w:rsidR="009B14D3" w:rsidRDefault="00E00B43" w:rsidP="009B14D3">
      <w:pPr>
        <w:pStyle w:val="ISMab"/>
      </w:pPr>
      <w:r>
        <w:rPr>
          <w:noProof/>
          <w:lang w:val="en-US"/>
        </w:rPr>
        <w:pict>
          <v:shape id="AutoShape 226" o:spid="_x0000_s1703" type="#_x0000_t88" style="position:absolute;margin-left:245.15pt;margin-top:4.35pt;width:15.05pt;height:49.4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"/>
        </w:pict>
      </w:r>
      <w:r w:rsidR="009B14D3">
        <w:tab/>
      </w:r>
      <w:r w:rsidR="009B14D3">
        <w:tab/>
      </w:r>
      <w:r w:rsidR="009B14D3">
        <w:tab/>
      </w:r>
      <w:r w:rsidR="000A6B6C">
        <w:t xml:space="preserve">$50,000 = </w:t>
      </w:r>
      <w:r w:rsidR="000A6B6C">
        <w:rPr>
          <w:rFonts w:ascii="Times New Roman" w:hAnsi="Times New Roman"/>
          <w:i/>
        </w:rPr>
        <w:t xml:space="preserve">PMT </w:t>
      </w:r>
      <w:r w:rsidR="008B2C19" w:rsidRPr="008B2C19">
        <w:rPr>
          <w:position w:val="-32"/>
        </w:rPr>
        <w:object w:dxaOrig="2060" w:dyaOrig="740">
          <v:shape id="_x0000_i1043" type="#_x0000_t75" style="width:103.8pt;height:37.4pt" o:ole="" fillcolor="window">
            <v:imagedata r:id="rId42" o:title=""/>
          </v:shape>
          <o:OLEObject Type="Embed" ProgID="Equation.3" ShapeID="_x0000_i1043" DrawAspect="Content" ObjectID="_1654981879" r:id="rId43"/>
        </w:object>
      </w:r>
    </w:p>
    <w:p w:rsidR="009B14D3" w:rsidRDefault="009B14D3" w:rsidP="009B14D3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A6B6C">
        <w:rPr>
          <w:u w:val="double"/>
        </w:rPr>
        <w:t>764</w:t>
      </w:r>
      <w:r>
        <w:rPr>
          <w:u w:val="double"/>
        </w:rPr>
        <w:t>.</w:t>
      </w:r>
      <w:r w:rsidR="000A6B6C">
        <w:rPr>
          <w:u w:val="double"/>
        </w:rPr>
        <w:t>09</w:t>
      </w:r>
    </w:p>
    <w:p w:rsidR="004978D2" w:rsidRDefault="004978D2" w:rsidP="009B14D3">
      <w:pPr>
        <w:pStyle w:val="ISMab"/>
      </w:pPr>
    </w:p>
    <w:p w:rsidR="009B14D3" w:rsidRDefault="009B14D3" w:rsidP="009B14D3">
      <w:pPr>
        <w:pStyle w:val="ISMab"/>
      </w:pPr>
      <w:r>
        <w:tab/>
      </w:r>
      <w:r>
        <w:tab/>
        <w:t>Similarly,</w:t>
      </w:r>
    </w:p>
    <w:p w:rsidR="009B14D3" w:rsidRDefault="009B14D3" w:rsidP="000A6B6C">
      <w:pPr>
        <w:pStyle w:val="ISMab"/>
      </w:pPr>
      <w:r>
        <w:tab/>
      </w:r>
      <w:r>
        <w:tab/>
      </w:r>
      <w:r>
        <w:rPr>
          <w:i/>
        </w:rPr>
        <w:t>c</w:t>
      </w:r>
      <w:r w:rsidRPr="00BA144C">
        <w:rPr>
          <w:i/>
        </w:rPr>
        <w:t>.</w:t>
      </w:r>
      <w:r>
        <w:tab/>
        <w:t xml:space="preserve">If </w:t>
      </w:r>
      <w:r>
        <w:rPr>
          <w:rFonts w:ascii="Times New Roman" w:hAnsi="Times New Roman"/>
          <w:i/>
        </w:rPr>
        <w:t>m</w:t>
      </w:r>
      <w:r>
        <w:t xml:space="preserve"> = 4, then </w:t>
      </w:r>
      <w:r>
        <w:rPr>
          <w:rFonts w:ascii="Times New Roman" w:hAnsi="Times New Roman"/>
          <w:i/>
        </w:rPr>
        <w:t>i</w:t>
      </w:r>
      <w:r>
        <w:t xml:space="preserve"> = 1.</w:t>
      </w:r>
      <w:r w:rsidR="000A6B6C">
        <w:t>87</w:t>
      </w:r>
      <w:r>
        <w:t xml:space="preserve">5%%,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="000A6B6C" w:rsidRPr="00C92982">
        <w:rPr>
          <w:position w:val="-12"/>
        </w:rPr>
        <w:object w:dxaOrig="800" w:dyaOrig="380">
          <v:shape id="_x0000_i1044" type="#_x0000_t75" style="width:40.2pt;height:18.7pt" o:ole="">
            <v:imagedata r:id="rId44" o:title=""/>
          </v:shape>
          <o:OLEObject Type="Embed" ProgID="Equation.3" ShapeID="_x0000_i1044" DrawAspect="Content" ObjectID="_1654981880" r:id="rId45"/>
        </w:object>
      </w:r>
      <w:r>
        <w:t xml:space="preserve">, and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A6B6C">
        <w:rPr>
          <w:u w:val="double"/>
        </w:rPr>
        <w:t>765</w:t>
      </w:r>
      <w:r>
        <w:rPr>
          <w:u w:val="double"/>
        </w:rPr>
        <w:t>.</w:t>
      </w:r>
      <w:r w:rsidR="000A6B6C">
        <w:rPr>
          <w:u w:val="double"/>
        </w:rPr>
        <w:t>77</w:t>
      </w:r>
    </w:p>
    <w:p w:rsidR="009B14D3" w:rsidRDefault="009B14D3" w:rsidP="000A6B6C">
      <w:pPr>
        <w:pStyle w:val="ISMab"/>
      </w:pPr>
      <w:r>
        <w:tab/>
      </w:r>
      <w:r>
        <w:tab/>
      </w:r>
      <w:r>
        <w:rPr>
          <w:i/>
        </w:rPr>
        <w:t>d</w:t>
      </w:r>
      <w:r w:rsidRPr="00BA144C">
        <w:rPr>
          <w:i/>
        </w:rPr>
        <w:t>.</w:t>
      </w:r>
      <w:r>
        <w:tab/>
        <w:t xml:space="preserve">If </w:t>
      </w:r>
      <w:r>
        <w:rPr>
          <w:rFonts w:ascii="Times New Roman" w:hAnsi="Times New Roman"/>
          <w:i/>
        </w:rPr>
        <w:t>m</w:t>
      </w:r>
      <w:r>
        <w:t xml:space="preserve"> = 12, then </w:t>
      </w:r>
      <w:r>
        <w:rPr>
          <w:rFonts w:ascii="Times New Roman" w:hAnsi="Times New Roman"/>
          <w:i/>
        </w:rPr>
        <w:t>i</w:t>
      </w:r>
      <w:r>
        <w:t xml:space="preserve"> = 0.</w:t>
      </w:r>
      <w:r w:rsidR="000A6B6C">
        <w:t>62</w:t>
      </w:r>
      <w:r>
        <w:t xml:space="preserve">5%%,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="000A6B6C">
        <w:t>1</w:t>
      </w:r>
      <w:r>
        <w:t xml:space="preserve">, and we obtain </w:t>
      </w:r>
      <w:r w:rsidRPr="00BA144C"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A6B6C">
        <w:rPr>
          <w:u w:val="double"/>
        </w:rPr>
        <w:t>766</w:t>
      </w:r>
      <w:r>
        <w:rPr>
          <w:u w:val="double"/>
        </w:rPr>
        <w:t>.</w:t>
      </w:r>
      <w:r w:rsidR="000A6B6C">
        <w:rPr>
          <w:u w:val="double"/>
        </w:rPr>
        <w:t>91</w:t>
      </w:r>
    </w:p>
    <w:p w:rsidR="00670C2D" w:rsidRDefault="00670C2D" w:rsidP="00BA144C">
      <w:pPr>
        <w:pStyle w:val="ISMab"/>
      </w:pPr>
    </w:p>
    <w:p w:rsidR="00A46813" w:rsidRDefault="00A46813" w:rsidP="00A46813">
      <w:pPr>
        <w:pStyle w:val="ISMab"/>
      </w:pPr>
      <w:r>
        <w:tab/>
        <w:t>9.</w:t>
      </w:r>
      <w:r>
        <w:tab/>
        <w:t xml:space="preserve">Given: </w:t>
      </w:r>
      <w:r w:rsidR="00961A01">
        <w:rPr>
          <w:rFonts w:ascii="Times New Roman" w:hAnsi="Times New Roman"/>
          <w:i/>
        </w:rPr>
        <w:t>n</w:t>
      </w:r>
      <w:r w:rsidR="00961A01">
        <w:t xml:space="preserve"> = 12(3) = 36, </w:t>
      </w:r>
      <w:r w:rsidR="009E7BC6">
        <w:rPr>
          <w:rFonts w:ascii="Times New Roman" w:hAnsi="Times New Roman"/>
          <w:i/>
        </w:rPr>
        <w:t>FV</w:t>
      </w:r>
      <w:r w:rsidR="009E7BC6">
        <w:t xml:space="preserve"> </w:t>
      </w:r>
      <w:r>
        <w:t>= $</w:t>
      </w:r>
      <w:r w:rsidR="009E7BC6">
        <w:t>15,000</w:t>
      </w:r>
      <w:r>
        <w:t xml:space="preserve">;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9E7BC6">
        <w:t>4</w:t>
      </w:r>
      <w:r>
        <w:t xml:space="preserve">%; </w:t>
      </w:r>
      <w:r>
        <w:rPr>
          <w:rFonts w:ascii="Times New Roman" w:hAnsi="Times New Roman"/>
          <w:i/>
        </w:rPr>
        <w:t>m</w:t>
      </w:r>
      <w:r>
        <w:t xml:space="preserve"> = </w:t>
      </w:r>
      <w:r w:rsidR="009E7BC6">
        <w:t>12</w:t>
      </w:r>
      <w:r>
        <w:t xml:space="preserve">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9E7BC6" w:rsidRPr="00C92982">
        <w:rPr>
          <w:position w:val="-12"/>
        </w:rPr>
        <w:object w:dxaOrig="300" w:dyaOrig="360">
          <v:shape id="_x0000_i1045" type="#_x0000_t75" style="width:14.95pt;height:18.7pt" o:ole="">
            <v:imagedata r:id="rId46" o:title=""/>
          </v:shape>
          <o:OLEObject Type="Embed" ProgID="Equation.3" ShapeID="_x0000_i1045" DrawAspect="Content" ObjectID="_1654981881" r:id="rId47"/>
        </w:object>
      </w:r>
      <w:r>
        <w:t xml:space="preserve">= </w:t>
      </w:r>
      <w:r w:rsidR="009E7BC6" w:rsidRPr="009E7BC6">
        <w:rPr>
          <w:position w:val="-6"/>
        </w:rPr>
        <w:object w:dxaOrig="340" w:dyaOrig="340">
          <v:shape id="_x0000_i1046" type="#_x0000_t75" style="width:17.75pt;height:17.75pt" o:ole="">
            <v:imagedata r:id="rId48" o:title=""/>
          </v:shape>
          <o:OLEObject Type="Embed" ProgID="Equation.3" ShapeID="_x0000_i1046" DrawAspect="Content" ObjectID="_1654981882" r:id="rId49"/>
        </w:object>
      </w:r>
      <w:r>
        <w:t>%</w:t>
      </w:r>
    </w:p>
    <w:p w:rsidR="00B25FFC" w:rsidRDefault="00E00B43">
      <w:pPr>
        <w:pStyle w:val="ISMab"/>
      </w:pPr>
      <w:r>
        <w:rPr>
          <w:noProof/>
          <w:lang w:val="en-US"/>
        </w:rPr>
        <w:pict>
          <v:shape id="AutoShape 229" o:spid="_x0000_s1037" type="#_x0000_t61" style="position:absolute;margin-left:309.95pt;margin-top:.95pt;width:134.55pt;height:131.1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" adj="-12081,11265" fillcolor="#cff">
            <v:fill opacity="26214f"/>
            <v:textbox inset="3.6pt,,3.6pt">
              <w:txbxContent>
                <w:p w:rsidR="00C52702" w:rsidRDefault="00C52702" w:rsidP="00C04EE2">
                  <w:pPr>
                    <w:spacing w:line="30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04EE2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C04EE2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C04EE2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04EE2">
                  <w:pPr>
                    <w:spacing w:line="300" w:lineRule="exact"/>
                    <w:ind w:right="42"/>
                    <w:jc w:val="right"/>
                  </w:pPr>
                  <w:r>
                    <w:t xml:space="preserve">15000  </w:t>
                  </w:r>
                  <w:r w:rsidRPr="00821295">
                    <w:rPr>
                      <w:rFonts w:cs="Arial"/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821295">
                    <w:rPr>
                      <w:rFonts w:cs="Arial"/>
                      <w:b/>
                      <w:bCs/>
                      <w:bdr w:val="single" w:sz="12" w:space="0" w:color="auto"/>
                      <w:shd w:val="clear" w:color="auto" w:fill="C0C0C0"/>
                    </w:rPr>
                    <w:t>+ /</w:t>
                  </w:r>
                  <w:r w:rsidRPr="00821295"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 w:rsidRPr="00821295">
                    <w:rPr>
                      <w:rFonts w:cs="Arial"/>
                      <w:b/>
                      <w:bdr w:val="single" w:sz="12" w:space="0" w:color="auto"/>
                      <w:shd w:val="clear" w:color="auto" w:fill="C0C0C0"/>
                    </w:rPr>
                    <w:t>–</w:t>
                  </w:r>
                  <w:r w:rsidRPr="00821295">
                    <w:rPr>
                      <w:rFonts w:cs="Arial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821295">
                    <w:rPr>
                      <w:rFonts w:cs="Arial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04EE2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C04EE2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 xml:space="preserve"> PMT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C04EE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392.86</w:t>
                  </w:r>
                </w:p>
              </w:txbxContent>
            </v:textbox>
            <w10:wrap type="square"/>
          </v:shape>
        </w:pict>
      </w:r>
      <w:r w:rsidR="00A46813">
        <w:tab/>
      </w:r>
      <w:r w:rsidR="00A46813">
        <w:tab/>
      </w:r>
      <w:r w:rsidR="00A46813">
        <w:tab/>
        <w:t xml:space="preserve">     </w:t>
      </w:r>
    </w:p>
    <w:p w:rsidR="00A46813" w:rsidRDefault="00C04EE2" w:rsidP="00A46813">
      <w:pPr>
        <w:pStyle w:val="ISMab"/>
      </w:pPr>
      <w:r>
        <w:tab/>
      </w:r>
      <w:r>
        <w:tab/>
        <w:t>The monthly annuity p</w:t>
      </w:r>
      <w:r w:rsidR="00A46813">
        <w:t xml:space="preserve">ayment </w:t>
      </w:r>
      <w:r>
        <w:t xml:space="preserve">is the value of </w:t>
      </w:r>
      <w:r w:rsidR="00A46813" w:rsidRPr="00847759">
        <w:rPr>
          <w:rFonts w:ascii="Times New Roman" w:hAnsi="Times New Roman"/>
          <w:i/>
        </w:rPr>
        <w:t>PMT</w:t>
      </w:r>
      <w:r w:rsidR="00A46813">
        <w:t xml:space="preserve"> in</w:t>
      </w:r>
    </w:p>
    <w:p w:rsidR="00A46813" w:rsidRDefault="00E00B43" w:rsidP="00A46813">
      <w:pPr>
        <w:pStyle w:val="ISMab"/>
      </w:pPr>
      <w:r>
        <w:rPr>
          <w:noProof/>
          <w:lang w:val="en-US"/>
        </w:rPr>
        <w:pict>
          <v:shape id="_x0000_s1694" type="#_x0000_t88" style="position:absolute;margin-left:197.85pt;margin-top:2.85pt;width:15.05pt;height:49.4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"/>
        </w:pict>
      </w:r>
      <w:r w:rsidR="00A46813">
        <w:tab/>
      </w:r>
      <w:r w:rsidR="00A46813">
        <w:tab/>
      </w:r>
      <w:r w:rsidR="00A46813">
        <w:tab/>
        <w:t>$</w:t>
      </w:r>
      <w:r w:rsidR="009E7BC6">
        <w:t>15,000</w:t>
      </w:r>
      <w:r w:rsidR="00A46813">
        <w:t xml:space="preserve"> = </w:t>
      </w:r>
      <w:r w:rsidR="00A46813">
        <w:rPr>
          <w:rFonts w:ascii="Times New Roman" w:hAnsi="Times New Roman"/>
          <w:i/>
        </w:rPr>
        <w:t xml:space="preserve">PMT </w:t>
      </w:r>
      <w:r w:rsidR="00F97C6B" w:rsidRPr="009E7BC6">
        <w:rPr>
          <w:position w:val="-38"/>
        </w:rPr>
        <w:object w:dxaOrig="1300" w:dyaOrig="880">
          <v:shape id="_x0000_i1047" type="#_x0000_t75" style="width:64.5pt;height:43.95pt" o:ole="" fillcolor="window">
            <v:imagedata r:id="rId50" o:title=""/>
          </v:shape>
          <o:OLEObject Type="Embed" ProgID="Equation.3" ShapeID="_x0000_i1047" DrawAspect="Content" ObjectID="_1654981883" r:id="rId51"/>
        </w:object>
      </w:r>
    </w:p>
    <w:p w:rsidR="00A46813" w:rsidRDefault="00A46813" w:rsidP="00A46813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  <w:t xml:space="preserve">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9E7BC6">
        <w:rPr>
          <w:u w:val="double"/>
        </w:rPr>
        <w:t>392.86</w:t>
      </w:r>
    </w:p>
    <w:p w:rsidR="00A76F42" w:rsidRDefault="00A76F42">
      <w:pPr>
        <w:pStyle w:val="ISMab"/>
      </w:pPr>
    </w:p>
    <w:p w:rsidR="004978D2" w:rsidRDefault="004978D2">
      <w:r>
        <w:br w:type="page"/>
      </w:r>
    </w:p>
    <w:p w:rsidR="004754CD" w:rsidRDefault="00E00B43" w:rsidP="004754CD">
      <w:pPr>
        <w:pStyle w:val="ISM"/>
      </w:pPr>
      <w:r>
        <w:rPr>
          <w:noProof/>
          <w:lang w:val="en-US"/>
        </w:rPr>
        <w:lastRenderedPageBreak/>
        <w:pict>
          <v:shape id="AutoShape 43" o:spid="_x0000_s1038" type="#_x0000_t61" style="position:absolute;margin-left:341.9pt;margin-top:8.75pt;width:142.2pt;height:130.8pt;z-index:251580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" adj="-7565,16497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20000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–257.28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25696B">
        <w:t>11</w:t>
      </w:r>
      <w:r w:rsidR="004754CD">
        <w:t>.</w:t>
      </w:r>
      <w:r w:rsidR="004754CD">
        <w:tab/>
        <w:t>Original loan = Present value of all payments</w:t>
      </w:r>
    </w:p>
    <w:p w:rsidR="004754CD" w:rsidRDefault="004754CD" w:rsidP="004754CD">
      <w:pPr>
        <w:pStyle w:val="ISM"/>
      </w:pPr>
      <w:r>
        <w:tab/>
      </w:r>
      <w:r>
        <w:tab/>
        <w:t>The payments in this case form a</w:t>
      </w:r>
      <w:r w:rsidR="00656E3A">
        <w:t>n ordinary</w:t>
      </w:r>
      <w:r>
        <w:t xml:space="preserve"> general annuity having</w:t>
      </w:r>
    </w:p>
    <w:p w:rsidR="004754CD" w:rsidRDefault="004754CD" w:rsidP="004754CD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$20,000,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88394F">
        <w:t>1</w:t>
      </w:r>
      <w:r>
        <w:t xml:space="preserve">2(7.5) = </w:t>
      </w:r>
      <w:r w:rsidR="0088394F">
        <w:t>90</w:t>
      </w:r>
      <w:r>
        <w:t xml:space="preserve">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5465D3" w:rsidRPr="0088394F">
        <w:rPr>
          <w:position w:val="-12"/>
        </w:rPr>
        <w:object w:dxaOrig="320" w:dyaOrig="360">
          <v:shape id="_x0000_i1048" type="#_x0000_t75" style="width:16.85pt;height:18.7pt" o:ole="" fillcolor="window">
            <v:imagedata r:id="rId52" o:title=""/>
          </v:shape>
          <o:OLEObject Type="Embed" ProgID="Equation.3" ShapeID="_x0000_i1048" DrawAspect="Content" ObjectID="_1654981884" r:id="rId53"/>
        </w:object>
      </w:r>
      <w:r>
        <w:t xml:space="preserve"> = </w:t>
      </w:r>
      <w:r w:rsidR="005465D3">
        <w:t>2</w:t>
      </w:r>
      <w:r>
        <w:t>%,</w:t>
      </w:r>
      <w:r>
        <w:rPr>
          <w:rFonts w:ascii="Times New Roman" w:hAnsi="Times New Roman"/>
          <w:i/>
        </w:rPr>
        <w:t xml:space="preserve"> c</w:t>
      </w:r>
      <w:r>
        <w:t xml:space="preserve"> = </w:t>
      </w:r>
      <w:r w:rsidR="0088394F" w:rsidRPr="0088394F">
        <w:rPr>
          <w:position w:val="-12"/>
        </w:rPr>
        <w:object w:dxaOrig="900" w:dyaOrig="380">
          <v:shape id="_x0000_i1049" type="#_x0000_t75" style="width:45.8pt;height:18.7pt" o:ole="" fillcolor="window">
            <v:imagedata r:id="rId54" o:title=""/>
          </v:shape>
          <o:OLEObject Type="Embed" ProgID="Equation.3" ShapeID="_x0000_i1049" DrawAspect="Content" ObjectID="_1654981885" r:id="rId55"/>
        </w:object>
      </w:r>
      <w:r w:rsidR="0088394F">
        <w:t xml:space="preserve"> </w:t>
      </w:r>
    </w:p>
    <w:p w:rsidR="004754CD" w:rsidRDefault="00E00B43" w:rsidP="004754CD">
      <w:pPr>
        <w:pStyle w:val="ISM"/>
      </w:pPr>
      <w:r>
        <w:rPr>
          <w:noProof/>
          <w:sz w:val="20"/>
          <w:lang w:val="en-US"/>
        </w:rPr>
        <w:pict>
          <v:shape id="AutoShape 5" o:spid="_x0000_s1688" type="#_x0000_t88" style="position:absolute;margin-left:277.4pt;margin-top:1.05pt;width:9pt;height:63pt;z-index:251579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" adj=",11006"/>
        </w:pict>
      </w:r>
      <w:r w:rsidR="004754CD">
        <w:tab/>
      </w:r>
      <w:r w:rsidR="004754CD">
        <w:tab/>
      </w:r>
      <w:r w:rsidR="004754CD" w:rsidRPr="00E80907">
        <w:rPr>
          <w:position w:val="-10"/>
        </w:rPr>
        <w:object w:dxaOrig="1420" w:dyaOrig="380">
          <v:shape id="_x0000_i1050" type="#_x0000_t75" style="width:70.15pt;height:18.7pt" o:ole="" fillcolor="window">
            <v:imagedata r:id="rId22" o:title=""/>
          </v:shape>
          <o:OLEObject Type="Embed" ProgID="Equation.3" ShapeID="_x0000_i1050" DrawAspect="Content" ObjectID="_1654981886" r:id="rId56"/>
        </w:object>
      </w:r>
      <w:r w:rsidR="004754CD">
        <w:t xml:space="preserve"> = </w:t>
      </w:r>
      <w:r w:rsidR="005465D3" w:rsidRPr="0088394F">
        <w:rPr>
          <w:position w:val="-10"/>
        </w:rPr>
        <w:object w:dxaOrig="880" w:dyaOrig="420">
          <v:shape id="_x0000_i1051" type="#_x0000_t75" style="width:43.95pt;height:20.55pt" o:ole="" fillcolor="window">
            <v:imagedata r:id="rId57" o:title=""/>
          </v:shape>
          <o:OLEObject Type="Embed" ProgID="Equation.3" ShapeID="_x0000_i1051" DrawAspect="Content" ObjectID="_1654981887" r:id="rId58"/>
        </w:object>
      </w:r>
      <w:r w:rsidR="004754CD">
        <w:t>– 1 = 0.0</w:t>
      </w:r>
      <w:r w:rsidR="0088394F">
        <w:t>0</w:t>
      </w:r>
      <w:r w:rsidR="005465D3">
        <w:t>330589</w:t>
      </w:r>
    </w:p>
    <w:p w:rsidR="004754CD" w:rsidRDefault="004754CD" w:rsidP="004754CD">
      <w:pPr>
        <w:pStyle w:val="ISM"/>
        <w:rPr>
          <w:rFonts w:ascii="Times New Roman" w:hAnsi="Times New Roman"/>
        </w:rPr>
      </w:pPr>
      <w:r>
        <w:tab/>
      </w:r>
      <w:r>
        <w:tab/>
        <w:t xml:space="preserve">$20,000 = </w:t>
      </w:r>
      <w:r>
        <w:rPr>
          <w:rFonts w:ascii="Times New Roman" w:hAnsi="Times New Roman"/>
          <w:i/>
        </w:rPr>
        <w:t xml:space="preserve">PMT </w:t>
      </w:r>
      <w:r w:rsidR="004D5DCC" w:rsidRPr="004D5DCC">
        <w:rPr>
          <w:position w:val="-30"/>
        </w:rPr>
        <w:object w:dxaOrig="1939" w:dyaOrig="720">
          <v:shape id="_x0000_i1052" type="#_x0000_t75" style="width:97.25pt;height:36.45pt" o:ole="" fillcolor="window">
            <v:imagedata r:id="rId59" o:title=""/>
          </v:shape>
          <o:OLEObject Type="Embed" ProgID="Equation.DSMT4" ShapeID="_x0000_i1052" DrawAspect="Content" ObjectID="_1654981888" r:id="rId60"/>
        </w:object>
      </w:r>
    </w:p>
    <w:p w:rsidR="004754CD" w:rsidRDefault="004754CD" w:rsidP="004754CD">
      <w:pPr>
        <w:pStyle w:val="ISM"/>
        <w:rPr>
          <w:u w:val="double"/>
        </w:rPr>
      </w:pPr>
      <w:r>
        <w:tab/>
      </w:r>
      <w:r>
        <w:tab/>
      </w:r>
      <w:r>
        <w:tab/>
        <w:t xml:space="preserve"> </w:t>
      </w:r>
      <w:r>
        <w:rPr>
          <w:sz w:val="16"/>
        </w:rPr>
        <w:t xml:space="preserve"> </w:t>
      </w:r>
      <w:r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5465D3">
        <w:rPr>
          <w:u w:val="double"/>
        </w:rPr>
        <w:t>257.28</w:t>
      </w:r>
    </w:p>
    <w:p w:rsidR="004754CD" w:rsidRDefault="004754CD" w:rsidP="004754CD">
      <w:pPr>
        <w:pStyle w:val="ISM"/>
      </w:pPr>
      <w:r>
        <w:tab/>
      </w:r>
      <w:r>
        <w:tab/>
        <w:t xml:space="preserve">The </w:t>
      </w:r>
      <w:r w:rsidR="009E0A7E">
        <w:t>monthly</w:t>
      </w:r>
      <w:r>
        <w:t xml:space="preserve"> payment is $</w:t>
      </w:r>
      <w:r w:rsidR="009E0A7E">
        <w:t>2</w:t>
      </w:r>
      <w:r w:rsidR="005465D3">
        <w:t>57.28</w:t>
      </w:r>
      <w:r>
        <w:t>.</w:t>
      </w:r>
    </w:p>
    <w:p w:rsidR="004754CD" w:rsidRDefault="004754CD" w:rsidP="004754CD">
      <w:pPr>
        <w:pStyle w:val="ISM"/>
      </w:pPr>
      <w:r>
        <w:tab/>
      </w:r>
      <w:r>
        <w:tab/>
        <w:t xml:space="preserve">Total interest Karen will pay </w:t>
      </w:r>
    </w:p>
    <w:p w:rsidR="004754CD" w:rsidRDefault="004754CD" w:rsidP="00710004">
      <w:pPr>
        <w:pStyle w:val="ISM"/>
      </w:pPr>
      <w:r>
        <w:tab/>
      </w:r>
      <w:r>
        <w:tab/>
      </w:r>
      <w:r>
        <w:tab/>
      </w:r>
      <w:r>
        <w:tab/>
      </w:r>
      <w:r w:rsidR="009E0A7E">
        <w:t>90</w:t>
      </w:r>
      <w:r>
        <w:t>($</w:t>
      </w:r>
      <w:r w:rsidR="009E0A7E">
        <w:t>2</w:t>
      </w:r>
      <w:r w:rsidR="005465D3">
        <w:t>57.28</w:t>
      </w:r>
      <w:r>
        <w:t xml:space="preserve">) </w:t>
      </w:r>
      <w:r>
        <w:sym w:font="Symbol" w:char="F02D"/>
      </w:r>
      <w:r>
        <w:t xml:space="preserve"> $20,000 = </w:t>
      </w:r>
      <w:r>
        <w:rPr>
          <w:u w:val="double"/>
        </w:rPr>
        <w:t>$</w:t>
      </w:r>
      <w:r w:rsidR="005465D3">
        <w:rPr>
          <w:u w:val="double"/>
        </w:rPr>
        <w:t>3155.20</w:t>
      </w:r>
      <w:r>
        <w:t>.</w:t>
      </w:r>
    </w:p>
    <w:p w:rsidR="001A1524" w:rsidRDefault="001A1524" w:rsidP="004754CD">
      <w:pPr>
        <w:pStyle w:val="ISM"/>
      </w:pPr>
    </w:p>
    <w:p w:rsidR="004754CD" w:rsidRDefault="004754CD" w:rsidP="004754CD">
      <w:pPr>
        <w:pStyle w:val="ISM"/>
      </w:pPr>
      <w:r>
        <w:tab/>
      </w:r>
      <w:r w:rsidR="0025696B">
        <w:t>13</w:t>
      </w:r>
      <w:r>
        <w:t>.</w:t>
      </w:r>
      <w:r>
        <w:tab/>
        <w:t xml:space="preserve">The $600,000 balance is the present value of the 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44" o:spid="_x0000_s1039" type="#_x0000_t61" style="position:absolute;margin-left:363.5pt;margin-top:.55pt;width:116.15pt;height:129pt;z-index:251581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" adj="-12422,11746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–14,839.78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9F6816">
        <w:t xml:space="preserve">payments which form </w:t>
      </w:r>
      <w:r w:rsidR="004754CD">
        <w:t>an ordinary general annuity.</w:t>
      </w:r>
    </w:p>
    <w:p w:rsidR="004754CD" w:rsidRDefault="004754CD" w:rsidP="004754CD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$600,000, </w:t>
      </w:r>
      <w:r>
        <w:rPr>
          <w:rFonts w:ascii="Times New Roman" w:hAnsi="Times New Roman"/>
          <w:i/>
        </w:rPr>
        <w:t>n</w:t>
      </w:r>
      <w:r>
        <w:t xml:space="preserve"> = 4(20) = 80, </w:t>
      </w:r>
      <w:r>
        <w:rPr>
          <w:rFonts w:ascii="Times New Roman" w:hAnsi="Times New Roman"/>
          <w:i/>
        </w:rPr>
        <w:t>i</w:t>
      </w:r>
      <w:r>
        <w:t xml:space="preserve"> = 8%, </w:t>
      </w:r>
      <w:r w:rsidRPr="009F6816"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16"/>
        </w:rPr>
        <w:object w:dxaOrig="220" w:dyaOrig="420">
          <v:shape id="_x0000_i1053" type="#_x0000_t75" style="width:11.2pt;height:20.55pt" o:ole="" fillcolor="window">
            <v:imagedata r:id="rId61" o:title=""/>
          </v:shape>
          <o:OLEObject Type="Embed" ProgID="Equation.3" ShapeID="_x0000_i1053" DrawAspect="Content" ObjectID="_1654981889" r:id="rId62"/>
        </w:object>
      </w:r>
      <w:r>
        <w:t xml:space="preserve"> = 0.25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45" o:spid="_x0000_s1677" type="#_x0000_t88" style="position:absolute;margin-left:266.65pt;margin-top:.75pt;width:10.75pt;height:70.95pt;z-index:251582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"/>
        </w:pict>
      </w:r>
      <w:r w:rsidR="004754CD">
        <w:tab/>
      </w:r>
      <w:r w:rsidR="004754CD">
        <w:tab/>
      </w:r>
      <w:r w:rsidR="004754CD" w:rsidRPr="00E80907">
        <w:rPr>
          <w:position w:val="-10"/>
        </w:rPr>
        <w:object w:dxaOrig="1420" w:dyaOrig="380">
          <v:shape id="_x0000_i1054" type="#_x0000_t75" style="width:70.15pt;height:18.7pt" o:ole="" fillcolor="window">
            <v:imagedata r:id="rId22" o:title=""/>
          </v:shape>
          <o:OLEObject Type="Embed" ProgID="Equation.3" ShapeID="_x0000_i1054" DrawAspect="Content" ObjectID="_1654981890" r:id="rId63"/>
        </w:object>
      </w:r>
      <w:r w:rsidR="004754CD">
        <w:t xml:space="preserve"> = </w:t>
      </w:r>
      <w:r w:rsidR="004754CD" w:rsidRPr="00E80907">
        <w:rPr>
          <w:position w:val="-10"/>
        </w:rPr>
        <w:object w:dxaOrig="980" w:dyaOrig="380">
          <v:shape id="_x0000_i1055" type="#_x0000_t75" style="width:48.6pt;height:18.7pt" o:ole="" fillcolor="window">
            <v:imagedata r:id="rId64" o:title=""/>
          </v:shape>
          <o:OLEObject Type="Embed" ProgID="Equation.3" ShapeID="_x0000_i1055" DrawAspect="Content" ObjectID="_1654981891" r:id="rId65"/>
        </w:object>
      </w:r>
      <w:r w:rsidR="004754CD">
        <w:t xml:space="preserve"> – 1 = 0.019426547 </w:t>
      </w:r>
    </w:p>
    <w:p w:rsidR="004754CD" w:rsidRDefault="004754CD" w:rsidP="004754CD">
      <w:pPr>
        <w:pStyle w:val="ISM"/>
      </w:pPr>
      <w:r>
        <w:tab/>
      </w:r>
      <w:r>
        <w:tab/>
        <w:t xml:space="preserve">$600,000 =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2240" w:dyaOrig="780">
          <v:shape id="_x0000_i1056" type="#_x0000_t75" style="width:112.2pt;height:39.25pt" o:ole="" fillcolor="window">
            <v:imagedata r:id="rId66" o:title=""/>
          </v:shape>
          <o:OLEObject Type="Embed" ProgID="Equation.3" ShapeID="_x0000_i1056" DrawAspect="Content" ObjectID="_1654981892" r:id="rId67"/>
        </w:object>
      </w:r>
    </w:p>
    <w:p w:rsidR="004754CD" w:rsidRDefault="004754CD" w:rsidP="004754CD">
      <w:pPr>
        <w:pStyle w:val="ISM"/>
        <w:rPr>
          <w:u w:val="double"/>
        </w:rPr>
      </w:pP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$14,839.78</w:t>
      </w:r>
    </w:p>
    <w:p w:rsidR="004754CD" w:rsidRDefault="004754CD" w:rsidP="004754CD">
      <w:pPr>
        <w:pStyle w:val="ISM"/>
      </w:pPr>
      <w:r>
        <w:tab/>
      </w:r>
      <w:r>
        <w:tab/>
        <w:t>Henry</w:t>
      </w:r>
      <w:r w:rsidR="00042FA2">
        <w:t>’</w:t>
      </w:r>
      <w:r>
        <w:t>s quarterly payments will be $14,839.78.</w:t>
      </w:r>
    </w:p>
    <w:p w:rsidR="009F6816" w:rsidRDefault="004754CD" w:rsidP="009F6816">
      <w:pPr>
        <w:pStyle w:val="ISM"/>
      </w:pPr>
      <w:r>
        <w:tab/>
      </w:r>
      <w:r>
        <w:tab/>
        <w:t xml:space="preserve">Total interest Henry will pay </w:t>
      </w:r>
      <w:r w:rsidR="009F6816">
        <w:t>is</w:t>
      </w:r>
    </w:p>
    <w:p w:rsidR="004754CD" w:rsidRDefault="004754CD" w:rsidP="009F6816">
      <w:pPr>
        <w:pStyle w:val="ISM"/>
        <w:spacing w:after="240"/>
        <w:ind w:left="1440"/>
      </w:pPr>
      <w:r>
        <w:t xml:space="preserve">80($14,839.78) </w:t>
      </w:r>
      <w:r>
        <w:sym w:font="Symbol" w:char="F02D"/>
      </w:r>
      <w:r>
        <w:t xml:space="preserve"> $600,000 = </w:t>
      </w:r>
      <w:r>
        <w:rPr>
          <w:u w:val="double"/>
        </w:rPr>
        <w:t>$587,182.40</w:t>
      </w:r>
      <w:r>
        <w:t>.</w:t>
      </w:r>
    </w:p>
    <w:p w:rsidR="004754CD" w:rsidRDefault="004754CD" w:rsidP="004754CD">
      <w:pPr>
        <w:pStyle w:val="ISM"/>
      </w:pPr>
      <w:r>
        <w:tab/>
      </w:r>
      <w:r w:rsidR="0025696B">
        <w:t>15</w:t>
      </w:r>
      <w:r>
        <w:t>.</w:t>
      </w:r>
      <w:r>
        <w:tab/>
        <w:t>The future value of the replacement payments is $25,000.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46" o:spid="_x0000_s1040" type="#_x0000_t61" style="position:absolute;margin-left:340.7pt;margin-top:7.5pt;width:131.15pt;height:129pt;z-index:251583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" adj="-15942,7192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25000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–2222.05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4754CD">
        <w:rPr>
          <w:rFonts w:ascii="Times New Roman" w:hAnsi="Times New Roman"/>
          <w:i/>
        </w:rPr>
        <w:t>FV</w:t>
      </w:r>
      <w:r w:rsidR="004754CD">
        <w:t xml:space="preserve"> = $25,000, </w:t>
      </w:r>
      <w:r w:rsidR="004754CD">
        <w:rPr>
          <w:rFonts w:ascii="Times New Roman" w:hAnsi="Times New Roman"/>
          <w:i/>
        </w:rPr>
        <w:t>n</w:t>
      </w:r>
      <w:r w:rsidR="004754CD">
        <w:t xml:space="preserve"> = 11,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t xml:space="preserve"> = </w:t>
      </w:r>
      <w:r w:rsidR="004754CD" w:rsidRPr="00E80907">
        <w:rPr>
          <w:position w:val="-16"/>
        </w:rPr>
        <w:object w:dxaOrig="520" w:dyaOrig="440">
          <v:shape id="_x0000_i1057" type="#_x0000_t75" style="width:26.2pt;height:21.5pt" o:ole="" fillcolor="window">
            <v:imagedata r:id="rId68" o:title=""/>
          </v:shape>
          <o:OLEObject Type="Embed" ProgID="Equation.3" ShapeID="_x0000_i1057" DrawAspect="Content" ObjectID="_1654981893" r:id="rId69"/>
        </w:object>
      </w:r>
      <w:r w:rsidR="004754CD">
        <w:t xml:space="preserve"> = 0.45%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49" o:spid="_x0000_s1669" type="#_x0000_t88" style="position:absolute;margin-left:204.3pt;margin-top:2.1pt;width:15.05pt;height:51.6pt;z-index:251584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"/>
        </w:pict>
      </w:r>
      <w:r w:rsidR="004754CD">
        <w:tab/>
      </w:r>
      <w:r w:rsidR="004754CD">
        <w:tab/>
        <w:t xml:space="preserve">$25,000 = </w:t>
      </w:r>
      <w:r w:rsidR="004754CD">
        <w:rPr>
          <w:rFonts w:ascii="Times New Roman" w:hAnsi="Times New Roman"/>
          <w:i/>
        </w:rPr>
        <w:t xml:space="preserve">PMT </w:t>
      </w:r>
      <w:r w:rsidR="004754CD" w:rsidRPr="00E80907">
        <w:rPr>
          <w:position w:val="-34"/>
        </w:rPr>
        <w:object w:dxaOrig="1480" w:dyaOrig="780">
          <v:shape id="_x0000_i1058" type="#_x0000_t75" style="width:73.85pt;height:39.25pt" o:ole="" fillcolor="window">
            <v:imagedata r:id="rId70" o:title=""/>
          </v:shape>
          <o:OLEObject Type="Embed" ProgID="Equation.3" ShapeID="_x0000_i1058" DrawAspect="Content" ObjectID="_1654981894" r:id="rId71"/>
        </w:object>
      </w:r>
    </w:p>
    <w:p w:rsidR="004754CD" w:rsidRDefault="004754CD" w:rsidP="009F6816">
      <w:pPr>
        <w:pStyle w:val="ISM"/>
        <w:spacing w:after="120"/>
        <w:rPr>
          <w:u w:val="double"/>
        </w:rPr>
      </w:pP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$2222.05</w:t>
      </w:r>
    </w:p>
    <w:p w:rsidR="004754CD" w:rsidRDefault="004754CD" w:rsidP="004754CD">
      <w:pPr>
        <w:pStyle w:val="ISM"/>
      </w:pPr>
      <w:r>
        <w:tab/>
      </w:r>
      <w:r>
        <w:tab/>
        <w:t xml:space="preserve">Eleven monthly payments of $2222.05 are economically </w:t>
      </w:r>
    </w:p>
    <w:p w:rsidR="004754CD" w:rsidRDefault="004754CD" w:rsidP="004754CD">
      <w:pPr>
        <w:pStyle w:val="ISM"/>
        <w:spacing w:after="120" w:line="360" w:lineRule="auto"/>
      </w:pPr>
      <w:r>
        <w:tab/>
      </w:r>
      <w:r>
        <w:tab/>
      </w:r>
      <w:r w:rsidR="009F6816">
        <w:t xml:space="preserve">equivalent </w:t>
      </w:r>
      <w:r>
        <w:t>to the scheduled payment of $25,000.</w:t>
      </w:r>
    </w:p>
    <w:p w:rsidR="008C5576" w:rsidRDefault="008C5576" w:rsidP="004754CD">
      <w:pPr>
        <w:pStyle w:val="ISMab"/>
      </w:pPr>
    </w:p>
    <w:p w:rsidR="003E483D" w:rsidRDefault="003E483D" w:rsidP="004754CD">
      <w:pPr>
        <w:pStyle w:val="ISMab"/>
      </w:pPr>
    </w:p>
    <w:p w:rsidR="003E483D" w:rsidRDefault="003E483D">
      <w:r>
        <w:br w:type="page"/>
      </w:r>
    </w:p>
    <w:p w:rsidR="004754CD" w:rsidRDefault="00E00B43" w:rsidP="004754CD">
      <w:pPr>
        <w:pStyle w:val="ISMab"/>
      </w:pPr>
      <w:r>
        <w:rPr>
          <w:noProof/>
          <w:lang w:val="en-US"/>
        </w:rPr>
        <w:lastRenderedPageBreak/>
        <w:pict>
          <v:shape id="AutoShape 50" o:spid="_x0000_s1041" type="#_x0000_t61" style="position:absolute;margin-left:356.95pt;margin-top:11.6pt;width:122.6pt;height:137.6pt;z-index:251585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" adj="-8078,12739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7500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>
                  <w:pPr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–682.53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25696B">
        <w:t>17</w:t>
      </w:r>
      <w:r w:rsidR="004754CD">
        <w:t>.</w:t>
      </w:r>
      <w:r w:rsidR="004754CD">
        <w:tab/>
      </w:r>
      <w:r w:rsidR="004754CD">
        <w:rPr>
          <w:i/>
        </w:rPr>
        <w:t>a</w:t>
      </w:r>
      <w:r w:rsidR="004754CD">
        <w:t>.</w:t>
      </w:r>
      <w:r w:rsidR="004754CD">
        <w:tab/>
        <w:t>Original loan = Present value of all payments</w:t>
      </w:r>
    </w:p>
    <w:p w:rsidR="00401678" w:rsidRDefault="00401678"/>
    <w:p w:rsidR="004754CD" w:rsidRDefault="00E00B43" w:rsidP="004754CD">
      <w:pPr>
        <w:pStyle w:val="ISMab"/>
      </w:pPr>
      <w:r>
        <w:rPr>
          <w:noProof/>
          <w:lang w:val="en-US"/>
        </w:rPr>
        <w:pict>
          <v:shape id="AutoShape 54" o:spid="_x0000_s1660" type="#_x0000_t88" style="position:absolute;margin-left:277.4pt;margin-top:19.6pt;width:15.05pt;height:68.8pt;z-index:251587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"/>
        </w:pict>
      </w:r>
      <w:r w:rsidR="004754CD">
        <w:tab/>
      </w:r>
      <w:r w:rsidR="004754CD">
        <w:tab/>
      </w:r>
      <w:r w:rsidR="004754CD">
        <w:tab/>
      </w:r>
      <w:r w:rsidR="004754CD">
        <w:rPr>
          <w:rFonts w:ascii="Times New Roman" w:hAnsi="Times New Roman"/>
          <w:i/>
        </w:rPr>
        <w:t>PV</w:t>
      </w:r>
      <w:r w:rsidR="004754CD">
        <w:t xml:space="preserve"> = $7500, </w:t>
      </w:r>
      <w:r w:rsidR="004754CD">
        <w:rPr>
          <w:rFonts w:ascii="Times New Roman" w:hAnsi="Times New Roman"/>
          <w:i/>
        </w:rPr>
        <w:t xml:space="preserve">n </w:t>
      </w:r>
      <w:r w:rsidR="004754CD">
        <w:t xml:space="preserve">= </w:t>
      </w:r>
      <w:r w:rsidR="00401678">
        <w:t>4</w:t>
      </w:r>
      <w:r w:rsidR="004754CD">
        <w:t xml:space="preserve">(3) = </w:t>
      </w:r>
      <w:r w:rsidR="00401678">
        <w:t>12</w:t>
      </w:r>
      <w:r w:rsidR="004754CD">
        <w:t xml:space="preserve">,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rPr>
          <w:rFonts w:ascii="Times New Roman" w:hAnsi="Times New Roman"/>
          <w:i/>
        </w:rPr>
        <w:t xml:space="preserve"> </w:t>
      </w:r>
      <w:r w:rsidR="004754CD">
        <w:t xml:space="preserve">= </w:t>
      </w:r>
      <w:r w:rsidR="000E5BD6" w:rsidRPr="000E5BD6">
        <w:rPr>
          <w:position w:val="-12"/>
        </w:rPr>
        <w:object w:dxaOrig="400" w:dyaOrig="360">
          <v:shape id="_x0000_i1059" type="#_x0000_t75" style="width:19.65pt;height:18.7pt" o:ole="" fillcolor="window">
            <v:imagedata r:id="rId72" o:title=""/>
          </v:shape>
          <o:OLEObject Type="Embed" ProgID="Equation.3" ShapeID="_x0000_i1059" DrawAspect="Content" ObjectID="_1654981895" r:id="rId73"/>
        </w:object>
      </w:r>
      <w:r w:rsidR="004754CD">
        <w:t xml:space="preserve"> = </w:t>
      </w:r>
      <w:r w:rsidR="000E5BD6" w:rsidRPr="000E5BD6">
        <w:rPr>
          <w:position w:val="-6"/>
        </w:rPr>
        <w:object w:dxaOrig="720" w:dyaOrig="340">
          <v:shape id="_x0000_i1060" type="#_x0000_t75" style="width:36.45pt;height:17.75pt" o:ole="">
            <v:imagedata r:id="rId74" o:title=""/>
          </v:shape>
          <o:OLEObject Type="Embed" ProgID="Equation.3" ShapeID="_x0000_i1060" DrawAspect="Content" ObjectID="_1654981896" r:id="rId75"/>
        </w:object>
      </w:r>
      <w:r w:rsidR="004754CD">
        <w:t>%</w:t>
      </w:r>
      <w:r w:rsidR="00401678">
        <w:t>,</w:t>
      </w:r>
      <w:r w:rsidR="00401678" w:rsidRPr="00401678">
        <w:rPr>
          <w:rFonts w:ascii="Times New Roman" w:hAnsi="Times New Roman"/>
          <w:i/>
        </w:rPr>
        <w:t xml:space="preserve"> </w:t>
      </w:r>
      <w:r w:rsidR="00401678">
        <w:rPr>
          <w:rFonts w:ascii="Times New Roman" w:hAnsi="Times New Roman"/>
          <w:i/>
        </w:rPr>
        <w:t xml:space="preserve">c </w:t>
      </w:r>
      <w:r w:rsidR="00401678">
        <w:t xml:space="preserve">= </w:t>
      </w:r>
      <w:r w:rsidR="00401678" w:rsidRPr="00401678">
        <w:rPr>
          <w:position w:val="-12"/>
        </w:rPr>
        <w:object w:dxaOrig="260" w:dyaOrig="340">
          <v:shape id="_x0000_i1061" type="#_x0000_t75" style="width:13.1pt;height:17.75pt" o:ole="" fillcolor="window">
            <v:imagedata r:id="rId76" o:title=""/>
          </v:shape>
          <o:OLEObject Type="Embed" ProgID="Equation.3" ShapeID="_x0000_i1061" DrawAspect="Content" ObjectID="_1654981897" r:id="rId77"/>
        </w:object>
      </w:r>
      <w:r w:rsidR="00401678">
        <w:t xml:space="preserve"> = 3,</w:t>
      </w:r>
    </w:p>
    <w:p w:rsidR="00401678" w:rsidRDefault="00401678" w:rsidP="00401678">
      <w:pPr>
        <w:pStyle w:val="ISMab"/>
      </w:pP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062" type="#_x0000_t75" style="width:70.15pt;height:18.7pt" o:ole="" fillcolor="window">
            <v:imagedata r:id="rId22" o:title=""/>
          </v:shape>
          <o:OLEObject Type="Embed" ProgID="Equation.3" ShapeID="_x0000_i1062" DrawAspect="Content" ObjectID="_1654981898" r:id="rId78"/>
        </w:object>
      </w:r>
      <w:r>
        <w:t xml:space="preserve"> = </w:t>
      </w:r>
      <w:r w:rsidR="00E95B72" w:rsidRPr="00E95B72">
        <w:rPr>
          <w:position w:val="-18"/>
        </w:rPr>
        <w:object w:dxaOrig="1180" w:dyaOrig="520">
          <v:shape id="_x0000_i1063" type="#_x0000_t75" style="width:58.9pt;height:26.2pt" o:ole="" fillcolor="window">
            <v:imagedata r:id="rId79" o:title=""/>
          </v:shape>
          <o:OLEObject Type="Embed" ProgID="Equation.DSMT4" ShapeID="_x0000_i1063" DrawAspect="Content" ObjectID="_1654981899" r:id="rId80"/>
        </w:object>
      </w:r>
      <w:r>
        <w:t>– 1 = 0.0</w:t>
      </w:r>
      <w:r w:rsidR="000E5BD6">
        <w:t>13813117</w:t>
      </w:r>
    </w:p>
    <w:p w:rsidR="004754CD" w:rsidRDefault="004754CD" w:rsidP="004754CD">
      <w:pPr>
        <w:pStyle w:val="ISMab"/>
      </w:pPr>
      <w:r>
        <w:tab/>
      </w:r>
      <w:r>
        <w:tab/>
      </w:r>
      <w:r>
        <w:tab/>
        <w:t xml:space="preserve">$7500 = </w:t>
      </w:r>
      <w:r>
        <w:rPr>
          <w:rFonts w:ascii="Times New Roman" w:hAnsi="Times New Roman"/>
          <w:i/>
        </w:rPr>
        <w:t xml:space="preserve">PMT </w:t>
      </w:r>
      <w:r w:rsidR="00DA1DBA" w:rsidRPr="000E5BD6">
        <w:rPr>
          <w:position w:val="-32"/>
        </w:rPr>
        <w:object w:dxaOrig="2120" w:dyaOrig="760">
          <v:shape id="_x0000_i1064" type="#_x0000_t75" style="width:105.65pt;height:38.35pt" o:ole="" fillcolor="window">
            <v:imagedata r:id="rId81" o:title=""/>
          </v:shape>
          <o:OLEObject Type="Embed" ProgID="Equation.DSMT4" ShapeID="_x0000_i1064" DrawAspect="Content" ObjectID="_1654981900" r:id="rId82"/>
        </w:object>
      </w:r>
    </w:p>
    <w:p w:rsidR="004754CD" w:rsidRDefault="004754CD" w:rsidP="00C75F40">
      <w:pPr>
        <w:pStyle w:val="ISMab"/>
        <w:spacing w:after="120"/>
      </w:pPr>
      <w:r>
        <w:tab/>
      </w:r>
      <w:r>
        <w:tab/>
      </w:r>
      <w:r>
        <w:tab/>
        <w:t xml:space="preserve"> </w:t>
      </w:r>
      <w:r>
        <w:rPr>
          <w:sz w:val="16"/>
        </w:rPr>
        <w:t xml:space="preserve"> </w:t>
      </w:r>
      <w:r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0E5BD6">
        <w:rPr>
          <w:u w:val="double"/>
        </w:rPr>
        <w:t>682.53</w:t>
      </w:r>
    </w:p>
    <w:p w:rsidR="006F3B25" w:rsidRDefault="006F3B25" w:rsidP="004754CD">
      <w:pPr>
        <w:pStyle w:val="ISMab"/>
      </w:pPr>
    </w:p>
    <w:p w:rsidR="006F3B25" w:rsidRDefault="00E00B43" w:rsidP="004754CD">
      <w:pPr>
        <w:pStyle w:val="ISMab"/>
      </w:pPr>
      <w:r>
        <w:rPr>
          <w:noProof/>
          <w:lang w:val="en-US"/>
        </w:rPr>
        <w:pict>
          <v:shape id="AutoShape 51" o:spid="_x0000_s1042" type="#_x0000_t61" style="position:absolute;margin-left:335.45pt;margin-top:6.85pt;width:126.9pt;height:99.75pt;z-index:251586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" adj="-5396,14562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FV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682.53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2638.38</w:t>
                  </w:r>
                </w:p>
              </w:txbxContent>
            </v:textbox>
            <w10:wrap type="square"/>
          </v:shape>
        </w:pict>
      </w:r>
    </w:p>
    <w:p w:rsidR="00494C3A" w:rsidRDefault="00494C3A" w:rsidP="004754CD">
      <w:pPr>
        <w:pStyle w:val="ISMab"/>
      </w:pPr>
    </w:p>
    <w:p w:rsidR="004754CD" w:rsidRDefault="004754CD" w:rsidP="004754CD">
      <w:pPr>
        <w:pStyle w:val="ISMab"/>
      </w:pPr>
      <w:r>
        <w:tab/>
      </w:r>
      <w:r>
        <w:tab/>
      </w:r>
      <w:r w:rsidR="00401678">
        <w:rPr>
          <w:i/>
        </w:rPr>
        <w:t>b</w:t>
      </w:r>
      <w:r>
        <w:rPr>
          <w:i/>
        </w:rPr>
        <w:t>.</w:t>
      </w:r>
      <w:r>
        <w:tab/>
        <w:t xml:space="preserve">Balance = </w:t>
      </w:r>
      <w:r>
        <w:rPr>
          <w:spacing w:val="-2"/>
        </w:rPr>
        <w:t xml:space="preserve">Present value </w:t>
      </w:r>
      <w:r>
        <w:t xml:space="preserve">of the </w:t>
      </w:r>
      <w:r w:rsidR="00401678">
        <w:t>4</w:t>
      </w:r>
      <w:r>
        <w:t xml:space="preserve"> remaining payments</w:t>
      </w:r>
    </w:p>
    <w:p w:rsidR="004754CD" w:rsidRDefault="00E00B43" w:rsidP="004754CD">
      <w:pPr>
        <w:pStyle w:val="ISMab"/>
        <w:ind w:firstLine="1800"/>
      </w:pPr>
      <w:r>
        <w:rPr>
          <w:noProof/>
          <w:lang w:val="en-US"/>
        </w:rPr>
        <w:pict>
          <v:shape id="AutoShape 55" o:spid="_x0000_s1653" type="#_x0000_t88" style="position:absolute;left:0;text-align:left;margin-left:264.5pt;margin-top:1pt;width:19.35pt;height:47.3pt;z-index:251588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"/>
        </w:pict>
      </w:r>
      <w:r w:rsidR="004754CD">
        <w:t>= $</w:t>
      </w:r>
      <w:r w:rsidR="00A75F72">
        <w:t>682.53</w:t>
      </w:r>
      <w:r w:rsidR="00DA1DBA" w:rsidRPr="00DA1DBA">
        <w:rPr>
          <w:position w:val="-32"/>
        </w:rPr>
        <w:object w:dxaOrig="2040" w:dyaOrig="760">
          <v:shape id="_x0000_i1065" type="#_x0000_t75" style="width:101.9pt;height:38.35pt" o:ole="" fillcolor="window">
            <v:imagedata r:id="rId83" o:title=""/>
          </v:shape>
          <o:OLEObject Type="Embed" ProgID="Equation.DSMT4" ShapeID="_x0000_i1065" DrawAspect="Content" ObjectID="_1654981901" r:id="rId84"/>
        </w:object>
      </w:r>
    </w:p>
    <w:p w:rsidR="004754CD" w:rsidRDefault="004754CD" w:rsidP="00C75F40">
      <w:pPr>
        <w:pStyle w:val="ISMab"/>
        <w:spacing w:after="480"/>
        <w:ind w:firstLine="1800"/>
      </w:pPr>
      <w:r>
        <w:t xml:space="preserve">= </w:t>
      </w:r>
      <w:r>
        <w:rPr>
          <w:u w:val="double"/>
        </w:rPr>
        <w:t>$</w:t>
      </w:r>
      <w:r w:rsidR="00A75F72">
        <w:rPr>
          <w:u w:val="double"/>
        </w:rPr>
        <w:t>2638.38</w:t>
      </w:r>
    </w:p>
    <w:p w:rsidR="006F3B25" w:rsidRPr="006F3B25" w:rsidRDefault="006F3B25" w:rsidP="004754CD">
      <w:pPr>
        <w:pStyle w:val="ISMab"/>
      </w:pPr>
    </w:p>
    <w:p w:rsidR="004754CD" w:rsidRDefault="004754CD" w:rsidP="004754CD">
      <w:pPr>
        <w:pStyle w:val="ISM"/>
      </w:pPr>
      <w:r>
        <w:tab/>
      </w:r>
      <w:r w:rsidR="0025696B">
        <w:t>19</w:t>
      </w:r>
      <w:r>
        <w:t>.</w:t>
      </w:r>
      <w:r>
        <w:tab/>
      </w:r>
      <w:proofErr w:type="gramStart"/>
      <w:r>
        <w:t>With</w:t>
      </w:r>
      <w:proofErr w:type="gramEnd"/>
      <w:r>
        <w:t xml:space="preserve"> a focal date at age 65,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56" o:spid="_x0000_s1043" type="#_x0000_t61" style="position:absolute;margin-left:363.75pt;margin-top:29.6pt;width:137.8pt;height:143.45pt;z-index:251589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" adj="-33435,22564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5.4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 w:rsidRPr="006F3B25">
                    <w:rPr>
                      <w:iCs/>
                    </w:rPr>
                    <w:t>= 12</w:t>
                  </w:r>
                  <w:r>
                    <w:rPr>
                      <w:iCs/>
                    </w:rPr>
                    <w:t>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195000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316,685.55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4754CD">
        <w:tab/>
      </w:r>
      <w:r w:rsidR="004754CD">
        <w:rPr>
          <w:rFonts w:ascii="Times New Roman" w:hAnsi="Times New Roman"/>
          <w:i/>
        </w:rPr>
        <w:t>FV</w:t>
      </w:r>
      <w:r w:rsidR="004754CD">
        <w:t xml:space="preserve"> of amount in RRSP at age 56 = </w:t>
      </w:r>
      <w:r w:rsidR="004754CD">
        <w:rPr>
          <w:rFonts w:ascii="Times New Roman" w:hAnsi="Times New Roman"/>
          <w:i/>
        </w:rPr>
        <w:t>PV</w:t>
      </w:r>
      <w:r w:rsidR="004754CD">
        <w:t xml:space="preserve"> of the annuity</w:t>
      </w:r>
    </w:p>
    <w:p w:rsidR="00C75F40" w:rsidRDefault="004754CD" w:rsidP="004754CD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$195,000,</w:t>
      </w:r>
    </w:p>
    <w:p w:rsidR="004754CD" w:rsidRDefault="00C75F40" w:rsidP="004754CD">
      <w:pPr>
        <w:pStyle w:val="ISM"/>
      </w:pPr>
      <w:r>
        <w:tab/>
      </w:r>
      <w:r>
        <w:tab/>
      </w:r>
      <w:r>
        <w:tab/>
      </w:r>
      <w:r w:rsidR="004754CD">
        <w:t xml:space="preserve"> </w:t>
      </w:r>
      <w:r w:rsidR="004754CD">
        <w:rPr>
          <w:rFonts w:ascii="Times New Roman" w:hAnsi="Times New Roman"/>
          <w:i/>
        </w:rPr>
        <w:t>n</w:t>
      </w:r>
      <w:r w:rsidR="004754CD">
        <w:t xml:space="preserve"> = 12(9) = 108,</w:t>
      </w:r>
      <w:r>
        <w:t xml:space="preserve"> and</w:t>
      </w:r>
      <w:r w:rsidR="004754CD">
        <w:t xml:space="preserve">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t xml:space="preserve"> = </w:t>
      </w:r>
      <w:r w:rsidR="009A334D" w:rsidRPr="009A334D">
        <w:rPr>
          <w:position w:val="-12"/>
        </w:rPr>
        <w:object w:dxaOrig="400" w:dyaOrig="360">
          <v:shape id="_x0000_i1066" type="#_x0000_t75" style="width:19.65pt;height:18.7pt" o:ole="" fillcolor="window">
            <v:imagedata r:id="rId85" o:title=""/>
          </v:shape>
          <o:OLEObject Type="Embed" ProgID="Equation.3" ShapeID="_x0000_i1066" DrawAspect="Content" ObjectID="_1654981902" r:id="rId86"/>
        </w:object>
      </w:r>
      <w:r w:rsidR="004754CD">
        <w:t xml:space="preserve"> = 0.</w:t>
      </w:r>
      <w:r w:rsidR="009A334D">
        <w:t>45</w:t>
      </w:r>
      <w:r w:rsidR="004754CD">
        <w:t>%</w:t>
      </w:r>
    </w:p>
    <w:p w:rsidR="00C75F40" w:rsidRDefault="004754CD" w:rsidP="004754CD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n</w:t>
      </w:r>
      <w:r>
        <w:t xml:space="preserve"> = 12(20) = 240, </w:t>
      </w:r>
    </w:p>
    <w:p w:rsidR="004754CD" w:rsidRDefault="00C75F40" w:rsidP="004754CD">
      <w:pPr>
        <w:pStyle w:val="ISM"/>
      </w:pPr>
      <w:r>
        <w:tab/>
      </w:r>
      <w:r>
        <w:tab/>
      </w:r>
      <w:r>
        <w:tab/>
      </w:r>
      <w:proofErr w:type="gramStart"/>
      <w:r w:rsidR="004754CD">
        <w:t>and</w:t>
      </w:r>
      <w:proofErr w:type="gramEnd"/>
      <w:r w:rsidR="004754CD">
        <w:t xml:space="preserve">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t xml:space="preserve"> = </w:t>
      </w:r>
      <w:r w:rsidR="009A334D" w:rsidRPr="009A334D">
        <w:rPr>
          <w:position w:val="-12"/>
        </w:rPr>
        <w:object w:dxaOrig="420" w:dyaOrig="360">
          <v:shape id="_x0000_i1067" type="#_x0000_t75" style="width:20.55pt;height:18.7pt" o:ole="" fillcolor="window">
            <v:imagedata r:id="rId87" o:title=""/>
          </v:shape>
          <o:OLEObject Type="Embed" ProgID="Equation.3" ShapeID="_x0000_i1067" DrawAspect="Content" ObjectID="_1654981903" r:id="rId88"/>
        </w:object>
      </w:r>
      <w:r w:rsidR="004754CD">
        <w:t xml:space="preserve"> = 0.</w:t>
      </w:r>
      <w:r w:rsidR="009A334D">
        <w:t>35</w:t>
      </w:r>
      <w:r w:rsidR="004754CD">
        <w:t>%.</w:t>
      </w:r>
    </w:p>
    <w:p w:rsidR="006F3B25" w:rsidRDefault="006F3B25"/>
    <w:p w:rsidR="00670C2D" w:rsidRDefault="00670C2D"/>
    <w:p w:rsidR="00670C2D" w:rsidRDefault="00670C2D"/>
    <w:p w:rsidR="00670C2D" w:rsidRDefault="00670C2D"/>
    <w:p w:rsidR="00C75F40" w:rsidRDefault="00E00B43" w:rsidP="004754CD">
      <w:pPr>
        <w:pStyle w:val="ISM"/>
      </w:pPr>
      <w:r>
        <w:rPr>
          <w:noProof/>
          <w:lang w:val="en-US"/>
        </w:rPr>
        <w:pict>
          <v:shape id="AutoShape 61" o:spid="_x0000_s1643" type="#_x0000_t88" style="position:absolute;margin-left:76.35pt;margin-top:-38.2pt;width:10.75pt;height:103.2pt;rotation:-90;z-index:251592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"/>
        </w:pic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57" o:spid="_x0000_s1044" type="#_x0000_t61" style="position:absolute;margin-left:322.6pt;margin-top:21.15pt;width:140.55pt;height:128.65pt;z-index:251590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" adj="-7062,5415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4.2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316685.55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1952.59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58" o:spid="_x0000_s1642" type="#_x0000_t88" style="position:absolute;margin-left:260.2pt;margin-top:1.8pt;width:12.9pt;height:105.35pt;z-index:251591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"/>
        </w:pict>
      </w:r>
      <w:r w:rsidR="004754CD">
        <w:tab/>
      </w:r>
      <w:r w:rsidR="004754CD">
        <w:tab/>
      </w:r>
      <w:r w:rsidR="004754CD">
        <w:tab/>
        <w:t>$195,000</w:t>
      </w:r>
      <w:r w:rsidR="009A334D" w:rsidRPr="00E80907">
        <w:rPr>
          <w:position w:val="-10"/>
        </w:rPr>
        <w:object w:dxaOrig="1060" w:dyaOrig="380">
          <v:shape id="_x0000_i1068" type="#_x0000_t75" style="width:53.3pt;height:18.7pt" o:ole="" fillcolor="window">
            <v:imagedata r:id="rId89" o:title=""/>
          </v:shape>
          <o:OLEObject Type="Embed" ProgID="Equation.3" ShapeID="_x0000_i1068" DrawAspect="Content" ObjectID="_1654981904" r:id="rId90"/>
        </w:object>
      </w:r>
      <w:r w:rsidR="004754CD">
        <w:t xml:space="preserve"> = </w:t>
      </w:r>
      <w:r w:rsidR="004754CD">
        <w:rPr>
          <w:rFonts w:ascii="Times New Roman" w:hAnsi="Times New Roman"/>
          <w:i/>
        </w:rPr>
        <w:t>PMT</w:t>
      </w:r>
      <w:r w:rsidR="009A334D" w:rsidRPr="009A334D">
        <w:rPr>
          <w:position w:val="-32"/>
        </w:rPr>
        <w:object w:dxaOrig="1579" w:dyaOrig="760">
          <v:shape id="_x0000_i1069" type="#_x0000_t75" style="width:78.55pt;height:38.35pt" o:ole="" fillcolor="window">
            <v:imagedata r:id="rId91" o:title=""/>
          </v:shape>
          <o:OLEObject Type="Embed" ProgID="Equation.3" ShapeID="_x0000_i1069" DrawAspect="Content" ObjectID="_1654981905" r:id="rId92"/>
        </w:object>
      </w:r>
    </w:p>
    <w:p w:rsidR="00C75F40" w:rsidRDefault="00C75F40"/>
    <w:p w:rsidR="004754CD" w:rsidRDefault="004754CD" w:rsidP="004754CD">
      <w:pPr>
        <w:pStyle w:val="ISM"/>
      </w:pPr>
      <w:r>
        <w:tab/>
      </w:r>
      <w:r>
        <w:tab/>
      </w:r>
      <w:r>
        <w:tab/>
        <w:t>$</w:t>
      </w:r>
      <w:r w:rsidR="009A334D">
        <w:t>316,685.55</w:t>
      </w:r>
      <w:r>
        <w:t xml:space="preserve"> = </w:t>
      </w:r>
      <w:r>
        <w:rPr>
          <w:rFonts w:ascii="Times New Roman" w:hAnsi="Times New Roman"/>
          <w:i/>
        </w:rPr>
        <w:t>PMT</w:t>
      </w:r>
      <w:r w:rsidR="009A334D" w:rsidRPr="009A334D">
        <w:rPr>
          <w:position w:val="-32"/>
        </w:rPr>
        <w:object w:dxaOrig="1579" w:dyaOrig="760">
          <v:shape id="_x0000_i1070" type="#_x0000_t75" style="width:78.55pt;height:38.35pt" o:ole="" fillcolor="window">
            <v:imagedata r:id="rId93" o:title=""/>
          </v:shape>
          <o:OLEObject Type="Embed" ProgID="Equation.3" ShapeID="_x0000_i1070" DrawAspect="Content" ObjectID="_1654981906" r:id="rId94"/>
        </w:object>
      </w:r>
    </w:p>
    <w:p w:rsidR="004754CD" w:rsidRDefault="004754CD" w:rsidP="004754CD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9A334D">
        <w:rPr>
          <w:u w:val="double"/>
        </w:rPr>
        <w:t>1952.59</w:t>
      </w:r>
    </w:p>
    <w:p w:rsidR="006F3B25" w:rsidRDefault="006F3B25" w:rsidP="001A6742">
      <w:pPr>
        <w:pStyle w:val="ISM"/>
        <w:rPr>
          <w:sz w:val="24"/>
        </w:rPr>
      </w:pPr>
    </w:p>
    <w:p w:rsidR="003E483D" w:rsidRDefault="003E483D">
      <w:pPr>
        <w:rPr>
          <w:sz w:val="24"/>
        </w:rPr>
      </w:pPr>
      <w:r>
        <w:rPr>
          <w:sz w:val="24"/>
        </w:rPr>
        <w:br w:type="page"/>
      </w:r>
    </w:p>
    <w:p w:rsidR="004754CD" w:rsidRDefault="004754CD" w:rsidP="004754CD">
      <w:pPr>
        <w:pStyle w:val="ISM"/>
      </w:pPr>
      <w:r>
        <w:lastRenderedPageBreak/>
        <w:tab/>
      </w:r>
      <w:r w:rsidR="0025696B">
        <w:t>21</w:t>
      </w:r>
      <w:r>
        <w:t>.</w:t>
      </w:r>
      <w:r>
        <w:tab/>
      </w:r>
      <w:proofErr w:type="gramStart"/>
      <w:r>
        <w:t>At</w:t>
      </w:r>
      <w:proofErr w:type="gramEnd"/>
      <w:r>
        <w:t xml:space="preserve"> a focal date 10 years from now,</w:t>
      </w:r>
    </w:p>
    <w:p w:rsidR="00EB4215" w:rsidRDefault="004754CD" w:rsidP="004754CD">
      <w:pPr>
        <w:pStyle w:val="ISM"/>
      </w:pPr>
      <w:r>
        <w:tab/>
      </w:r>
      <w:r>
        <w:tab/>
      </w:r>
      <w:r>
        <w:tab/>
        <w:t xml:space="preserve">Future value of the retiring allowance </w:t>
      </w:r>
    </w:p>
    <w:p w:rsidR="004754CD" w:rsidRDefault="00EB4215" w:rsidP="004754CD">
      <w:pPr>
        <w:pStyle w:val="ISM"/>
      </w:pPr>
      <w:r>
        <w:tab/>
      </w:r>
      <w:r>
        <w:tab/>
      </w:r>
      <w:r>
        <w:tab/>
      </w:r>
      <w:r>
        <w:tab/>
      </w:r>
      <w:r w:rsidR="004754CD">
        <w:t>= Present value of the 15</w:t>
      </w:r>
      <w:r w:rsidR="004754CD">
        <w:noBreakHyphen/>
        <w:t>year annuity</w:t>
      </w:r>
    </w:p>
    <w:p w:rsidR="00EB4215" w:rsidRDefault="004754CD" w:rsidP="004754CD">
      <w:pPr>
        <w:pStyle w:val="ISM"/>
      </w:pPr>
      <w:r>
        <w:tab/>
      </w:r>
      <w:r>
        <w:tab/>
        <w:t xml:space="preserve">Viewed from the focal date, </w:t>
      </w:r>
    </w:p>
    <w:p w:rsidR="004754CD" w:rsidRDefault="00EB4215" w:rsidP="00EB4215">
      <w:pPr>
        <w:pStyle w:val="ISM"/>
        <w:spacing w:after="120"/>
      </w:pPr>
      <w:r>
        <w:tab/>
      </w:r>
      <w:r>
        <w:tab/>
      </w:r>
      <w:r>
        <w:tab/>
      </w:r>
      <w:r w:rsidR="004754CD">
        <w:t>the annuity is an ordinary simple annuity.</w:t>
      </w:r>
    </w:p>
    <w:p w:rsidR="004754CD" w:rsidRDefault="004754CD" w:rsidP="004754CD">
      <w:pPr>
        <w:pStyle w:val="ISM"/>
      </w:pPr>
      <w:r>
        <w:tab/>
      </w:r>
      <w:r>
        <w:tab/>
        <w:t>Putting the word equation into mathematics,</w:t>
      </w:r>
    </w:p>
    <w:p w:rsidR="00061639" w:rsidRDefault="00061639" w:rsidP="00061639">
      <w:pPr>
        <w:pStyle w:val="ISM"/>
      </w:pPr>
      <w:r>
        <w:t xml:space="preserve">        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$25,000.</w:t>
      </w:r>
    </w:p>
    <w:p w:rsidR="00061639" w:rsidRDefault="00061639" w:rsidP="00061639">
      <w:pPr>
        <w:pStyle w:val="ISM"/>
      </w:pP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n</w:t>
      </w:r>
      <w:r>
        <w:t xml:space="preserve"> = 1(10) = 10,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9A334D">
        <w:rPr>
          <w:position w:val="-12"/>
        </w:rPr>
        <w:object w:dxaOrig="300" w:dyaOrig="360">
          <v:shape id="_x0000_i1071" type="#_x0000_t75" style="width:14.95pt;height:18.7pt" o:ole="" fillcolor="window">
            <v:imagedata r:id="rId95" o:title=""/>
          </v:shape>
          <o:OLEObject Type="Embed" ProgID="Equation.DSMT4" ShapeID="_x0000_i1071" DrawAspect="Content" ObjectID="_1654981907" r:id="rId96"/>
        </w:object>
      </w:r>
      <w:r>
        <w:t xml:space="preserve"> = 5%</w:t>
      </w:r>
    </w:p>
    <w:p w:rsidR="00061639" w:rsidRDefault="00061639" w:rsidP="00061639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n</w:t>
      </w:r>
      <w:r>
        <w:t xml:space="preserve"> = 4(15) = 60, </w:t>
      </w:r>
    </w:p>
    <w:p w:rsidR="00061639" w:rsidRDefault="00061639" w:rsidP="00061639">
      <w:pPr>
        <w:pStyle w:val="ISM"/>
      </w:pPr>
      <w:r>
        <w:tab/>
      </w: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9A334D">
        <w:rPr>
          <w:position w:val="-12"/>
        </w:rPr>
        <w:object w:dxaOrig="400" w:dyaOrig="360">
          <v:shape id="_x0000_i1072" type="#_x0000_t75" style="width:19.65pt;height:18.7pt" o:ole="" fillcolor="window">
            <v:imagedata r:id="rId97" o:title=""/>
          </v:shape>
          <o:OLEObject Type="Embed" ProgID="Equation.DSMT4" ShapeID="_x0000_i1072" DrawAspect="Content" ObjectID="_1654981908" r:id="rId98"/>
        </w:object>
      </w:r>
      <w:r>
        <w:t xml:space="preserve"> = 1.3%.</w:t>
      </w:r>
    </w:p>
    <w:p w:rsidR="00EB4215" w:rsidRDefault="00E00B43" w:rsidP="004754CD">
      <w:pPr>
        <w:pStyle w:val="ISM"/>
      </w:pPr>
      <w:r>
        <w:rPr>
          <w:noProof/>
          <w:lang w:val="en-US"/>
        </w:rPr>
        <w:pict>
          <v:shape id="AutoShape 1544" o:spid="_x0000_s1045" type="#_x0000_t61" style="position:absolute;margin-left:328.7pt;margin-top:1.05pt;width:131.2pt;height:129.7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" adj="-41825,18445" fillcolor="#cff">
            <v:fill opacity="26214f"/>
            <v:textbox inset="3.6pt,,3.6pt">
              <w:txbxContent>
                <w:p w:rsidR="00C52702" w:rsidRDefault="00C52702" w:rsidP="00BD4249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BD4249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BD4249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 w:rsidRPr="006F3B25">
                    <w:rPr>
                      <w:iCs/>
                    </w:rPr>
                    <w:t>= 1</w:t>
                  </w:r>
                  <w:r>
                    <w:rPr>
                      <w:iCs/>
                    </w:rPr>
                    <w:t>)</w:t>
                  </w:r>
                </w:p>
                <w:p w:rsidR="00C52702" w:rsidRDefault="00C52702" w:rsidP="00BD4249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BD4249">
                  <w:pPr>
                    <w:spacing w:line="300" w:lineRule="exact"/>
                    <w:ind w:right="42"/>
                    <w:jc w:val="right"/>
                  </w:pPr>
                  <w:r>
                    <w:t xml:space="preserve">25000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BD4249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BD4249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BD4249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40722.37</w:t>
                  </w:r>
                </w:p>
              </w:txbxContent>
            </v:textbox>
            <w10:wrap type="square"/>
          </v:shape>
        </w:pict>
      </w:r>
    </w:p>
    <w:p w:rsidR="00BD4249" w:rsidRDefault="00BD4249" w:rsidP="004754CD">
      <w:pPr>
        <w:pStyle w:val="ISM"/>
      </w:pPr>
    </w:p>
    <w:p w:rsidR="00BD4249" w:rsidRDefault="00BD4249" w:rsidP="004754CD">
      <w:pPr>
        <w:pStyle w:val="ISM"/>
      </w:pPr>
    </w:p>
    <w:p w:rsidR="00BD4249" w:rsidRDefault="00BD4249" w:rsidP="004754CD">
      <w:pPr>
        <w:pStyle w:val="ISM"/>
      </w:pPr>
    </w:p>
    <w:p w:rsidR="00BD4249" w:rsidRDefault="00BD4249" w:rsidP="004754CD">
      <w:pPr>
        <w:pStyle w:val="ISM"/>
      </w:pPr>
    </w:p>
    <w:p w:rsidR="00BD4249" w:rsidRDefault="00BD4249" w:rsidP="004754CD">
      <w:pPr>
        <w:pStyle w:val="ISM"/>
      </w:pPr>
    </w:p>
    <w:p w:rsidR="00BD4249" w:rsidRDefault="00BD4249" w:rsidP="004754CD">
      <w:pPr>
        <w:pStyle w:val="ISM"/>
      </w:pPr>
    </w:p>
    <w:p w:rsidR="00BD4249" w:rsidRDefault="00BD4249" w:rsidP="004754CD">
      <w:pPr>
        <w:pStyle w:val="ISM"/>
      </w:pPr>
    </w:p>
    <w:p w:rsidR="00EB4215" w:rsidRDefault="00E00B43" w:rsidP="004754CD">
      <w:pPr>
        <w:pStyle w:val="ISM"/>
      </w:pPr>
      <w:r>
        <w:rPr>
          <w:noProof/>
          <w:lang w:val="en-US"/>
        </w:rPr>
        <w:pict>
          <v:shape id="AutoShape 62" o:spid="_x0000_s1632" type="#_x0000_t88" style="position:absolute;margin-left:64.55pt;margin-top:-26.15pt;width:12.9pt;height:86pt;rotation:-90;z-index:251593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"/>
        </w:pic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64" o:spid="_x0000_s1046" type="#_x0000_t61" style="position:absolute;margin-left:326.85pt;margin-top:22.25pt;width:131.15pt;height:2in;z-index:251595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" adj="-11274,1343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 w:rsidRPr="006F3B25">
                    <w:rPr>
                      <w:iCs/>
                    </w:rPr>
                    <w:t xml:space="preserve">= </w:t>
                  </w:r>
                  <w:r>
                    <w:rPr>
                      <w:iCs/>
                    </w:rPr>
                    <w:t>4)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40722.37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981.65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65" o:spid="_x0000_s1631" type="#_x0000_t88" style="position:absolute;margin-left:243pt;margin-top:.4pt;width:12.9pt;height:49.45pt;z-index:251596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"/>
        </w:pict>
      </w:r>
      <w:r w:rsidR="004754CD">
        <w:tab/>
      </w:r>
      <w:r w:rsidR="004754CD">
        <w:tab/>
      </w:r>
      <w:r w:rsidR="004754CD">
        <w:tab/>
        <w:t>$25,000</w:t>
      </w:r>
      <w:r w:rsidR="0081378C" w:rsidRPr="00E80907">
        <w:rPr>
          <w:position w:val="-10"/>
        </w:rPr>
        <w:object w:dxaOrig="740" w:dyaOrig="380">
          <v:shape id="_x0000_i1073" type="#_x0000_t75" style="width:37.4pt;height:18.7pt" o:ole="" fillcolor="window">
            <v:imagedata r:id="rId99" o:title=""/>
          </v:shape>
          <o:OLEObject Type="Embed" ProgID="Equation.3" ShapeID="_x0000_i1073" DrawAspect="Content" ObjectID="_1654981909" r:id="rId100"/>
        </w:object>
      </w:r>
      <w:r w:rsidR="004754CD">
        <w:t xml:space="preserve"> = </w:t>
      </w:r>
      <w:r w:rsidR="004754CD">
        <w:rPr>
          <w:rFonts w:ascii="Times New Roman" w:hAnsi="Times New Roman"/>
          <w:i/>
        </w:rPr>
        <w:t>PMT</w:t>
      </w:r>
      <w:r w:rsidR="004754CD" w:rsidRPr="00E80907">
        <w:rPr>
          <w:position w:val="-32"/>
        </w:rPr>
        <w:object w:dxaOrig="1500" w:dyaOrig="740">
          <v:shape id="_x0000_i1074" type="#_x0000_t75" style="width:75.75pt;height:37.4pt" o:ole="" fillcolor="window">
            <v:imagedata r:id="rId101" o:title=""/>
          </v:shape>
          <o:OLEObject Type="Embed" ProgID="Equation.3" ShapeID="_x0000_i1074" DrawAspect="Content" ObjectID="_1654981910" r:id="rId102"/>
        </w:object>
      </w:r>
    </w:p>
    <w:p w:rsidR="004754CD" w:rsidRDefault="004754CD" w:rsidP="004754CD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 w:rsidR="00EC0459"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81378C">
        <w:rPr>
          <w:u w:val="double"/>
        </w:rPr>
        <w:t>981.65</w:t>
      </w:r>
    </w:p>
    <w:p w:rsidR="00EB4215" w:rsidRDefault="004754CD" w:rsidP="00EB4215">
      <w:pPr>
        <w:pStyle w:val="ISM"/>
      </w:pPr>
      <w:r>
        <w:tab/>
      </w:r>
      <w:r>
        <w:tab/>
        <w:t>Elizabeth can expect payments of $</w:t>
      </w:r>
      <w:r w:rsidR="0081378C">
        <w:t>981.65</w:t>
      </w:r>
      <w:r>
        <w:t xml:space="preserve"> </w:t>
      </w:r>
    </w:p>
    <w:p w:rsidR="004754CD" w:rsidRDefault="00EB4215" w:rsidP="003A2E80">
      <w:pPr>
        <w:pStyle w:val="ISM"/>
      </w:pPr>
      <w:r>
        <w:tab/>
      </w:r>
      <w:r>
        <w:tab/>
      </w:r>
      <w:r>
        <w:tab/>
      </w:r>
      <w:r w:rsidR="004754CD">
        <w:t xml:space="preserve">at the </w:t>
      </w:r>
      <w:r w:rsidR="00785C14">
        <w:t xml:space="preserve">end </w:t>
      </w:r>
      <w:r w:rsidR="004754CD">
        <w:t>of each quarter.</w:t>
      </w:r>
    </w:p>
    <w:p w:rsidR="003A2E80" w:rsidRDefault="003A2E80" w:rsidP="003A2E80">
      <w:pPr>
        <w:pStyle w:val="ISM"/>
      </w:pPr>
    </w:p>
    <w:p w:rsidR="003A2E80" w:rsidRDefault="003A2E80" w:rsidP="003A2E80">
      <w:pPr>
        <w:pStyle w:val="ISM"/>
      </w:pPr>
    </w:p>
    <w:p w:rsidR="00AF620F" w:rsidRDefault="00AF620F" w:rsidP="004754CD">
      <w:pPr>
        <w:pStyle w:val="ISM"/>
      </w:pPr>
    </w:p>
    <w:p w:rsidR="00A32ED5" w:rsidRDefault="00A32ED5" w:rsidP="00D97ECD">
      <w:pPr>
        <w:pStyle w:val="ISM"/>
        <w:spacing w:after="240"/>
      </w:pPr>
    </w:p>
    <w:p w:rsidR="004754CD" w:rsidRDefault="004754CD" w:rsidP="004754CD">
      <w:pPr>
        <w:pStyle w:val="ISM"/>
      </w:pPr>
      <w:r>
        <w:tab/>
      </w:r>
      <w:r w:rsidR="0025696B">
        <w:t>23</w:t>
      </w:r>
      <w:r>
        <w:t>.</w:t>
      </w:r>
      <w:r>
        <w:tab/>
      </w:r>
      <w:proofErr w:type="gramStart"/>
      <w:r>
        <w:t>At</w:t>
      </w:r>
      <w:proofErr w:type="gramEnd"/>
      <w:r>
        <w:t xml:space="preserve"> a focal date 4 years from now,</w:t>
      </w:r>
    </w:p>
    <w:p w:rsidR="003A2E80" w:rsidRDefault="00E00B43" w:rsidP="004754CD">
      <w:pPr>
        <w:pStyle w:val="ISM"/>
      </w:pPr>
      <w:r>
        <w:rPr>
          <w:noProof/>
          <w:lang w:val="en-US"/>
        </w:rPr>
        <w:pict>
          <v:shape id="AutoShape 66" o:spid="_x0000_s1047" type="#_x0000_t61" style="position:absolute;margin-left:365.55pt;margin-top:-1.45pt;width:131.2pt;height:145.35pt;z-index:251597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" adj="-12496,6665" fillcolor="#cff">
            <v:fill opacity="25443f"/>
            <v:textbox inset="3.6pt,,3.6pt">
              <w:txbxContent>
                <w:p w:rsidR="00C52702" w:rsidRPr="00EC0459" w:rsidRDefault="00C52702" w:rsidP="004C5C74">
                  <w:pPr>
                    <w:spacing w:line="300" w:lineRule="exact"/>
                    <w:ind w:right="42"/>
                    <w:jc w:val="center"/>
                    <w:rPr>
                      <w:u w:val="single"/>
                    </w:rPr>
                  </w:pPr>
                  <w:r w:rsidRPr="00EC0459">
                    <w:rPr>
                      <w:u w:val="single"/>
                    </w:rPr>
                    <w:t>Step 1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4.2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A2E80">
                    <w:t>–</w:t>
                  </w:r>
                  <w:r>
                    <w:t>35,194.20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4754CD">
        <w:tab/>
        <w:t xml:space="preserve">Future value of quarterly savings </w:t>
      </w:r>
    </w:p>
    <w:p w:rsidR="004754CD" w:rsidRDefault="004754CD" w:rsidP="003A2E80">
      <w:pPr>
        <w:pStyle w:val="ISM"/>
        <w:ind w:left="1080"/>
      </w:pPr>
      <w:r>
        <w:t>= Present value of the monthly withdrawals</w:t>
      </w:r>
    </w:p>
    <w:p w:rsidR="004754CD" w:rsidRDefault="004754CD" w:rsidP="004754CD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 w:rsidRPr="00E80907">
        <w:rPr>
          <w:position w:val="-34"/>
        </w:rPr>
        <w:object w:dxaOrig="1380" w:dyaOrig="780">
          <v:shape id="_x0000_i1075" type="#_x0000_t75" style="width:68.25pt;height:39.25pt" o:ole="" fillcolor="window">
            <v:imagedata r:id="rId103" o:title=""/>
          </v:shape>
          <o:OLEObject Type="Embed" ProgID="Equation.3" ShapeID="_x0000_i1075" DrawAspect="Content" ObjectID="_1654981911" r:id="rId104"/>
        </w:object>
      </w:r>
      <w:r>
        <w:t xml:space="preserve"> = $3000</w:t>
      </w:r>
      <w:r w:rsidRPr="00E80907">
        <w:rPr>
          <w:position w:val="-34"/>
        </w:rPr>
        <w:object w:dxaOrig="1620" w:dyaOrig="780">
          <v:shape id="_x0000_i1076" type="#_x0000_t75" style="width:81.35pt;height:39.25pt" o:ole="" fillcolor="window">
            <v:imagedata r:id="rId105" o:title=""/>
          </v:shape>
          <o:OLEObject Type="Embed" ProgID="Equation.3" ShapeID="_x0000_i1076" DrawAspect="Content" ObjectID="_1654981912" r:id="rId106"/>
        </w:object>
      </w:r>
    </w:p>
    <w:p w:rsidR="003A2E80" w:rsidRDefault="003A2E80" w:rsidP="003A2E80">
      <w:pPr>
        <w:pStyle w:val="ISM"/>
      </w:pPr>
    </w:p>
    <w:p w:rsidR="003A2E80" w:rsidRDefault="00E00B43" w:rsidP="003A2E80">
      <w:pPr>
        <w:pStyle w:val="ISM"/>
      </w:pPr>
      <w:r>
        <w:rPr>
          <w:noProof/>
          <w:lang w:val="en-US"/>
        </w:rPr>
        <w:pict>
          <v:shape id="AutoShape 69" o:spid="_x0000_s1048" type="#_x0000_t61" style="position:absolute;margin-left:17.25pt;margin-top:11.95pt;width:124.7pt;height:145.35pt;z-index:251598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" adj="11839,-3254" fillcolor="#cff">
            <v:fill opacity="26214f"/>
            <v:textbox inset="3.6pt,,3.6pt">
              <w:txbxContent>
                <w:p w:rsidR="00C52702" w:rsidRPr="00EC0459" w:rsidRDefault="00C52702" w:rsidP="004C5C74">
                  <w:pPr>
                    <w:spacing w:line="300" w:lineRule="exact"/>
                    <w:ind w:right="42"/>
                    <w:jc w:val="center"/>
                    <w:rPr>
                      <w:u w:val="single"/>
                    </w:rPr>
                  </w:pPr>
                  <w:r w:rsidRPr="00EC0459">
                    <w:rPr>
                      <w:u w:val="single"/>
                    </w:rPr>
                    <w:t>Step 2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 w:rsidRPr="006F3B25">
                    <w:rPr>
                      <w:iCs/>
                    </w:rPr>
                    <w:t xml:space="preserve">= </w:t>
                  </w:r>
                  <w:r>
                    <w:rPr>
                      <w:iCs/>
                    </w:rPr>
                    <w:t>4)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35194.20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EF6DD5">
                    <w:t>–</w:t>
                  </w:r>
                  <w:r>
                    <w:t>1962.61</w:t>
                  </w:r>
                </w:p>
              </w:txbxContent>
            </v:textbox>
            <w10:wrap type="square"/>
          </v:shape>
        </w:pict>
      </w:r>
    </w:p>
    <w:p w:rsidR="003A2E80" w:rsidRDefault="003A2E80" w:rsidP="003A2E80">
      <w:pPr>
        <w:pStyle w:val="ISM"/>
      </w:pPr>
    </w:p>
    <w:p w:rsidR="003A2E80" w:rsidRDefault="003A2E80" w:rsidP="003A2E80"/>
    <w:p w:rsidR="003A2E80" w:rsidRDefault="003A2E80" w:rsidP="003A2E80">
      <w:pPr>
        <w:pStyle w:val="ISM"/>
      </w:pPr>
    </w:p>
    <w:p w:rsidR="00AC0441" w:rsidRDefault="00AC0441" w:rsidP="003A2E80">
      <w:pPr>
        <w:pStyle w:val="ISM"/>
      </w:pPr>
    </w:p>
    <w:p w:rsidR="003A2E80" w:rsidRDefault="003A2E80" w:rsidP="003A2E80">
      <w:pPr>
        <w:pStyle w:val="ISM"/>
      </w:pPr>
    </w:p>
    <w:p w:rsidR="00052A83" w:rsidRDefault="004754CD" w:rsidP="004754CD">
      <w:pPr>
        <w:pStyle w:val="ISM"/>
      </w:pPr>
      <w:r>
        <w:tab/>
      </w:r>
      <w:r>
        <w:tab/>
        <w:t xml:space="preserve">The solution is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$1962.61</w:t>
      </w:r>
      <w:r>
        <w:t xml:space="preserve">. </w:t>
      </w:r>
    </w:p>
    <w:p w:rsidR="00EF6DD5" w:rsidRDefault="00052A83" w:rsidP="004754CD">
      <w:pPr>
        <w:pStyle w:val="ISM"/>
      </w:pPr>
      <w:r>
        <w:tab/>
      </w:r>
      <w:r>
        <w:tab/>
      </w:r>
      <w:r w:rsidR="004754CD">
        <w:t xml:space="preserve">Tim and Justine must </w:t>
      </w:r>
      <w:r>
        <w:t>contribute $1962.61 to the</w:t>
      </w:r>
      <w:r w:rsidRPr="00052A83">
        <w:t xml:space="preserve"> </w:t>
      </w:r>
      <w:r>
        <w:t>fund</w:t>
      </w:r>
      <w:r w:rsidRPr="00052A83">
        <w:t xml:space="preserve"> </w:t>
      </w:r>
      <w:r>
        <w:t>at</w:t>
      </w:r>
    </w:p>
    <w:p w:rsidR="004754CD" w:rsidRDefault="00EF6DD5" w:rsidP="004754CD">
      <w:pPr>
        <w:pStyle w:val="ISM"/>
      </w:pPr>
      <w:r>
        <w:tab/>
      </w:r>
      <w:r>
        <w:tab/>
        <w:t>the end of</w:t>
      </w:r>
      <w:r w:rsidRPr="00EF6DD5">
        <w:t xml:space="preserve"> </w:t>
      </w:r>
      <w:r>
        <w:t>every</w:t>
      </w:r>
      <w:r w:rsidR="00052A83">
        <w:t xml:space="preserve"> </w:t>
      </w:r>
      <w:r w:rsidR="004754CD">
        <w:t>calendar quarter for the next 4 years.</w:t>
      </w:r>
    </w:p>
    <w:p w:rsidR="003A2E80" w:rsidRDefault="003A2E80" w:rsidP="004754CD">
      <w:pPr>
        <w:pStyle w:val="ISM"/>
      </w:pPr>
    </w:p>
    <w:p w:rsidR="00EF6DD5" w:rsidRDefault="00EF6DD5" w:rsidP="004754CD">
      <w:pPr>
        <w:pStyle w:val="ISM"/>
      </w:pPr>
    </w:p>
    <w:p w:rsidR="00A32ED5" w:rsidRDefault="00A32ED5" w:rsidP="004754CD">
      <w:pPr>
        <w:pStyle w:val="ISMab"/>
      </w:pPr>
    </w:p>
    <w:p w:rsidR="00A32ED5" w:rsidRDefault="00A32ED5" w:rsidP="004754CD">
      <w:pPr>
        <w:pStyle w:val="ISMab"/>
      </w:pPr>
    </w:p>
    <w:p w:rsidR="004754CD" w:rsidRDefault="004754CD" w:rsidP="004754CD">
      <w:pPr>
        <w:pStyle w:val="ISMab"/>
      </w:pPr>
      <w:r>
        <w:lastRenderedPageBreak/>
        <w:tab/>
      </w:r>
      <w:r w:rsidR="0025696B">
        <w:t>25</w:t>
      </w:r>
      <w:r>
        <w:t>.</w:t>
      </w:r>
      <w:r>
        <w:tab/>
      </w:r>
      <w:proofErr w:type="gramStart"/>
      <w:r>
        <w:rPr>
          <w:i/>
        </w:rPr>
        <w:t>a</w:t>
      </w:r>
      <w:proofErr w:type="gramEnd"/>
      <w:r>
        <w:t>.</w:t>
      </w:r>
      <w:r>
        <w:tab/>
        <w:t>The nominal amount in the RRSP should be</w:t>
      </w:r>
    </w:p>
    <w:p w:rsidR="004754CD" w:rsidRDefault="004754CD" w:rsidP="004754CD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560" w:dyaOrig="420">
          <v:shape id="_x0000_i1077" type="#_x0000_t75" style="width:77.6pt;height:20.55pt" o:ole="" fillcolor="window">
            <v:imagedata r:id="rId107" o:title=""/>
          </v:shape>
          <o:OLEObject Type="Embed" ProgID="Equation.2" ShapeID="_x0000_i1077" DrawAspect="Content" ObjectID="_1654981913" r:id="rId108"/>
        </w:object>
      </w:r>
      <w:r>
        <w:t>= $500,000</w:t>
      </w:r>
      <w:r w:rsidRPr="00E80907">
        <w:rPr>
          <w:position w:val="-10"/>
        </w:rPr>
        <w:object w:dxaOrig="800" w:dyaOrig="380">
          <v:shape id="_x0000_i1078" type="#_x0000_t75" style="width:40.2pt;height:18.7pt" o:ole="" fillcolor="window">
            <v:imagedata r:id="rId109" o:title=""/>
          </v:shape>
          <o:OLEObject Type="Embed" ProgID="Equation.3" ShapeID="_x0000_i1078" DrawAspect="Content" ObjectID="_1654981914" r:id="rId110"/>
        </w:object>
      </w:r>
      <w:r>
        <w:t xml:space="preserve"> = </w:t>
      </w:r>
      <w:r>
        <w:rPr>
          <w:u w:val="double"/>
        </w:rPr>
        <w:t>$905,680.79</w:t>
      </w:r>
    </w:p>
    <w:p w:rsidR="004754CD" w:rsidRDefault="00E00B43" w:rsidP="004754CD">
      <w:pPr>
        <w:pStyle w:val="ISMab"/>
      </w:pPr>
      <w:r>
        <w:rPr>
          <w:noProof/>
          <w:lang w:val="en-US"/>
        </w:rPr>
        <w:pict>
          <v:shape id="AutoShape 70" o:spid="_x0000_s1049" type="#_x0000_t61" style="position:absolute;margin-left:356pt;margin-top:4.75pt;width:118.3pt;height:131.15pt;z-index:251599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" adj="-7760,14617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8.5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905680.79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–1708.17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4754CD">
        <w:rPr>
          <w:i/>
        </w:rPr>
        <w:t>b.</w:t>
      </w:r>
      <w:r w:rsidR="004754CD">
        <w:tab/>
        <w:t>The contributions form an ordinary general annuity having</w:t>
      </w:r>
    </w:p>
    <w:p w:rsidR="00D97ECD" w:rsidRDefault="004754CD" w:rsidP="004754CD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$905,680.79, </w:t>
      </w:r>
      <w:r>
        <w:rPr>
          <w:rFonts w:ascii="Times New Roman" w:hAnsi="Times New Roman"/>
          <w:i/>
        </w:rPr>
        <w:t>n</w:t>
      </w:r>
      <w:r>
        <w:t xml:space="preserve"> = 4(30) = 120, </w:t>
      </w:r>
    </w:p>
    <w:p w:rsidR="004754CD" w:rsidRDefault="00E00B43" w:rsidP="004754CD">
      <w:pPr>
        <w:pStyle w:val="ISMab"/>
      </w:pPr>
      <w:r>
        <w:rPr>
          <w:noProof/>
          <w:lang w:val="en-US"/>
        </w:rPr>
        <w:pict>
          <v:shape id="AutoShape 71" o:spid="_x0000_s1617" type="#_x0000_t88" style="position:absolute;margin-left:286pt;margin-top:18.15pt;width:15.05pt;height:73.1pt;z-index:25160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"/>
        </w:pict>
      </w:r>
      <w:r w:rsidR="00D97ECD">
        <w:tab/>
      </w:r>
      <w:r w:rsidR="00D97ECD">
        <w:tab/>
      </w:r>
      <w:r w:rsidR="00D97ECD">
        <w:tab/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t xml:space="preserve"> = </w:t>
      </w:r>
      <w:r w:rsidR="004754CD" w:rsidRPr="00E80907">
        <w:rPr>
          <w:position w:val="-16"/>
        </w:rPr>
        <w:object w:dxaOrig="520" w:dyaOrig="420">
          <v:shape id="_x0000_i1079" type="#_x0000_t75" style="width:26.2pt;height:20.55pt" o:ole="" fillcolor="window">
            <v:imagedata r:id="rId111" o:title=""/>
          </v:shape>
          <o:OLEObject Type="Embed" ProgID="Equation.3" ShapeID="_x0000_i1079" DrawAspect="Content" ObjectID="_1654981915" r:id="rId112"/>
        </w:object>
      </w:r>
      <w:r w:rsidR="004754CD">
        <w:t xml:space="preserve"> = 4.25%, </w:t>
      </w:r>
      <w:r w:rsidR="004754CD">
        <w:rPr>
          <w:rFonts w:ascii="Times New Roman" w:hAnsi="Times New Roman"/>
          <w:i/>
        </w:rPr>
        <w:t>c</w:t>
      </w:r>
      <w:r w:rsidR="004754CD">
        <w:t xml:space="preserve"> = </w:t>
      </w:r>
      <w:r w:rsidR="004754CD" w:rsidRPr="00E80907">
        <w:rPr>
          <w:position w:val="-16"/>
        </w:rPr>
        <w:object w:dxaOrig="220" w:dyaOrig="420">
          <v:shape id="_x0000_i1080" type="#_x0000_t75" style="width:11.2pt;height:20.55pt" o:ole="" fillcolor="window">
            <v:imagedata r:id="rId113" o:title=""/>
          </v:shape>
          <o:OLEObject Type="Embed" ProgID="Equation.3" ShapeID="_x0000_i1080" DrawAspect="Content" ObjectID="_1654981916" r:id="rId114"/>
        </w:object>
      </w:r>
      <w:r w:rsidR="004754CD">
        <w:t xml:space="preserve"> = 0.5,</w:t>
      </w:r>
    </w:p>
    <w:p w:rsidR="004754CD" w:rsidRDefault="004754CD" w:rsidP="004754CD">
      <w:pPr>
        <w:pStyle w:val="ISMab"/>
      </w:pP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081" type="#_x0000_t75" style="width:70.15pt;height:18.7pt" o:ole="" fillcolor="window">
            <v:imagedata r:id="rId22" o:title=""/>
          </v:shape>
          <o:OLEObject Type="Embed" ProgID="Equation.3" ShapeID="_x0000_i1081" DrawAspect="Content" ObjectID="_1654981917" r:id="rId115"/>
        </w:object>
      </w:r>
      <w:r>
        <w:t xml:space="preserve"> = </w:t>
      </w:r>
      <w:r w:rsidRPr="00E80907">
        <w:rPr>
          <w:position w:val="-10"/>
        </w:rPr>
        <w:object w:dxaOrig="1140" w:dyaOrig="380">
          <v:shape id="_x0000_i1082" type="#_x0000_t75" style="width:57.05pt;height:18.7pt" o:ole="" fillcolor="window">
            <v:imagedata r:id="rId116" o:title=""/>
          </v:shape>
          <o:OLEObject Type="Embed" ProgID="Equation.3" ShapeID="_x0000_i1082" DrawAspect="Content" ObjectID="_1654981918" r:id="rId117"/>
        </w:object>
      </w:r>
      <w:r>
        <w:t>– 1 = 0.021028893</w:t>
      </w:r>
    </w:p>
    <w:p w:rsidR="004754CD" w:rsidRDefault="004754CD" w:rsidP="004754CD">
      <w:pPr>
        <w:pStyle w:val="ISMab"/>
      </w:pPr>
      <w:r>
        <w:tab/>
      </w:r>
      <w:r>
        <w:tab/>
      </w:r>
      <w:r>
        <w:tab/>
        <w:t xml:space="preserve">$905,680.79 =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2240" w:dyaOrig="780">
          <v:shape id="_x0000_i1083" type="#_x0000_t75" style="width:112.2pt;height:39.25pt" o:ole="" fillcolor="window">
            <v:imagedata r:id="rId118" o:title=""/>
          </v:shape>
          <o:OLEObject Type="Embed" ProgID="Equation.3" ShapeID="_x0000_i1083" DrawAspect="Content" ObjectID="_1654981919" r:id="rId119"/>
        </w:object>
      </w:r>
    </w:p>
    <w:p w:rsidR="004754CD" w:rsidRDefault="004754CD" w:rsidP="00D97ECD">
      <w:pPr>
        <w:pStyle w:val="ISMab"/>
        <w:spacing w:after="60"/>
      </w:pPr>
      <w:r>
        <w:tab/>
      </w:r>
      <w:r>
        <w:tab/>
      </w:r>
      <w:r>
        <w:tab/>
      </w:r>
      <w:r w:rsidR="00EC0459">
        <w:tab/>
        <w:t xml:space="preserve">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$1708.17</w:t>
      </w:r>
    </w:p>
    <w:p w:rsidR="00B81BEC" w:rsidRDefault="004754CD" w:rsidP="004754CD">
      <w:pPr>
        <w:pStyle w:val="ISMab"/>
        <w:spacing w:after="180"/>
      </w:pPr>
      <w:r>
        <w:tab/>
      </w:r>
      <w:r>
        <w:tab/>
      </w:r>
      <w:r>
        <w:tab/>
      </w:r>
    </w:p>
    <w:p w:rsidR="004754CD" w:rsidRDefault="004754CD" w:rsidP="004754CD">
      <w:pPr>
        <w:pStyle w:val="ISMab"/>
        <w:spacing w:after="180"/>
      </w:pPr>
      <w:r>
        <w:t>Dr. Collins should make quarterly contributions of $1708.17.</w:t>
      </w:r>
    </w:p>
    <w:p w:rsidR="00452AD1" w:rsidRDefault="00452AD1" w:rsidP="004754CD">
      <w:pPr>
        <w:pStyle w:val="ISM"/>
      </w:pPr>
    </w:p>
    <w:p w:rsidR="004754CD" w:rsidRDefault="004754CD" w:rsidP="004754CD">
      <w:pPr>
        <w:pStyle w:val="ISM"/>
      </w:pPr>
      <w:r>
        <w:tab/>
      </w:r>
      <w:r w:rsidR="0025696B">
        <w:t>27</w:t>
      </w:r>
      <w:r>
        <w:t>.</w:t>
      </w:r>
      <w:r>
        <w:tab/>
      </w:r>
      <w:proofErr w:type="gramStart"/>
      <w:r>
        <w:t>At</w:t>
      </w:r>
      <w:proofErr w:type="gramEnd"/>
      <w:r>
        <w:t xml:space="preserve"> a focal date on Brice’s 65th birthday,</w:t>
      </w:r>
    </w:p>
    <w:p w:rsidR="004754CD" w:rsidRDefault="004754CD" w:rsidP="004754CD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$154,000 = </w:t>
      </w:r>
      <w:r>
        <w:rPr>
          <w:rFonts w:ascii="Times New Roman" w:hAnsi="Times New Roman"/>
          <w:i/>
        </w:rPr>
        <w:t>PV</w:t>
      </w:r>
      <w:r>
        <w:t xml:space="preserve"> of ordinary simple annuity payments</w:t>
      </w:r>
    </w:p>
    <w:p w:rsidR="004754CD" w:rsidRDefault="004754CD" w:rsidP="004754CD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$154,000, </w:t>
      </w:r>
      <w:r>
        <w:rPr>
          <w:rFonts w:ascii="Times New Roman" w:hAnsi="Times New Roman"/>
          <w:i/>
        </w:rPr>
        <w:t>n</w:t>
      </w:r>
      <w:r>
        <w:t xml:space="preserve"> = 12(11) = 132,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620" w:dyaOrig="440">
          <v:shape id="_x0000_i1084" type="#_x0000_t75" style="width:30.85pt;height:21.5pt" o:ole="" fillcolor="window">
            <v:imagedata r:id="rId120" o:title=""/>
          </v:shape>
          <o:OLEObject Type="Embed" ProgID="Equation.3" ShapeID="_x0000_i1084" DrawAspect="Content" ObjectID="_1654981920" r:id="rId121"/>
        </w:object>
      </w:r>
      <w:r>
        <w:t xml:space="preserve"> = 0.6875%.</w:t>
      </w:r>
    </w:p>
    <w:p w:rsidR="004754CD" w:rsidRDefault="004754CD" w:rsidP="004754CD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n</w:t>
      </w:r>
      <w:r>
        <w:t xml:space="preserve"> = 12(20) = 240 and </w:t>
      </w:r>
      <w:r>
        <w:rPr>
          <w:rFonts w:ascii="Times New Roman" w:hAnsi="Times New Roman"/>
          <w:i/>
        </w:rPr>
        <w:t>i</w:t>
      </w:r>
      <w:r>
        <w:t xml:space="preserve"> = 0.6875%.</w:t>
      </w:r>
    </w:p>
    <w:p w:rsidR="004754CD" w:rsidRDefault="004754CD" w:rsidP="004754CD">
      <w:pPr>
        <w:pStyle w:val="ISM"/>
      </w:pPr>
      <w:r>
        <w:tab/>
      </w:r>
      <w:r>
        <w:tab/>
        <w:t>Hence,</w:t>
      </w:r>
      <w:r>
        <w:tab/>
        <w:t>$154,000</w:t>
      </w:r>
      <w:r w:rsidRPr="00E80907">
        <w:rPr>
          <w:position w:val="-10"/>
        </w:rPr>
        <w:object w:dxaOrig="1420" w:dyaOrig="380">
          <v:shape id="_x0000_i1085" type="#_x0000_t75" style="width:70.15pt;height:18.7pt" o:ole="" fillcolor="window">
            <v:imagedata r:id="rId122" o:title=""/>
          </v:shape>
          <o:OLEObject Type="Embed" ProgID="Equation.3" ShapeID="_x0000_i1085" DrawAspect="Content" ObjectID="_1654981921" r:id="rId123"/>
        </w:object>
      </w:r>
      <w:r>
        <w:t xml:space="preserve"> =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1980" w:dyaOrig="780">
          <v:shape id="_x0000_i1086" type="#_x0000_t75" style="width:98.2pt;height:39.25pt" o:ole="" fillcolor="window">
            <v:imagedata r:id="rId124" o:title=""/>
          </v:shape>
          <o:OLEObject Type="Embed" ProgID="Equation.3" ShapeID="_x0000_i1086" DrawAspect="Content" ObjectID="_1654981922" r:id="rId125"/>
        </w:object>
      </w:r>
    </w:p>
    <w:p w:rsidR="00D97ECD" w:rsidRDefault="00D97ECD"/>
    <w:p w:rsidR="00D97ECD" w:rsidRDefault="00E00B43" w:rsidP="004754CD">
      <w:pPr>
        <w:pStyle w:val="ISM"/>
      </w:pPr>
      <w:r>
        <w:rPr>
          <w:noProof/>
          <w:lang w:val="en-US"/>
        </w:rPr>
        <w:pict>
          <v:shape id="AutoShape 72" o:spid="_x0000_s1050" type="#_x0000_t61" style="position:absolute;margin-left:17.25pt;margin-top:20.05pt;width:131.2pt;height:131.15pt;z-index: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" adj="12199,-4274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8.25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 w:rsidRPr="006F3B25">
                    <w:rPr>
                      <w:iCs/>
                    </w:rPr>
                    <w:t xml:space="preserve">= </w:t>
                  </w:r>
                  <w:r>
                    <w:rPr>
                      <w:iCs/>
                    </w:rPr>
                    <w:t>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132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154000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380,447.16</w:t>
                  </w:r>
                </w:p>
              </w:txbxContent>
            </v:textbox>
            <w10:wrap type="square"/>
          </v:shape>
        </w:pict>
      </w:r>
    </w:p>
    <w:p w:rsidR="00D97ECD" w:rsidRDefault="00D97ECD" w:rsidP="004754CD">
      <w:pPr>
        <w:pStyle w:val="ISM"/>
      </w:pPr>
    </w:p>
    <w:p w:rsidR="00AC0441" w:rsidRDefault="00E00B43">
      <w:r>
        <w:rPr>
          <w:noProof/>
          <w:lang w:val="en-US"/>
        </w:rPr>
        <w:pict>
          <v:shape id="AutoShape 73" o:spid="_x0000_s1051" type="#_x0000_t61" style="position:absolute;margin-left:93.5pt;margin-top:3.35pt;width:137.6pt;height:120.8pt;z-index:251602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" adj="1293,-5153" fillcolor="#cff">
            <v:fill opacity="26214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380447.16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3241.66</w:t>
                  </w:r>
                </w:p>
              </w:txbxContent>
            </v:textbox>
            <w10:wrap type="square"/>
          </v:shape>
        </w:pict>
      </w:r>
    </w:p>
    <w:p w:rsidR="00D97ECD" w:rsidRDefault="00D97ECD" w:rsidP="004754CD">
      <w:pPr>
        <w:pStyle w:val="ISM"/>
      </w:pPr>
    </w:p>
    <w:p w:rsidR="00D97ECD" w:rsidRDefault="00D97ECD" w:rsidP="004754CD">
      <w:pPr>
        <w:pStyle w:val="ISM"/>
      </w:pPr>
    </w:p>
    <w:p w:rsidR="00D97ECD" w:rsidRDefault="00D97ECD" w:rsidP="004754CD">
      <w:pPr>
        <w:pStyle w:val="ISM"/>
      </w:pPr>
    </w:p>
    <w:p w:rsidR="00D97ECD" w:rsidRDefault="00D97ECD" w:rsidP="004754CD">
      <w:pPr>
        <w:pStyle w:val="ISM"/>
      </w:pPr>
    </w:p>
    <w:p w:rsidR="00D97ECD" w:rsidRDefault="00D97ECD" w:rsidP="004754CD">
      <w:pPr>
        <w:pStyle w:val="ISM"/>
      </w:pPr>
    </w:p>
    <w:p w:rsidR="00D97ECD" w:rsidRDefault="00D97ECD" w:rsidP="004754CD">
      <w:pPr>
        <w:pStyle w:val="ISM"/>
      </w:pPr>
    </w:p>
    <w:p w:rsidR="00D97ECD" w:rsidRDefault="00D97ECD" w:rsidP="004754CD">
      <w:pPr>
        <w:pStyle w:val="ISM"/>
      </w:pPr>
    </w:p>
    <w:p w:rsidR="0073629D" w:rsidRDefault="0073629D" w:rsidP="004754CD">
      <w:pPr>
        <w:pStyle w:val="ISM"/>
      </w:pPr>
    </w:p>
    <w:p w:rsidR="0073629D" w:rsidRDefault="0073629D" w:rsidP="004754CD">
      <w:pPr>
        <w:pStyle w:val="ISM"/>
      </w:pPr>
    </w:p>
    <w:p w:rsidR="0073629D" w:rsidRDefault="0073629D" w:rsidP="004754CD">
      <w:pPr>
        <w:pStyle w:val="ISM"/>
      </w:pPr>
    </w:p>
    <w:p w:rsidR="004754CD" w:rsidRDefault="0073629D" w:rsidP="004754CD">
      <w:pPr>
        <w:pStyle w:val="ISM"/>
      </w:pPr>
      <w:r>
        <w:tab/>
      </w:r>
      <w:r>
        <w:tab/>
      </w:r>
      <w:r w:rsidR="004754CD">
        <w:rPr>
          <w:rFonts w:ascii="Times New Roman" w:hAnsi="Times New Roman"/>
          <w:i/>
        </w:rPr>
        <w:t>PMT</w:t>
      </w:r>
      <w:r w:rsidR="004754CD">
        <w:t xml:space="preserve"> = </w:t>
      </w:r>
      <w:r w:rsidR="004754CD" w:rsidRPr="00E80907">
        <w:rPr>
          <w:position w:val="-22"/>
        </w:rPr>
        <w:object w:dxaOrig="1320" w:dyaOrig="580">
          <v:shape id="_x0000_i1087" type="#_x0000_t75" style="width:66.4pt;height:29pt" o:ole="" fillcolor="window">
            <v:imagedata r:id="rId126" o:title=""/>
          </v:shape>
          <o:OLEObject Type="Embed" ProgID="Equation.3" ShapeID="_x0000_i1087" DrawAspect="Content" ObjectID="_1654981923" r:id="rId127"/>
        </w:object>
      </w:r>
      <w:r w:rsidR="004754CD">
        <w:t xml:space="preserve"> = </w:t>
      </w:r>
      <w:r w:rsidR="004754CD">
        <w:rPr>
          <w:u w:val="double"/>
        </w:rPr>
        <w:t>$3241.66</w:t>
      </w:r>
    </w:p>
    <w:p w:rsidR="004754CD" w:rsidRDefault="004754CD" w:rsidP="004754CD">
      <w:pPr>
        <w:pStyle w:val="ISM"/>
        <w:spacing w:after="180"/>
      </w:pPr>
      <w:r>
        <w:tab/>
      </w:r>
      <w:r>
        <w:tab/>
        <w:t>The annuity payments will be $3241.66 per month.</w:t>
      </w:r>
    </w:p>
    <w:p w:rsidR="00C52702" w:rsidRDefault="00C52702">
      <w:r>
        <w:br w:type="page"/>
      </w:r>
    </w:p>
    <w:p w:rsidR="001B3044" w:rsidRDefault="004754CD" w:rsidP="004754CD">
      <w:pPr>
        <w:pStyle w:val="ISMab"/>
      </w:pPr>
      <w:r>
        <w:lastRenderedPageBreak/>
        <w:tab/>
      </w:r>
      <w:r w:rsidR="0025696B">
        <w:t>29</w:t>
      </w:r>
      <w:r>
        <w:t>.</w:t>
      </w:r>
      <w:r>
        <w:tab/>
      </w:r>
      <w:proofErr w:type="gramStart"/>
      <w:r>
        <w:rPr>
          <w:i/>
        </w:rPr>
        <w:t>a</w:t>
      </w:r>
      <w:proofErr w:type="gramEnd"/>
      <w:r>
        <w:t>.</w:t>
      </w:r>
      <w:r>
        <w:tab/>
        <w:t xml:space="preserve">The original loan equals the present value of the loan </w:t>
      </w:r>
    </w:p>
    <w:p w:rsidR="001B3044" w:rsidRDefault="00E00B43" w:rsidP="004754CD">
      <w:pPr>
        <w:pStyle w:val="ISMab"/>
      </w:pPr>
      <w:r>
        <w:rPr>
          <w:noProof/>
          <w:lang w:val="en-US"/>
        </w:rPr>
        <w:pict>
          <v:shape id="AutoShape 78" o:spid="_x0000_s1052" type="#_x0000_t61" style="position:absolute;margin-left:387.15pt;margin-top:10.7pt;width:124.75pt;height:129pt;z-index:251603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" adj="-39642,28683" fillcolor="#cff">
            <v:fill opacity="25443f"/>
            <v:textbox style="mso-next-textbox:#AutoShape 78"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 w:rsidRPr="006F3B25">
                    <w:rPr>
                      <w:iCs/>
                    </w:rPr>
                    <w:t xml:space="preserve">= </w:t>
                  </w:r>
                  <w:r>
                    <w:rPr>
                      <w:iCs/>
                    </w:rPr>
                    <w:t>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3000000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671749">
                    <w:t>–</w:t>
                  </w:r>
                  <w:r>
                    <w:t>3,477,822.22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4754CD">
        <w:tab/>
      </w:r>
      <w:proofErr w:type="gramStart"/>
      <w:r w:rsidR="001B3044">
        <w:t>payments</w:t>
      </w:r>
      <w:proofErr w:type="gramEnd"/>
      <w:r w:rsidR="001B3044">
        <w:t xml:space="preserve">. Shifting the </w:t>
      </w:r>
      <w:r w:rsidR="004754CD">
        <w:t xml:space="preserve">focal date to the date </w:t>
      </w:r>
    </w:p>
    <w:p w:rsidR="004754CD" w:rsidRDefault="001B3044" w:rsidP="004754CD">
      <w:pPr>
        <w:pStyle w:val="ISMab"/>
      </w:pPr>
      <w:r>
        <w:tab/>
      </w:r>
      <w:r>
        <w:tab/>
      </w:r>
      <w:r>
        <w:tab/>
      </w:r>
      <w:r w:rsidR="004754CD">
        <w:t>2.5 years from now,</w:t>
      </w:r>
    </w:p>
    <w:p w:rsidR="004754CD" w:rsidRDefault="004754CD" w:rsidP="004754CD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$3,000,000 = </w:t>
      </w:r>
      <w:r>
        <w:rPr>
          <w:rFonts w:ascii="Times New Roman" w:hAnsi="Times New Roman"/>
          <w:i/>
        </w:rPr>
        <w:t>PV</w:t>
      </w:r>
      <w:r>
        <w:t xml:space="preserve"> of ordinary annuity</w:t>
      </w:r>
    </w:p>
    <w:p w:rsidR="001B3044" w:rsidRDefault="004754CD" w:rsidP="004754CD">
      <w:pPr>
        <w:pStyle w:val="ISMab"/>
      </w:pPr>
      <w:r>
        <w:tab/>
      </w: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$3,000,000, </w:t>
      </w:r>
    </w:p>
    <w:p w:rsidR="004754CD" w:rsidRDefault="001B3044" w:rsidP="004754CD">
      <w:pPr>
        <w:pStyle w:val="ISMab"/>
      </w:pPr>
      <w:r>
        <w:tab/>
      </w:r>
      <w:r>
        <w:tab/>
      </w:r>
      <w:r>
        <w:tab/>
      </w:r>
      <w:r>
        <w:tab/>
      </w:r>
      <w:r w:rsidR="004754CD">
        <w:rPr>
          <w:rFonts w:ascii="Times New Roman" w:hAnsi="Times New Roman"/>
          <w:i/>
        </w:rPr>
        <w:t>n</w:t>
      </w:r>
      <w:r w:rsidR="004754CD">
        <w:t xml:space="preserve"> = 2(2.5) = 5, and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t xml:space="preserve"> = </w:t>
      </w:r>
      <w:r w:rsidR="004754CD" w:rsidRPr="00E80907">
        <w:rPr>
          <w:position w:val="-16"/>
        </w:rPr>
        <w:object w:dxaOrig="380" w:dyaOrig="440">
          <v:shape id="_x0000_i1088" type="#_x0000_t75" style="width:18.7pt;height:21.5pt" o:ole="" fillcolor="window">
            <v:imagedata r:id="rId128" o:title=""/>
          </v:shape>
          <o:OLEObject Type="Embed" ProgID="Equation.3" ShapeID="_x0000_i1088" DrawAspect="Content" ObjectID="_1654981924" r:id="rId129"/>
        </w:object>
      </w:r>
      <w:r w:rsidR="004754CD">
        <w:t xml:space="preserve"> = 3%.</w:t>
      </w:r>
    </w:p>
    <w:p w:rsidR="004754CD" w:rsidRDefault="00E00B43" w:rsidP="004754CD">
      <w:pPr>
        <w:pStyle w:val="ISMab"/>
      </w:pPr>
      <w:r>
        <w:rPr>
          <w:noProof/>
          <w:lang w:val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AutoShape 82" o:spid="_x0000_s1599" type="#_x0000_t87" style="position:absolute;margin-left:110.25pt;margin-top:12.4pt;width:13.95pt;height:96.75pt;rotation:90;z-index:25160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"/>
        </w:pict>
      </w:r>
      <w:r w:rsidR="004754CD">
        <w:tab/>
      </w:r>
      <w:r w:rsidR="004754CD">
        <w:tab/>
      </w:r>
      <w:r w:rsidR="004754CD">
        <w:tab/>
        <w:t xml:space="preserve">For the </w:t>
      </w:r>
      <w:r w:rsidR="004754CD">
        <w:rPr>
          <w:rFonts w:ascii="Times New Roman" w:hAnsi="Times New Roman"/>
          <w:i/>
        </w:rPr>
        <w:t>PV</w:t>
      </w:r>
      <w:r w:rsidR="004754CD">
        <w:t xml:space="preserve"> calculation, </w:t>
      </w:r>
      <w:r w:rsidR="004754CD">
        <w:rPr>
          <w:rFonts w:ascii="Times New Roman" w:hAnsi="Times New Roman"/>
          <w:i/>
        </w:rPr>
        <w:t>n</w:t>
      </w:r>
      <w:r w:rsidR="004754CD">
        <w:t xml:space="preserve"> = 2(15) = 30, and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t xml:space="preserve"> = 3%.</w:t>
      </w:r>
    </w:p>
    <w:p w:rsidR="004754CD" w:rsidRDefault="004754CD" w:rsidP="004754CD">
      <w:pPr>
        <w:pStyle w:val="ISMab"/>
      </w:pPr>
      <w:r>
        <w:tab/>
      </w:r>
      <w:r>
        <w:tab/>
      </w:r>
      <w:r>
        <w:tab/>
        <w:t>Hence,</w:t>
      </w:r>
    </w:p>
    <w:p w:rsidR="002C5751" w:rsidRDefault="002C5751" w:rsidP="004754CD">
      <w:pPr>
        <w:pStyle w:val="ISMab"/>
      </w:pPr>
    </w:p>
    <w:p w:rsidR="004754CD" w:rsidRDefault="00E00B43" w:rsidP="004754CD">
      <w:pPr>
        <w:pStyle w:val="ISMab"/>
      </w:pPr>
      <w:r>
        <w:rPr>
          <w:noProof/>
          <w:lang w:val="en-US"/>
        </w:rPr>
        <w:pict>
          <v:shape id="AutoShape 83" o:spid="_x0000_s1598" type="#_x0000_t88" style="position:absolute;margin-left:281.7pt;margin-top:2.4pt;width:15.05pt;height:58.05pt;z-index:25160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"/>
        </w:pict>
      </w:r>
      <w:r w:rsidR="004754CD">
        <w:tab/>
      </w:r>
      <w:r w:rsidR="004754CD">
        <w:tab/>
      </w:r>
      <w:r w:rsidR="004754CD">
        <w:tab/>
      </w:r>
      <w:r w:rsidR="004754CD">
        <w:tab/>
        <w:t>$3,000,000</w:t>
      </w:r>
      <w:r w:rsidR="004754CD" w:rsidRPr="00E80907">
        <w:rPr>
          <w:position w:val="-10"/>
        </w:rPr>
        <w:object w:dxaOrig="740" w:dyaOrig="380">
          <v:shape id="_x0000_i1089" type="#_x0000_t75" style="width:37.4pt;height:18.7pt" o:ole="" fillcolor="window">
            <v:imagedata r:id="rId130" o:title=""/>
          </v:shape>
          <o:OLEObject Type="Embed" ProgID="Equation.3" ShapeID="_x0000_i1089" DrawAspect="Content" ObjectID="_1654981925" r:id="rId131"/>
        </w:object>
      </w:r>
      <w:r w:rsidR="004754CD">
        <w:t xml:space="preserve"> = </w:t>
      </w:r>
      <w:r w:rsidR="004754CD">
        <w:rPr>
          <w:rFonts w:ascii="Times New Roman" w:hAnsi="Times New Roman"/>
          <w:i/>
        </w:rPr>
        <w:t xml:space="preserve">PMT </w:t>
      </w:r>
      <w:r w:rsidR="004754CD" w:rsidRPr="00E80907">
        <w:rPr>
          <w:position w:val="-34"/>
        </w:rPr>
        <w:object w:dxaOrig="1380" w:dyaOrig="780">
          <v:shape id="_x0000_i1090" type="#_x0000_t75" style="width:68.25pt;height:39.25pt" o:ole="" fillcolor="window">
            <v:imagedata r:id="rId132" o:title=""/>
          </v:shape>
          <o:OLEObject Type="Embed" ProgID="Equation.3" ShapeID="_x0000_i1090" DrawAspect="Content" ObjectID="_1654981926" r:id="rId133"/>
        </w:object>
      </w:r>
    </w:p>
    <w:p w:rsidR="001B3044" w:rsidRDefault="00E00B43" w:rsidP="001B3044">
      <w:pPr>
        <w:pStyle w:val="ISMab"/>
        <w:rPr>
          <w:u w:val="double"/>
        </w:rPr>
      </w:pPr>
      <w:r>
        <w:rPr>
          <w:noProof/>
          <w:lang w:val="en-US"/>
        </w:rPr>
        <w:pict>
          <v:shape id="AutoShape 79" o:spid="_x0000_s1053" type="#_x0000_t61" style="position:absolute;margin-left:359.1pt;margin-top:-63.8pt;width:124.7pt;height:103.2pt;z-index:251604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" adj="-5716,12150" fillcolor="#cff">
            <v:fill opacity="26214f"/>
            <v:textbox style="mso-next-textbox:#AutoShape 79"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3477822.22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–177,435.91</w:t>
                  </w:r>
                </w:p>
              </w:txbxContent>
            </v:textbox>
            <w10:wrap type="square"/>
          </v:shape>
        </w:pict>
      </w:r>
      <w:r w:rsidR="001B3044">
        <w:tab/>
      </w:r>
      <w:r w:rsidR="001B3044">
        <w:tab/>
      </w:r>
      <w:r w:rsidR="001B3044">
        <w:tab/>
      </w:r>
      <w:r w:rsidR="001B3044">
        <w:tab/>
      </w:r>
      <w:r w:rsidR="001B3044">
        <w:rPr>
          <w:rFonts w:ascii="Times New Roman" w:hAnsi="Times New Roman"/>
          <w:i/>
        </w:rPr>
        <w:t>PMT</w:t>
      </w:r>
      <w:r w:rsidR="001B3044">
        <w:t xml:space="preserve"> = </w:t>
      </w:r>
      <w:r w:rsidR="001B3044" w:rsidRPr="00E80907">
        <w:rPr>
          <w:position w:val="-22"/>
        </w:rPr>
        <w:object w:dxaOrig="1480" w:dyaOrig="580">
          <v:shape id="_x0000_i1091" type="#_x0000_t75" style="width:73.85pt;height:29pt" o:ole="" fillcolor="window">
            <v:imagedata r:id="rId134" o:title=""/>
          </v:shape>
          <o:OLEObject Type="Embed" ProgID="Equation.3" ShapeID="_x0000_i1091" DrawAspect="Content" ObjectID="_1654981927" r:id="rId135"/>
        </w:object>
      </w:r>
      <w:r w:rsidR="001B3044">
        <w:t xml:space="preserve"> = </w:t>
      </w:r>
      <w:r w:rsidR="001B3044">
        <w:rPr>
          <w:u w:val="double"/>
        </w:rPr>
        <w:t>$177,435.91</w:t>
      </w:r>
    </w:p>
    <w:p w:rsidR="001B3044" w:rsidRDefault="001B3044" w:rsidP="001B3044">
      <w:pPr>
        <w:pStyle w:val="ISMab"/>
        <w:spacing w:after="60"/>
      </w:pPr>
      <w:r>
        <w:tab/>
      </w:r>
      <w:r>
        <w:tab/>
      </w:r>
      <w:r>
        <w:tab/>
        <w:t xml:space="preserve">The </w:t>
      </w:r>
      <w:proofErr w:type="spellStart"/>
      <w:r>
        <w:t>semiannual</w:t>
      </w:r>
      <w:proofErr w:type="spellEnd"/>
      <w:r>
        <w:t xml:space="preserve"> loan payments will be $177,435.91.</w:t>
      </w:r>
    </w:p>
    <w:p w:rsidR="001B3044" w:rsidRDefault="001B3044" w:rsidP="001B3044">
      <w:pPr>
        <w:pStyle w:val="ISMab"/>
      </w:pPr>
      <w:r>
        <w:tab/>
      </w:r>
      <w:r>
        <w:tab/>
      </w:r>
      <w:r>
        <w:rPr>
          <w:i/>
        </w:rPr>
        <w:t>b.</w:t>
      </w:r>
      <w:r>
        <w:t xml:space="preserve"> </w:t>
      </w:r>
      <w:r>
        <w:tab/>
        <w:t>Total interest = Total of payments – Principal</w:t>
      </w:r>
    </w:p>
    <w:p w:rsidR="001B3044" w:rsidRDefault="001B3044" w:rsidP="001B3044">
      <w:pPr>
        <w:pStyle w:val="ISMab"/>
        <w:ind w:firstLine="2250"/>
      </w:pPr>
      <w:r>
        <w:t>= 30($177,435.91) – $3,000,000</w:t>
      </w:r>
    </w:p>
    <w:p w:rsidR="001B3044" w:rsidRDefault="001B3044" w:rsidP="001B3044">
      <w:pPr>
        <w:pStyle w:val="ISMab"/>
        <w:spacing w:after="180"/>
        <w:ind w:firstLine="2250"/>
      </w:pPr>
      <w:r>
        <w:t xml:space="preserve">= </w:t>
      </w:r>
      <w:r>
        <w:rPr>
          <w:u w:val="double"/>
        </w:rPr>
        <w:t>$2,323,077.30</w:t>
      </w:r>
    </w:p>
    <w:p w:rsidR="00452AD1" w:rsidRDefault="00452AD1" w:rsidP="004754CD">
      <w:pPr>
        <w:pStyle w:val="ISM"/>
      </w:pPr>
    </w:p>
    <w:p w:rsidR="004754CD" w:rsidRDefault="004754CD" w:rsidP="004754CD">
      <w:pPr>
        <w:pStyle w:val="ISM"/>
      </w:pPr>
      <w:r>
        <w:tab/>
      </w:r>
      <w:r w:rsidR="0025696B">
        <w:t>3</w:t>
      </w:r>
      <w:r w:rsidR="00C10135">
        <w:t>1</w:t>
      </w:r>
      <w:r>
        <w:tab/>
        <w:t>At a focal date 28 years from now,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84" o:spid="_x0000_s1054" type="#_x0000_t61" style="position:absolute;margin-left:343.85pt;margin-top:8pt;width:131.2pt;height:131.15pt;z-index: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" adj="-19279,14551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</w:t>
                  </w:r>
                  <w:r>
                    <w:rPr>
                      <w:iCs/>
                    </w:rPr>
                    <w:t>= 1)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7000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99,029.61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</w:r>
      <w:r w:rsidR="004754CD">
        <w:tab/>
      </w:r>
      <w:r w:rsidR="004754CD">
        <w:rPr>
          <w:rFonts w:ascii="Times New Roman" w:hAnsi="Times New Roman"/>
          <w:i/>
        </w:rPr>
        <w:t>FV</w:t>
      </w:r>
      <w:r w:rsidR="004754CD">
        <w:t xml:space="preserve"> of RRSP contributions = </w:t>
      </w:r>
      <w:r w:rsidR="004754CD">
        <w:rPr>
          <w:rFonts w:ascii="Times New Roman" w:hAnsi="Times New Roman"/>
          <w:i/>
        </w:rPr>
        <w:t>PV</w:t>
      </w:r>
      <w:r w:rsidR="004754CD">
        <w:t xml:space="preserve"> of the annuity payments.</w:t>
      </w:r>
    </w:p>
    <w:p w:rsidR="004754CD" w:rsidRDefault="004754CD" w:rsidP="004754CD">
      <w:pPr>
        <w:pStyle w:val="ISM"/>
      </w:pPr>
      <w:r>
        <w:tab/>
      </w:r>
      <w:r>
        <w:tab/>
        <w:t>The amount in the RRSP 10 years from now will be</w:t>
      </w:r>
    </w:p>
    <w:p w:rsidR="008817E7" w:rsidRDefault="00E00B43" w:rsidP="004754CD">
      <w:pPr>
        <w:pStyle w:val="ISM"/>
      </w:pPr>
      <w:r>
        <w:rPr>
          <w:noProof/>
          <w:lang w:val="en-US"/>
        </w:rPr>
        <w:pict>
          <v:shape id="AutoShape 234" o:spid="_x0000_s1590" type="#_x0000_t88" style="position:absolute;margin-left:191.4pt;margin-top:.7pt;width:15.05pt;height:90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"/>
        </w:pict>
      </w:r>
      <w:r w:rsidR="004754CD">
        <w:tab/>
      </w:r>
      <w:r w:rsidR="004754CD">
        <w:tab/>
      </w:r>
      <w:r w:rsidR="004754CD">
        <w:tab/>
      </w:r>
      <w:r w:rsidR="004754CD" w:rsidRPr="00E80907">
        <w:rPr>
          <w:position w:val="-36"/>
        </w:rPr>
        <w:object w:dxaOrig="2400" w:dyaOrig="840">
          <v:shape id="_x0000_i1092" type="#_x0000_t75" style="width:119.7pt;height:42.1pt" o:ole="" fillcolor="window">
            <v:imagedata r:id="rId136" o:title=""/>
          </v:shape>
          <o:OLEObject Type="Embed" ProgID="Equation.2" ShapeID="_x0000_i1092" DrawAspect="Content" ObjectID="_1654981928" r:id="rId137"/>
        </w:object>
      </w:r>
      <w:r w:rsidR="004754CD">
        <w:t xml:space="preserve"> </w:t>
      </w:r>
    </w:p>
    <w:p w:rsidR="008817E7" w:rsidRDefault="004754CD" w:rsidP="008817E7">
      <w:pPr>
        <w:pStyle w:val="ISM"/>
        <w:ind w:left="1170"/>
      </w:pPr>
      <w:r>
        <w:t>= $7000</w:t>
      </w:r>
      <w:r w:rsidRPr="00E80907">
        <w:rPr>
          <w:position w:val="-34"/>
        </w:rPr>
        <w:object w:dxaOrig="1380" w:dyaOrig="780">
          <v:shape id="_x0000_i1093" type="#_x0000_t75" style="width:68.25pt;height:39.25pt" o:ole="" fillcolor="window">
            <v:imagedata r:id="rId138" o:title=""/>
          </v:shape>
          <o:OLEObject Type="Embed" ProgID="Equation.3" ShapeID="_x0000_i1093" DrawAspect="Content" ObjectID="_1654981929" r:id="rId139"/>
        </w:object>
      </w:r>
      <w:r>
        <w:t xml:space="preserve"> </w:t>
      </w:r>
    </w:p>
    <w:p w:rsidR="004754CD" w:rsidRDefault="004754CD" w:rsidP="008817E7">
      <w:pPr>
        <w:pStyle w:val="ISM"/>
        <w:ind w:left="1170"/>
      </w:pPr>
      <w:r>
        <w:t>= $99,029.61</w:t>
      </w:r>
    </w:p>
    <w:p w:rsidR="00DF2AFA" w:rsidRDefault="00DF2AFA" w:rsidP="004754CD">
      <w:pPr>
        <w:pStyle w:val="ISM"/>
      </w:pPr>
    </w:p>
    <w:p w:rsidR="008817E7" w:rsidRDefault="00E00B43" w:rsidP="004754CD">
      <w:pPr>
        <w:pStyle w:val="ISM"/>
      </w:pPr>
      <w:r>
        <w:rPr>
          <w:noProof/>
          <w:lang w:val="en-US"/>
        </w:rPr>
        <w:pict>
          <v:shape id="AutoShape 85" o:spid="_x0000_s1055" type="#_x0000_t61" style="position:absolute;margin-left:333.6pt;margin-top:.05pt;width:135.5pt;height:103.2pt;z-index:251611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" adj="-8002,14421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99029.61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364,013.45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  <w:t xml:space="preserve">The left side of the word equation is the future value, </w:t>
      </w:r>
    </w:p>
    <w:p w:rsidR="004754CD" w:rsidRDefault="008817E7" w:rsidP="004754CD">
      <w:pPr>
        <w:pStyle w:val="ISM"/>
      </w:pPr>
      <w:r>
        <w:tab/>
      </w:r>
      <w:r>
        <w:tab/>
      </w:r>
      <w:r w:rsidR="004754CD">
        <w:t xml:space="preserve">28 years from now, of the </w:t>
      </w:r>
      <w:r>
        <w:t>preceding amount and the</w:t>
      </w:r>
    </w:p>
    <w:p w:rsidR="004754CD" w:rsidRDefault="004754CD" w:rsidP="004754CD">
      <w:pPr>
        <w:pStyle w:val="ISM"/>
      </w:pPr>
      <w:r>
        <w:tab/>
      </w:r>
      <w:r>
        <w:tab/>
        <w:t>contributions for years 11 to 28 inclusive. That is,</w:t>
      </w:r>
    </w:p>
    <w:p w:rsidR="008817E7" w:rsidRDefault="00E00B43">
      <w:r>
        <w:rPr>
          <w:noProof/>
          <w:lang w:val="en-US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AutoShape 96" o:spid="_x0000_s1587" type="#_x0000_t66" style="position:absolute;margin-left:86.05pt;margin-top:2.4pt;width:184.9pt;height:8.6pt;z-index:25161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"/>
        </w:pict>
      </w:r>
      <w:r>
        <w:rPr>
          <w:noProof/>
          <w:lang w:val="en-US"/>
        </w:rPr>
        <w:pict>
          <v:shape id="AutoShape 88" o:spid="_x0000_s1586" type="#_x0000_t88" style="position:absolute;margin-left:76.35pt;margin-top:-37.35pt;width:15.05pt;height:107.5pt;rotation:-90;z-index:25161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"/>
        </w:pict>
      </w:r>
    </w:p>
    <w:p w:rsidR="008817E7" w:rsidRDefault="004754CD" w:rsidP="004754CD">
      <w:pPr>
        <w:pStyle w:val="ISM"/>
      </w:pPr>
      <w:r>
        <w:tab/>
      </w:r>
      <w:r>
        <w:tab/>
      </w:r>
      <w:r>
        <w:tab/>
        <w:t>$99,029.61</w:t>
      </w:r>
      <w:r w:rsidRPr="00E80907">
        <w:rPr>
          <w:position w:val="-10"/>
        </w:rPr>
        <w:object w:dxaOrig="940" w:dyaOrig="380">
          <v:shape id="_x0000_i1094" type="#_x0000_t75" style="width:46.75pt;height:18.7pt" o:ole="" fillcolor="window">
            <v:imagedata r:id="rId140" o:title=""/>
          </v:shape>
          <o:OLEObject Type="Embed" ProgID="Equation.3" ShapeID="_x0000_i1094" DrawAspect="Content" ObjectID="_1654981930" r:id="rId141"/>
        </w:object>
      </w:r>
      <w:r>
        <w:t xml:space="preserve"> +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1380" w:dyaOrig="780">
          <v:shape id="_x0000_i1095" type="#_x0000_t75" style="width:68.25pt;height:39.25pt" o:ole="" fillcolor="window">
            <v:imagedata r:id="rId142" o:title=""/>
          </v:shape>
          <o:OLEObject Type="Embed" ProgID="Equation.3" ShapeID="_x0000_i1095" DrawAspect="Content" ObjectID="_1654981931" r:id="rId143"/>
        </w:object>
      </w:r>
      <w:r>
        <w:t xml:space="preserve"> </w:t>
      </w:r>
    </w:p>
    <w:p w:rsidR="004754CD" w:rsidRDefault="004754CD" w:rsidP="008817E7">
      <w:pPr>
        <w:pStyle w:val="ISM"/>
        <w:ind w:left="1440"/>
      </w:pPr>
      <w:r>
        <w:t xml:space="preserve">= $364,013.45 + </w:t>
      </w:r>
      <w:r>
        <w:rPr>
          <w:rFonts w:ascii="Times New Roman" w:hAnsi="Times New Roman"/>
          <w:i/>
        </w:rPr>
        <w:t>PMT</w:t>
      </w:r>
      <w:r>
        <w:t>(35.677388)</w:t>
      </w:r>
    </w:p>
    <w:p w:rsidR="00452AD1" w:rsidRDefault="00452AD1">
      <w:r>
        <w:br w:type="page"/>
      </w:r>
    </w:p>
    <w:p w:rsidR="008817E7" w:rsidRDefault="00E00B43" w:rsidP="004754CD">
      <w:pPr>
        <w:pStyle w:val="ISM"/>
      </w:pPr>
      <w:r>
        <w:rPr>
          <w:noProof/>
          <w:lang w:val="en-US"/>
        </w:rPr>
        <w:lastRenderedPageBreak/>
        <w:pict>
          <v:shape id="AutoShape 97" o:spid="_x0000_s1056" type="#_x0000_t61" style="position:absolute;margin-left:329pt;margin-top:4.95pt;width:131.2pt;height:131.15pt;z-index: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" adj="-13582,6596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 xml:space="preserve">Y = </w:t>
                  </w:r>
                  <w:r>
                    <w:rPr>
                      <w:iCs/>
                    </w:rPr>
                    <w:t>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–811,917.68</w:t>
                  </w:r>
                </w:p>
              </w:txbxContent>
            </v:textbox>
            <w10:wrap type="square"/>
          </v:shape>
        </w:pict>
      </w:r>
      <w:r w:rsidR="004754CD">
        <w:tab/>
      </w:r>
      <w:r w:rsidR="004754CD">
        <w:tab/>
        <w:t xml:space="preserve">The present value, 28 years from now, </w:t>
      </w:r>
    </w:p>
    <w:p w:rsidR="004754CD" w:rsidRDefault="008817E7" w:rsidP="004754CD">
      <w:pPr>
        <w:pStyle w:val="ISM"/>
      </w:pPr>
      <w:r>
        <w:tab/>
      </w:r>
      <w:r>
        <w:tab/>
      </w:r>
      <w:r w:rsidR="004754CD">
        <w:t>of the $6000 per month annuity is</w:t>
      </w:r>
    </w:p>
    <w:p w:rsidR="004530FF" w:rsidRDefault="004754CD">
      <w:r>
        <w:tab/>
        <w:t>$6000</w:t>
      </w:r>
      <w:r w:rsidRPr="00E80907">
        <w:rPr>
          <w:position w:val="-34"/>
        </w:rPr>
        <w:object w:dxaOrig="1860" w:dyaOrig="780">
          <v:shape id="_x0000_i1096" type="#_x0000_t75" style="width:92.55pt;height:39.25pt" o:ole="" fillcolor="window">
            <v:imagedata r:id="rId144" o:title=""/>
          </v:shape>
          <o:OLEObject Type="Embed" ProgID="Equation.3" ShapeID="_x0000_i1096" DrawAspect="Content" ObjectID="_1654981932" r:id="rId145"/>
        </w:object>
      </w:r>
      <w:r>
        <w:t xml:space="preserve"> = $811,917.68</w:t>
      </w:r>
      <w:r w:rsidR="004530FF">
        <w:t xml:space="preserve"> </w:t>
      </w:r>
    </w:p>
    <w:p w:rsidR="004754CD" w:rsidRDefault="004754CD" w:rsidP="004754CD">
      <w:pPr>
        <w:pStyle w:val="ISM"/>
      </w:pPr>
    </w:p>
    <w:p w:rsidR="008817E7" w:rsidRDefault="008817E7" w:rsidP="004754CD">
      <w:pPr>
        <w:pStyle w:val="ISM"/>
      </w:pPr>
    </w:p>
    <w:p w:rsidR="0078403F" w:rsidRDefault="0078403F" w:rsidP="004754CD">
      <w:pPr>
        <w:pStyle w:val="ISM"/>
      </w:pPr>
    </w:p>
    <w:p w:rsidR="004530FF" w:rsidRDefault="004754CD" w:rsidP="004754CD">
      <w:pPr>
        <w:pStyle w:val="ISM"/>
      </w:pPr>
      <w:r>
        <w:tab/>
      </w:r>
      <w:r>
        <w:tab/>
        <w:t>Substituting these amounts in</w:t>
      </w:r>
      <w:r w:rsidR="004530FF">
        <w:t>to</w:t>
      </w:r>
      <w:r>
        <w:t xml:space="preserve"> the original </w:t>
      </w:r>
    </w:p>
    <w:p w:rsidR="004754CD" w:rsidRDefault="004530FF" w:rsidP="004754CD">
      <w:pPr>
        <w:pStyle w:val="ISM"/>
      </w:pPr>
      <w:r>
        <w:tab/>
      </w:r>
      <w:r>
        <w:tab/>
      </w:r>
      <w:r w:rsidR="004754CD">
        <w:t>word equation gives</w:t>
      </w:r>
    </w:p>
    <w:p w:rsidR="004754CD" w:rsidRDefault="004754CD" w:rsidP="004530FF">
      <w:pPr>
        <w:pStyle w:val="ISM"/>
        <w:spacing w:before="60" w:after="60"/>
      </w:pPr>
      <w:r>
        <w:tab/>
      </w:r>
      <w:r>
        <w:tab/>
      </w:r>
      <w:r>
        <w:tab/>
        <w:t xml:space="preserve">$364,013.45 + </w:t>
      </w:r>
      <w:r>
        <w:rPr>
          <w:rFonts w:ascii="Times New Roman" w:hAnsi="Times New Roman"/>
          <w:i/>
        </w:rPr>
        <w:t>PMT</w:t>
      </w:r>
      <w:r>
        <w:t>(35.677388) = $811,917.68</w:t>
      </w:r>
    </w:p>
    <w:p w:rsidR="004530FF" w:rsidRDefault="004754CD" w:rsidP="004754CD">
      <w:pPr>
        <w:pStyle w:val="ISM"/>
      </w:pPr>
      <w:r>
        <w:tab/>
      </w:r>
      <w:r>
        <w:tab/>
        <w:t xml:space="preserve">The solution is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$12,554.29</w:t>
      </w:r>
      <w:r>
        <w:t xml:space="preserve">. Mr. Groman must </w:t>
      </w:r>
    </w:p>
    <w:p w:rsidR="004754CD" w:rsidRDefault="004530FF" w:rsidP="004754CD">
      <w:pPr>
        <w:pStyle w:val="ISM"/>
      </w:pPr>
      <w:r>
        <w:tab/>
      </w:r>
      <w:r>
        <w:tab/>
      </w:r>
      <w:r w:rsidR="004754CD">
        <w:t xml:space="preserve">contribute $12,554.29 at </w:t>
      </w:r>
      <w:r>
        <w:t>each year-end for years 11 to 28 inclusive.</w:t>
      </w:r>
    </w:p>
    <w:p w:rsidR="008817E7" w:rsidRDefault="008817E7" w:rsidP="004754CD">
      <w:pPr>
        <w:pStyle w:val="ISM"/>
      </w:pPr>
    </w:p>
    <w:p w:rsidR="00452AD1" w:rsidRDefault="00452AD1" w:rsidP="004754CD">
      <w:pPr>
        <w:pStyle w:val="ISM"/>
      </w:pPr>
    </w:p>
    <w:p w:rsidR="004530FF" w:rsidRDefault="004754CD" w:rsidP="004754CD">
      <w:pPr>
        <w:pStyle w:val="ISM"/>
      </w:pPr>
      <w:r>
        <w:tab/>
      </w:r>
      <w:r w:rsidR="0025696B">
        <w:t>3</w:t>
      </w:r>
      <w:r w:rsidR="00C10135">
        <w:t>3</w:t>
      </w:r>
      <w:r>
        <w:tab/>
        <w:t xml:space="preserve">The amount, 20 years from now, that will have the </w:t>
      </w:r>
    </w:p>
    <w:p w:rsidR="004754CD" w:rsidRDefault="00AC2F65" w:rsidP="004754CD">
      <w:pPr>
        <w:pStyle w:val="ISM"/>
      </w:pPr>
      <w:r>
        <w:rPr>
          <w:noProof/>
          <w:lang w:val="en-US"/>
        </w:rPr>
        <w:pict>
          <v:shape id="AutoShape 98" o:spid="_x0000_s1057" type="#_x0000_t61" style="position:absolute;margin-left:344.45pt;margin-top:2pt;width:131.2pt;height:129pt;z-index:25161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" adj="-10454,7493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2.5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= </w:t>
                  </w:r>
                  <w:r>
                    <w:rPr>
                      <w:iCs/>
                    </w:rPr>
                    <w:t>1)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205DB1">
                    <w:t>–</w:t>
                  </w:r>
                  <w:r>
                    <w:t>9831.70</w:t>
                  </w:r>
                </w:p>
              </w:txbxContent>
            </v:textbox>
            <w10:wrap type="square"/>
          </v:shape>
        </w:pict>
      </w:r>
      <w:r w:rsidR="004530FF">
        <w:tab/>
      </w:r>
      <w:r w:rsidR="004530FF">
        <w:tab/>
      </w:r>
      <w:proofErr w:type="gramStart"/>
      <w:r w:rsidR="004754CD">
        <w:t>purchasing</w:t>
      </w:r>
      <w:proofErr w:type="gramEnd"/>
      <w:r w:rsidR="004754CD">
        <w:t xml:space="preserve"> power of $6000</w:t>
      </w:r>
      <w:r w:rsidR="004530FF">
        <w:t xml:space="preserve"> (in today</w:t>
      </w:r>
      <w:r>
        <w:t>’</w:t>
      </w:r>
      <w:r w:rsidR="004530FF">
        <w:t>s dollars) is</w:t>
      </w:r>
    </w:p>
    <w:p w:rsidR="004754CD" w:rsidRDefault="004754CD" w:rsidP="004754CD">
      <w:pPr>
        <w:pStyle w:val="ISM"/>
      </w:pPr>
      <w:r>
        <w:tab/>
      </w:r>
      <w:r>
        <w:tab/>
      </w:r>
      <w:r w:rsidRPr="00E80907">
        <w:rPr>
          <w:position w:val="-12"/>
        </w:rPr>
        <w:object w:dxaOrig="1560" w:dyaOrig="420">
          <v:shape id="_x0000_i1097" type="#_x0000_t75" style="width:77.6pt;height:20.55pt" o:ole="" fillcolor="window">
            <v:imagedata r:id="rId107" o:title=""/>
          </v:shape>
          <o:OLEObject Type="Embed" ProgID="Equation.2" ShapeID="_x0000_i1097" DrawAspect="Content" ObjectID="_1654981933" r:id="rId146"/>
        </w:object>
      </w:r>
      <w:r>
        <w:t xml:space="preserve"> = $6000</w:t>
      </w:r>
      <w:r w:rsidRPr="00E80907">
        <w:rPr>
          <w:position w:val="-10"/>
        </w:rPr>
        <w:object w:dxaOrig="940" w:dyaOrig="380">
          <v:shape id="_x0000_i1098" type="#_x0000_t75" style="width:46.75pt;height:18.7pt" o:ole="" fillcolor="window">
            <v:imagedata r:id="rId147" o:title=""/>
          </v:shape>
          <o:OLEObject Type="Embed" ProgID="Equation.3" ShapeID="_x0000_i1098" DrawAspect="Content" ObjectID="_1654981934" r:id="rId148"/>
        </w:object>
      </w:r>
      <w:r>
        <w:t>= $9831.70</w:t>
      </w:r>
    </w:p>
    <w:p w:rsidR="004754CD" w:rsidRDefault="004754CD" w:rsidP="004754CD">
      <w:pPr>
        <w:pStyle w:val="ISM"/>
      </w:pPr>
      <w:r>
        <w:tab/>
      </w:r>
      <w:r>
        <w:tab/>
        <w:t>At a focal date 20 years from now,</w:t>
      </w:r>
    </w:p>
    <w:p w:rsidR="004754CD" w:rsidRDefault="004754CD" w:rsidP="004754CD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the RRSP = </w:t>
      </w:r>
      <w:r>
        <w:rPr>
          <w:rFonts w:ascii="Times New Roman" w:hAnsi="Times New Roman"/>
          <w:i/>
        </w:rPr>
        <w:t>PV</w:t>
      </w:r>
      <w:r>
        <w:t xml:space="preserve"> of the 25</w:t>
      </w:r>
      <w:r>
        <w:noBreakHyphen/>
        <w:t>year annuity</w:t>
      </w:r>
    </w:p>
    <w:p w:rsidR="00205DB1" w:rsidRDefault="004754CD" w:rsidP="004754CD">
      <w:pPr>
        <w:pStyle w:val="ISMab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$54,000,</w:t>
      </w:r>
    </w:p>
    <w:p w:rsidR="004754CD" w:rsidRDefault="00205DB1" w:rsidP="004754CD">
      <w:pPr>
        <w:pStyle w:val="ISMab"/>
      </w:pPr>
      <w:r>
        <w:tab/>
      </w:r>
      <w:r>
        <w:tab/>
      </w:r>
      <w:r w:rsidR="004754CD">
        <w:t xml:space="preserve">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rPr>
          <w:rFonts w:ascii="Times New Roman" w:hAnsi="Times New Roman"/>
          <w:i/>
        </w:rPr>
        <w:t xml:space="preserve"> </w:t>
      </w:r>
      <w:r w:rsidR="004754CD">
        <w:t xml:space="preserve">= </w:t>
      </w:r>
      <w:r w:rsidR="004754CD" w:rsidRPr="00E80907">
        <w:rPr>
          <w:position w:val="-16"/>
        </w:rPr>
        <w:object w:dxaOrig="380" w:dyaOrig="440">
          <v:shape id="_x0000_i1099" type="#_x0000_t75" style="width:18.7pt;height:21.5pt" o:ole="" fillcolor="window">
            <v:imagedata r:id="rId149" o:title=""/>
          </v:shape>
          <o:OLEObject Type="Embed" ProgID="Equation.3" ShapeID="_x0000_i1099" DrawAspect="Content" ObjectID="_1654981935" r:id="rId150"/>
        </w:object>
      </w:r>
      <w:r w:rsidR="004754CD">
        <w:t xml:space="preserve"> = 4%, and </w:t>
      </w:r>
      <w:r w:rsidR="004754CD">
        <w:rPr>
          <w:rFonts w:ascii="Times New Roman" w:hAnsi="Times New Roman"/>
          <w:i/>
        </w:rPr>
        <w:t>n</w:t>
      </w:r>
      <w:r w:rsidR="004754CD">
        <w:t xml:space="preserve"> = 40.</w:t>
      </w:r>
    </w:p>
    <w:p w:rsidR="00205DB1" w:rsidRDefault="004754CD" w:rsidP="004754CD">
      <w:pPr>
        <w:pStyle w:val="ISMab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PMT</w:t>
      </w:r>
      <w:r>
        <w:t xml:space="preserve"> = $9831.70,</w:t>
      </w:r>
    </w:p>
    <w:p w:rsidR="004754CD" w:rsidRDefault="00205DB1" w:rsidP="00205DB1">
      <w:pPr>
        <w:pStyle w:val="ISMab"/>
        <w:spacing w:after="120"/>
      </w:pPr>
      <w:r>
        <w:tab/>
      </w:r>
      <w:r>
        <w:tab/>
      </w:r>
      <w:r w:rsidR="004754CD">
        <w:t xml:space="preserve"> </w:t>
      </w:r>
      <w:proofErr w:type="spellStart"/>
      <w:r w:rsidR="004754CD">
        <w:rPr>
          <w:rFonts w:ascii="Times New Roman" w:hAnsi="Times New Roman"/>
          <w:i/>
        </w:rPr>
        <w:t>i</w:t>
      </w:r>
      <w:proofErr w:type="spellEnd"/>
      <w:r w:rsidR="004754CD">
        <w:rPr>
          <w:rFonts w:ascii="Times New Roman" w:hAnsi="Times New Roman"/>
          <w:i/>
        </w:rPr>
        <w:t xml:space="preserve"> </w:t>
      </w:r>
      <w:r w:rsidR="004754CD">
        <w:t xml:space="preserve">= </w:t>
      </w:r>
      <w:r w:rsidR="004754CD" w:rsidRPr="00E80907">
        <w:rPr>
          <w:position w:val="-14"/>
        </w:rPr>
        <w:object w:dxaOrig="480" w:dyaOrig="400">
          <v:shape id="_x0000_i1100" type="#_x0000_t75" style="width:24.3pt;height:19.65pt" o:ole="" fillcolor="window">
            <v:imagedata r:id="rId151" o:title=""/>
          </v:shape>
          <o:OLEObject Type="Embed" ProgID="Equation.3" ShapeID="_x0000_i1100" DrawAspect="Content" ObjectID="_1654981936" r:id="rId152"/>
        </w:object>
      </w:r>
      <w:r w:rsidR="004754CD">
        <w:t xml:space="preserve"> = 1.375%, and </w:t>
      </w:r>
      <w:r w:rsidR="004754CD">
        <w:rPr>
          <w:rFonts w:ascii="Times New Roman" w:hAnsi="Times New Roman"/>
          <w:i/>
        </w:rPr>
        <w:t>n</w:t>
      </w:r>
      <w:r w:rsidR="004754CD">
        <w:t xml:space="preserve"> = 4(25) = 100.</w:t>
      </w:r>
    </w:p>
    <w:p w:rsidR="004754CD" w:rsidRDefault="00E00B43" w:rsidP="004754CD">
      <w:pPr>
        <w:pStyle w:val="ISM"/>
      </w:pPr>
      <w:r>
        <w:rPr>
          <w:noProof/>
          <w:lang w:val="en-US"/>
        </w:rPr>
        <w:pict>
          <v:shape id="AutoShape 238" o:spid="_x0000_s1572" type="#_x0000_t88" style="position:absolute;margin-left:291.35pt;margin-top:-25.95pt;width:15.05pt;height:133.3pt;rotation:9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"/>
        </w:pict>
      </w:r>
      <w:r>
        <w:rPr>
          <w:noProof/>
          <w:lang w:val="en-US"/>
        </w:rPr>
        <w:pict>
          <v:shape id="AutoShape 237" o:spid="_x0000_s1571" type="#_x0000_t88" style="position:absolute;margin-left:71pt;margin-top:-7.7pt;width:10.75pt;height:75.25pt;rotation:9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"/>
        </w:pict>
      </w:r>
      <w:r w:rsidR="004754CD">
        <w:tab/>
      </w:r>
      <w:r w:rsidR="004754CD">
        <w:tab/>
      </w:r>
      <w:r w:rsidR="004754CD">
        <w:tab/>
        <w:t>$54,000</w:t>
      </w:r>
      <w:r w:rsidR="004754CD" w:rsidRPr="00E80907">
        <w:rPr>
          <w:position w:val="-10"/>
        </w:rPr>
        <w:object w:dxaOrig="840" w:dyaOrig="380">
          <v:shape id="_x0000_i1101" type="#_x0000_t75" style="width:42.1pt;height:18.7pt" o:ole="" fillcolor="window">
            <v:imagedata r:id="rId153" o:title=""/>
          </v:shape>
          <o:OLEObject Type="Embed" ProgID="Equation.3" ShapeID="_x0000_i1101" DrawAspect="Content" ObjectID="_1654981937" r:id="rId154"/>
        </w:object>
      </w:r>
      <w:r w:rsidR="004754CD">
        <w:t xml:space="preserve"> + </w:t>
      </w:r>
      <w:r w:rsidR="004754CD">
        <w:rPr>
          <w:rFonts w:ascii="Times New Roman" w:hAnsi="Times New Roman"/>
          <w:i/>
        </w:rPr>
        <w:t>PMT</w:t>
      </w:r>
      <w:r w:rsidR="004754CD">
        <w:t xml:space="preserve"> </w:t>
      </w:r>
      <w:r w:rsidR="004754CD" w:rsidRPr="00E80907">
        <w:rPr>
          <w:position w:val="-34"/>
        </w:rPr>
        <w:object w:dxaOrig="1280" w:dyaOrig="780">
          <v:shape id="_x0000_i1102" type="#_x0000_t75" style="width:63.6pt;height:39.25pt" o:ole="" fillcolor="window">
            <v:imagedata r:id="rId155" o:title=""/>
          </v:shape>
          <o:OLEObject Type="Embed" ProgID="Equation.3" ShapeID="_x0000_i1102" DrawAspect="Content" ObjectID="_1654981938" r:id="rId156"/>
        </w:object>
      </w:r>
      <w:r w:rsidR="004754CD">
        <w:t xml:space="preserve"> = $9831.70</w:t>
      </w:r>
      <w:r w:rsidR="004754CD" w:rsidRPr="00E80907">
        <w:rPr>
          <w:position w:val="-32"/>
        </w:rPr>
        <w:object w:dxaOrig="1800" w:dyaOrig="740">
          <v:shape id="_x0000_i1103" type="#_x0000_t75" style="width:90.7pt;height:37.4pt" o:ole="" fillcolor="window">
            <v:imagedata r:id="rId157" o:title=""/>
          </v:shape>
          <o:OLEObject Type="Embed" ProgID="Equation.3" ShapeID="_x0000_i1103" DrawAspect="Content" ObjectID="_1654981939" r:id="rId158"/>
        </w:object>
      </w:r>
    </w:p>
    <w:p w:rsidR="00DF2AFA" w:rsidRDefault="00DF2AFA" w:rsidP="004754CD">
      <w:pPr>
        <w:pStyle w:val="ISM"/>
      </w:pPr>
    </w:p>
    <w:p w:rsidR="00DF2AFA" w:rsidRDefault="00DF2AFA" w:rsidP="004754CD">
      <w:pPr>
        <w:pStyle w:val="ISM"/>
      </w:pPr>
    </w:p>
    <w:p w:rsidR="00205DB1" w:rsidRDefault="00E00B43" w:rsidP="004754CD">
      <w:pPr>
        <w:pStyle w:val="ISM"/>
      </w:pPr>
      <w:r>
        <w:rPr>
          <w:noProof/>
          <w:lang w:val="en-US"/>
        </w:rPr>
        <w:pict>
          <v:shape id="AutoShape 100" o:spid="_x0000_s1058" type="#_x0000_t61" style="position:absolute;margin-left:31.15pt;margin-top:7.3pt;width:131.2pt;height:131.15pt;z-index:251616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" adj="7244,-3047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= </w:t>
                  </w:r>
                  <w:r>
                    <w:rPr>
                      <w:iCs/>
                    </w:rPr>
                    <w:t>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54000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259,255.11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01" o:spid="_x0000_s1059" type="#_x0000_t61" style="position:absolute;margin-left:255.9pt;margin-top:7.3pt;width:131.2pt;height:131.15pt;z-index:25161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" adj="7219,-3541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 xml:space="preserve">/Y = </w:t>
                  </w:r>
                  <w:r>
                    <w:rPr>
                      <w:iCs/>
                    </w:rPr>
                    <w:t>4)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9831.70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205DB1">
                    <w:t>–</w:t>
                  </w:r>
                  <w:r>
                    <w:t>532,542.67</w:t>
                  </w:r>
                </w:p>
              </w:txbxContent>
            </v:textbox>
            <w10:wrap type="square"/>
          </v:shape>
        </w:pict>
      </w: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205DB1" w:rsidRDefault="00205DB1" w:rsidP="004754CD">
      <w:pPr>
        <w:pStyle w:val="ISM"/>
      </w:pPr>
    </w:p>
    <w:p w:rsidR="004754CD" w:rsidRDefault="004754CD" w:rsidP="004754CD">
      <w:pPr>
        <w:pStyle w:val="ISM"/>
      </w:pPr>
      <w:r>
        <w:tab/>
      </w:r>
      <w:r>
        <w:tab/>
      </w:r>
      <w:r>
        <w:tab/>
      </w:r>
      <w:r>
        <w:tab/>
        <w:t xml:space="preserve">       $259,255.11 + </w:t>
      </w:r>
      <w:r>
        <w:rPr>
          <w:rFonts w:ascii="Times New Roman" w:hAnsi="Times New Roman"/>
          <w:i/>
        </w:rPr>
        <w:t>PMT</w:t>
      </w:r>
      <w:r>
        <w:t>(95.0255157) = $532,542.67</w:t>
      </w:r>
    </w:p>
    <w:p w:rsidR="004754CD" w:rsidRDefault="004754CD" w:rsidP="004754CD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sz w:val="16"/>
        </w:rPr>
        <w:t xml:space="preserve">  </w:t>
      </w:r>
      <w:r>
        <w:t xml:space="preserve">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$2875.94</w:t>
      </w:r>
    </w:p>
    <w:p w:rsidR="00E20DE2" w:rsidRDefault="004754CD" w:rsidP="004754CD">
      <w:pPr>
        <w:pStyle w:val="ISM"/>
        <w:spacing w:after="120"/>
      </w:pPr>
      <w:r>
        <w:tab/>
      </w:r>
      <w:r>
        <w:tab/>
        <w:t>Semiannual RRSP contributions of $2875.94 are needed to reach the retirement goal.</w:t>
      </w:r>
    </w:p>
    <w:p w:rsidR="004754CD" w:rsidRDefault="004754CD" w:rsidP="004754CD">
      <w:pPr>
        <w:pStyle w:val="ISM"/>
      </w:pPr>
    </w:p>
    <w:p w:rsidR="00452AD1" w:rsidRDefault="00452AD1">
      <w:r>
        <w:br w:type="page"/>
      </w:r>
    </w:p>
    <w:p w:rsidR="004754CD" w:rsidRDefault="004754CD" w:rsidP="004754CD">
      <w:pPr>
        <w:pStyle w:val="ISMab"/>
        <w:spacing w:after="60"/>
        <w:rPr>
          <w:b/>
          <w:sz w:val="24"/>
        </w:rPr>
      </w:pPr>
      <w:r>
        <w:rPr>
          <w:b/>
          <w:sz w:val="24"/>
        </w:rPr>
        <w:lastRenderedPageBreak/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C62DFA">
        <w:rPr>
          <w:b/>
          <w:sz w:val="24"/>
        </w:rPr>
        <w:t>12</w:t>
      </w:r>
      <w:r>
        <w:rPr>
          <w:b/>
          <w:sz w:val="24"/>
        </w:rPr>
        <w:t>.2)</w:t>
      </w:r>
      <w:r>
        <w:t xml:space="preserve"> </w:t>
      </w:r>
    </w:p>
    <w:p w:rsidR="004754CD" w:rsidRDefault="004754CD" w:rsidP="004754CD">
      <w:pPr>
        <w:pStyle w:val="ISM"/>
        <w:spacing w:after="180"/>
        <w:ind w:left="547" w:hanging="547"/>
      </w:pPr>
      <w:r>
        <w:tab/>
        <w:t>1.</w:t>
      </w:r>
      <w:r>
        <w:tab/>
        <w:t xml:space="preserve">You will pay off the loan in </w:t>
      </w:r>
      <w:r>
        <w:rPr>
          <w:u w:val="double"/>
        </w:rPr>
        <w:t>(ii) less than half the time</w:t>
      </w:r>
      <w:r>
        <w:t>. If payments are doubled, you will pay less interest over the life of the loan. Therefore, the total of the nominal payments (principal + interest) will be reduced and you will pay off the loan in less than half the time.</w:t>
      </w:r>
    </w:p>
    <w:p w:rsidR="00F223F9" w:rsidRDefault="00F223F9" w:rsidP="00F223F9">
      <w:pPr>
        <w:pStyle w:val="ISMab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C62DFA">
        <w:rPr>
          <w:b/>
          <w:sz w:val="24"/>
        </w:rPr>
        <w:t>12</w:t>
      </w:r>
      <w:r>
        <w:rPr>
          <w:b/>
          <w:sz w:val="24"/>
        </w:rPr>
        <w:t>.2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03" o:spid="_x0000_s1060" type="#_x0000_t61" style="position:absolute;margin-left:333.3pt;margin-top:4.05pt;width:131.2pt;height:132.05pt;z-index:251618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" adj="-2815,9790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6.5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3874.48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17.00</w:t>
                  </w:r>
                </w:p>
              </w:txbxContent>
            </v:textbox>
            <w10:wrap type="square"/>
          </v:shape>
        </w:pict>
      </w:r>
      <w:r w:rsidR="00F223F9">
        <w:tab/>
        <w:t>1.</w:t>
      </w:r>
      <w:r w:rsidR="00F223F9">
        <w:tab/>
        <w:t xml:space="preserve">Given: </w:t>
      </w:r>
      <w:r w:rsidR="00F223F9">
        <w:rPr>
          <w:rFonts w:ascii="Times New Roman" w:hAnsi="Times New Roman"/>
          <w:i/>
        </w:rPr>
        <w:t>PV</w:t>
      </w:r>
      <w:r w:rsidR="00F223F9">
        <w:t xml:space="preserve"> = $50,000, </w:t>
      </w:r>
      <w:r w:rsidR="00F223F9">
        <w:rPr>
          <w:rFonts w:ascii="Times New Roman" w:hAnsi="Times New Roman"/>
          <w:i/>
        </w:rPr>
        <w:t>PMT</w:t>
      </w:r>
      <w:r w:rsidR="00F223F9">
        <w:t xml:space="preserve"> = $3874.48, </w:t>
      </w:r>
      <w:proofErr w:type="spellStart"/>
      <w:r w:rsidR="00F223F9">
        <w:rPr>
          <w:rFonts w:ascii="Times New Roman" w:hAnsi="Times New Roman"/>
          <w:i/>
        </w:rPr>
        <w:t>i</w:t>
      </w:r>
      <w:proofErr w:type="spellEnd"/>
      <w:r w:rsidR="00F223F9">
        <w:t xml:space="preserve"> = </w:t>
      </w:r>
      <w:r w:rsidR="00F223F9" w:rsidRPr="00E80907">
        <w:rPr>
          <w:position w:val="-14"/>
        </w:rPr>
        <w:object w:dxaOrig="480" w:dyaOrig="400">
          <v:shape id="_x0000_i1104" type="#_x0000_t75" style="width:24.3pt;height:19.65pt" o:ole="" fillcolor="window">
            <v:imagedata r:id="rId159" o:title=""/>
          </v:shape>
          <o:OLEObject Type="Embed" ProgID="Equation.3" ShapeID="_x0000_i1104" DrawAspect="Content" ObjectID="_1654981940" r:id="rId160"/>
        </w:object>
      </w:r>
      <w:r w:rsidR="00F223F9">
        <w:t xml:space="preserve"> = 3.25%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04" o:spid="_x0000_s1566" type="#_x0000_t88" style="position:absolute;margin-left:298.9pt;margin-top:3.65pt;width:12.9pt;height:81.7pt;z-index:251619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"/>
        </w:pict>
      </w:r>
      <w:r w:rsidR="00F223F9">
        <w:tab/>
      </w:r>
      <w:r w:rsidR="00F223F9">
        <w:tab/>
      </w:r>
      <w:r w:rsidR="00F223F9">
        <w:tab/>
      </w:r>
      <w:r w:rsidR="00F223F9" w:rsidRPr="00E80907">
        <w:rPr>
          <w:spacing w:val="-2"/>
          <w:position w:val="-28"/>
        </w:rPr>
        <w:object w:dxaOrig="2079" w:dyaOrig="960">
          <v:shape id="_x0000_i1105" type="#_x0000_t75" style="width:103.8pt;height:47.7pt" o:ole="" fillcolor="window">
            <v:imagedata r:id="rId161" o:title=""/>
          </v:shape>
          <o:OLEObject Type="Embed" ProgID="Equation.3" ShapeID="_x0000_i1105" DrawAspect="Content" ObjectID="_1654981941" r:id="rId162"/>
        </w:object>
      </w:r>
      <w:r w:rsidR="00F223F9">
        <w:rPr>
          <w:spacing w:val="-2"/>
        </w:rPr>
        <w:t xml:space="preserve"> </w:t>
      </w:r>
      <w:r w:rsidR="00F223F9">
        <w:t xml:space="preserve">= – </w:t>
      </w:r>
      <w:r w:rsidR="00F223F9" w:rsidRPr="00E80907">
        <w:rPr>
          <w:position w:val="-28"/>
        </w:rPr>
        <w:object w:dxaOrig="2520" w:dyaOrig="960">
          <v:shape id="_x0000_i1106" type="#_x0000_t75" style="width:126.25pt;height:47.7pt" o:ole="" fillcolor="window">
            <v:imagedata r:id="rId163" o:title=""/>
          </v:shape>
          <o:OLEObject Type="Embed" ProgID="Equation.3" ShapeID="_x0000_i1106" DrawAspect="Content" ObjectID="_1654981942" r:id="rId164"/>
        </w:object>
      </w:r>
    </w:p>
    <w:p w:rsidR="00F223F9" w:rsidRDefault="00F223F9" w:rsidP="00EC2295">
      <w:pPr>
        <w:pStyle w:val="ISM"/>
        <w:ind w:left="2880"/>
      </w:pPr>
      <w:r>
        <w:t xml:space="preserve">= – </w:t>
      </w:r>
      <w:r w:rsidRPr="00E80907">
        <w:rPr>
          <w:position w:val="-22"/>
        </w:rPr>
        <w:object w:dxaOrig="1060" w:dyaOrig="580">
          <v:shape id="_x0000_i1107" type="#_x0000_t75" style="width:53.3pt;height:29pt" o:ole="" fillcolor="window">
            <v:imagedata r:id="rId165" o:title=""/>
          </v:shape>
          <o:OLEObject Type="Embed" ProgID="Equation.3" ShapeID="_x0000_i1107" DrawAspect="Content" ObjectID="_1654981943" r:id="rId166"/>
        </w:object>
      </w:r>
      <w:r>
        <w:t xml:space="preserve"> </w:t>
      </w:r>
    </w:p>
    <w:p w:rsidR="00F223F9" w:rsidRDefault="00F223F9" w:rsidP="00EC2295">
      <w:pPr>
        <w:pStyle w:val="ISM"/>
        <w:ind w:left="2880"/>
      </w:pPr>
      <w:r>
        <w:t>= 17.00</w:t>
      </w:r>
    </w:p>
    <w:p w:rsidR="00EC2295" w:rsidRDefault="00F223F9" w:rsidP="00F223F9">
      <w:pPr>
        <w:pStyle w:val="ISM"/>
      </w:pPr>
      <w:r>
        <w:tab/>
      </w:r>
      <w:r>
        <w:tab/>
      </w:r>
      <w:r w:rsidR="00EC2295">
        <w:t>To pay off the loan requires</w:t>
      </w:r>
      <w:r>
        <w:t xml:space="preserve"> 17 semiannual payments.</w:t>
      </w:r>
    </w:p>
    <w:p w:rsidR="00F223F9" w:rsidRDefault="00EC2295" w:rsidP="008B2DBA">
      <w:pPr>
        <w:pStyle w:val="ISM"/>
        <w:spacing w:after="240"/>
      </w:pPr>
      <w:r>
        <w:tab/>
      </w:r>
      <w:r>
        <w:tab/>
        <w:t>This will take</w:t>
      </w:r>
      <w:r w:rsidR="00F223F9">
        <w:t xml:space="preserve"> </w:t>
      </w:r>
      <w:r w:rsidRPr="00E80907">
        <w:rPr>
          <w:position w:val="-16"/>
        </w:rPr>
        <w:object w:dxaOrig="360" w:dyaOrig="420">
          <v:shape id="_x0000_i1108" type="#_x0000_t75" style="width:18.7pt;height:20.55pt" o:ole="" fillcolor="window">
            <v:imagedata r:id="rId167" o:title=""/>
          </v:shape>
          <o:OLEObject Type="Embed" ProgID="Equation.3" ShapeID="_x0000_i1108" DrawAspect="Content" ObjectID="_1654981944" r:id="rId168"/>
        </w:object>
      </w:r>
      <w:r>
        <w:t xml:space="preserve"> years = 8.5 years = </w:t>
      </w:r>
      <w:r>
        <w:rPr>
          <w:u w:val="double"/>
        </w:rPr>
        <w:t>8 years and 6 months</w:t>
      </w:r>
      <w:r>
        <w:t>.</w:t>
      </w:r>
    </w:p>
    <w:p w:rsidR="00F223F9" w:rsidRDefault="00F223F9" w:rsidP="00F223F9">
      <w:pPr>
        <w:pStyle w:val="ISM"/>
      </w:pPr>
      <w:r>
        <w:tab/>
        <w:t>3.</w:t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$200,000, </w:t>
      </w:r>
      <w:r>
        <w:rPr>
          <w:rFonts w:ascii="Times New Roman" w:hAnsi="Times New Roman"/>
          <w:i/>
        </w:rPr>
        <w:t>PMT</w:t>
      </w:r>
      <w:r>
        <w:t xml:space="preserve"> = $</w:t>
      </w:r>
      <w:r w:rsidR="00EC2295">
        <w:t>3341</w:t>
      </w:r>
      <w:r>
        <w:t>.</w:t>
      </w:r>
      <w:r w:rsidR="00EC2295">
        <w:t>74</w:t>
      </w:r>
      <w:r>
        <w:t xml:space="preserve">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EC2295" w:rsidRPr="00EC2295">
        <w:rPr>
          <w:position w:val="-12"/>
        </w:rPr>
        <w:object w:dxaOrig="440" w:dyaOrig="360">
          <v:shape id="_x0000_i1109" type="#_x0000_t75" style="width:21.5pt;height:18.7pt" o:ole="" fillcolor="window">
            <v:imagedata r:id="rId169" o:title=""/>
          </v:shape>
          <o:OLEObject Type="Embed" ProgID="Equation.3" ShapeID="_x0000_i1109" DrawAspect="Content" ObjectID="_1654981945" r:id="rId170"/>
        </w:object>
      </w:r>
      <w:r>
        <w:t xml:space="preserve"> = </w:t>
      </w:r>
      <w:r w:rsidR="00EC2295">
        <w:t>1</w:t>
      </w:r>
      <w:r>
        <w:t>.</w:t>
      </w:r>
      <w:r w:rsidR="00EC2295">
        <w:t>1</w:t>
      </w:r>
      <w:r>
        <w:t>25%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05" o:spid="_x0000_s1061" type="#_x0000_t61" style="position:absolute;margin-left:344.25pt;margin-top:1.3pt;width:126.9pt;height:138.35pt;z-index: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" adj="-9719,8029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4.5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4)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200000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3341.74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100.00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06" o:spid="_x0000_s1557" type="#_x0000_t88" style="position:absolute;margin-left:245.15pt;margin-top:3.75pt;width:19.35pt;height:101.05pt;z-index:251621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"/>
        </w:pict>
      </w:r>
      <w:r w:rsidR="00F223F9">
        <w:tab/>
      </w:r>
      <w:r w:rsidR="00F223F9">
        <w:tab/>
      </w:r>
      <w:r w:rsidR="00F223F9">
        <w:tab/>
      </w:r>
      <w:r w:rsidR="00F223F9">
        <w:tab/>
      </w:r>
      <w:r w:rsidR="00F223F9" w:rsidRPr="00E80907">
        <w:rPr>
          <w:spacing w:val="-2"/>
          <w:position w:val="-28"/>
        </w:rPr>
        <w:object w:dxaOrig="2079" w:dyaOrig="960">
          <v:shape id="_x0000_i1110" type="#_x0000_t75" style="width:103.8pt;height:47.7pt" o:ole="" fillcolor="window">
            <v:imagedata r:id="rId161" o:title=""/>
          </v:shape>
          <o:OLEObject Type="Embed" ProgID="Equation.3" ShapeID="_x0000_i1110" DrawAspect="Content" ObjectID="_1654981946" r:id="rId171"/>
        </w:object>
      </w:r>
      <w:r w:rsidR="00F223F9">
        <w:t xml:space="preserve"> </w:t>
      </w:r>
    </w:p>
    <w:p w:rsidR="00F223F9" w:rsidRDefault="00F223F9" w:rsidP="00F223F9">
      <w:pPr>
        <w:pStyle w:val="ISM"/>
        <w:ind w:left="1620"/>
      </w:pPr>
      <w:r>
        <w:t xml:space="preserve">= – </w:t>
      </w:r>
      <w:r w:rsidR="00EC2295" w:rsidRPr="00EC2295">
        <w:rPr>
          <w:position w:val="-26"/>
        </w:rPr>
        <w:object w:dxaOrig="2760" w:dyaOrig="940">
          <v:shape id="_x0000_i1111" type="#_x0000_t75" style="width:137.45pt;height:46.75pt" o:ole="" fillcolor="window">
            <v:imagedata r:id="rId172" o:title=""/>
          </v:shape>
          <o:OLEObject Type="Embed" ProgID="Equation.3" ShapeID="_x0000_i1111" DrawAspect="Content" ObjectID="_1654981947" r:id="rId173"/>
        </w:object>
      </w:r>
      <w:r>
        <w:t xml:space="preserve"> </w:t>
      </w:r>
    </w:p>
    <w:p w:rsidR="00F223F9" w:rsidRDefault="00F223F9" w:rsidP="00F223F9">
      <w:pPr>
        <w:pStyle w:val="ISM"/>
        <w:ind w:left="1620"/>
      </w:pPr>
      <w:r>
        <w:t xml:space="preserve">= </w:t>
      </w:r>
      <w:r w:rsidR="00EC2295">
        <w:t>100</w:t>
      </w:r>
      <w:r>
        <w:t>.00</w:t>
      </w:r>
    </w:p>
    <w:p w:rsidR="00F223F9" w:rsidRDefault="00F223F9" w:rsidP="00F223F9">
      <w:pPr>
        <w:pStyle w:val="ISM"/>
      </w:pPr>
      <w:r>
        <w:tab/>
      </w:r>
      <w:r>
        <w:tab/>
        <w:t>The</w:t>
      </w:r>
      <w:r w:rsidR="00EC2295">
        <w:t xml:space="preserve"> annuity</w:t>
      </w:r>
      <w:r>
        <w:t xml:space="preserve"> </w:t>
      </w:r>
      <w:r w:rsidR="00AF706C">
        <w:t>consists of</w:t>
      </w:r>
      <w:r w:rsidR="00EC2295">
        <w:t xml:space="preserve"> 100</w:t>
      </w:r>
      <w:r>
        <w:t xml:space="preserve"> payments requiring </w:t>
      </w:r>
    </w:p>
    <w:p w:rsidR="00F223F9" w:rsidRDefault="00F223F9" w:rsidP="00F223F9">
      <w:pPr>
        <w:pStyle w:val="ISM"/>
      </w:pPr>
      <w:r>
        <w:tab/>
      </w:r>
      <w:r>
        <w:tab/>
      </w:r>
      <w:r w:rsidR="00AF706C">
        <w:t xml:space="preserve">100 </w:t>
      </w:r>
      <w:r>
        <w:t>calendar quarters.</w:t>
      </w:r>
      <w:r w:rsidRPr="00230D55">
        <w:t xml:space="preserve"> </w:t>
      </w:r>
      <w:r>
        <w:t xml:space="preserve">The term </w:t>
      </w:r>
      <w:r w:rsidR="00EC2295">
        <w:t xml:space="preserve">of the annuity </w:t>
      </w:r>
      <w:r>
        <w:t>is</w:t>
      </w:r>
    </w:p>
    <w:p w:rsidR="00F223F9" w:rsidRDefault="00F223F9" w:rsidP="00F223F9">
      <w:pPr>
        <w:pStyle w:val="ISM"/>
        <w:spacing w:after="60"/>
      </w:pPr>
      <w:r>
        <w:tab/>
      </w:r>
      <w:r>
        <w:tab/>
      </w:r>
      <w:r>
        <w:tab/>
      </w:r>
      <w:r w:rsidR="00AF706C" w:rsidRPr="00AF706C">
        <w:rPr>
          <w:position w:val="-12"/>
        </w:rPr>
        <w:object w:dxaOrig="340" w:dyaOrig="360">
          <v:shape id="_x0000_i1112" type="#_x0000_t75" style="width:17.75pt;height:18.7pt" o:ole="" fillcolor="window">
            <v:imagedata r:id="rId174" o:title=""/>
          </v:shape>
          <o:OLEObject Type="Embed" ProgID="Equation.3" ShapeID="_x0000_i1112" DrawAspect="Content" ObjectID="_1654981948" r:id="rId175"/>
        </w:object>
      </w:r>
      <w:r w:rsidR="00AF706C">
        <w:t xml:space="preserve"> </w:t>
      </w:r>
      <w:proofErr w:type="gramStart"/>
      <w:r w:rsidR="00AF706C">
        <w:t>years</w:t>
      </w:r>
      <w:proofErr w:type="gramEnd"/>
      <w:r w:rsidR="00AF706C">
        <w:t xml:space="preserve"> </w:t>
      </w:r>
      <w:r>
        <w:t xml:space="preserve">= </w:t>
      </w:r>
      <w:r w:rsidR="00AF706C">
        <w:rPr>
          <w:u w:val="double"/>
        </w:rPr>
        <w:t>25</w:t>
      </w:r>
      <w:r>
        <w:rPr>
          <w:u w:val="double"/>
        </w:rPr>
        <w:t xml:space="preserve"> years</w:t>
      </w:r>
      <w:r>
        <w:t>.</w:t>
      </w:r>
    </w:p>
    <w:p w:rsidR="008B6ABA" w:rsidRDefault="00E00B43" w:rsidP="00631CD4">
      <w:pPr>
        <w:pStyle w:val="ISMab"/>
        <w:spacing w:after="120"/>
      </w:pPr>
      <w:r>
        <w:rPr>
          <w:noProof/>
          <w:lang w:val="en-US"/>
        </w:rPr>
        <w:pict>
          <v:shape id="AutoShape 109" o:spid="_x0000_s1062" type="#_x0000_t61" style="position:absolute;margin-left:330.85pt;margin-top:25.55pt;width:127.7pt;height:131.15pt;z-index:25162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" adj="-8187,11965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121.84</w:t>
                  </w:r>
                </w:p>
              </w:txbxContent>
            </v:textbox>
            <w10:wrap type="square"/>
          </v:shape>
        </w:pict>
      </w:r>
      <w:r w:rsidR="008B6ABA">
        <w:tab/>
        <w:t>5.</w:t>
      </w:r>
      <w:r w:rsidR="008B6ABA">
        <w:tab/>
        <w:t xml:space="preserve">Given: </w:t>
      </w:r>
      <w:r w:rsidR="008B6ABA">
        <w:rPr>
          <w:rFonts w:ascii="Times New Roman" w:hAnsi="Times New Roman"/>
          <w:i/>
        </w:rPr>
        <w:t>PV</w:t>
      </w:r>
      <w:r w:rsidR="008B6ABA">
        <w:t xml:space="preserve"> = $100,000, </w:t>
      </w:r>
      <w:r w:rsidR="008B6ABA">
        <w:rPr>
          <w:rFonts w:ascii="Times New Roman" w:hAnsi="Times New Roman"/>
          <w:i/>
        </w:rPr>
        <w:t>PMT</w:t>
      </w:r>
      <w:r w:rsidR="008B6ABA">
        <w:t xml:space="preserve"> = $1000, </w:t>
      </w:r>
      <w:proofErr w:type="spellStart"/>
      <w:r w:rsidR="008B6ABA">
        <w:rPr>
          <w:rFonts w:ascii="Times New Roman" w:hAnsi="Times New Roman"/>
          <w:i/>
        </w:rPr>
        <w:t>i</w:t>
      </w:r>
      <w:proofErr w:type="spellEnd"/>
      <w:r w:rsidR="008B6ABA">
        <w:t xml:space="preserve"> = </w:t>
      </w:r>
      <w:r w:rsidR="00EA3960" w:rsidRPr="00EA3960">
        <w:rPr>
          <w:position w:val="-12"/>
        </w:rPr>
        <w:object w:dxaOrig="300" w:dyaOrig="360">
          <v:shape id="_x0000_i1113" type="#_x0000_t75" style="width:14.95pt;height:18.7pt" o:ole="" fillcolor="window">
            <v:imagedata r:id="rId176" o:title=""/>
          </v:shape>
          <o:OLEObject Type="Embed" ProgID="Equation.3" ShapeID="_x0000_i1113" DrawAspect="Content" ObjectID="_1654981949" r:id="rId177"/>
        </w:object>
      </w:r>
      <w:r w:rsidR="008B6ABA">
        <w:t xml:space="preserve"> = 0.</w:t>
      </w:r>
      <w:r w:rsidR="00EA3960" w:rsidRPr="00EA3960">
        <w:rPr>
          <w:position w:val="-6"/>
        </w:rPr>
        <w:object w:dxaOrig="180" w:dyaOrig="340">
          <v:shape id="_x0000_i1114" type="#_x0000_t75" style="width:9.35pt;height:17.75pt" o:ole="">
            <v:imagedata r:id="rId178" o:title=""/>
          </v:shape>
          <o:OLEObject Type="Embed" ProgID="Equation.3" ShapeID="_x0000_i1114" DrawAspect="Content" ObjectID="_1654981950" r:id="rId179"/>
        </w:object>
      </w:r>
      <w:r w:rsidR="008B6ABA">
        <w:t>%</w:t>
      </w:r>
    </w:p>
    <w:p w:rsidR="008B6ABA" w:rsidRDefault="00E00B43" w:rsidP="008B6ABA">
      <w:pPr>
        <w:pStyle w:val="ISM"/>
      </w:pPr>
      <w:r>
        <w:rPr>
          <w:noProof/>
          <w:lang w:val="en-US"/>
        </w:rPr>
        <w:pict>
          <v:shape id="AutoShape 110" o:spid="_x0000_s1548" type="#_x0000_t88" style="position:absolute;margin-left:251.6pt;margin-top:3.55pt;width:15.05pt;height:101.05pt;z-index: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"/>
        </w:pict>
      </w:r>
      <w:r w:rsidR="008B6ABA">
        <w:tab/>
      </w:r>
      <w:r w:rsidR="008B6ABA">
        <w:tab/>
      </w:r>
      <w:r w:rsidR="008B6ABA">
        <w:tab/>
      </w:r>
      <w:r w:rsidR="008B6ABA">
        <w:tab/>
      </w:r>
      <w:r w:rsidR="008B6ABA" w:rsidRPr="00E80907">
        <w:rPr>
          <w:spacing w:val="-2"/>
          <w:position w:val="-28"/>
        </w:rPr>
        <w:object w:dxaOrig="2079" w:dyaOrig="960">
          <v:shape id="_x0000_i1115" type="#_x0000_t75" style="width:103.8pt;height:47.7pt" o:ole="" fillcolor="window">
            <v:imagedata r:id="rId161" o:title=""/>
          </v:shape>
          <o:OLEObject Type="Embed" ProgID="Equation.3" ShapeID="_x0000_i1115" DrawAspect="Content" ObjectID="_1654981951" r:id="rId180"/>
        </w:object>
      </w:r>
      <w:r w:rsidR="008B6ABA">
        <w:t xml:space="preserve"> </w:t>
      </w:r>
    </w:p>
    <w:p w:rsidR="008B6ABA" w:rsidRDefault="008B6ABA" w:rsidP="008B6ABA">
      <w:pPr>
        <w:pStyle w:val="ISM"/>
      </w:pPr>
      <w:r>
        <w:tab/>
      </w:r>
      <w:r>
        <w:tab/>
      </w:r>
      <w:r>
        <w:tab/>
      </w:r>
      <w:r>
        <w:tab/>
        <w:t xml:space="preserve"> </w:t>
      </w:r>
      <w:r w:rsidRPr="008B6ABA">
        <w:rPr>
          <w:sz w:val="16"/>
          <w:szCs w:val="16"/>
        </w:rPr>
        <w:t xml:space="preserve">  </w:t>
      </w:r>
      <w:r>
        <w:t xml:space="preserve"> = </w:t>
      </w:r>
      <w:r w:rsidR="00EA3960" w:rsidRPr="00EA3960">
        <w:rPr>
          <w:position w:val="-30"/>
        </w:rPr>
        <w:object w:dxaOrig="2700" w:dyaOrig="1100">
          <v:shape id="_x0000_i1116" type="#_x0000_t75" style="width:135.6pt;height:55.15pt" o:ole="" fillcolor="window">
            <v:imagedata r:id="rId181" o:title=""/>
          </v:shape>
          <o:OLEObject Type="Embed" ProgID="Equation.3" ShapeID="_x0000_i1116" DrawAspect="Content" ObjectID="_1654981952" r:id="rId182"/>
        </w:object>
      </w:r>
      <w:r>
        <w:t xml:space="preserve"> </w:t>
      </w:r>
    </w:p>
    <w:p w:rsidR="008B6ABA" w:rsidRDefault="008B6ABA" w:rsidP="008B6ABA">
      <w:pPr>
        <w:pStyle w:val="ISM"/>
      </w:pPr>
      <w:r>
        <w:tab/>
      </w:r>
      <w:r>
        <w:tab/>
      </w:r>
      <w:r>
        <w:tab/>
      </w:r>
      <w:r>
        <w:tab/>
        <w:t xml:space="preserve"> </w:t>
      </w:r>
      <w:r w:rsidRPr="008B6ABA">
        <w:rPr>
          <w:sz w:val="16"/>
          <w:szCs w:val="16"/>
        </w:rPr>
        <w:t xml:space="preserve">  </w:t>
      </w:r>
      <w:r>
        <w:t xml:space="preserve"> = 1</w:t>
      </w:r>
      <w:r w:rsidR="00EA3960">
        <w:t>21.84</w:t>
      </w:r>
    </w:p>
    <w:p w:rsidR="008D019D" w:rsidRDefault="008B6ABA" w:rsidP="008B6ABA">
      <w:pPr>
        <w:pStyle w:val="ISM"/>
      </w:pPr>
      <w:r>
        <w:tab/>
      </w:r>
      <w:r>
        <w:tab/>
      </w:r>
    </w:p>
    <w:p w:rsidR="008B6ABA" w:rsidRDefault="008B6ABA" w:rsidP="008B6ABA">
      <w:pPr>
        <w:pStyle w:val="ISM"/>
      </w:pPr>
      <w:r>
        <w:t xml:space="preserve">The endowment can make </w:t>
      </w:r>
      <w:r w:rsidR="00EA3960">
        <w:t xml:space="preserve">122 </w:t>
      </w:r>
      <w:r>
        <w:t xml:space="preserve">monthly payments with the last payment </w:t>
      </w:r>
    </w:p>
    <w:p w:rsidR="008B6ABA" w:rsidRDefault="008B6ABA" w:rsidP="008B6ABA">
      <w:pPr>
        <w:pStyle w:val="ISM"/>
      </w:pPr>
      <w:r>
        <w:tab/>
      </w:r>
      <w:r>
        <w:tab/>
        <w:t>smaller than $1000.</w:t>
      </w:r>
      <w:r w:rsidRPr="00B52752">
        <w:t xml:space="preserve"> </w:t>
      </w:r>
      <w:r>
        <w:t xml:space="preserve">The endowment can sustain the payments for </w:t>
      </w:r>
    </w:p>
    <w:p w:rsidR="008B6ABA" w:rsidRDefault="008B6ABA" w:rsidP="008B6ABA">
      <w:pPr>
        <w:pStyle w:val="ISM"/>
      </w:pPr>
      <w:r>
        <w:tab/>
      </w:r>
      <w:r>
        <w:tab/>
      </w:r>
      <w:r>
        <w:tab/>
      </w:r>
      <w:r w:rsidR="00EA3960">
        <w:t xml:space="preserve">122 </w:t>
      </w:r>
      <w:r>
        <w:t xml:space="preserve">months = </w:t>
      </w:r>
      <w:r w:rsidR="00EA3960" w:rsidRPr="00EA3960">
        <w:rPr>
          <w:position w:val="-24"/>
        </w:rPr>
        <w:object w:dxaOrig="440" w:dyaOrig="620">
          <v:shape id="_x0000_i1117" type="#_x0000_t75" style="width:21.5pt;height:30.85pt" o:ole="" fillcolor="window">
            <v:imagedata r:id="rId183" o:title=""/>
          </v:shape>
          <o:OLEObject Type="Embed" ProgID="Equation.3" ShapeID="_x0000_i1117" DrawAspect="Content" ObjectID="_1654981953" r:id="rId184"/>
        </w:object>
      </w:r>
      <w:r>
        <w:t xml:space="preserve"> years = 1</w:t>
      </w:r>
      <w:r w:rsidR="00EA3960">
        <w:t>0.1</w:t>
      </w:r>
      <w:r w:rsidR="00EA3960" w:rsidRPr="00EA3960">
        <w:rPr>
          <w:position w:val="-6"/>
        </w:rPr>
        <w:object w:dxaOrig="200" w:dyaOrig="340">
          <v:shape id="_x0000_i1118" type="#_x0000_t75" style="width:10.3pt;height:17.75pt" o:ole="">
            <v:imagedata r:id="rId185" o:title=""/>
          </v:shape>
          <o:OLEObject Type="Embed" ProgID="Equation.3" ShapeID="_x0000_i1118" DrawAspect="Content" ObjectID="_1654981954" r:id="rId186"/>
        </w:object>
      </w:r>
      <w:r>
        <w:t xml:space="preserve"> years = </w:t>
      </w:r>
      <w:r w:rsidR="00EA3960">
        <w:rPr>
          <w:u w:val="double"/>
        </w:rPr>
        <w:t xml:space="preserve">10 </w:t>
      </w:r>
      <w:r>
        <w:rPr>
          <w:u w:val="double"/>
        </w:rPr>
        <w:t xml:space="preserve">years and </w:t>
      </w:r>
      <w:r w:rsidR="00EA3960">
        <w:rPr>
          <w:u w:val="double"/>
        </w:rPr>
        <w:t xml:space="preserve">2 </w:t>
      </w:r>
      <w:r>
        <w:rPr>
          <w:u w:val="double"/>
        </w:rPr>
        <w:t>months</w:t>
      </w:r>
      <w:r>
        <w:t>.</w:t>
      </w:r>
    </w:p>
    <w:p w:rsidR="00D9732D" w:rsidRDefault="00D9732D">
      <w:r>
        <w:br w:type="page"/>
      </w:r>
    </w:p>
    <w:p w:rsidR="00F223F9" w:rsidRDefault="00E00B43" w:rsidP="00F223F9">
      <w:pPr>
        <w:pStyle w:val="ISM"/>
      </w:pPr>
      <w:r>
        <w:rPr>
          <w:noProof/>
          <w:lang w:val="en-US"/>
        </w:rPr>
        <w:lastRenderedPageBreak/>
        <w:pict>
          <v:shape id="AutoShape 111" o:spid="_x0000_s1063" type="#_x0000_t61" style="position:absolute;margin-left:380.6pt;margin-top:6.65pt;width:122.6pt;height:140.3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" adj="-9162,14398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4.75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1200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74385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223F9">
                  <w:pPr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46.91</w:t>
                  </w:r>
                </w:p>
              </w:txbxContent>
            </v:textbox>
            <w10:wrap type="square"/>
          </v:shape>
        </w:pict>
      </w:r>
      <w:r w:rsidR="00F223F9">
        <w:tab/>
      </w:r>
      <w:r w:rsidR="000828BC">
        <w:t>7</w:t>
      </w:r>
      <w:r w:rsidR="00F223F9">
        <w:t>.</w:t>
      </w:r>
      <w:r w:rsidR="00F223F9">
        <w:tab/>
        <w:t xml:space="preserve">Given: </w:t>
      </w:r>
      <w:r w:rsidR="00F223F9">
        <w:rPr>
          <w:rFonts w:ascii="Times New Roman" w:hAnsi="Times New Roman"/>
          <w:i/>
        </w:rPr>
        <w:t>FV</w:t>
      </w:r>
      <w:r w:rsidR="00F223F9">
        <w:t xml:space="preserve"> = $74,</w:t>
      </w:r>
      <w:r w:rsidR="005D6151">
        <w:t>385</w:t>
      </w:r>
      <w:r w:rsidR="00F223F9">
        <w:t xml:space="preserve">, </w:t>
      </w:r>
      <w:r w:rsidR="00F223F9">
        <w:rPr>
          <w:rFonts w:ascii="Times New Roman" w:hAnsi="Times New Roman"/>
          <w:i/>
        </w:rPr>
        <w:t>PMT</w:t>
      </w:r>
      <w:r w:rsidR="00F223F9">
        <w:t xml:space="preserve"> = $1200, </w:t>
      </w:r>
      <w:r w:rsidR="00F223F9">
        <w:rPr>
          <w:rFonts w:ascii="Times New Roman" w:hAnsi="Times New Roman"/>
          <w:i/>
        </w:rPr>
        <w:t>i</w:t>
      </w:r>
      <w:r w:rsidR="00F223F9">
        <w:t xml:space="preserve"> = </w:t>
      </w:r>
      <w:r w:rsidR="00B25FFC">
        <w:t>4</w:t>
      </w:r>
      <w:r w:rsidR="00F223F9">
        <w:t xml:space="preserve">.75%, </w:t>
      </w:r>
      <w:r w:rsidR="00F223F9">
        <w:rPr>
          <w:rFonts w:ascii="Times New Roman" w:hAnsi="Times New Roman"/>
          <w:i/>
        </w:rPr>
        <w:t>c</w:t>
      </w:r>
      <w:r w:rsidR="00F223F9">
        <w:t xml:space="preserve"> = </w:t>
      </w:r>
      <w:r w:rsidR="00F223F9" w:rsidRPr="00E80907">
        <w:rPr>
          <w:position w:val="-16"/>
        </w:rPr>
        <w:object w:dxaOrig="220" w:dyaOrig="420">
          <v:shape id="_x0000_i1119" type="#_x0000_t75" style="width:11.2pt;height:20.55pt" o:ole="" fillcolor="window">
            <v:imagedata r:id="rId61" o:title=""/>
          </v:shape>
          <o:OLEObject Type="Embed" ProgID="Equation.3" ShapeID="_x0000_i1119" DrawAspect="Content" ObjectID="_1654981955" r:id="rId187"/>
        </w:object>
      </w:r>
      <w:r w:rsidR="00F223F9">
        <w:t xml:space="preserve"> = 0.25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12" o:spid="_x0000_s1538" type="#_x0000_t88" style="position:absolute;margin-left:270.95pt;margin-top:3.4pt;width:12.9pt;height:122.55pt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"/>
        </w:pict>
      </w:r>
      <w:r w:rsidR="00F223F9">
        <w:tab/>
      </w:r>
      <w:r w:rsidR="00F223F9">
        <w:tab/>
      </w:r>
      <w:r w:rsidR="00F223F9" w:rsidRPr="00E80907">
        <w:rPr>
          <w:position w:val="-10"/>
        </w:rPr>
        <w:object w:dxaOrig="1420" w:dyaOrig="380">
          <v:shape id="_x0000_i1120" type="#_x0000_t75" style="width:70.15pt;height:18.7pt" o:ole="" fillcolor="window">
            <v:imagedata r:id="rId22" o:title=""/>
          </v:shape>
          <o:OLEObject Type="Embed" ProgID="Equation.3" ShapeID="_x0000_i1120" DrawAspect="Content" ObjectID="_1654981956" r:id="rId188"/>
        </w:object>
      </w:r>
      <w:r w:rsidR="00F223F9">
        <w:t xml:space="preserve"> = </w:t>
      </w:r>
      <w:r w:rsidR="00B25FFC" w:rsidRPr="00E80907">
        <w:rPr>
          <w:position w:val="-10"/>
        </w:rPr>
        <w:object w:dxaOrig="1100" w:dyaOrig="380">
          <v:shape id="_x0000_i1121" type="#_x0000_t75" style="width:55.15pt;height:18.7pt" o:ole="" fillcolor="window">
            <v:imagedata r:id="rId189" o:title=""/>
          </v:shape>
          <o:OLEObject Type="Embed" ProgID="Equation.3" ShapeID="_x0000_i1121" DrawAspect="Content" ObjectID="_1654981957" r:id="rId190"/>
        </w:object>
      </w:r>
      <w:r w:rsidR="00F223F9">
        <w:t xml:space="preserve"> – 1 = 0.0</w:t>
      </w:r>
      <w:r w:rsidR="00B25FFC">
        <w:t>11669153</w:t>
      </w:r>
    </w:p>
    <w:p w:rsidR="00F223F9" w:rsidRDefault="00F223F9" w:rsidP="00F223F9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1960" w:dyaOrig="960">
          <v:shape id="_x0000_i1122" type="#_x0000_t75" style="width:98.2pt;height:47.7pt" o:ole="" fillcolor="window">
            <v:imagedata r:id="rId191" o:title=""/>
          </v:shape>
          <o:OLEObject Type="Embed" ProgID="Equation.3" ShapeID="_x0000_i1122" DrawAspect="Content" ObjectID="_1654981958" r:id="rId192"/>
        </w:object>
      </w:r>
      <w:r>
        <w:t xml:space="preserve"> </w:t>
      </w:r>
    </w:p>
    <w:p w:rsidR="00F223F9" w:rsidRDefault="00F223F9" w:rsidP="00F223F9">
      <w:pPr>
        <w:pStyle w:val="ISM"/>
        <w:ind w:left="1710"/>
      </w:pPr>
      <w:r>
        <w:t xml:space="preserve">= </w:t>
      </w:r>
      <w:r w:rsidR="005D6151" w:rsidRPr="005D6151">
        <w:rPr>
          <w:position w:val="-32"/>
        </w:rPr>
        <w:object w:dxaOrig="3120" w:dyaOrig="1040">
          <v:shape id="_x0000_i1123" type="#_x0000_t75" style="width:155.2pt;height:52.35pt" o:ole="" fillcolor="window">
            <v:imagedata r:id="rId193" o:title=""/>
          </v:shape>
          <o:OLEObject Type="Embed" ProgID="Equation.DSMT4" ShapeID="_x0000_i1123" DrawAspect="Content" ObjectID="_1654981959" r:id="rId194"/>
        </w:object>
      </w:r>
      <w:r>
        <w:t xml:space="preserve"> </w:t>
      </w:r>
    </w:p>
    <w:p w:rsidR="009874ED" w:rsidRDefault="009874ED" w:rsidP="00B612F7">
      <w:pPr>
        <w:pStyle w:val="ISM"/>
      </w:pPr>
      <w:r>
        <w:tab/>
      </w:r>
      <w:r>
        <w:tab/>
      </w:r>
      <w:r>
        <w:tab/>
      </w:r>
      <w:r>
        <w:tab/>
      </w:r>
      <w:r w:rsidR="00F223F9">
        <w:t xml:space="preserve">= </w:t>
      </w:r>
      <w:r w:rsidR="00B25FFC">
        <w:t>4</w:t>
      </w:r>
      <w:r w:rsidR="00B612F7">
        <w:t>6.91</w:t>
      </w:r>
      <w:r w:rsidR="00F223F9">
        <w:tab/>
      </w:r>
      <w:r w:rsidR="00F223F9">
        <w:tab/>
      </w:r>
    </w:p>
    <w:p w:rsidR="00F223F9" w:rsidRDefault="008B2DBA" w:rsidP="00B612F7">
      <w:pPr>
        <w:pStyle w:val="ISM"/>
      </w:pPr>
      <w:r>
        <w:t>William has made</w:t>
      </w:r>
      <w:r w:rsidR="00F223F9">
        <w:t xml:space="preserve"> </w:t>
      </w:r>
      <w:r w:rsidR="00B25FFC">
        <w:t xml:space="preserve">47 </w:t>
      </w:r>
      <w:r w:rsidR="00F223F9">
        <w:t xml:space="preserve">quarterly </w:t>
      </w:r>
      <w:r>
        <w:t>contributions</w:t>
      </w:r>
      <w:r w:rsidR="00F223F9">
        <w:t xml:space="preserve"> </w:t>
      </w:r>
      <w:r>
        <w:t xml:space="preserve">over the past </w:t>
      </w:r>
      <w:r w:rsidR="00B25FFC">
        <w:rPr>
          <w:u w:val="double"/>
        </w:rPr>
        <w:t xml:space="preserve">11 </w:t>
      </w:r>
      <w:r w:rsidR="00F223F9">
        <w:rPr>
          <w:u w:val="double"/>
        </w:rPr>
        <w:t>years</w:t>
      </w:r>
      <w:r w:rsidR="00B612F7">
        <w:rPr>
          <w:u w:val="double"/>
        </w:rPr>
        <w:t xml:space="preserve"> and 9 months</w:t>
      </w:r>
      <w:r w:rsidR="00F223F9">
        <w:t>.</w:t>
      </w:r>
    </w:p>
    <w:p w:rsidR="009874ED" w:rsidRDefault="009874ED" w:rsidP="008B2DBA">
      <w:pPr>
        <w:pStyle w:val="ISM"/>
      </w:pPr>
    </w:p>
    <w:p w:rsidR="00D9732D" w:rsidRDefault="00D9732D" w:rsidP="008B2DBA">
      <w:pPr>
        <w:pStyle w:val="ISM"/>
      </w:pPr>
    </w:p>
    <w:p w:rsidR="00D9732D" w:rsidRDefault="00D9732D" w:rsidP="002372F2">
      <w:pPr>
        <w:pStyle w:val="ISM"/>
        <w:rPr>
          <w:b/>
          <w:i/>
          <w:sz w:val="24"/>
        </w:rPr>
      </w:pPr>
    </w:p>
    <w:p w:rsidR="00F63129" w:rsidRDefault="00E00B43" w:rsidP="00F63129">
      <w:pPr>
        <w:pStyle w:val="ISM"/>
      </w:pPr>
      <w:r>
        <w:rPr>
          <w:noProof/>
          <w:lang w:val="en-US"/>
        </w:rPr>
        <w:pict>
          <v:shape id="AutoShape 241" o:spid="_x0000_s1064" type="#_x0000_t61" style="position:absolute;margin-left:330.05pt;margin-top:-19.55pt;width:131.2pt;height:131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" adj="-11590,13736" fillcolor="#cff">
            <v:fill opacity="25443f"/>
            <v:textbox inset="3.6pt,,3.6pt">
              <w:txbxContent>
                <w:p w:rsidR="00C52702" w:rsidRDefault="00C52702" w:rsidP="00F63129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63129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F63129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F63129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63129">
                  <w:pPr>
                    <w:spacing w:line="30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63129">
                  <w:pPr>
                    <w:spacing w:line="300" w:lineRule="exact"/>
                    <w:ind w:right="42"/>
                    <w:jc w:val="right"/>
                  </w:pPr>
                  <w:r>
                    <w:t xml:space="preserve">700000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F63129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F63129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361.79</w:t>
                  </w:r>
                </w:p>
              </w:txbxContent>
            </v:textbox>
            <w10:wrap type="square"/>
          </v:shape>
        </w:pict>
      </w:r>
      <w:r w:rsidR="00F63129">
        <w:tab/>
        <w:t>9.</w:t>
      </w:r>
      <w:r w:rsidR="00F63129">
        <w:tab/>
        <w:t xml:space="preserve">Given: </w:t>
      </w:r>
      <w:r w:rsidR="00F63129">
        <w:rPr>
          <w:rFonts w:ascii="Times New Roman" w:hAnsi="Times New Roman"/>
          <w:i/>
        </w:rPr>
        <w:t>FV</w:t>
      </w:r>
      <w:r w:rsidR="00F63129">
        <w:t xml:space="preserve"> = $700,000, </w:t>
      </w:r>
      <w:r w:rsidR="00F63129">
        <w:rPr>
          <w:rFonts w:ascii="Times New Roman" w:hAnsi="Times New Roman"/>
          <w:i/>
        </w:rPr>
        <w:t>PMT</w:t>
      </w:r>
      <w:r w:rsidR="00F63129">
        <w:t xml:space="preserve"> = $1000</w:t>
      </w:r>
    </w:p>
    <w:p w:rsidR="00B25FFC" w:rsidRDefault="004C70C2" w:rsidP="00B25FFC">
      <w:pPr>
        <w:pStyle w:val="ISM"/>
        <w:tabs>
          <w:tab w:val="left" w:pos="900"/>
        </w:tabs>
      </w:pPr>
      <w:r>
        <w:rPr>
          <w:i/>
        </w:rPr>
        <w:tab/>
      </w:r>
      <w:r>
        <w:rPr>
          <w:i/>
        </w:rPr>
        <w:tab/>
      </w:r>
      <w:proofErr w:type="gramStart"/>
      <w:r w:rsidR="00B25FFC">
        <w:rPr>
          <w:i/>
        </w:rPr>
        <w:t>a</w:t>
      </w:r>
      <w:proofErr w:type="gramEnd"/>
      <w:r w:rsidR="00B25FFC" w:rsidRPr="00F63129">
        <w:rPr>
          <w:i/>
        </w:rPr>
        <w:t>.</w:t>
      </w:r>
      <w:r w:rsidR="00B25FFC">
        <w:t xml:space="preserve"> </w:t>
      </w:r>
      <w:r w:rsidR="00B25FFC">
        <w:tab/>
      </w:r>
      <w:r w:rsidR="00B25FFC">
        <w:rPr>
          <w:rFonts w:ascii="Times New Roman" w:hAnsi="Times New Roman"/>
          <w:i/>
        </w:rPr>
        <w:t>j</w:t>
      </w:r>
      <w:r w:rsidR="00B25FFC">
        <w:t xml:space="preserve"> = </w:t>
      </w:r>
      <w:r w:rsidR="0045082D">
        <w:t>4</w:t>
      </w:r>
      <w:r w:rsidR="00B25FFC">
        <w:t xml:space="preserve">%, </w:t>
      </w:r>
      <w:r w:rsidR="00B25FFC">
        <w:rPr>
          <w:rFonts w:ascii="Times New Roman" w:hAnsi="Times New Roman"/>
          <w:i/>
        </w:rPr>
        <w:t>m</w:t>
      </w:r>
      <w:r w:rsidR="00B25FFC">
        <w:t xml:space="preserve"> = 12, </w:t>
      </w:r>
      <w:proofErr w:type="spellStart"/>
      <w:r w:rsidR="00B25FFC">
        <w:rPr>
          <w:rFonts w:ascii="Times New Roman" w:hAnsi="Times New Roman"/>
          <w:i/>
        </w:rPr>
        <w:t>i</w:t>
      </w:r>
      <w:proofErr w:type="spellEnd"/>
      <w:r w:rsidR="00B25FFC">
        <w:t xml:space="preserve"> = </w:t>
      </w:r>
      <w:r w:rsidR="0045082D" w:rsidRPr="00F63129">
        <w:rPr>
          <w:position w:val="-12"/>
        </w:rPr>
        <w:object w:dxaOrig="820" w:dyaOrig="400">
          <v:shape id="_x0000_i1124" type="#_x0000_t75" style="width:41.15pt;height:19.65pt" o:ole="" fillcolor="window">
            <v:imagedata r:id="rId195" o:title=""/>
          </v:shape>
          <o:OLEObject Type="Embed" ProgID="Equation.3" ShapeID="_x0000_i1124" DrawAspect="Content" ObjectID="_1654981960" r:id="rId196"/>
        </w:object>
      </w:r>
      <w:r w:rsidR="00B25FFC">
        <w:t>%</w:t>
      </w:r>
    </w:p>
    <w:p w:rsidR="00B25FFC" w:rsidRDefault="00E00B43" w:rsidP="00B25FFC">
      <w:pPr>
        <w:pStyle w:val="ISM"/>
        <w:tabs>
          <w:tab w:val="left" w:pos="900"/>
        </w:tabs>
        <w:rPr>
          <w:spacing w:val="-2"/>
        </w:rPr>
      </w:pPr>
      <w:r>
        <w:rPr>
          <w:noProof/>
          <w:lang w:val="en-US"/>
        </w:rPr>
        <w:pict>
          <v:shape id="AutoShape 922" o:spid="_x0000_s1525" type="#_x0000_t88" style="position:absolute;margin-left:227.95pt;margin-top:.3pt;width:17.2pt;height:62.3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"/>
        </w:pict>
      </w:r>
      <w:r w:rsidR="00B25FFC">
        <w:tab/>
      </w:r>
      <w:r w:rsidR="00B25FFC">
        <w:tab/>
      </w:r>
      <w:r w:rsidR="00B25FFC">
        <w:tab/>
      </w:r>
      <w:r w:rsidR="00B25FFC">
        <w:tab/>
      </w:r>
      <w:r w:rsidR="00B25FFC" w:rsidRPr="005B078A">
        <w:rPr>
          <w:rFonts w:ascii="Times New Roman" w:hAnsi="Times New Roman"/>
          <w:i/>
        </w:rPr>
        <w:t xml:space="preserve">n </w:t>
      </w:r>
      <w:r w:rsidR="00B25FFC">
        <w:t xml:space="preserve">= </w:t>
      </w:r>
      <w:r w:rsidR="0045082D" w:rsidRPr="0045082D">
        <w:rPr>
          <w:spacing w:val="-2"/>
          <w:position w:val="-30"/>
        </w:rPr>
        <w:object w:dxaOrig="2540" w:dyaOrig="1100">
          <v:shape id="_x0000_i1125" type="#_x0000_t75" style="width:129.95pt;height:55.15pt" o:ole="" fillcolor="window">
            <v:imagedata r:id="rId197" o:title=""/>
          </v:shape>
          <o:OLEObject Type="Embed" ProgID="Equation.3" ShapeID="_x0000_i1125" DrawAspect="Content" ObjectID="_1654981961" r:id="rId198"/>
        </w:object>
      </w:r>
    </w:p>
    <w:p w:rsidR="00B25FFC" w:rsidRDefault="00B25FFC" w:rsidP="00B25FFC">
      <w:pPr>
        <w:pStyle w:val="ISM"/>
        <w:ind w:left="1620"/>
      </w:pPr>
      <w:r>
        <w:rPr>
          <w:spacing w:val="-2"/>
        </w:rPr>
        <w:t xml:space="preserve">= </w:t>
      </w:r>
      <w:r w:rsidR="0045082D">
        <w:rPr>
          <w:spacing w:val="-2"/>
        </w:rPr>
        <w:t>361.79</w:t>
      </w:r>
    </w:p>
    <w:p w:rsidR="001D72E3" w:rsidRDefault="00B25FFC" w:rsidP="00E00CE6">
      <w:pPr>
        <w:pStyle w:val="ISM"/>
        <w:ind w:left="540"/>
      </w:pPr>
      <w:r>
        <w:tab/>
      </w:r>
      <w:r>
        <w:tab/>
      </w:r>
      <w:r>
        <w:tab/>
        <w:t xml:space="preserve">It will take </w:t>
      </w:r>
      <w:r w:rsidR="0045082D">
        <w:t>362</w:t>
      </w:r>
      <w:r>
        <w:t xml:space="preserve"> contributions requiring </w:t>
      </w:r>
      <w:r w:rsidR="0045082D">
        <w:t>362</w:t>
      </w:r>
      <w:r>
        <w:t xml:space="preserve"> months, or</w:t>
      </w:r>
    </w:p>
    <w:p w:rsidR="004C70C2" w:rsidRDefault="00B25FFC" w:rsidP="00B25FFC">
      <w:pPr>
        <w:pStyle w:val="ISM"/>
        <w:spacing w:after="120"/>
      </w:pPr>
      <w:r>
        <w:tab/>
      </w:r>
      <w:r>
        <w:tab/>
      </w:r>
      <w:r>
        <w:tab/>
      </w:r>
      <w:r w:rsidR="0045082D">
        <w:rPr>
          <w:u w:val="double"/>
        </w:rPr>
        <w:t>30</w:t>
      </w:r>
      <w:r>
        <w:rPr>
          <w:u w:val="double"/>
        </w:rPr>
        <w:t xml:space="preserve"> years, </w:t>
      </w:r>
      <w:r w:rsidR="0045082D">
        <w:rPr>
          <w:u w:val="double"/>
        </w:rPr>
        <w:t>2</w:t>
      </w:r>
      <w:r>
        <w:rPr>
          <w:u w:val="double"/>
        </w:rPr>
        <w:t xml:space="preserve"> months</w:t>
      </w:r>
      <w:r>
        <w:t xml:space="preserve"> for the RRSP to grow to $700,000. </w:t>
      </w:r>
    </w:p>
    <w:p w:rsidR="001D72E3" w:rsidRDefault="001D72E3" w:rsidP="00E00CE6">
      <w:pPr>
        <w:pStyle w:val="ISM"/>
        <w:spacing w:after="120"/>
      </w:pPr>
    </w:p>
    <w:p w:rsidR="00F63129" w:rsidRDefault="00F63129" w:rsidP="00F63129">
      <w:pPr>
        <w:pStyle w:val="ISM"/>
        <w:tabs>
          <w:tab w:val="left" w:pos="900"/>
        </w:tabs>
      </w:pPr>
      <w:r>
        <w:tab/>
      </w:r>
      <w:r>
        <w:tab/>
      </w:r>
      <w:proofErr w:type="gramStart"/>
      <w:r w:rsidR="00B25FFC">
        <w:rPr>
          <w:i/>
        </w:rPr>
        <w:t>b</w:t>
      </w:r>
      <w:proofErr w:type="gramEnd"/>
      <w:r w:rsidRPr="00F63129">
        <w:rPr>
          <w:i/>
        </w:rPr>
        <w:t>.</w:t>
      </w:r>
      <w:r>
        <w:t xml:space="preserve"> 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6%, </w:t>
      </w:r>
      <w:r>
        <w:rPr>
          <w:rFonts w:ascii="Times New Roman" w:hAnsi="Times New Roman"/>
          <w:i/>
        </w:rPr>
        <w:t>m</w:t>
      </w:r>
      <w:r>
        <w:t xml:space="preserve"> = 12,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294E4E" w:rsidRPr="00F63129">
        <w:rPr>
          <w:position w:val="-12"/>
        </w:rPr>
        <w:object w:dxaOrig="320" w:dyaOrig="360">
          <v:shape id="_x0000_i1126" type="#_x0000_t75" style="width:16.85pt;height:18.7pt" o:ole="" fillcolor="window">
            <v:imagedata r:id="rId199" o:title=""/>
          </v:shape>
          <o:OLEObject Type="Embed" ProgID="Equation.3" ShapeID="_x0000_i1126" DrawAspect="Content" ObjectID="_1654981962" r:id="rId200"/>
        </w:object>
      </w:r>
      <w:r>
        <w:t xml:space="preserve"> = 0.5%</w:t>
      </w:r>
    </w:p>
    <w:p w:rsidR="00F63129" w:rsidRDefault="00E00B43" w:rsidP="00F63129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243" o:spid="_x0000_s1065" type="#_x0000_t61" style="position:absolute;margin-left:330.05pt;margin-top:13.75pt;width:131.2pt;height:85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" adj="-11607,10901" fillcolor="#cff">
            <v:fill opacity="25443f"/>
            <v:textbox inset="3.6pt,,3.6pt">
              <w:txbxContent>
                <w:p w:rsidR="00C52702" w:rsidRDefault="00C52702" w:rsidP="00DF572F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DF572F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C52702" w:rsidRDefault="00C52702" w:rsidP="005B078A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5B078A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5B078A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301.57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42" o:spid="_x0000_s1522" type="#_x0000_t88" style="position:absolute;margin-left:227.95pt;margin-top:5.45pt;width:25.8pt;height:103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"/>
        </w:pict>
      </w:r>
      <w:r w:rsidR="00F63129">
        <w:tab/>
      </w:r>
      <w:r w:rsidR="00F63129">
        <w:tab/>
      </w:r>
      <w:r w:rsidR="00F63129">
        <w:tab/>
      </w:r>
      <w:r w:rsidR="00F63129">
        <w:tab/>
      </w:r>
      <w:r w:rsidR="00F63129" w:rsidRPr="00E80907">
        <w:rPr>
          <w:spacing w:val="-2"/>
          <w:position w:val="-28"/>
        </w:rPr>
        <w:object w:dxaOrig="1960" w:dyaOrig="960">
          <v:shape id="_x0000_i1127" type="#_x0000_t75" style="width:98.2pt;height:47.7pt" o:ole="" fillcolor="window">
            <v:imagedata r:id="rId191" o:title=""/>
          </v:shape>
          <o:OLEObject Type="Embed" ProgID="Equation.3" ShapeID="_x0000_i1127" DrawAspect="Content" ObjectID="_1654981963" r:id="rId201"/>
        </w:object>
      </w:r>
    </w:p>
    <w:p w:rsidR="00F63129" w:rsidRDefault="00F63129" w:rsidP="00F63129">
      <w:pPr>
        <w:pStyle w:val="ISM"/>
        <w:ind w:left="1710"/>
        <w:rPr>
          <w:spacing w:val="-2"/>
        </w:rPr>
      </w:pPr>
      <w:r>
        <w:t xml:space="preserve">= </w:t>
      </w:r>
      <w:r w:rsidR="00294E4E" w:rsidRPr="00294E4E">
        <w:rPr>
          <w:spacing w:val="-2"/>
          <w:position w:val="-26"/>
        </w:rPr>
        <w:object w:dxaOrig="2520" w:dyaOrig="940">
          <v:shape id="_x0000_i1128" type="#_x0000_t75" style="width:126.25pt;height:46.75pt" o:ole="" fillcolor="window">
            <v:imagedata r:id="rId202" o:title=""/>
          </v:shape>
          <o:OLEObject Type="Embed" ProgID="Equation.3" ShapeID="_x0000_i1128" DrawAspect="Content" ObjectID="_1654981964" r:id="rId203"/>
        </w:object>
      </w:r>
      <w:r>
        <w:rPr>
          <w:spacing w:val="-2"/>
        </w:rPr>
        <w:t xml:space="preserve"> </w:t>
      </w:r>
    </w:p>
    <w:p w:rsidR="00F63129" w:rsidRDefault="00F63129" w:rsidP="00F63129">
      <w:pPr>
        <w:pStyle w:val="ISM"/>
        <w:ind w:left="1710"/>
      </w:pPr>
      <w:r>
        <w:rPr>
          <w:spacing w:val="-2"/>
        </w:rPr>
        <w:t xml:space="preserve">= </w:t>
      </w:r>
      <w:r w:rsidR="00294E4E">
        <w:rPr>
          <w:spacing w:val="-2"/>
        </w:rPr>
        <w:t>301.57</w:t>
      </w:r>
    </w:p>
    <w:p w:rsidR="00B81BEC" w:rsidRDefault="00F63129" w:rsidP="00F63129">
      <w:pPr>
        <w:pStyle w:val="ISM"/>
      </w:pPr>
      <w:r>
        <w:tab/>
      </w:r>
      <w:r>
        <w:tab/>
      </w:r>
      <w:r w:rsidR="005B078A">
        <w:tab/>
      </w:r>
    </w:p>
    <w:p w:rsidR="00F63129" w:rsidRDefault="00B81BEC" w:rsidP="00F63129">
      <w:pPr>
        <w:pStyle w:val="ISM"/>
      </w:pPr>
      <w:r>
        <w:tab/>
      </w:r>
      <w:r>
        <w:tab/>
      </w:r>
      <w:r>
        <w:tab/>
      </w:r>
      <w:r w:rsidR="00294E4E">
        <w:t>It</w:t>
      </w:r>
      <w:r w:rsidR="00F63129">
        <w:t xml:space="preserve"> will </w:t>
      </w:r>
      <w:r w:rsidR="00294E4E">
        <w:t>take</w:t>
      </w:r>
      <w:r w:rsidR="00F63129">
        <w:t xml:space="preserve"> </w:t>
      </w:r>
      <w:r w:rsidR="00294E4E">
        <w:t>302</w:t>
      </w:r>
      <w:r w:rsidR="00F63129">
        <w:t xml:space="preserve"> </w:t>
      </w:r>
      <w:r w:rsidR="00294E4E">
        <w:t xml:space="preserve">contributions requiring 302 </w:t>
      </w:r>
      <w:r w:rsidR="00F63129">
        <w:t>months</w:t>
      </w:r>
      <w:r w:rsidR="00414F70">
        <w:t>,</w:t>
      </w:r>
      <w:r w:rsidR="00F63129">
        <w:t xml:space="preserve"> </w:t>
      </w:r>
      <w:r w:rsidR="00294E4E">
        <w:t>or</w:t>
      </w:r>
    </w:p>
    <w:p w:rsidR="00F63129" w:rsidRDefault="00F63129" w:rsidP="005B078A">
      <w:pPr>
        <w:pStyle w:val="ISM"/>
        <w:spacing w:after="120"/>
      </w:pPr>
      <w:r>
        <w:tab/>
      </w:r>
      <w:r>
        <w:tab/>
      </w:r>
      <w:r w:rsidR="005B078A">
        <w:tab/>
      </w:r>
      <w:r w:rsidR="00294E4E">
        <w:rPr>
          <w:u w:val="double"/>
        </w:rPr>
        <w:t>25</w:t>
      </w:r>
      <w:r>
        <w:rPr>
          <w:u w:val="double"/>
        </w:rPr>
        <w:t xml:space="preserve"> years</w:t>
      </w:r>
      <w:r w:rsidR="00294E4E">
        <w:rPr>
          <w:u w:val="double"/>
        </w:rPr>
        <w:t>, 2 months</w:t>
      </w:r>
      <w:r>
        <w:t xml:space="preserve"> </w:t>
      </w:r>
      <w:r w:rsidR="00294E4E">
        <w:t>for the RRSP to grow to</w:t>
      </w:r>
      <w:r>
        <w:t xml:space="preserve"> $</w:t>
      </w:r>
      <w:r w:rsidR="00294E4E">
        <w:t>7</w:t>
      </w:r>
      <w:r>
        <w:t xml:space="preserve">00,000. </w:t>
      </w:r>
    </w:p>
    <w:p w:rsidR="001D72E3" w:rsidRDefault="005B078A" w:rsidP="00E00CE6">
      <w:pPr>
        <w:pStyle w:val="ISM"/>
        <w:tabs>
          <w:tab w:val="left" w:pos="900"/>
        </w:tabs>
      </w:pPr>
      <w:r>
        <w:tab/>
      </w:r>
      <w:r>
        <w:tab/>
        <w:t xml:space="preserve"> </w:t>
      </w:r>
    </w:p>
    <w:p w:rsidR="00DF572F" w:rsidRDefault="00DF572F" w:rsidP="00DF572F">
      <w:pPr>
        <w:pStyle w:val="ISMab"/>
      </w:pPr>
      <w:r>
        <w:tab/>
      </w:r>
      <w:r>
        <w:tab/>
        <w:t>Similarly.</w:t>
      </w:r>
    </w:p>
    <w:p w:rsidR="00DF572F" w:rsidRDefault="00414F70" w:rsidP="00414F70">
      <w:pPr>
        <w:pStyle w:val="ISM"/>
        <w:tabs>
          <w:tab w:val="left" w:pos="900"/>
        </w:tabs>
      </w:pPr>
      <w:r>
        <w:tab/>
      </w:r>
      <w:r>
        <w:tab/>
      </w:r>
      <w:r>
        <w:rPr>
          <w:i/>
        </w:rPr>
        <w:t>c</w:t>
      </w:r>
      <w:r w:rsidRPr="00F63129">
        <w:rPr>
          <w:i/>
        </w:rPr>
        <w:t>.</w:t>
      </w:r>
      <w:r>
        <w:t xml:space="preserve"> </w:t>
      </w:r>
      <w:r>
        <w:tab/>
      </w:r>
      <w:r w:rsidR="00DF572F">
        <w:t xml:space="preserve">For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DF572F">
        <w:t>8</w:t>
      </w:r>
      <w:r>
        <w:t xml:space="preserve">%, </w:t>
      </w:r>
      <w:r>
        <w:rPr>
          <w:rFonts w:ascii="Times New Roman" w:hAnsi="Times New Roman"/>
          <w:i/>
        </w:rPr>
        <w:t>m</w:t>
      </w:r>
      <w:r>
        <w:t xml:space="preserve"> = 12,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DF572F" w:rsidRPr="00F63129">
        <w:rPr>
          <w:position w:val="-12"/>
        </w:rPr>
        <w:object w:dxaOrig="859" w:dyaOrig="380">
          <v:shape id="_x0000_i1129" type="#_x0000_t75" style="width:43pt;height:18.7pt" o:ole="" fillcolor="window">
            <v:imagedata r:id="rId204" o:title=""/>
          </v:shape>
          <o:OLEObject Type="Embed" ProgID="Equation.3" ShapeID="_x0000_i1129" DrawAspect="Content" ObjectID="_1654981965" r:id="rId205"/>
        </w:object>
      </w:r>
      <w:r>
        <w:t>%</w:t>
      </w:r>
      <w:r w:rsidR="00DF572F">
        <w:t xml:space="preserve">, we obtain </w:t>
      </w:r>
      <w:r w:rsidR="00DF572F">
        <w:rPr>
          <w:rFonts w:ascii="Times New Roman" w:hAnsi="Times New Roman"/>
          <w:i/>
        </w:rPr>
        <w:t>n</w:t>
      </w:r>
      <w:r w:rsidR="00DF572F">
        <w:t xml:space="preserve"> = 261.06</w:t>
      </w:r>
    </w:p>
    <w:p w:rsidR="00414F70" w:rsidRDefault="00DF572F" w:rsidP="00414F70">
      <w:pPr>
        <w:pStyle w:val="ISM"/>
        <w:tabs>
          <w:tab w:val="left" w:pos="900"/>
        </w:tabs>
      </w:pPr>
      <w:r>
        <w:tab/>
      </w:r>
      <w:r>
        <w:tab/>
      </w:r>
      <w:r>
        <w:tab/>
        <w:t xml:space="preserve">requiring 262 months, or </w:t>
      </w:r>
      <w:r w:rsidRPr="00DF572F">
        <w:rPr>
          <w:u w:val="double"/>
        </w:rPr>
        <w:t>21 years, 10 months</w:t>
      </w:r>
    </w:p>
    <w:p w:rsidR="00414F70" w:rsidRDefault="00414F70" w:rsidP="00414F70">
      <w:pPr>
        <w:pStyle w:val="ISM"/>
        <w:tabs>
          <w:tab w:val="left" w:pos="900"/>
        </w:tabs>
      </w:pPr>
      <w:r>
        <w:tab/>
      </w:r>
      <w:r>
        <w:tab/>
      </w:r>
      <w:r>
        <w:rPr>
          <w:i/>
        </w:rPr>
        <w:t>d</w:t>
      </w:r>
      <w:r w:rsidRPr="00F63129">
        <w:rPr>
          <w:i/>
        </w:rPr>
        <w:t>.</w:t>
      </w:r>
      <w:r>
        <w:t xml:space="preserve"> </w:t>
      </w:r>
      <w:r>
        <w:tab/>
      </w:r>
      <w:r w:rsidR="00DF572F">
        <w:t xml:space="preserve">For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DF572F">
        <w:t>9</w:t>
      </w:r>
      <w:r>
        <w:t xml:space="preserve">%, </w:t>
      </w:r>
      <w:r>
        <w:rPr>
          <w:rFonts w:ascii="Times New Roman" w:hAnsi="Times New Roman"/>
          <w:i/>
        </w:rPr>
        <w:t>m</w:t>
      </w:r>
      <w:r>
        <w:t xml:space="preserve"> = 12,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DF572F" w:rsidRPr="00F63129">
        <w:rPr>
          <w:position w:val="-12"/>
        </w:rPr>
        <w:object w:dxaOrig="320" w:dyaOrig="360">
          <v:shape id="_x0000_i1130" type="#_x0000_t75" style="width:16.85pt;height:18.7pt" o:ole="" fillcolor="window">
            <v:imagedata r:id="rId206" o:title=""/>
          </v:shape>
          <o:OLEObject Type="Embed" ProgID="Equation.3" ShapeID="_x0000_i1130" DrawAspect="Content" ObjectID="_1654981966" r:id="rId207"/>
        </w:object>
      </w:r>
      <w:r>
        <w:t xml:space="preserve"> = 0.</w:t>
      </w:r>
      <w:r w:rsidR="00DF572F">
        <w:t>7</w:t>
      </w:r>
      <w:r>
        <w:t>5%</w:t>
      </w:r>
      <w:r w:rsidR="00DF572F">
        <w:t xml:space="preserve">, we obtain </w:t>
      </w:r>
      <w:r w:rsidR="00DF572F">
        <w:rPr>
          <w:rFonts w:ascii="Times New Roman" w:hAnsi="Times New Roman"/>
          <w:i/>
        </w:rPr>
        <w:t>n</w:t>
      </w:r>
      <w:r w:rsidR="00DF572F">
        <w:t xml:space="preserve"> = 245.2</w:t>
      </w:r>
      <w:r w:rsidR="00010B86">
        <w:t>6</w:t>
      </w:r>
    </w:p>
    <w:p w:rsidR="00DF572F" w:rsidRDefault="00DF572F" w:rsidP="00DF572F">
      <w:pPr>
        <w:pStyle w:val="ISM"/>
        <w:tabs>
          <w:tab w:val="left" w:pos="900"/>
        </w:tabs>
        <w:spacing w:after="180"/>
      </w:pPr>
      <w:r>
        <w:tab/>
      </w:r>
      <w:r>
        <w:tab/>
      </w:r>
      <w:r>
        <w:tab/>
        <w:t xml:space="preserve">requiring 246 months, or </w:t>
      </w:r>
      <w:r w:rsidRPr="00DF572F">
        <w:rPr>
          <w:u w:val="double"/>
        </w:rPr>
        <w:t>2</w:t>
      </w:r>
      <w:r>
        <w:rPr>
          <w:u w:val="double"/>
        </w:rPr>
        <w:t>0</w:t>
      </w:r>
      <w:r w:rsidRPr="00DF572F">
        <w:rPr>
          <w:u w:val="double"/>
        </w:rPr>
        <w:t xml:space="preserve"> years, </w:t>
      </w:r>
      <w:r>
        <w:rPr>
          <w:u w:val="double"/>
        </w:rPr>
        <w:t>6</w:t>
      </w:r>
      <w:r w:rsidRPr="00DF572F">
        <w:rPr>
          <w:u w:val="double"/>
        </w:rPr>
        <w:t xml:space="preserve"> months</w:t>
      </w:r>
    </w:p>
    <w:p w:rsidR="00D9732D" w:rsidRDefault="00D9732D">
      <w:r>
        <w:br w:type="page"/>
      </w:r>
    </w:p>
    <w:p w:rsidR="0021214A" w:rsidRDefault="00F223F9" w:rsidP="00F223F9">
      <w:pPr>
        <w:pStyle w:val="ISM"/>
      </w:pPr>
      <w:r>
        <w:lastRenderedPageBreak/>
        <w:tab/>
        <w:t>11.</w:t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</w:t>
      </w:r>
      <w:r w:rsidR="0021214A">
        <w:t>100,000</w:t>
      </w:r>
      <w:r>
        <w:t xml:space="preserve">, </w:t>
      </w:r>
      <w:r>
        <w:rPr>
          <w:rFonts w:ascii="Times New Roman" w:hAnsi="Times New Roman"/>
          <w:i/>
        </w:rPr>
        <w:t>PMT</w:t>
      </w:r>
      <w:r>
        <w:t xml:space="preserve"> = $</w:t>
      </w:r>
      <w:r w:rsidR="0021214A">
        <w:t>740</w:t>
      </w:r>
      <w:r>
        <w:t xml:space="preserve">, </w:t>
      </w:r>
    </w:p>
    <w:p w:rsidR="00F223F9" w:rsidRDefault="0021214A" w:rsidP="00EE00D2">
      <w:pPr>
        <w:pStyle w:val="ISM"/>
        <w:tabs>
          <w:tab w:val="left" w:pos="900"/>
        </w:tabs>
      </w:pPr>
      <w:r>
        <w:tab/>
      </w:r>
      <w:r>
        <w:tab/>
      </w:r>
      <w:proofErr w:type="gramStart"/>
      <w:r w:rsidR="00EE00D2" w:rsidRPr="00EE00D2">
        <w:rPr>
          <w:i/>
        </w:rPr>
        <w:t>a</w:t>
      </w:r>
      <w:proofErr w:type="gramEnd"/>
      <w:r w:rsidR="00EE00D2" w:rsidRPr="00EE00D2">
        <w:rPr>
          <w:i/>
        </w:rPr>
        <w:t>.</w:t>
      </w:r>
      <w:r w:rsidR="00EE00D2">
        <w:tab/>
      </w:r>
      <w:r>
        <w:rPr>
          <w:rFonts w:ascii="Times New Roman" w:hAnsi="Times New Roman"/>
          <w:i/>
        </w:rPr>
        <w:t>j</w:t>
      </w:r>
      <w:r>
        <w:t xml:space="preserve"> = 7.5%, </w:t>
      </w:r>
      <w:r>
        <w:rPr>
          <w:rFonts w:ascii="Times New Roman" w:hAnsi="Times New Roman"/>
          <w:i/>
        </w:rPr>
        <w:t>m</w:t>
      </w:r>
      <w:r>
        <w:t xml:space="preserve"> = 1, </w:t>
      </w:r>
      <w:r>
        <w:rPr>
          <w:rFonts w:ascii="Times New Roman" w:hAnsi="Times New Roman"/>
          <w:i/>
        </w:rPr>
        <w:t>i</w:t>
      </w:r>
      <w:r>
        <w:t xml:space="preserve"> = 7</w:t>
      </w:r>
      <w:r w:rsidR="00B83D33">
        <w:t>.5</w:t>
      </w:r>
      <w:r>
        <w:t xml:space="preserve">%, </w:t>
      </w:r>
      <w:r w:rsidR="00F223F9">
        <w:rPr>
          <w:rFonts w:ascii="Times New Roman" w:hAnsi="Times New Roman"/>
          <w:i/>
        </w:rPr>
        <w:t>c</w:t>
      </w:r>
      <w:r w:rsidR="00F223F9">
        <w:t xml:space="preserve"> = </w:t>
      </w:r>
      <w:r w:rsidRPr="00FB2FFB">
        <w:rPr>
          <w:position w:val="-12"/>
        </w:rPr>
        <w:object w:dxaOrig="1040" w:dyaOrig="380">
          <v:shape id="_x0000_i1131" type="#_x0000_t75" style="width:52.35pt;height:18.7pt" o:ole="" fillcolor="window">
            <v:imagedata r:id="rId208" o:title=""/>
          </v:shape>
          <o:OLEObject Type="Embed" ProgID="Equation.3" ShapeID="_x0000_i1131" DrawAspect="Content" ObjectID="_1654981967" r:id="rId209"/>
        </w:object>
      </w:r>
    </w:p>
    <w:p w:rsidR="00F223F9" w:rsidRDefault="00E00B43" w:rsidP="00EE00D2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113" o:spid="_x0000_s1066" type="#_x0000_t61" style="position:absolute;margin-left:344.05pt;margin-top:1.4pt;width:124.75pt;height:131.15pt;z-index: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" adj="-6675,9758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740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281.68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14" o:spid="_x0000_s1510" type="#_x0000_t88" style="position:absolute;margin-left:283.85pt;margin-top:2.45pt;width:17.2pt;height:120.4pt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"/>
        </w:pict>
      </w:r>
      <w:r w:rsidR="00F223F9">
        <w:tab/>
      </w:r>
      <w:r w:rsidR="00F223F9">
        <w:tab/>
      </w:r>
      <w:r w:rsidR="00EE00D2">
        <w:tab/>
      </w:r>
      <w:r w:rsidR="00F223F9" w:rsidRPr="00E80907">
        <w:rPr>
          <w:position w:val="-10"/>
        </w:rPr>
        <w:object w:dxaOrig="1420" w:dyaOrig="380">
          <v:shape id="_x0000_i1132" type="#_x0000_t75" style="width:70.15pt;height:18.7pt" o:ole="" fillcolor="window">
            <v:imagedata r:id="rId22" o:title=""/>
          </v:shape>
          <o:OLEObject Type="Embed" ProgID="Equation.3" ShapeID="_x0000_i1132" DrawAspect="Content" ObjectID="_1654981968" r:id="rId210"/>
        </w:object>
      </w:r>
      <w:r w:rsidR="00F223F9">
        <w:t xml:space="preserve"> = </w:t>
      </w:r>
      <w:r w:rsidR="00B83D33" w:rsidRPr="0021214A">
        <w:rPr>
          <w:position w:val="-10"/>
        </w:rPr>
        <w:object w:dxaOrig="1100" w:dyaOrig="400">
          <v:shape id="_x0000_i1133" type="#_x0000_t75" style="width:55.15pt;height:19.65pt" o:ole="" fillcolor="window">
            <v:imagedata r:id="rId211" o:title=""/>
          </v:shape>
          <o:OLEObject Type="Embed" ProgID="Equation.3" ShapeID="_x0000_i1133" DrawAspect="Content" ObjectID="_1654981969" r:id="rId212"/>
        </w:object>
      </w:r>
      <w:r w:rsidR="00F223F9">
        <w:t>– 1 = 0.0</w:t>
      </w:r>
      <w:r w:rsidR="0021214A">
        <w:t>06044919</w:t>
      </w:r>
    </w:p>
    <w:p w:rsidR="00F223F9" w:rsidRDefault="00F223F9" w:rsidP="00F223F9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2079" w:dyaOrig="960">
          <v:shape id="_x0000_i1134" type="#_x0000_t75" style="width:103.8pt;height:47.7pt" o:ole="" fillcolor="window">
            <v:imagedata r:id="rId161" o:title=""/>
          </v:shape>
          <o:OLEObject Type="Embed" ProgID="Equation.3" ShapeID="_x0000_i1134" DrawAspect="Content" ObjectID="_1654981970" r:id="rId213"/>
        </w:object>
      </w:r>
      <w:r>
        <w:t xml:space="preserve"> </w:t>
      </w:r>
    </w:p>
    <w:p w:rsidR="00F223F9" w:rsidRDefault="00F223F9" w:rsidP="00F223F9">
      <w:pPr>
        <w:pStyle w:val="ISM"/>
        <w:ind w:left="1620"/>
      </w:pPr>
      <w:r>
        <w:t xml:space="preserve"> = </w:t>
      </w:r>
      <w:r w:rsidR="00E2556D" w:rsidRPr="00E2556D">
        <w:rPr>
          <w:position w:val="-32"/>
        </w:rPr>
        <w:object w:dxaOrig="3380" w:dyaOrig="1020">
          <v:shape id="_x0000_i1135" type="#_x0000_t75" style="width:169.25pt;height:51.45pt" o:ole="" fillcolor="window">
            <v:imagedata r:id="rId214" o:title=""/>
          </v:shape>
          <o:OLEObject Type="Embed" ProgID="Equation.3" ShapeID="_x0000_i1135" DrawAspect="Content" ObjectID="_1654981971" r:id="rId215"/>
        </w:object>
      </w:r>
    </w:p>
    <w:p w:rsidR="00F223F9" w:rsidRDefault="00F223F9" w:rsidP="00F223F9">
      <w:pPr>
        <w:pStyle w:val="ISM"/>
        <w:ind w:left="1620"/>
      </w:pPr>
      <w:r>
        <w:t xml:space="preserve"> = </w:t>
      </w:r>
      <w:r w:rsidR="0021214A">
        <w:t>281.68</w:t>
      </w:r>
    </w:p>
    <w:p w:rsidR="00EE00D2" w:rsidRDefault="00F223F9" w:rsidP="000D67D5">
      <w:pPr>
        <w:pStyle w:val="ISM"/>
        <w:tabs>
          <w:tab w:val="left" w:pos="900"/>
        </w:tabs>
      </w:pPr>
      <w:r>
        <w:tab/>
      </w:r>
      <w:r>
        <w:tab/>
      </w:r>
      <w:r w:rsidR="000D67D5">
        <w:tab/>
      </w:r>
      <w:r>
        <w:t xml:space="preserve">The </w:t>
      </w:r>
      <w:r w:rsidR="00EE00D2">
        <w:t>loan requires</w:t>
      </w:r>
      <w:r>
        <w:t xml:space="preserve"> </w:t>
      </w:r>
      <w:r w:rsidR="00EE00D2">
        <w:t>282</w:t>
      </w:r>
      <w:r>
        <w:t xml:space="preserve"> </w:t>
      </w:r>
      <w:r w:rsidR="00EE00D2">
        <w:t>monthly</w:t>
      </w:r>
      <w:r>
        <w:t xml:space="preserve"> payments</w:t>
      </w:r>
      <w:r w:rsidR="00805E6A">
        <w:t>,</w:t>
      </w:r>
    </w:p>
    <w:p w:rsidR="00F223F9" w:rsidRDefault="00EE00D2" w:rsidP="000D67D5">
      <w:pPr>
        <w:pStyle w:val="ISM"/>
        <w:tabs>
          <w:tab w:val="left" w:pos="900"/>
        </w:tabs>
        <w:spacing w:after="60"/>
      </w:pPr>
      <w:r>
        <w:tab/>
      </w:r>
      <w:r>
        <w:tab/>
      </w:r>
      <w:r w:rsidR="000D67D5">
        <w:tab/>
      </w:r>
      <w:r>
        <w:t>taking</w:t>
      </w:r>
      <w:r w:rsidR="00F223F9">
        <w:t xml:space="preserve"> </w:t>
      </w:r>
      <w:r>
        <w:rPr>
          <w:u w:val="double"/>
        </w:rPr>
        <w:t>23</w:t>
      </w:r>
      <w:r w:rsidR="00F223F9">
        <w:rPr>
          <w:u w:val="double"/>
        </w:rPr>
        <w:t xml:space="preserve"> years</w:t>
      </w:r>
      <w:r>
        <w:rPr>
          <w:u w:val="double"/>
        </w:rPr>
        <w:t>, 6 months</w:t>
      </w:r>
      <w:r w:rsidR="00F223F9">
        <w:t>.</w:t>
      </w:r>
    </w:p>
    <w:p w:rsidR="00B83D33" w:rsidRDefault="00E00B43" w:rsidP="00B83D33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51" o:spid="_x0000_s1067" type="#_x0000_t61" style="position:absolute;margin-left:344.05pt;margin-top:9.9pt;width:118.3pt;height:85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" adj="-6683,12269" fillcolor="#cff">
            <v:fill opacity="25443f"/>
            <v:textbox inset="3.6pt,,3.6pt">
              <w:txbxContent>
                <w:p w:rsidR="00C52702" w:rsidRDefault="00C52702" w:rsidP="00447C97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P/Y</w:t>
                  </w:r>
                </w:p>
                <w:p w:rsidR="00C52702" w:rsidRDefault="00C52702" w:rsidP="00447C97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C52702" w:rsidRDefault="00C52702" w:rsidP="0090022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47C97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47C97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290.43</w:t>
                  </w:r>
                </w:p>
              </w:txbxContent>
            </v:textbox>
            <w10:wrap type="square"/>
          </v:shape>
        </w:pict>
      </w:r>
      <w:r w:rsidR="00B83D33">
        <w:tab/>
      </w:r>
      <w:r w:rsidR="00B83D33">
        <w:tab/>
      </w:r>
      <w:proofErr w:type="gramStart"/>
      <w:r w:rsidR="00B83D33">
        <w:rPr>
          <w:i/>
        </w:rPr>
        <w:t>b</w:t>
      </w:r>
      <w:proofErr w:type="gramEnd"/>
      <w:r w:rsidR="00B83D33" w:rsidRPr="00EE00D2">
        <w:rPr>
          <w:i/>
        </w:rPr>
        <w:t>.</w:t>
      </w:r>
      <w:r w:rsidR="00B83D33">
        <w:tab/>
      </w:r>
      <w:r w:rsidR="00B83D33">
        <w:rPr>
          <w:rFonts w:ascii="Times New Roman" w:hAnsi="Times New Roman"/>
          <w:i/>
        </w:rPr>
        <w:t>j</w:t>
      </w:r>
      <w:r w:rsidR="00B83D33">
        <w:t xml:space="preserve"> = 7.5%, </w:t>
      </w:r>
      <w:r w:rsidR="00B83D33">
        <w:rPr>
          <w:rFonts w:ascii="Times New Roman" w:hAnsi="Times New Roman"/>
          <w:i/>
        </w:rPr>
        <w:t>m</w:t>
      </w:r>
      <w:r w:rsidR="00B83D33">
        <w:t xml:space="preserve"> = 2, </w:t>
      </w:r>
      <w:r w:rsidR="00B83D33">
        <w:rPr>
          <w:rFonts w:ascii="Times New Roman" w:hAnsi="Times New Roman"/>
          <w:i/>
        </w:rPr>
        <w:t>i</w:t>
      </w:r>
      <w:r w:rsidR="00B83D33">
        <w:t xml:space="preserve"> = 3.75%, </w:t>
      </w:r>
      <w:r w:rsidR="00B83D33">
        <w:rPr>
          <w:rFonts w:ascii="Times New Roman" w:hAnsi="Times New Roman"/>
          <w:i/>
        </w:rPr>
        <w:t>c</w:t>
      </w:r>
      <w:r w:rsidR="00B83D33">
        <w:t xml:space="preserve"> = </w:t>
      </w:r>
      <w:r w:rsidR="00B83D33" w:rsidRPr="00FB2FFB">
        <w:rPr>
          <w:position w:val="-12"/>
        </w:rPr>
        <w:object w:dxaOrig="900" w:dyaOrig="380">
          <v:shape id="_x0000_i1136" type="#_x0000_t75" style="width:45.8pt;height:18.7pt" o:ole="" fillcolor="window">
            <v:imagedata r:id="rId216" o:title=""/>
          </v:shape>
          <o:OLEObject Type="Embed" ProgID="Equation.3" ShapeID="_x0000_i1136" DrawAspect="Content" ObjectID="_1654981972" r:id="rId217"/>
        </w:object>
      </w:r>
    </w:p>
    <w:p w:rsidR="00447C97" w:rsidRDefault="00E00B43" w:rsidP="00447C97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50" o:spid="_x0000_s1504" type="#_x0000_t88" style="position:absolute;margin-left:283.85pt;margin-top:2.45pt;width:17.2pt;height:72.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"/>
        </w:pict>
      </w:r>
      <w:r w:rsidR="00447C97">
        <w:tab/>
      </w:r>
      <w:r w:rsidR="00447C97">
        <w:tab/>
      </w:r>
      <w:r w:rsidR="00447C97">
        <w:tab/>
      </w:r>
      <w:r w:rsidR="00447C97" w:rsidRPr="00E80907">
        <w:rPr>
          <w:position w:val="-10"/>
        </w:rPr>
        <w:object w:dxaOrig="1420" w:dyaOrig="380">
          <v:shape id="_x0000_i1137" type="#_x0000_t75" style="width:70.15pt;height:18.7pt" o:ole="" fillcolor="window">
            <v:imagedata r:id="rId22" o:title=""/>
          </v:shape>
          <o:OLEObject Type="Embed" ProgID="Equation.3" ShapeID="_x0000_i1137" DrawAspect="Content" ObjectID="_1654981973" r:id="rId218"/>
        </w:object>
      </w:r>
      <w:r w:rsidR="00447C97">
        <w:t xml:space="preserve"> = </w:t>
      </w:r>
      <w:r w:rsidR="00447C97" w:rsidRPr="0021214A">
        <w:rPr>
          <w:position w:val="-10"/>
        </w:rPr>
        <w:object w:dxaOrig="1120" w:dyaOrig="400">
          <v:shape id="_x0000_i1138" type="#_x0000_t75" style="width:55.15pt;height:19.65pt" o:ole="" fillcolor="window">
            <v:imagedata r:id="rId219" o:title=""/>
          </v:shape>
          <o:OLEObject Type="Embed" ProgID="Equation.3" ShapeID="_x0000_i1138" DrawAspect="Content" ObjectID="_1654981974" r:id="rId220"/>
        </w:object>
      </w:r>
      <w:r w:rsidR="00447C97">
        <w:t>– 1 = 0.00615452</w:t>
      </w:r>
      <w:r w:rsidR="005C266A">
        <w:t>4</w:t>
      </w:r>
    </w:p>
    <w:p w:rsidR="00447C97" w:rsidRDefault="00447C97" w:rsidP="00447C97">
      <w:pPr>
        <w:pStyle w:val="ISM"/>
        <w:ind w:left="1440"/>
      </w:pPr>
      <w:r w:rsidRPr="005B078A">
        <w:rPr>
          <w:rFonts w:ascii="Times New Roman" w:hAnsi="Times New Roman"/>
          <w:i/>
        </w:rPr>
        <w:t>n</w:t>
      </w:r>
      <w:r>
        <w:t xml:space="preserve"> = </w:t>
      </w:r>
      <w:r w:rsidR="005C266A" w:rsidRPr="005C266A">
        <w:rPr>
          <w:position w:val="-32"/>
        </w:rPr>
        <w:object w:dxaOrig="3380" w:dyaOrig="1020">
          <v:shape id="_x0000_i1139" type="#_x0000_t75" style="width:169.25pt;height:51.45pt" o:ole="" fillcolor="window">
            <v:imagedata r:id="rId221" o:title=""/>
          </v:shape>
          <o:OLEObject Type="Embed" ProgID="Equation.3" ShapeID="_x0000_i1139" DrawAspect="Content" ObjectID="_1654981975" r:id="rId222"/>
        </w:object>
      </w:r>
    </w:p>
    <w:p w:rsidR="00447C97" w:rsidRDefault="00447C97" w:rsidP="00447C97">
      <w:pPr>
        <w:pStyle w:val="ISM"/>
        <w:ind w:left="1530"/>
      </w:pPr>
      <w:r>
        <w:t xml:space="preserve"> = 2</w:t>
      </w:r>
      <w:r w:rsidR="00900224">
        <w:t>90</w:t>
      </w:r>
      <w:r>
        <w:t>.</w:t>
      </w:r>
      <w:r w:rsidR="00900224">
        <w:t>43</w:t>
      </w:r>
    </w:p>
    <w:p w:rsidR="00447C97" w:rsidRDefault="00447C97" w:rsidP="000D67D5">
      <w:pPr>
        <w:pStyle w:val="ISM"/>
        <w:tabs>
          <w:tab w:val="left" w:pos="900"/>
        </w:tabs>
      </w:pPr>
      <w:r>
        <w:tab/>
      </w:r>
      <w:r>
        <w:tab/>
      </w:r>
      <w:r w:rsidR="000D67D5">
        <w:tab/>
      </w:r>
      <w:r>
        <w:t>The loan requires 2</w:t>
      </w:r>
      <w:r w:rsidR="00900224">
        <w:t>91</w:t>
      </w:r>
      <w:r>
        <w:t xml:space="preserve"> monthly payments</w:t>
      </w:r>
      <w:r w:rsidR="00805E6A">
        <w:t>,</w:t>
      </w:r>
    </w:p>
    <w:p w:rsidR="00447C97" w:rsidRDefault="00447C97" w:rsidP="000D67D5">
      <w:pPr>
        <w:pStyle w:val="ISM"/>
        <w:tabs>
          <w:tab w:val="left" w:pos="900"/>
        </w:tabs>
        <w:spacing w:after="60"/>
      </w:pPr>
      <w:r>
        <w:tab/>
      </w:r>
      <w:r>
        <w:tab/>
      </w:r>
      <w:r w:rsidR="000D67D5">
        <w:tab/>
      </w:r>
      <w:r>
        <w:t xml:space="preserve">taking </w:t>
      </w:r>
      <w:r>
        <w:rPr>
          <w:u w:val="double"/>
        </w:rPr>
        <w:t>2</w:t>
      </w:r>
      <w:r w:rsidR="00900224">
        <w:rPr>
          <w:u w:val="double"/>
        </w:rPr>
        <w:t>4</w:t>
      </w:r>
      <w:r>
        <w:rPr>
          <w:u w:val="double"/>
        </w:rPr>
        <w:t xml:space="preserve"> years, </w:t>
      </w:r>
      <w:r w:rsidR="00900224">
        <w:rPr>
          <w:u w:val="double"/>
        </w:rPr>
        <w:t>3</w:t>
      </w:r>
      <w:r>
        <w:rPr>
          <w:u w:val="double"/>
        </w:rPr>
        <w:t xml:space="preserve"> months</w:t>
      </w:r>
      <w:r>
        <w:t>.</w:t>
      </w:r>
    </w:p>
    <w:p w:rsidR="00805E6A" w:rsidRDefault="00805E6A" w:rsidP="00805E6A">
      <w:pPr>
        <w:pStyle w:val="ISMab"/>
      </w:pPr>
      <w:r>
        <w:tab/>
      </w:r>
      <w:r>
        <w:tab/>
        <w:t>Similarly,</w:t>
      </w:r>
    </w:p>
    <w:p w:rsidR="00805E6A" w:rsidRDefault="00805E6A" w:rsidP="00805E6A">
      <w:pPr>
        <w:pStyle w:val="ISMab"/>
      </w:pPr>
      <w:r>
        <w:tab/>
      </w:r>
      <w:r>
        <w:tab/>
      </w:r>
      <w:r>
        <w:rPr>
          <w:i/>
        </w:rPr>
        <w:t>c</w:t>
      </w:r>
      <w:r w:rsidRPr="00BA144C">
        <w:rPr>
          <w:i/>
        </w:rPr>
        <w:t>.</w:t>
      </w:r>
      <w:r>
        <w:tab/>
        <w:t xml:space="preserve">For </w:t>
      </w:r>
      <w:r w:rsidR="00880B68">
        <w:rPr>
          <w:rFonts w:ascii="Times New Roman" w:hAnsi="Times New Roman"/>
          <w:i/>
        </w:rPr>
        <w:t>j</w:t>
      </w:r>
      <w:r w:rsidR="00880B68">
        <w:t xml:space="preserve"> = 7.5%, </w:t>
      </w:r>
      <w:r>
        <w:rPr>
          <w:rFonts w:ascii="Times New Roman" w:hAnsi="Times New Roman"/>
          <w:i/>
        </w:rPr>
        <w:t>m</w:t>
      </w:r>
      <w:r>
        <w:t xml:space="preserve"> = 4, then </w:t>
      </w:r>
      <w:r>
        <w:rPr>
          <w:rFonts w:ascii="Times New Roman" w:hAnsi="Times New Roman"/>
          <w:i/>
        </w:rPr>
        <w:t>i</w:t>
      </w:r>
      <w:r w:rsidR="00FB27E2">
        <w:t xml:space="preserve"> = 1.875%</w:t>
      </w:r>
      <w:r>
        <w:t xml:space="preserve">, </w:t>
      </w:r>
      <w:r>
        <w:rPr>
          <w:rFonts w:ascii="Times New Roman" w:hAnsi="Times New Roman"/>
          <w:i/>
        </w:rPr>
        <w:t>c</w:t>
      </w:r>
      <w:r>
        <w:t xml:space="preserve"> </w:t>
      </w:r>
      <w:proofErr w:type="gramStart"/>
      <w:r>
        <w:t xml:space="preserve">= </w:t>
      </w:r>
      <w:proofErr w:type="gramEnd"/>
      <w:r w:rsidRPr="00FB2FFB">
        <w:rPr>
          <w:position w:val="-12"/>
        </w:rPr>
        <w:object w:dxaOrig="800" w:dyaOrig="380">
          <v:shape id="_x0000_i1140" type="#_x0000_t75" style="width:40.2pt;height:18.7pt" o:ole="" fillcolor="window">
            <v:imagedata r:id="rId223" o:title=""/>
          </v:shape>
          <o:OLEObject Type="Embed" ProgID="Equation.3" ShapeID="_x0000_i1140" DrawAspect="Content" ObjectID="_1654981976" r:id="rId224"/>
        </w:object>
      </w:r>
      <w:r>
        <w:t xml:space="preserve">, and we obtain </w:t>
      </w:r>
      <w:r>
        <w:rPr>
          <w:rFonts w:ascii="Times New Roman" w:hAnsi="Times New Roman"/>
          <w:i/>
        </w:rPr>
        <w:t>n</w:t>
      </w:r>
      <w:r>
        <w:t xml:space="preserve"> = </w:t>
      </w:r>
      <w:r w:rsidRPr="00805E6A">
        <w:t>295.32</w:t>
      </w:r>
    </w:p>
    <w:p w:rsidR="00805E6A" w:rsidRDefault="00805E6A" w:rsidP="000D67D5">
      <w:pPr>
        <w:pStyle w:val="ISM"/>
        <w:tabs>
          <w:tab w:val="left" w:pos="900"/>
        </w:tabs>
        <w:spacing w:after="60"/>
      </w:pPr>
      <w:r>
        <w:tab/>
      </w:r>
      <w:r>
        <w:tab/>
      </w:r>
      <w:r w:rsidR="000D67D5">
        <w:tab/>
      </w:r>
      <w:r>
        <w:t>The loan requires 296 monthly payments,</w:t>
      </w:r>
      <w:r w:rsidRPr="00805E6A">
        <w:t xml:space="preserve"> </w:t>
      </w:r>
      <w:r>
        <w:t xml:space="preserve">taking </w:t>
      </w:r>
      <w:r>
        <w:rPr>
          <w:u w:val="double"/>
        </w:rPr>
        <w:t>24 years, 8 months</w:t>
      </w:r>
      <w:r>
        <w:t>.</w:t>
      </w:r>
    </w:p>
    <w:p w:rsidR="00805E6A" w:rsidRDefault="00805E6A" w:rsidP="00805E6A">
      <w:pPr>
        <w:pStyle w:val="ISMab"/>
      </w:pPr>
      <w:r>
        <w:tab/>
      </w:r>
      <w:r>
        <w:tab/>
      </w:r>
      <w:r>
        <w:rPr>
          <w:i/>
        </w:rPr>
        <w:t>d</w:t>
      </w:r>
      <w:r w:rsidRPr="00BA144C">
        <w:rPr>
          <w:i/>
        </w:rPr>
        <w:t>.</w:t>
      </w:r>
      <w:r>
        <w:tab/>
        <w:t xml:space="preserve">For </w:t>
      </w:r>
      <w:r w:rsidR="00880B68">
        <w:rPr>
          <w:rFonts w:ascii="Times New Roman" w:hAnsi="Times New Roman"/>
          <w:i/>
        </w:rPr>
        <w:t>j</w:t>
      </w:r>
      <w:r w:rsidR="00880B68">
        <w:t xml:space="preserve"> = 7.5%, </w:t>
      </w:r>
      <w:r>
        <w:rPr>
          <w:rFonts w:ascii="Times New Roman" w:hAnsi="Times New Roman"/>
          <w:i/>
        </w:rPr>
        <w:t>m</w:t>
      </w:r>
      <w:r>
        <w:t xml:space="preserve"> = 12, then </w:t>
      </w:r>
      <w:r>
        <w:rPr>
          <w:rFonts w:ascii="Times New Roman" w:hAnsi="Times New Roman"/>
          <w:i/>
        </w:rPr>
        <w:t>i</w:t>
      </w:r>
      <w:r>
        <w:t xml:space="preserve"> = 0.</w:t>
      </w:r>
      <w:r w:rsidR="000D67D5">
        <w:t>62</w:t>
      </w:r>
      <w:r w:rsidR="00FB27E2">
        <w:t>5%</w:t>
      </w:r>
      <w:r>
        <w:t xml:space="preserve">, </w:t>
      </w:r>
      <w:r>
        <w:rPr>
          <w:rFonts w:ascii="Times New Roman" w:hAnsi="Times New Roman"/>
          <w:i/>
        </w:rPr>
        <w:t>c</w:t>
      </w:r>
      <w:r>
        <w:t xml:space="preserve"> = </w:t>
      </w:r>
      <w:r w:rsidR="000D67D5">
        <w:t>1</w:t>
      </w:r>
      <w:r>
        <w:t xml:space="preserve">, and we obtain </w:t>
      </w:r>
      <w:r w:rsidR="000D67D5">
        <w:rPr>
          <w:rFonts w:ascii="Times New Roman" w:hAnsi="Times New Roman"/>
          <w:i/>
        </w:rPr>
        <w:t>n</w:t>
      </w:r>
      <w:r w:rsidR="000D67D5">
        <w:t xml:space="preserve"> = </w:t>
      </w:r>
      <w:r w:rsidR="000D67D5" w:rsidRPr="00805E6A">
        <w:t>29</w:t>
      </w:r>
      <w:r w:rsidR="000D67D5">
        <w:t>8</w:t>
      </w:r>
      <w:r w:rsidR="000D67D5" w:rsidRPr="00805E6A">
        <w:t>.</w:t>
      </w:r>
      <w:r w:rsidR="000D67D5">
        <w:t>80</w:t>
      </w:r>
    </w:p>
    <w:p w:rsidR="000D67D5" w:rsidRDefault="000D67D5" w:rsidP="00E36B93">
      <w:pPr>
        <w:pStyle w:val="ISM"/>
        <w:tabs>
          <w:tab w:val="left" w:pos="900"/>
        </w:tabs>
        <w:spacing w:after="180"/>
      </w:pPr>
      <w:r>
        <w:tab/>
      </w:r>
      <w:r>
        <w:tab/>
      </w:r>
      <w:r>
        <w:tab/>
        <w:t>The loan requires 299 monthly payments,</w:t>
      </w:r>
      <w:r w:rsidRPr="00805E6A">
        <w:t xml:space="preserve"> </w:t>
      </w:r>
      <w:r>
        <w:t xml:space="preserve">taking </w:t>
      </w:r>
      <w:r>
        <w:rPr>
          <w:u w:val="double"/>
        </w:rPr>
        <w:t>24 years, 11 months</w:t>
      </w:r>
      <w:r>
        <w:t>.</w:t>
      </w:r>
    </w:p>
    <w:p w:rsidR="00717BDD" w:rsidRDefault="00717BDD" w:rsidP="00717BDD">
      <w:pPr>
        <w:pStyle w:val="ISM"/>
        <w:tabs>
          <w:tab w:val="left" w:pos="900"/>
        </w:tabs>
      </w:pPr>
    </w:p>
    <w:p w:rsidR="00F223F9" w:rsidRDefault="00F223F9" w:rsidP="00F223F9">
      <w:pPr>
        <w:pStyle w:val="ISM"/>
      </w:pPr>
      <w:r>
        <w:tab/>
        <w:t>1</w:t>
      </w:r>
      <w:r w:rsidR="000828BC">
        <w:t>3.</w:t>
      </w:r>
      <w:r>
        <w:tab/>
        <w:t>The deposits form an ordinary simple annuity having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18" o:spid="_x0000_s1068" type="#_x0000_t61" style="position:absolute;margin-left:333.3pt;margin-top:3.3pt;width:131.2pt;height:131.15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" adj="-7359,14897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5.25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143.996</w:t>
                  </w:r>
                </w:p>
              </w:txbxContent>
            </v:textbox>
            <w10:wrap type="square"/>
          </v:shape>
        </w:pict>
      </w:r>
      <w:r w:rsidR="00F223F9">
        <w:tab/>
      </w:r>
      <w:r w:rsidR="00F223F9">
        <w:tab/>
      </w:r>
      <w:r w:rsidR="00F223F9">
        <w:tab/>
      </w:r>
      <w:r w:rsidR="00F223F9">
        <w:rPr>
          <w:rFonts w:ascii="Times New Roman" w:hAnsi="Times New Roman"/>
          <w:i/>
        </w:rPr>
        <w:t>FV</w:t>
      </w:r>
      <w:r w:rsidR="00F223F9">
        <w:t xml:space="preserve"> = $100,000, </w:t>
      </w:r>
      <w:r w:rsidR="00F223F9">
        <w:rPr>
          <w:rFonts w:ascii="Times New Roman" w:hAnsi="Times New Roman"/>
          <w:i/>
        </w:rPr>
        <w:t>PMT</w:t>
      </w:r>
      <w:r w:rsidR="00F223F9">
        <w:t xml:space="preserve"> = $500 per month, </w:t>
      </w:r>
    </w:p>
    <w:p w:rsidR="00F223F9" w:rsidRDefault="00F223F9" w:rsidP="00F223F9">
      <w:pPr>
        <w:pStyle w:val="ISM"/>
      </w:pPr>
      <w:r>
        <w:tab/>
      </w: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620" w:dyaOrig="440">
          <v:shape id="_x0000_i1141" type="#_x0000_t75" style="width:30.85pt;height:21.5pt" o:ole="" fillcolor="window">
            <v:imagedata r:id="rId225" o:title=""/>
          </v:shape>
          <o:OLEObject Type="Embed" ProgID="Equation.3" ShapeID="_x0000_i1141" DrawAspect="Content" ObjectID="_1654981977" r:id="rId226"/>
        </w:object>
      </w:r>
      <w:r>
        <w:t xml:space="preserve"> = 0.4375%</w:t>
      </w:r>
    </w:p>
    <w:p w:rsidR="00F223F9" w:rsidRDefault="00E00B43" w:rsidP="00F223F9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119" o:spid="_x0000_s1488" type="#_x0000_t88" style="position:absolute;margin-left:245.15pt;margin-top:4.65pt;width:25.8pt;height:103.2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"/>
        </w:pict>
      </w:r>
      <w:r w:rsidR="00F223F9">
        <w:tab/>
      </w:r>
      <w:r w:rsidR="00F223F9">
        <w:tab/>
      </w:r>
      <w:r w:rsidR="00F223F9">
        <w:tab/>
      </w:r>
      <w:r w:rsidR="00F223F9">
        <w:tab/>
      </w:r>
      <w:r w:rsidR="00F223F9" w:rsidRPr="00E80907">
        <w:rPr>
          <w:spacing w:val="-2"/>
          <w:position w:val="-28"/>
        </w:rPr>
        <w:object w:dxaOrig="1960" w:dyaOrig="960">
          <v:shape id="_x0000_i1142" type="#_x0000_t75" style="width:98.2pt;height:47.7pt" o:ole="" fillcolor="window">
            <v:imagedata r:id="rId191" o:title=""/>
          </v:shape>
          <o:OLEObject Type="Embed" ProgID="Equation.3" ShapeID="_x0000_i1142" DrawAspect="Content" ObjectID="_1654981978" r:id="rId227"/>
        </w:object>
      </w:r>
    </w:p>
    <w:p w:rsidR="00F223F9" w:rsidRDefault="00F223F9" w:rsidP="00F223F9">
      <w:pPr>
        <w:pStyle w:val="ISM"/>
        <w:ind w:left="1710"/>
        <w:rPr>
          <w:spacing w:val="-2"/>
        </w:rPr>
      </w:pPr>
      <w:r>
        <w:t xml:space="preserve">= </w:t>
      </w:r>
      <w:r w:rsidRPr="003B1BB5">
        <w:rPr>
          <w:spacing w:val="-2"/>
          <w:position w:val="-28"/>
        </w:rPr>
        <w:object w:dxaOrig="2820" w:dyaOrig="960">
          <v:shape id="_x0000_i1143" type="#_x0000_t75" style="width:140.25pt;height:47.7pt" o:ole="" fillcolor="window">
            <v:imagedata r:id="rId228" o:title=""/>
          </v:shape>
          <o:OLEObject Type="Embed" ProgID="Equation.3" ShapeID="_x0000_i1143" DrawAspect="Content" ObjectID="_1654981979" r:id="rId229"/>
        </w:object>
      </w:r>
      <w:r>
        <w:rPr>
          <w:spacing w:val="-2"/>
        </w:rPr>
        <w:t xml:space="preserve"> </w:t>
      </w:r>
    </w:p>
    <w:p w:rsidR="00F223F9" w:rsidRDefault="00F223F9" w:rsidP="00F223F9">
      <w:pPr>
        <w:pStyle w:val="ISM"/>
        <w:ind w:left="1710"/>
      </w:pPr>
      <w:r>
        <w:rPr>
          <w:spacing w:val="-2"/>
        </w:rPr>
        <w:t>= 143.996</w:t>
      </w:r>
    </w:p>
    <w:p w:rsidR="00F223F9" w:rsidRDefault="00F223F9" w:rsidP="00F223F9">
      <w:pPr>
        <w:pStyle w:val="ISM"/>
      </w:pPr>
      <w:r>
        <w:tab/>
      </w:r>
      <w:r>
        <w:tab/>
        <w:t xml:space="preserve">Rounded to the next higher month it will require a total of 144 months </w:t>
      </w:r>
    </w:p>
    <w:p w:rsidR="00F223F9" w:rsidRDefault="00F223F9" w:rsidP="00F223F9">
      <w:pPr>
        <w:pStyle w:val="ISM"/>
        <w:spacing w:line="480" w:lineRule="auto"/>
      </w:pPr>
      <w:r>
        <w:tab/>
      </w:r>
      <w:r>
        <w:tab/>
      </w:r>
      <w:proofErr w:type="gramStart"/>
      <w:r>
        <w:t>or</w:t>
      </w:r>
      <w:proofErr w:type="gramEnd"/>
      <w:r>
        <w:t xml:space="preserve"> </w:t>
      </w:r>
      <w:r w:rsidRPr="00594FAF">
        <w:rPr>
          <w:position w:val="-12"/>
        </w:rPr>
        <w:object w:dxaOrig="340" w:dyaOrig="340">
          <v:shape id="_x0000_i1144" type="#_x0000_t75" style="width:17.75pt;height:17.75pt" o:ole="">
            <v:imagedata r:id="rId230" o:title=""/>
          </v:shape>
          <o:OLEObject Type="Embed" ProgID="Equation.3" ShapeID="_x0000_i1144" DrawAspect="Content" ObjectID="_1654981980" r:id="rId231"/>
        </w:object>
      </w:r>
      <w:r>
        <w:t xml:space="preserve"> = </w:t>
      </w:r>
      <w:r>
        <w:rPr>
          <w:u w:val="double"/>
        </w:rPr>
        <w:t>12 years</w:t>
      </w:r>
      <w:r>
        <w:t xml:space="preserve"> to accumulate $100,000. </w:t>
      </w:r>
    </w:p>
    <w:p w:rsidR="00D9732D" w:rsidRDefault="00D9732D">
      <w:r>
        <w:br w:type="page"/>
      </w:r>
    </w:p>
    <w:p w:rsidR="00F223F9" w:rsidRDefault="00F223F9" w:rsidP="00F223F9">
      <w:pPr>
        <w:pStyle w:val="ISM"/>
      </w:pPr>
      <w:r>
        <w:lastRenderedPageBreak/>
        <w:tab/>
      </w:r>
      <w:r w:rsidR="000828BC">
        <w:t>15.</w:t>
      </w:r>
      <w:r>
        <w:tab/>
        <w:t>The withdrawals constitute an ordinary simple annuity having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20" o:spid="_x0000_s1069" type="#_x0000_t61" style="position:absolute;margin-left:352.65pt;margin-top:15.85pt;width:129pt;height:131.15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" adj="-10967,14172" fillcolor="#cff">
            <v:fill opacity="25443f"/>
            <v:textbox inset="3.6pt,,3.6pt">
              <w:txbxContent>
                <w:p w:rsidR="00C52702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3.25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4C5C74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500000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3000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C5C74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4C5C74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221.97</w:t>
                  </w:r>
                </w:p>
              </w:txbxContent>
            </v:textbox>
            <w10:wrap type="square"/>
          </v:shape>
        </w:pict>
      </w:r>
      <w:r w:rsidR="00F223F9">
        <w:tab/>
      </w:r>
      <w:r w:rsidR="00F223F9">
        <w:tab/>
      </w:r>
      <w:r w:rsidR="00F223F9">
        <w:rPr>
          <w:rFonts w:ascii="Times New Roman" w:hAnsi="Times New Roman"/>
          <w:i/>
        </w:rPr>
        <w:t>PV</w:t>
      </w:r>
      <w:r w:rsidR="00F223F9">
        <w:t xml:space="preserve"> = $500,000, </w:t>
      </w:r>
      <w:r w:rsidR="00F223F9">
        <w:rPr>
          <w:rFonts w:ascii="Times New Roman" w:hAnsi="Times New Roman"/>
          <w:i/>
        </w:rPr>
        <w:t>PMT</w:t>
      </w:r>
      <w:r w:rsidR="00F223F9">
        <w:t xml:space="preserve"> = $3000/month, and</w:t>
      </w:r>
      <w:r w:rsidR="00F223F9">
        <w:rPr>
          <w:rFonts w:ascii="Times New Roman" w:hAnsi="Times New Roman"/>
          <w:i/>
        </w:rPr>
        <w:t xml:space="preserve"> </w:t>
      </w:r>
      <w:proofErr w:type="spellStart"/>
      <w:r w:rsidR="00F223F9">
        <w:rPr>
          <w:rFonts w:ascii="Times New Roman" w:hAnsi="Times New Roman"/>
          <w:i/>
        </w:rPr>
        <w:t>i</w:t>
      </w:r>
      <w:proofErr w:type="spellEnd"/>
      <w:r w:rsidR="00F223F9">
        <w:t xml:space="preserve"> = </w:t>
      </w:r>
      <w:r w:rsidR="00452B4B" w:rsidRPr="00CF2E4C">
        <w:rPr>
          <w:position w:val="-12"/>
        </w:rPr>
        <w:object w:dxaOrig="480" w:dyaOrig="360">
          <v:shape id="_x0000_i1145" type="#_x0000_t75" style="width:23.4pt;height:18.7pt" o:ole="" fillcolor="window">
            <v:imagedata r:id="rId232" o:title=""/>
          </v:shape>
          <o:OLEObject Type="Embed" ProgID="Equation.DSMT4" ShapeID="_x0000_i1145" DrawAspect="Content" ObjectID="_1654981981" r:id="rId233"/>
        </w:object>
      </w:r>
      <w:r w:rsidR="00F223F9">
        <w:t xml:space="preserve"> = 0.</w:t>
      </w:r>
      <w:r w:rsidR="008C5A5B">
        <w:t>2708</w:t>
      </w:r>
      <w:r w:rsidR="008C5A5B" w:rsidRPr="008C5A5B">
        <w:rPr>
          <w:position w:val="-6"/>
        </w:rPr>
        <w:object w:dxaOrig="180" w:dyaOrig="340">
          <v:shape id="_x0000_i1146" type="#_x0000_t75" style="width:9.35pt;height:17.75pt" o:ole="">
            <v:imagedata r:id="rId234" o:title=""/>
          </v:shape>
          <o:OLEObject Type="Embed" ProgID="Equation.3" ShapeID="_x0000_i1146" DrawAspect="Content" ObjectID="_1654981982" r:id="rId235"/>
        </w:object>
      </w:r>
      <w:r w:rsidR="00F223F9">
        <w:t>%</w:t>
      </w:r>
    </w:p>
    <w:p w:rsidR="00F223F9" w:rsidRDefault="00F223F9" w:rsidP="00F223F9">
      <w:pPr>
        <w:pStyle w:val="ISM"/>
      </w:pPr>
      <w:r>
        <w:tab/>
      </w:r>
      <w:r>
        <w:tab/>
        <w:t>Substitute into formula (</w:t>
      </w:r>
      <w:r w:rsidR="006B686C">
        <w:t>11</w:t>
      </w:r>
      <w:r>
        <w:t>-2n), giving</w:t>
      </w:r>
    </w:p>
    <w:p w:rsidR="00F223F9" w:rsidRDefault="00E00B43" w:rsidP="00F223F9">
      <w:pPr>
        <w:pStyle w:val="ISM"/>
      </w:pPr>
      <w:r>
        <w:rPr>
          <w:noProof/>
          <w:lang w:val="en-US"/>
        </w:rPr>
        <w:pict>
          <v:shape id="AutoShape 121" o:spid="_x0000_s1475" type="#_x0000_t88" style="position:absolute;margin-left:251.6pt;margin-top:3.75pt;width:12.9pt;height:98.9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"/>
        </w:pict>
      </w:r>
      <w:r w:rsidR="00F223F9">
        <w:tab/>
      </w:r>
      <w:r w:rsidR="00F223F9">
        <w:tab/>
      </w:r>
      <w:r w:rsidR="00F223F9">
        <w:tab/>
      </w:r>
      <w:r w:rsidR="00F223F9">
        <w:tab/>
      </w:r>
      <w:r w:rsidR="00F223F9" w:rsidRPr="00E80907">
        <w:rPr>
          <w:spacing w:val="-2"/>
          <w:position w:val="-28"/>
        </w:rPr>
        <w:object w:dxaOrig="2079" w:dyaOrig="960">
          <v:shape id="_x0000_i1147" type="#_x0000_t75" style="width:103.8pt;height:47.7pt" o:ole="" fillcolor="window">
            <v:imagedata r:id="rId161" o:title=""/>
          </v:shape>
          <o:OLEObject Type="Embed" ProgID="Equation.3" ShapeID="_x0000_i1147" DrawAspect="Content" ObjectID="_1654981983" r:id="rId236"/>
        </w:object>
      </w:r>
      <w:r w:rsidR="00F223F9">
        <w:t xml:space="preserve"> </w:t>
      </w:r>
    </w:p>
    <w:p w:rsidR="00F223F9" w:rsidRDefault="00F223F9" w:rsidP="00F223F9">
      <w:pPr>
        <w:pStyle w:val="ISM"/>
        <w:ind w:left="1530"/>
        <w:rPr>
          <w:spacing w:val="-2"/>
        </w:rPr>
      </w:pPr>
      <w:r>
        <w:t xml:space="preserve">  = </w:t>
      </w:r>
      <w:r w:rsidR="00452B4B" w:rsidRPr="00452B4B">
        <w:rPr>
          <w:spacing w:val="-2"/>
          <w:position w:val="-40"/>
        </w:rPr>
        <w:object w:dxaOrig="3180" w:dyaOrig="1200">
          <v:shape id="_x0000_i1148" type="#_x0000_t75" style="width:158.95pt;height:59.85pt" o:ole="" fillcolor="window">
            <v:imagedata r:id="rId237" o:title=""/>
          </v:shape>
          <o:OLEObject Type="Embed" ProgID="Equation.DSMT4" ShapeID="_x0000_i1148" DrawAspect="Content" ObjectID="_1654981984" r:id="rId238"/>
        </w:object>
      </w:r>
    </w:p>
    <w:p w:rsidR="00F223F9" w:rsidRDefault="00F223F9" w:rsidP="00F223F9">
      <w:pPr>
        <w:pStyle w:val="ISM"/>
        <w:ind w:left="1530"/>
      </w:pPr>
      <w:r>
        <w:rPr>
          <w:spacing w:val="-2"/>
        </w:rPr>
        <w:t xml:space="preserve">  = 2</w:t>
      </w:r>
      <w:r w:rsidR="008C5A5B">
        <w:rPr>
          <w:spacing w:val="-2"/>
        </w:rPr>
        <w:t>21.97</w:t>
      </w:r>
    </w:p>
    <w:p w:rsidR="00F223F9" w:rsidRDefault="00F223F9" w:rsidP="00F223F9">
      <w:pPr>
        <w:pStyle w:val="ISM"/>
      </w:pPr>
      <w:r>
        <w:tab/>
      </w:r>
      <w:r>
        <w:tab/>
        <w:t xml:space="preserve">The $500,000 will sustain monthly withdrawals of $3000 for </w:t>
      </w:r>
      <w:r w:rsidR="008C5A5B">
        <w:t>222</w:t>
      </w:r>
      <w:r>
        <w:t xml:space="preserve"> months</w:t>
      </w:r>
    </w:p>
    <w:p w:rsidR="00F223F9" w:rsidRDefault="00F223F9" w:rsidP="001E7FD5">
      <w:pPr>
        <w:pStyle w:val="ISM"/>
      </w:pPr>
      <w:r>
        <w:tab/>
      </w:r>
      <w:r>
        <w:tab/>
      </w:r>
      <w:proofErr w:type="gramStart"/>
      <w:r>
        <w:t>or</w:t>
      </w:r>
      <w:proofErr w:type="gramEnd"/>
      <w:r>
        <w:t xml:space="preserve"> </w:t>
      </w:r>
      <w:r w:rsidR="00452B4B" w:rsidRPr="00594FAF">
        <w:rPr>
          <w:position w:val="-12"/>
        </w:rPr>
        <w:object w:dxaOrig="320" w:dyaOrig="360">
          <v:shape id="_x0000_i1149" type="#_x0000_t75" style="width:16.85pt;height:17.75pt" o:ole="">
            <v:imagedata r:id="rId239" o:title=""/>
          </v:shape>
          <o:OLEObject Type="Embed" ProgID="Equation.DSMT4" ShapeID="_x0000_i1149" DrawAspect="Content" ObjectID="_1654981985" r:id="rId240"/>
        </w:object>
      </w:r>
      <w:r>
        <w:t xml:space="preserve"> = </w:t>
      </w:r>
      <w:r w:rsidR="008C5A5B">
        <w:rPr>
          <w:u w:val="double"/>
        </w:rPr>
        <w:t>18</w:t>
      </w:r>
      <w:r w:rsidRPr="008F1803">
        <w:rPr>
          <w:u w:val="double"/>
        </w:rPr>
        <w:t xml:space="preserve"> years</w:t>
      </w:r>
      <w:r w:rsidR="008C5A5B">
        <w:rPr>
          <w:u w:val="double"/>
        </w:rPr>
        <w:t xml:space="preserve"> and 6 months</w:t>
      </w:r>
      <w:r w:rsidRPr="00F341FF">
        <w:t xml:space="preserve">. </w:t>
      </w:r>
      <w:r>
        <w:t>(The last withdrawal will be less than $3000.)</w:t>
      </w:r>
    </w:p>
    <w:p w:rsidR="001E7FD5" w:rsidRDefault="001E7FD5" w:rsidP="001E7FD5">
      <w:pPr>
        <w:pStyle w:val="ISM"/>
      </w:pPr>
    </w:p>
    <w:p w:rsidR="00E237F0" w:rsidRDefault="00E237F0" w:rsidP="00E237F0">
      <w:pPr>
        <w:pStyle w:val="ISM"/>
      </w:pPr>
      <w:r>
        <w:tab/>
        <w:t>17.</w:t>
      </w:r>
      <w:r>
        <w:tab/>
        <w:t xml:space="preserve">The purchase price represents the present value of the annuity. We have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12" o:spid="_x0000_s1070" type="#_x0000_t61" style="position:absolute;margin-left:346.2pt;margin-top:24.7pt;width:131.2pt;height:131.1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" adj="-7499,817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00" w:lineRule="exact"/>
                    <w:ind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0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00" w:lineRule="exact"/>
                    <w:ind w:right="42"/>
                    <w:jc w:val="right"/>
                  </w:pPr>
                  <w:r>
                    <w:t xml:space="preserve">300000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00" w:lineRule="exact"/>
                    <w:ind w:right="42"/>
                    <w:jc w:val="right"/>
                  </w:pPr>
                  <w:r>
                    <w:t xml:space="preserve">2500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0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0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222.50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rPr>
          <w:rFonts w:ascii="Times New Roman" w:hAnsi="Times New Roman"/>
          <w:i/>
        </w:rPr>
        <w:t>PV</w:t>
      </w:r>
      <w:r w:rsidR="00E237F0">
        <w:t xml:space="preserve"> = $300,000 with </w:t>
      </w:r>
      <w:r w:rsidR="00E237F0">
        <w:rPr>
          <w:rFonts w:ascii="Times New Roman" w:hAnsi="Times New Roman"/>
          <w:i/>
        </w:rPr>
        <w:t>PMT</w:t>
      </w:r>
      <w:r w:rsidR="00E237F0">
        <w:t xml:space="preserve"> = $2500 and </w:t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36B93">
        <w:rPr>
          <w:position w:val="-12"/>
        </w:rPr>
        <w:object w:dxaOrig="440" w:dyaOrig="360">
          <v:shape id="_x0000_i1150" type="#_x0000_t75" style="width:21.5pt;height:18.7pt" o:ole="" fillcolor="window">
            <v:imagedata r:id="rId241" o:title=""/>
          </v:shape>
          <o:OLEObject Type="Embed" ProgID="Equation.3" ShapeID="_x0000_i1150" DrawAspect="Content" ObjectID="_1654981986" r:id="rId242"/>
        </w:object>
      </w:r>
      <w:r w:rsidR="00E237F0">
        <w:t xml:space="preserve"> = 0.625%.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13" o:spid="_x0000_s1463" type="#_x0000_t88" style="position:absolute;margin-left:260.2pt;margin-top:.2pt;width:15.05pt;height:107.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151" type="#_x0000_t75" style="width:103.8pt;height:47.7pt" o:ole="" fillcolor="window">
            <v:imagedata r:id="rId161" o:title=""/>
          </v:shape>
          <o:OLEObject Type="Embed" ProgID="Equation.3" ShapeID="_x0000_i1151" DrawAspect="Content" ObjectID="_1654981987" r:id="rId243"/>
        </w:object>
      </w:r>
      <w:r w:rsidR="00E237F0">
        <w:t xml:space="preserve"> </w: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t xml:space="preserve"> = </w:t>
      </w:r>
      <w:r w:rsidRPr="00E80907">
        <w:rPr>
          <w:spacing w:val="-2"/>
          <w:position w:val="-28"/>
        </w:rPr>
        <w:object w:dxaOrig="2960" w:dyaOrig="960">
          <v:shape id="_x0000_i1152" type="#_x0000_t75" style="width:147.75pt;height:47.7pt" o:ole="" fillcolor="window">
            <v:imagedata r:id="rId244" o:title=""/>
          </v:shape>
          <o:OLEObject Type="Embed" ProgID="Equation.3" ShapeID="_x0000_i1152" DrawAspect="Content" ObjectID="_1654981988" r:id="rId245"/>
        </w:objec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222.50</w:t>
      </w:r>
    </w:p>
    <w:p w:rsidR="00E237F0" w:rsidRDefault="00E237F0" w:rsidP="00E237F0">
      <w:pPr>
        <w:pStyle w:val="ISM"/>
      </w:pPr>
      <w:r>
        <w:tab/>
      </w:r>
      <w:r>
        <w:tab/>
        <w:t xml:space="preserve">The annuity will have 223 monthly payments. Its term will 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 xml:space="preserve">be 223 months or </w:t>
      </w:r>
      <w:r>
        <w:rPr>
          <w:u w:val="double"/>
        </w:rPr>
        <w:t>18 years and 7 months</w:t>
      </w:r>
      <w:r>
        <w:t>.</w:t>
      </w:r>
    </w:p>
    <w:p w:rsidR="00E237F0" w:rsidRDefault="00E237F0" w:rsidP="00C47877">
      <w:pPr>
        <w:pStyle w:val="ISMab"/>
        <w:spacing w:after="120"/>
      </w:pPr>
      <w:r>
        <w:tab/>
        <w:t>19.</w:t>
      </w:r>
      <w:r>
        <w:tab/>
        <w:t>In each case, the contributions form an ordinary simple annuity</w:t>
      </w:r>
      <w:r w:rsidR="008E3910">
        <w:t>.</w:t>
      </w:r>
      <w:r>
        <w:t xml:space="preserve"> </w:t>
      </w:r>
    </w:p>
    <w:p w:rsidR="00E237F0" w:rsidRDefault="00E237F0" w:rsidP="00E237F0">
      <w:pPr>
        <w:pStyle w:val="ISM"/>
      </w:pPr>
      <w:r>
        <w:tab/>
      </w:r>
      <w:r>
        <w:tab/>
      </w:r>
      <w:r w:rsidR="008E3910">
        <w:t xml:space="preserve">With </w:t>
      </w:r>
      <w:r w:rsidR="008E3910" w:rsidRPr="002372F2">
        <w:rPr>
          <w:i/>
        </w:rPr>
        <w:t>PMT</w:t>
      </w:r>
      <w:r w:rsidR="008E3910">
        <w:t xml:space="preserve"> = $500, </w:t>
      </w:r>
      <w:r>
        <w:rPr>
          <w:rFonts w:ascii="Times New Roman" w:hAnsi="Times New Roman"/>
          <w:i/>
        </w:rPr>
        <w:t>FV</w:t>
      </w:r>
      <w:r>
        <w:t xml:space="preserve"> = $500,000,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520" w:dyaOrig="440">
          <v:shape id="_x0000_i1153" type="#_x0000_t75" style="width:26.2pt;height:21.5pt" o:ole="" fillcolor="window">
            <v:imagedata r:id="rId246" o:title=""/>
          </v:shape>
          <o:OLEObject Type="Embed" ProgID="Equation.3" ShapeID="_x0000_i1153" DrawAspect="Content" ObjectID="_1654981989" r:id="rId247"/>
        </w:object>
      </w:r>
      <w:r>
        <w:t xml:space="preserve"> = 0.625%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55" o:spid="_x0000_s1071" type="#_x0000_t61" style="position:absolute;margin-left:348.35pt;margin-top:.4pt;width:131.7pt;height:135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" adj="-7012,7678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317.95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57" o:spid="_x0000_s1450" type="#_x0000_t88" style="position:absolute;margin-left:248.15pt;margin-top:.45pt;width:16.1pt;height:104.3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1960" w:dyaOrig="960">
          <v:shape id="_x0000_i1154" type="#_x0000_t75" style="width:98.2pt;height:47.7pt" o:ole="" fillcolor="window">
            <v:imagedata r:id="rId191" o:title=""/>
          </v:shape>
          <o:OLEObject Type="Embed" ProgID="Equation.3" ShapeID="_x0000_i1154" DrawAspect="Content" ObjectID="_1654981990" r:id="rId248"/>
        </w:object>
      </w:r>
      <w:r w:rsidR="00E237F0">
        <w:t xml:space="preserve"> </w:t>
      </w:r>
    </w:p>
    <w:p w:rsidR="00E237F0" w:rsidRDefault="00E237F0" w:rsidP="00E237F0">
      <w:pPr>
        <w:pStyle w:val="ISM"/>
        <w:ind w:left="1710"/>
        <w:rPr>
          <w:spacing w:val="-2"/>
        </w:rPr>
      </w:pPr>
      <w:r>
        <w:t xml:space="preserve">= </w:t>
      </w:r>
      <w:r w:rsidRPr="00F4601C">
        <w:rPr>
          <w:spacing w:val="-2"/>
          <w:position w:val="-28"/>
        </w:rPr>
        <w:object w:dxaOrig="2700" w:dyaOrig="960">
          <v:shape id="_x0000_i1155" type="#_x0000_t75" style="width:135.6pt;height:47.7pt" o:ole="" fillcolor="window">
            <v:imagedata r:id="rId249" o:title=""/>
          </v:shape>
          <o:OLEObject Type="Embed" ProgID="Equation.3" ShapeID="_x0000_i1155" DrawAspect="Content" ObjectID="_1654981991" r:id="rId250"/>
        </w:object>
      </w:r>
      <w:r>
        <w:rPr>
          <w:spacing w:val="-2"/>
        </w:rPr>
        <w:t xml:space="preserve"> </w:t>
      </w:r>
    </w:p>
    <w:p w:rsidR="00E237F0" w:rsidRDefault="00E237F0" w:rsidP="00E237F0">
      <w:pPr>
        <w:pStyle w:val="ISM"/>
        <w:ind w:left="1710"/>
      </w:pPr>
      <w:r>
        <w:rPr>
          <w:spacing w:val="-2"/>
        </w:rPr>
        <w:t>= 317.95</w:t>
      </w:r>
    </w:p>
    <w:p w:rsidR="00E237F0" w:rsidRDefault="00E237F0" w:rsidP="00E237F0">
      <w:pPr>
        <w:pStyle w:val="ISM"/>
      </w:pPr>
      <w:r>
        <w:tab/>
      </w:r>
      <w:r>
        <w:tab/>
        <w:t>Rounded to the nearest month, it will take 318</w:t>
      </w:r>
      <w:r w:rsidR="008E3910">
        <w:t xml:space="preserve"> </w:t>
      </w:r>
      <w:r>
        <w:t xml:space="preserve">months </w:t>
      </w:r>
    </w:p>
    <w:p w:rsidR="00E237F0" w:rsidRDefault="00E237F0" w:rsidP="00E237F0">
      <w:pPr>
        <w:pStyle w:val="ISM"/>
      </w:pPr>
      <w:r>
        <w:tab/>
      </w:r>
      <w:r>
        <w:tab/>
        <w:t xml:space="preserve">for monthly contributions of $500 to reach $500,000. </w:t>
      </w:r>
    </w:p>
    <w:p w:rsidR="00D9732D" w:rsidRDefault="00D9732D">
      <w:r>
        <w:br w:type="page"/>
      </w:r>
    </w:p>
    <w:p w:rsidR="00E237F0" w:rsidRDefault="00E237F0" w:rsidP="00E237F0">
      <w:pPr>
        <w:pStyle w:val="ISM"/>
      </w:pPr>
      <w:r>
        <w:lastRenderedPageBreak/>
        <w:tab/>
      </w:r>
      <w:r>
        <w:tab/>
        <w:t xml:space="preserve">With </w:t>
      </w:r>
      <w:r>
        <w:rPr>
          <w:rFonts w:ascii="Times New Roman" w:hAnsi="Times New Roman"/>
          <w:i/>
        </w:rPr>
        <w:t>PMT</w:t>
      </w:r>
      <w:r>
        <w:t xml:space="preserve"> = $550 and </w:t>
      </w:r>
      <w:r>
        <w:rPr>
          <w:rFonts w:ascii="Times New Roman" w:hAnsi="Times New Roman"/>
          <w:i/>
        </w:rPr>
        <w:t>i</w:t>
      </w:r>
      <w:r>
        <w:t xml:space="preserve"> = 0.625%,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56" o:spid="_x0000_s1072" type="#_x0000_t61" style="position:absolute;margin-left:334.25pt;margin-top:5pt;width:116.5pt;height:82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" adj="-13182,13454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9F66C6">
                    <w:rPr>
                      <w:i/>
                    </w:rPr>
                    <w:t>PV</w:t>
                  </w:r>
                  <w:r>
                    <w:rPr>
                      <w:i/>
                      <w:iCs/>
                    </w:rPr>
                    <w:t>, FV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304.85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58" o:spid="_x0000_s1447" type="#_x0000_t88" style="position:absolute;margin-left:239.05pt;margin-top:6.4pt;width:18.9pt;height:99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1960" w:dyaOrig="960">
          <v:shape id="_x0000_i1156" type="#_x0000_t75" style="width:98.2pt;height:47.7pt" o:ole="" fillcolor="window">
            <v:imagedata r:id="rId191" o:title=""/>
          </v:shape>
          <o:OLEObject Type="Embed" ProgID="Equation.3" ShapeID="_x0000_i1156" DrawAspect="Content" ObjectID="_1654981992" r:id="rId251"/>
        </w:object>
      </w:r>
      <w:r w:rsidR="00E237F0">
        <w:t xml:space="preserve"> </w:t>
      </w:r>
    </w:p>
    <w:p w:rsidR="00E237F0" w:rsidRDefault="00E237F0" w:rsidP="00E237F0">
      <w:pPr>
        <w:pStyle w:val="ISM"/>
        <w:ind w:left="1710"/>
        <w:rPr>
          <w:spacing w:val="-2"/>
        </w:rPr>
      </w:pPr>
      <w:r>
        <w:t xml:space="preserve">= </w:t>
      </w:r>
      <w:r w:rsidRPr="007914F0">
        <w:rPr>
          <w:spacing w:val="-2"/>
          <w:position w:val="-28"/>
        </w:rPr>
        <w:object w:dxaOrig="2700" w:dyaOrig="960">
          <v:shape id="_x0000_i1157" type="#_x0000_t75" style="width:135.6pt;height:47.7pt" o:ole="" fillcolor="window">
            <v:imagedata r:id="rId252" o:title=""/>
          </v:shape>
          <o:OLEObject Type="Embed" ProgID="Equation.3" ShapeID="_x0000_i1157" DrawAspect="Content" ObjectID="_1654981993" r:id="rId253"/>
        </w:object>
      </w:r>
      <w:r>
        <w:rPr>
          <w:spacing w:val="-2"/>
        </w:rPr>
        <w:t xml:space="preserve"> </w:t>
      </w:r>
    </w:p>
    <w:p w:rsidR="00E237F0" w:rsidRDefault="00E237F0" w:rsidP="00E237F0">
      <w:pPr>
        <w:pStyle w:val="ISM"/>
        <w:ind w:left="1710"/>
      </w:pPr>
      <w:r>
        <w:rPr>
          <w:spacing w:val="-2"/>
        </w:rPr>
        <w:t>= 304.85</w:t>
      </w:r>
    </w:p>
    <w:p w:rsidR="00E237F0" w:rsidRDefault="00E237F0" w:rsidP="00E237F0">
      <w:pPr>
        <w:pStyle w:val="ISM"/>
      </w:pPr>
      <w:r>
        <w:tab/>
      </w:r>
      <w:r>
        <w:tab/>
        <w:t>Rounded to the nearest month, it will take 305 months for monthly contributions</w:t>
      </w:r>
    </w:p>
    <w:p w:rsidR="00E237F0" w:rsidRDefault="00E237F0" w:rsidP="00E237F0">
      <w:pPr>
        <w:pStyle w:val="ISM"/>
      </w:pPr>
      <w:r>
        <w:tab/>
      </w:r>
      <w:r>
        <w:tab/>
        <w:t xml:space="preserve">of $550 to reach $500,000. Therefore, it will take 318 – 305 = </w:t>
      </w:r>
      <w:r>
        <w:rPr>
          <w:u w:val="double"/>
        </w:rPr>
        <w:t>13 months</w:t>
      </w:r>
      <w:r>
        <w:t xml:space="preserve"> longer</w:t>
      </w:r>
    </w:p>
    <w:p w:rsidR="00E237F0" w:rsidRDefault="00E237F0" w:rsidP="00E237F0">
      <w:pPr>
        <w:pStyle w:val="ISM"/>
        <w:spacing w:after="180"/>
      </w:pPr>
      <w:r>
        <w:tab/>
      </w:r>
      <w:r>
        <w:tab/>
        <w:t>for the smaller payments to grow to $500,000.</w:t>
      </w:r>
    </w:p>
    <w:p w:rsidR="00E237F0" w:rsidRDefault="00E237F0" w:rsidP="00E237F0">
      <w:pPr>
        <w:pStyle w:val="ISM"/>
      </w:pPr>
      <w:r>
        <w:tab/>
        <w:t>21.</w:t>
      </w:r>
      <w:r>
        <w:tab/>
        <w:t>The original loan equals the present value of the loan payments.</w:t>
      </w:r>
    </w:p>
    <w:p w:rsidR="00E237F0" w:rsidRDefault="00E237F0" w:rsidP="00E237F0">
      <w:pPr>
        <w:pStyle w:val="ISM"/>
      </w:pPr>
      <w:r>
        <w:tab/>
      </w:r>
      <w:r>
        <w:tab/>
        <w:t xml:space="preserve">With </w:t>
      </w:r>
      <w:r>
        <w:rPr>
          <w:rFonts w:ascii="Times New Roman" w:hAnsi="Times New Roman"/>
          <w:i/>
        </w:rPr>
        <w:t>PV</w:t>
      </w:r>
      <w:r>
        <w:t xml:space="preserve"> = $100,000, </w:t>
      </w:r>
      <w:r>
        <w:rPr>
          <w:rFonts w:ascii="Times New Roman" w:hAnsi="Times New Roman"/>
          <w:i/>
        </w:rPr>
        <w:t>PMT</w:t>
      </w:r>
      <w:r>
        <w:t xml:space="preserve"> = $1000,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620" w:dyaOrig="440">
          <v:shape id="_x0000_i1158" type="#_x0000_t75" style="width:30.85pt;height:21.5pt" o:ole="" fillcolor="window">
            <v:imagedata r:id="rId254" o:title=""/>
          </v:shape>
          <o:OLEObject Type="Embed" ProgID="Equation.3" ShapeID="_x0000_i1158" DrawAspect="Content" ObjectID="_1654981994" r:id="rId255"/>
        </w:object>
      </w:r>
      <w:r>
        <w:t xml:space="preserve"> = 0.875%,</w:t>
      </w:r>
    </w:p>
    <w:p w:rsidR="00E237F0" w:rsidRDefault="00E00B43" w:rsidP="00E237F0">
      <w:pPr>
        <w:ind w:left="1170"/>
      </w:pPr>
      <w:r>
        <w:rPr>
          <w:noProof/>
          <w:lang w:val="en-US"/>
        </w:rPr>
        <w:pict>
          <v:shape id="AutoShape 259" o:spid="_x0000_s1073" type="#_x0000_t61" style="position:absolute;left:0;text-align:left;margin-left:321.2pt;margin-top:3.2pt;width:131.2pt;height:137.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" adj="-7244,8231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10.5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238.69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>
          <v:shape id="AutoShape 254" o:spid="_x0000_s1435" type="#_x0000_t88" style="position:absolute;left:0;text-align:left;margin-left:264.95pt;margin-top:4.4pt;width:9.1pt;height:100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"/>
        </w:pict>
      </w:r>
      <w:r w:rsidR="00E237F0" w:rsidRPr="00E80907">
        <w:rPr>
          <w:position w:val="-28"/>
        </w:rPr>
        <w:object w:dxaOrig="2079" w:dyaOrig="960">
          <v:shape id="_x0000_i1159" type="#_x0000_t75" style="width:103.8pt;height:47.7pt" o:ole="" fillcolor="window">
            <v:imagedata r:id="rId161" o:title=""/>
          </v:shape>
          <o:OLEObject Type="Embed" ProgID="Equation.3" ShapeID="_x0000_i1159" DrawAspect="Content" ObjectID="_1654981995" r:id="rId256"/>
        </w:object>
      </w:r>
      <w:r w:rsidR="00E237F0">
        <w:t xml:space="preserve"> </w:t>
      </w:r>
    </w:p>
    <w:p w:rsidR="00E237F0" w:rsidRDefault="00E237F0" w:rsidP="00E237F0">
      <w:pPr>
        <w:pStyle w:val="ISM"/>
        <w:ind w:left="1350"/>
        <w:rPr>
          <w:spacing w:val="-2"/>
        </w:rPr>
      </w:pPr>
      <w:r>
        <w:t xml:space="preserve"> = </w:t>
      </w:r>
      <w:r w:rsidRPr="00E80907">
        <w:rPr>
          <w:spacing w:val="-2"/>
          <w:position w:val="-28"/>
        </w:rPr>
        <w:object w:dxaOrig="2960" w:dyaOrig="960">
          <v:shape id="_x0000_i1160" type="#_x0000_t75" style="width:147.75pt;height:47.7pt" o:ole="" fillcolor="window">
            <v:imagedata r:id="rId257" o:title=""/>
          </v:shape>
          <o:OLEObject Type="Embed" ProgID="Equation.3" ShapeID="_x0000_i1160" DrawAspect="Content" ObjectID="_1654981996" r:id="rId258"/>
        </w:object>
      </w:r>
      <w:r>
        <w:rPr>
          <w:spacing w:val="-2"/>
        </w:rPr>
        <w:t xml:space="preserve"> </w:t>
      </w:r>
    </w:p>
    <w:p w:rsidR="00E237F0" w:rsidRDefault="00E237F0" w:rsidP="00E237F0">
      <w:pPr>
        <w:pStyle w:val="ISM"/>
        <w:ind w:left="1350"/>
      </w:pPr>
      <w:r>
        <w:rPr>
          <w:spacing w:val="-2"/>
        </w:rPr>
        <w:t xml:space="preserve"> = 238.69</w:t>
      </w:r>
    </w:p>
    <w:p w:rsidR="00E237F0" w:rsidRDefault="00E237F0" w:rsidP="00E237F0">
      <w:pPr>
        <w:pStyle w:val="ISM"/>
      </w:pPr>
      <w:r>
        <w:tab/>
      </w:r>
      <w:r>
        <w:tab/>
        <w:t xml:space="preserve">That is, it will take 239 months to pay off the loan </w:t>
      </w:r>
    </w:p>
    <w:p w:rsidR="00E237F0" w:rsidRDefault="00E237F0" w:rsidP="00E237F0">
      <w:pPr>
        <w:pStyle w:val="ISM"/>
        <w:spacing w:after="120"/>
      </w:pPr>
      <w:r>
        <w:tab/>
      </w:r>
      <w:r>
        <w:tab/>
        <w:t>(with the last payment smaller than the others).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0" o:spid="_x0000_s1074" type="#_x0000_t61" style="position:absolute;margin-left:335.65pt;margin-top:6.05pt;width:113.7pt;height:82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" adj="-13640,10068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182.16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  <w:t xml:space="preserve">With </w:t>
      </w:r>
      <w:r w:rsidR="00E237F0">
        <w:rPr>
          <w:rFonts w:ascii="Times New Roman" w:hAnsi="Times New Roman"/>
          <w:i/>
        </w:rPr>
        <w:t>PMT</w:t>
      </w:r>
      <w:r w:rsidR="00E237F0">
        <w:t xml:space="preserve"> increased to $1100 per month,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n</w:t>
      </w:r>
      <w:r>
        <w:t xml:space="preserve"> = </w:t>
      </w:r>
      <w:r w:rsidRPr="00E80907">
        <w:rPr>
          <w:spacing w:val="-2"/>
          <w:position w:val="-28"/>
        </w:rPr>
        <w:object w:dxaOrig="2960" w:dyaOrig="960">
          <v:shape id="_x0000_i1161" type="#_x0000_t75" style="width:147.75pt;height:47.7pt" o:ole="" fillcolor="window">
            <v:imagedata r:id="rId259" o:title=""/>
          </v:shape>
          <o:OLEObject Type="Embed" ProgID="Equation.3" ShapeID="_x0000_i1161" DrawAspect="Content" ObjectID="_1654981997" r:id="rId260"/>
        </w:object>
      </w:r>
      <w:r>
        <w:rPr>
          <w:spacing w:val="-2"/>
        </w:rPr>
        <w:t xml:space="preserve"> = 182.16</w:t>
      </w:r>
    </w:p>
    <w:p w:rsidR="00E237F0" w:rsidRDefault="00E237F0" w:rsidP="00E237F0">
      <w:pPr>
        <w:pStyle w:val="ISM"/>
      </w:pPr>
      <w:r>
        <w:tab/>
      </w:r>
      <w:r>
        <w:tab/>
        <w:t xml:space="preserve">The loan will be paid off in only 183 months. </w:t>
      </w:r>
    </w:p>
    <w:p w:rsidR="00E237F0" w:rsidRDefault="00E237F0" w:rsidP="00E237F0">
      <w:pPr>
        <w:pStyle w:val="ISM"/>
      </w:pPr>
      <w:r>
        <w:tab/>
      </w:r>
      <w:r>
        <w:tab/>
        <w:t>Therefore, the $1000 payments will take</w:t>
      </w:r>
    </w:p>
    <w:p w:rsidR="00E237F0" w:rsidRDefault="00E237F0" w:rsidP="00E237F0">
      <w:pPr>
        <w:pStyle w:val="ISM"/>
      </w:pPr>
      <w:r>
        <w:tab/>
      </w:r>
      <w:r>
        <w:tab/>
        <w:t xml:space="preserve">(239 – 183) months = 56 months = </w:t>
      </w:r>
      <w:r>
        <w:rPr>
          <w:u w:val="double"/>
        </w:rPr>
        <w:t>4 years and 8 months</w:t>
      </w:r>
      <w:r>
        <w:t xml:space="preserve"> 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>longer to pay off the loan.</w:t>
      </w:r>
    </w:p>
    <w:p w:rsidR="00E237F0" w:rsidRDefault="00E237F0" w:rsidP="00E237F0">
      <w:pPr>
        <w:pStyle w:val="ISM"/>
      </w:pPr>
      <w:r>
        <w:t>23.</w:t>
      </w:r>
      <w:r>
        <w:tab/>
        <w:t xml:space="preserve">The purchase price of the annuity is the present value of </w:t>
      </w:r>
    </w:p>
    <w:p w:rsidR="00E237F0" w:rsidRDefault="00E237F0" w:rsidP="00E237F0">
      <w:pPr>
        <w:pStyle w:val="ISM"/>
      </w:pPr>
      <w:r>
        <w:tab/>
      </w:r>
      <w:r>
        <w:tab/>
        <w:t>the annuity payments.</w:t>
      </w:r>
      <w:r w:rsidRPr="002F3D6A">
        <w:t xml:space="preserve"> </w:t>
      </w:r>
      <w:r>
        <w:t>In this case, the payments form</w:t>
      </w:r>
    </w:p>
    <w:p w:rsidR="00E237F0" w:rsidRDefault="00E237F0" w:rsidP="00E237F0">
      <w:pPr>
        <w:pStyle w:val="ISM"/>
      </w:pPr>
      <w:r>
        <w:tab/>
      </w:r>
      <w:r>
        <w:tab/>
        <w:t>an ordinary general annuity having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$200,000, </w:t>
      </w:r>
      <w:r>
        <w:rPr>
          <w:rFonts w:ascii="Times New Roman" w:hAnsi="Times New Roman"/>
          <w:i/>
        </w:rPr>
        <w:t>PMT</w:t>
      </w:r>
      <w:r>
        <w:t xml:space="preserve"> = $5000,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4"/>
        </w:rPr>
        <w:object w:dxaOrig="480" w:dyaOrig="400">
          <v:shape id="_x0000_i1162" type="#_x0000_t75" style="width:24.3pt;height:19.65pt" o:ole="" fillcolor="window">
            <v:imagedata r:id="rId261" o:title=""/>
          </v:shape>
          <o:OLEObject Type="Embed" ProgID="Equation.3" ShapeID="_x0000_i1162" DrawAspect="Content" ObjectID="_1654981998" r:id="rId262"/>
        </w:object>
      </w:r>
      <w:r>
        <w:t xml:space="preserve"> = 2.75%,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16"/>
        </w:rPr>
        <w:object w:dxaOrig="220" w:dyaOrig="420">
          <v:shape id="_x0000_i1163" type="#_x0000_t75" style="width:11.2pt;height:20.55pt" o:ole="" fillcolor="window">
            <v:imagedata r:id="rId113" o:title=""/>
          </v:shape>
          <o:OLEObject Type="Embed" ProgID="Equation.3" ShapeID="_x0000_i1163" DrawAspect="Content" ObjectID="_1654981999" r:id="rId263"/>
        </w:object>
      </w:r>
      <w:r>
        <w:t xml:space="preserve"> = 0.5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164" type="#_x0000_t75" style="width:70.15pt;height:18.7pt" o:ole="" fillcolor="window">
            <v:imagedata r:id="rId22" o:title=""/>
          </v:shape>
          <o:OLEObject Type="Embed" ProgID="Equation.3" ShapeID="_x0000_i1164" DrawAspect="Content" ObjectID="_1654982000" r:id="rId264"/>
        </w:object>
      </w:r>
      <w:r>
        <w:t xml:space="preserve"> = </w:t>
      </w:r>
      <w:r w:rsidRPr="00E80907">
        <w:rPr>
          <w:position w:val="-10"/>
        </w:rPr>
        <w:object w:dxaOrig="1100" w:dyaOrig="380">
          <v:shape id="_x0000_i1165" type="#_x0000_t75" style="width:55.15pt;height:18.7pt" o:ole="" fillcolor="window">
            <v:imagedata r:id="rId265" o:title=""/>
          </v:shape>
          <o:OLEObject Type="Embed" ProgID="Equation.3" ShapeID="_x0000_i1165" DrawAspect="Content" ObjectID="_1654982001" r:id="rId266"/>
        </w:object>
      </w:r>
      <w:r>
        <w:t>– 1 = 0.013656747</w:t>
      </w:r>
    </w:p>
    <w:p w:rsidR="00D9732D" w:rsidRDefault="00D9732D">
      <w:r>
        <w:br w:type="page"/>
      </w:r>
    </w:p>
    <w:p w:rsidR="00E237F0" w:rsidRDefault="00E00B43" w:rsidP="00E237F0">
      <w:pPr>
        <w:pStyle w:val="ISM"/>
      </w:pPr>
      <w:r>
        <w:rPr>
          <w:noProof/>
          <w:lang w:val="en-US"/>
        </w:rPr>
        <w:lastRenderedPageBreak/>
        <w:pict>
          <v:shape id="AutoShape 261" o:spid="_x0000_s1075" type="#_x0000_t61" style="position:absolute;margin-left:333.3pt;margin-top:-.85pt;width:123.5pt;height:154.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" adj="-7346,1129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58.26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  <w:t>The number of payments that the annuity will provide is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2" o:spid="_x0000_s1421" type="#_x0000_t88" style="position:absolute;margin-left:267.75pt;margin-top:2.6pt;width:8.4pt;height:103.6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166" type="#_x0000_t75" style="width:103.8pt;height:47.7pt" o:ole="" fillcolor="window">
            <v:imagedata r:id="rId161" o:title=""/>
          </v:shape>
          <o:OLEObject Type="Embed" ProgID="Equation.3" ShapeID="_x0000_i1166" DrawAspect="Content" ObjectID="_1654982002" r:id="rId267"/>
        </w:object>
      </w:r>
      <w:r w:rsidR="00E237F0">
        <w:t xml:space="preserve"> </w: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t xml:space="preserve"> = </w:t>
      </w:r>
      <w:r w:rsidRPr="00E80907">
        <w:rPr>
          <w:spacing w:val="-2"/>
          <w:position w:val="-28"/>
        </w:rPr>
        <w:object w:dxaOrig="3440" w:dyaOrig="960">
          <v:shape id="_x0000_i1167" type="#_x0000_t75" style="width:172.05pt;height:47.7pt" o:ole="" fillcolor="window">
            <v:imagedata r:id="rId268" o:title=""/>
          </v:shape>
          <o:OLEObject Type="Embed" ProgID="Equation.3" ShapeID="_x0000_i1167" DrawAspect="Content" ObjectID="_1654982003" r:id="rId269"/>
        </w:objec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58.26</w:t>
      </w:r>
    </w:p>
    <w:p w:rsidR="00E237F0" w:rsidRDefault="00E237F0" w:rsidP="00E237F0">
      <w:pPr>
        <w:pStyle w:val="ISM"/>
      </w:pPr>
      <w:r>
        <w:tab/>
      </w:r>
      <w:r>
        <w:tab/>
        <w:t xml:space="preserve">The 59 quarterly payments will last for </w:t>
      </w:r>
    </w:p>
    <w:p w:rsidR="00E237F0" w:rsidRDefault="00E237F0" w:rsidP="00E237F0">
      <w:pPr>
        <w:pStyle w:val="ISM"/>
        <w:spacing w:after="120"/>
      </w:pPr>
      <w:r>
        <w:tab/>
      </w:r>
      <w:r>
        <w:tab/>
      </w:r>
      <w:r w:rsidRPr="00E80907">
        <w:rPr>
          <w:position w:val="-14"/>
        </w:rPr>
        <w:object w:dxaOrig="300" w:dyaOrig="400">
          <v:shape id="_x0000_i1168" type="#_x0000_t75" style="width:14.95pt;height:19.65pt" o:ole="" fillcolor="window">
            <v:imagedata r:id="rId270" o:title=""/>
          </v:shape>
          <o:OLEObject Type="Embed" ProgID="Equation.3" ShapeID="_x0000_i1168" DrawAspect="Content" ObjectID="_1654982004" r:id="rId271"/>
        </w:object>
      </w:r>
      <w:r>
        <w:t xml:space="preserve"> </w:t>
      </w:r>
      <w:proofErr w:type="gramStart"/>
      <w:r>
        <w:t>years</w:t>
      </w:r>
      <w:proofErr w:type="gramEnd"/>
      <w:r>
        <w:t xml:space="preserve"> = 14.75 years = </w:t>
      </w:r>
      <w:r>
        <w:rPr>
          <w:u w:val="double"/>
        </w:rPr>
        <w:t>14 years and 9 months</w:t>
      </w:r>
    </w:p>
    <w:p w:rsidR="00E237F0" w:rsidRDefault="00E237F0" w:rsidP="00E237F0">
      <w:pPr>
        <w:pStyle w:val="ISM"/>
      </w:pPr>
      <w:r>
        <w:tab/>
        <w:t>25.</w:t>
      </w:r>
      <w:r>
        <w:tab/>
        <w:t xml:space="preserve">In effect, the customer borrows $1395 – $50 = $1345. </w:t>
      </w:r>
    </w:p>
    <w:p w:rsidR="00E237F0" w:rsidRDefault="00E237F0" w:rsidP="00E237F0">
      <w:pPr>
        <w:pStyle w:val="ISM"/>
      </w:pPr>
      <w:r>
        <w:tab/>
      </w:r>
      <w:r>
        <w:tab/>
        <w:t xml:space="preserve">The loan equals the </w:t>
      </w:r>
      <w:r>
        <w:rPr>
          <w:spacing w:val="-2"/>
        </w:rPr>
        <w:t xml:space="preserve">present value </w:t>
      </w:r>
      <w:r>
        <w:t>of the payments. Thus,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3" o:spid="_x0000_s1076" type="#_x0000_t61" style="position:absolute;margin-left:320.95pt;margin-top:4.45pt;width:133.3pt;height:136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" adj="-9682,13902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13.5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1345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32.22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rPr>
          <w:rFonts w:ascii="Times New Roman" w:hAnsi="Times New Roman"/>
          <w:i/>
        </w:rPr>
        <w:t>PV</w:t>
      </w:r>
      <w:r w:rsidR="00E237F0">
        <w:t xml:space="preserve"> = $1345, </w:t>
      </w:r>
      <w:r w:rsidR="00E237F0">
        <w:rPr>
          <w:rFonts w:ascii="Times New Roman" w:hAnsi="Times New Roman"/>
          <w:i/>
        </w:rPr>
        <w:t>PMT</w:t>
      </w:r>
      <w:r w:rsidR="00E237F0">
        <w:t xml:space="preserve"> = $50, </w:t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16"/>
        </w:rPr>
        <w:object w:dxaOrig="620" w:dyaOrig="440">
          <v:shape id="_x0000_i1169" type="#_x0000_t75" style="width:30.85pt;height:21.5pt" o:ole="" fillcolor="window">
            <v:imagedata r:id="rId272" o:title=""/>
          </v:shape>
          <o:OLEObject Type="Embed" ProgID="Equation.3" ShapeID="_x0000_i1169" DrawAspect="Content" ObjectID="_1654982005" r:id="rId273"/>
        </w:object>
      </w:r>
      <w:r w:rsidR="00E237F0">
        <w:t xml:space="preserve"> = 1.125%</w:t>
      </w:r>
    </w:p>
    <w:p w:rsidR="00E237F0" w:rsidRDefault="00E237F0" w:rsidP="00E237F0">
      <w:pPr>
        <w:pStyle w:val="ISM"/>
      </w:pPr>
      <w:r>
        <w:tab/>
      </w:r>
      <w:r>
        <w:tab/>
        <w:t>The number of payments will be</w:t>
      </w:r>
    </w:p>
    <w:p w:rsidR="00E237F0" w:rsidRDefault="00E00B43" w:rsidP="00E237F0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264" o:spid="_x0000_s1409" type="#_x0000_t88" style="position:absolute;margin-left:234.15pt;margin-top:2.7pt;width:13.3pt;height:103.6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170" type="#_x0000_t75" style="width:103.8pt;height:47.7pt" o:ole="" fillcolor="window">
            <v:imagedata r:id="rId161" o:title=""/>
          </v:shape>
          <o:OLEObject Type="Embed" ProgID="Equation.3" ShapeID="_x0000_i1170" DrawAspect="Content" ObjectID="_1654982006" r:id="rId274"/>
        </w:object>
      </w:r>
      <w:r w:rsidR="00E237F0">
        <w:rPr>
          <w:spacing w:val="-2"/>
        </w:rPr>
        <w:t xml:space="preserve"> </w: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rPr>
          <w:spacing w:val="-2"/>
        </w:rPr>
        <w:t xml:space="preserve"> = </w:t>
      </w:r>
      <w:r w:rsidRPr="00E80907">
        <w:rPr>
          <w:spacing w:val="-2"/>
          <w:position w:val="-28"/>
        </w:rPr>
        <w:object w:dxaOrig="2659" w:dyaOrig="960">
          <v:shape id="_x0000_i1171" type="#_x0000_t75" style="width:132.8pt;height:47.7pt" o:ole="" fillcolor="window">
            <v:imagedata r:id="rId275" o:title=""/>
          </v:shape>
          <o:OLEObject Type="Embed" ProgID="Equation.3" ShapeID="_x0000_i1171" DrawAspect="Content" ObjectID="_1654982007" r:id="rId276"/>
        </w:objec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32.22</w:t>
      </w:r>
    </w:p>
    <w:p w:rsidR="00E237F0" w:rsidRDefault="00E237F0" w:rsidP="00E237F0">
      <w:pPr>
        <w:pStyle w:val="ISM"/>
      </w:pPr>
      <w:r>
        <w:tab/>
      </w:r>
      <w:r>
        <w:tab/>
        <w:t xml:space="preserve">The final payment (smaller than $50) will be the 33rd payment occurring </w:t>
      </w:r>
    </w:p>
    <w:p w:rsidR="00E237F0" w:rsidRDefault="00E237F0" w:rsidP="00E237F0">
      <w:pPr>
        <w:pStyle w:val="ISM"/>
        <w:spacing w:after="180"/>
      </w:pPr>
      <w:r>
        <w:tab/>
      </w:r>
      <w:r>
        <w:tab/>
        <w:t xml:space="preserve">33 months or </w:t>
      </w:r>
      <w:r>
        <w:rPr>
          <w:u w:val="double"/>
        </w:rPr>
        <w:t>2 years and 9 months</w:t>
      </w:r>
      <w:r>
        <w:t xml:space="preserve"> after the date of purchase.</w:t>
      </w:r>
    </w:p>
    <w:p w:rsidR="00E237F0" w:rsidRDefault="00E237F0" w:rsidP="00E237F0">
      <w:pPr>
        <w:pStyle w:val="ISM"/>
      </w:pPr>
      <w:r>
        <w:t>27.</w:t>
      </w:r>
      <w:r>
        <w:tab/>
        <w:t xml:space="preserve">The economic value at age 65 of each annuity is the present value of the </w:t>
      </w:r>
    </w:p>
    <w:p w:rsidR="00E237F0" w:rsidRDefault="00E237F0" w:rsidP="00E237F0">
      <w:pPr>
        <w:pStyle w:val="ISM"/>
      </w:pPr>
      <w:r>
        <w:tab/>
      </w:r>
      <w:r>
        <w:tab/>
        <w:t xml:space="preserve">payments discounted at the time value of money.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5" o:spid="_x0000_s1077" type="#_x0000_t61" style="position:absolute;margin-left:325.15pt;margin-top:16.35pt;width:131.2pt;height:139.3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" adj="-12488,1063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>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307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–47,648.51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  <w:t xml:space="preserve">For the 25-year-term annuity, </w:t>
      </w:r>
      <w:r w:rsidR="00E237F0">
        <w:rPr>
          <w:rFonts w:ascii="Times New Roman" w:hAnsi="Times New Roman"/>
          <w:i/>
        </w:rPr>
        <w:t>PMT</w:t>
      </w:r>
      <w:r w:rsidR="00E237F0">
        <w:t xml:space="preserve"> = $307,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12(25) = 300,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4"/>
        </w:rPr>
        <w:object w:dxaOrig="340" w:dyaOrig="400">
          <v:shape id="_x0000_i1172" type="#_x0000_t75" style="width:17.75pt;height:19.65pt" o:ole="" fillcolor="window">
            <v:imagedata r:id="rId277" o:title=""/>
          </v:shape>
          <o:OLEObject Type="Embed" ProgID="Equation.3" ShapeID="_x0000_i1172" DrawAspect="Content" ObjectID="_1654982008" r:id="rId278"/>
        </w:object>
      </w:r>
      <w:r>
        <w:t xml:space="preserve"> = 0.5%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6" o:spid="_x0000_s1400" type="#_x0000_t88" style="position:absolute;margin-left:225.05pt;margin-top:3.95pt;width:14.7pt;height:8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36"/>
        </w:rPr>
        <w:object w:dxaOrig="2520" w:dyaOrig="840">
          <v:shape id="_x0000_i1173" type="#_x0000_t75" style="width:126.25pt;height:42.1pt" o:ole="" fillcolor="window">
            <v:imagedata r:id="rId279" o:title=""/>
          </v:shape>
          <o:OLEObject Type="Embed" ProgID="Equation.2" ShapeID="_x0000_i1173" DrawAspect="Content" ObjectID="_1654982009" r:id="rId280"/>
        </w:object>
      </w:r>
      <w:r w:rsidR="00E237F0">
        <w:t xml:space="preserve"> </w:t>
      </w:r>
    </w:p>
    <w:p w:rsidR="00E237F0" w:rsidRDefault="00E237F0" w:rsidP="00E237F0">
      <w:pPr>
        <w:pStyle w:val="ISM"/>
        <w:ind w:left="1890"/>
      </w:pPr>
      <w:r>
        <w:t>= $307</w:t>
      </w:r>
      <w:r w:rsidRPr="00E80907">
        <w:rPr>
          <w:position w:val="-32"/>
        </w:rPr>
        <w:object w:dxaOrig="1579" w:dyaOrig="740">
          <v:shape id="_x0000_i1174" type="#_x0000_t75" style="width:78.55pt;height:37.4pt" o:ole="" fillcolor="window">
            <v:imagedata r:id="rId281" o:title=""/>
          </v:shape>
          <o:OLEObject Type="Embed" ProgID="Equation.3" ShapeID="_x0000_i1174" DrawAspect="Content" ObjectID="_1654982010" r:id="rId282"/>
        </w:object>
      </w:r>
      <w:r>
        <w:t xml:space="preserve"> </w:t>
      </w:r>
    </w:p>
    <w:p w:rsidR="00E237F0" w:rsidRDefault="00E237F0" w:rsidP="00E237F0">
      <w:pPr>
        <w:pStyle w:val="ISM"/>
        <w:ind w:left="1890"/>
      </w:pPr>
      <w:r>
        <w:t>= $47,648.51</w:t>
      </w:r>
    </w:p>
    <w:p w:rsidR="00B81BEC" w:rsidRDefault="00E237F0" w:rsidP="00E237F0">
      <w:pPr>
        <w:pStyle w:val="ISM"/>
      </w:pPr>
      <w:r>
        <w:tab/>
      </w:r>
      <w:r>
        <w:tab/>
      </w:r>
      <w:r>
        <w:tab/>
      </w:r>
    </w:p>
    <w:p w:rsidR="00E237F0" w:rsidRDefault="00E237F0" w:rsidP="00E237F0">
      <w:pPr>
        <w:pStyle w:val="ISM"/>
      </w:pPr>
      <w:r>
        <w:t xml:space="preserve">For payments of $408 per month to have the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>same economic value,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7" o:spid="_x0000_s1078" type="#_x0000_t61" style="position:absolute;margin-left:347.55pt;margin-top:11pt;width:108.8pt;height:82.3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" adj="-15942,1139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408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175.82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8" o:spid="_x0000_s1397" type="#_x0000_t88" style="position:absolute;margin-left:251.65pt;margin-top:2.35pt;width:9.8pt;height:104.3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175" type="#_x0000_t75" style="width:103.8pt;height:47.7pt" o:ole="" fillcolor="window">
            <v:imagedata r:id="rId161" o:title=""/>
          </v:shape>
          <o:OLEObject Type="Embed" ProgID="Equation.3" ShapeID="_x0000_i1175" DrawAspect="Content" ObjectID="_1654982011" r:id="rId283"/>
        </w:object>
      </w:r>
      <w:r w:rsidR="00E237F0">
        <w:t xml:space="preserve"> </w: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t xml:space="preserve"> = </w:t>
      </w:r>
      <w:r w:rsidRPr="00E80907">
        <w:rPr>
          <w:spacing w:val="-2"/>
          <w:position w:val="-28"/>
        </w:rPr>
        <w:object w:dxaOrig="2840" w:dyaOrig="960">
          <v:shape id="_x0000_i1176" type="#_x0000_t75" style="width:143.05pt;height:47.7pt" o:ole="" fillcolor="window">
            <v:imagedata r:id="rId284" o:title=""/>
          </v:shape>
          <o:OLEObject Type="Embed" ProgID="Equation.3" ShapeID="_x0000_i1176" DrawAspect="Content" ObjectID="_1654982012" r:id="rId285"/>
        </w:objec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175.8</w:t>
      </w:r>
      <w:r w:rsidR="00096B52">
        <w:rPr>
          <w:spacing w:val="-2"/>
        </w:rPr>
        <w:t>2</w:t>
      </w:r>
    </w:p>
    <w:p w:rsidR="00D9732D" w:rsidRDefault="00D9732D">
      <w:r>
        <w:br w:type="page"/>
      </w:r>
    </w:p>
    <w:p w:rsidR="00E237F0" w:rsidRDefault="00E237F0" w:rsidP="00E237F0">
      <w:pPr>
        <w:pStyle w:val="ISM"/>
      </w:pPr>
      <w:r>
        <w:lastRenderedPageBreak/>
        <w:tab/>
      </w:r>
      <w:r>
        <w:tab/>
        <w:t>Therefore, if the man receives 176 payments, the life annuity will have the higher</w:t>
      </w:r>
    </w:p>
    <w:p w:rsidR="00E237F0" w:rsidRDefault="00E237F0" w:rsidP="00E237F0">
      <w:pPr>
        <w:pStyle w:val="ISM"/>
      </w:pPr>
      <w:r>
        <w:tab/>
      </w:r>
      <w:r>
        <w:tab/>
        <w:t>economic value. He must live at least 176 months (14 years and 8 months)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 xml:space="preserve">beyond age 65. That is, he must live </w:t>
      </w:r>
      <w:r>
        <w:rPr>
          <w:u w:val="double"/>
        </w:rPr>
        <w:t>at least</w:t>
      </w:r>
      <w:r w:rsidR="00F37801">
        <w:rPr>
          <w:u w:val="double"/>
        </w:rPr>
        <w:t xml:space="preserve"> to an</w:t>
      </w:r>
      <w:r>
        <w:rPr>
          <w:u w:val="double"/>
        </w:rPr>
        <w:t xml:space="preserve"> age of 79 years and 8 months</w:t>
      </w:r>
      <w:r>
        <w:t>.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69" o:spid="_x0000_s1079" type="#_x0000_t61" style="position:absolute;margin-left:346.75pt;margin-top:5.45pt;width:129.1pt;height:138.6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" adj="-7136,12055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12,910.46</w:t>
                  </w:r>
                </w:p>
              </w:txbxContent>
            </v:textbox>
            <w10:wrap type="square"/>
          </v:shape>
        </w:pict>
      </w:r>
      <w:r w:rsidR="00E237F0">
        <w:tab/>
        <w:t>29.</w:t>
      </w:r>
      <w:r w:rsidR="00E237F0">
        <w:tab/>
      </w:r>
      <w:proofErr w:type="gramStart"/>
      <w:r w:rsidR="00E237F0">
        <w:t>At</w:t>
      </w:r>
      <w:proofErr w:type="gramEnd"/>
      <w:r w:rsidR="00E237F0">
        <w:t xml:space="preserve"> focal date 41 months from now,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$10,000 = </w:t>
      </w:r>
      <w:r>
        <w:rPr>
          <w:rFonts w:ascii="Times New Roman" w:hAnsi="Times New Roman"/>
          <w:i/>
        </w:rPr>
        <w:t>PV</w:t>
      </w:r>
      <w:r>
        <w:t xml:space="preserve"> of ordinary simple annuity payments</w:t>
      </w:r>
    </w:p>
    <w:p w:rsidR="00E237F0" w:rsidRDefault="00E237F0" w:rsidP="00E237F0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$10,000,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520" w:dyaOrig="440">
          <v:shape id="_x0000_i1177" type="#_x0000_t75" style="width:26.2pt;height:21.5pt" o:ole="" fillcolor="window">
            <v:imagedata r:id="rId246" o:title=""/>
          </v:shape>
          <o:OLEObject Type="Embed" ProgID="Equation.3" ShapeID="_x0000_i1177" DrawAspect="Content" ObjectID="_1654982013" r:id="rId286"/>
        </w:object>
      </w:r>
      <w:r>
        <w:t xml:space="preserve"> = 0.625%, </w:t>
      </w:r>
      <w:r>
        <w:rPr>
          <w:rFonts w:ascii="Times New Roman" w:hAnsi="Times New Roman"/>
          <w:i/>
        </w:rPr>
        <w:t>n</w:t>
      </w:r>
      <w:r>
        <w:t xml:space="preserve"> = 12(3) + 5 = 41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Pr="00E80907">
        <w:rPr>
          <w:position w:val="-12"/>
        </w:rPr>
        <w:object w:dxaOrig="1560" w:dyaOrig="420">
          <v:shape id="_x0000_i1178" type="#_x0000_t75" style="width:77.6pt;height:20.55pt" o:ole="" fillcolor="window">
            <v:imagedata r:id="rId107" o:title=""/>
          </v:shape>
          <o:OLEObject Type="Embed" ProgID="Equation.2" ShapeID="_x0000_i1178" DrawAspect="Content" ObjectID="_1654982014" r:id="rId287"/>
        </w:object>
      </w:r>
      <w:r>
        <w:t xml:space="preserve"> = $10,000</w:t>
      </w:r>
      <w:r w:rsidRPr="00E80907">
        <w:rPr>
          <w:position w:val="-10"/>
        </w:rPr>
        <w:object w:dxaOrig="1180" w:dyaOrig="380">
          <v:shape id="_x0000_i1179" type="#_x0000_t75" style="width:58.9pt;height:18.7pt" o:ole="" fillcolor="window">
            <v:imagedata r:id="rId288" o:title=""/>
          </v:shape>
          <o:OLEObject Type="Embed" ProgID="Equation.3" ShapeID="_x0000_i1179" DrawAspect="Content" ObjectID="_1654982015" r:id="rId289"/>
        </w:object>
      </w:r>
      <w:r>
        <w:t xml:space="preserve"> = $12,910.46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14" o:spid="_x0000_s1386" type="#_x0000_t88" style="position:absolute;margin-left:260.05pt;margin-top:11.05pt;width:16.1pt;height:109.9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"/>
        </w:pict>
      </w:r>
    </w:p>
    <w:p w:rsidR="00E237F0" w:rsidRDefault="00E237F0" w:rsidP="00E237F0">
      <w:pPr>
        <w:pStyle w:val="ISM"/>
      </w:pPr>
      <w:r>
        <w:tab/>
      </w:r>
      <w:r>
        <w:tab/>
        <w:t xml:space="preserve">Now substitute </w:t>
      </w:r>
      <w:r>
        <w:rPr>
          <w:rFonts w:ascii="Times New Roman" w:hAnsi="Times New Roman"/>
          <w:i/>
        </w:rPr>
        <w:t>PV</w:t>
      </w:r>
      <w:r>
        <w:t xml:space="preserve"> = $12,910.46, </w:t>
      </w:r>
      <w:r>
        <w:rPr>
          <w:rFonts w:ascii="Times New Roman" w:hAnsi="Times New Roman"/>
          <w:i/>
        </w:rPr>
        <w:t>PMT</w:t>
      </w:r>
      <w:r>
        <w:t xml:space="preserve"> = $300, </w:t>
      </w:r>
    </w:p>
    <w:p w:rsidR="00E237F0" w:rsidRDefault="00E237F0" w:rsidP="00E237F0">
      <w:pPr>
        <w:pStyle w:val="ISM"/>
      </w:pPr>
      <w:r>
        <w:tab/>
      </w:r>
      <w:r>
        <w:tab/>
        <w:t xml:space="preserve">and </w:t>
      </w:r>
      <w:r>
        <w:rPr>
          <w:rFonts w:ascii="Times New Roman" w:hAnsi="Times New Roman"/>
          <w:i/>
        </w:rPr>
        <w:t xml:space="preserve">i </w:t>
      </w:r>
      <w:r>
        <w:t>= 0.625% into formula (</w:t>
      </w:r>
      <w:r w:rsidR="006B686C">
        <w:t>11</w:t>
      </w:r>
      <w:r>
        <w:t xml:space="preserve">-2n) to obtain </w:t>
      </w:r>
      <w:r>
        <w:rPr>
          <w:rFonts w:ascii="Times New Roman" w:hAnsi="Times New Roman"/>
          <w:i/>
        </w:rPr>
        <w:t>n</w:t>
      </w:r>
      <w:r>
        <w:t xml:space="preserve">.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70" o:spid="_x0000_s1080" type="#_x0000_t61" style="position:absolute;margin-left:329.35pt;margin-top:31.3pt;width:134.7pt;height:122.1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" adj="-7096,396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12910.46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300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50.28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180" type="#_x0000_t75" style="width:103.8pt;height:47.7pt" o:ole="" fillcolor="window">
            <v:imagedata r:id="rId161" o:title=""/>
          </v:shape>
          <o:OLEObject Type="Embed" ProgID="Equation.3" ShapeID="_x0000_i1180" DrawAspect="Content" ObjectID="_1654982016" r:id="rId290"/>
        </w:objec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t xml:space="preserve"> = </w:t>
      </w:r>
      <w:r w:rsidRPr="00E80907">
        <w:rPr>
          <w:spacing w:val="-2"/>
          <w:position w:val="-28"/>
        </w:rPr>
        <w:object w:dxaOrig="3159" w:dyaOrig="960">
          <v:shape id="_x0000_i1181" type="#_x0000_t75" style="width:158.05pt;height:47.7pt" o:ole="" fillcolor="window">
            <v:imagedata r:id="rId291" o:title=""/>
          </v:shape>
          <o:OLEObject Type="Embed" ProgID="Equation.3" ShapeID="_x0000_i1181" DrawAspect="Content" ObjectID="_1654982017" r:id="rId292"/>
        </w:objec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50.28</w:t>
      </w:r>
    </w:p>
    <w:p w:rsidR="00E237F0" w:rsidRDefault="00E237F0" w:rsidP="00E237F0">
      <w:pPr>
        <w:pStyle w:val="ISM"/>
      </w:pPr>
      <w:r>
        <w:tab/>
      </w:r>
      <w:r>
        <w:tab/>
        <w:t xml:space="preserve">The fund will provide </w:t>
      </w:r>
      <w:r>
        <w:rPr>
          <w:u w:val="double"/>
        </w:rPr>
        <w:t>51</w:t>
      </w:r>
      <w:r>
        <w:t xml:space="preserve"> monthly withdrawals 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>(with the last one less than $300).</w:t>
      </w:r>
    </w:p>
    <w:p w:rsidR="00E237F0" w:rsidRDefault="00E237F0" w:rsidP="00E237F0">
      <w:pPr>
        <w:pStyle w:val="ISM"/>
      </w:pPr>
      <w:r>
        <w:tab/>
        <w:t>31.</w:t>
      </w:r>
      <w:r>
        <w:tab/>
      </w:r>
      <w:proofErr w:type="gramStart"/>
      <w:r>
        <w:t>At</w:t>
      </w:r>
      <w:proofErr w:type="gramEnd"/>
      <w:r>
        <w:t xml:space="preserve"> a focal date 3 years ago,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$17,000 = </w:t>
      </w:r>
      <w:r>
        <w:rPr>
          <w:rFonts w:ascii="Times New Roman" w:hAnsi="Times New Roman"/>
          <w:i/>
        </w:rPr>
        <w:t>PV</w:t>
      </w:r>
      <w:r>
        <w:t xml:space="preserve"> of the RRIF withdrawals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71" o:spid="_x0000_s1081" type="#_x0000_t61" style="position:absolute;margin-left:328.65pt;margin-top:7.05pt;width:134.7pt;height:157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" adj="-9829,17342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40912.53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86.11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  <w:t>The amount on the left side is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Pr="00E80907">
        <w:rPr>
          <w:position w:val="-10"/>
        </w:rPr>
        <w:object w:dxaOrig="1560" w:dyaOrig="380">
          <v:shape id="_x0000_i1182" type="#_x0000_t75" style="width:77.6pt;height:18.7pt" o:ole="" fillcolor="window">
            <v:imagedata r:id="rId293" o:title=""/>
          </v:shape>
          <o:OLEObject Type="Embed" ProgID="Equation.3" ShapeID="_x0000_i1182" DrawAspect="Content" ObjectID="_1654982018" r:id="rId294"/>
        </w:object>
      </w:r>
      <w:r>
        <w:t xml:space="preserve"> = $17,000</w:t>
      </w:r>
      <w:r w:rsidRPr="00E80907">
        <w:rPr>
          <w:position w:val="-10"/>
        </w:rPr>
        <w:object w:dxaOrig="820" w:dyaOrig="380">
          <v:shape id="_x0000_i1183" type="#_x0000_t75" style="width:41.15pt;height:18.7pt" o:ole="" fillcolor="window">
            <v:imagedata r:id="rId295" o:title=""/>
          </v:shape>
          <o:OLEObject Type="Embed" ProgID="Equation.3" ShapeID="_x0000_i1183" DrawAspect="Content" ObjectID="_1654982019" r:id="rId296"/>
        </w:object>
      </w:r>
      <w:r>
        <w:t xml:space="preserve"> = $40,912.53</w:t>
      </w:r>
    </w:p>
    <w:p w:rsidR="00E237F0" w:rsidRDefault="00E237F0" w:rsidP="00E237F0">
      <w:pPr>
        <w:pStyle w:val="ISM"/>
      </w:pPr>
      <w:r>
        <w:tab/>
      </w:r>
      <w:r>
        <w:tab/>
        <w:t xml:space="preserve">Now substitute </w:t>
      </w:r>
      <w:r>
        <w:rPr>
          <w:rFonts w:ascii="Times New Roman" w:hAnsi="Times New Roman"/>
          <w:i/>
        </w:rPr>
        <w:t>PV</w:t>
      </w:r>
      <w:r>
        <w:t xml:space="preserve"> = $40,912.53, </w:t>
      </w:r>
      <w:r>
        <w:rPr>
          <w:rFonts w:ascii="Times New Roman" w:hAnsi="Times New Roman"/>
          <w:i/>
        </w:rPr>
        <w:t>PMT</w:t>
      </w:r>
      <w:r>
        <w:t xml:space="preserve"> = $1000, </w:t>
      </w:r>
    </w:p>
    <w:p w:rsidR="00E237F0" w:rsidRDefault="00E237F0" w:rsidP="00E237F0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r>
        <w:t xml:space="preserve">= </w:t>
      </w:r>
      <w:r w:rsidRPr="00E80907">
        <w:rPr>
          <w:position w:val="-16"/>
        </w:rPr>
        <w:object w:dxaOrig="380" w:dyaOrig="440">
          <v:shape id="_x0000_i1184" type="#_x0000_t75" style="width:18.7pt;height:21.5pt" o:ole="" fillcolor="window">
            <v:imagedata r:id="rId297" o:title=""/>
          </v:shape>
          <o:OLEObject Type="Embed" ProgID="Equation.3" ShapeID="_x0000_i1184" DrawAspect="Content" ObjectID="_1654982020" r:id="rId298"/>
        </w:object>
      </w:r>
      <w:r>
        <w:t xml:space="preserve"> = 2% into formula (</w:t>
      </w:r>
      <w:r w:rsidR="006B686C">
        <w:t>11</w:t>
      </w:r>
      <w:r>
        <w:t xml:space="preserve">-2n) to obtain </w:t>
      </w:r>
      <w:r>
        <w:rPr>
          <w:rFonts w:ascii="Times New Roman" w:hAnsi="Times New Roman"/>
          <w:i/>
        </w:rPr>
        <w:t>n</w:t>
      </w:r>
      <w:r>
        <w:t xml:space="preserve">. </w:t>
      </w:r>
    </w:p>
    <w:p w:rsidR="00E237F0" w:rsidRDefault="00E237F0" w:rsidP="00E237F0">
      <w:pPr>
        <w:pStyle w:val="ISM"/>
        <w:ind w:left="1080"/>
        <w:rPr>
          <w:spacing w:val="-2"/>
        </w:rPr>
      </w:pPr>
      <w:r w:rsidRPr="00060B50">
        <w:rPr>
          <w:rFonts w:ascii="Times New Roman" w:hAnsi="Times New Roman"/>
          <w:i/>
        </w:rPr>
        <w:t xml:space="preserve">n </w:t>
      </w:r>
      <w:r>
        <w:t xml:space="preserve">= </w:t>
      </w:r>
      <w:r w:rsidRPr="00E80907">
        <w:rPr>
          <w:spacing w:val="-2"/>
          <w:position w:val="-28"/>
        </w:rPr>
        <w:object w:dxaOrig="2780" w:dyaOrig="960">
          <v:shape id="_x0000_i1185" type="#_x0000_t75" style="width:139.3pt;height:47.7pt" o:ole="" fillcolor="window">
            <v:imagedata r:id="rId299" o:title=""/>
          </v:shape>
          <o:OLEObject Type="Embed" ProgID="Equation.3" ShapeID="_x0000_i1185" DrawAspect="Content" ObjectID="_1654982021" r:id="rId300"/>
        </w:object>
      </w:r>
      <w:r>
        <w:rPr>
          <w:spacing w:val="-2"/>
        </w:rPr>
        <w:t xml:space="preserve"> = 86.11</w:t>
      </w:r>
    </w:p>
    <w:p w:rsidR="00E237F0" w:rsidRDefault="00E237F0" w:rsidP="00E237F0">
      <w:pPr>
        <w:pStyle w:val="ISM"/>
      </w:pPr>
      <w:r>
        <w:tab/>
      </w:r>
      <w:r>
        <w:tab/>
        <w:t xml:space="preserve">There will be 87 withdrawals in all. </w:t>
      </w:r>
    </w:p>
    <w:p w:rsidR="00E237F0" w:rsidRDefault="00E237F0" w:rsidP="00E237F0">
      <w:pPr>
        <w:pStyle w:val="ISM"/>
      </w:pPr>
      <w:r>
        <w:tab/>
      </w:r>
      <w:r>
        <w:tab/>
        <w:t>4(3) = 12 withdrawals have already been made</w:t>
      </w:r>
    </w:p>
    <w:p w:rsidR="00E237F0" w:rsidRDefault="00E237F0" w:rsidP="00E237F0">
      <w:pPr>
        <w:pStyle w:val="ISM"/>
      </w:pPr>
      <w:r>
        <w:tab/>
      </w:r>
      <w:r>
        <w:tab/>
        <w:t>and 87 – 12 = 75 withdrawals remain. These will continue for another</w:t>
      </w:r>
    </w:p>
    <w:p w:rsidR="00E237F0" w:rsidRDefault="00E237F0" w:rsidP="00E237F0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</w:r>
      <w:r w:rsidRPr="00E80907">
        <w:rPr>
          <w:position w:val="-16"/>
        </w:rPr>
        <w:object w:dxaOrig="320" w:dyaOrig="420">
          <v:shape id="_x0000_i1186" type="#_x0000_t75" style="width:16.85pt;height:20.55pt" o:ole="" fillcolor="window">
            <v:imagedata r:id="rId301" o:title=""/>
          </v:shape>
          <o:OLEObject Type="Embed" ProgID="Equation.3" ShapeID="_x0000_i1186" DrawAspect="Content" ObjectID="_1654982022" r:id="rId302"/>
        </w:object>
      </w:r>
      <w:r>
        <w:t xml:space="preserve"> = 18.75 years = </w:t>
      </w:r>
      <w:r>
        <w:rPr>
          <w:u w:val="double"/>
        </w:rPr>
        <w:t>18 years and 9 months</w:t>
      </w:r>
      <w:r>
        <w:t xml:space="preserve"> </w:t>
      </w:r>
    </w:p>
    <w:p w:rsidR="00D9732D" w:rsidRDefault="00D9732D">
      <w:r>
        <w:br w:type="page"/>
      </w:r>
    </w:p>
    <w:p w:rsidR="00E237F0" w:rsidRDefault="00E237F0" w:rsidP="00E237F0">
      <w:pPr>
        <w:pStyle w:val="ISM"/>
      </w:pPr>
      <w:r>
        <w:lastRenderedPageBreak/>
        <w:tab/>
        <w:t>33.</w:t>
      </w:r>
      <w:r>
        <w:tab/>
        <w:t xml:space="preserve">The original loan equals the present value of the payments. Equivalently,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72" o:spid="_x0000_s1082" type="#_x0000_t61" style="position:absolute;margin-left:334.25pt;margin-top:5.2pt;width:131.2pt;height:143.1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" adj="-5342,13844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24271B">
                    <w:t>–</w:t>
                  </w:r>
                  <w:r>
                    <w:t>23,178.87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  <w:t>At a focal date 23 months from now,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$20,000 = </w:t>
      </w:r>
      <w:r>
        <w:rPr>
          <w:rFonts w:ascii="Times New Roman" w:hAnsi="Times New Roman"/>
          <w:i/>
        </w:rPr>
        <w:t>PV</w:t>
      </w:r>
      <w:r>
        <w:t xml:space="preserve"> of ordinary general annuity payments</w:t>
      </w:r>
    </w:p>
    <w:p w:rsidR="00E237F0" w:rsidRDefault="00E237F0" w:rsidP="00E237F0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$20,000, </w:t>
      </w:r>
      <w:r>
        <w:rPr>
          <w:rFonts w:ascii="Times New Roman" w:hAnsi="Times New Roman"/>
          <w:i/>
        </w:rPr>
        <w:t>i</w:t>
      </w:r>
      <w:r>
        <w:t xml:space="preserve"> = 8%,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10" o:spid="_x0000_s1368" type="#_x0000_t88" style="position:absolute;margin-left:273.1pt;margin-top:4.95pt;width:17.2pt;height:83.8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"/>
        </w:pict>
      </w:r>
      <w:r w:rsidR="00E237F0">
        <w:tab/>
      </w:r>
      <w:r w:rsidR="00E237F0">
        <w:tab/>
      </w:r>
      <w:r w:rsidR="00E237F0">
        <w:tab/>
      </w:r>
      <w:r w:rsidR="00E237F0">
        <w:rPr>
          <w:rFonts w:ascii="Times New Roman" w:hAnsi="Times New Roman"/>
          <w:i/>
        </w:rPr>
        <w:t>c</w:t>
      </w:r>
      <w:r w:rsidR="00E237F0">
        <w:t xml:space="preserve"> = </w:t>
      </w:r>
      <w:r w:rsidR="00E237F0" w:rsidRPr="00E80907">
        <w:rPr>
          <w:position w:val="-16"/>
        </w:rPr>
        <w:object w:dxaOrig="300" w:dyaOrig="420">
          <v:shape id="_x0000_i1187" type="#_x0000_t75" style="width:14.95pt;height:20.55pt" o:ole="" fillcolor="window">
            <v:imagedata r:id="rId303" o:title=""/>
          </v:shape>
          <o:OLEObject Type="Embed" ProgID="Equation.3" ShapeID="_x0000_i1187" DrawAspect="Content" ObjectID="_1654982023" r:id="rId304"/>
        </w:object>
      </w:r>
      <w:r w:rsidR="00E237F0">
        <w:t xml:space="preserve"> </w:t>
      </w:r>
      <w:proofErr w:type="gramStart"/>
      <w:r w:rsidR="00E237F0">
        <w:t xml:space="preserve">= </w:t>
      </w:r>
      <w:proofErr w:type="gramEnd"/>
      <w:r w:rsidR="00E237F0" w:rsidRPr="00E80907">
        <w:rPr>
          <w:position w:val="-6"/>
        </w:rPr>
        <w:object w:dxaOrig="620" w:dyaOrig="320">
          <v:shape id="_x0000_i1188" type="#_x0000_t75" style="width:30.85pt;height:16.85pt" o:ole="" fillcolor="window">
            <v:imagedata r:id="rId305" o:title=""/>
          </v:shape>
          <o:OLEObject Type="Embed" ProgID="Equation.3" ShapeID="_x0000_i1188" DrawAspect="Content" ObjectID="_1654982024" r:id="rId306"/>
        </w:object>
      </w:r>
      <w:r w:rsidR="00E237F0">
        <w:t xml:space="preserve">, </w:t>
      </w:r>
      <w:r w:rsidR="00E237F0">
        <w:rPr>
          <w:rFonts w:ascii="Times New Roman" w:hAnsi="Times New Roman"/>
          <w:i/>
        </w:rPr>
        <w:t>n</w:t>
      </w:r>
      <w:r w:rsidR="00E237F0">
        <w:t xml:space="preserve"> = 12 + 11 = 23, and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189" type="#_x0000_t75" style="width:70.15pt;height:18.7pt" o:ole="" fillcolor="window">
            <v:imagedata r:id="rId22" o:title=""/>
          </v:shape>
          <o:OLEObject Type="Embed" ProgID="Equation.3" ShapeID="_x0000_i1189" DrawAspect="Content" ObjectID="_1654982025" r:id="rId307"/>
        </w:object>
      </w:r>
      <w:r>
        <w:t xml:space="preserve"> = </w:t>
      </w:r>
      <w:r w:rsidRPr="00E80907">
        <w:rPr>
          <w:position w:val="-10"/>
        </w:rPr>
        <w:object w:dxaOrig="1080" w:dyaOrig="420">
          <v:shape id="_x0000_i1190" type="#_x0000_t75" style="width:54.25pt;height:20.55pt" o:ole="" fillcolor="window">
            <v:imagedata r:id="rId308" o:title=""/>
          </v:shape>
          <o:OLEObject Type="Embed" ProgID="Equation.3" ShapeID="_x0000_i1190" DrawAspect="Content" ObjectID="_1654982026" r:id="rId309"/>
        </w:object>
      </w:r>
      <w:r>
        <w:t>– 1 = 0.006434030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560" w:dyaOrig="420">
          <v:shape id="_x0000_i1191" type="#_x0000_t75" style="width:77.6pt;height:20.55pt" o:ole="" fillcolor="window">
            <v:imagedata r:id="rId107" o:title=""/>
          </v:shape>
          <o:OLEObject Type="Embed" ProgID="Equation.2" ShapeID="_x0000_i1191" DrawAspect="Content" ObjectID="_1654982027" r:id="rId310"/>
        </w:object>
      </w:r>
      <w:r>
        <w:t xml:space="preserve"> </w:t>
      </w:r>
    </w:p>
    <w:p w:rsidR="00E237F0" w:rsidRDefault="00E237F0" w:rsidP="00E237F0">
      <w:pPr>
        <w:pStyle w:val="ISM"/>
        <w:ind w:left="1800"/>
      </w:pPr>
      <w:r>
        <w:t xml:space="preserve"> = $20,000</w:t>
      </w:r>
      <w:r w:rsidRPr="00E80907">
        <w:rPr>
          <w:position w:val="-10"/>
        </w:rPr>
        <w:object w:dxaOrig="1700" w:dyaOrig="380">
          <v:shape id="_x0000_i1192" type="#_x0000_t75" style="width:85.1pt;height:18.7pt" o:ole="" fillcolor="window">
            <v:imagedata r:id="rId311" o:title=""/>
          </v:shape>
          <o:OLEObject Type="Embed" ProgID="Equation.3" ShapeID="_x0000_i1192" DrawAspect="Content" ObjectID="_1654982028" r:id="rId312"/>
        </w:object>
      </w:r>
    </w:p>
    <w:p w:rsidR="00E237F0" w:rsidRDefault="00E237F0" w:rsidP="00E237F0">
      <w:pPr>
        <w:pStyle w:val="ISM"/>
        <w:spacing w:after="120"/>
        <w:ind w:left="1800"/>
      </w:pPr>
      <w:r>
        <w:t xml:space="preserve"> = $23,178.87</w:t>
      </w:r>
    </w:p>
    <w:p w:rsidR="00E237F0" w:rsidRDefault="00E237F0" w:rsidP="00E237F0">
      <w:pPr>
        <w:pStyle w:val="ISM"/>
      </w:pPr>
      <w:r>
        <w:tab/>
      </w:r>
      <w:r>
        <w:tab/>
        <w:t xml:space="preserve">Now substitute </w:t>
      </w:r>
      <w:r>
        <w:rPr>
          <w:rFonts w:ascii="Times New Roman" w:hAnsi="Times New Roman"/>
          <w:i/>
        </w:rPr>
        <w:t>PV</w:t>
      </w:r>
      <w:r>
        <w:t xml:space="preserve"> = $23,178.87, </w:t>
      </w:r>
      <w:r>
        <w:rPr>
          <w:rFonts w:ascii="Times New Roman" w:hAnsi="Times New Roman"/>
          <w:i/>
        </w:rPr>
        <w:t>PMT</w:t>
      </w:r>
      <w:r>
        <w:t xml:space="preserve"> = $300, and </w:t>
      </w:r>
    </w:p>
    <w:p w:rsidR="00E237F0" w:rsidRDefault="00E237F0" w:rsidP="00E237F0">
      <w:pPr>
        <w:pStyle w:val="ISM"/>
      </w:pPr>
      <w:r>
        <w:tab/>
      </w:r>
      <w:r>
        <w:tab/>
      </w:r>
      <w:r w:rsidRPr="00E80907">
        <w:rPr>
          <w:position w:val="-10"/>
        </w:rPr>
        <w:object w:dxaOrig="240" w:dyaOrig="320">
          <v:shape id="_x0000_i1193" type="#_x0000_t75" style="width:11.2pt;height:16.85pt" o:ole="" fillcolor="window">
            <v:imagedata r:id="rId313" o:title=""/>
          </v:shape>
          <o:OLEObject Type="Embed" ProgID="Equation.3" ShapeID="_x0000_i1193" DrawAspect="Content" ObjectID="_1654982029" r:id="rId314"/>
        </w:object>
      </w:r>
      <w:r>
        <w:t>= 0.006434030 into formula (</w:t>
      </w:r>
      <w:r w:rsidR="006B686C">
        <w:t>11</w:t>
      </w:r>
      <w:r>
        <w:t xml:space="preserve">-2n) to obtain </w:t>
      </w:r>
      <w:r>
        <w:rPr>
          <w:rFonts w:ascii="Times New Roman" w:hAnsi="Times New Roman"/>
          <w:i/>
        </w:rPr>
        <w:t>n</w:t>
      </w:r>
      <w:r>
        <w:t xml:space="preserve">.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73" o:spid="_x0000_s1083" type="#_x0000_t61" style="position:absolute;margin-left:340.55pt;margin-top:.2pt;width:115.8pt;height:105.4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" adj="-7722,11379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23178.87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300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107.18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74" o:spid="_x0000_s1360" type="#_x0000_t88" style="position:absolute;margin-left:284.55pt;margin-top:4.4pt;width:9.1pt;height:101.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194" type="#_x0000_t75" style="width:103.8pt;height:47.7pt" o:ole="" fillcolor="window">
            <v:imagedata r:id="rId161" o:title=""/>
          </v:shape>
          <o:OLEObject Type="Embed" ProgID="Equation.3" ShapeID="_x0000_i1194" DrawAspect="Content" ObjectID="_1654982030" r:id="rId315"/>
        </w:object>
      </w:r>
      <w:r w:rsidR="00E237F0">
        <w:t xml:space="preserve"> </w: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t xml:space="preserve"> = </w:t>
      </w:r>
      <w:r w:rsidRPr="00E80907">
        <w:rPr>
          <w:spacing w:val="-2"/>
          <w:position w:val="-28"/>
        </w:rPr>
        <w:object w:dxaOrig="3660" w:dyaOrig="960">
          <v:shape id="_x0000_i1195" type="#_x0000_t75" style="width:183.25pt;height:47.7pt" o:ole="" fillcolor="window">
            <v:imagedata r:id="rId316" o:title=""/>
          </v:shape>
          <o:OLEObject Type="Embed" ProgID="Equation.3" ShapeID="_x0000_i1195" DrawAspect="Content" ObjectID="_1654982031" r:id="rId317"/>
        </w:object>
      </w:r>
      <w:r>
        <w:rPr>
          <w:spacing w:val="-2"/>
        </w:rPr>
        <w:t xml:space="preserve"> </w: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107.18</w:t>
      </w:r>
    </w:p>
    <w:p w:rsidR="00E237F0" w:rsidRDefault="00E237F0" w:rsidP="00E237F0">
      <w:pPr>
        <w:pStyle w:val="ISM"/>
      </w:pPr>
      <w:r>
        <w:tab/>
      </w:r>
      <w:r>
        <w:tab/>
        <w:t xml:space="preserve">The 108th payment will extinguish the debt. It will </w:t>
      </w:r>
    </w:p>
    <w:p w:rsidR="00E237F0" w:rsidRDefault="00E237F0" w:rsidP="00E237F0">
      <w:pPr>
        <w:pStyle w:val="ISM"/>
      </w:pPr>
      <w:r>
        <w:tab/>
      </w:r>
      <w:r>
        <w:tab/>
        <w:t xml:space="preserve">occur 23 + 108 = 131 months or </w:t>
      </w:r>
      <w:r>
        <w:rPr>
          <w:u w:val="double"/>
        </w:rPr>
        <w:t>10 years and 11 months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>after the date the $20,000 was originally borrowed.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75" o:spid="_x0000_s1084" type="#_x0000_t61" style="position:absolute;margin-left:335.65pt;margin-top:2.45pt;width:124.9pt;height:137.9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" adj="-5430,10314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8.5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139000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226,773.98</w:t>
                  </w:r>
                </w:p>
              </w:txbxContent>
            </v:textbox>
            <w10:wrap type="square"/>
          </v:shape>
        </w:pict>
      </w:r>
      <w:r w:rsidR="00E237F0">
        <w:tab/>
        <w:t>35.</w:t>
      </w:r>
      <w:r w:rsidR="00E237F0">
        <w:tab/>
      </w:r>
      <w:proofErr w:type="gramStart"/>
      <w:r w:rsidR="00E237F0">
        <w:t>At</w:t>
      </w:r>
      <w:proofErr w:type="gramEnd"/>
      <w:r w:rsidR="00E237F0">
        <w:t xml:space="preserve"> a focal date 6 years from now,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$139,000 </w:t>
      </w:r>
    </w:p>
    <w:p w:rsidR="00E237F0" w:rsidRDefault="00E237F0" w:rsidP="00E237F0">
      <w:pPr>
        <w:pStyle w:val="ISM"/>
        <w:ind w:left="1620"/>
      </w:pPr>
      <w:r>
        <w:t xml:space="preserve">= </w:t>
      </w:r>
      <w:r>
        <w:rPr>
          <w:rFonts w:ascii="Times New Roman" w:hAnsi="Times New Roman"/>
          <w:i/>
        </w:rPr>
        <w:t>PV</w:t>
      </w:r>
      <w:r>
        <w:t xml:space="preserve"> of the ordinary general annuity payments</w:t>
      </w:r>
    </w:p>
    <w:p w:rsidR="00E237F0" w:rsidRDefault="00E237F0" w:rsidP="00E237F0">
      <w:pPr>
        <w:pStyle w:val="ISM"/>
      </w:pPr>
      <w:r>
        <w:tab/>
      </w:r>
      <w:r>
        <w:tab/>
        <w:t>The left side is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Pr="00E80907">
        <w:rPr>
          <w:position w:val="-10"/>
        </w:rPr>
        <w:object w:dxaOrig="1560" w:dyaOrig="380">
          <v:shape id="_x0000_i1196" type="#_x0000_t75" style="width:77.6pt;height:18.7pt" o:ole="" fillcolor="window">
            <v:imagedata r:id="rId318" o:title=""/>
          </v:shape>
          <o:OLEObject Type="Embed" ProgID="Equation.3" ShapeID="_x0000_i1196" DrawAspect="Content" ObjectID="_1654982032" r:id="rId319"/>
        </w:object>
      </w:r>
      <w:r>
        <w:t xml:space="preserve"> = $139,000</w:t>
      </w:r>
      <w:r w:rsidRPr="00E80907">
        <w:rPr>
          <w:position w:val="-10"/>
        </w:rPr>
        <w:object w:dxaOrig="859" w:dyaOrig="380">
          <v:shape id="_x0000_i1197" type="#_x0000_t75" style="width:43pt;height:18.7pt" o:ole="" fillcolor="window">
            <v:imagedata r:id="rId320" o:title=""/>
          </v:shape>
          <o:OLEObject Type="Embed" ProgID="Equation.3" ShapeID="_x0000_i1197" DrawAspect="Content" ObjectID="_1654982033" r:id="rId321"/>
        </w:object>
      </w:r>
      <w:r>
        <w:t xml:space="preserve"> = $226,773.98</w:t>
      </w: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  <w:r>
        <w:tab/>
      </w:r>
      <w:r>
        <w:tab/>
        <w:t>For the right side of the equation,</w:t>
      </w:r>
    </w:p>
    <w:p w:rsidR="00E237F0" w:rsidRDefault="00E237F0" w:rsidP="00E237F0">
      <w:pPr>
        <w:pStyle w:val="ISM"/>
        <w:ind w:left="900"/>
      </w:pPr>
      <w:r>
        <w:rPr>
          <w:rFonts w:ascii="Times New Roman" w:hAnsi="Times New Roman"/>
          <w:i/>
        </w:rPr>
        <w:t>PV</w:t>
      </w:r>
      <w:r>
        <w:t xml:space="preserve"> = $226,773.98, </w:t>
      </w:r>
      <w:r>
        <w:rPr>
          <w:rFonts w:ascii="Times New Roman" w:hAnsi="Times New Roman"/>
          <w:i/>
        </w:rPr>
        <w:t>PMT</w:t>
      </w:r>
      <w:r>
        <w:t xml:space="preserve"> = $5000, </w:t>
      </w:r>
    </w:p>
    <w:p w:rsidR="00E237F0" w:rsidRDefault="00E237F0" w:rsidP="00E237F0">
      <w:pPr>
        <w:pStyle w:val="ISM"/>
        <w:ind w:left="900"/>
      </w:pP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520" w:dyaOrig="440">
          <v:shape id="_x0000_i1198" type="#_x0000_t75" style="width:26.2pt;height:21.5pt" o:ole="" fillcolor="window">
            <v:imagedata r:id="rId246" o:title=""/>
          </v:shape>
          <o:OLEObject Type="Embed" ProgID="Equation.3" ShapeID="_x0000_i1198" DrawAspect="Content" ObjectID="_1654982034" r:id="rId322"/>
        </w:object>
      </w:r>
      <w:r>
        <w:t xml:space="preserve"> = 0.625%,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16"/>
        </w:rPr>
        <w:object w:dxaOrig="300" w:dyaOrig="420">
          <v:shape id="_x0000_i1199" type="#_x0000_t75" style="width:14.95pt;height:20.55pt" o:ole="" fillcolor="window">
            <v:imagedata r:id="rId323" o:title=""/>
          </v:shape>
          <o:OLEObject Type="Embed" ProgID="Equation.3" ShapeID="_x0000_i1199" DrawAspect="Content" ObjectID="_1654982035" r:id="rId324"/>
        </w:object>
      </w:r>
      <w:r>
        <w:t xml:space="preserve"> = 3, and</w:t>
      </w:r>
    </w:p>
    <w:p w:rsidR="00E237F0" w:rsidRDefault="00E237F0" w:rsidP="00E237F0">
      <w:pPr>
        <w:pStyle w:val="ISM"/>
        <w:ind w:left="900"/>
      </w:pPr>
      <w:r w:rsidRPr="00E80907">
        <w:rPr>
          <w:position w:val="-10"/>
        </w:rPr>
        <w:object w:dxaOrig="1420" w:dyaOrig="380">
          <v:shape id="_x0000_i1200" type="#_x0000_t75" style="width:70.15pt;height:18.7pt" o:ole="" fillcolor="window">
            <v:imagedata r:id="rId22" o:title=""/>
          </v:shape>
          <o:OLEObject Type="Embed" ProgID="Equation.3" ShapeID="_x0000_i1200" DrawAspect="Content" ObjectID="_1654982036" r:id="rId325"/>
        </w:object>
      </w:r>
      <w:r>
        <w:t xml:space="preserve"> = </w:t>
      </w:r>
      <w:r w:rsidRPr="00E80907">
        <w:rPr>
          <w:position w:val="-10"/>
        </w:rPr>
        <w:object w:dxaOrig="1100" w:dyaOrig="380">
          <v:shape id="_x0000_i1201" type="#_x0000_t75" style="width:55.15pt;height:18.7pt" o:ole="" fillcolor="window">
            <v:imagedata r:id="rId326" o:title=""/>
          </v:shape>
          <o:OLEObject Type="Embed" ProgID="Equation.3" ShapeID="_x0000_i1201" DrawAspect="Content" ObjectID="_1654982037" r:id="rId327"/>
        </w:object>
      </w:r>
      <w:r>
        <w:t>– 1 = 0.01886743</w:t>
      </w:r>
      <w:r w:rsidR="00C41EB9">
        <w:t>2</w:t>
      </w:r>
    </w:p>
    <w:p w:rsidR="00C320A9" w:rsidRDefault="00E00B43" w:rsidP="00E237F0">
      <w:pPr>
        <w:pStyle w:val="ISM"/>
        <w:ind w:left="900"/>
      </w:pPr>
      <w:r>
        <w:rPr>
          <w:noProof/>
          <w:lang w:val="en-US"/>
        </w:rPr>
        <w:pict>
          <v:shape id="AutoShape 276" o:spid="_x0000_s1085" type="#_x0000_t61" style="position:absolute;left:0;text-align:left;margin-left:322.35pt;margin-top:.6pt;width:141pt;height:159.1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" adj="-4167,10420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226773.98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103.58</w:t>
                  </w:r>
                </w:p>
              </w:txbxContent>
            </v:textbox>
            <w10:wrap type="square"/>
          </v:shape>
        </w:pict>
      </w:r>
    </w:p>
    <w:p w:rsidR="00E237F0" w:rsidRDefault="00E237F0" w:rsidP="00E237F0">
      <w:pPr>
        <w:pStyle w:val="ISM"/>
      </w:pPr>
      <w:r>
        <w:tab/>
      </w:r>
      <w:r>
        <w:tab/>
        <w:t>Using formula (</w:t>
      </w:r>
      <w:r w:rsidR="006B686C">
        <w:t>11</w:t>
      </w:r>
      <w:r>
        <w:t xml:space="preserve">-2n) to obtain </w:t>
      </w:r>
      <w:r>
        <w:rPr>
          <w:rFonts w:ascii="Times New Roman" w:hAnsi="Times New Roman"/>
          <w:i/>
        </w:rPr>
        <w:t>n</w:t>
      </w:r>
      <w:r>
        <w:t xml:space="preserve">, we get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11" o:spid="_x0000_s1340" type="#_x0000_t88" style="position:absolute;margin-left:273.1pt;margin-top:3.9pt;width:12.9pt;height:101.0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 w:rsidRPr="00E80907">
        <w:rPr>
          <w:spacing w:val="-2"/>
          <w:position w:val="-28"/>
        </w:rPr>
        <w:object w:dxaOrig="2079" w:dyaOrig="960">
          <v:shape id="_x0000_i1202" type="#_x0000_t75" style="width:103.8pt;height:47.7pt" o:ole="" fillcolor="window">
            <v:imagedata r:id="rId161" o:title=""/>
          </v:shape>
          <o:OLEObject Type="Embed" ProgID="Equation.3" ShapeID="_x0000_i1202" DrawAspect="Content" ObjectID="_1654982038" r:id="rId328"/>
        </w:object>
      </w:r>
      <w:r w:rsidR="00E237F0">
        <w:t xml:space="preserve"> </w:t>
      </w:r>
    </w:p>
    <w:p w:rsidR="00E237F0" w:rsidRDefault="00E237F0" w:rsidP="00E237F0">
      <w:pPr>
        <w:pStyle w:val="ISM"/>
        <w:ind w:left="1620"/>
        <w:rPr>
          <w:spacing w:val="-2"/>
        </w:rPr>
      </w:pPr>
      <w:r>
        <w:t xml:space="preserve"> = </w:t>
      </w:r>
      <w:r w:rsidR="00680260" w:rsidRPr="00C41EB9">
        <w:rPr>
          <w:spacing w:val="-2"/>
          <w:position w:val="-32"/>
        </w:rPr>
        <w:object w:dxaOrig="3700" w:dyaOrig="1020">
          <v:shape id="_x0000_i1203" type="#_x0000_t75" style="width:184.2pt;height:51.45pt" o:ole="" fillcolor="window">
            <v:imagedata r:id="rId329" o:title=""/>
          </v:shape>
          <o:OLEObject Type="Embed" ProgID="Equation.3" ShapeID="_x0000_i1203" DrawAspect="Content" ObjectID="_1654982039" r:id="rId330"/>
        </w:object>
      </w:r>
    </w:p>
    <w:p w:rsidR="00E237F0" w:rsidRDefault="00E237F0" w:rsidP="00E237F0">
      <w:pPr>
        <w:pStyle w:val="ISM"/>
        <w:ind w:left="1620"/>
      </w:pPr>
      <w:r>
        <w:rPr>
          <w:spacing w:val="-2"/>
        </w:rPr>
        <w:t xml:space="preserve"> = 103.58</w:t>
      </w:r>
    </w:p>
    <w:p w:rsidR="00E237F0" w:rsidRDefault="00E237F0" w:rsidP="00E237F0">
      <w:pPr>
        <w:pStyle w:val="ISM"/>
      </w:pPr>
      <w:r>
        <w:tab/>
      </w:r>
      <w:r>
        <w:tab/>
        <w:t xml:space="preserve">There will be 104 payments lasting 104 quarters or </w:t>
      </w:r>
    </w:p>
    <w:p w:rsidR="00E237F0" w:rsidRDefault="00E237F0" w:rsidP="00D9732D">
      <w:pPr>
        <w:pStyle w:val="ISM"/>
      </w:pPr>
      <w:r>
        <w:tab/>
      </w:r>
      <w:r>
        <w:tab/>
      </w:r>
      <w:r>
        <w:rPr>
          <w:u w:val="double"/>
        </w:rPr>
        <w:t>26 years</w:t>
      </w:r>
      <w:r>
        <w:t xml:space="preserve"> after the purchase of the annuity.</w:t>
      </w:r>
    </w:p>
    <w:p w:rsidR="00E237F0" w:rsidRDefault="00E237F0" w:rsidP="00E237F0">
      <w:pPr>
        <w:pStyle w:val="ISM"/>
        <w:spacing w:after="60"/>
        <w:rPr>
          <w:b/>
          <w:sz w:val="24"/>
        </w:rPr>
      </w:pPr>
      <w:r>
        <w:rPr>
          <w:b/>
          <w:sz w:val="24"/>
        </w:rPr>
        <w:lastRenderedPageBreak/>
        <w:t>Point of Interest</w:t>
      </w:r>
      <w:r w:rsidR="007F2564">
        <w:rPr>
          <w:b/>
          <w:sz w:val="24"/>
        </w:rPr>
        <w:t xml:space="preserve"> (Section </w:t>
      </w:r>
      <w:r w:rsidR="00C62DFA">
        <w:rPr>
          <w:b/>
          <w:sz w:val="24"/>
        </w:rPr>
        <w:t>12</w:t>
      </w:r>
      <w:r w:rsidR="007F2564">
        <w:rPr>
          <w:b/>
          <w:sz w:val="24"/>
        </w:rPr>
        <w:t>.3)</w:t>
      </w:r>
    </w:p>
    <w:p w:rsidR="00E237F0" w:rsidRDefault="00E237F0" w:rsidP="00E237F0">
      <w:pPr>
        <w:pStyle w:val="ISM"/>
        <w:spacing w:after="60"/>
        <w:rPr>
          <w:b/>
          <w:i/>
        </w:rPr>
      </w:pPr>
      <w:r>
        <w:rPr>
          <w:b/>
          <w:i/>
        </w:rPr>
        <w:t>Should You Choose a Cash-Discount Incentive or Low-Interest-Rate Financing?</w:t>
      </w:r>
    </w:p>
    <w:p w:rsidR="00E237F0" w:rsidRDefault="00E237F0" w:rsidP="00E237F0">
      <w:pPr>
        <w:pStyle w:val="ISM"/>
      </w:pPr>
      <w:r>
        <w:tab/>
        <w:t>1.</w:t>
      </w:r>
      <w:r>
        <w:tab/>
        <w:t xml:space="preserve">With </w:t>
      </w:r>
      <w:r w:rsidRPr="000F2894">
        <w:rPr>
          <w:rFonts w:ascii="Times New Roman" w:hAnsi="Times New Roman"/>
          <w:i/>
        </w:rPr>
        <w:t>PV</w:t>
      </w:r>
      <w:r>
        <w:t xml:space="preserve"> = $</w:t>
      </w:r>
      <w:r w:rsidR="00C62DFA">
        <w:t>30</w:t>
      </w:r>
      <w:r w:rsidR="00253E74">
        <w:t>,000</w:t>
      </w:r>
      <w:r>
        <w:t xml:space="preserve">, </w:t>
      </w:r>
      <w:r w:rsidRPr="000F2894">
        <w:rPr>
          <w:rFonts w:ascii="Times New Roman" w:hAnsi="Times New Roman"/>
          <w:i/>
        </w:rPr>
        <w:t xml:space="preserve">n </w:t>
      </w:r>
      <w:r>
        <w:t xml:space="preserve">= </w:t>
      </w:r>
      <w:r w:rsidR="00C62DFA">
        <w:t>36</w:t>
      </w:r>
      <w:r>
        <w:t xml:space="preserve">, </w:t>
      </w:r>
      <w:r w:rsidRPr="000F2894">
        <w:rPr>
          <w:rFonts w:ascii="Times New Roman" w:hAnsi="Times New Roman"/>
          <w:i/>
        </w:rPr>
        <w:t>j</w:t>
      </w:r>
      <w:r>
        <w:t xml:space="preserve"> = </w:t>
      </w:r>
      <w:r w:rsidR="00C62DFA">
        <w:t>0</w:t>
      </w:r>
      <w:r w:rsidR="00A0502E">
        <w:t>.99</w:t>
      </w:r>
      <w:r>
        <w:t>% compounded monthly</w:t>
      </w:r>
      <w:r>
        <w:rPr>
          <w:sz w:val="24"/>
        </w:rPr>
        <w:t>,</w:t>
      </w:r>
      <w: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7B665E" w:rsidRPr="000F2894">
        <w:rPr>
          <w:position w:val="-12"/>
        </w:rPr>
        <w:object w:dxaOrig="1360" w:dyaOrig="340">
          <v:shape id="_x0000_i1204" type="#_x0000_t75" style="width:68.25pt;height:16.85pt" o:ole="" fillcolor="window">
            <v:imagedata r:id="rId331" o:title=""/>
          </v:shape>
          <o:OLEObject Type="Embed" ProgID="Equation.3" ShapeID="_x0000_i1204" DrawAspect="Content" ObjectID="_1654982040" r:id="rId332"/>
        </w:object>
      </w:r>
      <w:r>
        <w:t>%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>$</w:t>
      </w:r>
      <w:r w:rsidR="00C62DFA">
        <w:t>3</w:t>
      </w:r>
      <w:r w:rsidR="00253E74">
        <w:t>0,000</w:t>
      </w:r>
      <w:r>
        <w:t xml:space="preserve"> = </w:t>
      </w:r>
      <w:r w:rsidRPr="000F2894">
        <w:rPr>
          <w:rFonts w:ascii="Times New Roman" w:hAnsi="Times New Roman"/>
          <w:i/>
        </w:rPr>
        <w:t>PMT</w:t>
      </w:r>
      <w:r w:rsidR="007B665E" w:rsidRPr="00435B40">
        <w:rPr>
          <w:position w:val="-38"/>
        </w:rPr>
        <w:object w:dxaOrig="1840" w:dyaOrig="860">
          <v:shape id="_x0000_i1205" type="#_x0000_t75" style="width:93.5pt;height:43.95pt" o:ole="" fillcolor="window">
            <v:imagedata r:id="rId333" o:title=""/>
          </v:shape>
          <o:OLEObject Type="Embed" ProgID="Equation.3" ShapeID="_x0000_i1205" DrawAspect="Content" ObjectID="_1654982041" r:id="rId334"/>
        </w:object>
      </w:r>
    </w:p>
    <w:p w:rsidR="00E237F0" w:rsidRDefault="00E237F0" w:rsidP="00E237F0">
      <w:pPr>
        <w:pStyle w:val="ISM"/>
        <w:ind w:left="1800"/>
      </w:pPr>
      <w:r w:rsidRPr="000F2894">
        <w:rPr>
          <w:rFonts w:ascii="Times New Roman" w:hAnsi="Times New Roman"/>
          <w:i/>
        </w:rPr>
        <w:t>PMT</w:t>
      </w:r>
      <w:r>
        <w:t xml:space="preserve"> = </w:t>
      </w:r>
      <w:r w:rsidRPr="000F2894">
        <w:rPr>
          <w:u w:val="double"/>
        </w:rPr>
        <w:t>$</w:t>
      </w:r>
      <w:r w:rsidR="00C62DFA">
        <w:rPr>
          <w:u w:val="double"/>
        </w:rPr>
        <w:t>846.11</w:t>
      </w:r>
    </w:p>
    <w:p w:rsidR="00E237F0" w:rsidRDefault="00E237F0" w:rsidP="00E237F0">
      <w:pPr>
        <w:pStyle w:val="ISM"/>
        <w:spacing w:after="180"/>
      </w:pPr>
      <w:r>
        <w:tab/>
      </w:r>
      <w:r>
        <w:tab/>
        <w:t>The monthly payment will be $</w:t>
      </w:r>
      <w:r w:rsidR="00C62DFA">
        <w:t>846.11</w:t>
      </w:r>
      <w:r>
        <w:t>.</w:t>
      </w:r>
    </w:p>
    <w:p w:rsidR="00E237F0" w:rsidRDefault="00E237F0" w:rsidP="00E237F0">
      <w:pPr>
        <w:pStyle w:val="ISM"/>
        <w:spacing w:after="180"/>
        <w:ind w:left="547" w:hanging="547"/>
        <w:rPr>
          <w:spacing w:val="-2"/>
        </w:rPr>
      </w:pPr>
      <w:r>
        <w:rPr>
          <w:spacing w:val="-2"/>
        </w:rPr>
        <w:tab/>
        <w:t>3.</w:t>
      </w:r>
      <w:r>
        <w:rPr>
          <w:spacing w:val="-2"/>
        </w:rPr>
        <w:tab/>
        <w:t xml:space="preserve">If the bank charges less than </w:t>
      </w:r>
      <w:r w:rsidR="00C62DFA">
        <w:rPr>
          <w:spacing w:val="-2"/>
        </w:rPr>
        <w:t>5.55</w:t>
      </w:r>
      <w:r>
        <w:rPr>
          <w:spacing w:val="-2"/>
        </w:rPr>
        <w:t>% compounded monthly, the monthly payments will be less than $</w:t>
      </w:r>
      <w:r w:rsidR="00C62DFA">
        <w:rPr>
          <w:spacing w:val="-2"/>
        </w:rPr>
        <w:t>846.11</w:t>
      </w:r>
      <w:r>
        <w:rPr>
          <w:spacing w:val="-2"/>
        </w:rPr>
        <w:t xml:space="preserve">. </w:t>
      </w:r>
      <w:r>
        <w:rPr>
          <w:spacing w:val="-2"/>
          <w:u w:val="double"/>
        </w:rPr>
        <w:t xml:space="preserve">Choose the bank loan if the interest rate is less than </w:t>
      </w:r>
      <w:r w:rsidR="00C62DFA">
        <w:rPr>
          <w:spacing w:val="-2"/>
          <w:u w:val="double"/>
        </w:rPr>
        <w:t>5.55</w:t>
      </w:r>
      <w:r>
        <w:rPr>
          <w:spacing w:val="-2"/>
          <w:u w:val="double"/>
        </w:rPr>
        <w:t>% compounded monthly</w:t>
      </w:r>
      <w:r>
        <w:rPr>
          <w:spacing w:val="-2"/>
        </w:rPr>
        <w:t>.</w:t>
      </w: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7B665E">
        <w:rPr>
          <w:b/>
          <w:sz w:val="24"/>
        </w:rPr>
        <w:t>12</w:t>
      </w:r>
      <w:r>
        <w:rPr>
          <w:b/>
          <w:sz w:val="24"/>
        </w:rPr>
        <w:t>.3</w:t>
      </w:r>
    </w:p>
    <w:p w:rsidR="00E237F0" w:rsidRDefault="00E00B43" w:rsidP="00E237F0">
      <w:pPr>
        <w:pStyle w:val="ISM"/>
        <w:spacing w:after="180"/>
      </w:pPr>
      <w:r>
        <w:rPr>
          <w:noProof/>
          <w:lang w:val="en-US"/>
        </w:rPr>
        <w:pict>
          <v:shape id="AutoShape 279" o:spid="_x0000_s1087" type="#_x0000_t61" style="position:absolute;margin-left:352.3pt;margin-top:3.6pt;width:131.2pt;height:138.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" adj="-16488,5805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1941.01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4.800</w:t>
                  </w:r>
                </w:p>
              </w:txbxContent>
            </v:textbox>
            <w10:wrap type="square"/>
          </v:shape>
        </w:pict>
      </w:r>
      <w:r w:rsidR="00E237F0">
        <w:tab/>
        <w:t>1.</w:t>
      </w:r>
      <w:r w:rsidR="00E237F0">
        <w:tab/>
        <w:t xml:space="preserve">Given: </w:t>
      </w:r>
      <w:r w:rsidR="00E237F0">
        <w:rPr>
          <w:rFonts w:ascii="Times New Roman" w:hAnsi="Times New Roman"/>
          <w:i/>
        </w:rPr>
        <w:t>PV</w:t>
      </w:r>
      <w:r w:rsidR="00E237F0">
        <w:t xml:space="preserve"> = $50,000, </w:t>
      </w:r>
      <w:r w:rsidR="00E237F0">
        <w:rPr>
          <w:rFonts w:ascii="Times New Roman" w:hAnsi="Times New Roman"/>
          <w:i/>
        </w:rPr>
        <w:t>PMT</w:t>
      </w:r>
      <w:r w:rsidR="00E237F0">
        <w:t xml:space="preserve"> = $1941.01, </w:t>
      </w:r>
      <w:r w:rsidR="00E237F0">
        <w:rPr>
          <w:rFonts w:ascii="Times New Roman" w:hAnsi="Times New Roman"/>
          <w:i/>
        </w:rPr>
        <w:t>n</w:t>
      </w:r>
      <w:r w:rsidR="00E237F0">
        <w:t xml:space="preserve"> = 4(7.75) = 31</w:t>
      </w:r>
    </w:p>
    <w:p w:rsidR="00E237F0" w:rsidRDefault="00E237F0" w:rsidP="00E237F0">
      <w:pPr>
        <w:pStyle w:val="ISM"/>
      </w:pPr>
      <w:r>
        <w:tab/>
      </w:r>
      <w:r>
        <w:tab/>
        <w:t xml:space="preserve">Then 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</w:t>
      </w:r>
      <w:r>
        <w:rPr>
          <w:u w:val="double"/>
        </w:rPr>
        <w:t>4.80% compounded quarterly</w:t>
      </w:r>
    </w:p>
    <w:p w:rsidR="00E237F0" w:rsidRDefault="00E237F0" w:rsidP="00E237F0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proofErr w:type="gramStart"/>
      <w:r w:rsidRPr="00B6431F">
        <w:rPr>
          <w:rFonts w:cs="Arial"/>
        </w:rPr>
        <w:t>and</w:t>
      </w:r>
      <w:proofErr w:type="gram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22"/>
        </w:rPr>
        <w:object w:dxaOrig="279" w:dyaOrig="580">
          <v:shape id="_x0000_i1206" type="#_x0000_t75" style="width:14.05pt;height:29pt" o:ole="">
            <v:imagedata r:id="rId335" o:title=""/>
          </v:shape>
          <o:OLEObject Type="Embed" ProgID="Equation.3" ShapeID="_x0000_i1206" DrawAspect="Content" ObjectID="_1654982042" r:id="rId336"/>
        </w:object>
      </w:r>
      <w:r>
        <w:t xml:space="preserve"> = </w:t>
      </w:r>
      <w:r w:rsidRPr="00E80907">
        <w:rPr>
          <w:position w:val="-22"/>
        </w:rPr>
        <w:object w:dxaOrig="740" w:dyaOrig="580">
          <v:shape id="_x0000_i1207" type="#_x0000_t75" style="width:37.4pt;height:29pt" o:ole="">
            <v:imagedata r:id="rId337" o:title=""/>
          </v:shape>
          <o:OLEObject Type="Embed" ProgID="Equation.3" ShapeID="_x0000_i1207" DrawAspect="Content" ObjectID="_1654982043" r:id="rId338"/>
        </w:object>
      </w:r>
      <w:r>
        <w:t xml:space="preserve"> = 1.20% per quarter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80" o:spid="_x0000_s1088" type="#_x0000_t61" style="position:absolute;margin-left:184.95pt;margin-top:4.7pt;width:114pt;height:88.9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" adj="-5589,6718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4.8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4.887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15" o:spid="_x0000_s1325" type="#_x0000_t88" style="position:absolute;margin-left:137.65pt;margin-top:4.7pt;width:15.05pt;height:55.9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"/>
        </w:pict>
      </w:r>
      <w:r w:rsidR="00E237F0">
        <w:tab/>
      </w:r>
      <w:r w:rsidR="00E237F0">
        <w:tab/>
      </w:r>
      <w:r w:rsidR="00E237F0">
        <w:tab/>
      </w:r>
      <w:r w:rsidR="00E237F0" w:rsidRPr="00E80907">
        <w:rPr>
          <w:position w:val="-12"/>
        </w:rPr>
        <w:object w:dxaOrig="1420" w:dyaOrig="420">
          <v:shape id="_x0000_i1208" type="#_x0000_t75" style="width:70.15pt;height:20.55pt" o:ole="" fillcolor="window">
            <v:imagedata r:id="rId339" o:title=""/>
          </v:shape>
          <o:OLEObject Type="Embed" ProgID="Equation.2" ShapeID="_x0000_i1208" DrawAspect="Content" ObjectID="_1654982044" r:id="rId340"/>
        </w:object>
      </w:r>
      <w:r w:rsidR="00E237F0">
        <w:t xml:space="preserve"> </w:t>
      </w:r>
    </w:p>
    <w:p w:rsidR="00E237F0" w:rsidRDefault="00E237F0" w:rsidP="00E237F0">
      <w:pPr>
        <w:pStyle w:val="ISM"/>
        <w:ind w:left="1080"/>
      </w:pPr>
      <w:r>
        <w:t xml:space="preserve"> = </w:t>
      </w:r>
      <w:r w:rsidRPr="00E80907">
        <w:rPr>
          <w:position w:val="-10"/>
        </w:rPr>
        <w:object w:dxaOrig="1100" w:dyaOrig="380">
          <v:shape id="_x0000_i1209" type="#_x0000_t75" style="width:55.15pt;height:18.7pt" o:ole="" fillcolor="window">
            <v:imagedata r:id="rId341" o:title=""/>
          </v:shape>
          <o:OLEObject Type="Embed" ProgID="Equation.3" ShapeID="_x0000_i1209" DrawAspect="Content" ObjectID="_1654982045" r:id="rId342"/>
        </w:object>
      </w:r>
      <w:r>
        <w:t>– 1</w:t>
      </w:r>
    </w:p>
    <w:p w:rsidR="00E237F0" w:rsidRDefault="00E237F0" w:rsidP="00E237F0">
      <w:pPr>
        <w:pStyle w:val="ISM"/>
        <w:ind w:left="1080"/>
      </w:pPr>
      <w:r>
        <w:t xml:space="preserve"> = </w:t>
      </w:r>
      <w:r>
        <w:rPr>
          <w:u w:val="double"/>
        </w:rPr>
        <w:t>4.89%</w:t>
      </w:r>
    </w:p>
    <w:p w:rsidR="00E237F0" w:rsidRDefault="00E237F0" w:rsidP="00E237F0">
      <w:pPr>
        <w:pStyle w:val="ISM"/>
      </w:pPr>
    </w:p>
    <w:p w:rsidR="00E237F0" w:rsidRDefault="00E237F0" w:rsidP="00E237F0">
      <w:pPr>
        <w:pStyle w:val="ISMab"/>
      </w:pPr>
    </w:p>
    <w:p w:rsidR="00E237F0" w:rsidRDefault="00E237F0" w:rsidP="00E237F0">
      <w:pPr>
        <w:pStyle w:val="ISMab"/>
      </w:pPr>
    </w:p>
    <w:p w:rsidR="00E237F0" w:rsidRDefault="00E237F0" w:rsidP="00E237F0">
      <w:pPr>
        <w:pStyle w:val="ISMab"/>
      </w:pPr>
    </w:p>
    <w:p w:rsidR="00B81BEC" w:rsidRDefault="00B81BEC" w:rsidP="00E237F0">
      <w:pPr>
        <w:pStyle w:val="ISMab"/>
      </w:pP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81" o:spid="_x0000_s1091" type="#_x0000_t61" style="position:absolute;margin-left:374.15pt;margin-top:4.8pt;width:126.9pt;height:150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" adj="-9940,3360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3030.02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8.500</w:t>
                  </w:r>
                </w:p>
              </w:txbxContent>
            </v:textbox>
            <w10:wrap type="square"/>
          </v:shape>
        </w:pict>
      </w:r>
      <w:r w:rsidR="00E237F0">
        <w:tab/>
        <w:t>3.</w:t>
      </w:r>
      <w:r w:rsidR="00E237F0">
        <w:tab/>
        <w:t xml:space="preserve">Given: </w:t>
      </w:r>
      <w:r w:rsidR="00E237F0">
        <w:rPr>
          <w:rFonts w:ascii="Times New Roman" w:hAnsi="Times New Roman"/>
          <w:i/>
        </w:rPr>
        <w:t>FV</w:t>
      </w:r>
      <w:r w:rsidR="00E237F0">
        <w:t xml:space="preserve"> = $500,000, </w:t>
      </w:r>
      <w:r w:rsidR="00E237F0">
        <w:rPr>
          <w:rFonts w:ascii="Times New Roman" w:hAnsi="Times New Roman"/>
          <w:i/>
        </w:rPr>
        <w:t>PMT</w:t>
      </w:r>
      <w:r w:rsidR="00E237F0">
        <w:t xml:space="preserve"> = $3030.02, </w:t>
      </w:r>
      <w:r w:rsidR="00E237F0">
        <w:rPr>
          <w:rFonts w:ascii="Times New Roman" w:hAnsi="Times New Roman"/>
          <w:i/>
        </w:rPr>
        <w:t>n</w:t>
      </w:r>
      <w:r w:rsidR="00E237F0">
        <w:t xml:space="preserve"> = 2(25) = 50</w:t>
      </w:r>
    </w:p>
    <w:p w:rsidR="00E237F0" w:rsidRDefault="00E237F0" w:rsidP="00E237F0">
      <w:pPr>
        <w:pStyle w:val="ISM"/>
      </w:pPr>
      <w:r>
        <w:tab/>
      </w:r>
      <w:r>
        <w:tab/>
        <w:t xml:space="preserve">Then 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</w:t>
      </w:r>
      <w:r>
        <w:rPr>
          <w:u w:val="double"/>
        </w:rPr>
        <w:t>8.50% compounded semiannually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82" o:spid="_x0000_s1092" type="#_x0000_t61" style="position:absolute;margin-left:189.25pt;margin-top:25.95pt;width:105.35pt;height:90.3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" adj="-4111,9269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8.50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8.681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/>
          <w:i/>
          <w:noProof/>
          <w:lang w:val="en-US"/>
        </w:rPr>
        <w:pict>
          <v:shape id="AutoShape 283" o:spid="_x0000_s1318" type="#_x0000_t88" style="position:absolute;margin-left:148.4pt;margin-top:6.05pt;width:17.2pt;height:118.2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"/>
        </w:pict>
      </w:r>
      <w:r w:rsidR="00E237F0">
        <w:rPr>
          <w:rFonts w:ascii="Times New Roman" w:hAnsi="Times New Roman"/>
          <w:i/>
        </w:rPr>
        <w:tab/>
      </w:r>
      <w:r w:rsidR="00E237F0">
        <w:rPr>
          <w:rFonts w:ascii="Times New Roman" w:hAnsi="Times New Roman"/>
          <w:i/>
        </w:rPr>
        <w:tab/>
      </w:r>
      <w:r w:rsidR="00E237F0">
        <w:rPr>
          <w:rFonts w:ascii="Times New Roman" w:hAnsi="Times New Roman"/>
          <w:i/>
        </w:rPr>
        <w:tab/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22"/>
        </w:rPr>
        <w:object w:dxaOrig="279" w:dyaOrig="580">
          <v:shape id="_x0000_i1210" type="#_x0000_t75" style="width:14.05pt;height:29pt" o:ole="">
            <v:imagedata r:id="rId335" o:title=""/>
          </v:shape>
          <o:OLEObject Type="Embed" ProgID="Equation.3" ShapeID="_x0000_i1210" DrawAspect="Content" ObjectID="_1654982046" r:id="rId343"/>
        </w:object>
      </w:r>
      <w:r w:rsidR="00E237F0">
        <w:t xml:space="preserve"> </w:t>
      </w:r>
    </w:p>
    <w:p w:rsidR="00E237F0" w:rsidRDefault="00E237F0" w:rsidP="00E237F0">
      <w:pPr>
        <w:pStyle w:val="ISM"/>
        <w:ind w:left="810"/>
      </w:pPr>
      <w:r>
        <w:t xml:space="preserve"> = </w:t>
      </w:r>
      <w:r w:rsidRPr="00E80907">
        <w:rPr>
          <w:position w:val="-22"/>
        </w:rPr>
        <w:object w:dxaOrig="740" w:dyaOrig="580">
          <v:shape id="_x0000_i1211" type="#_x0000_t75" style="width:37.4pt;height:29pt" o:ole="">
            <v:imagedata r:id="rId344" o:title=""/>
          </v:shape>
          <o:OLEObject Type="Embed" ProgID="Equation.3" ShapeID="_x0000_i1211" DrawAspect="Content" ObjectID="_1654982047" r:id="rId345"/>
        </w:object>
      </w:r>
    </w:p>
    <w:p w:rsidR="00E237F0" w:rsidRDefault="00E237F0" w:rsidP="00E237F0">
      <w:pPr>
        <w:pStyle w:val="ISM"/>
        <w:ind w:left="810"/>
      </w:pPr>
      <w:r>
        <w:t xml:space="preserve"> = 4.25% per half year</w:t>
      </w:r>
    </w:p>
    <w:p w:rsidR="00E237F0" w:rsidRDefault="00E237F0" w:rsidP="00E237F0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  </w:t>
      </w:r>
      <w:r w:rsidRPr="00E80907">
        <w:rPr>
          <w:position w:val="-12"/>
        </w:rPr>
        <w:object w:dxaOrig="1420" w:dyaOrig="420">
          <v:shape id="_x0000_i1212" type="#_x0000_t75" style="width:70.15pt;height:20.55pt" o:ole="" fillcolor="window">
            <v:imagedata r:id="rId339" o:title=""/>
          </v:shape>
          <o:OLEObject Type="Embed" ProgID="Equation.2" ShapeID="_x0000_i1212" DrawAspect="Content" ObjectID="_1654982048" r:id="rId346"/>
        </w:object>
      </w:r>
      <w:r>
        <w:t xml:space="preserve"> </w:t>
      </w:r>
    </w:p>
    <w:p w:rsidR="00E237F0" w:rsidRDefault="00E237F0" w:rsidP="00E237F0">
      <w:pPr>
        <w:pStyle w:val="ISM"/>
        <w:ind w:left="1710" w:hanging="360"/>
      </w:pPr>
      <w:r>
        <w:t xml:space="preserve">= </w:t>
      </w:r>
      <w:r w:rsidRPr="00D66429">
        <w:rPr>
          <w:position w:val="-10"/>
        </w:rPr>
        <w:object w:dxaOrig="940" w:dyaOrig="360">
          <v:shape id="_x0000_i1213" type="#_x0000_t75" style="width:46.75pt;height:18.7pt" o:ole="" fillcolor="window">
            <v:imagedata r:id="rId347" o:title=""/>
          </v:shape>
          <o:OLEObject Type="Embed" ProgID="Equation.3" ShapeID="_x0000_i1213" DrawAspect="Content" ObjectID="_1654982049" r:id="rId348"/>
        </w:object>
      </w:r>
      <w:r>
        <w:t xml:space="preserve">– 1 </w:t>
      </w:r>
    </w:p>
    <w:p w:rsidR="00E237F0" w:rsidRDefault="00E237F0" w:rsidP="00E237F0">
      <w:pPr>
        <w:pStyle w:val="ISM"/>
        <w:spacing w:after="180"/>
        <w:ind w:left="1714" w:hanging="360"/>
      </w:pPr>
      <w:r>
        <w:t xml:space="preserve">= </w:t>
      </w:r>
      <w:r>
        <w:rPr>
          <w:u w:val="double"/>
        </w:rPr>
        <w:t>8.68%</w:t>
      </w:r>
    </w:p>
    <w:p w:rsidR="000306B6" w:rsidRDefault="000306B6">
      <w:r>
        <w:br w:type="page"/>
      </w:r>
    </w:p>
    <w:p w:rsidR="00E237F0" w:rsidRDefault="00E237F0" w:rsidP="00E237F0">
      <w:pPr>
        <w:pStyle w:val="ISM"/>
      </w:pPr>
      <w:r>
        <w:lastRenderedPageBreak/>
        <w:tab/>
        <w:t>5.</w:t>
      </w:r>
      <w:r>
        <w:tab/>
        <w:t xml:space="preserve">Given: </w:t>
      </w:r>
      <w:r>
        <w:rPr>
          <w:rFonts w:ascii="Times New Roman" w:hAnsi="Times New Roman"/>
          <w:i/>
        </w:rPr>
        <w:t>PMT</w:t>
      </w:r>
      <w:r>
        <w:t xml:space="preserve"> = $500 monthly, </w:t>
      </w:r>
      <w:r>
        <w:rPr>
          <w:rFonts w:ascii="Times New Roman" w:hAnsi="Times New Roman"/>
          <w:i/>
        </w:rPr>
        <w:t>n</w:t>
      </w:r>
      <w:r>
        <w:t xml:space="preserve"> = 12(25) = 300</w:t>
      </w:r>
    </w:p>
    <w:p w:rsidR="00E237F0" w:rsidRDefault="00E237F0" w:rsidP="00E237F0">
      <w:pPr>
        <w:pStyle w:val="ISM"/>
        <w:tabs>
          <w:tab w:val="left" w:pos="900"/>
          <w:tab w:val="left" w:pos="4050"/>
          <w:tab w:val="left" w:pos="4320"/>
          <w:tab w:val="left" w:pos="6840"/>
        </w:tabs>
      </w:pPr>
      <w:r>
        <w:tab/>
      </w:r>
      <w:r>
        <w:tab/>
      </w:r>
      <w:r w:rsidRPr="00753F32">
        <w:rPr>
          <w:i/>
        </w:rPr>
        <w:t>a.</w:t>
      </w:r>
      <w:r>
        <w:tab/>
        <w:t xml:space="preserve">For a </w:t>
      </w:r>
      <w:r w:rsidRPr="00753F32">
        <w:rPr>
          <w:rFonts w:ascii="Times New Roman" w:hAnsi="Times New Roman"/>
          <w:i/>
        </w:rPr>
        <w:t>FV</w:t>
      </w:r>
      <w:r>
        <w:t xml:space="preserve"> of $400,000,</w:t>
      </w:r>
      <w:r>
        <w:tab/>
      </w:r>
      <w:r>
        <w:rPr>
          <w:i/>
        </w:rPr>
        <w:t>b</w:t>
      </w:r>
      <w:r w:rsidRPr="00753F32">
        <w:rPr>
          <w:i/>
        </w:rPr>
        <w:t>.</w:t>
      </w:r>
      <w:r>
        <w:t xml:space="preserve">  For a </w:t>
      </w:r>
      <w:r w:rsidRPr="00753F32">
        <w:rPr>
          <w:rFonts w:ascii="Times New Roman" w:hAnsi="Times New Roman"/>
          <w:i/>
        </w:rPr>
        <w:t>FV</w:t>
      </w:r>
      <w:r>
        <w:t xml:space="preserve"> of $500,000,</w:t>
      </w:r>
      <w:r>
        <w:tab/>
        <w:t xml:space="preserve"> </w:t>
      </w:r>
      <w:r>
        <w:rPr>
          <w:i/>
        </w:rPr>
        <w:t>c</w:t>
      </w:r>
      <w:r w:rsidRPr="00753F32">
        <w:rPr>
          <w:i/>
        </w:rPr>
        <w:t>.</w:t>
      </w:r>
      <w:r>
        <w:rPr>
          <w:i/>
        </w:rPr>
        <w:t xml:space="preserve">  </w:t>
      </w:r>
      <w:r>
        <w:t xml:space="preserve">For a </w:t>
      </w:r>
      <w:r w:rsidRPr="00753F32">
        <w:rPr>
          <w:rFonts w:ascii="Times New Roman" w:hAnsi="Times New Roman"/>
          <w:i/>
        </w:rPr>
        <w:t>FV</w:t>
      </w:r>
      <w:r>
        <w:t xml:space="preserve"> of $600,000,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87" o:spid="_x0000_s1095" type="#_x0000_t61" style="position:absolute;margin-left:45.2pt;margin-top:2.65pt;width:131.2pt;height:139.7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" adj="1580,507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400000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6.921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18" o:spid="_x0000_s1096" type="#_x0000_t61" style="position:absolute;margin-left:348.35pt;margin-top:9.25pt;width:109.35pt;height:86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" adj="-40,5689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>
                    <w:rPr>
                      <w:i/>
                      <w:iCs/>
                    </w:rPr>
                    <w:t>, 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600000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9.406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17" o:spid="_x0000_s1097" type="#_x0000_t61" style="position:absolute;margin-left:204.3pt;margin-top:9.25pt;width:109.35pt;height:86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" adj="21926,209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>
                    <w:rPr>
                      <w:i/>
                      <w:iCs/>
                    </w:rPr>
                    <w:t>, 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8.308</w:t>
                  </w:r>
                </w:p>
              </w:txbxContent>
            </v:textbox>
            <w10:wrap type="square"/>
          </v:shape>
        </w:pict>
      </w: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1A501E" w:rsidRDefault="001A501E" w:rsidP="00E237F0">
      <w:pPr>
        <w:pStyle w:val="ISM"/>
        <w:spacing w:after="40"/>
      </w:pPr>
    </w:p>
    <w:p w:rsidR="001A501E" w:rsidRDefault="001A501E" w:rsidP="00E237F0">
      <w:pPr>
        <w:pStyle w:val="ISM"/>
        <w:spacing w:after="40"/>
      </w:pPr>
    </w:p>
    <w:p w:rsidR="001A501E" w:rsidRDefault="001A501E" w:rsidP="00E237F0">
      <w:pPr>
        <w:pStyle w:val="ISM"/>
        <w:spacing w:after="40"/>
      </w:pPr>
    </w:p>
    <w:p w:rsidR="00E237F0" w:rsidRDefault="00E237F0" w:rsidP="00E237F0">
      <w:pPr>
        <w:pStyle w:val="ISM"/>
        <w:spacing w:after="40"/>
      </w:pPr>
      <w:r>
        <w:t>The RRSP must earn (</w:t>
      </w:r>
      <w:r w:rsidRPr="00501B47">
        <w:rPr>
          <w:i/>
        </w:rPr>
        <w:t>a</w:t>
      </w:r>
      <w:r>
        <w:t xml:space="preserve">) </w:t>
      </w:r>
      <w:r w:rsidRPr="00501B47">
        <w:rPr>
          <w:u w:val="double"/>
        </w:rPr>
        <w:t>6.92% compounded monthly</w:t>
      </w:r>
      <w:r>
        <w:t>;</w:t>
      </w:r>
    </w:p>
    <w:p w:rsidR="00E237F0" w:rsidRDefault="001A501E" w:rsidP="00E237F0">
      <w:pPr>
        <w:pStyle w:val="ISM"/>
        <w:spacing w:after="40"/>
      </w:pPr>
      <w:r>
        <w:tab/>
      </w:r>
      <w:r>
        <w:tab/>
      </w:r>
      <w:r>
        <w:tab/>
      </w:r>
      <w:r>
        <w:tab/>
      </w:r>
      <w:r>
        <w:tab/>
      </w:r>
      <w:r w:rsidR="00E237F0">
        <w:t>(</w:t>
      </w:r>
      <w:r w:rsidR="00E237F0" w:rsidRPr="00501B47">
        <w:rPr>
          <w:i/>
        </w:rPr>
        <w:t>b</w:t>
      </w:r>
      <w:r w:rsidR="00E237F0">
        <w:t xml:space="preserve">) </w:t>
      </w:r>
      <w:r w:rsidR="00E237F0" w:rsidRPr="00501B47">
        <w:rPr>
          <w:u w:val="double"/>
        </w:rPr>
        <w:t>8.31% compounded monthly</w:t>
      </w:r>
      <w:r w:rsidR="00E237F0">
        <w:t>;</w:t>
      </w:r>
      <w:r w:rsidR="00E237F0">
        <w:rPr>
          <w:sz w:val="24"/>
        </w:rPr>
        <w:t xml:space="preserve"> </w:t>
      </w:r>
    </w:p>
    <w:p w:rsidR="00E237F0" w:rsidRDefault="001A501E" w:rsidP="00E237F0">
      <w:pPr>
        <w:pStyle w:val="ISM"/>
        <w:spacing w:after="40"/>
      </w:pPr>
      <w:r>
        <w:tab/>
      </w:r>
      <w:r>
        <w:tab/>
      </w:r>
      <w:r>
        <w:tab/>
      </w:r>
      <w:r>
        <w:tab/>
      </w:r>
      <w:r>
        <w:tab/>
      </w:r>
      <w:r w:rsidR="00E237F0">
        <w:t>(</w:t>
      </w:r>
      <w:r w:rsidR="00E237F0" w:rsidRPr="00501B47">
        <w:rPr>
          <w:i/>
        </w:rPr>
        <w:t>c</w:t>
      </w:r>
      <w:r w:rsidR="00E237F0" w:rsidRPr="00501B47">
        <w:t>)</w:t>
      </w:r>
      <w:r w:rsidR="00E237F0">
        <w:t xml:space="preserve"> </w:t>
      </w:r>
      <w:r w:rsidR="00E237F0" w:rsidRPr="00501B47">
        <w:rPr>
          <w:u w:val="double"/>
        </w:rPr>
        <w:t>9.41% compounded monthly</w:t>
      </w:r>
      <w:r w:rsidR="00E237F0">
        <w:t>.</w:t>
      </w:r>
      <w:r w:rsidR="00E237F0">
        <w:rPr>
          <w:sz w:val="24"/>
        </w:rPr>
        <w:t xml:space="preserve"> </w:t>
      </w:r>
    </w:p>
    <w:p w:rsidR="00997F6B" w:rsidRDefault="00997F6B" w:rsidP="00E237F0">
      <w:pPr>
        <w:pStyle w:val="ISM"/>
      </w:pPr>
    </w:p>
    <w:p w:rsidR="001A501E" w:rsidRDefault="001A501E" w:rsidP="00E237F0">
      <w:pPr>
        <w:pStyle w:val="ISM"/>
      </w:pPr>
    </w:p>
    <w:p w:rsidR="00E237F0" w:rsidRDefault="00E237F0" w:rsidP="00E237F0">
      <w:pPr>
        <w:pStyle w:val="ISM"/>
      </w:pPr>
      <w:r>
        <w:t>7.</w:t>
      </w:r>
      <w:r>
        <w:tab/>
      </w:r>
      <w:r w:rsidR="0014641C">
        <w:tab/>
      </w:r>
      <w:r>
        <w:t xml:space="preserve">The purchase price represents the present value </w:t>
      </w:r>
    </w:p>
    <w:p w:rsidR="00E237F0" w:rsidRDefault="0014641C" w:rsidP="00E237F0">
      <w:pPr>
        <w:pStyle w:val="ISM"/>
      </w:pPr>
      <w:r>
        <w:rPr>
          <w:noProof/>
          <w:lang w:val="en-US"/>
        </w:rPr>
        <w:pict>
          <v:shape id="AutoShape 288" o:spid="_x0000_s1101" type="#_x0000_t61" style="position:absolute;margin-left:381pt;margin-top:5.4pt;width:131.2pt;height:137.6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" adj="-14471,7229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830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7.896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proofErr w:type="gramStart"/>
      <w:r w:rsidR="00E237F0">
        <w:t>of</w:t>
      </w:r>
      <w:proofErr w:type="gramEnd"/>
      <w:r w:rsidR="00E237F0">
        <w:t xml:space="preserve"> the annuity. That is,</w:t>
      </w:r>
    </w:p>
    <w:p w:rsidR="00E237F0" w:rsidRDefault="00E237F0" w:rsidP="00E237F0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$100,000 for </w:t>
      </w:r>
      <w:r>
        <w:rPr>
          <w:rFonts w:ascii="Times New Roman" w:hAnsi="Times New Roman"/>
          <w:i/>
        </w:rPr>
        <w:t>PMT</w:t>
      </w:r>
      <w:r>
        <w:t xml:space="preserve"> = $830 and </w:t>
      </w:r>
      <w:r>
        <w:rPr>
          <w:rFonts w:ascii="Times New Roman" w:hAnsi="Times New Roman"/>
          <w:i/>
        </w:rPr>
        <w:t>n</w:t>
      </w:r>
      <w:r>
        <w:t xml:space="preserve"> = 12(20) = 240.</w:t>
      </w:r>
    </w:p>
    <w:p w:rsidR="00E237F0" w:rsidRDefault="00E237F0" w:rsidP="00E237F0">
      <w:pPr>
        <w:pStyle w:val="ISM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</w:t>
      </w:r>
      <w:r>
        <w:rPr>
          <w:u w:val="double"/>
        </w:rPr>
        <w:t>7.90% compounded monthly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89" o:spid="_x0000_s1102" type="#_x0000_t61" style="position:absolute;margin-left:193.55pt;margin-top:22.15pt;width:116.85pt;height:90.3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" adj="-4113,9688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7.896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8.188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0" o:spid="_x0000_s1308" type="#_x0000_t88" style="position:absolute;margin-left:154.85pt;margin-top:8.1pt;width:12.9pt;height:113.9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"/>
        </w:pict>
      </w:r>
      <w:r w:rsidR="00E237F0">
        <w:tab/>
      </w:r>
      <w:r w:rsidR="00E237F0">
        <w:tab/>
      </w:r>
      <w:r w:rsidR="00E237F0">
        <w:tab/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22"/>
        </w:rPr>
        <w:object w:dxaOrig="279" w:dyaOrig="580">
          <v:shape id="_x0000_i1214" type="#_x0000_t75" style="width:14.05pt;height:29pt" o:ole="">
            <v:imagedata r:id="rId335" o:title=""/>
          </v:shape>
          <o:OLEObject Type="Embed" ProgID="Equation.3" ShapeID="_x0000_i1214" DrawAspect="Content" ObjectID="_1654982050" r:id="rId349"/>
        </w:object>
      </w:r>
      <w:r w:rsidR="00E237F0">
        <w:t xml:space="preserve"> </w:t>
      </w:r>
    </w:p>
    <w:p w:rsidR="00E237F0" w:rsidRDefault="00E237F0" w:rsidP="00E237F0">
      <w:pPr>
        <w:pStyle w:val="ISM"/>
        <w:ind w:left="810"/>
      </w:pPr>
      <w:r>
        <w:t xml:space="preserve"> = </w:t>
      </w:r>
      <w:r w:rsidRPr="00E80907">
        <w:rPr>
          <w:position w:val="-22"/>
        </w:rPr>
        <w:object w:dxaOrig="859" w:dyaOrig="580">
          <v:shape id="_x0000_i1215" type="#_x0000_t75" style="width:43pt;height:29pt" o:ole="">
            <v:imagedata r:id="rId350" o:title=""/>
          </v:shape>
          <o:OLEObject Type="Embed" ProgID="Equation.3" ShapeID="_x0000_i1215" DrawAspect="Content" ObjectID="_1654982051" r:id="rId351"/>
        </w:object>
      </w:r>
    </w:p>
    <w:p w:rsidR="00E237F0" w:rsidRDefault="00E237F0" w:rsidP="00E237F0">
      <w:pPr>
        <w:pStyle w:val="ISM"/>
        <w:ind w:left="810"/>
      </w:pPr>
      <w:r>
        <w:t xml:space="preserve"> = 0.658% per month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Pr="00E80907">
        <w:rPr>
          <w:position w:val="-12"/>
        </w:rPr>
        <w:object w:dxaOrig="1420" w:dyaOrig="420">
          <v:shape id="_x0000_i1216" type="#_x0000_t75" style="width:70.15pt;height:20.55pt" o:ole="" fillcolor="window">
            <v:imagedata r:id="rId339" o:title=""/>
          </v:shape>
          <o:OLEObject Type="Embed" ProgID="Equation.2" ShapeID="_x0000_i1216" DrawAspect="Content" ObjectID="_1654982052" r:id="rId352"/>
        </w:object>
      </w:r>
      <w:r>
        <w:t xml:space="preserve"> </w:t>
      </w:r>
    </w:p>
    <w:p w:rsidR="00E237F0" w:rsidRDefault="00E237F0" w:rsidP="00E237F0">
      <w:pPr>
        <w:pStyle w:val="ISM"/>
        <w:ind w:left="900"/>
      </w:pPr>
      <w:r>
        <w:t xml:space="preserve"> = </w:t>
      </w:r>
      <w:r w:rsidR="00DA6A01" w:rsidRPr="00DA6A01">
        <w:rPr>
          <w:position w:val="-14"/>
        </w:rPr>
        <w:object w:dxaOrig="1160" w:dyaOrig="440">
          <v:shape id="_x0000_i1217" type="#_x0000_t75" style="width:57.05pt;height:22.45pt" o:ole="" fillcolor="window">
            <v:imagedata r:id="rId353" o:title=""/>
          </v:shape>
          <o:OLEObject Type="Embed" ProgID="Equation.3" ShapeID="_x0000_i1217" DrawAspect="Content" ObjectID="_1654982053" r:id="rId354"/>
        </w:object>
      </w:r>
      <w:r>
        <w:t>– 1</w:t>
      </w:r>
    </w:p>
    <w:p w:rsidR="00E237F0" w:rsidRDefault="00E237F0" w:rsidP="00E237F0">
      <w:pPr>
        <w:pStyle w:val="ISM"/>
        <w:spacing w:after="180"/>
        <w:ind w:left="900"/>
      </w:pPr>
      <w:r>
        <w:t xml:space="preserve"> = </w:t>
      </w:r>
      <w:r>
        <w:rPr>
          <w:u w:val="double"/>
        </w:rPr>
        <w:t>8.19%</w:t>
      </w:r>
    </w:p>
    <w:p w:rsidR="00997F6B" w:rsidRDefault="00997F6B" w:rsidP="00E237F0">
      <w:pPr>
        <w:pStyle w:val="ISM"/>
      </w:pP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91" o:spid="_x0000_s1103" type="#_x0000_t61" style="position:absolute;margin-left:350.5pt;margin-top:.95pt;width:129pt;height:142.0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" adj="-10900,8462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65727.82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8.501</w:t>
                  </w:r>
                </w:p>
              </w:txbxContent>
            </v:textbox>
            <w10:wrap type="square"/>
          </v:shape>
        </w:pict>
      </w:r>
      <w:r w:rsidR="00E237F0">
        <w:tab/>
        <w:t>9.</w:t>
      </w:r>
      <w:r w:rsidR="00E237F0">
        <w:tab/>
        <w:t xml:space="preserve">The accumulated amount represents the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>future value of the contributions.</w:t>
      </w:r>
    </w:p>
    <w:p w:rsidR="00E237F0" w:rsidRDefault="00E237F0" w:rsidP="00E237F0">
      <w:pPr>
        <w:pStyle w:val="ISM"/>
      </w:pP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FV</w:t>
      </w:r>
      <w:r>
        <w:t xml:space="preserve"> = $65,727.82 with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$2000 and </w:t>
      </w:r>
      <w:r>
        <w:rPr>
          <w:rFonts w:ascii="Times New Roman" w:hAnsi="Times New Roman"/>
          <w:i/>
        </w:rPr>
        <w:t>n</w:t>
      </w:r>
      <w:r>
        <w:t xml:space="preserve"> = 2(10.5) = 21.</w:t>
      </w:r>
    </w:p>
    <w:p w:rsidR="00E237F0" w:rsidRDefault="00E237F0" w:rsidP="00E237F0">
      <w:pPr>
        <w:pStyle w:val="ISM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</w:t>
      </w:r>
      <w:r>
        <w:rPr>
          <w:u w:val="double"/>
        </w:rPr>
        <w:t>8.50% compounded semiannually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92" o:spid="_x0000_s1104" type="#_x0000_t61" style="position:absolute;margin-left:187.1pt;margin-top:7.8pt;width:108.25pt;height:90.3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" adj="-4659,9879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8.501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8.682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3" o:spid="_x0000_s1299" type="#_x0000_t88" style="position:absolute;margin-left:146.25pt;margin-top:5.45pt;width:12.9pt;height:90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"/>
        </w:pict>
      </w:r>
      <w:r w:rsidR="00E237F0">
        <w:tab/>
      </w:r>
      <w:r w:rsidR="00E237F0">
        <w:tab/>
      </w:r>
      <w:r w:rsidR="00E237F0">
        <w:tab/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22"/>
        </w:rPr>
        <w:object w:dxaOrig="279" w:dyaOrig="580">
          <v:shape id="_x0000_i1218" type="#_x0000_t75" style="width:14.05pt;height:29pt" o:ole="">
            <v:imagedata r:id="rId335" o:title=""/>
          </v:shape>
          <o:OLEObject Type="Embed" ProgID="Equation.3" ShapeID="_x0000_i1218" DrawAspect="Content" ObjectID="_1654982054" r:id="rId355"/>
        </w:object>
      </w:r>
      <w:r w:rsidR="00E237F0">
        <w:t xml:space="preserve"> = </w:t>
      </w:r>
      <w:r w:rsidR="00E237F0" w:rsidRPr="00E80907">
        <w:rPr>
          <w:position w:val="-22"/>
        </w:rPr>
        <w:object w:dxaOrig="740" w:dyaOrig="580">
          <v:shape id="_x0000_i1219" type="#_x0000_t75" style="width:37.4pt;height:29pt" o:ole="">
            <v:imagedata r:id="rId344" o:title=""/>
          </v:shape>
          <o:OLEObject Type="Embed" ProgID="Equation.3" ShapeID="_x0000_i1219" DrawAspect="Content" ObjectID="_1654982055" r:id="rId356"/>
        </w:object>
      </w:r>
      <w:r w:rsidR="00E237F0">
        <w:t xml:space="preserve"> </w:t>
      </w:r>
    </w:p>
    <w:p w:rsidR="00E237F0" w:rsidRDefault="00E237F0" w:rsidP="00E237F0">
      <w:pPr>
        <w:pStyle w:val="ISM"/>
        <w:ind w:left="1260"/>
      </w:pPr>
      <w:r>
        <w:t xml:space="preserve">  = 4.25% </w:t>
      </w:r>
    </w:p>
    <w:p w:rsidR="00E237F0" w:rsidRDefault="00E237F0" w:rsidP="00E237F0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  </w:t>
      </w:r>
      <w:r w:rsidRPr="00E80907">
        <w:rPr>
          <w:position w:val="-12"/>
        </w:rPr>
        <w:object w:dxaOrig="1420" w:dyaOrig="420">
          <v:shape id="_x0000_i1220" type="#_x0000_t75" style="width:70.15pt;height:20.55pt" o:ole="" fillcolor="window">
            <v:imagedata r:id="rId339" o:title=""/>
          </v:shape>
          <o:OLEObject Type="Embed" ProgID="Equation.2" ShapeID="_x0000_i1220" DrawAspect="Content" ObjectID="_1654982056" r:id="rId357"/>
        </w:object>
      </w:r>
      <w:r>
        <w:t xml:space="preserve"> </w:t>
      </w:r>
    </w:p>
    <w:p w:rsidR="00E237F0" w:rsidRDefault="00E237F0" w:rsidP="00E237F0">
      <w:pPr>
        <w:pStyle w:val="ISM"/>
        <w:ind w:left="1350"/>
      </w:pPr>
      <w:r>
        <w:t xml:space="preserve">= </w:t>
      </w:r>
      <w:r w:rsidRPr="00BA1DDE">
        <w:rPr>
          <w:position w:val="-10"/>
        </w:rPr>
        <w:object w:dxaOrig="940" w:dyaOrig="360">
          <v:shape id="_x0000_i1221" type="#_x0000_t75" style="width:46.75pt;height:18.7pt" o:ole="" fillcolor="window">
            <v:imagedata r:id="rId358" o:title=""/>
          </v:shape>
          <o:OLEObject Type="Embed" ProgID="Equation.3" ShapeID="_x0000_i1221" DrawAspect="Content" ObjectID="_1654982057" r:id="rId359"/>
        </w:object>
      </w:r>
      <w:r>
        <w:t xml:space="preserve">– 1 </w:t>
      </w:r>
    </w:p>
    <w:p w:rsidR="00E237F0" w:rsidRDefault="00E237F0" w:rsidP="00E237F0">
      <w:pPr>
        <w:pStyle w:val="ISM"/>
        <w:ind w:left="1350"/>
        <w:rPr>
          <w:u w:val="double"/>
        </w:rPr>
      </w:pPr>
      <w:r>
        <w:t xml:space="preserve">= </w:t>
      </w:r>
      <w:r>
        <w:rPr>
          <w:u w:val="double"/>
        </w:rPr>
        <w:t>8.68%</w:t>
      </w:r>
    </w:p>
    <w:p w:rsidR="00E237F0" w:rsidRDefault="00E237F0" w:rsidP="00E237F0">
      <w:pPr>
        <w:pStyle w:val="ISM"/>
        <w:spacing w:after="120"/>
        <w:ind w:left="1354"/>
      </w:pPr>
    </w:p>
    <w:p w:rsidR="00136BD3" w:rsidRDefault="00136BD3">
      <w:pPr>
        <w:rPr>
          <w:b/>
          <w:i/>
          <w:sz w:val="24"/>
        </w:rPr>
      </w:pPr>
      <w:r>
        <w:rPr>
          <w:b/>
          <w:i/>
          <w:sz w:val="24"/>
        </w:rPr>
        <w:br w:type="page"/>
      </w:r>
    </w:p>
    <w:p w:rsidR="00E237F0" w:rsidRDefault="00E00B43" w:rsidP="00E237F0">
      <w:pPr>
        <w:pStyle w:val="ISM"/>
      </w:pPr>
      <w:r>
        <w:rPr>
          <w:noProof/>
          <w:lang w:val="en-US"/>
        </w:rPr>
        <w:lastRenderedPageBreak/>
        <w:pict>
          <v:shape id="AutoShape 294" o:spid="_x0000_s1105" type="#_x0000_t61" style="position:absolute;margin-left:331.15pt;margin-top:1.6pt;width:156.2pt;height:137.6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" adj="-11975,9961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>10,000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>1,000,000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10.11</w:t>
                  </w:r>
                </w:p>
              </w:txbxContent>
            </v:textbox>
            <w10:wrap type="square"/>
          </v:shape>
        </w:pict>
      </w:r>
      <w:r w:rsidR="00E237F0">
        <w:tab/>
        <w:t>11.</w:t>
      </w:r>
      <w:r w:rsidR="00E237F0">
        <w:tab/>
        <w:t xml:space="preserve">The </w:t>
      </w:r>
      <w:r w:rsidR="001E3721">
        <w:t xml:space="preserve">projected future value of the plan equals the future value of the </w:t>
      </w:r>
      <w:r w:rsidR="002F73E5">
        <w:t>contributions</w:t>
      </w:r>
      <w:r w:rsidR="00E237F0">
        <w:t>. That is,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="001E3721">
        <w:rPr>
          <w:rFonts w:ascii="Times New Roman" w:hAnsi="Times New Roman"/>
          <w:i/>
        </w:rPr>
        <w:t>FV</w:t>
      </w:r>
      <w:r w:rsidR="001E3721">
        <w:t xml:space="preserve"> </w:t>
      </w:r>
      <w:r>
        <w:t>= $</w:t>
      </w:r>
      <w:r w:rsidR="001E3721">
        <w:t>1,000,</w:t>
      </w:r>
      <w:r>
        <w:t xml:space="preserve">000, </w:t>
      </w:r>
      <w:r>
        <w:rPr>
          <w:rFonts w:ascii="Times New Roman" w:hAnsi="Times New Roman"/>
          <w:i/>
        </w:rPr>
        <w:t>PMT</w:t>
      </w:r>
      <w:r>
        <w:t xml:space="preserve"> = $</w:t>
      </w:r>
      <w:r w:rsidR="00FD6123">
        <w:t>10,000</w:t>
      </w:r>
      <w:r w:rsidR="001E3721">
        <w:t>.00</w:t>
      </w:r>
      <w:r>
        <w:t xml:space="preserve">, and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1E3721">
        <w:t>1</w:t>
      </w:r>
      <w:r>
        <w:t>(</w:t>
      </w:r>
      <w:r w:rsidR="00FD6123">
        <w:t>25</w:t>
      </w:r>
      <w:r>
        <w:t xml:space="preserve">) = </w:t>
      </w:r>
      <w:r w:rsidR="00FD6123">
        <w:t>25</w:t>
      </w:r>
      <w:r>
        <w:t>.</w:t>
      </w:r>
    </w:p>
    <w:p w:rsidR="00E237F0" w:rsidRDefault="00E237F0" w:rsidP="00E237F0">
      <w:pPr>
        <w:pStyle w:val="ISM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</w:t>
      </w:r>
      <w:r w:rsidR="000D1098" w:rsidRPr="00580300">
        <w:rPr>
          <w:i/>
        </w:rPr>
        <w:t>f</w:t>
      </w:r>
      <w:r w:rsidR="001E3721">
        <w:t xml:space="preserve"> = </w:t>
      </w:r>
      <w:r w:rsidR="001E3721">
        <w:rPr>
          <w:u w:val="double"/>
        </w:rPr>
        <w:t>10.</w:t>
      </w:r>
      <w:r w:rsidR="002F73E5">
        <w:rPr>
          <w:u w:val="double"/>
        </w:rPr>
        <w:t>11</w:t>
      </w:r>
      <w:r>
        <w:rPr>
          <w:u w:val="double"/>
        </w:rPr>
        <w:t xml:space="preserve">% compounded </w:t>
      </w:r>
      <w:r w:rsidR="001E3721">
        <w:rPr>
          <w:u w:val="double"/>
        </w:rPr>
        <w:t>annually.</w:t>
      </w:r>
    </w:p>
    <w:p w:rsidR="00FD3E8F" w:rsidRDefault="00E237F0" w:rsidP="00E00CE6">
      <w:pPr>
        <w:pStyle w:val="ISM"/>
      </w:pPr>
      <w:r>
        <w:tab/>
      </w:r>
      <w:r>
        <w:tab/>
      </w:r>
      <w:r>
        <w:tab/>
      </w:r>
    </w:p>
    <w:p w:rsidR="001E3721" w:rsidRDefault="001E3721" w:rsidP="00E237F0">
      <w:pPr>
        <w:pStyle w:val="ISM"/>
      </w:pPr>
    </w:p>
    <w:p w:rsidR="00B53507" w:rsidRDefault="00B53507" w:rsidP="00E237F0">
      <w:pPr>
        <w:pStyle w:val="ISM"/>
      </w:pPr>
    </w:p>
    <w:p w:rsidR="00B53507" w:rsidRDefault="00B53507" w:rsidP="00E237F0">
      <w:pPr>
        <w:pStyle w:val="ISM"/>
      </w:pPr>
    </w:p>
    <w:p w:rsidR="00B53507" w:rsidRDefault="00B53507" w:rsidP="00E237F0">
      <w:pPr>
        <w:pStyle w:val="ISM"/>
      </w:pPr>
    </w:p>
    <w:p w:rsidR="00B53507" w:rsidRDefault="00B53507" w:rsidP="00E237F0">
      <w:pPr>
        <w:pStyle w:val="ISM"/>
      </w:pP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97" o:spid="_x0000_s1106" type="#_x0000_t61" style="position:absolute;margin-left:337.6pt;margin-top:3.65pt;width:129.05pt;height:138.2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" adj="-12160,8226" fillcolor="#cff">
            <v:fill opacity="30069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150000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1200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7.4084</w:t>
                  </w:r>
                </w:p>
              </w:txbxContent>
            </v:textbox>
            <w10:wrap type="square"/>
          </v:shape>
        </w:pict>
      </w:r>
      <w:r w:rsidR="00E237F0">
        <w:tab/>
        <w:t>13.</w:t>
      </w:r>
      <w:r w:rsidR="00E237F0">
        <w:tab/>
        <w:t xml:space="preserve">The initial purchase price equals the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>present value of the annuity payments.</w:t>
      </w:r>
    </w:p>
    <w:p w:rsidR="00E237F0" w:rsidRDefault="00E237F0" w:rsidP="00E237F0">
      <w:pPr>
        <w:pStyle w:val="ISM"/>
      </w:pP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PV</w:t>
      </w:r>
      <w:r>
        <w:t xml:space="preserve"> = $150,000 with </w:t>
      </w:r>
      <w:r>
        <w:rPr>
          <w:rFonts w:ascii="Times New Roman" w:hAnsi="Times New Roman"/>
          <w:i/>
        </w:rPr>
        <w:t>PMT</w:t>
      </w:r>
      <w:r>
        <w:t xml:space="preserve"> = $1200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 xml:space="preserve"> and </w:t>
      </w:r>
      <w:r>
        <w:rPr>
          <w:rFonts w:ascii="Times New Roman" w:hAnsi="Times New Roman"/>
          <w:i/>
        </w:rPr>
        <w:t>n</w:t>
      </w:r>
      <w:r>
        <w:t xml:space="preserve"> = 12(20) = 240.</w:t>
      </w:r>
    </w:p>
    <w:p w:rsidR="00E237F0" w:rsidRDefault="00E237F0" w:rsidP="00E237F0">
      <w:pPr>
        <w:pStyle w:val="ISM"/>
      </w:pPr>
      <w:r>
        <w:tab/>
      </w:r>
      <w:r>
        <w:tab/>
        <w:t xml:space="preserve">Then </w:t>
      </w:r>
      <w:r>
        <w:tab/>
      </w:r>
      <w:r>
        <w:rPr>
          <w:rFonts w:ascii="Times New Roman" w:hAnsi="Times New Roman"/>
          <w:i/>
        </w:rPr>
        <w:t>j</w:t>
      </w:r>
      <w:r>
        <w:t xml:space="preserve"> = 7.4084% compounded monthly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299" o:spid="_x0000_s1286" type="#_x0000_t88" style="position:absolute;margin-left:165.6pt;margin-top:4.75pt;width:10.75pt;height:101.0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"/>
        </w:pict>
      </w:r>
      <w:r>
        <w:rPr>
          <w:noProof/>
          <w:lang w:val="en-US"/>
        </w:rPr>
        <w:pict>
          <v:shape id="AutoShape 298" o:spid="_x0000_s1107" type="#_x0000_t61" style="position:absolute;margin-left:191.4pt;margin-top:3.55pt;width:115.95pt;height:91.2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" adj="-2310,11847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7.4084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7.6652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tab/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12"/>
        </w:rPr>
        <w:object w:dxaOrig="300" w:dyaOrig="380">
          <v:shape id="_x0000_i1222" type="#_x0000_t75" style="width:14.95pt;height:18.7pt" o:ole="">
            <v:imagedata r:id="rId360" o:title=""/>
          </v:shape>
          <o:OLEObject Type="Embed" ProgID="Equation.3" ShapeID="_x0000_i1222" DrawAspect="Content" ObjectID="_1654982058" r:id="rId361"/>
        </w:object>
      </w:r>
      <w:r w:rsidR="00E237F0">
        <w:t xml:space="preserve"> = </w:t>
      </w:r>
      <w:r w:rsidR="00E237F0" w:rsidRPr="004D7027">
        <w:rPr>
          <w:position w:val="-22"/>
        </w:rPr>
        <w:object w:dxaOrig="960" w:dyaOrig="580">
          <v:shape id="_x0000_i1223" type="#_x0000_t75" style="width:47.7pt;height:29pt" o:ole="">
            <v:imagedata r:id="rId362" o:title=""/>
          </v:shape>
          <o:OLEObject Type="Embed" ProgID="Equation.3" ShapeID="_x0000_i1223" DrawAspect="Content" ObjectID="_1654982059" r:id="rId363"/>
        </w:object>
      </w:r>
      <w:r w:rsidR="00E237F0">
        <w:t xml:space="preserve"> </w:t>
      </w:r>
    </w:p>
    <w:p w:rsidR="00E237F0" w:rsidRDefault="00E237F0" w:rsidP="00E237F0">
      <w:pPr>
        <w:pStyle w:val="ISM"/>
        <w:ind w:left="1440"/>
      </w:pPr>
      <w:r>
        <w:t>= 0.61737% per month</w:t>
      </w:r>
    </w:p>
    <w:p w:rsidR="00E237F0" w:rsidRDefault="00E237F0" w:rsidP="00E237F0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  </w:t>
      </w:r>
      <w:r w:rsidRPr="00E80907">
        <w:rPr>
          <w:position w:val="-12"/>
        </w:rPr>
        <w:object w:dxaOrig="1420" w:dyaOrig="420">
          <v:shape id="_x0000_i1224" type="#_x0000_t75" style="width:70.15pt;height:20.55pt" o:ole="" fillcolor="window">
            <v:imagedata r:id="rId339" o:title=""/>
          </v:shape>
          <o:OLEObject Type="Embed" ProgID="Equation.2" ShapeID="_x0000_i1224" DrawAspect="Content" ObjectID="_1654982060" r:id="rId364"/>
        </w:object>
      </w:r>
      <w:r>
        <w:t xml:space="preserve"> </w:t>
      </w:r>
    </w:p>
    <w:p w:rsidR="00E237F0" w:rsidRDefault="00E237F0" w:rsidP="00E237F0">
      <w:pPr>
        <w:pStyle w:val="ISM"/>
        <w:ind w:left="1350"/>
      </w:pPr>
      <w:r>
        <w:t xml:space="preserve">= </w:t>
      </w:r>
      <w:r w:rsidR="0014641C" w:rsidRPr="0014641C">
        <w:rPr>
          <w:position w:val="-14"/>
        </w:rPr>
        <w:object w:dxaOrig="1400" w:dyaOrig="420">
          <v:shape id="_x0000_i1308" type="#_x0000_t75" style="width:69.2pt;height:22.45pt" o:ole="" fillcolor="window">
            <v:imagedata r:id="rId365" o:title=""/>
          </v:shape>
          <o:OLEObject Type="Embed" ProgID="Equation.DSMT4" ShapeID="_x0000_i1308" DrawAspect="Content" ObjectID="_1654982061" r:id="rId366"/>
        </w:object>
      </w:r>
      <w:r>
        <w:t xml:space="preserve"> – 1 </w:t>
      </w:r>
    </w:p>
    <w:p w:rsidR="00E237F0" w:rsidRDefault="00E237F0" w:rsidP="00E237F0">
      <w:pPr>
        <w:pStyle w:val="ISM"/>
        <w:spacing w:after="180"/>
        <w:ind w:left="1350"/>
      </w:pPr>
      <w:r>
        <w:t xml:space="preserve">= </w:t>
      </w:r>
      <w:r>
        <w:rPr>
          <w:u w:val="double"/>
        </w:rPr>
        <w:t>7.67%</w:t>
      </w:r>
    </w:p>
    <w:p w:rsidR="00B53507" w:rsidRDefault="00B53507" w:rsidP="00E237F0">
      <w:pPr>
        <w:pStyle w:val="ISM"/>
      </w:pPr>
    </w:p>
    <w:p w:rsidR="00B53507" w:rsidRDefault="00B53507" w:rsidP="00E237F0">
      <w:pPr>
        <w:pStyle w:val="ISM"/>
      </w:pP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00" o:spid="_x0000_s1108" type="#_x0000_t61" style="position:absolute;margin-left:333.3pt;margin-top:.2pt;width:129.05pt;height:137.6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" adj="-20194,7135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260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26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35.074</w:t>
                  </w:r>
                </w:p>
              </w:txbxContent>
            </v:textbox>
            <w10:wrap type="square"/>
          </v:shape>
        </w:pict>
      </w:r>
      <w:r w:rsidR="00E237F0">
        <w:tab/>
        <w:t>15.</w:t>
      </w:r>
      <w:r w:rsidR="00E237F0">
        <w:tab/>
        <w:t>The interest rate being charged is the discount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 xml:space="preserve">rate that makes </w:t>
      </w:r>
      <w:r>
        <w:rPr>
          <w:rFonts w:ascii="Times New Roman" w:hAnsi="Times New Roman"/>
          <w:i/>
        </w:rPr>
        <w:t>PV</w:t>
      </w:r>
      <w:r>
        <w:t xml:space="preserve"> = $260 for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12 payments of </w:t>
      </w:r>
      <w:r>
        <w:rPr>
          <w:rFonts w:ascii="Times New Roman" w:hAnsi="Times New Roman"/>
          <w:i/>
        </w:rPr>
        <w:t>PMT</w:t>
      </w:r>
      <w:r>
        <w:t xml:space="preserve"> = $26. This rate is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j</w:t>
      </w:r>
      <w:r>
        <w:t xml:space="preserve"> = 35.074% compounded monthly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01" o:spid="_x0000_s1109" type="#_x0000_t61" style="position:absolute;margin-left:193.55pt;margin-top:9.2pt;width:116.85pt;height:90.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" adj="-4335,12905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35.074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41.300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2" o:spid="_x0000_s1277" type="#_x0000_t88" style="position:absolute;margin-left:157pt;margin-top:7.05pt;width:10.75pt;height:113.9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"/>
        </w:pict>
      </w:r>
      <w:r w:rsidR="00E237F0">
        <w:tab/>
      </w:r>
      <w:r w:rsidR="00E237F0">
        <w:tab/>
      </w:r>
      <w:r w:rsidR="00E237F0">
        <w:tab/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22"/>
        </w:rPr>
        <w:object w:dxaOrig="279" w:dyaOrig="580">
          <v:shape id="_x0000_i1225" type="#_x0000_t75" style="width:14.05pt;height:29pt" o:ole="">
            <v:imagedata r:id="rId335" o:title=""/>
          </v:shape>
          <o:OLEObject Type="Embed" ProgID="Equation.3" ShapeID="_x0000_i1225" DrawAspect="Content" ObjectID="_1654982062" r:id="rId367"/>
        </w:object>
      </w:r>
      <w:r w:rsidR="00E237F0">
        <w:t xml:space="preserve"> </w:t>
      </w:r>
    </w:p>
    <w:p w:rsidR="00E237F0" w:rsidRDefault="00E237F0" w:rsidP="00E237F0">
      <w:pPr>
        <w:pStyle w:val="ISM"/>
        <w:ind w:left="810"/>
      </w:pPr>
      <w:r>
        <w:t xml:space="preserve"> = </w:t>
      </w:r>
      <w:r w:rsidRPr="00024028">
        <w:rPr>
          <w:position w:val="-22"/>
        </w:rPr>
        <w:object w:dxaOrig="960" w:dyaOrig="580">
          <v:shape id="_x0000_i1226" type="#_x0000_t75" style="width:47.7pt;height:29pt" o:ole="">
            <v:imagedata r:id="rId368" o:title=""/>
          </v:shape>
          <o:OLEObject Type="Embed" ProgID="Equation.3" ShapeID="_x0000_i1226" DrawAspect="Content" ObjectID="_1654982063" r:id="rId369"/>
        </w:object>
      </w:r>
    </w:p>
    <w:p w:rsidR="00E237F0" w:rsidRDefault="00E237F0" w:rsidP="00E237F0">
      <w:pPr>
        <w:pStyle w:val="ISM"/>
        <w:ind w:left="810"/>
      </w:pPr>
      <w:r>
        <w:t xml:space="preserve"> = 2.922</w:t>
      </w:r>
      <w:r w:rsidR="009F16F5">
        <w:t>8</w:t>
      </w:r>
      <w:r>
        <w:t xml:space="preserve">% per month </w:t>
      </w:r>
    </w:p>
    <w:p w:rsidR="00E237F0" w:rsidRDefault="00E237F0" w:rsidP="00E237F0">
      <w:pPr>
        <w:pStyle w:val="ISM"/>
      </w:pPr>
      <w:r>
        <w:tab/>
      </w:r>
      <w:r>
        <w:tab/>
      </w:r>
      <w:proofErr w:type="gramStart"/>
      <w:r>
        <w:t>and</w:t>
      </w:r>
      <w:proofErr w:type="gramEnd"/>
      <w:r>
        <w:t xml:space="preserve">   </w:t>
      </w:r>
      <w:r w:rsidRPr="00E80907">
        <w:rPr>
          <w:position w:val="-12"/>
        </w:rPr>
        <w:object w:dxaOrig="1420" w:dyaOrig="420">
          <v:shape id="_x0000_i1227" type="#_x0000_t75" style="width:70.15pt;height:20.55pt" o:ole="" fillcolor="window">
            <v:imagedata r:id="rId339" o:title=""/>
          </v:shape>
          <o:OLEObject Type="Embed" ProgID="Equation.2" ShapeID="_x0000_i1227" DrawAspect="Content" ObjectID="_1654982064" r:id="rId370"/>
        </w:object>
      </w:r>
      <w:r>
        <w:t xml:space="preserve"> </w:t>
      </w:r>
    </w:p>
    <w:p w:rsidR="00E237F0" w:rsidRDefault="00E237F0" w:rsidP="00E237F0">
      <w:pPr>
        <w:pStyle w:val="ISM"/>
        <w:ind w:left="1260"/>
      </w:pPr>
      <w:r>
        <w:t xml:space="preserve"> = </w:t>
      </w:r>
      <w:r w:rsidR="009F16F5" w:rsidRPr="009F16F5">
        <w:rPr>
          <w:position w:val="-14"/>
        </w:rPr>
        <w:object w:dxaOrig="1280" w:dyaOrig="440">
          <v:shape id="_x0000_i1228" type="#_x0000_t75" style="width:65.45pt;height:22.45pt" o:ole="" fillcolor="window">
            <v:imagedata r:id="rId371" o:title=""/>
          </v:shape>
          <o:OLEObject Type="Embed" ProgID="Equation.3" ShapeID="_x0000_i1228" DrawAspect="Content" ObjectID="_1654982065" r:id="rId372"/>
        </w:object>
      </w:r>
      <w:r>
        <w:t>– 1</w:t>
      </w:r>
    </w:p>
    <w:p w:rsidR="00E237F0" w:rsidRDefault="00E237F0" w:rsidP="00E237F0">
      <w:pPr>
        <w:pStyle w:val="ISM"/>
        <w:spacing w:after="240"/>
        <w:ind w:left="1267"/>
      </w:pPr>
      <w:r>
        <w:t xml:space="preserve"> = </w:t>
      </w:r>
      <w:r>
        <w:rPr>
          <w:u w:val="double"/>
        </w:rPr>
        <w:t>41.30%</w:t>
      </w:r>
    </w:p>
    <w:p w:rsidR="00B53507" w:rsidRDefault="00B53507">
      <w:r>
        <w:br w:type="page"/>
      </w:r>
    </w:p>
    <w:p w:rsidR="00E237F0" w:rsidRDefault="00E00B43" w:rsidP="00E237F0">
      <w:pPr>
        <w:pStyle w:val="ISM"/>
      </w:pPr>
      <w:r>
        <w:rPr>
          <w:noProof/>
          <w:lang w:val="en-US"/>
        </w:rPr>
        <w:lastRenderedPageBreak/>
        <w:pict>
          <v:shape id="AutoShape 303" o:spid="_x0000_s1110" type="#_x0000_t61" style="position:absolute;margin-left:350.2pt;margin-top:.4pt;width:131.2pt;height:139.7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" adj="-8602,17983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23498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545.79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5.436</w:t>
                  </w:r>
                </w:p>
              </w:txbxContent>
            </v:textbox>
            <w10:wrap type="square"/>
          </v:shape>
        </w:pict>
      </w:r>
      <w:r w:rsidR="00E237F0">
        <w:tab/>
        <w:t>17.</w:t>
      </w:r>
      <w:r w:rsidR="00E237F0">
        <w:tab/>
        <w:t>You can choose between: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>(i) borrowing $26,198 at 0% compounded monthly;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  <w:t>(ii) paying a cash price of $23,498.</w:t>
      </w:r>
    </w:p>
    <w:p w:rsidR="00E237F0" w:rsidRDefault="00E237F0" w:rsidP="00E237F0">
      <w:pPr>
        <w:pStyle w:val="ISM"/>
      </w:pPr>
      <w:r>
        <w:tab/>
      </w:r>
      <w:r>
        <w:tab/>
        <w:t xml:space="preserve">The interest rate under the option (i) loan is the </w:t>
      </w:r>
    </w:p>
    <w:p w:rsidR="00E237F0" w:rsidRDefault="00E237F0" w:rsidP="00E237F0">
      <w:pPr>
        <w:pStyle w:val="ISM"/>
      </w:pPr>
      <w:r>
        <w:tab/>
      </w:r>
      <w:r>
        <w:tab/>
        <w:t>interest rate on a loan</w:t>
      </w:r>
      <w:r w:rsidRPr="00D8446C">
        <w:t xml:space="preserve"> </w:t>
      </w:r>
      <w:r>
        <w:t>of $23,498 loan for which</w:t>
      </w:r>
    </w:p>
    <w:p w:rsidR="00E237F0" w:rsidRDefault="00E237F0" w:rsidP="00E237F0">
      <w:pPr>
        <w:pStyle w:val="ISM"/>
      </w:pPr>
      <w:r>
        <w:tab/>
      </w:r>
      <w:r>
        <w:tab/>
      </w:r>
      <w:proofErr w:type="gramStart"/>
      <w:r>
        <w:t>the</w:t>
      </w:r>
      <w:proofErr w:type="gramEnd"/>
      <w:r>
        <w:t xml:space="preserve"> monthly payment is </w:t>
      </w:r>
      <w:r w:rsidRPr="00E80907">
        <w:rPr>
          <w:position w:val="-22"/>
        </w:rPr>
        <w:object w:dxaOrig="920" w:dyaOrig="580">
          <v:shape id="_x0000_i1229" type="#_x0000_t75" style="width:45.8pt;height:29pt" o:ole="">
            <v:imagedata r:id="rId373" o:title=""/>
          </v:shape>
          <o:OLEObject Type="Embed" ProgID="Equation.3" ShapeID="_x0000_i1229" DrawAspect="Content" ObjectID="_1654982066" r:id="rId374"/>
        </w:object>
      </w:r>
      <w:r>
        <w:t>= $545.79</w:t>
      </w:r>
    </w:p>
    <w:p w:rsidR="00E237F0" w:rsidRDefault="00E237F0" w:rsidP="00E237F0">
      <w:pPr>
        <w:pStyle w:val="ISM"/>
      </w:pPr>
      <w:r>
        <w:tab/>
      </w:r>
      <w:r>
        <w:tab/>
        <w:t xml:space="preserve">Therefore, determine </w:t>
      </w:r>
      <w:r>
        <w:rPr>
          <w:rFonts w:ascii="Times New Roman" w:hAnsi="Times New Roman"/>
          <w:i/>
        </w:rPr>
        <w:t>j</w:t>
      </w:r>
      <w:r>
        <w:t xml:space="preserve"> for the case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$23,498, </w:t>
      </w:r>
      <w:r>
        <w:rPr>
          <w:rFonts w:ascii="Times New Roman" w:hAnsi="Times New Roman"/>
          <w:i/>
        </w:rPr>
        <w:t>n</w:t>
      </w:r>
      <w:r>
        <w:t xml:space="preserve"> = 48, </w:t>
      </w:r>
      <w:r>
        <w:rPr>
          <w:rFonts w:ascii="Times New Roman" w:hAnsi="Times New Roman"/>
          <w:i/>
        </w:rPr>
        <w:t>PMT</w:t>
      </w:r>
      <w:r>
        <w:t xml:space="preserve"> = $545.79 and </w:t>
      </w:r>
      <w:r>
        <w:rPr>
          <w:rFonts w:ascii="Times New Roman" w:hAnsi="Times New Roman"/>
          <w:i/>
          <w:iCs/>
        </w:rPr>
        <w:t>FV</w:t>
      </w:r>
      <w:r>
        <w:t xml:space="preserve"> = 0.</w:t>
      </w:r>
    </w:p>
    <w:p w:rsidR="00E237F0" w:rsidRDefault="00E237F0" w:rsidP="00E237F0">
      <w:pPr>
        <w:pStyle w:val="ISM"/>
        <w:spacing w:after="120"/>
      </w:pPr>
      <w:r>
        <w:tab/>
      </w:r>
      <w:r>
        <w:tab/>
        <w:t xml:space="preserve">The solution is </w:t>
      </w:r>
      <w:r>
        <w:rPr>
          <w:rFonts w:ascii="Times New Roman" w:hAnsi="Times New Roman"/>
          <w:i/>
        </w:rPr>
        <w:t>j</w:t>
      </w:r>
      <w:r>
        <w:t xml:space="preserve"> = 5.43</w:t>
      </w:r>
      <w:r w:rsidR="005E4743">
        <w:t>6</w:t>
      </w:r>
      <w:r>
        <w:t>% compounded monthly.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04" o:spid="_x0000_s1111" type="#_x0000_t61" style="position:absolute;margin-left:313.95pt;margin-top:13.55pt;width:120.4pt;height:88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" adj="-10172,6993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5.4355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5.574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5" o:spid="_x0000_s1271" type="#_x0000_t88" style="position:absolute;margin-left:240.85pt;margin-top:3.6pt;width:10.75pt;height:66.6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"/>
        </w:pict>
      </w:r>
      <w:r w:rsidR="00E237F0">
        <w:tab/>
      </w:r>
      <w:r w:rsidR="00E237F0">
        <w:tab/>
        <w:t xml:space="preserve">Then   </w:t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12"/>
        </w:rPr>
        <w:object w:dxaOrig="300" w:dyaOrig="380">
          <v:shape id="_x0000_i1230" type="#_x0000_t75" style="width:14.95pt;height:18.7pt" o:ole="">
            <v:imagedata r:id="rId360" o:title=""/>
          </v:shape>
          <o:OLEObject Type="Embed" ProgID="Equation.3" ShapeID="_x0000_i1230" DrawAspect="Content" ObjectID="_1654982067" r:id="rId375"/>
        </w:object>
      </w:r>
      <w:r w:rsidR="00E237F0">
        <w:t xml:space="preserve"> = 0.45</w:t>
      </w:r>
      <w:r w:rsidR="00B922F3">
        <w:t>3</w:t>
      </w:r>
      <w:r w:rsidR="00E237F0">
        <w:t xml:space="preserve">% per month and </w:t>
      </w:r>
    </w:p>
    <w:p w:rsidR="00E237F0" w:rsidRDefault="00E237F0" w:rsidP="00E237F0">
      <w:pPr>
        <w:pStyle w:val="ISM"/>
        <w:ind w:left="1080"/>
      </w:pPr>
      <w:r w:rsidRPr="00E80907">
        <w:rPr>
          <w:position w:val="-12"/>
        </w:rPr>
        <w:object w:dxaOrig="1420" w:dyaOrig="420">
          <v:shape id="_x0000_i1231" type="#_x0000_t75" style="width:70.15pt;height:20.55pt" o:ole="" fillcolor="window">
            <v:imagedata r:id="rId339" o:title=""/>
          </v:shape>
          <o:OLEObject Type="Embed" ProgID="Equation.2" ShapeID="_x0000_i1231" DrawAspect="Content" ObjectID="_1654982068" r:id="rId376"/>
        </w:object>
      </w:r>
      <w:r>
        <w:t xml:space="preserve"> </w:t>
      </w:r>
    </w:p>
    <w:p w:rsidR="00E237F0" w:rsidRDefault="00E237F0" w:rsidP="00E237F0">
      <w:pPr>
        <w:pStyle w:val="ISM"/>
        <w:ind w:left="1260"/>
      </w:pPr>
      <w:r>
        <w:t xml:space="preserve"> = </w:t>
      </w:r>
      <w:r w:rsidR="00B922F3" w:rsidRPr="00B922F3">
        <w:rPr>
          <w:position w:val="-14"/>
        </w:rPr>
        <w:object w:dxaOrig="1140" w:dyaOrig="440">
          <v:shape id="_x0000_i1232" type="#_x0000_t75" style="width:56.1pt;height:22.45pt" o:ole="" fillcolor="window">
            <v:imagedata r:id="rId377" o:title=""/>
          </v:shape>
          <o:OLEObject Type="Embed" ProgID="Equation.3" ShapeID="_x0000_i1232" DrawAspect="Content" ObjectID="_1654982069" r:id="rId378"/>
        </w:object>
      </w:r>
      <w:r>
        <w:t xml:space="preserve"> – 1</w:t>
      </w:r>
    </w:p>
    <w:p w:rsidR="00E237F0" w:rsidRDefault="00E237F0" w:rsidP="00E237F0">
      <w:pPr>
        <w:pStyle w:val="ISM"/>
        <w:ind w:left="1260"/>
      </w:pPr>
      <w:r>
        <w:t xml:space="preserve"> = </w:t>
      </w:r>
      <w:r>
        <w:rPr>
          <w:u w:val="double"/>
        </w:rPr>
        <w:t>5.57%</w:t>
      </w:r>
    </w:p>
    <w:p w:rsidR="00E237F0" w:rsidRDefault="00E237F0" w:rsidP="00E237F0">
      <w:pPr>
        <w:pStyle w:val="ISM"/>
      </w:pPr>
      <w:r>
        <w:tab/>
      </w:r>
      <w:r>
        <w:tab/>
        <w:t xml:space="preserve">The effective interest rate for the </w:t>
      </w:r>
    </w:p>
    <w:p w:rsidR="00E237F0" w:rsidRDefault="00E237F0" w:rsidP="00E237F0">
      <w:pPr>
        <w:pStyle w:val="ISM"/>
        <w:spacing w:after="120" w:line="360" w:lineRule="auto"/>
      </w:pPr>
      <w:r>
        <w:tab/>
      </w:r>
      <w:r>
        <w:tab/>
      </w:r>
      <w:r w:rsidR="0014641C">
        <w:t>“</w:t>
      </w:r>
      <w:r>
        <w:t>0% financing</w:t>
      </w:r>
      <w:r w:rsidR="0014641C">
        <w:t>”</w:t>
      </w:r>
      <w:r>
        <w:t xml:space="preserve"> loan is </w:t>
      </w:r>
      <w:r>
        <w:rPr>
          <w:u w:val="double"/>
        </w:rPr>
        <w:t>5.57%</w:t>
      </w:r>
      <w:r>
        <w:t>.</w:t>
      </w:r>
    </w:p>
    <w:p w:rsidR="00E72165" w:rsidRDefault="00E72165" w:rsidP="00902BE6">
      <w:pPr>
        <w:pStyle w:val="ISM"/>
      </w:pPr>
    </w:p>
    <w:p w:rsidR="00E237F0" w:rsidRDefault="00E72165" w:rsidP="002372F2">
      <w:pPr>
        <w:pStyle w:val="ISM"/>
        <w:tabs>
          <w:tab w:val="clear" w:pos="270"/>
          <w:tab w:val="clear" w:pos="540"/>
        </w:tabs>
      </w:pPr>
      <w:r>
        <w:t xml:space="preserve">19. </w:t>
      </w:r>
      <w:r>
        <w:tab/>
      </w:r>
      <w:r w:rsidR="00E237F0">
        <w:t>The customer can choose between: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="00E72165">
        <w:tab/>
      </w:r>
      <w:r>
        <w:t>(</w:t>
      </w:r>
      <w:proofErr w:type="spellStart"/>
      <w:r>
        <w:t>i</w:t>
      </w:r>
      <w:proofErr w:type="spellEnd"/>
      <w:r>
        <w:t>) borrowing $20,000 at 1.9% compounded monthly;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 w:rsidR="00E72165">
        <w:tab/>
      </w:r>
      <w:r>
        <w:t xml:space="preserve">(ii) taking the $1250 cash rebate and borrowing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06" o:spid="_x0000_s1112" type="#_x0000_t61" style="position:absolute;margin-left:339.75pt;margin-top:12.75pt;width:131.2pt;height:139.7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" adj="-7079,14126" fillcolor="#cff">
            <v:fill opacity="26214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E237F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20000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–433.03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tab/>
      </w:r>
      <w:r w:rsidR="00E237F0">
        <w:tab/>
        <w:t>$18,750 at market rates.</w:t>
      </w:r>
    </w:p>
    <w:p w:rsidR="00E237F0" w:rsidRDefault="00E237F0" w:rsidP="00E237F0">
      <w:pPr>
        <w:pStyle w:val="ISM"/>
      </w:pPr>
      <w:r>
        <w:tab/>
      </w:r>
      <w:r>
        <w:tab/>
        <w:t xml:space="preserve">The effective interest rate under the option (i) loan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>is the interest rate on an $18,750 loan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>that has the same monthly payment.</w:t>
      </w:r>
    </w:p>
    <w:p w:rsidR="00E237F0" w:rsidRDefault="00E237F0" w:rsidP="00E237F0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1:</w:t>
      </w:r>
      <w:r>
        <w:tab/>
        <w:t>Determine the monthly payments under option (i).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$20,000, </w:t>
      </w:r>
      <w:r>
        <w:rPr>
          <w:rFonts w:ascii="Times New Roman" w:hAnsi="Times New Roman"/>
          <w:i/>
        </w:rPr>
        <w:t>n</w:t>
      </w:r>
      <w:r>
        <w:t xml:space="preserve"> = 48,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4"/>
        </w:rPr>
        <w:object w:dxaOrig="460" w:dyaOrig="400">
          <v:shape id="_x0000_i1233" type="#_x0000_t75" style="width:23.4pt;height:19.65pt" o:ole="" fillcolor="window">
            <v:imagedata r:id="rId379" o:title=""/>
          </v:shape>
          <o:OLEObject Type="Embed" ProgID="Equation.3" ShapeID="_x0000_i1233" DrawAspect="Content" ObjectID="_1654982070" r:id="rId380"/>
        </w:object>
      </w:r>
      <w:r>
        <w:t xml:space="preserve"> = </w:t>
      </w:r>
      <w:r w:rsidRPr="007B21ED">
        <w:rPr>
          <w:position w:val="-6"/>
        </w:rPr>
        <w:object w:dxaOrig="780" w:dyaOrig="260">
          <v:shape id="_x0000_i1234" type="#_x0000_t75" style="width:39.25pt;height:13.1pt" o:ole="" fillcolor="window">
            <v:imagedata r:id="rId381" o:title=""/>
          </v:shape>
          <o:OLEObject Type="Embed" ProgID="Equation.3" ShapeID="_x0000_i1234" DrawAspect="Content" ObjectID="_1654982071" r:id="rId382"/>
        </w:object>
      </w:r>
      <w:r>
        <w:t>%</w:t>
      </w:r>
    </w:p>
    <w:p w:rsidR="00E237F0" w:rsidRDefault="00E237F0" w:rsidP="00E237F0">
      <w:pPr>
        <w:pStyle w:val="ISM"/>
        <w:spacing w:after="120"/>
      </w:pPr>
      <w:r>
        <w:tab/>
      </w:r>
      <w:r>
        <w:tab/>
      </w:r>
      <w:r>
        <w:tab/>
      </w:r>
      <w:r>
        <w:tab/>
        <w:t>Formula (</w:t>
      </w:r>
      <w:r w:rsidR="006B686C">
        <w:t>11</w:t>
      </w:r>
      <w:r>
        <w:t xml:space="preserve">-2) gives </w:t>
      </w:r>
      <w:r>
        <w:rPr>
          <w:rFonts w:ascii="Times New Roman" w:hAnsi="Times New Roman"/>
          <w:i/>
        </w:rPr>
        <w:t>PMT</w:t>
      </w:r>
      <w:r>
        <w:t xml:space="preserve"> = $433.03.</w:t>
      </w:r>
    </w:p>
    <w:p w:rsidR="00E237F0" w:rsidRDefault="00E237F0" w:rsidP="00E237F0">
      <w:pPr>
        <w:pStyle w:val="ISM"/>
      </w:pPr>
    </w:p>
    <w:p w:rsidR="00D219B0" w:rsidRDefault="00D219B0" w:rsidP="00E237F0">
      <w:pPr>
        <w:pStyle w:val="ISM"/>
      </w:pPr>
    </w:p>
    <w:p w:rsidR="00E237F0" w:rsidRDefault="00E237F0" w:rsidP="00E237F0"/>
    <w:p w:rsidR="00E237F0" w:rsidRDefault="00E237F0" w:rsidP="00E237F0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2: </w:t>
      </w:r>
      <w:r>
        <w:tab/>
        <w:t xml:space="preserve">Calculate </w:t>
      </w:r>
      <w:r>
        <w:rPr>
          <w:rFonts w:ascii="Times New Roman" w:hAnsi="Times New Roman"/>
          <w:i/>
        </w:rPr>
        <w:t>j</w:t>
      </w:r>
      <w:r>
        <w:t xml:space="preserve"> for an option (ii) loan where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07" o:spid="_x0000_s1113" type="#_x0000_t61" style="position:absolute;margin-left:365.55pt;margin-top:.55pt;width:107.55pt;height:83.8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" adj="-6122,5319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C52702" w:rsidRDefault="00C52702" w:rsidP="00E237F0">
                  <w:pPr>
                    <w:spacing w:line="26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N,</w:t>
                  </w:r>
                  <w:r w:rsidRPr="006C551D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PMT, FV</w:t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t xml:space="preserve">18750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5.145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>
        <w:rPr>
          <w:rFonts w:ascii="Times New Roman" w:hAnsi="Times New Roman"/>
          <w:i/>
        </w:rPr>
        <w:t>PV</w:t>
      </w:r>
      <w:r w:rsidR="00E237F0">
        <w:t xml:space="preserve"> = $18,750, </w:t>
      </w:r>
      <w:r w:rsidR="00E237F0">
        <w:rPr>
          <w:rFonts w:ascii="Times New Roman" w:hAnsi="Times New Roman"/>
          <w:i/>
        </w:rPr>
        <w:t>n</w:t>
      </w:r>
      <w:r w:rsidR="00E237F0">
        <w:t xml:space="preserve"> = 48, </w:t>
      </w:r>
      <w:r w:rsidR="00E237F0">
        <w:rPr>
          <w:rFonts w:ascii="Times New Roman" w:hAnsi="Times New Roman"/>
          <w:i/>
        </w:rPr>
        <w:t>PMT</w:t>
      </w:r>
      <w:r w:rsidR="00E237F0">
        <w:t xml:space="preserve"> = $433.03.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 xml:space="preserve">The solution is </w:t>
      </w:r>
      <w:r>
        <w:rPr>
          <w:rFonts w:ascii="Times New Roman" w:hAnsi="Times New Roman"/>
          <w:i/>
        </w:rPr>
        <w:t>j</w:t>
      </w:r>
      <w:r>
        <w:rPr>
          <w:rFonts w:cs="Arial"/>
          <w:iCs/>
        </w:rPr>
        <w:t xml:space="preserve"> = 5.14</w:t>
      </w:r>
      <w:r w:rsidR="008E3860">
        <w:rPr>
          <w:rFonts w:cs="Arial"/>
          <w:iCs/>
        </w:rPr>
        <w:t>5</w:t>
      </w:r>
      <w:r>
        <w:rPr>
          <w:rFonts w:cs="Arial"/>
          <w:iCs/>
        </w:rPr>
        <w:t xml:space="preserve">% </w:t>
      </w:r>
      <w:r>
        <w:t>compounded monthly.</w:t>
      </w: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D219B0" w:rsidRDefault="00D219B0" w:rsidP="00E237F0">
      <w:pPr>
        <w:pStyle w:val="ISM"/>
      </w:pP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  <w:r>
        <w:tab/>
      </w:r>
      <w:r>
        <w:tab/>
      </w:r>
      <w:r>
        <w:rPr>
          <w:i/>
        </w:rPr>
        <w:t>Step</w:t>
      </w:r>
      <w:r>
        <w:t xml:space="preserve"> 3: </w:t>
      </w:r>
      <w:r>
        <w:tab/>
        <w:t xml:space="preserve">Convert to an effective rate, </w:t>
      </w:r>
      <w:r>
        <w:rPr>
          <w:rFonts w:ascii="Times New Roman" w:hAnsi="Times New Roman"/>
          <w:i/>
        </w:rPr>
        <w:t>f</w:t>
      </w:r>
      <w:r>
        <w:t xml:space="preserve">.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AutoShape 308" o:spid="_x0000_s1114" type="#_x0000_t61" style="position:absolute;margin-left:356.95pt;margin-top:8.35pt;width:116.1pt;height:90.3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" adj="-8136,4445" fillcolor="#cff">
            <v:fill opacity="25443f"/>
            <v:textbox inset="3.6pt,,3.6pt">
              <w:txbxContent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5.145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E237F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0E3959" w:rsidRDefault="00C52702" w:rsidP="00E237F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5.268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9" o:spid="_x0000_s1262" type="#_x0000_t88" style="position:absolute;margin-left:286pt;margin-top:6.9pt;width:15.05pt;height:34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"/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proofErr w:type="spellStart"/>
      <w:r w:rsidR="00E237F0">
        <w:rPr>
          <w:rFonts w:ascii="Times New Roman" w:hAnsi="Times New Roman"/>
          <w:i/>
        </w:rPr>
        <w:t>i</w:t>
      </w:r>
      <w:proofErr w:type="spellEnd"/>
      <w:r w:rsidR="00E237F0">
        <w:t xml:space="preserve"> = </w:t>
      </w:r>
      <w:r w:rsidR="00E237F0" w:rsidRPr="00E80907">
        <w:rPr>
          <w:position w:val="-12"/>
        </w:rPr>
        <w:object w:dxaOrig="300" w:dyaOrig="380">
          <v:shape id="_x0000_i1235" type="#_x0000_t75" style="width:14.95pt;height:18.7pt" o:ole="">
            <v:imagedata r:id="rId360" o:title=""/>
          </v:shape>
          <o:OLEObject Type="Embed" ProgID="Equation.3" ShapeID="_x0000_i1235" DrawAspect="Content" ObjectID="_1654982072" r:id="rId383"/>
        </w:object>
      </w:r>
      <w:r w:rsidR="00E237F0">
        <w:t xml:space="preserve"> = 0.42873% per month and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420" w:dyaOrig="420">
          <v:shape id="_x0000_i1236" type="#_x0000_t75" style="width:70.15pt;height:20.55pt" o:ole="" fillcolor="window">
            <v:imagedata r:id="rId339" o:title=""/>
          </v:shape>
          <o:OLEObject Type="Embed" ProgID="Equation.2" ShapeID="_x0000_i1236" DrawAspect="Content" ObjectID="_1654982073" r:id="rId384"/>
        </w:object>
      </w:r>
      <w:r>
        <w:t xml:space="preserve"> = </w:t>
      </w:r>
      <w:r w:rsidR="00345D27" w:rsidRPr="00345D27">
        <w:rPr>
          <w:position w:val="-14"/>
        </w:rPr>
        <w:object w:dxaOrig="1400" w:dyaOrig="440">
          <v:shape id="_x0000_i1237" type="#_x0000_t75" style="width:69.2pt;height:22.45pt" o:ole="" fillcolor="window">
            <v:imagedata r:id="rId385" o:title=""/>
          </v:shape>
          <o:OLEObject Type="Embed" ProgID="Equation.3" ShapeID="_x0000_i1237" DrawAspect="Content" ObjectID="_1654982074" r:id="rId386"/>
        </w:object>
      </w:r>
      <w:r>
        <w:t xml:space="preserve">– 1 = </w:t>
      </w:r>
      <w:r>
        <w:rPr>
          <w:u w:val="double"/>
        </w:rPr>
        <w:t>5.27%</w:t>
      </w:r>
    </w:p>
    <w:p w:rsidR="00E237F0" w:rsidRDefault="00E237F0" w:rsidP="00E237F0">
      <w:pPr>
        <w:pStyle w:val="ISM"/>
      </w:pPr>
      <w:r>
        <w:tab/>
      </w:r>
      <w:r>
        <w:tab/>
        <w:t xml:space="preserve">The effective rate on the </w:t>
      </w:r>
      <w:r w:rsidR="00F236B9">
        <w:t>“</w:t>
      </w:r>
      <w:r>
        <w:t>1.9%</w:t>
      </w:r>
      <w:r w:rsidR="00F236B9">
        <w:t>”</w:t>
      </w:r>
      <w:r>
        <w:t xml:space="preserve"> loan was </w:t>
      </w:r>
      <w:r w:rsidRPr="001B3396">
        <w:t>5.27%.</w:t>
      </w:r>
    </w:p>
    <w:p w:rsidR="00E237F0" w:rsidRDefault="00E237F0" w:rsidP="00E237F0">
      <w:pPr>
        <w:pStyle w:val="ISM"/>
      </w:pPr>
    </w:p>
    <w:p w:rsidR="00E237F0" w:rsidRDefault="00E237F0" w:rsidP="00E237F0">
      <w:pPr>
        <w:pStyle w:val="ISM"/>
      </w:pPr>
    </w:p>
    <w:p w:rsidR="00BE36C3" w:rsidRDefault="00BE36C3" w:rsidP="00E237F0">
      <w:pPr>
        <w:pStyle w:val="ISM"/>
      </w:pPr>
    </w:p>
    <w:p w:rsidR="00BE36C3" w:rsidRDefault="00BE36C3" w:rsidP="00E237F0">
      <w:pPr>
        <w:pStyle w:val="ISM"/>
      </w:pPr>
    </w:p>
    <w:p w:rsidR="00D219B0" w:rsidRDefault="00D219B0">
      <w:r>
        <w:br w:type="page"/>
      </w:r>
    </w:p>
    <w:p w:rsidR="00E237F0" w:rsidRDefault="00E237F0" w:rsidP="00E237F0">
      <w:pPr>
        <w:pStyle w:val="ISM"/>
        <w:spacing w:after="60"/>
        <w:rPr>
          <w:b/>
          <w:sz w:val="24"/>
        </w:rPr>
      </w:pPr>
      <w:r>
        <w:rPr>
          <w:b/>
          <w:sz w:val="24"/>
        </w:rPr>
        <w:lastRenderedPageBreak/>
        <w:t>Review Problems</w:t>
      </w:r>
    </w:p>
    <w:p w:rsidR="00E237F0" w:rsidRDefault="00E237F0" w:rsidP="00E237F0">
      <w:pPr>
        <w:pStyle w:val="ISMab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FV</w:t>
      </w:r>
      <w:r>
        <w:t xml:space="preserve"> = $500,000;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705738" w:rsidRPr="00705738">
        <w:rPr>
          <w:position w:val="-12"/>
        </w:rPr>
        <w:object w:dxaOrig="480" w:dyaOrig="360">
          <v:shape id="_x0000_i1238" type="#_x0000_t75" style="width:24.3pt;height:18.7pt" o:ole="" fillcolor="window">
            <v:imagedata r:id="rId387" o:title=""/>
          </v:shape>
          <o:OLEObject Type="Embed" ProgID="Equation.3" ShapeID="_x0000_i1238" DrawAspect="Content" ObjectID="_1654982075" r:id="rId388"/>
        </w:object>
      </w:r>
      <w:r>
        <w:t xml:space="preserve"> = </w:t>
      </w:r>
      <w:r w:rsidR="00705738">
        <w:t>1</w:t>
      </w:r>
      <w:r>
        <w:t xml:space="preserve">.875%; </w:t>
      </w:r>
      <w:r>
        <w:rPr>
          <w:rFonts w:ascii="Times New Roman" w:hAnsi="Times New Roman"/>
          <w:i/>
        </w:rPr>
        <w:t xml:space="preserve">n </w:t>
      </w:r>
      <w:r>
        <w:t>= 2(20) = 40</w:t>
      </w:r>
    </w:p>
    <w:p w:rsidR="00E237F0" w:rsidRDefault="00E237F0" w:rsidP="00E237F0">
      <w:pPr>
        <w:pStyle w:val="ISM"/>
      </w:pPr>
      <w:r>
        <w:tab/>
      </w:r>
      <w:r>
        <w:tab/>
        <w:t>Substitute these values into formula (</w:t>
      </w:r>
      <w:r w:rsidR="00682CD8">
        <w:t>11</w:t>
      </w:r>
      <w:r>
        <w:t xml:space="preserve">-1) giving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 xml:space="preserve">$500,000 = </w:t>
      </w:r>
      <w:r>
        <w:rPr>
          <w:rFonts w:ascii="Times New Roman" w:hAnsi="Times New Roman"/>
          <w:i/>
        </w:rPr>
        <w:t xml:space="preserve">PMT </w:t>
      </w:r>
      <w:r w:rsidR="00705738" w:rsidRPr="00705738">
        <w:rPr>
          <w:position w:val="-32"/>
        </w:rPr>
        <w:object w:dxaOrig="1560" w:dyaOrig="760">
          <v:shape id="_x0000_i1239" type="#_x0000_t75" style="width:77.6pt;height:38.35pt" o:ole="" fillcolor="window">
            <v:imagedata r:id="rId389" o:title=""/>
          </v:shape>
          <o:OLEObject Type="Embed" ProgID="Equation.3" ShapeID="_x0000_i1239" DrawAspect="Content" ObjectID="_1654982076" r:id="rId390"/>
        </w:objec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705738">
        <w:rPr>
          <w:u w:val="double"/>
        </w:rPr>
        <w:t>8504.56</w:t>
      </w:r>
    </w:p>
    <w:p w:rsidR="00E237F0" w:rsidRDefault="00E237F0" w:rsidP="00E237F0">
      <w:pPr>
        <w:pStyle w:val="ISM"/>
        <w:spacing w:after="240"/>
      </w:pPr>
      <w:r>
        <w:tab/>
      </w:r>
      <w:r>
        <w:tab/>
      </w:r>
      <w:r>
        <w:tab/>
        <w:t>Semiannual investments of $</w:t>
      </w:r>
      <w:r w:rsidR="00705738">
        <w:t>8504.56</w:t>
      </w:r>
      <w:r>
        <w:t xml:space="preserve"> are required.</w:t>
      </w:r>
    </w:p>
    <w:p w:rsidR="00E237F0" w:rsidRDefault="00E237F0" w:rsidP="00E237F0">
      <w:pPr>
        <w:pStyle w:val="ISM"/>
      </w:pPr>
      <w:r>
        <w:tab/>
        <w:t>3.</w:t>
      </w:r>
      <w:r>
        <w:tab/>
        <w:t>The selling price of the annuity represents the present value of the annuity payments.</w:t>
      </w:r>
    </w:p>
    <w:p w:rsidR="00E237F0" w:rsidRDefault="00E237F0" w:rsidP="00E237F0">
      <w:pPr>
        <w:pStyle w:val="ISM"/>
      </w:pPr>
      <w:r>
        <w:tab/>
      </w:r>
      <w:r>
        <w:tab/>
        <w:t xml:space="preserve">Hence, </w:t>
      </w:r>
      <w:r>
        <w:rPr>
          <w:rFonts w:ascii="Times New Roman" w:hAnsi="Times New Roman"/>
          <w:i/>
        </w:rPr>
        <w:t>PV</w:t>
      </w:r>
      <w:r>
        <w:t xml:space="preserve"> = $100,000 where </w:t>
      </w:r>
      <w:r>
        <w:rPr>
          <w:rFonts w:ascii="Times New Roman" w:hAnsi="Times New Roman"/>
          <w:i/>
        </w:rPr>
        <w:t>PMT</w:t>
      </w:r>
      <w:r>
        <w:t xml:space="preserve"> = $802.76 and </w:t>
      </w:r>
      <w:r>
        <w:rPr>
          <w:rFonts w:ascii="Times New Roman" w:hAnsi="Times New Roman"/>
          <w:i/>
        </w:rPr>
        <w:t>n</w:t>
      </w:r>
      <w:r>
        <w:t xml:space="preserve"> = 12(20) = 240. Substitute into</w:t>
      </w:r>
    </w:p>
    <w:p w:rsidR="00E237F0" w:rsidRDefault="00E237F0" w:rsidP="00E237F0">
      <w:pPr>
        <w:pStyle w:val="ISM"/>
      </w:pPr>
      <w:r>
        <w:tab/>
      </w:r>
      <w:r>
        <w:tab/>
        <w:t>formula (</w:t>
      </w:r>
      <w:r w:rsidR="00682CD8">
        <w:t>11</w:t>
      </w:r>
      <w:r>
        <w:t xml:space="preserve">-2) and solve for </w:t>
      </w:r>
      <w:r>
        <w:rPr>
          <w:rFonts w:ascii="Times New Roman" w:hAnsi="Times New Roman"/>
          <w:i/>
        </w:rPr>
        <w:t>i</w:t>
      </w:r>
      <w:r>
        <w:t xml:space="preserve">. </w:t>
      </w:r>
    </w:p>
    <w:p w:rsidR="00E237F0" w:rsidRDefault="00E00B43" w:rsidP="00E237F0">
      <w:pPr>
        <w:pStyle w:val="ISM"/>
      </w:pPr>
      <w:r>
        <w:rPr>
          <w:noProof/>
          <w:lang w:val="en-US"/>
        </w:rPr>
        <w:pict>
          <v:shape id="_x0000_s1115" type="#_x0000_t61" style="position:absolute;margin-left:372pt;margin-top:10.25pt;width:131.2pt;height:137.6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" adj="-3347,2832" fillcolor="#cff">
            <v:fill opacity="26214f"/>
            <v:textbox inset="3.6pt,,3.6pt">
              <w:txbxContent>
                <w:p w:rsidR="00C52702" w:rsidRDefault="00C52702" w:rsidP="001D6CAD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1D6CAD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C52702" w:rsidRDefault="00C52702" w:rsidP="001D6CAD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471457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2372F2" w:rsidRDefault="00C52702" w:rsidP="002372F2">
                  <w:pPr>
                    <w:pStyle w:val="ListParagraph"/>
                    <w:spacing w:line="320" w:lineRule="exact"/>
                    <w:ind w:right="42"/>
                    <w:jc w:val="right"/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0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2372F2"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FV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1D6CAD">
                  <w:pPr>
                    <w:spacing w:line="320" w:lineRule="exact"/>
                    <w:ind w:right="42"/>
                    <w:jc w:val="right"/>
                  </w:pPr>
                  <w:r>
                    <w:t xml:space="preserve">802.76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1D6CAD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I/Y</w:t>
                  </w:r>
                </w:p>
                <w:p w:rsidR="00C52702" w:rsidRPr="000E3959" w:rsidRDefault="00C52702" w:rsidP="001D6CAD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7.454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  <w:r w:rsidR="00E237F0">
        <w:tab/>
      </w:r>
      <w:r w:rsidR="00E237F0">
        <w:tab/>
      </w:r>
      <w:r w:rsidR="00E237F0">
        <w:rPr>
          <w:rFonts w:ascii="Times New Roman" w:hAnsi="Times New Roman"/>
          <w:i/>
        </w:rPr>
        <w:t>i</w:t>
      </w:r>
      <w:r w:rsidR="00E237F0">
        <w:t xml:space="preserve"> = 0.62114% per month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sz w:val="24"/>
        </w:rPr>
        <w:t>j = mi</w:t>
      </w:r>
      <w:r>
        <w:t xml:space="preserve"> = 12(0.62114%) = </w:t>
      </w:r>
      <w:r>
        <w:rPr>
          <w:u w:val="double"/>
        </w:rPr>
        <w:t>7.45% compounded monthly</w:t>
      </w:r>
    </w:p>
    <w:p w:rsidR="00E237F0" w:rsidRDefault="00E237F0" w:rsidP="00E237F0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420" w:dyaOrig="420">
          <v:shape id="_x0000_i1240" type="#_x0000_t75" style="width:70.15pt;height:20.55pt" o:ole="" fillcolor="window">
            <v:imagedata r:id="rId339" o:title=""/>
          </v:shape>
          <o:OLEObject Type="Embed" ProgID="Equation.2" ShapeID="_x0000_i1240" DrawAspect="Content" ObjectID="_1654982077" r:id="rId391"/>
        </w:object>
      </w:r>
      <w:r>
        <w:t xml:space="preserve"> = </w:t>
      </w:r>
      <w:r w:rsidR="00CF6893" w:rsidRPr="00CF6893">
        <w:rPr>
          <w:position w:val="-14"/>
        </w:rPr>
        <w:object w:dxaOrig="1400" w:dyaOrig="420">
          <v:shape id="_x0000_i1309" type="#_x0000_t75" style="width:70.15pt;height:20.55pt" o:ole="" o:preferrelative="f" fillcolor="window">
            <v:imagedata r:id="rId392" o:title=""/>
            <o:lock v:ext="edit" aspectratio="f"/>
          </v:shape>
          <o:OLEObject Type="Embed" ProgID="Equation.DSMT4" ShapeID="_x0000_i1309" DrawAspect="Content" ObjectID="_1654982078" r:id="rId393"/>
        </w:object>
      </w:r>
      <w:r>
        <w:t xml:space="preserve">– 1 = </w:t>
      </w:r>
      <w:r>
        <w:rPr>
          <w:u w:val="double"/>
        </w:rPr>
        <w:t>7.71%</w:t>
      </w:r>
    </w:p>
    <w:p w:rsidR="001D6CAD" w:rsidRDefault="001D6CAD" w:rsidP="00E237F0">
      <w:pPr>
        <w:pStyle w:val="ISM"/>
        <w:spacing w:after="180"/>
        <w:rPr>
          <w:u w:val="double"/>
        </w:rPr>
      </w:pPr>
    </w:p>
    <w:p w:rsidR="001D6CAD" w:rsidRDefault="001D6CAD" w:rsidP="00E237F0">
      <w:pPr>
        <w:pStyle w:val="ISM"/>
        <w:spacing w:after="180"/>
        <w:rPr>
          <w:u w:val="double"/>
        </w:rPr>
      </w:pPr>
      <w:bookmarkStart w:id="0" w:name="_GoBack"/>
      <w:bookmarkEnd w:id="0"/>
    </w:p>
    <w:p w:rsidR="001D6CAD" w:rsidRDefault="001D6CAD" w:rsidP="00E237F0">
      <w:pPr>
        <w:pStyle w:val="ISM"/>
        <w:spacing w:after="180"/>
        <w:rPr>
          <w:u w:val="double"/>
        </w:rPr>
      </w:pPr>
    </w:p>
    <w:p w:rsidR="001D6CAD" w:rsidRDefault="001D6CAD" w:rsidP="00E237F0">
      <w:pPr>
        <w:pStyle w:val="ISM"/>
        <w:spacing w:after="180"/>
        <w:rPr>
          <w:u w:val="double"/>
        </w:rPr>
      </w:pPr>
    </w:p>
    <w:p w:rsidR="001D6CAD" w:rsidRDefault="001D6CAD" w:rsidP="00E237F0">
      <w:pPr>
        <w:pStyle w:val="ISM"/>
        <w:spacing w:after="180"/>
        <w:rPr>
          <w:u w:val="double"/>
        </w:rPr>
      </w:pPr>
    </w:p>
    <w:p w:rsidR="00E237F0" w:rsidRDefault="00E237F0" w:rsidP="00E237F0">
      <w:pPr>
        <w:pStyle w:val="ISM"/>
      </w:pPr>
      <w:r>
        <w:tab/>
        <w:t>5.</w:t>
      </w:r>
      <w:r>
        <w:tab/>
        <w:t>The accumulated amount is the future value of the contributions which form an ordinary</w:t>
      </w:r>
    </w:p>
    <w:p w:rsidR="00E237F0" w:rsidRDefault="00E237F0" w:rsidP="00E237F0">
      <w:pPr>
        <w:pStyle w:val="ISM"/>
      </w:pPr>
      <w:r>
        <w:tab/>
      </w:r>
      <w:r>
        <w:tab/>
        <w:t>annuity. That is,</w:t>
      </w:r>
      <w:r>
        <w:rPr>
          <w:rFonts w:ascii="Times New Roman" w:hAnsi="Times New Roman"/>
          <w:i/>
        </w:rPr>
        <w:t xml:space="preserve"> FV</w:t>
      </w:r>
      <w:r>
        <w:t xml:space="preserve"> = $205,064, </w:t>
      </w:r>
      <w:r>
        <w:rPr>
          <w:rFonts w:ascii="Times New Roman" w:hAnsi="Times New Roman"/>
          <w:i/>
        </w:rPr>
        <w:t>PMT</w:t>
      </w:r>
      <w:r>
        <w:t xml:space="preserve"> = $2000, </w:t>
      </w:r>
      <w:r>
        <w:rPr>
          <w:rFonts w:ascii="Times New Roman" w:hAnsi="Times New Roman"/>
          <w:i/>
        </w:rPr>
        <w:t>n</w:t>
      </w:r>
      <w:r>
        <w:t xml:space="preserve"> = 4(13.75) = 55</w:t>
      </w:r>
    </w:p>
    <w:p w:rsidR="00947530" w:rsidRDefault="00E00B43" w:rsidP="00E237F0">
      <w:pPr>
        <w:pStyle w:val="ISM"/>
      </w:pPr>
      <w:r>
        <w:rPr>
          <w:noProof/>
          <w:lang w:val="en-US"/>
        </w:rPr>
        <w:pict>
          <v:shape id="_x0000_s1116" type="#_x0000_t61" style="position:absolute;margin-left:335.45pt;margin-top:9.25pt;width:131.2pt;height:137.6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" adj="-4226,6390" fillcolor="#cff">
            <v:fill opacity="26214f"/>
            <v:textbox inset="3.6pt,,3.6pt">
              <w:txbxContent>
                <w:p w:rsidR="00C52702" w:rsidRDefault="00C52702" w:rsidP="00947530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F516C9" w:rsidRDefault="00C52702" w:rsidP="00947530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C52702" w:rsidRDefault="00C52702" w:rsidP="00947530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47530">
                  <w:pPr>
                    <w:spacing w:line="320" w:lineRule="exact"/>
                    <w:ind w:right="42"/>
                    <w:jc w:val="right"/>
                  </w:pPr>
                  <w:r>
                    <w:t xml:space="preserve">205064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Pr="002372F2" w:rsidRDefault="00C52702" w:rsidP="002372F2">
                  <w:pPr>
                    <w:pStyle w:val="ListParagraph"/>
                    <w:spacing w:line="320" w:lineRule="exact"/>
                    <w:ind w:right="42"/>
                    <w:jc w:val="right"/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0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2372F2"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</w:t>
                  </w:r>
                  <w:r w:rsidRPr="002372F2"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V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47530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C52702" w:rsidRDefault="00C52702" w:rsidP="00947530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I/Y</w:t>
                  </w:r>
                </w:p>
                <w:p w:rsidR="00C52702" w:rsidRPr="000E3959" w:rsidRDefault="00C52702" w:rsidP="00947530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8.500</w:t>
                  </w:r>
                </w:p>
              </w:txbxContent>
            </v:textbox>
            <w10:wrap type="square"/>
          </v:shape>
        </w:pict>
      </w:r>
      <w:r w:rsidR="00E237F0">
        <w:tab/>
      </w:r>
      <w:r w:rsidR="00E237F0">
        <w:tab/>
      </w:r>
    </w:p>
    <w:p w:rsidR="00947530" w:rsidRDefault="00E237F0" w:rsidP="002372F2">
      <w:pPr>
        <w:pStyle w:val="ISM"/>
        <w:ind w:left="540"/>
      </w:pPr>
      <w:r>
        <w:t>Solving formula (</w:t>
      </w:r>
      <w:r w:rsidR="00682CD8">
        <w:t>11</w:t>
      </w:r>
      <w:r>
        <w:t xml:space="preserve">-1) for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rPr>
          <w:rFonts w:ascii="Times New Roman" w:hAnsi="Times New Roman"/>
          <w:i/>
        </w:rPr>
        <w:t xml:space="preserve"> </w:t>
      </w:r>
      <w:proofErr w:type="gramStart"/>
      <w:r>
        <w:t xml:space="preserve">gives  </w:t>
      </w:r>
      <w:proofErr w:type="spellStart"/>
      <w:r>
        <w:rPr>
          <w:rFonts w:ascii="Times New Roman" w:hAnsi="Times New Roman"/>
          <w:i/>
        </w:rPr>
        <w:t>i</w:t>
      </w:r>
      <w:proofErr w:type="spellEnd"/>
      <w:proofErr w:type="gramEnd"/>
      <w:r>
        <w:t xml:space="preserve"> = 2.125% per quarter. </w:t>
      </w:r>
    </w:p>
    <w:p w:rsidR="00947530" w:rsidRDefault="0012704A" w:rsidP="00E237F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  <w:sz w:val="24"/>
        </w:rPr>
        <w:t>j = mi</w:t>
      </w:r>
      <w:r>
        <w:t xml:space="preserve"> = 4(2.125%) = </w:t>
      </w:r>
      <w:r>
        <w:rPr>
          <w:u w:val="double"/>
        </w:rPr>
        <w:t>8.50% compounded monthly</w:t>
      </w:r>
    </w:p>
    <w:p w:rsidR="00947530" w:rsidRDefault="00947530" w:rsidP="00E237F0">
      <w:pPr>
        <w:pStyle w:val="ISM"/>
      </w:pPr>
    </w:p>
    <w:p w:rsidR="00E237F0" w:rsidRDefault="00947530" w:rsidP="00E237F0">
      <w:pPr>
        <w:pStyle w:val="ISM"/>
      </w:pPr>
      <w:r>
        <w:tab/>
      </w:r>
      <w:r>
        <w:tab/>
      </w:r>
      <w:r w:rsidR="00E237F0">
        <w:t>Then,</w:t>
      </w:r>
    </w:p>
    <w:p w:rsidR="00E237F0" w:rsidRDefault="00E237F0" w:rsidP="00E237F0">
      <w:pPr>
        <w:pStyle w:val="ISM"/>
        <w:spacing w:after="240"/>
        <w:rPr>
          <w:u w:val="double"/>
        </w:rPr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420" w:dyaOrig="420">
          <v:shape id="_x0000_i1241" type="#_x0000_t75" style="width:70.15pt;height:20.55pt" o:ole="" fillcolor="window">
            <v:imagedata r:id="rId339" o:title=""/>
          </v:shape>
          <o:OLEObject Type="Embed" ProgID="Equation.2" ShapeID="_x0000_i1241" DrawAspect="Content" ObjectID="_1654982079" r:id="rId394"/>
        </w:object>
      </w:r>
      <w:r>
        <w:t xml:space="preserve"> = </w:t>
      </w:r>
      <w:r w:rsidRPr="006D289C">
        <w:rPr>
          <w:position w:val="-10"/>
        </w:rPr>
        <w:object w:dxaOrig="1060" w:dyaOrig="360">
          <v:shape id="_x0000_i1242" type="#_x0000_t75" style="width:53.3pt;height:18.7pt" o:ole="" fillcolor="window">
            <v:imagedata r:id="rId395" o:title=""/>
          </v:shape>
          <o:OLEObject Type="Embed" ProgID="Equation.3" ShapeID="_x0000_i1242" DrawAspect="Content" ObjectID="_1654982080" r:id="rId396"/>
        </w:object>
      </w:r>
      <w:r>
        <w:t xml:space="preserve">– 1 = </w:t>
      </w:r>
      <w:r>
        <w:rPr>
          <w:u w:val="double"/>
        </w:rPr>
        <w:t>8.7</w:t>
      </w:r>
      <w:r w:rsidR="006506F9">
        <w:rPr>
          <w:u w:val="double"/>
        </w:rPr>
        <w:t>7</w:t>
      </w:r>
      <w:r>
        <w:rPr>
          <w:u w:val="double"/>
        </w:rPr>
        <w:t>%</w:t>
      </w:r>
    </w:p>
    <w:p w:rsidR="00D219B0" w:rsidRDefault="00D219B0" w:rsidP="00E237F0">
      <w:pPr>
        <w:pStyle w:val="ISM"/>
      </w:pPr>
    </w:p>
    <w:p w:rsidR="00D219B0" w:rsidRDefault="00D219B0" w:rsidP="00E237F0">
      <w:pPr>
        <w:pStyle w:val="ISM"/>
      </w:pPr>
    </w:p>
    <w:p w:rsidR="00D219B0" w:rsidRDefault="00D219B0" w:rsidP="00E237F0">
      <w:pPr>
        <w:pStyle w:val="ISM"/>
      </w:pPr>
    </w:p>
    <w:p w:rsidR="00D219B0" w:rsidRDefault="00D219B0" w:rsidP="00E237F0">
      <w:pPr>
        <w:pStyle w:val="ISM"/>
      </w:pPr>
    </w:p>
    <w:p w:rsidR="00E237F0" w:rsidRDefault="00E237F0" w:rsidP="00E237F0">
      <w:pPr>
        <w:pStyle w:val="ISM"/>
      </w:pPr>
      <w:r>
        <w:tab/>
        <w:t>7.</w:t>
      </w:r>
      <w:r>
        <w:tab/>
        <w:t>The original loan equals the present value of all payments.</w:t>
      </w:r>
    </w:p>
    <w:p w:rsidR="00E237F0" w:rsidRDefault="00E237F0" w:rsidP="00E237F0">
      <w:pPr>
        <w:pStyle w:val="ISM"/>
      </w:pPr>
      <w:r>
        <w:tab/>
      </w:r>
      <w:r>
        <w:tab/>
        <w:t xml:space="preserve">With </w:t>
      </w:r>
      <w:r>
        <w:rPr>
          <w:rFonts w:ascii="Times New Roman" w:hAnsi="Times New Roman"/>
          <w:i/>
        </w:rPr>
        <w:t>PV</w:t>
      </w:r>
      <w:r>
        <w:t xml:space="preserve"> = $100,000,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CB5999" w:rsidRPr="00CB5999">
        <w:rPr>
          <w:position w:val="-12"/>
        </w:rPr>
        <w:object w:dxaOrig="300" w:dyaOrig="360">
          <v:shape id="_x0000_i1243" type="#_x0000_t75" style="width:14.95pt;height:18.7pt" o:ole="" fillcolor="window">
            <v:imagedata r:id="rId397" o:title=""/>
          </v:shape>
          <o:OLEObject Type="Embed" ProgID="Equation.3" ShapeID="_x0000_i1243" DrawAspect="Content" ObjectID="_1654982081" r:id="rId398"/>
        </w:object>
      </w:r>
      <w:r>
        <w:t xml:space="preserve"> = 0.5%, and </w:t>
      </w:r>
      <w:r>
        <w:rPr>
          <w:rFonts w:ascii="Times New Roman" w:hAnsi="Times New Roman"/>
          <w:i/>
        </w:rPr>
        <w:t>PMT</w:t>
      </w:r>
      <w:r>
        <w:t xml:space="preserve"> = $1000,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2079" w:dyaOrig="960">
          <v:shape id="_x0000_i1244" type="#_x0000_t75" style="width:103.8pt;height:47.7pt" o:ole="" fillcolor="window">
            <v:imagedata r:id="rId161" o:title=""/>
          </v:shape>
          <o:OLEObject Type="Embed" ProgID="Equation.3" ShapeID="_x0000_i1244" DrawAspect="Content" ObjectID="_1654982082" r:id="rId399"/>
        </w:object>
      </w:r>
      <w:r>
        <w:t xml:space="preserve"> = </w:t>
      </w:r>
      <w:r w:rsidR="00CB5999" w:rsidRPr="00CB5999">
        <w:rPr>
          <w:spacing w:val="-2"/>
          <w:position w:val="-30"/>
        </w:rPr>
        <w:object w:dxaOrig="2720" w:dyaOrig="1020">
          <v:shape id="_x0000_i1245" type="#_x0000_t75" style="width:135.6pt;height:51.45pt" o:ole="" fillcolor="window">
            <v:imagedata r:id="rId400" o:title=""/>
          </v:shape>
          <o:OLEObject Type="Embed" ProgID="Equation.3" ShapeID="_x0000_i1245" DrawAspect="Content" ObjectID="_1654982083" r:id="rId401"/>
        </w:object>
      </w:r>
      <w:r>
        <w:rPr>
          <w:spacing w:val="-2"/>
        </w:rPr>
        <w:t xml:space="preserve"> = 1</w:t>
      </w:r>
      <w:r w:rsidR="00CB5999">
        <w:rPr>
          <w:spacing w:val="-2"/>
        </w:rPr>
        <w:t>38.98</w:t>
      </w:r>
    </w:p>
    <w:p w:rsidR="00E237F0" w:rsidRDefault="00E237F0" w:rsidP="00E237F0">
      <w:pPr>
        <w:pStyle w:val="ISM"/>
      </w:pPr>
      <w:r>
        <w:tab/>
      </w:r>
      <w:r>
        <w:tab/>
        <w:t>Hence, 1</w:t>
      </w:r>
      <w:r w:rsidR="00CB5999">
        <w:t>39</w:t>
      </w:r>
      <w:r>
        <w:t xml:space="preserve"> monthly payments are required to pay off the loan. If the payments are</w:t>
      </w:r>
    </w:p>
    <w:p w:rsidR="00E237F0" w:rsidRDefault="00E237F0" w:rsidP="00E237F0">
      <w:pPr>
        <w:pStyle w:val="ISM"/>
      </w:pPr>
      <w:r>
        <w:tab/>
      </w:r>
      <w:r>
        <w:tab/>
        <w:t xml:space="preserve">increased to $1050, we obtain </w:t>
      </w:r>
      <w:r>
        <w:rPr>
          <w:rFonts w:ascii="Times New Roman" w:hAnsi="Times New Roman"/>
          <w:i/>
        </w:rPr>
        <w:t>n</w:t>
      </w:r>
      <w:r>
        <w:t xml:space="preserve"> = 1</w:t>
      </w:r>
      <w:r w:rsidR="00CB5999">
        <w:t>29.65</w:t>
      </w:r>
      <w:r>
        <w:t>. That is, only 1</w:t>
      </w:r>
      <w:r w:rsidR="00CB5999">
        <w:t>30</w:t>
      </w:r>
      <w:r>
        <w:t xml:space="preserve"> payments will be required</w:t>
      </w:r>
    </w:p>
    <w:p w:rsidR="00E237F0" w:rsidRDefault="00E237F0" w:rsidP="00E237F0">
      <w:pPr>
        <w:pStyle w:val="ISM"/>
      </w:pPr>
      <w:r>
        <w:tab/>
      </w:r>
      <w:r>
        <w:tab/>
        <w:t>to pay off the loan. Therefore, it takes 1</w:t>
      </w:r>
      <w:r w:rsidR="00CB5999">
        <w:t>39</w:t>
      </w:r>
      <w:r>
        <w:t xml:space="preserve"> – 1</w:t>
      </w:r>
      <w:r w:rsidR="00CB5999">
        <w:t>30</w:t>
      </w:r>
      <w:r>
        <w:t xml:space="preserve"> = </w:t>
      </w:r>
      <w:r w:rsidR="00CB5999">
        <w:rPr>
          <w:u w:val="double"/>
        </w:rPr>
        <w:t xml:space="preserve">9 </w:t>
      </w:r>
      <w:r>
        <w:rPr>
          <w:u w:val="double"/>
        </w:rPr>
        <w:t>months longer</w:t>
      </w:r>
      <w:r>
        <w:t xml:space="preserve"> to pay off the loan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>with the smaller payments.</w:t>
      </w:r>
    </w:p>
    <w:p w:rsidR="00D219B0" w:rsidRDefault="00D219B0">
      <w:r>
        <w:br w:type="page"/>
      </w:r>
    </w:p>
    <w:p w:rsidR="00E237F0" w:rsidRDefault="00E237F0" w:rsidP="00E237F0">
      <w:pPr>
        <w:pStyle w:val="ISM"/>
      </w:pPr>
      <w:r>
        <w:lastRenderedPageBreak/>
        <w:tab/>
        <w:t>9.</w:t>
      </w:r>
      <w:r>
        <w:tab/>
        <w:t xml:space="preserve">The purchase price equals the present value of the annuity payments </w:t>
      </w:r>
    </w:p>
    <w:p w:rsidR="00E237F0" w:rsidRDefault="00E237F0" w:rsidP="00E237F0">
      <w:pPr>
        <w:pStyle w:val="ISM"/>
      </w:pPr>
      <w:r>
        <w:tab/>
      </w:r>
      <w:r>
        <w:tab/>
        <w:t xml:space="preserve">discounted at the rate of return earned by the invested funds. The payments </w:t>
      </w:r>
    </w:p>
    <w:p w:rsidR="00E237F0" w:rsidRDefault="00E237F0" w:rsidP="00E237F0">
      <w:pPr>
        <w:pStyle w:val="ISM"/>
      </w:pPr>
      <w:r>
        <w:tab/>
      </w:r>
      <w:r>
        <w:tab/>
        <w:t>form an ordinary general annuity having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$175,000, </w:t>
      </w:r>
      <w:r>
        <w:rPr>
          <w:rFonts w:ascii="Times New Roman" w:hAnsi="Times New Roman"/>
          <w:i/>
        </w:rPr>
        <w:t>PMT</w:t>
      </w:r>
      <w:r>
        <w:t xml:space="preserve"> = $4000,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1B740B" w:rsidRPr="001B740B">
        <w:rPr>
          <w:position w:val="-24"/>
        </w:rPr>
        <w:object w:dxaOrig="440" w:dyaOrig="620">
          <v:shape id="_x0000_i1246" type="#_x0000_t75" style="width:21.5pt;height:30.85pt" o:ole="" fillcolor="window">
            <v:imagedata r:id="rId402" o:title=""/>
          </v:shape>
          <o:OLEObject Type="Embed" ProgID="Equation.3" ShapeID="_x0000_i1246" DrawAspect="Content" ObjectID="_1654982084" r:id="rId403"/>
        </w:object>
      </w:r>
      <w:r>
        <w:t xml:space="preserve"> = </w:t>
      </w:r>
      <w:r w:rsidR="001B740B">
        <w:t>2</w:t>
      </w:r>
      <w:r>
        <w:t xml:space="preserve">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22"/>
        </w:rPr>
        <w:object w:dxaOrig="240" w:dyaOrig="580">
          <v:shape id="_x0000_i1247" type="#_x0000_t75" style="width:11.2pt;height:29pt" o:ole="" fillcolor="window">
            <v:imagedata r:id="rId404" o:title=""/>
          </v:shape>
          <o:OLEObject Type="Embed" ProgID="Equation.3" ShapeID="_x0000_i1247" DrawAspect="Content" ObjectID="_1654982085" r:id="rId405"/>
        </w:object>
      </w:r>
      <w:r>
        <w:t xml:space="preserve"> = 0.5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248" type="#_x0000_t75" style="width:70.15pt;height:18.7pt" o:ole="" fillcolor="window">
            <v:imagedata r:id="rId22" o:title=""/>
          </v:shape>
          <o:OLEObject Type="Embed" ProgID="Equation.3" ShapeID="_x0000_i1248" DrawAspect="Content" ObjectID="_1654982086" r:id="rId406"/>
        </w:object>
      </w:r>
      <w:r>
        <w:t xml:space="preserve"> = </w:t>
      </w:r>
      <w:r w:rsidR="004E7F6A" w:rsidRPr="004E7F6A">
        <w:rPr>
          <w:position w:val="-14"/>
        </w:rPr>
        <w:object w:dxaOrig="840" w:dyaOrig="440">
          <v:shape id="_x0000_i1249" type="#_x0000_t75" style="width:43pt;height:21.5pt" o:ole="" fillcolor="window">
            <v:imagedata r:id="rId407" o:title=""/>
          </v:shape>
          <o:OLEObject Type="Embed" ProgID="Equation.DSMT4" ShapeID="_x0000_i1249" DrawAspect="Content" ObjectID="_1654982087" r:id="rId408"/>
        </w:object>
      </w:r>
      <w:r>
        <w:t>– 1 = 0.0</w:t>
      </w:r>
      <w:r w:rsidR="001B740B">
        <w:t>09950494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2079" w:dyaOrig="960">
          <v:shape id="_x0000_i1250" type="#_x0000_t75" style="width:103.8pt;height:47.7pt" o:ole="" fillcolor="window">
            <v:imagedata r:id="rId161" o:title=""/>
          </v:shape>
          <o:OLEObject Type="Embed" ProgID="Equation.3" ShapeID="_x0000_i1250" DrawAspect="Content" ObjectID="_1654982088" r:id="rId409"/>
        </w:object>
      </w:r>
      <w:r>
        <w:t xml:space="preserve"> = </w:t>
      </w:r>
      <w:r w:rsidR="001B740B" w:rsidRPr="001B740B">
        <w:rPr>
          <w:spacing w:val="-2"/>
          <w:position w:val="-30"/>
        </w:rPr>
        <w:object w:dxaOrig="3440" w:dyaOrig="1020">
          <v:shape id="_x0000_i1251" type="#_x0000_t75" style="width:172.05pt;height:51.45pt" o:ole="" fillcolor="window">
            <v:imagedata r:id="rId410" o:title=""/>
          </v:shape>
          <o:OLEObject Type="Embed" ProgID="Equation.3" ShapeID="_x0000_i1251" DrawAspect="Content" ObjectID="_1654982089" r:id="rId411"/>
        </w:object>
      </w:r>
      <w:r>
        <w:t xml:space="preserve"> = </w:t>
      </w:r>
      <w:r w:rsidR="0057460F">
        <w:t>57.72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 xml:space="preserve">The payments will continue for </w:t>
      </w:r>
      <w:r w:rsidR="001B740B">
        <w:t>58</w:t>
      </w:r>
      <w:r>
        <w:t xml:space="preserve"> calendar quarters or </w:t>
      </w:r>
      <w:r w:rsidR="001B740B">
        <w:rPr>
          <w:u w:val="double"/>
        </w:rPr>
        <w:t xml:space="preserve">14 </w:t>
      </w:r>
      <w:r>
        <w:rPr>
          <w:u w:val="double"/>
        </w:rPr>
        <w:t xml:space="preserve">years and </w:t>
      </w:r>
      <w:r w:rsidR="001B740B">
        <w:rPr>
          <w:u w:val="double"/>
        </w:rPr>
        <w:t xml:space="preserve">6 </w:t>
      </w:r>
      <w:r>
        <w:rPr>
          <w:u w:val="double"/>
        </w:rPr>
        <w:t>months</w:t>
      </w:r>
      <w:r>
        <w:t>.</w:t>
      </w:r>
    </w:p>
    <w:p w:rsidR="00E237F0" w:rsidRDefault="00E237F0" w:rsidP="00E237F0">
      <w:pPr>
        <w:pStyle w:val="ISM"/>
      </w:pPr>
      <w:r>
        <w:tab/>
        <w:t>11.</w:t>
      </w:r>
      <w:r>
        <w:tab/>
        <w:t xml:space="preserve">The original loan equals the present value of the loan payments. The payments </w:t>
      </w:r>
    </w:p>
    <w:p w:rsidR="00E237F0" w:rsidRDefault="00E237F0" w:rsidP="00E237F0">
      <w:pPr>
        <w:pStyle w:val="ISM"/>
      </w:pPr>
      <w:r>
        <w:tab/>
      </w:r>
      <w:r>
        <w:tab/>
        <w:t>form an ordinary general annuity having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$90,000, </w:t>
      </w:r>
      <w:r>
        <w:rPr>
          <w:rFonts w:ascii="Times New Roman" w:hAnsi="Times New Roman"/>
          <w:i/>
        </w:rPr>
        <w:t>n</w:t>
      </w:r>
      <w:r>
        <w:t xml:space="preserve"> = 2(10) = 20,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371B10" w:rsidRPr="00371B10">
        <w:rPr>
          <w:position w:val="-24"/>
        </w:rPr>
        <w:object w:dxaOrig="740" w:dyaOrig="620">
          <v:shape id="_x0000_i1252" type="#_x0000_t75" style="width:37.4pt;height:30.85pt" o:ole="" fillcolor="window">
            <v:imagedata r:id="rId412" o:title=""/>
          </v:shape>
          <o:OLEObject Type="Embed" ProgID="Equation.3" ShapeID="_x0000_i1252" DrawAspect="Content" ObjectID="_1654982090" r:id="rId413"/>
        </w:object>
      </w:r>
      <w:r>
        <w:t xml:space="preserve"> = 0.</w:t>
      </w:r>
      <w:r w:rsidR="00371B10">
        <w:t>5625</w:t>
      </w:r>
      <w:r>
        <w:t xml:space="preserve">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22"/>
        </w:rPr>
        <w:object w:dxaOrig="340" w:dyaOrig="580">
          <v:shape id="_x0000_i1253" type="#_x0000_t75" style="width:17.75pt;height:29pt" o:ole="" fillcolor="window">
            <v:imagedata r:id="rId414" o:title=""/>
          </v:shape>
          <o:OLEObject Type="Embed" ProgID="Equation.3" ShapeID="_x0000_i1253" DrawAspect="Content" ObjectID="_1654982091" r:id="rId415"/>
        </w:object>
      </w:r>
      <w:r>
        <w:t xml:space="preserve"> = 6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254" type="#_x0000_t75" style="width:70.15pt;height:18.7pt" o:ole="" fillcolor="window">
            <v:imagedata r:id="rId22" o:title=""/>
          </v:shape>
          <o:OLEObject Type="Embed" ProgID="Equation.3" ShapeID="_x0000_i1254" DrawAspect="Content" ObjectID="_1654982092" r:id="rId416"/>
        </w:object>
      </w:r>
      <w:r>
        <w:t xml:space="preserve"> = </w:t>
      </w:r>
      <w:r w:rsidR="00FA4CD4" w:rsidRPr="00FA4CD4">
        <w:rPr>
          <w:position w:val="-14"/>
        </w:rPr>
        <w:object w:dxaOrig="1200" w:dyaOrig="440">
          <v:shape id="_x0000_i1255" type="#_x0000_t75" style="width:60.8pt;height:21.5pt" o:ole="" fillcolor="window">
            <v:imagedata r:id="rId417" o:title=""/>
          </v:shape>
          <o:OLEObject Type="Embed" ProgID="Equation.DSMT4" ShapeID="_x0000_i1255" DrawAspect="Content" ObjectID="_1654982093" r:id="rId418"/>
        </w:object>
      </w:r>
      <w:r>
        <w:t>– 1 = 0.0</w:t>
      </w:r>
      <w:r w:rsidR="00371B10">
        <w:t>34228184</w:t>
      </w:r>
    </w:p>
    <w:p w:rsidR="00E237F0" w:rsidRDefault="00E237F0" w:rsidP="00E237F0">
      <w:pPr>
        <w:pStyle w:val="ISM"/>
      </w:pPr>
      <w:r>
        <w:tab/>
      </w:r>
      <w:r>
        <w:tab/>
        <w:t xml:space="preserve">Solve for </w:t>
      </w:r>
      <w:r>
        <w:rPr>
          <w:rFonts w:ascii="Times New Roman" w:hAnsi="Times New Roman"/>
          <w:i/>
        </w:rPr>
        <w:t>PMT</w:t>
      </w:r>
      <w:r>
        <w:t xml:space="preserve"> in formula (</w:t>
      </w:r>
      <w:r w:rsidR="00682CD8">
        <w:t>11</w:t>
      </w:r>
      <w:r>
        <w:t>-2),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 xml:space="preserve">$90,000 = </w:t>
      </w:r>
      <w:r>
        <w:rPr>
          <w:rFonts w:ascii="Times New Roman" w:hAnsi="Times New Roman"/>
          <w:i/>
        </w:rPr>
        <w:t xml:space="preserve">PMT </w:t>
      </w:r>
      <w:r w:rsidR="00371B10" w:rsidRPr="00371B10">
        <w:rPr>
          <w:position w:val="-32"/>
        </w:rPr>
        <w:object w:dxaOrig="2120" w:dyaOrig="760">
          <v:shape id="_x0000_i1256" type="#_x0000_t75" style="width:105.65pt;height:38.35pt" o:ole="" fillcolor="window">
            <v:imagedata r:id="rId419" o:title=""/>
          </v:shape>
          <o:OLEObject Type="Embed" ProgID="Equation.3" ShapeID="_x0000_i1256" DrawAspect="Content" ObjectID="_1654982094" r:id="rId420"/>
        </w:object>
      </w:r>
    </w:p>
    <w:p w:rsidR="00E237F0" w:rsidRDefault="00E237F0" w:rsidP="00E237F0">
      <w:pPr>
        <w:pStyle w:val="ISM"/>
        <w:spacing w:after="240"/>
        <w:rPr>
          <w:u w:val="double"/>
        </w:rPr>
      </w:pPr>
      <w:r>
        <w:tab/>
      </w:r>
      <w:r>
        <w:tab/>
      </w:r>
      <w:r>
        <w:tab/>
      </w:r>
      <w:r>
        <w:tab/>
        <w:t xml:space="preserve">  </w:t>
      </w:r>
      <w:r>
        <w:rPr>
          <w:sz w:val="16"/>
        </w:rPr>
        <w:t xml:space="preserve"> </w:t>
      </w:r>
      <w:r>
        <w:t xml:space="preserve">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</w:t>
      </w:r>
      <w:r w:rsidR="00371B10">
        <w:rPr>
          <w:u w:val="double"/>
        </w:rPr>
        <w:t>6288.35</w:t>
      </w:r>
    </w:p>
    <w:p w:rsidR="00E237F0" w:rsidRDefault="00E237F0" w:rsidP="00E237F0">
      <w:pPr>
        <w:pStyle w:val="ISM"/>
      </w:pPr>
      <w:r>
        <w:tab/>
        <w:t>13.</w:t>
      </w:r>
      <w:r>
        <w:tab/>
        <w:t xml:space="preserve">With </w:t>
      </w:r>
      <w:r>
        <w:rPr>
          <w:rFonts w:ascii="Times New Roman" w:hAnsi="Times New Roman"/>
          <w:i/>
        </w:rPr>
        <w:t>PV</w:t>
      </w:r>
      <w:r>
        <w:t xml:space="preserve"> = $65,000, </w:t>
      </w:r>
      <w:r>
        <w:rPr>
          <w:rFonts w:ascii="Times New Roman" w:hAnsi="Times New Roman"/>
          <w:i/>
        </w:rPr>
        <w:t>PMT</w:t>
      </w:r>
      <w:r>
        <w:t xml:space="preserve"> = $625,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4"/>
        </w:rPr>
        <w:object w:dxaOrig="480" w:dyaOrig="400">
          <v:shape id="_x0000_i1257" type="#_x0000_t75" style="width:24.3pt;height:19.65pt" o:ole="" fillcolor="window">
            <v:imagedata r:id="rId421" o:title=""/>
          </v:shape>
          <o:OLEObject Type="Embed" ProgID="Equation.3" ShapeID="_x0000_i1257" DrawAspect="Content" ObjectID="_1654982095" r:id="rId422"/>
        </w:object>
      </w:r>
      <w:r>
        <w:t xml:space="preserve"> = 0.6%,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2079" w:dyaOrig="960">
          <v:shape id="_x0000_i1258" type="#_x0000_t75" style="width:103.8pt;height:47.7pt" o:ole="" fillcolor="window">
            <v:imagedata r:id="rId161" o:title=""/>
          </v:shape>
          <o:OLEObject Type="Embed" ProgID="Equation.3" ShapeID="_x0000_i1258" DrawAspect="Content" ObjectID="_1654982096" r:id="rId423"/>
        </w:object>
      </w:r>
      <w:r>
        <w:t xml:space="preserve"> = </w:t>
      </w:r>
      <w:r w:rsidR="00313823" w:rsidRPr="00313823">
        <w:rPr>
          <w:spacing w:val="-2"/>
          <w:position w:val="-32"/>
        </w:rPr>
        <w:object w:dxaOrig="2540" w:dyaOrig="1020">
          <v:shape id="_x0000_i1259" type="#_x0000_t75" style="width:127.15pt;height:51.45pt" o:ole="" fillcolor="window">
            <v:imagedata r:id="rId424" o:title=""/>
          </v:shape>
          <o:OLEObject Type="Embed" ProgID="Equation.3" ShapeID="_x0000_i1259" DrawAspect="Content" ObjectID="_1654982097" r:id="rId425"/>
        </w:object>
      </w:r>
      <w:r>
        <w:rPr>
          <w:spacing w:val="-2"/>
        </w:rPr>
        <w:t xml:space="preserve"> = 163.52</w:t>
      </w:r>
    </w:p>
    <w:p w:rsidR="00E237F0" w:rsidRDefault="00E237F0" w:rsidP="00E237F0">
      <w:pPr>
        <w:pStyle w:val="ISM"/>
      </w:pPr>
      <w:r>
        <w:tab/>
      </w:r>
      <w:r>
        <w:tab/>
        <w:t xml:space="preserve">Thus, 164 payments are required to satisfy the loan. With </w:t>
      </w:r>
      <w:r>
        <w:rPr>
          <w:rFonts w:ascii="Times New Roman" w:hAnsi="Times New Roman"/>
          <w:i/>
        </w:rPr>
        <w:t>PMT</w:t>
      </w:r>
      <w:r>
        <w:t xml:space="preserve"> reduced to $600,</w:t>
      </w:r>
    </w:p>
    <w:p w:rsidR="00E237F0" w:rsidRDefault="00E237F0" w:rsidP="00E237F0">
      <w:pPr>
        <w:pStyle w:val="ISM"/>
      </w:pPr>
      <w:r>
        <w:tab/>
      </w:r>
      <w:r>
        <w:tab/>
        <w:t xml:space="preserve">we obtain </w:t>
      </w:r>
      <w:r>
        <w:rPr>
          <w:rFonts w:ascii="Times New Roman" w:hAnsi="Times New Roman"/>
          <w:i/>
        </w:rPr>
        <w:t>n</w:t>
      </w:r>
      <w:r>
        <w:t xml:space="preserve"> = 175.49. That is, 176 payments are required. The larger payments will</w:t>
      </w:r>
    </w:p>
    <w:p w:rsidR="00E237F0" w:rsidRDefault="00E237F0" w:rsidP="00E237F0">
      <w:pPr>
        <w:pStyle w:val="ISM"/>
      </w:pPr>
      <w:r>
        <w:tab/>
      </w:r>
      <w:r>
        <w:tab/>
        <w:t xml:space="preserve">pay off the loan (176 – 164) months = 12 months = </w:t>
      </w:r>
      <w:r>
        <w:rPr>
          <w:u w:val="double"/>
        </w:rPr>
        <w:t>1 year sooner</w:t>
      </w:r>
      <w:r>
        <w:t>.</w:t>
      </w:r>
    </w:p>
    <w:p w:rsidR="00E237F0" w:rsidRDefault="00E237F0" w:rsidP="00E237F0">
      <w:pPr>
        <w:pStyle w:val="ISM"/>
      </w:pPr>
      <w:r>
        <w:tab/>
      </w:r>
      <w:r>
        <w:tab/>
        <w:t>The interest savings are approximately</w:t>
      </w:r>
    </w:p>
    <w:p w:rsidR="00E237F0" w:rsidRDefault="00E237F0" w:rsidP="00E237F0">
      <w:pPr>
        <w:pStyle w:val="ISM"/>
        <w:spacing w:after="240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  <w:t xml:space="preserve">175.49($600) – 163.52($625) </w:t>
      </w:r>
      <w:r>
        <w:sym w:font="Symbol" w:char="F0BB"/>
      </w:r>
      <w:r>
        <w:t xml:space="preserve"> </w:t>
      </w:r>
      <w:r>
        <w:rPr>
          <w:u w:val="double"/>
        </w:rPr>
        <w:t>$3094</w:t>
      </w:r>
      <w:r>
        <w:t>.</w:t>
      </w:r>
    </w:p>
    <w:p w:rsidR="00E237F0" w:rsidRDefault="00E237F0" w:rsidP="00E237F0">
      <w:pPr>
        <w:pStyle w:val="ISM"/>
      </w:pPr>
      <w:r>
        <w:tab/>
        <w:t>15.</w:t>
      </w:r>
      <w:r>
        <w:tab/>
        <w:t>The payments form an ordinary general annuity having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$15,000, </w:t>
      </w:r>
      <w:r>
        <w:rPr>
          <w:rFonts w:ascii="Times New Roman" w:hAnsi="Times New Roman"/>
          <w:i/>
        </w:rPr>
        <w:t>n</w:t>
      </w:r>
      <w:r>
        <w:t xml:space="preserve"> = 4(8.5) = 34, </w:t>
      </w:r>
      <w:r>
        <w:rPr>
          <w:rFonts w:ascii="Times New Roman" w:hAnsi="Times New Roman"/>
          <w:i/>
        </w:rPr>
        <w:t>i</w:t>
      </w:r>
      <w:r>
        <w:t xml:space="preserve"> = 7.5%,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16"/>
        </w:rPr>
        <w:object w:dxaOrig="220" w:dyaOrig="420">
          <v:shape id="_x0000_i1260" type="#_x0000_t75" style="width:11.2pt;height:20.55pt" o:ole="" fillcolor="window">
            <v:imagedata r:id="rId61" o:title=""/>
          </v:shape>
          <o:OLEObject Type="Embed" ProgID="Equation.3" ShapeID="_x0000_i1260" DrawAspect="Content" ObjectID="_1654982098" r:id="rId426"/>
        </w:object>
      </w:r>
      <w:r>
        <w:t xml:space="preserve"> = 0.25, and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261" type="#_x0000_t75" style="width:70.15pt;height:18.7pt" o:ole="" fillcolor="window">
            <v:imagedata r:id="rId22" o:title=""/>
          </v:shape>
          <o:OLEObject Type="Embed" ProgID="Equation.3" ShapeID="_x0000_i1261" DrawAspect="Content" ObjectID="_1654982099" r:id="rId427"/>
        </w:object>
      </w:r>
      <w:r>
        <w:t xml:space="preserve"> = </w:t>
      </w:r>
      <w:r w:rsidRPr="001134BE">
        <w:rPr>
          <w:position w:val="-10"/>
        </w:rPr>
        <w:object w:dxaOrig="1020" w:dyaOrig="360">
          <v:shape id="_x0000_i1262" type="#_x0000_t75" style="width:51.45pt;height:18.7pt" o:ole="" fillcolor="window">
            <v:imagedata r:id="rId428" o:title=""/>
          </v:shape>
          <o:OLEObject Type="Embed" ProgID="Equation.3" ShapeID="_x0000_i1262" DrawAspect="Content" ObjectID="_1654982100" r:id="rId429"/>
        </w:object>
      </w:r>
      <w:r>
        <w:t>– 1 = 0.01824460</w:t>
      </w:r>
      <w:r w:rsidR="00021A38">
        <w:t>1</w:t>
      </w:r>
    </w:p>
    <w:p w:rsidR="00E237F0" w:rsidRDefault="00E237F0" w:rsidP="00E237F0">
      <w:pPr>
        <w:pStyle w:val="ISM"/>
      </w:pPr>
      <w:r>
        <w:tab/>
      </w:r>
      <w:r>
        <w:tab/>
      </w:r>
      <w:r>
        <w:rPr>
          <w:spacing w:val="-2"/>
        </w:rPr>
        <w:t>Substitute into formula (</w:t>
      </w:r>
      <w:r w:rsidR="00682CD8">
        <w:rPr>
          <w:spacing w:val="-2"/>
        </w:rPr>
        <w:t>11</w:t>
      </w:r>
      <w:r>
        <w:rPr>
          <w:spacing w:val="-2"/>
        </w:rPr>
        <w:t>-1).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 xml:space="preserve">$15,000 = </w:t>
      </w:r>
      <w:r>
        <w:rPr>
          <w:rFonts w:ascii="Times New Roman" w:hAnsi="Times New Roman"/>
          <w:i/>
        </w:rPr>
        <w:t xml:space="preserve">PMT </w:t>
      </w:r>
      <w:r w:rsidR="00021A38" w:rsidRPr="00021A38">
        <w:rPr>
          <w:position w:val="-32"/>
        </w:rPr>
        <w:object w:dxaOrig="1980" w:dyaOrig="740">
          <v:shape id="_x0000_i1263" type="#_x0000_t75" style="width:100.05pt;height:37.4pt" o:ole="" fillcolor="window">
            <v:imagedata r:id="rId430" o:title=""/>
          </v:shape>
          <o:OLEObject Type="Embed" ProgID="Equation.3" ShapeID="_x0000_i1263" DrawAspect="Content" ObjectID="_1654982101" r:id="rId431"/>
        </w:object>
      </w:r>
    </w:p>
    <w:p w:rsidR="00E237F0" w:rsidRDefault="00E237F0" w:rsidP="00E237F0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$322.29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>Quarterly payments of $322.29 are required.</w:t>
      </w:r>
    </w:p>
    <w:p w:rsidR="00E237F0" w:rsidRDefault="00E237F0" w:rsidP="00E237F0">
      <w:pPr>
        <w:pStyle w:val="ISM"/>
      </w:pPr>
      <w:r>
        <w:tab/>
        <w:t>17.</w:t>
      </w:r>
      <w:r>
        <w:tab/>
      </w:r>
      <w:proofErr w:type="gramStart"/>
      <w:r>
        <w:t>With</w:t>
      </w:r>
      <w:proofErr w:type="gramEnd"/>
      <w:r>
        <w:t xml:space="preserve"> the focal date at the date of the last $500 contribution,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the contributions = </w:t>
      </w:r>
      <w:r>
        <w:rPr>
          <w:rFonts w:ascii="Times New Roman" w:hAnsi="Times New Roman"/>
          <w:i/>
        </w:rPr>
        <w:t>PV</w:t>
      </w:r>
      <w:r>
        <w:t xml:space="preserve"> of $</w:t>
      </w:r>
      <w:r w:rsidR="002B1357">
        <w:t>10,770.82</w:t>
      </w:r>
    </w:p>
    <w:p w:rsidR="00E237F0" w:rsidRDefault="00E237F0" w:rsidP="00E237F0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FV</w:t>
      </w:r>
      <w:r>
        <w:t xml:space="preserve"> = $</w:t>
      </w:r>
      <w:r w:rsidR="002B1357">
        <w:t>10,770.82</w:t>
      </w:r>
      <w:r>
        <w:t xml:space="preserve">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2B1357" w:rsidRPr="002B1357">
        <w:rPr>
          <w:position w:val="-12"/>
        </w:rPr>
        <w:object w:dxaOrig="400" w:dyaOrig="360">
          <v:shape id="_x0000_i1264" type="#_x0000_t75" style="width:19.65pt;height:18.7pt" o:ole="" fillcolor="window">
            <v:imagedata r:id="rId432" o:title=""/>
          </v:shape>
          <o:OLEObject Type="Embed" ProgID="Equation.3" ShapeID="_x0000_i1264" DrawAspect="Content" ObjectID="_1654982102" r:id="rId433"/>
        </w:object>
      </w:r>
      <w:r>
        <w:t xml:space="preserve"> = </w:t>
      </w:r>
      <w:r w:rsidR="002B1357">
        <w:t>0</w:t>
      </w:r>
      <w:r>
        <w:t xml:space="preserve">.875%, </w:t>
      </w:r>
      <w:r>
        <w:rPr>
          <w:rFonts w:ascii="Times New Roman" w:hAnsi="Times New Roman"/>
          <w:i/>
        </w:rPr>
        <w:t>n</w:t>
      </w:r>
      <w:r>
        <w:t xml:space="preserve"> = 4(3) = 12</w:t>
      </w:r>
    </w:p>
    <w:p w:rsidR="00E237F0" w:rsidRDefault="00E237F0" w:rsidP="00E237F0">
      <w:pPr>
        <w:pStyle w:val="ISM"/>
      </w:pPr>
      <w:r>
        <w:tab/>
      </w:r>
      <w:r>
        <w:tab/>
        <w:t>Then</w:t>
      </w:r>
      <w:r>
        <w:tab/>
      </w:r>
      <w:r w:rsidRPr="00E80907">
        <w:rPr>
          <w:position w:val="-10"/>
        </w:rPr>
        <w:object w:dxaOrig="1660" w:dyaOrig="380">
          <v:shape id="_x0000_i1265" type="#_x0000_t75" style="width:83.2pt;height:18.7pt" o:ole="" fillcolor="window">
            <v:imagedata r:id="rId434" o:title=""/>
          </v:shape>
          <o:OLEObject Type="Embed" ProgID="Equation.3" ShapeID="_x0000_i1265" DrawAspect="Content" ObjectID="_1654982103" r:id="rId435"/>
        </w:object>
      </w:r>
      <w:r>
        <w:t xml:space="preserve"> = $</w:t>
      </w:r>
      <w:r w:rsidR="002B1357">
        <w:t>10,770.82</w:t>
      </w:r>
      <w:r w:rsidR="001870A4" w:rsidRPr="001870A4">
        <w:rPr>
          <w:position w:val="-14"/>
        </w:rPr>
        <w:object w:dxaOrig="1240" w:dyaOrig="440">
          <v:shape id="_x0000_i1266" type="#_x0000_t75" style="width:61.7pt;height:21.5pt" o:ole="" fillcolor="window">
            <v:imagedata r:id="rId436" o:title=""/>
          </v:shape>
          <o:OLEObject Type="Embed" ProgID="Equation.DSMT4" ShapeID="_x0000_i1266" DrawAspect="Content" ObjectID="_1654982104" r:id="rId437"/>
        </w:object>
      </w:r>
      <w:r>
        <w:t xml:space="preserve"> = $</w:t>
      </w:r>
      <w:r w:rsidR="002B1357">
        <w:t>9701.66</w:t>
      </w:r>
    </w:p>
    <w:p w:rsidR="00E237F0" w:rsidRDefault="00E237F0" w:rsidP="00E237F0">
      <w:pPr>
        <w:pStyle w:val="ISM"/>
      </w:pPr>
      <w:r>
        <w:lastRenderedPageBreak/>
        <w:tab/>
      </w:r>
      <w:r>
        <w:tab/>
        <w:t xml:space="preserve">For the </w:t>
      </w:r>
      <w:r>
        <w:rPr>
          <w:rFonts w:ascii="Times New Roman" w:hAnsi="Times New Roman"/>
          <w:i/>
        </w:rPr>
        <w:t>FV</w:t>
      </w:r>
      <w:r>
        <w:t xml:space="preserve"> calculation, </w:t>
      </w:r>
      <w:r>
        <w:rPr>
          <w:rFonts w:ascii="Times New Roman" w:hAnsi="Times New Roman"/>
          <w:i/>
        </w:rPr>
        <w:t>FV</w:t>
      </w:r>
      <w:r>
        <w:t xml:space="preserve"> = $</w:t>
      </w:r>
      <w:r w:rsidR="002B1357">
        <w:t>9701.66</w:t>
      </w:r>
      <w:r>
        <w:t xml:space="preserve">, </w:t>
      </w:r>
      <w:r>
        <w:rPr>
          <w:rFonts w:ascii="Times New Roman" w:hAnsi="Times New Roman"/>
          <w:i/>
        </w:rPr>
        <w:t>PMT</w:t>
      </w:r>
      <w:r>
        <w:t xml:space="preserve"> = $500, and </w:t>
      </w:r>
      <w:r>
        <w:rPr>
          <w:rFonts w:ascii="Times New Roman" w:hAnsi="Times New Roman"/>
          <w:i/>
        </w:rPr>
        <w:t>i</w:t>
      </w:r>
      <w:r>
        <w:t xml:space="preserve"> = </w:t>
      </w:r>
      <w:r w:rsidR="002B1357">
        <w:t>0</w:t>
      </w:r>
      <w:r>
        <w:t>.875%</w:t>
      </w:r>
    </w:p>
    <w:p w:rsidR="00E237F0" w:rsidRDefault="00E237F0" w:rsidP="00E237F0">
      <w:pPr>
        <w:pStyle w:val="ISM"/>
        <w:rPr>
          <w:u w:val="double"/>
        </w:rPr>
      </w:pPr>
      <w:r>
        <w:tab/>
      </w:r>
      <w:r>
        <w:tab/>
        <w:t>Then</w:t>
      </w:r>
      <w:r>
        <w:tab/>
      </w:r>
      <w:r w:rsidRPr="00E80907">
        <w:rPr>
          <w:spacing w:val="-2"/>
          <w:position w:val="-28"/>
        </w:rPr>
        <w:object w:dxaOrig="1960" w:dyaOrig="960">
          <v:shape id="_x0000_i1267" type="#_x0000_t75" style="width:98.2pt;height:47.7pt" o:ole="" fillcolor="window">
            <v:imagedata r:id="rId191" o:title=""/>
          </v:shape>
          <o:OLEObject Type="Embed" ProgID="Equation.3" ShapeID="_x0000_i1267" DrawAspect="Content" ObjectID="_1654982105" r:id="rId438"/>
        </w:object>
      </w:r>
      <w:r>
        <w:t xml:space="preserve"> = </w:t>
      </w:r>
      <w:r w:rsidR="00165D6B" w:rsidRPr="002B1357">
        <w:rPr>
          <w:spacing w:val="-2"/>
          <w:position w:val="-30"/>
        </w:rPr>
        <w:object w:dxaOrig="2780" w:dyaOrig="1020">
          <v:shape id="_x0000_i1268" type="#_x0000_t75" style="width:139.3pt;height:51.45pt" o:ole="" fillcolor="window">
            <v:imagedata r:id="rId439" o:title=""/>
          </v:shape>
          <o:OLEObject Type="Embed" ProgID="Equation.3" ShapeID="_x0000_i1268" DrawAspect="Content" ObjectID="_1654982106" r:id="rId440"/>
        </w:object>
      </w:r>
      <w:r>
        <w:rPr>
          <w:spacing w:val="-2"/>
        </w:rPr>
        <w:t xml:space="preserve"> = </w:t>
      </w:r>
      <w:r>
        <w:rPr>
          <w:spacing w:val="-2"/>
          <w:u w:val="double"/>
        </w:rPr>
        <w:t>18.00</w:t>
      </w:r>
    </w:p>
    <w:p w:rsidR="00E237F0" w:rsidRDefault="00E237F0" w:rsidP="00E237F0">
      <w:pPr>
        <w:pStyle w:val="ISM"/>
        <w:spacing w:after="180"/>
      </w:pPr>
      <w:r>
        <w:tab/>
      </w:r>
      <w:r>
        <w:tab/>
      </w:r>
      <w:r w:rsidRPr="00C42BD8">
        <w:rPr>
          <w:u w:val="double"/>
        </w:rPr>
        <w:t>Eighteen</w:t>
      </w:r>
      <w:r>
        <w:t xml:space="preserve"> contributions of $500 were made.</w:t>
      </w:r>
    </w:p>
    <w:p w:rsidR="00E237F0" w:rsidRDefault="00E237F0" w:rsidP="00E237F0">
      <w:pPr>
        <w:pStyle w:val="ISM"/>
      </w:pPr>
      <w:r>
        <w:tab/>
        <w:t>19.</w:t>
      </w:r>
      <w:r>
        <w:tab/>
        <w:t>Viewed from the date each trust is set up, the payments each child will receive form</w:t>
      </w:r>
    </w:p>
    <w:p w:rsidR="00E237F0" w:rsidRDefault="00E237F0" w:rsidP="00E237F0">
      <w:pPr>
        <w:pStyle w:val="ISM"/>
      </w:pPr>
      <w:r>
        <w:tab/>
      </w:r>
      <w:r>
        <w:tab/>
        <w:t xml:space="preserve">a deferred general annuity whose present value is $20,000. That is,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$20,000, </w:t>
      </w:r>
      <w:r>
        <w:rPr>
          <w:rFonts w:ascii="Times New Roman" w:hAnsi="Times New Roman"/>
          <w:i/>
        </w:rPr>
        <w:t>n</w:t>
      </w:r>
      <w:r>
        <w:t xml:space="preserve"> = 4(15) = 60,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620" w:dyaOrig="440">
          <v:shape id="_x0000_i1269" type="#_x0000_t75" style="width:30.85pt;height:21.5pt" o:ole="" fillcolor="window">
            <v:imagedata r:id="rId441" o:title=""/>
          </v:shape>
          <o:OLEObject Type="Embed" ProgID="Equation.3" ShapeID="_x0000_i1269" DrawAspect="Content" ObjectID="_1654982107" r:id="rId442"/>
        </w:object>
      </w:r>
      <w:r>
        <w:t xml:space="preserve"> = 4.625%,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16"/>
        </w:rPr>
        <w:object w:dxaOrig="220" w:dyaOrig="420">
          <v:shape id="_x0000_i1270" type="#_x0000_t75" style="width:11.2pt;height:20.55pt" o:ole="" fillcolor="window">
            <v:imagedata r:id="rId113" o:title=""/>
          </v:shape>
          <o:OLEObject Type="Embed" ProgID="Equation.3" ShapeID="_x0000_i1270" DrawAspect="Content" ObjectID="_1654982108" r:id="rId443"/>
        </w:object>
      </w:r>
      <w:r>
        <w:t xml:space="preserve"> = 0.5 and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271" type="#_x0000_t75" style="width:70.15pt;height:18.7pt" o:ole="" fillcolor="window">
            <v:imagedata r:id="rId22" o:title=""/>
          </v:shape>
          <o:OLEObject Type="Embed" ProgID="Equation.3" ShapeID="_x0000_i1271" DrawAspect="Content" ObjectID="_1654982109" r:id="rId444"/>
        </w:object>
      </w:r>
      <w:r>
        <w:t xml:space="preserve"> = </w:t>
      </w:r>
      <w:r w:rsidRPr="001134BE">
        <w:rPr>
          <w:position w:val="-10"/>
        </w:rPr>
        <w:object w:dxaOrig="1180" w:dyaOrig="360">
          <v:shape id="_x0000_i1272" type="#_x0000_t75" style="width:58.9pt;height:18.7pt" o:ole="" fillcolor="window">
            <v:imagedata r:id="rId445" o:title=""/>
          </v:shape>
          <o:OLEObject Type="Embed" ProgID="Equation.3" ShapeID="_x0000_i1272" DrawAspect="Content" ObjectID="_1654982110" r:id="rId446"/>
        </w:object>
      </w:r>
      <w:r>
        <w:t>– 1 = 0.022863627</w:t>
      </w:r>
    </w:p>
    <w:p w:rsidR="00E237F0" w:rsidRDefault="00E237F0" w:rsidP="00E237F0">
      <w:pPr>
        <w:pStyle w:val="ISM"/>
      </w:pPr>
      <w:r>
        <w:tab/>
      </w:r>
      <w:r>
        <w:tab/>
      </w:r>
      <w:r w:rsidRPr="00C42BD8">
        <w:rPr>
          <w:u w:val="double"/>
        </w:rPr>
        <w:t>Lena</w:t>
      </w:r>
      <w:r>
        <w:t xml:space="preserve"> will receive her first payments in 5 years. At a focal date 4.75 years from now,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$20,000 = </w:t>
      </w:r>
      <w:r>
        <w:rPr>
          <w:rFonts w:ascii="Times New Roman" w:hAnsi="Times New Roman"/>
          <w:i/>
        </w:rPr>
        <w:t>PV</w:t>
      </w:r>
      <w:r>
        <w:t xml:space="preserve"> of ordinary annuity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>$20,000</w:t>
      </w:r>
      <w:r w:rsidR="00CC4FB6" w:rsidRPr="009741F1">
        <w:rPr>
          <w:position w:val="-14"/>
        </w:rPr>
        <w:object w:dxaOrig="1620" w:dyaOrig="440">
          <v:shape id="_x0000_i1273" type="#_x0000_t75" style="width:81.35pt;height:22.45pt" o:ole="" fillcolor="window">
            <v:imagedata r:id="rId447" o:title=""/>
          </v:shape>
          <o:OLEObject Type="Embed" ProgID="Equation.DSMT4" ShapeID="_x0000_i1273" DrawAspect="Content" ObjectID="_1654982111" r:id="rId448"/>
        </w:object>
      </w:r>
      <w:r>
        <w:t xml:space="preserve"> =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2240" w:dyaOrig="780">
          <v:shape id="_x0000_i1274" type="#_x0000_t75" style="width:112.2pt;height:39.25pt" o:ole="" fillcolor="window">
            <v:imagedata r:id="rId449" o:title=""/>
          </v:shape>
          <o:OLEObject Type="Embed" ProgID="Equation.3" ShapeID="_x0000_i1274" DrawAspect="Content" ObjectID="_1654982112" r:id="rId450"/>
        </w:object>
      </w:r>
    </w:p>
    <w:p w:rsidR="00E237F0" w:rsidRDefault="00E237F0" w:rsidP="00E237F0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</w:t>
      </w:r>
      <w:r w:rsidRPr="00E80907">
        <w:rPr>
          <w:position w:val="-22"/>
        </w:rPr>
        <w:object w:dxaOrig="1160" w:dyaOrig="580">
          <v:shape id="_x0000_i1275" type="#_x0000_t75" style="width:57.95pt;height:29pt" o:ole="" fillcolor="window">
            <v:imagedata r:id="rId451" o:title=""/>
          </v:shape>
          <o:OLEObject Type="Embed" ProgID="Equation.3" ShapeID="_x0000_i1275" DrawAspect="Content" ObjectID="_1654982113" r:id="rId452"/>
        </w:object>
      </w:r>
      <w:r>
        <w:t xml:space="preserve"> = </w:t>
      </w:r>
      <w:r>
        <w:rPr>
          <w:u w:val="double"/>
        </w:rPr>
        <w:t>$946.39</w:t>
      </w:r>
    </w:p>
    <w:p w:rsidR="00E237F0" w:rsidRDefault="00E237F0" w:rsidP="00E237F0">
      <w:pPr>
        <w:pStyle w:val="ISM"/>
      </w:pPr>
      <w:r>
        <w:tab/>
      </w:r>
      <w:r>
        <w:tab/>
      </w:r>
      <w:r w:rsidRPr="00C42BD8">
        <w:rPr>
          <w:u w:val="double"/>
        </w:rPr>
        <w:t>Axel</w:t>
      </w:r>
      <w:r>
        <w:t xml:space="preserve"> will receive his first payment in 9.5 years. At a focal date 9.25 years from now,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of $20,000 = </w:t>
      </w:r>
      <w:r>
        <w:rPr>
          <w:rFonts w:ascii="Times New Roman" w:hAnsi="Times New Roman"/>
          <w:i/>
        </w:rPr>
        <w:t>PV</w:t>
      </w:r>
      <w:r>
        <w:t xml:space="preserve"> of ordinary annuity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>$20,000</w:t>
      </w:r>
      <w:r w:rsidR="00CC4FB6" w:rsidRPr="00CC4FB6">
        <w:rPr>
          <w:position w:val="-14"/>
        </w:rPr>
        <w:object w:dxaOrig="1640" w:dyaOrig="440">
          <v:shape id="_x0000_i1276" type="#_x0000_t75" style="width:82.3pt;height:22.45pt" o:ole="" fillcolor="window">
            <v:imagedata r:id="rId453" o:title=""/>
          </v:shape>
          <o:OLEObject Type="Embed" ProgID="Equation.DSMT4" ShapeID="_x0000_i1276" DrawAspect="Content" ObjectID="_1654982114" r:id="rId454"/>
        </w:object>
      </w:r>
      <w:r>
        <w:t xml:space="preserve"> =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2240" w:dyaOrig="780">
          <v:shape id="_x0000_i1277" type="#_x0000_t75" style="width:112.2pt;height:39.25pt" o:ole="" fillcolor="window">
            <v:imagedata r:id="rId449" o:title=""/>
          </v:shape>
          <o:OLEObject Type="Embed" ProgID="Equation.3" ShapeID="_x0000_i1277" DrawAspect="Content" ObjectID="_1654982115" r:id="rId455"/>
        </w:object>
      </w:r>
    </w:p>
    <w:p w:rsidR="00E237F0" w:rsidRDefault="00E237F0" w:rsidP="00E237F0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$46,162.17 </w:t>
      </w:r>
      <w:r>
        <w:sym w:font="Symbol" w:char="F0B8"/>
      </w:r>
      <w:r>
        <w:t xml:space="preserve"> 32.471047 = </w:t>
      </w:r>
      <w:r>
        <w:rPr>
          <w:u w:val="double"/>
        </w:rPr>
        <w:t>$1421.64</w:t>
      </w:r>
    </w:p>
    <w:p w:rsidR="00E237F0" w:rsidRDefault="00E237F0" w:rsidP="00E237F0">
      <w:pPr>
        <w:pStyle w:val="ISM"/>
      </w:pPr>
      <w:r>
        <w:tab/>
      </w:r>
      <w:r>
        <w:tab/>
        <w:t xml:space="preserve">Lena will receive quarterly payments of $946.39 and Axel will receive </w:t>
      </w:r>
    </w:p>
    <w:p w:rsidR="00E237F0" w:rsidRDefault="00E237F0" w:rsidP="00E237F0">
      <w:pPr>
        <w:pStyle w:val="ISM"/>
      </w:pPr>
      <w:r>
        <w:tab/>
      </w:r>
      <w:r>
        <w:tab/>
        <w:t>quarterly payments of $1421.64.</w:t>
      </w:r>
    </w:p>
    <w:p w:rsidR="00E237F0" w:rsidRDefault="00E237F0" w:rsidP="00E237F0">
      <w:pPr>
        <w:pStyle w:val="ISM"/>
        <w:spacing w:after="120"/>
        <w:rPr>
          <w:b/>
          <w:i/>
          <w:sz w:val="24"/>
        </w:rPr>
      </w:pPr>
    </w:p>
    <w:p w:rsidR="00E237F0" w:rsidRDefault="00E237F0" w:rsidP="00E237F0">
      <w:pPr>
        <w:pStyle w:val="ISMab"/>
      </w:pPr>
      <w:r>
        <w:tab/>
        <w:t>21.</w:t>
      </w:r>
      <w:r>
        <w:tab/>
      </w:r>
      <w:r>
        <w:rPr>
          <w:i/>
        </w:rPr>
        <w:t>a</w:t>
      </w:r>
      <w:r>
        <w:t>.</w:t>
      </w:r>
      <w:r>
        <w:tab/>
        <w:t>Use formula (</w:t>
      </w:r>
      <w:r w:rsidR="00682CD8">
        <w:t>9</w:t>
      </w:r>
      <w:r>
        <w:noBreakHyphen/>
        <w:t xml:space="preserve">2) to adjust </w:t>
      </w:r>
      <w:r>
        <w:rPr>
          <w:rFonts w:ascii="Times New Roman" w:hAnsi="Times New Roman"/>
          <w:i/>
        </w:rPr>
        <w:t>PV</w:t>
      </w:r>
      <w:r>
        <w:t xml:space="preserve"> = $400,000 for </w:t>
      </w:r>
      <w:r>
        <w:rPr>
          <w:rFonts w:ascii="Times New Roman" w:hAnsi="Times New Roman"/>
          <w:i/>
        </w:rPr>
        <w:t>n</w:t>
      </w:r>
      <w:r>
        <w:t xml:space="preserve"> = 25 years of </w:t>
      </w:r>
    </w:p>
    <w:p w:rsidR="00E237F0" w:rsidRDefault="00E237F0" w:rsidP="00E237F0">
      <w:pPr>
        <w:pStyle w:val="ISMab"/>
      </w:pPr>
      <w:r>
        <w:tab/>
      </w:r>
      <w:r>
        <w:tab/>
      </w:r>
      <w:r>
        <w:tab/>
        <w:t>inflation at</w:t>
      </w:r>
      <w:r>
        <w:rPr>
          <w:rFonts w:ascii="Times New Roman" w:hAnsi="Times New Roman"/>
          <w:i/>
        </w:rPr>
        <w:t xml:space="preserve"> i</w:t>
      </w:r>
      <w:r>
        <w:t xml:space="preserve"> = 2.5% per year.</w:t>
      </w:r>
    </w:p>
    <w:p w:rsidR="00E237F0" w:rsidRDefault="00E237F0" w:rsidP="00E237F0">
      <w:pPr>
        <w:pStyle w:val="ISMab"/>
        <w:rPr>
          <w:u w:val="double"/>
        </w:rPr>
      </w:pPr>
      <w:r>
        <w:tab/>
      </w:r>
      <w:r>
        <w:tab/>
      </w:r>
      <w:r>
        <w:tab/>
      </w:r>
      <w:r w:rsidRPr="00E80907">
        <w:rPr>
          <w:position w:val="-10"/>
        </w:rPr>
        <w:object w:dxaOrig="1560" w:dyaOrig="380">
          <v:shape id="_x0000_i1278" type="#_x0000_t75" style="width:77.6pt;height:18.7pt" o:ole="" fillcolor="window">
            <v:imagedata r:id="rId456" o:title=""/>
          </v:shape>
          <o:OLEObject Type="Embed" ProgID="Equation.3" ShapeID="_x0000_i1278" DrawAspect="Content" ObjectID="_1654982116" r:id="rId457"/>
        </w:object>
      </w:r>
      <w:r>
        <w:t xml:space="preserve"> = $400,000</w:t>
      </w:r>
      <w:r w:rsidRPr="00750B45">
        <w:rPr>
          <w:position w:val="-10"/>
        </w:rPr>
        <w:object w:dxaOrig="900" w:dyaOrig="360">
          <v:shape id="_x0000_i1279" type="#_x0000_t75" style="width:45.8pt;height:18.7pt" o:ole="" fillcolor="window">
            <v:imagedata r:id="rId458" o:title=""/>
          </v:shape>
          <o:OLEObject Type="Embed" ProgID="Equation.3" ShapeID="_x0000_i1279" DrawAspect="Content" ObjectID="_1654982117" r:id="rId459"/>
        </w:object>
      </w:r>
      <w:r>
        <w:t xml:space="preserve"> = </w:t>
      </w:r>
      <w:r>
        <w:rPr>
          <w:u w:val="double"/>
        </w:rPr>
        <w:t>$741,577.64</w:t>
      </w:r>
    </w:p>
    <w:p w:rsidR="00E237F0" w:rsidRDefault="00E237F0" w:rsidP="00E237F0">
      <w:pPr>
        <w:pStyle w:val="ISMab"/>
      </w:pPr>
      <w:r>
        <w:tab/>
      </w:r>
      <w:r>
        <w:tab/>
      </w:r>
      <w:r>
        <w:tab/>
        <w:t xml:space="preserve">Mr. Braun should have $741,577.64 in his RRSP 25 years from now to have </w:t>
      </w:r>
    </w:p>
    <w:p w:rsidR="00E237F0" w:rsidRDefault="00E237F0" w:rsidP="00E237F0">
      <w:pPr>
        <w:pStyle w:val="ISMab"/>
        <w:spacing w:line="360" w:lineRule="auto"/>
      </w:pPr>
      <w:r>
        <w:tab/>
      </w:r>
      <w:r>
        <w:tab/>
      </w:r>
      <w:r>
        <w:tab/>
        <w:t>the same purchasing power as $400,000 current dollars.</w:t>
      </w:r>
    </w:p>
    <w:p w:rsidR="00E237F0" w:rsidRDefault="00E237F0" w:rsidP="00E237F0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The contributions form an ordinary general annuity having</w:t>
      </w:r>
    </w:p>
    <w:p w:rsidR="00E237F0" w:rsidRDefault="00E237F0" w:rsidP="00E237F0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$741,577.64, </w:t>
      </w:r>
      <w:r>
        <w:rPr>
          <w:rFonts w:ascii="Times New Roman" w:hAnsi="Times New Roman"/>
          <w:i/>
        </w:rPr>
        <w:t>n</w:t>
      </w:r>
      <w:r>
        <w:t xml:space="preserve"> = 4(25) = 100,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520" w:dyaOrig="440">
          <v:shape id="_x0000_i1280" type="#_x0000_t75" style="width:26.2pt;height:21.5pt" o:ole="" fillcolor="window">
            <v:imagedata r:id="rId460" o:title=""/>
          </v:shape>
          <o:OLEObject Type="Embed" ProgID="Equation.3" ShapeID="_x0000_i1280" DrawAspect="Content" ObjectID="_1654982118" r:id="rId461"/>
        </w:object>
      </w:r>
      <w:r>
        <w:t xml:space="preserve"> = 3.75%, </w:t>
      </w:r>
      <w:r>
        <w:rPr>
          <w:rFonts w:ascii="Times New Roman" w:hAnsi="Times New Roman"/>
          <w:i/>
        </w:rPr>
        <w:t>c</w:t>
      </w:r>
      <w:r>
        <w:t xml:space="preserve"> = </w:t>
      </w:r>
      <w:r w:rsidRPr="00E80907">
        <w:rPr>
          <w:position w:val="-16"/>
        </w:rPr>
        <w:object w:dxaOrig="220" w:dyaOrig="420">
          <v:shape id="_x0000_i1281" type="#_x0000_t75" style="width:11.2pt;height:20.55pt" o:ole="" fillcolor="window">
            <v:imagedata r:id="rId113" o:title=""/>
          </v:shape>
          <o:OLEObject Type="Embed" ProgID="Equation.3" ShapeID="_x0000_i1281" DrawAspect="Content" ObjectID="_1654982119" r:id="rId462"/>
        </w:object>
      </w:r>
      <w:r>
        <w:t xml:space="preserve"> = 0.5, and</w:t>
      </w:r>
    </w:p>
    <w:p w:rsidR="00E237F0" w:rsidRDefault="00E237F0" w:rsidP="00E237F0">
      <w:pPr>
        <w:pStyle w:val="ISMab"/>
        <w:rPr>
          <w:u w:val="double"/>
        </w:rPr>
      </w:pPr>
      <w:r>
        <w:tab/>
      </w:r>
      <w:r>
        <w:tab/>
      </w:r>
      <w:r>
        <w:tab/>
      </w:r>
      <w:r w:rsidRPr="00E80907">
        <w:rPr>
          <w:position w:val="-10"/>
        </w:rPr>
        <w:object w:dxaOrig="1420" w:dyaOrig="380">
          <v:shape id="_x0000_i1282" type="#_x0000_t75" style="width:70.15pt;height:18.7pt" o:ole="" fillcolor="window">
            <v:imagedata r:id="rId22" o:title=""/>
          </v:shape>
          <o:OLEObject Type="Embed" ProgID="Equation.3" ShapeID="_x0000_i1282" DrawAspect="Content" ObjectID="_1654982120" r:id="rId463"/>
        </w:object>
      </w:r>
      <w:r>
        <w:t xml:space="preserve"> = </w:t>
      </w:r>
      <w:r w:rsidRPr="00750B45">
        <w:rPr>
          <w:position w:val="-10"/>
        </w:rPr>
        <w:object w:dxaOrig="1060" w:dyaOrig="360">
          <v:shape id="_x0000_i1283" type="#_x0000_t75" style="width:53.3pt;height:18.7pt" o:ole="" fillcolor="window">
            <v:imagedata r:id="rId464" o:title=""/>
          </v:shape>
          <o:OLEObject Type="Embed" ProgID="Equation.3" ShapeID="_x0000_i1283" DrawAspect="Content" ObjectID="_1654982121" r:id="rId465"/>
        </w:object>
      </w:r>
      <w:r>
        <w:t>– 1 = 0.0185774</w:t>
      </w:r>
      <w:r w:rsidR="00BD31BD">
        <w:t>39</w:t>
      </w:r>
    </w:p>
    <w:p w:rsidR="00E237F0" w:rsidRDefault="00E237F0" w:rsidP="00E237F0">
      <w:pPr>
        <w:pStyle w:val="ISMab"/>
      </w:pPr>
      <w:r>
        <w:tab/>
      </w:r>
      <w:r>
        <w:tab/>
      </w:r>
      <w:r>
        <w:tab/>
        <w:t>Hence,</w:t>
      </w:r>
    </w:p>
    <w:p w:rsidR="00E237F0" w:rsidRDefault="00E237F0" w:rsidP="00E237F0">
      <w:pPr>
        <w:pStyle w:val="ISMab"/>
      </w:pPr>
      <w:r>
        <w:tab/>
      </w:r>
      <w:r>
        <w:tab/>
      </w:r>
      <w:r>
        <w:tab/>
      </w:r>
      <w:r>
        <w:tab/>
        <w:t>$741,578</w:t>
      </w:r>
      <w:r w:rsidR="00405C94">
        <w:t>.64</w:t>
      </w:r>
      <w:r>
        <w:t xml:space="preserve"> = </w:t>
      </w:r>
      <w:r>
        <w:rPr>
          <w:rFonts w:ascii="Times New Roman" w:hAnsi="Times New Roman"/>
          <w:i/>
        </w:rPr>
        <w:t xml:space="preserve">PMT </w:t>
      </w:r>
      <w:r w:rsidR="00BD31BD" w:rsidRPr="00BD31BD">
        <w:rPr>
          <w:position w:val="-32"/>
        </w:rPr>
        <w:object w:dxaOrig="2060" w:dyaOrig="740">
          <v:shape id="_x0000_i1284" type="#_x0000_t75" style="width:103.8pt;height:37.4pt" o:ole="" fillcolor="window">
            <v:imagedata r:id="rId466" o:title=""/>
          </v:shape>
          <o:OLEObject Type="Embed" ProgID="Equation.3" ShapeID="_x0000_i1284" DrawAspect="Content" ObjectID="_1654982122" r:id="rId467"/>
        </w:object>
      </w:r>
    </w:p>
    <w:p w:rsidR="00E237F0" w:rsidRDefault="00E237F0" w:rsidP="00E237F0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$2598.90</w:t>
      </w:r>
    </w:p>
    <w:p w:rsidR="00E237F0" w:rsidRDefault="00E237F0" w:rsidP="00E237F0">
      <w:pPr>
        <w:pStyle w:val="ISMab"/>
        <w:spacing w:after="240"/>
      </w:pPr>
      <w:r>
        <w:tab/>
      </w:r>
      <w:r>
        <w:tab/>
      </w:r>
      <w:r>
        <w:tab/>
        <w:t>Mr. Braun should make quarterly contributions of $2598.90.</w:t>
      </w:r>
    </w:p>
    <w:p w:rsidR="00E237F0" w:rsidRDefault="00E237F0" w:rsidP="00E237F0">
      <w:pPr>
        <w:pStyle w:val="ISM"/>
      </w:pPr>
      <w:r>
        <w:tab/>
        <w:t>23.</w:t>
      </w:r>
      <w:r>
        <w:tab/>
        <w:t>The economic value of each annuity is the present value of the payments discounted</w:t>
      </w:r>
    </w:p>
    <w:p w:rsidR="00E237F0" w:rsidRDefault="00E237F0" w:rsidP="00E237F0">
      <w:pPr>
        <w:pStyle w:val="ISM"/>
      </w:pPr>
      <w:r>
        <w:tab/>
      </w:r>
      <w:r>
        <w:tab/>
        <w:t>at the time value of money. For the 20</w:t>
      </w:r>
      <w:r>
        <w:noBreakHyphen/>
        <w:t>year</w:t>
      </w:r>
      <w:r>
        <w:noBreakHyphen/>
        <w:t>term annuity,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PMT</w:t>
      </w:r>
      <w:r>
        <w:t xml:space="preserve"> = $394, </w:t>
      </w:r>
      <w:r>
        <w:rPr>
          <w:rFonts w:ascii="Times New Roman" w:hAnsi="Times New Roman"/>
          <w:i/>
        </w:rPr>
        <w:t>n</w:t>
      </w:r>
      <w:r>
        <w:t xml:space="preserve"> = 12(20) = 240,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E80907">
        <w:rPr>
          <w:position w:val="-16"/>
        </w:rPr>
        <w:object w:dxaOrig="520" w:dyaOrig="440">
          <v:shape id="_x0000_i1285" type="#_x0000_t75" style="width:26.2pt;height:21.5pt" o:ole="" fillcolor="window">
            <v:imagedata r:id="rId468" o:title=""/>
          </v:shape>
          <o:OLEObject Type="Embed" ProgID="Equation.3" ShapeID="_x0000_i1285" DrawAspect="Content" ObjectID="_1654982123" r:id="rId469"/>
        </w:object>
      </w:r>
      <w:r>
        <w:t xml:space="preserve"> = 0.6%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34"/>
        </w:rPr>
        <w:object w:dxaOrig="2299" w:dyaOrig="780">
          <v:shape id="_x0000_i1286" type="#_x0000_t75" style="width:115pt;height:39.25pt" o:ole="" fillcolor="window">
            <v:imagedata r:id="rId470" o:title=""/>
          </v:shape>
          <o:OLEObject Type="Embed" ProgID="Equation.3" ShapeID="_x0000_i1286" DrawAspect="Content" ObjectID="_1654982124" r:id="rId471"/>
        </w:object>
      </w:r>
      <w:r>
        <w:t xml:space="preserve"> = $394</w:t>
      </w:r>
      <w:r w:rsidRPr="00E80907">
        <w:rPr>
          <w:position w:val="-34"/>
        </w:rPr>
        <w:object w:dxaOrig="1620" w:dyaOrig="780">
          <v:shape id="_x0000_i1287" type="#_x0000_t75" style="width:81.35pt;height:39.25pt" o:ole="" fillcolor="window">
            <v:imagedata r:id="rId472" o:title=""/>
          </v:shape>
          <o:OLEObject Type="Embed" ProgID="Equation.3" ShapeID="_x0000_i1287" DrawAspect="Content" ObjectID="_1654982125" r:id="rId473"/>
        </w:object>
      </w:r>
      <w:r>
        <w:t xml:space="preserve"> = $50,041.32</w:t>
      </w:r>
    </w:p>
    <w:p w:rsidR="00E237F0" w:rsidRDefault="00E237F0" w:rsidP="00E237F0">
      <w:pPr>
        <w:pStyle w:val="ISM"/>
      </w:pPr>
      <w:r>
        <w:lastRenderedPageBreak/>
        <w:tab/>
      </w:r>
      <w:r>
        <w:tab/>
        <w:t xml:space="preserve">Next calculate </w:t>
      </w:r>
      <w:r>
        <w:rPr>
          <w:rFonts w:ascii="Times New Roman" w:hAnsi="Times New Roman"/>
          <w:i/>
        </w:rPr>
        <w:t>n</w:t>
      </w:r>
      <w:r>
        <w:t xml:space="preserve"> in order for the life annuity (</w:t>
      </w:r>
      <w:r>
        <w:rPr>
          <w:rFonts w:ascii="Times New Roman" w:hAnsi="Times New Roman"/>
          <w:i/>
        </w:rPr>
        <w:t>PMT</w:t>
      </w:r>
      <w:r>
        <w:t xml:space="preserve"> = $440) to have the same present value.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2079" w:dyaOrig="960">
          <v:shape id="_x0000_i1288" type="#_x0000_t75" style="width:103.8pt;height:47.7pt" o:ole="" fillcolor="window">
            <v:imagedata r:id="rId161" o:title=""/>
          </v:shape>
          <o:OLEObject Type="Embed" ProgID="Equation.3" ShapeID="_x0000_i1288" DrawAspect="Content" ObjectID="_1654982126" r:id="rId474"/>
        </w:object>
      </w:r>
      <w:r>
        <w:t xml:space="preserve"> = </w:t>
      </w:r>
      <w:r w:rsidRPr="00E80907">
        <w:rPr>
          <w:spacing w:val="-2"/>
          <w:position w:val="-28"/>
        </w:rPr>
        <w:object w:dxaOrig="2900" w:dyaOrig="960">
          <v:shape id="_x0000_i1289" type="#_x0000_t75" style="width:144.95pt;height:47.7pt" o:ole="" fillcolor="window">
            <v:imagedata r:id="rId475" o:title=""/>
          </v:shape>
          <o:OLEObject Type="Embed" ProgID="Equation.3" ShapeID="_x0000_i1289" DrawAspect="Content" ObjectID="_1654982127" r:id="rId476"/>
        </w:object>
      </w:r>
      <w:r>
        <w:rPr>
          <w:spacing w:val="-2"/>
        </w:rPr>
        <w:t xml:space="preserve"> = 191.72</w:t>
      </w:r>
    </w:p>
    <w:p w:rsidR="00E237F0" w:rsidRDefault="00E237F0" w:rsidP="00E237F0">
      <w:pPr>
        <w:pStyle w:val="ISM"/>
      </w:pPr>
      <w:r>
        <w:tab/>
      </w:r>
      <w:r>
        <w:tab/>
        <w:t>The man must live at least 192 months (16 years) beyond age 70. That is, he must live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 xml:space="preserve">to at least age </w:t>
      </w:r>
      <w:r>
        <w:rPr>
          <w:u w:val="double"/>
        </w:rPr>
        <w:t>86 years</w:t>
      </w:r>
      <w:r>
        <w:t>.</w:t>
      </w:r>
    </w:p>
    <w:p w:rsidR="00E237F0" w:rsidRDefault="00E237F0" w:rsidP="00E237F0">
      <w:pPr>
        <w:pStyle w:val="ISM"/>
      </w:pPr>
      <w:r>
        <w:tab/>
        <w:t>25.</w:t>
      </w:r>
      <w:r>
        <w:tab/>
      </w:r>
      <w:proofErr w:type="gramStart"/>
      <w:r>
        <w:t>With</w:t>
      </w:r>
      <w:proofErr w:type="gramEnd"/>
      <w:r>
        <w:t xml:space="preserve"> a focal date 2 years and 9 months from today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FV </w:t>
      </w:r>
      <w:r>
        <w:t xml:space="preserve">of $30,000 = </w:t>
      </w:r>
      <w:r>
        <w:rPr>
          <w:rFonts w:ascii="Times New Roman" w:hAnsi="Times New Roman"/>
          <w:i/>
        </w:rPr>
        <w:t>PV</w:t>
      </w:r>
      <w:r>
        <w:t xml:space="preserve"> of ordinary simple annuity</w:t>
      </w:r>
    </w:p>
    <w:p w:rsidR="00E237F0" w:rsidRDefault="00E237F0" w:rsidP="00E237F0">
      <w:pPr>
        <w:pStyle w:val="ISM"/>
      </w:pPr>
      <w:r>
        <w:tab/>
      </w:r>
      <w:r>
        <w:tab/>
        <w:t>The left side of the equation is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560" w:dyaOrig="380">
          <v:shape id="_x0000_i1290" type="#_x0000_t75" style="width:77.6pt;height:18.7pt" o:ole="" fillcolor="window">
            <v:imagedata r:id="rId477" o:title=""/>
          </v:shape>
          <o:OLEObject Type="Embed" ProgID="Equation.3" ShapeID="_x0000_i1290" DrawAspect="Content" ObjectID="_1654982128" r:id="rId478"/>
        </w:object>
      </w:r>
      <w:r>
        <w:t xml:space="preserve"> = $30,000</w:t>
      </w:r>
      <w:r w:rsidRPr="00750B45">
        <w:rPr>
          <w:position w:val="-10"/>
        </w:rPr>
        <w:object w:dxaOrig="999" w:dyaOrig="360">
          <v:shape id="_x0000_i1291" type="#_x0000_t75" style="width:50.5pt;height:18.7pt" o:ole="" fillcolor="window">
            <v:imagedata r:id="rId479" o:title=""/>
          </v:shape>
          <o:OLEObject Type="Embed" ProgID="Equation.3" ShapeID="_x0000_i1291" DrawAspect="Content" ObjectID="_1654982129" r:id="rId480"/>
        </w:object>
      </w:r>
      <w:r>
        <w:t xml:space="preserve"> = $36,307.79</w:t>
      </w:r>
    </w:p>
    <w:p w:rsidR="00E237F0" w:rsidRDefault="00E237F0" w:rsidP="00E237F0">
      <w:pPr>
        <w:pStyle w:val="ISM"/>
      </w:pPr>
      <w:r>
        <w:tab/>
      </w:r>
      <w:r>
        <w:tab/>
        <w:t xml:space="preserve">For the </w:t>
      </w:r>
      <w:r>
        <w:rPr>
          <w:rFonts w:ascii="Times New Roman" w:hAnsi="Times New Roman"/>
          <w:i/>
        </w:rPr>
        <w:t>PV</w:t>
      </w:r>
      <w:r>
        <w:t xml:space="preserve"> calculation, </w:t>
      </w:r>
      <w:r>
        <w:rPr>
          <w:rFonts w:ascii="Times New Roman" w:hAnsi="Times New Roman"/>
          <w:i/>
        </w:rPr>
        <w:t>PV</w:t>
      </w:r>
      <w:r>
        <w:t xml:space="preserve"> = $36,307.79,</w:t>
      </w:r>
      <w:r>
        <w:rPr>
          <w:rFonts w:ascii="Times New Roman" w:hAnsi="Times New Roman"/>
          <w:i/>
        </w:rPr>
        <w:t xml:space="preserve"> i</w:t>
      </w:r>
      <w:r>
        <w:t xml:space="preserve"> = 1.75%, and </w:t>
      </w:r>
      <w:r>
        <w:rPr>
          <w:rFonts w:ascii="Times New Roman" w:hAnsi="Times New Roman"/>
          <w:i/>
        </w:rPr>
        <w:t>PMT</w:t>
      </w:r>
      <w:r>
        <w:t xml:space="preserve"> = $2000.</w:t>
      </w:r>
    </w:p>
    <w:p w:rsidR="00E237F0" w:rsidRDefault="00E237F0" w:rsidP="00E237F0">
      <w:pPr>
        <w:pStyle w:val="ISM"/>
      </w:pPr>
      <w:r>
        <w:tab/>
      </w:r>
      <w:r>
        <w:tab/>
        <w:t>Then the number of payments is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spacing w:val="-2"/>
          <w:position w:val="-28"/>
        </w:rPr>
        <w:object w:dxaOrig="2079" w:dyaOrig="960">
          <v:shape id="_x0000_i1292" type="#_x0000_t75" style="width:103.8pt;height:47.7pt" o:ole="" fillcolor="window">
            <v:imagedata r:id="rId161" o:title=""/>
          </v:shape>
          <o:OLEObject Type="Embed" ProgID="Equation.3" ShapeID="_x0000_i1292" DrawAspect="Content" ObjectID="_1654982130" r:id="rId481"/>
        </w:object>
      </w:r>
      <w:r>
        <w:t xml:space="preserve"> = </w:t>
      </w:r>
      <w:r w:rsidRPr="00E80907">
        <w:rPr>
          <w:spacing w:val="-2"/>
          <w:position w:val="-28"/>
        </w:rPr>
        <w:object w:dxaOrig="3019" w:dyaOrig="960">
          <v:shape id="_x0000_i1293" type="#_x0000_t75" style="width:150.55pt;height:47.7pt" o:ole="" fillcolor="window">
            <v:imagedata r:id="rId482" o:title=""/>
          </v:shape>
          <o:OLEObject Type="Embed" ProgID="Equation.3" ShapeID="_x0000_i1293" DrawAspect="Content" ObjectID="_1654982131" r:id="rId483"/>
        </w:object>
      </w:r>
      <w:r>
        <w:rPr>
          <w:spacing w:val="-2"/>
        </w:rPr>
        <w:t xml:space="preserve"> = 22.035</w:t>
      </w:r>
    </w:p>
    <w:p w:rsidR="00E237F0" w:rsidRDefault="00E237F0" w:rsidP="00E237F0">
      <w:pPr>
        <w:pStyle w:val="ISM"/>
        <w:spacing w:after="240"/>
      </w:pPr>
      <w:r>
        <w:tab/>
      </w:r>
      <w:r>
        <w:tab/>
        <w:t xml:space="preserve">There can be </w:t>
      </w:r>
      <w:r>
        <w:rPr>
          <w:u w:val="double"/>
        </w:rPr>
        <w:t>23 withdrawals</w:t>
      </w:r>
      <w:r>
        <w:t xml:space="preserve"> (with the last one being only about 0.035 </w:t>
      </w:r>
      <w:r>
        <w:rPr>
          <w:sz w:val="28"/>
        </w:rPr>
        <w:sym w:font="Symbol" w:char="F0B4"/>
      </w:r>
      <w:r>
        <w:t xml:space="preserve"> $2000 = $70).</w:t>
      </w:r>
    </w:p>
    <w:p w:rsidR="00E237F0" w:rsidRDefault="00E237F0" w:rsidP="00E237F0">
      <w:pPr>
        <w:pStyle w:val="ISM"/>
      </w:pPr>
      <w:r>
        <w:tab/>
        <w:t>2</w:t>
      </w:r>
      <w:r w:rsidR="00165D6B">
        <w:t>7</w:t>
      </w:r>
      <w:r>
        <w:t>.</w:t>
      </w:r>
      <w:r>
        <w:tab/>
        <w:t>The nominal amount desired at age 60 is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0"/>
        </w:rPr>
        <w:object w:dxaOrig="1560" w:dyaOrig="380">
          <v:shape id="_x0000_i1294" type="#_x0000_t75" style="width:77.6pt;height:18.7pt" o:ole="" fillcolor="window">
            <v:imagedata r:id="rId484" o:title=""/>
          </v:shape>
          <o:OLEObject Type="Embed" ProgID="Equation.3" ShapeID="_x0000_i1294" DrawAspect="Content" ObjectID="_1654982132" r:id="rId485"/>
        </w:object>
      </w:r>
      <w:r>
        <w:t xml:space="preserve"> = $250,000</w:t>
      </w:r>
      <w:r w:rsidRPr="001134BE">
        <w:rPr>
          <w:position w:val="-10"/>
        </w:rPr>
        <w:object w:dxaOrig="780" w:dyaOrig="360">
          <v:shape id="_x0000_i1295" type="#_x0000_t75" style="width:39.25pt;height:18.7pt" o:ole="" fillcolor="window">
            <v:imagedata r:id="rId486" o:title=""/>
          </v:shape>
          <o:OLEObject Type="Embed" ProgID="Equation.3" ShapeID="_x0000_i1295" DrawAspect="Content" ObjectID="_1654982133" r:id="rId487"/>
        </w:object>
      </w:r>
      <w:r>
        <w:t xml:space="preserve"> = $443,961.17</w:t>
      </w:r>
    </w:p>
    <w:p w:rsidR="00E237F0" w:rsidRDefault="00E237F0" w:rsidP="00E237F0">
      <w:pPr>
        <w:pStyle w:val="ISM"/>
      </w:pPr>
      <w:r>
        <w:tab/>
      </w:r>
      <w:r>
        <w:tab/>
        <w:t>This amount represents the future value of his RRSP contributions. That is,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$443,961.17 with </w:t>
      </w:r>
      <w:r>
        <w:rPr>
          <w:rFonts w:ascii="Times New Roman" w:hAnsi="Times New Roman"/>
          <w:i/>
        </w:rPr>
        <w:t>n</w:t>
      </w:r>
      <w:r>
        <w:t xml:space="preserve"> = 29 and </w:t>
      </w:r>
      <w:r>
        <w:rPr>
          <w:rFonts w:ascii="Times New Roman" w:hAnsi="Times New Roman"/>
          <w:i/>
        </w:rPr>
        <w:t>i</w:t>
      </w:r>
      <w:r>
        <w:t xml:space="preserve"> = 8%. </w:t>
      </w:r>
    </w:p>
    <w:p w:rsidR="00E237F0" w:rsidRDefault="00E237F0" w:rsidP="00E237F0">
      <w:pPr>
        <w:pStyle w:val="ISM"/>
      </w:pPr>
      <w:r>
        <w:tab/>
      </w:r>
      <w:r>
        <w:tab/>
        <w:t>Substituting in formula (</w:t>
      </w:r>
      <w:r w:rsidR="00682CD8">
        <w:t>11</w:t>
      </w:r>
      <w:r>
        <w:t xml:space="preserve">-1), 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 xml:space="preserve">$443,961.17 = </w:t>
      </w:r>
      <w:r>
        <w:rPr>
          <w:rFonts w:ascii="Times New Roman" w:hAnsi="Times New Roman"/>
          <w:i/>
        </w:rPr>
        <w:t xml:space="preserve">PMT </w:t>
      </w:r>
      <w:r w:rsidRPr="00E80907">
        <w:rPr>
          <w:position w:val="-34"/>
        </w:rPr>
        <w:object w:dxaOrig="1280" w:dyaOrig="780">
          <v:shape id="_x0000_i1296" type="#_x0000_t75" style="width:63.6pt;height:39.25pt" o:ole="" fillcolor="window">
            <v:imagedata r:id="rId488" o:title=""/>
          </v:shape>
          <o:OLEObject Type="Embed" ProgID="Equation.3" ShapeID="_x0000_i1296" DrawAspect="Content" ObjectID="_1654982134" r:id="rId489"/>
        </w:object>
      </w:r>
    </w:p>
    <w:p w:rsidR="00E237F0" w:rsidRDefault="00E237F0" w:rsidP="00E237F0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$4270.26</w:t>
      </w:r>
    </w:p>
    <w:p w:rsidR="00E237F0" w:rsidRDefault="00E237F0" w:rsidP="00E237F0">
      <w:pPr>
        <w:pStyle w:val="ISM"/>
      </w:pPr>
      <w:r>
        <w:tab/>
      </w:r>
      <w:r>
        <w:tab/>
        <w:t>Justin should make annual contributions of $4270.26.</w:t>
      </w:r>
    </w:p>
    <w:p w:rsidR="00E237F0" w:rsidRDefault="00E237F0" w:rsidP="00E237F0">
      <w:pPr>
        <w:pStyle w:val="ISM"/>
        <w:spacing w:after="120"/>
        <w:rPr>
          <w:b/>
          <w:i/>
          <w:sz w:val="24"/>
        </w:rPr>
      </w:pPr>
    </w:p>
    <w:p w:rsidR="00E237F0" w:rsidRDefault="00E237F0" w:rsidP="00E237F0">
      <w:pPr>
        <w:pStyle w:val="ISM"/>
        <w:spacing w:after="120"/>
        <w:rPr>
          <w:b/>
          <w:sz w:val="24"/>
        </w:rPr>
      </w:pPr>
      <w:proofErr w:type="gramStart"/>
      <w:r>
        <w:rPr>
          <w:b/>
          <w:sz w:val="24"/>
        </w:rPr>
        <w:t>Case  (</w:t>
      </w:r>
      <w:proofErr w:type="gramEnd"/>
      <w:r>
        <w:rPr>
          <w:b/>
          <w:sz w:val="24"/>
        </w:rPr>
        <w:t xml:space="preserve">Chapter </w:t>
      </w:r>
      <w:r w:rsidR="007B665E">
        <w:rPr>
          <w:b/>
          <w:sz w:val="24"/>
        </w:rPr>
        <w:t>12</w:t>
      </w:r>
      <w:r>
        <w:rPr>
          <w:b/>
          <w:sz w:val="24"/>
        </w:rPr>
        <w:t>)</w:t>
      </w:r>
    </w:p>
    <w:p w:rsidR="00E237F0" w:rsidRDefault="00E237F0" w:rsidP="00E237F0">
      <w:pPr>
        <w:spacing w:after="60"/>
        <w:rPr>
          <w:b/>
          <w:i/>
        </w:rPr>
      </w:pPr>
      <w:r>
        <w:rPr>
          <w:b/>
          <w:i/>
        </w:rPr>
        <w:t>Should You Borrow to Make an RRSP Contribution?</w:t>
      </w:r>
    </w:p>
    <w:p w:rsidR="00E237F0" w:rsidRDefault="00E237F0" w:rsidP="00E237F0">
      <w:pPr>
        <w:pStyle w:val="ISM"/>
      </w:pPr>
      <w:r>
        <w:tab/>
        <w:t>1.</w:t>
      </w:r>
      <w:r>
        <w:tab/>
        <w:t xml:space="preserve">Substitute </w:t>
      </w:r>
      <w:r>
        <w:rPr>
          <w:rFonts w:ascii="Times New Roman" w:hAnsi="Times New Roman"/>
          <w:i/>
        </w:rPr>
        <w:t>PV</w:t>
      </w:r>
      <w:r>
        <w:t xml:space="preserve"> = $600, </w:t>
      </w:r>
      <w:r>
        <w:rPr>
          <w:rFonts w:ascii="Times New Roman" w:hAnsi="Times New Roman"/>
          <w:i/>
        </w:rPr>
        <w:t>n</w:t>
      </w:r>
      <w:r>
        <w:t xml:space="preserve"> = 12,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7F53FE">
        <w:rPr>
          <w:position w:val="-12"/>
        </w:rPr>
        <w:object w:dxaOrig="320" w:dyaOrig="360">
          <v:shape id="_x0000_i1297" type="#_x0000_t75" style="width:16.85pt;height:18.7pt" o:ole="" fillcolor="window">
            <v:imagedata r:id="rId490" o:title=""/>
          </v:shape>
          <o:OLEObject Type="Embed" ProgID="Equation.3" ShapeID="_x0000_i1297" DrawAspect="Content" ObjectID="_1654982135" r:id="rId491"/>
        </w:object>
      </w:r>
      <w:r>
        <w:t>= 0.5% into formula (</w:t>
      </w:r>
      <w:r w:rsidR="006B686C">
        <w:t>11</w:t>
      </w:r>
      <w:r>
        <w:t>-2).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7F53FE">
        <w:rPr>
          <w:spacing w:val="-2"/>
          <w:position w:val="-32"/>
        </w:rPr>
        <w:object w:dxaOrig="2840" w:dyaOrig="760">
          <v:shape id="_x0000_i1298" type="#_x0000_t75" style="width:143.05pt;height:38.35pt" o:ole="" fillcolor="window">
            <v:imagedata r:id="rId492" o:title=""/>
          </v:shape>
          <o:OLEObject Type="Embed" ProgID="Equation.3" ShapeID="_x0000_i1298" DrawAspect="Content" ObjectID="_1654982136" r:id="rId493"/>
        </w:object>
      </w:r>
    </w:p>
    <w:p w:rsidR="00E237F0" w:rsidRDefault="00E237F0" w:rsidP="00E237F0">
      <w:pPr>
        <w:pStyle w:val="ISM"/>
        <w:spacing w:after="180"/>
      </w:pP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PMT</w:t>
      </w:r>
      <w:r>
        <w:t xml:space="preserve"> = </w:t>
      </w:r>
      <w:r>
        <w:rPr>
          <w:u w:val="double"/>
        </w:rPr>
        <w:t>$51.64</w:t>
      </w:r>
      <w:r>
        <w:t xml:space="preserve"> per month for 12 months</w:t>
      </w:r>
    </w:p>
    <w:p w:rsidR="00E237F0" w:rsidRDefault="00E237F0" w:rsidP="00E237F0">
      <w:pPr>
        <w:pStyle w:val="ISM"/>
      </w:pPr>
      <w:r>
        <w:tab/>
        <w:t>3.</w:t>
      </w:r>
      <w:r>
        <w:tab/>
        <w:t>The after-tax cost is 60% of the RRSP contribution. That is,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  <w:t>$51.64 = 0.60(Monthly RRSP contribution)</w:t>
      </w:r>
    </w:p>
    <w:p w:rsidR="00E237F0" w:rsidRDefault="00E237F0" w:rsidP="00E237F0">
      <w:pPr>
        <w:pStyle w:val="ISM"/>
        <w:spacing w:after="180"/>
      </w:pPr>
      <w:r>
        <w:tab/>
      </w:r>
      <w:r>
        <w:tab/>
      </w:r>
      <w:r>
        <w:tab/>
      </w:r>
      <w:r>
        <w:tab/>
        <w:t xml:space="preserve">Monthly RRSP contribution = </w:t>
      </w:r>
      <w:r w:rsidRPr="00C27EB7">
        <w:rPr>
          <w:position w:val="-22"/>
        </w:rPr>
        <w:object w:dxaOrig="780" w:dyaOrig="580">
          <v:shape id="_x0000_i1299" type="#_x0000_t75" style="width:39.25pt;height:29pt" o:ole="" fillcolor="window">
            <v:imagedata r:id="rId494" o:title=""/>
          </v:shape>
          <o:OLEObject Type="Embed" ProgID="Equation.3" ShapeID="_x0000_i1299" DrawAspect="Content" ObjectID="_1654982137" r:id="rId495"/>
        </w:object>
      </w:r>
      <w:r>
        <w:t xml:space="preserve"> = </w:t>
      </w:r>
      <w:r>
        <w:rPr>
          <w:u w:val="double"/>
        </w:rPr>
        <w:t>$86.07</w:t>
      </w:r>
    </w:p>
    <w:p w:rsidR="00E237F0" w:rsidRDefault="00E237F0" w:rsidP="00E237F0">
      <w:pPr>
        <w:pStyle w:val="ISM"/>
      </w:pPr>
      <w:r>
        <w:tab/>
        <w:t>5.</w:t>
      </w:r>
      <w:r>
        <w:tab/>
        <w:t xml:space="preserve">After another </w:t>
      </w:r>
      <w:r>
        <w:rPr>
          <w:rFonts w:ascii="Times New Roman" w:hAnsi="Times New Roman"/>
          <w:i/>
        </w:rPr>
        <w:t>n</w:t>
      </w:r>
      <w:r>
        <w:t xml:space="preserve"> = 12(19) = 228 compounding periods,</w:t>
      </w:r>
    </w:p>
    <w:p w:rsidR="00E237F0" w:rsidRDefault="00E237F0" w:rsidP="00E237F0">
      <w:pPr>
        <w:pStyle w:val="ISM"/>
      </w:pPr>
      <w:r>
        <w:tab/>
      </w:r>
      <w:r>
        <w:tab/>
      </w:r>
      <w:r w:rsidRPr="00E80907">
        <w:rPr>
          <w:position w:val="-12"/>
        </w:rPr>
        <w:object w:dxaOrig="1560" w:dyaOrig="420">
          <v:shape id="_x0000_i1300" type="#_x0000_t75" style="width:77.6pt;height:20.55pt" o:ole="" fillcolor="window">
            <v:imagedata r:id="rId107" o:title=""/>
          </v:shape>
          <o:OLEObject Type="Embed" ProgID="Equation.2" ShapeID="_x0000_i1300" DrawAspect="Content" ObjectID="_1654982138" r:id="rId496"/>
        </w:object>
      </w:r>
      <w:r>
        <w:t xml:space="preserve"> = $1061.72</w:t>
      </w:r>
      <w:r w:rsidRPr="001134BE">
        <w:rPr>
          <w:position w:val="-10"/>
        </w:rPr>
        <w:object w:dxaOrig="1020" w:dyaOrig="380">
          <v:shape id="_x0000_i1301" type="#_x0000_t75" style="width:51.45pt;height:18.7pt" o:ole="" fillcolor="window">
            <v:imagedata r:id="rId497" o:title=""/>
          </v:shape>
          <o:OLEObject Type="Embed" ProgID="Equation.3" ShapeID="_x0000_i1301" DrawAspect="Content" ObjectID="_1654982139" r:id="rId498"/>
        </w:object>
      </w:r>
      <w:r>
        <w:t xml:space="preserve"> = </w:t>
      </w:r>
      <w:r>
        <w:rPr>
          <w:u w:val="double"/>
        </w:rPr>
        <w:t>$3310.34</w:t>
      </w:r>
      <w:r>
        <w:t xml:space="preserve"> </w:t>
      </w:r>
    </w:p>
    <w:p w:rsidR="00E237F0" w:rsidRDefault="00E237F0" w:rsidP="00E237F0">
      <w:pPr>
        <w:pStyle w:val="ISM"/>
        <w:spacing w:after="180"/>
      </w:pPr>
      <w:r>
        <w:tab/>
      </w:r>
      <w:r>
        <w:tab/>
        <w:t>The RRSP’s value after 20 years will be $3310.34.</w:t>
      </w:r>
    </w:p>
    <w:p w:rsidR="00CD0906" w:rsidRDefault="00CD0906">
      <w:r>
        <w:br w:type="page"/>
      </w:r>
    </w:p>
    <w:p w:rsidR="00E237F0" w:rsidRDefault="00E237F0" w:rsidP="00E237F0">
      <w:pPr>
        <w:pStyle w:val="ISM"/>
      </w:pPr>
      <w:r>
        <w:lastRenderedPageBreak/>
        <w:tab/>
        <w:t>7.</w:t>
      </w:r>
      <w:r>
        <w:tab/>
        <w:t>If you borrow for a lump RRSP contribution,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560" w:dyaOrig="420">
          <v:shape id="_x0000_i1302" type="#_x0000_t75" style="width:77.6pt;height:20.55pt" o:ole="" fillcolor="window">
            <v:imagedata r:id="rId107" o:title=""/>
          </v:shape>
          <o:OLEObject Type="Embed" ProgID="Equation.2" ShapeID="_x0000_i1302" DrawAspect="Content" ObjectID="_1654982140" r:id="rId499"/>
        </w:object>
      </w:r>
      <w:r>
        <w:t xml:space="preserve"> = $1000</w:t>
      </w:r>
      <w:r w:rsidRPr="001134BE">
        <w:rPr>
          <w:position w:val="-10"/>
        </w:rPr>
        <w:object w:dxaOrig="1140" w:dyaOrig="380">
          <v:shape id="_x0000_i1303" type="#_x0000_t75" style="width:57.05pt;height:18.7pt" o:ole="" fillcolor="window">
            <v:imagedata r:id="rId500" o:title=""/>
          </v:shape>
          <o:OLEObject Type="Embed" ProgID="Equation.3" ShapeID="_x0000_i1303" DrawAspect="Content" ObjectID="_1654982141" r:id="rId501"/>
        </w:object>
      </w:r>
      <w:r>
        <w:t xml:space="preserve"> = </w:t>
      </w:r>
      <w:r>
        <w:rPr>
          <w:u w:val="double"/>
        </w:rPr>
        <w:t>$6009.15</w:t>
      </w:r>
      <w:r>
        <w:t xml:space="preserve"> after 20 years</w:t>
      </w:r>
    </w:p>
    <w:p w:rsidR="00E237F0" w:rsidRDefault="00E237F0" w:rsidP="00E237F0">
      <w:pPr>
        <w:pStyle w:val="ISM"/>
      </w:pPr>
      <w:r>
        <w:tab/>
      </w:r>
      <w:r>
        <w:tab/>
        <w:t>If you contribute the pretax equivalent of the monthly loan payments,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36"/>
        </w:rPr>
        <w:object w:dxaOrig="2400" w:dyaOrig="840">
          <v:shape id="_x0000_i1304" type="#_x0000_t75" style="width:119.7pt;height:42.1pt" o:ole="" fillcolor="window">
            <v:imagedata r:id="rId136" o:title=""/>
          </v:shape>
          <o:OLEObject Type="Embed" ProgID="Equation.2" ShapeID="_x0000_i1304" DrawAspect="Content" ObjectID="_1654982142" r:id="rId502"/>
        </w:object>
      </w:r>
      <w:r>
        <w:t xml:space="preserve"> = $86.07</w:t>
      </w:r>
      <w:r w:rsidRPr="000C4697">
        <w:rPr>
          <w:position w:val="-30"/>
        </w:rPr>
        <w:object w:dxaOrig="1460" w:dyaOrig="720">
          <v:shape id="_x0000_i1305" type="#_x0000_t75" style="width:73.85pt;height:36.45pt" o:ole="" fillcolor="window">
            <v:imagedata r:id="rId503" o:title=""/>
          </v:shape>
          <o:OLEObject Type="Embed" ProgID="Equation.3" ShapeID="_x0000_i1305" DrawAspect="Content" ObjectID="_1654982143" r:id="rId504"/>
        </w:object>
      </w:r>
      <w:r>
        <w:t xml:space="preserve"> = </w:t>
      </w:r>
      <w:r>
        <w:rPr>
          <w:u w:val="double"/>
        </w:rPr>
        <w:t>$1076.528</w:t>
      </w:r>
      <w:r>
        <w:t xml:space="preserve"> after 1 year</w:t>
      </w:r>
    </w:p>
    <w:p w:rsidR="00E237F0" w:rsidRDefault="00E237F0" w:rsidP="00E237F0">
      <w:pPr>
        <w:pStyle w:val="ISM"/>
      </w:pPr>
      <w:r>
        <w:tab/>
      </w:r>
      <w:r>
        <w:tab/>
      </w:r>
      <w:r>
        <w:tab/>
      </w:r>
      <w:r>
        <w:tab/>
      </w:r>
      <w:r w:rsidRPr="00E80907">
        <w:rPr>
          <w:position w:val="-12"/>
        </w:rPr>
        <w:object w:dxaOrig="1560" w:dyaOrig="420">
          <v:shape id="_x0000_i1306" type="#_x0000_t75" style="width:77.6pt;height:20.55pt" o:ole="" fillcolor="window">
            <v:imagedata r:id="rId107" o:title=""/>
          </v:shape>
          <o:OLEObject Type="Embed" ProgID="Equation.2" ShapeID="_x0000_i1306" DrawAspect="Content" ObjectID="_1654982144" r:id="rId505"/>
        </w:object>
      </w:r>
      <w:r>
        <w:t xml:space="preserve"> = $1076.528</w:t>
      </w:r>
      <w:r w:rsidRPr="001134BE">
        <w:rPr>
          <w:position w:val="-10"/>
        </w:rPr>
        <w:object w:dxaOrig="1140" w:dyaOrig="380">
          <v:shape id="_x0000_i1307" type="#_x0000_t75" style="width:57.05pt;height:18.7pt" o:ole="" fillcolor="window">
            <v:imagedata r:id="rId506" o:title=""/>
          </v:shape>
          <o:OLEObject Type="Embed" ProgID="Equation.3" ShapeID="_x0000_i1307" DrawAspect="Content" ObjectID="_1654982145" r:id="rId507"/>
        </w:object>
      </w:r>
      <w:r>
        <w:t xml:space="preserve"> = </w:t>
      </w:r>
      <w:r>
        <w:rPr>
          <w:u w:val="double"/>
        </w:rPr>
        <w:t>$5914.22</w:t>
      </w:r>
      <w:r>
        <w:t xml:space="preserve"> after 20 years</w:t>
      </w:r>
    </w:p>
    <w:p w:rsidR="00E237F0" w:rsidRDefault="00E237F0" w:rsidP="00E237F0">
      <w:pPr>
        <w:pStyle w:val="ISM"/>
      </w:pPr>
      <w:r>
        <w:tab/>
      </w:r>
      <w:r>
        <w:tab/>
        <w:t xml:space="preserve">In this scenario, you will end up with more in your RRSP if you borrow to make </w:t>
      </w:r>
    </w:p>
    <w:p w:rsidR="00E237F0" w:rsidRDefault="00E237F0" w:rsidP="00E237F0">
      <w:pPr>
        <w:pStyle w:val="ISM"/>
        <w:spacing w:after="180"/>
      </w:pPr>
      <w:r>
        <w:tab/>
      </w:r>
      <w:r>
        <w:tab/>
        <w:t xml:space="preserve">an initial lump contribution. </w:t>
      </w:r>
      <w:r>
        <w:rPr>
          <w:u w:val="double"/>
        </w:rPr>
        <w:t>You should borrow for the RRSP contribution</w:t>
      </w:r>
      <w:r>
        <w:t>.</w:t>
      </w:r>
    </w:p>
    <w:p w:rsidR="00E237F0" w:rsidRPr="004754CD" w:rsidRDefault="00E237F0" w:rsidP="0093374F">
      <w:pPr>
        <w:pStyle w:val="ISM"/>
        <w:spacing w:after="120"/>
        <w:ind w:left="547" w:hanging="547"/>
      </w:pPr>
      <w:r>
        <w:tab/>
        <w:t>9.</w:t>
      </w:r>
      <w:r>
        <w:tab/>
      </w:r>
      <w:r w:rsidRPr="002372F2">
        <w:rPr>
          <w:u w:val="double"/>
        </w:rPr>
        <w:t>Borrow to make an RRSP contribution if the interest rate on the loan is lower than the rate of return you will earn on the RRSP investment.</w:t>
      </w:r>
    </w:p>
    <w:p w:rsidR="001E7FD5" w:rsidRDefault="001E7FD5" w:rsidP="001E7FD5">
      <w:pPr>
        <w:pStyle w:val="ISM"/>
      </w:pPr>
    </w:p>
    <w:sectPr w:rsidR="001E7FD5" w:rsidSect="009731BE">
      <w:footerReference w:type="even" r:id="rId508"/>
      <w:footerReference w:type="default" r:id="rId509"/>
      <w:pgSz w:w="12240" w:h="15840" w:code="1"/>
      <w:pgMar w:top="1080" w:right="1440" w:bottom="1080" w:left="1440" w:header="720" w:footer="720" w:gutter="0"/>
      <w:pgNumType w:start="20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B43" w:rsidRDefault="00E00B43">
      <w:r>
        <w:separator/>
      </w:r>
    </w:p>
  </w:endnote>
  <w:endnote w:type="continuationSeparator" w:id="0">
    <w:p w:rsidR="00E00B43" w:rsidRDefault="00E0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702" w:rsidRDefault="00C52702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CF6893">
      <w:rPr>
        <w:rStyle w:val="PageNumber"/>
        <w:b/>
        <w:noProof/>
      </w:rPr>
      <w:t>224</w:t>
    </w:r>
    <w:r>
      <w:rPr>
        <w:rStyle w:val="PageNumber"/>
        <w:b/>
      </w:rPr>
      <w:fldChar w:fldCharType="end"/>
    </w:r>
    <w:r>
      <w:rPr>
        <w:rStyle w:val="PageNumber"/>
        <w:b/>
      </w:rPr>
      <w:tab/>
    </w:r>
    <w:r>
      <w:rPr>
        <w:rStyle w:val="PageNumber"/>
        <w:b/>
      </w:rPr>
      <w:tab/>
    </w:r>
    <w:r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702" w:rsidRDefault="00C52702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 xml:space="preserve">Chapter 12: Ordinary Annuities: Periodic Pmt., Number of </w:t>
    </w:r>
    <w:proofErr w:type="spellStart"/>
    <w:r>
      <w:rPr>
        <w:b/>
        <w:i/>
      </w:rPr>
      <w:t>Pmnts</w:t>
    </w:r>
    <w:proofErr w:type="spellEnd"/>
    <w:r>
      <w:rPr>
        <w:b/>
        <w:i/>
      </w:rPr>
      <w:t>., &amp; Interest Rate</w:t>
    </w:r>
    <w:r>
      <w:rPr>
        <w:b/>
        <w:i/>
      </w:rP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CF6893">
      <w:rPr>
        <w:rStyle w:val="PageNumber"/>
        <w:b/>
        <w:noProof/>
      </w:rPr>
      <w:t>225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B43" w:rsidRDefault="00E00B43">
      <w:r>
        <w:separator/>
      </w:r>
    </w:p>
  </w:footnote>
  <w:footnote w:type="continuationSeparator" w:id="0">
    <w:p w:rsidR="00E00B43" w:rsidRDefault="00E00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D5F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941220"/>
    <w:multiLevelType w:val="hybridMultilevel"/>
    <w:tmpl w:val="372AC574"/>
    <w:lvl w:ilvl="0" w:tplc="FDF4467A"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43"/>
  <w:drawingGridVerticalSpacing w:val="43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4CD"/>
    <w:rsid w:val="0000147F"/>
    <w:rsid w:val="00003F46"/>
    <w:rsid w:val="00006BFC"/>
    <w:rsid w:val="000070E8"/>
    <w:rsid w:val="00010B86"/>
    <w:rsid w:val="00021A38"/>
    <w:rsid w:val="000306B6"/>
    <w:rsid w:val="00037280"/>
    <w:rsid w:val="00042FA2"/>
    <w:rsid w:val="000478B4"/>
    <w:rsid w:val="00052A83"/>
    <w:rsid w:val="00061639"/>
    <w:rsid w:val="00071975"/>
    <w:rsid w:val="00071FAB"/>
    <w:rsid w:val="000828BC"/>
    <w:rsid w:val="00083F72"/>
    <w:rsid w:val="0009317A"/>
    <w:rsid w:val="00094E11"/>
    <w:rsid w:val="000957E1"/>
    <w:rsid w:val="00096B52"/>
    <w:rsid w:val="000A6B6C"/>
    <w:rsid w:val="000B694D"/>
    <w:rsid w:val="000C0963"/>
    <w:rsid w:val="000C7146"/>
    <w:rsid w:val="000D1098"/>
    <w:rsid w:val="000D67D5"/>
    <w:rsid w:val="000E5BD6"/>
    <w:rsid w:val="000F1DF0"/>
    <w:rsid w:val="00110A5D"/>
    <w:rsid w:val="001136E8"/>
    <w:rsid w:val="001150B2"/>
    <w:rsid w:val="00125955"/>
    <w:rsid w:val="00126149"/>
    <w:rsid w:val="001262D8"/>
    <w:rsid w:val="00126381"/>
    <w:rsid w:val="001269DA"/>
    <w:rsid w:val="0012704A"/>
    <w:rsid w:val="00133BE3"/>
    <w:rsid w:val="00135B5E"/>
    <w:rsid w:val="00136BD3"/>
    <w:rsid w:val="0014396F"/>
    <w:rsid w:val="0014522E"/>
    <w:rsid w:val="0014641C"/>
    <w:rsid w:val="00154E8A"/>
    <w:rsid w:val="00157F87"/>
    <w:rsid w:val="00160DF4"/>
    <w:rsid w:val="00161D65"/>
    <w:rsid w:val="00165D6B"/>
    <w:rsid w:val="001870A4"/>
    <w:rsid w:val="00187DC5"/>
    <w:rsid w:val="0019018A"/>
    <w:rsid w:val="00190F79"/>
    <w:rsid w:val="001A1524"/>
    <w:rsid w:val="001A1B26"/>
    <w:rsid w:val="001A501E"/>
    <w:rsid w:val="001A6742"/>
    <w:rsid w:val="001B3044"/>
    <w:rsid w:val="001B740B"/>
    <w:rsid w:val="001D51C0"/>
    <w:rsid w:val="001D6CAD"/>
    <w:rsid w:val="001D72E3"/>
    <w:rsid w:val="001E3721"/>
    <w:rsid w:val="001E3C9F"/>
    <w:rsid w:val="001E5B4C"/>
    <w:rsid w:val="001E7FD5"/>
    <w:rsid w:val="001F5F78"/>
    <w:rsid w:val="002010AD"/>
    <w:rsid w:val="00205DB1"/>
    <w:rsid w:val="00207A71"/>
    <w:rsid w:val="00207B4B"/>
    <w:rsid w:val="0021214A"/>
    <w:rsid w:val="00222430"/>
    <w:rsid w:val="002279B5"/>
    <w:rsid w:val="00234F33"/>
    <w:rsid w:val="002372F2"/>
    <w:rsid w:val="0023744D"/>
    <w:rsid w:val="0025392B"/>
    <w:rsid w:val="00253E74"/>
    <w:rsid w:val="00255376"/>
    <w:rsid w:val="00255CAF"/>
    <w:rsid w:val="0025696B"/>
    <w:rsid w:val="0026470F"/>
    <w:rsid w:val="00277827"/>
    <w:rsid w:val="00283135"/>
    <w:rsid w:val="00286FDE"/>
    <w:rsid w:val="00287CC9"/>
    <w:rsid w:val="00294DF7"/>
    <w:rsid w:val="00294E4E"/>
    <w:rsid w:val="002B0C13"/>
    <w:rsid w:val="002B1357"/>
    <w:rsid w:val="002C5751"/>
    <w:rsid w:val="002C71B1"/>
    <w:rsid w:val="002D075D"/>
    <w:rsid w:val="002D0EA1"/>
    <w:rsid w:val="002D4AE2"/>
    <w:rsid w:val="002E4A1A"/>
    <w:rsid w:val="002E5A86"/>
    <w:rsid w:val="002E770E"/>
    <w:rsid w:val="002E7F53"/>
    <w:rsid w:val="002F0612"/>
    <w:rsid w:val="002F4CA1"/>
    <w:rsid w:val="002F6593"/>
    <w:rsid w:val="002F73E5"/>
    <w:rsid w:val="0030589F"/>
    <w:rsid w:val="00313823"/>
    <w:rsid w:val="00314A8B"/>
    <w:rsid w:val="003173ED"/>
    <w:rsid w:val="003238FD"/>
    <w:rsid w:val="00331763"/>
    <w:rsid w:val="00343FE3"/>
    <w:rsid w:val="00345D27"/>
    <w:rsid w:val="00351322"/>
    <w:rsid w:val="00353A7E"/>
    <w:rsid w:val="00371B10"/>
    <w:rsid w:val="00376A3A"/>
    <w:rsid w:val="00382986"/>
    <w:rsid w:val="00391435"/>
    <w:rsid w:val="00393CCB"/>
    <w:rsid w:val="003A2E80"/>
    <w:rsid w:val="003B3876"/>
    <w:rsid w:val="003B4020"/>
    <w:rsid w:val="003C4568"/>
    <w:rsid w:val="003C7849"/>
    <w:rsid w:val="003D0E1C"/>
    <w:rsid w:val="003D1767"/>
    <w:rsid w:val="003E483D"/>
    <w:rsid w:val="003F0720"/>
    <w:rsid w:val="00401678"/>
    <w:rsid w:val="00405426"/>
    <w:rsid w:val="00405C94"/>
    <w:rsid w:val="00413E23"/>
    <w:rsid w:val="00414F70"/>
    <w:rsid w:val="004226CA"/>
    <w:rsid w:val="004273F2"/>
    <w:rsid w:val="00427F2D"/>
    <w:rsid w:val="00435B40"/>
    <w:rsid w:val="00447C97"/>
    <w:rsid w:val="0045082D"/>
    <w:rsid w:val="00452AD1"/>
    <w:rsid w:val="00452B4B"/>
    <w:rsid w:val="004530FF"/>
    <w:rsid w:val="00460730"/>
    <w:rsid w:val="00460B16"/>
    <w:rsid w:val="00460C74"/>
    <w:rsid w:val="00471457"/>
    <w:rsid w:val="00472C8D"/>
    <w:rsid w:val="0047438F"/>
    <w:rsid w:val="004754CD"/>
    <w:rsid w:val="00484849"/>
    <w:rsid w:val="0048696C"/>
    <w:rsid w:val="00487DDE"/>
    <w:rsid w:val="0049473F"/>
    <w:rsid w:val="00494C3A"/>
    <w:rsid w:val="004978D2"/>
    <w:rsid w:val="004B4E9B"/>
    <w:rsid w:val="004B7D7A"/>
    <w:rsid w:val="004C5C74"/>
    <w:rsid w:val="004C70C2"/>
    <w:rsid w:val="004D5305"/>
    <w:rsid w:val="004D5DCC"/>
    <w:rsid w:val="004E196C"/>
    <w:rsid w:val="004E1AA6"/>
    <w:rsid w:val="004E7F6A"/>
    <w:rsid w:val="004F1A5D"/>
    <w:rsid w:val="004F24DB"/>
    <w:rsid w:val="004F26F6"/>
    <w:rsid w:val="0050148C"/>
    <w:rsid w:val="00505519"/>
    <w:rsid w:val="005171E2"/>
    <w:rsid w:val="00522660"/>
    <w:rsid w:val="00527502"/>
    <w:rsid w:val="0053075A"/>
    <w:rsid w:val="0054417B"/>
    <w:rsid w:val="005465D3"/>
    <w:rsid w:val="00552267"/>
    <w:rsid w:val="005645D4"/>
    <w:rsid w:val="00567DB8"/>
    <w:rsid w:val="0057460F"/>
    <w:rsid w:val="00580300"/>
    <w:rsid w:val="00585B2F"/>
    <w:rsid w:val="0058653D"/>
    <w:rsid w:val="00597FEB"/>
    <w:rsid w:val="005A248F"/>
    <w:rsid w:val="005B078A"/>
    <w:rsid w:val="005C266A"/>
    <w:rsid w:val="005C394B"/>
    <w:rsid w:val="005D2130"/>
    <w:rsid w:val="005D6151"/>
    <w:rsid w:val="005E4743"/>
    <w:rsid w:val="005E6E75"/>
    <w:rsid w:val="005F1059"/>
    <w:rsid w:val="005F3641"/>
    <w:rsid w:val="005F51CF"/>
    <w:rsid w:val="0060414E"/>
    <w:rsid w:val="00604863"/>
    <w:rsid w:val="0061187C"/>
    <w:rsid w:val="00612F2E"/>
    <w:rsid w:val="00615E65"/>
    <w:rsid w:val="0061778A"/>
    <w:rsid w:val="00627E04"/>
    <w:rsid w:val="00631CD4"/>
    <w:rsid w:val="00636CB8"/>
    <w:rsid w:val="00637C55"/>
    <w:rsid w:val="00647D1A"/>
    <w:rsid w:val="006506F9"/>
    <w:rsid w:val="00656E3A"/>
    <w:rsid w:val="00661571"/>
    <w:rsid w:val="00664619"/>
    <w:rsid w:val="0066629A"/>
    <w:rsid w:val="00666727"/>
    <w:rsid w:val="00670C2D"/>
    <w:rsid w:val="00671722"/>
    <w:rsid w:val="00671749"/>
    <w:rsid w:val="00680260"/>
    <w:rsid w:val="00682CD8"/>
    <w:rsid w:val="00696300"/>
    <w:rsid w:val="00696F05"/>
    <w:rsid w:val="006A4938"/>
    <w:rsid w:val="006B4D86"/>
    <w:rsid w:val="006B686C"/>
    <w:rsid w:val="006C526F"/>
    <w:rsid w:val="006C5B62"/>
    <w:rsid w:val="006D4C03"/>
    <w:rsid w:val="006D5A6A"/>
    <w:rsid w:val="006D7113"/>
    <w:rsid w:val="006F3B25"/>
    <w:rsid w:val="00700ADC"/>
    <w:rsid w:val="00705738"/>
    <w:rsid w:val="00710004"/>
    <w:rsid w:val="00717BDD"/>
    <w:rsid w:val="007213BA"/>
    <w:rsid w:val="007234FD"/>
    <w:rsid w:val="007344F9"/>
    <w:rsid w:val="0073629D"/>
    <w:rsid w:val="00743564"/>
    <w:rsid w:val="007506B5"/>
    <w:rsid w:val="00772D4E"/>
    <w:rsid w:val="007746FC"/>
    <w:rsid w:val="00774DEE"/>
    <w:rsid w:val="0078403F"/>
    <w:rsid w:val="00785C14"/>
    <w:rsid w:val="00797E5A"/>
    <w:rsid w:val="007B2D25"/>
    <w:rsid w:val="007B31BF"/>
    <w:rsid w:val="007B665E"/>
    <w:rsid w:val="007B79FF"/>
    <w:rsid w:val="007D00E4"/>
    <w:rsid w:val="007D13B4"/>
    <w:rsid w:val="007D6EF5"/>
    <w:rsid w:val="007D6FBE"/>
    <w:rsid w:val="007E07BB"/>
    <w:rsid w:val="007F2564"/>
    <w:rsid w:val="007F3E6B"/>
    <w:rsid w:val="008038F9"/>
    <w:rsid w:val="00805E6A"/>
    <w:rsid w:val="0081378C"/>
    <w:rsid w:val="0082014E"/>
    <w:rsid w:val="00821295"/>
    <w:rsid w:val="00822A53"/>
    <w:rsid w:val="00824CE8"/>
    <w:rsid w:val="00840548"/>
    <w:rsid w:val="0084358F"/>
    <w:rsid w:val="00844F48"/>
    <w:rsid w:val="008464F9"/>
    <w:rsid w:val="00847759"/>
    <w:rsid w:val="00863C07"/>
    <w:rsid w:val="00880B68"/>
    <w:rsid w:val="008817E7"/>
    <w:rsid w:val="00882F75"/>
    <w:rsid w:val="0088394F"/>
    <w:rsid w:val="008856D5"/>
    <w:rsid w:val="00887C26"/>
    <w:rsid w:val="00895EA1"/>
    <w:rsid w:val="008A3E3B"/>
    <w:rsid w:val="008A44C7"/>
    <w:rsid w:val="008B2C19"/>
    <w:rsid w:val="008B2DBA"/>
    <w:rsid w:val="008B324B"/>
    <w:rsid w:val="008B5982"/>
    <w:rsid w:val="008B6ABA"/>
    <w:rsid w:val="008C5576"/>
    <w:rsid w:val="008C5A5B"/>
    <w:rsid w:val="008C6A46"/>
    <w:rsid w:val="008D019D"/>
    <w:rsid w:val="008D705B"/>
    <w:rsid w:val="008E3860"/>
    <w:rsid w:val="008E3910"/>
    <w:rsid w:val="008F76E3"/>
    <w:rsid w:val="00900224"/>
    <w:rsid w:val="00902BE6"/>
    <w:rsid w:val="00904179"/>
    <w:rsid w:val="009168E5"/>
    <w:rsid w:val="009175C7"/>
    <w:rsid w:val="0093374F"/>
    <w:rsid w:val="00943342"/>
    <w:rsid w:val="00947530"/>
    <w:rsid w:val="00961A01"/>
    <w:rsid w:val="00961FB7"/>
    <w:rsid w:val="00966458"/>
    <w:rsid w:val="009731BE"/>
    <w:rsid w:val="009741F1"/>
    <w:rsid w:val="0097688D"/>
    <w:rsid w:val="009832A3"/>
    <w:rsid w:val="00983F56"/>
    <w:rsid w:val="00985B52"/>
    <w:rsid w:val="009874ED"/>
    <w:rsid w:val="00995605"/>
    <w:rsid w:val="00997709"/>
    <w:rsid w:val="00997F6B"/>
    <w:rsid w:val="009A334D"/>
    <w:rsid w:val="009A636A"/>
    <w:rsid w:val="009B14D3"/>
    <w:rsid w:val="009B25BC"/>
    <w:rsid w:val="009B37B0"/>
    <w:rsid w:val="009E0A7E"/>
    <w:rsid w:val="009E508B"/>
    <w:rsid w:val="009E7BC6"/>
    <w:rsid w:val="009F0838"/>
    <w:rsid w:val="009F16F5"/>
    <w:rsid w:val="009F6816"/>
    <w:rsid w:val="009F7CD9"/>
    <w:rsid w:val="00A028ED"/>
    <w:rsid w:val="00A03995"/>
    <w:rsid w:val="00A04732"/>
    <w:rsid w:val="00A0502E"/>
    <w:rsid w:val="00A073DF"/>
    <w:rsid w:val="00A16CDD"/>
    <w:rsid w:val="00A32ED5"/>
    <w:rsid w:val="00A32FCA"/>
    <w:rsid w:val="00A377CB"/>
    <w:rsid w:val="00A46813"/>
    <w:rsid w:val="00A75F72"/>
    <w:rsid w:val="00A76F42"/>
    <w:rsid w:val="00A906DD"/>
    <w:rsid w:val="00A95326"/>
    <w:rsid w:val="00A95C7A"/>
    <w:rsid w:val="00AA5923"/>
    <w:rsid w:val="00AB27F8"/>
    <w:rsid w:val="00AB702B"/>
    <w:rsid w:val="00AC0441"/>
    <w:rsid w:val="00AC2F65"/>
    <w:rsid w:val="00AD6810"/>
    <w:rsid w:val="00AF620F"/>
    <w:rsid w:val="00AF706C"/>
    <w:rsid w:val="00B04B5A"/>
    <w:rsid w:val="00B0619F"/>
    <w:rsid w:val="00B17D7B"/>
    <w:rsid w:val="00B214A5"/>
    <w:rsid w:val="00B22399"/>
    <w:rsid w:val="00B244F5"/>
    <w:rsid w:val="00B24B59"/>
    <w:rsid w:val="00B25FFC"/>
    <w:rsid w:val="00B32106"/>
    <w:rsid w:val="00B41BD5"/>
    <w:rsid w:val="00B4607D"/>
    <w:rsid w:val="00B46FFE"/>
    <w:rsid w:val="00B50703"/>
    <w:rsid w:val="00B53507"/>
    <w:rsid w:val="00B53F8B"/>
    <w:rsid w:val="00B612F7"/>
    <w:rsid w:val="00B622D9"/>
    <w:rsid w:val="00B81BEC"/>
    <w:rsid w:val="00B83D33"/>
    <w:rsid w:val="00B922F3"/>
    <w:rsid w:val="00BA0CD3"/>
    <w:rsid w:val="00BA144C"/>
    <w:rsid w:val="00BA4DCF"/>
    <w:rsid w:val="00BB2DB0"/>
    <w:rsid w:val="00BC43F2"/>
    <w:rsid w:val="00BD314A"/>
    <w:rsid w:val="00BD31BD"/>
    <w:rsid w:val="00BD3ADC"/>
    <w:rsid w:val="00BD4249"/>
    <w:rsid w:val="00BD5287"/>
    <w:rsid w:val="00BE36C3"/>
    <w:rsid w:val="00BE436C"/>
    <w:rsid w:val="00BF4C3A"/>
    <w:rsid w:val="00C0061A"/>
    <w:rsid w:val="00C04EE2"/>
    <w:rsid w:val="00C10135"/>
    <w:rsid w:val="00C31D77"/>
    <w:rsid w:val="00C320A9"/>
    <w:rsid w:val="00C358BE"/>
    <w:rsid w:val="00C41EB9"/>
    <w:rsid w:val="00C42EB7"/>
    <w:rsid w:val="00C47877"/>
    <w:rsid w:val="00C52702"/>
    <w:rsid w:val="00C534E1"/>
    <w:rsid w:val="00C53653"/>
    <w:rsid w:val="00C621F9"/>
    <w:rsid w:val="00C62DFA"/>
    <w:rsid w:val="00C63DE9"/>
    <w:rsid w:val="00C63F2E"/>
    <w:rsid w:val="00C75F40"/>
    <w:rsid w:val="00C92982"/>
    <w:rsid w:val="00C94D20"/>
    <w:rsid w:val="00C95535"/>
    <w:rsid w:val="00C964D4"/>
    <w:rsid w:val="00CA6260"/>
    <w:rsid w:val="00CA6AE6"/>
    <w:rsid w:val="00CB04F0"/>
    <w:rsid w:val="00CB5999"/>
    <w:rsid w:val="00CB6E95"/>
    <w:rsid w:val="00CC4FB6"/>
    <w:rsid w:val="00CC6BBC"/>
    <w:rsid w:val="00CC7E15"/>
    <w:rsid w:val="00CD0906"/>
    <w:rsid w:val="00CE3844"/>
    <w:rsid w:val="00CF04A9"/>
    <w:rsid w:val="00CF20D1"/>
    <w:rsid w:val="00CF6893"/>
    <w:rsid w:val="00D01638"/>
    <w:rsid w:val="00D134A3"/>
    <w:rsid w:val="00D219B0"/>
    <w:rsid w:val="00D4000B"/>
    <w:rsid w:val="00D44A92"/>
    <w:rsid w:val="00D53C5E"/>
    <w:rsid w:val="00D63372"/>
    <w:rsid w:val="00D77895"/>
    <w:rsid w:val="00D817F6"/>
    <w:rsid w:val="00D95E5D"/>
    <w:rsid w:val="00D9732D"/>
    <w:rsid w:val="00D97ECD"/>
    <w:rsid w:val="00DA1DBA"/>
    <w:rsid w:val="00DA220E"/>
    <w:rsid w:val="00DA6A01"/>
    <w:rsid w:val="00DB6B87"/>
    <w:rsid w:val="00DC7690"/>
    <w:rsid w:val="00DD3BDC"/>
    <w:rsid w:val="00DD7549"/>
    <w:rsid w:val="00DE560B"/>
    <w:rsid w:val="00DF2AFA"/>
    <w:rsid w:val="00DF572F"/>
    <w:rsid w:val="00E00B43"/>
    <w:rsid w:val="00E00CE6"/>
    <w:rsid w:val="00E123FB"/>
    <w:rsid w:val="00E153B5"/>
    <w:rsid w:val="00E16ADA"/>
    <w:rsid w:val="00E20DE2"/>
    <w:rsid w:val="00E237F0"/>
    <w:rsid w:val="00E2556D"/>
    <w:rsid w:val="00E318DE"/>
    <w:rsid w:val="00E36B93"/>
    <w:rsid w:val="00E47620"/>
    <w:rsid w:val="00E551E3"/>
    <w:rsid w:val="00E62FFE"/>
    <w:rsid w:val="00E72165"/>
    <w:rsid w:val="00E80907"/>
    <w:rsid w:val="00E932C9"/>
    <w:rsid w:val="00E95B72"/>
    <w:rsid w:val="00EA3960"/>
    <w:rsid w:val="00EA6539"/>
    <w:rsid w:val="00EB0D53"/>
    <w:rsid w:val="00EB1F9E"/>
    <w:rsid w:val="00EB4215"/>
    <w:rsid w:val="00EB6077"/>
    <w:rsid w:val="00EC0459"/>
    <w:rsid w:val="00EC2295"/>
    <w:rsid w:val="00ED606B"/>
    <w:rsid w:val="00ED7438"/>
    <w:rsid w:val="00EE00D2"/>
    <w:rsid w:val="00EE3B19"/>
    <w:rsid w:val="00EE5D95"/>
    <w:rsid w:val="00EF5393"/>
    <w:rsid w:val="00EF6DD5"/>
    <w:rsid w:val="00EF7385"/>
    <w:rsid w:val="00F00EE1"/>
    <w:rsid w:val="00F00F0C"/>
    <w:rsid w:val="00F050D8"/>
    <w:rsid w:val="00F12B36"/>
    <w:rsid w:val="00F223F9"/>
    <w:rsid w:val="00F2304B"/>
    <w:rsid w:val="00F236B9"/>
    <w:rsid w:val="00F329F6"/>
    <w:rsid w:val="00F32F87"/>
    <w:rsid w:val="00F33936"/>
    <w:rsid w:val="00F3599A"/>
    <w:rsid w:val="00F3630F"/>
    <w:rsid w:val="00F37801"/>
    <w:rsid w:val="00F4151B"/>
    <w:rsid w:val="00F45669"/>
    <w:rsid w:val="00F60ABB"/>
    <w:rsid w:val="00F615DC"/>
    <w:rsid w:val="00F6170A"/>
    <w:rsid w:val="00F63129"/>
    <w:rsid w:val="00F666B5"/>
    <w:rsid w:val="00F83209"/>
    <w:rsid w:val="00F91A50"/>
    <w:rsid w:val="00F97C6B"/>
    <w:rsid w:val="00FA1986"/>
    <w:rsid w:val="00FA4CD4"/>
    <w:rsid w:val="00FB27E2"/>
    <w:rsid w:val="00FC4054"/>
    <w:rsid w:val="00FC4575"/>
    <w:rsid w:val="00FD3E8F"/>
    <w:rsid w:val="00FD6062"/>
    <w:rsid w:val="00FD6123"/>
    <w:rsid w:val="00FE05CF"/>
    <w:rsid w:val="00FF66E5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2"/>
    <o:shapelayout v:ext="edit">
      <o:idmap v:ext="edit" data="1"/>
      <o:rules v:ext="edit">
        <o:r id="V:Rule1" type="callout" idref="#AutoShape 197"/>
        <o:r id="V:Rule2" type="callout" idref="#AutoShape 198"/>
        <o:r id="V:Rule3" type="callout" idref="#AutoShape 203"/>
        <o:r id="V:Rule4" type="callout" idref="#AutoShape 204"/>
        <o:r id="V:Rule5" type="callout" idref="#AutoShape 212"/>
        <o:r id="V:Rule6" type="callout" idref="#AutoShape 213"/>
        <o:r id="V:Rule7" type="callout" idref="#AutoShape 223"/>
        <o:r id="V:Rule8" type="callout" idref="#AutoShape 224"/>
        <o:r id="V:Rule9" type="callout" idref="#AutoShape 229"/>
        <o:r id="V:Rule10" type="callout" idref="#AutoShape 43"/>
        <o:r id="V:Rule11" type="callout" idref="#AutoShape 44"/>
        <o:r id="V:Rule12" type="callout" idref="#AutoShape 46"/>
        <o:r id="V:Rule13" type="callout" idref="#AutoShape 50"/>
        <o:r id="V:Rule14" type="callout" idref="#AutoShape 51"/>
        <o:r id="V:Rule15" type="callout" idref="#AutoShape 56"/>
        <o:r id="V:Rule16" type="callout" idref="#AutoShape 57"/>
        <o:r id="V:Rule17" type="callout" idref="#AutoShape 1544"/>
        <o:r id="V:Rule18" type="callout" idref="#AutoShape 64"/>
        <o:r id="V:Rule19" type="callout" idref="#AutoShape 66"/>
        <o:r id="V:Rule20" type="callout" idref="#AutoShape 69"/>
        <o:r id="V:Rule21" type="callout" idref="#AutoShape 70"/>
        <o:r id="V:Rule22" type="callout" idref="#AutoShape 72"/>
        <o:r id="V:Rule23" type="callout" idref="#AutoShape 73"/>
        <o:r id="V:Rule24" type="callout" idref="#AutoShape 78"/>
        <o:r id="V:Rule25" type="callout" idref="#AutoShape 79"/>
        <o:r id="V:Rule26" type="callout" idref="#AutoShape 84"/>
        <o:r id="V:Rule27" type="callout" idref="#AutoShape 85"/>
        <o:r id="V:Rule28" type="callout" idref="#AutoShape 97"/>
        <o:r id="V:Rule29" type="callout" idref="#AutoShape 98"/>
        <o:r id="V:Rule30" type="callout" idref="#AutoShape 100"/>
        <o:r id="V:Rule31" type="callout" idref="#AutoShape 101"/>
        <o:r id="V:Rule32" type="callout" idref="#AutoShape 103"/>
        <o:r id="V:Rule33" type="callout" idref="#AutoShape 105"/>
        <o:r id="V:Rule34" type="callout" idref="#AutoShape 109"/>
        <o:r id="V:Rule35" type="callout" idref="#AutoShape 111"/>
        <o:r id="V:Rule36" type="callout" idref="#AutoShape 241"/>
        <o:r id="V:Rule37" type="callout" idref="#AutoShape 243"/>
        <o:r id="V:Rule38" type="callout" idref="#AutoShape 113"/>
        <o:r id="V:Rule39" type="callout" idref="#AutoShape 251"/>
        <o:r id="V:Rule40" type="callout" idref="#AutoShape 118"/>
        <o:r id="V:Rule41" type="callout" idref="#AutoShape 120"/>
        <o:r id="V:Rule42" type="callout" idref="#AutoShape 312"/>
        <o:r id="V:Rule43" type="callout" idref="#AutoShape 255"/>
        <o:r id="V:Rule44" type="callout" idref="#AutoShape 256"/>
        <o:r id="V:Rule45" type="callout" idref="#AutoShape 259"/>
        <o:r id="V:Rule46" type="callout" idref="#AutoShape 260"/>
        <o:r id="V:Rule47" type="callout" idref="#AutoShape 261"/>
        <o:r id="V:Rule48" type="callout" idref="#AutoShape 263"/>
        <o:r id="V:Rule49" type="callout" idref="#AutoShape 265"/>
        <o:r id="V:Rule50" type="callout" idref="#AutoShape 267"/>
        <o:r id="V:Rule51" type="callout" idref="#AutoShape 269"/>
        <o:r id="V:Rule52" type="callout" idref="#AutoShape 270"/>
        <o:r id="V:Rule53" type="callout" idref="#AutoShape 271"/>
        <o:r id="V:Rule54" type="callout" idref="#AutoShape 272"/>
        <o:r id="V:Rule55" type="callout" idref="#AutoShape 273"/>
        <o:r id="V:Rule56" type="callout" idref="#AutoShape 275"/>
        <o:r id="V:Rule57" type="callout" idref="#AutoShape 276"/>
        <o:r id="V:Rule58" type="callout" idref="#AutoShape 279"/>
        <o:r id="V:Rule59" type="callout" idref="#AutoShape 280"/>
        <o:r id="V:Rule60" type="callout" idref="#AutoShape 281"/>
        <o:r id="V:Rule61" type="callout" idref="#AutoShape 282"/>
        <o:r id="V:Rule62" type="callout" idref="#AutoShape 287"/>
        <o:r id="V:Rule63" type="callout" idref="#AutoShape 318"/>
        <o:r id="V:Rule64" type="callout" idref="#AutoShape 317"/>
        <o:r id="V:Rule65" type="callout" idref="#AutoShape 288"/>
        <o:r id="V:Rule66" type="callout" idref="#AutoShape 289"/>
        <o:r id="V:Rule67" type="callout" idref="#AutoShape 291"/>
        <o:r id="V:Rule68" type="callout" idref="#AutoShape 292"/>
        <o:r id="V:Rule69" type="callout" idref="#AutoShape 294"/>
        <o:r id="V:Rule70" type="callout" idref="#AutoShape 297"/>
        <o:r id="V:Rule71" type="callout" idref="#AutoShape 298"/>
        <o:r id="V:Rule72" type="callout" idref="#AutoShape 300"/>
        <o:r id="V:Rule73" type="callout" idref="#AutoShape 301"/>
        <o:r id="V:Rule74" type="callout" idref="#AutoShape 303"/>
        <o:r id="V:Rule75" type="callout" idref="#AutoShape 304"/>
        <o:r id="V:Rule76" type="callout" idref="#AutoShape 306"/>
        <o:r id="V:Rule77" type="callout" idref="#AutoShape 307"/>
        <o:r id="V:Rule78" type="callout" idref="#AutoShape 308"/>
        <o:r id="V:Rule79" type="callout" idref="#_x0000_s1115"/>
        <o:r id="V:Rule80" type="callout" idref="#_x0000_s1116"/>
      </o:rules>
    </o:shapelayout>
  </w:shapeDefaults>
  <w:decimalSymbol w:val="."/>
  <w:listSeparator w:val=","/>
  <w15:docId w15:val="{C3AE7CD9-182E-4D9B-9B3A-60BB75BF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907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09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090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0907"/>
  </w:style>
  <w:style w:type="paragraph" w:customStyle="1" w:styleId="Mainfirst">
    <w:name w:val="Main first"/>
    <w:basedOn w:val="Normal"/>
    <w:rsid w:val="00E80907"/>
    <w:pPr>
      <w:spacing w:line="360" w:lineRule="auto"/>
      <w:jc w:val="both"/>
    </w:pPr>
    <w:rPr>
      <w:lang w:val="en-GB"/>
    </w:rPr>
  </w:style>
  <w:style w:type="paragraph" w:customStyle="1" w:styleId="ISM">
    <w:name w:val="ISM"/>
    <w:basedOn w:val="Normal"/>
    <w:rsid w:val="00E80907"/>
    <w:pPr>
      <w:tabs>
        <w:tab w:val="decimal" w:pos="270"/>
        <w:tab w:val="left" w:pos="540"/>
      </w:tabs>
    </w:pPr>
  </w:style>
  <w:style w:type="paragraph" w:customStyle="1" w:styleId="ISMab">
    <w:name w:val="ISMab"/>
    <w:basedOn w:val="ISM"/>
    <w:rsid w:val="00E80907"/>
    <w:pPr>
      <w:tabs>
        <w:tab w:val="left" w:pos="900"/>
      </w:tabs>
    </w:pPr>
  </w:style>
  <w:style w:type="paragraph" w:styleId="BalloonText">
    <w:name w:val="Balloon Text"/>
    <w:basedOn w:val="Normal"/>
    <w:link w:val="BalloonTextChar"/>
    <w:rsid w:val="00286F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6FDE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DA1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A1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1DB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A1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1DBA"/>
    <w:rPr>
      <w:rFonts w:ascii="Arial" w:hAnsi="Arial"/>
      <w:b/>
      <w:bCs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58653D"/>
    <w:rPr>
      <w:color w:val="808080"/>
    </w:rPr>
  </w:style>
  <w:style w:type="paragraph" w:styleId="ListParagraph">
    <w:name w:val="List Paragraph"/>
    <w:basedOn w:val="Normal"/>
    <w:uiPriority w:val="34"/>
    <w:qFormat/>
    <w:rsid w:val="001D6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image" Target="media/image132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0.bin"/><Relationship Id="rId159" Type="http://schemas.openxmlformats.org/officeDocument/2006/relationships/image" Target="media/image73.wmf"/><Relationship Id="rId324" Type="http://schemas.openxmlformats.org/officeDocument/2006/relationships/oleObject" Target="embeddings/oleObject175.bin"/><Relationship Id="rId366" Type="http://schemas.openxmlformats.org/officeDocument/2006/relationships/oleObject" Target="embeddings/oleObject201.bin"/><Relationship Id="rId170" Type="http://schemas.openxmlformats.org/officeDocument/2006/relationships/oleObject" Target="embeddings/oleObject85.bin"/><Relationship Id="rId226" Type="http://schemas.openxmlformats.org/officeDocument/2006/relationships/oleObject" Target="embeddings/oleObject117.bin"/><Relationship Id="rId433" Type="http://schemas.openxmlformats.org/officeDocument/2006/relationships/oleObject" Target="embeddings/oleObject242.bin"/><Relationship Id="rId268" Type="http://schemas.openxmlformats.org/officeDocument/2006/relationships/image" Target="media/image119.wmf"/><Relationship Id="rId475" Type="http://schemas.openxmlformats.org/officeDocument/2006/relationships/image" Target="media/image202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2.wmf"/><Relationship Id="rId128" Type="http://schemas.openxmlformats.org/officeDocument/2006/relationships/image" Target="media/image58.wmf"/><Relationship Id="rId335" Type="http://schemas.openxmlformats.org/officeDocument/2006/relationships/image" Target="media/image147.wmf"/><Relationship Id="rId377" Type="http://schemas.openxmlformats.org/officeDocument/2006/relationships/image" Target="media/image162.emf"/><Relationship Id="rId500" Type="http://schemas.openxmlformats.org/officeDocument/2006/relationships/image" Target="media/image213.wmf"/><Relationship Id="rId5" Type="http://schemas.openxmlformats.org/officeDocument/2006/relationships/webSettings" Target="webSettings.xml"/><Relationship Id="rId181" Type="http://schemas.openxmlformats.org/officeDocument/2006/relationships/image" Target="media/image83.wmf"/><Relationship Id="rId237" Type="http://schemas.openxmlformats.org/officeDocument/2006/relationships/image" Target="media/image107.wmf"/><Relationship Id="rId402" Type="http://schemas.openxmlformats.org/officeDocument/2006/relationships/image" Target="media/image172.wmf"/><Relationship Id="rId279" Type="http://schemas.openxmlformats.org/officeDocument/2006/relationships/image" Target="media/image124.wmf"/><Relationship Id="rId444" Type="http://schemas.openxmlformats.org/officeDocument/2006/relationships/oleObject" Target="embeddings/oleObject249.bin"/><Relationship Id="rId486" Type="http://schemas.openxmlformats.org/officeDocument/2006/relationships/image" Target="media/image207.wmf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9.bin"/><Relationship Id="rId290" Type="http://schemas.openxmlformats.org/officeDocument/2006/relationships/oleObject" Target="embeddings/oleObject156.bin"/><Relationship Id="rId304" Type="http://schemas.openxmlformats.org/officeDocument/2006/relationships/oleObject" Target="embeddings/oleObject163.bin"/><Relationship Id="rId346" Type="http://schemas.openxmlformats.org/officeDocument/2006/relationships/oleObject" Target="embeddings/oleObject188.bin"/><Relationship Id="rId388" Type="http://schemas.openxmlformats.org/officeDocument/2006/relationships/oleObject" Target="embeddings/oleObject215.bin"/><Relationship Id="rId511" Type="http://schemas.openxmlformats.org/officeDocument/2006/relationships/theme" Target="theme/theme1.xml"/><Relationship Id="rId85" Type="http://schemas.openxmlformats.org/officeDocument/2006/relationships/image" Target="media/image37.wmf"/><Relationship Id="rId150" Type="http://schemas.openxmlformats.org/officeDocument/2006/relationships/oleObject" Target="embeddings/oleObject75.bin"/><Relationship Id="rId192" Type="http://schemas.openxmlformats.org/officeDocument/2006/relationships/oleObject" Target="embeddings/oleObject98.bin"/><Relationship Id="rId206" Type="http://schemas.openxmlformats.org/officeDocument/2006/relationships/image" Target="media/image94.wmf"/><Relationship Id="rId413" Type="http://schemas.openxmlformats.org/officeDocument/2006/relationships/oleObject" Target="embeddings/oleObject230.bin"/><Relationship Id="rId248" Type="http://schemas.openxmlformats.org/officeDocument/2006/relationships/oleObject" Target="embeddings/oleObject130.bin"/><Relationship Id="rId455" Type="http://schemas.openxmlformats.org/officeDocument/2006/relationships/oleObject" Target="embeddings/oleObject255.bin"/><Relationship Id="rId497" Type="http://schemas.openxmlformats.org/officeDocument/2006/relationships/image" Target="media/image212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70.bin"/><Relationship Id="rId357" Type="http://schemas.openxmlformats.org/officeDocument/2006/relationships/oleObject" Target="embeddings/oleObject196.bin"/><Relationship Id="rId54" Type="http://schemas.openxmlformats.org/officeDocument/2006/relationships/image" Target="media/image23.wmf"/><Relationship Id="rId96" Type="http://schemas.openxmlformats.org/officeDocument/2006/relationships/oleObject" Target="embeddings/oleObject47.bin"/><Relationship Id="rId161" Type="http://schemas.openxmlformats.org/officeDocument/2006/relationships/image" Target="media/image74.wmf"/><Relationship Id="rId217" Type="http://schemas.openxmlformats.org/officeDocument/2006/relationships/oleObject" Target="embeddings/oleObject112.bin"/><Relationship Id="rId399" Type="http://schemas.openxmlformats.org/officeDocument/2006/relationships/oleObject" Target="embeddings/oleObject222.bin"/><Relationship Id="rId259" Type="http://schemas.openxmlformats.org/officeDocument/2006/relationships/image" Target="media/image116.wmf"/><Relationship Id="rId424" Type="http://schemas.openxmlformats.org/officeDocument/2006/relationships/image" Target="media/image181.emf"/><Relationship Id="rId466" Type="http://schemas.openxmlformats.org/officeDocument/2006/relationships/image" Target="media/image198.e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9.bin"/><Relationship Id="rId270" Type="http://schemas.openxmlformats.org/officeDocument/2006/relationships/image" Target="media/image120.wmf"/><Relationship Id="rId326" Type="http://schemas.openxmlformats.org/officeDocument/2006/relationships/image" Target="media/image143.wmf"/><Relationship Id="rId65" Type="http://schemas.openxmlformats.org/officeDocument/2006/relationships/oleObject" Target="embeddings/oleObject31.bin"/><Relationship Id="rId130" Type="http://schemas.openxmlformats.org/officeDocument/2006/relationships/image" Target="media/image59.wmf"/><Relationship Id="rId368" Type="http://schemas.openxmlformats.org/officeDocument/2006/relationships/image" Target="media/image159.wmf"/><Relationship Id="rId172" Type="http://schemas.openxmlformats.org/officeDocument/2006/relationships/image" Target="media/image79.wmf"/><Relationship Id="rId228" Type="http://schemas.openxmlformats.org/officeDocument/2006/relationships/image" Target="media/image103.wmf"/><Relationship Id="rId435" Type="http://schemas.openxmlformats.org/officeDocument/2006/relationships/oleObject" Target="embeddings/oleObject243.bin"/><Relationship Id="rId477" Type="http://schemas.openxmlformats.org/officeDocument/2006/relationships/image" Target="media/image203.wmf"/><Relationship Id="rId281" Type="http://schemas.openxmlformats.org/officeDocument/2006/relationships/image" Target="media/image125.wmf"/><Relationship Id="rId337" Type="http://schemas.openxmlformats.org/officeDocument/2006/relationships/image" Target="media/image148.wmf"/><Relationship Id="rId502" Type="http://schemas.openxmlformats.org/officeDocument/2006/relationships/oleObject" Target="embeddings/oleObject282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3.wmf"/><Relationship Id="rId141" Type="http://schemas.openxmlformats.org/officeDocument/2006/relationships/oleObject" Target="embeddings/oleObject70.bin"/><Relationship Id="rId379" Type="http://schemas.openxmlformats.org/officeDocument/2006/relationships/image" Target="media/image163.wmf"/><Relationship Id="rId7" Type="http://schemas.openxmlformats.org/officeDocument/2006/relationships/endnotes" Target="endnotes.xml"/><Relationship Id="rId183" Type="http://schemas.openxmlformats.org/officeDocument/2006/relationships/image" Target="media/image84.wmf"/><Relationship Id="rId239" Type="http://schemas.openxmlformats.org/officeDocument/2006/relationships/image" Target="media/image108.wmf"/><Relationship Id="rId390" Type="http://schemas.openxmlformats.org/officeDocument/2006/relationships/oleObject" Target="embeddings/oleObject216.bin"/><Relationship Id="rId404" Type="http://schemas.openxmlformats.org/officeDocument/2006/relationships/image" Target="media/image173.wmf"/><Relationship Id="rId446" Type="http://schemas.openxmlformats.org/officeDocument/2006/relationships/oleObject" Target="embeddings/oleObject250.bin"/><Relationship Id="rId250" Type="http://schemas.openxmlformats.org/officeDocument/2006/relationships/oleObject" Target="embeddings/oleObject131.bin"/><Relationship Id="rId292" Type="http://schemas.openxmlformats.org/officeDocument/2006/relationships/oleObject" Target="embeddings/oleObject157.bin"/><Relationship Id="rId306" Type="http://schemas.openxmlformats.org/officeDocument/2006/relationships/oleObject" Target="embeddings/oleObject164.bin"/><Relationship Id="rId488" Type="http://schemas.openxmlformats.org/officeDocument/2006/relationships/image" Target="media/image208.wmf"/><Relationship Id="rId45" Type="http://schemas.openxmlformats.org/officeDocument/2006/relationships/oleObject" Target="embeddings/oleObject20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4.bin"/><Relationship Id="rId348" Type="http://schemas.openxmlformats.org/officeDocument/2006/relationships/oleObject" Target="embeddings/oleObject189.bin"/><Relationship Id="rId152" Type="http://schemas.openxmlformats.org/officeDocument/2006/relationships/oleObject" Target="embeddings/oleObject76.bin"/><Relationship Id="rId194" Type="http://schemas.openxmlformats.org/officeDocument/2006/relationships/oleObject" Target="embeddings/oleObject99.bin"/><Relationship Id="rId208" Type="http://schemas.openxmlformats.org/officeDocument/2006/relationships/image" Target="media/image95.wmf"/><Relationship Id="rId415" Type="http://schemas.openxmlformats.org/officeDocument/2006/relationships/oleObject" Target="embeddings/oleObject231.bin"/><Relationship Id="rId457" Type="http://schemas.openxmlformats.org/officeDocument/2006/relationships/oleObject" Target="embeddings/oleObject256.bin"/><Relationship Id="rId240" Type="http://schemas.openxmlformats.org/officeDocument/2006/relationships/oleObject" Target="embeddings/oleObject125.bin"/><Relationship Id="rId261" Type="http://schemas.openxmlformats.org/officeDocument/2006/relationships/image" Target="media/image117.wmf"/><Relationship Id="rId478" Type="http://schemas.openxmlformats.org/officeDocument/2006/relationships/oleObject" Target="embeddings/oleObject268.bin"/><Relationship Id="rId499" Type="http://schemas.openxmlformats.org/officeDocument/2006/relationships/oleObject" Target="embeddings/oleObject280.bin"/><Relationship Id="rId14" Type="http://schemas.openxmlformats.org/officeDocument/2006/relationships/image" Target="media/image4.wmf"/><Relationship Id="rId35" Type="http://schemas.openxmlformats.org/officeDocument/2006/relationships/image" Target="media/image14.e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282" Type="http://schemas.openxmlformats.org/officeDocument/2006/relationships/oleObject" Target="embeddings/oleObject150.bin"/><Relationship Id="rId317" Type="http://schemas.openxmlformats.org/officeDocument/2006/relationships/oleObject" Target="embeddings/oleObject171.bin"/><Relationship Id="rId338" Type="http://schemas.openxmlformats.org/officeDocument/2006/relationships/oleObject" Target="embeddings/oleObject183.bin"/><Relationship Id="rId359" Type="http://schemas.openxmlformats.org/officeDocument/2006/relationships/oleObject" Target="embeddings/oleObject197.bin"/><Relationship Id="rId503" Type="http://schemas.openxmlformats.org/officeDocument/2006/relationships/image" Target="media/image214.wmf"/><Relationship Id="rId8" Type="http://schemas.openxmlformats.org/officeDocument/2006/relationships/image" Target="media/image1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5.wmf"/><Relationship Id="rId163" Type="http://schemas.openxmlformats.org/officeDocument/2006/relationships/image" Target="media/image75.wmf"/><Relationship Id="rId184" Type="http://schemas.openxmlformats.org/officeDocument/2006/relationships/oleObject" Target="embeddings/oleObject93.bin"/><Relationship Id="rId219" Type="http://schemas.openxmlformats.org/officeDocument/2006/relationships/image" Target="media/image99.wmf"/><Relationship Id="rId370" Type="http://schemas.openxmlformats.org/officeDocument/2006/relationships/oleObject" Target="embeddings/oleObject204.bin"/><Relationship Id="rId391" Type="http://schemas.openxmlformats.org/officeDocument/2006/relationships/oleObject" Target="embeddings/oleObject217.bin"/><Relationship Id="rId405" Type="http://schemas.openxmlformats.org/officeDocument/2006/relationships/oleObject" Target="embeddings/oleObject225.bin"/><Relationship Id="rId426" Type="http://schemas.openxmlformats.org/officeDocument/2006/relationships/oleObject" Target="embeddings/oleObject238.bin"/><Relationship Id="rId447" Type="http://schemas.openxmlformats.org/officeDocument/2006/relationships/image" Target="media/image190.wmf"/><Relationship Id="rId230" Type="http://schemas.openxmlformats.org/officeDocument/2006/relationships/image" Target="media/image104.wmf"/><Relationship Id="rId251" Type="http://schemas.openxmlformats.org/officeDocument/2006/relationships/oleObject" Target="embeddings/oleObject132.bin"/><Relationship Id="rId468" Type="http://schemas.openxmlformats.org/officeDocument/2006/relationships/image" Target="media/image199.wmf"/><Relationship Id="rId489" Type="http://schemas.openxmlformats.org/officeDocument/2006/relationships/oleObject" Target="embeddings/oleObject274.bin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2.bin"/><Relationship Id="rId272" Type="http://schemas.openxmlformats.org/officeDocument/2006/relationships/image" Target="media/image121.wmf"/><Relationship Id="rId293" Type="http://schemas.openxmlformats.org/officeDocument/2006/relationships/image" Target="media/image129.wmf"/><Relationship Id="rId307" Type="http://schemas.openxmlformats.org/officeDocument/2006/relationships/oleObject" Target="embeddings/oleObject165.bin"/><Relationship Id="rId328" Type="http://schemas.openxmlformats.org/officeDocument/2006/relationships/oleObject" Target="embeddings/oleObject178.bin"/><Relationship Id="rId349" Type="http://schemas.openxmlformats.org/officeDocument/2006/relationships/oleObject" Target="embeddings/oleObject190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0.wmf"/><Relationship Id="rId132" Type="http://schemas.openxmlformats.org/officeDocument/2006/relationships/image" Target="media/image60.wmf"/><Relationship Id="rId153" Type="http://schemas.openxmlformats.org/officeDocument/2006/relationships/image" Target="media/image70.wmf"/><Relationship Id="rId174" Type="http://schemas.openxmlformats.org/officeDocument/2006/relationships/image" Target="media/image80.wmf"/><Relationship Id="rId195" Type="http://schemas.openxmlformats.org/officeDocument/2006/relationships/image" Target="media/image89.wmf"/><Relationship Id="rId209" Type="http://schemas.openxmlformats.org/officeDocument/2006/relationships/oleObject" Target="embeddings/oleObject107.bin"/><Relationship Id="rId360" Type="http://schemas.openxmlformats.org/officeDocument/2006/relationships/image" Target="media/image156.wmf"/><Relationship Id="rId381" Type="http://schemas.openxmlformats.org/officeDocument/2006/relationships/image" Target="media/image164.wmf"/><Relationship Id="rId416" Type="http://schemas.openxmlformats.org/officeDocument/2006/relationships/oleObject" Target="embeddings/oleObject232.bin"/><Relationship Id="rId220" Type="http://schemas.openxmlformats.org/officeDocument/2006/relationships/oleObject" Target="embeddings/oleObject114.bin"/><Relationship Id="rId241" Type="http://schemas.openxmlformats.org/officeDocument/2006/relationships/image" Target="media/image109.wmf"/><Relationship Id="rId437" Type="http://schemas.openxmlformats.org/officeDocument/2006/relationships/oleObject" Target="embeddings/oleObject244.bin"/><Relationship Id="rId458" Type="http://schemas.openxmlformats.org/officeDocument/2006/relationships/image" Target="media/image195.wmf"/><Relationship Id="rId479" Type="http://schemas.openxmlformats.org/officeDocument/2006/relationships/image" Target="media/image204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262" Type="http://schemas.openxmlformats.org/officeDocument/2006/relationships/oleObject" Target="embeddings/oleObject138.bin"/><Relationship Id="rId283" Type="http://schemas.openxmlformats.org/officeDocument/2006/relationships/oleObject" Target="embeddings/oleObject151.bin"/><Relationship Id="rId318" Type="http://schemas.openxmlformats.org/officeDocument/2006/relationships/image" Target="media/image140.wmf"/><Relationship Id="rId339" Type="http://schemas.openxmlformats.org/officeDocument/2006/relationships/image" Target="media/image149.wmf"/><Relationship Id="rId490" Type="http://schemas.openxmlformats.org/officeDocument/2006/relationships/image" Target="media/image209.wmf"/><Relationship Id="rId504" Type="http://schemas.openxmlformats.org/officeDocument/2006/relationships/oleObject" Target="embeddings/oleObject283.bin"/><Relationship Id="rId78" Type="http://schemas.openxmlformats.org/officeDocument/2006/relationships/oleObject" Target="embeddings/oleObject38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5.wmf"/><Relationship Id="rId143" Type="http://schemas.openxmlformats.org/officeDocument/2006/relationships/oleObject" Target="embeddings/oleObject71.bin"/><Relationship Id="rId164" Type="http://schemas.openxmlformats.org/officeDocument/2006/relationships/oleObject" Target="embeddings/oleObject82.bin"/><Relationship Id="rId185" Type="http://schemas.openxmlformats.org/officeDocument/2006/relationships/image" Target="media/image85.wmf"/><Relationship Id="rId350" Type="http://schemas.openxmlformats.org/officeDocument/2006/relationships/image" Target="media/image153.wmf"/><Relationship Id="rId371" Type="http://schemas.openxmlformats.org/officeDocument/2006/relationships/image" Target="media/image160.emf"/><Relationship Id="rId406" Type="http://schemas.openxmlformats.org/officeDocument/2006/relationships/oleObject" Target="embeddings/oleObject226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8.bin"/><Relationship Id="rId392" Type="http://schemas.openxmlformats.org/officeDocument/2006/relationships/image" Target="media/image168.wmf"/><Relationship Id="rId427" Type="http://schemas.openxmlformats.org/officeDocument/2006/relationships/oleObject" Target="embeddings/oleObject239.bin"/><Relationship Id="rId448" Type="http://schemas.openxmlformats.org/officeDocument/2006/relationships/oleObject" Target="embeddings/oleObject251.bin"/><Relationship Id="rId469" Type="http://schemas.openxmlformats.org/officeDocument/2006/relationships/oleObject" Target="embeddings/oleObject263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20.bin"/><Relationship Id="rId252" Type="http://schemas.openxmlformats.org/officeDocument/2006/relationships/image" Target="media/image113.wmf"/><Relationship Id="rId273" Type="http://schemas.openxmlformats.org/officeDocument/2006/relationships/oleObject" Target="embeddings/oleObject145.bin"/><Relationship Id="rId294" Type="http://schemas.openxmlformats.org/officeDocument/2006/relationships/oleObject" Target="embeddings/oleObject158.bin"/><Relationship Id="rId308" Type="http://schemas.openxmlformats.org/officeDocument/2006/relationships/image" Target="media/image136.wmf"/><Relationship Id="rId329" Type="http://schemas.openxmlformats.org/officeDocument/2006/relationships/image" Target="media/image144.emf"/><Relationship Id="rId480" Type="http://schemas.openxmlformats.org/officeDocument/2006/relationships/oleObject" Target="embeddings/oleObject269.bin"/><Relationship Id="rId47" Type="http://schemas.openxmlformats.org/officeDocument/2006/relationships/oleObject" Target="embeddings/oleObject21.bin"/><Relationship Id="rId68" Type="http://schemas.openxmlformats.org/officeDocument/2006/relationships/image" Target="media/image29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88.bin"/><Relationship Id="rId340" Type="http://schemas.openxmlformats.org/officeDocument/2006/relationships/oleObject" Target="embeddings/oleObject184.bin"/><Relationship Id="rId361" Type="http://schemas.openxmlformats.org/officeDocument/2006/relationships/oleObject" Target="embeddings/oleObject198.bin"/><Relationship Id="rId196" Type="http://schemas.openxmlformats.org/officeDocument/2006/relationships/oleObject" Target="embeddings/oleObject100.bin"/><Relationship Id="rId200" Type="http://schemas.openxmlformats.org/officeDocument/2006/relationships/oleObject" Target="embeddings/oleObject102.bin"/><Relationship Id="rId382" Type="http://schemas.openxmlformats.org/officeDocument/2006/relationships/oleObject" Target="embeddings/oleObject211.bin"/><Relationship Id="rId417" Type="http://schemas.openxmlformats.org/officeDocument/2006/relationships/image" Target="media/image178.wmf"/><Relationship Id="rId438" Type="http://schemas.openxmlformats.org/officeDocument/2006/relationships/oleObject" Target="embeddings/oleObject245.bin"/><Relationship Id="rId459" Type="http://schemas.openxmlformats.org/officeDocument/2006/relationships/oleObject" Target="embeddings/oleObject257.bin"/><Relationship Id="rId16" Type="http://schemas.openxmlformats.org/officeDocument/2006/relationships/image" Target="media/image5.wmf"/><Relationship Id="rId221" Type="http://schemas.openxmlformats.org/officeDocument/2006/relationships/image" Target="media/image100.emf"/><Relationship Id="rId242" Type="http://schemas.openxmlformats.org/officeDocument/2006/relationships/oleObject" Target="embeddings/oleObject126.bin"/><Relationship Id="rId263" Type="http://schemas.openxmlformats.org/officeDocument/2006/relationships/oleObject" Target="embeddings/oleObject139.bin"/><Relationship Id="rId284" Type="http://schemas.openxmlformats.org/officeDocument/2006/relationships/image" Target="media/image126.wmf"/><Relationship Id="rId319" Type="http://schemas.openxmlformats.org/officeDocument/2006/relationships/oleObject" Target="embeddings/oleObject172.bin"/><Relationship Id="rId470" Type="http://schemas.openxmlformats.org/officeDocument/2006/relationships/image" Target="media/image200.wmf"/><Relationship Id="rId491" Type="http://schemas.openxmlformats.org/officeDocument/2006/relationships/oleObject" Target="embeddings/oleObject275.bin"/><Relationship Id="rId505" Type="http://schemas.openxmlformats.org/officeDocument/2006/relationships/oleObject" Target="embeddings/oleObject284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6.wmf"/><Relationship Id="rId330" Type="http://schemas.openxmlformats.org/officeDocument/2006/relationships/oleObject" Target="embeddings/oleObject179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76.wmf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191.bin"/><Relationship Id="rId372" Type="http://schemas.openxmlformats.org/officeDocument/2006/relationships/oleObject" Target="embeddings/oleObject205.bin"/><Relationship Id="rId393" Type="http://schemas.openxmlformats.org/officeDocument/2006/relationships/oleObject" Target="embeddings/oleObject218.bin"/><Relationship Id="rId407" Type="http://schemas.openxmlformats.org/officeDocument/2006/relationships/image" Target="media/image174.wmf"/><Relationship Id="rId428" Type="http://schemas.openxmlformats.org/officeDocument/2006/relationships/image" Target="media/image182.wmf"/><Relationship Id="rId449" Type="http://schemas.openxmlformats.org/officeDocument/2006/relationships/image" Target="media/image191.wmf"/><Relationship Id="rId211" Type="http://schemas.openxmlformats.org/officeDocument/2006/relationships/image" Target="media/image96.wmf"/><Relationship Id="rId232" Type="http://schemas.openxmlformats.org/officeDocument/2006/relationships/image" Target="media/image105.wmf"/><Relationship Id="rId253" Type="http://schemas.openxmlformats.org/officeDocument/2006/relationships/oleObject" Target="embeddings/oleObject133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0.wmf"/><Relationship Id="rId309" Type="http://schemas.openxmlformats.org/officeDocument/2006/relationships/oleObject" Target="embeddings/oleObject166.bin"/><Relationship Id="rId460" Type="http://schemas.openxmlformats.org/officeDocument/2006/relationships/image" Target="media/image196.wmf"/><Relationship Id="rId481" Type="http://schemas.openxmlformats.org/officeDocument/2006/relationships/oleObject" Target="embeddings/oleObject270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1.wmf"/><Relationship Id="rId134" Type="http://schemas.openxmlformats.org/officeDocument/2006/relationships/image" Target="media/image61.wmf"/><Relationship Id="rId320" Type="http://schemas.openxmlformats.org/officeDocument/2006/relationships/image" Target="media/image141.wmf"/><Relationship Id="rId80" Type="http://schemas.openxmlformats.org/officeDocument/2006/relationships/oleObject" Target="embeddings/oleObject39.bin"/><Relationship Id="rId155" Type="http://schemas.openxmlformats.org/officeDocument/2006/relationships/image" Target="media/image71.wmf"/><Relationship Id="rId176" Type="http://schemas.openxmlformats.org/officeDocument/2006/relationships/image" Target="media/image81.wmf"/><Relationship Id="rId197" Type="http://schemas.openxmlformats.org/officeDocument/2006/relationships/image" Target="media/image90.wmf"/><Relationship Id="rId341" Type="http://schemas.openxmlformats.org/officeDocument/2006/relationships/image" Target="media/image150.wmf"/><Relationship Id="rId362" Type="http://schemas.openxmlformats.org/officeDocument/2006/relationships/image" Target="media/image157.wmf"/><Relationship Id="rId383" Type="http://schemas.openxmlformats.org/officeDocument/2006/relationships/oleObject" Target="embeddings/oleObject212.bin"/><Relationship Id="rId418" Type="http://schemas.openxmlformats.org/officeDocument/2006/relationships/oleObject" Target="embeddings/oleObject233.bin"/><Relationship Id="rId439" Type="http://schemas.openxmlformats.org/officeDocument/2006/relationships/image" Target="media/image187.wmf"/><Relationship Id="rId201" Type="http://schemas.openxmlformats.org/officeDocument/2006/relationships/oleObject" Target="embeddings/oleObject103.bin"/><Relationship Id="rId222" Type="http://schemas.openxmlformats.org/officeDocument/2006/relationships/oleObject" Target="embeddings/oleObject115.bin"/><Relationship Id="rId243" Type="http://schemas.openxmlformats.org/officeDocument/2006/relationships/oleObject" Target="embeddings/oleObject127.bin"/><Relationship Id="rId264" Type="http://schemas.openxmlformats.org/officeDocument/2006/relationships/oleObject" Target="embeddings/oleObject140.bin"/><Relationship Id="rId285" Type="http://schemas.openxmlformats.org/officeDocument/2006/relationships/oleObject" Target="embeddings/oleObject152.bin"/><Relationship Id="rId450" Type="http://schemas.openxmlformats.org/officeDocument/2006/relationships/oleObject" Target="embeddings/oleObject252.bin"/><Relationship Id="rId471" Type="http://schemas.openxmlformats.org/officeDocument/2006/relationships/oleObject" Target="embeddings/oleObject264.bin"/><Relationship Id="rId506" Type="http://schemas.openxmlformats.org/officeDocument/2006/relationships/image" Target="media/image215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5.wmf"/><Relationship Id="rId103" Type="http://schemas.openxmlformats.org/officeDocument/2006/relationships/image" Target="media/image46.wmf"/><Relationship Id="rId124" Type="http://schemas.openxmlformats.org/officeDocument/2006/relationships/image" Target="media/image56.wmf"/><Relationship Id="rId310" Type="http://schemas.openxmlformats.org/officeDocument/2006/relationships/oleObject" Target="embeddings/oleObject167.bin"/><Relationship Id="rId492" Type="http://schemas.openxmlformats.org/officeDocument/2006/relationships/image" Target="media/image210.wmf"/><Relationship Id="rId70" Type="http://schemas.openxmlformats.org/officeDocument/2006/relationships/image" Target="media/image30.wmf"/><Relationship Id="rId91" Type="http://schemas.openxmlformats.org/officeDocument/2006/relationships/image" Target="media/image40.wmf"/><Relationship Id="rId145" Type="http://schemas.openxmlformats.org/officeDocument/2006/relationships/oleObject" Target="embeddings/oleObject72.bin"/><Relationship Id="rId166" Type="http://schemas.openxmlformats.org/officeDocument/2006/relationships/oleObject" Target="embeddings/oleObject83.bin"/><Relationship Id="rId187" Type="http://schemas.openxmlformats.org/officeDocument/2006/relationships/oleObject" Target="embeddings/oleObject95.bin"/><Relationship Id="rId331" Type="http://schemas.openxmlformats.org/officeDocument/2006/relationships/image" Target="media/image145.emf"/><Relationship Id="rId352" Type="http://schemas.openxmlformats.org/officeDocument/2006/relationships/oleObject" Target="embeddings/oleObject192.bin"/><Relationship Id="rId373" Type="http://schemas.openxmlformats.org/officeDocument/2006/relationships/image" Target="media/image161.wmf"/><Relationship Id="rId394" Type="http://schemas.openxmlformats.org/officeDocument/2006/relationships/oleObject" Target="embeddings/oleObject219.bin"/><Relationship Id="rId408" Type="http://schemas.openxmlformats.org/officeDocument/2006/relationships/oleObject" Target="embeddings/oleObject227.bin"/><Relationship Id="rId429" Type="http://schemas.openxmlformats.org/officeDocument/2006/relationships/oleObject" Target="embeddings/oleObject240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9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4.wmf"/><Relationship Id="rId440" Type="http://schemas.openxmlformats.org/officeDocument/2006/relationships/oleObject" Target="embeddings/oleObject24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6.bin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9.bin"/><Relationship Id="rId300" Type="http://schemas.openxmlformats.org/officeDocument/2006/relationships/oleObject" Target="embeddings/oleObject161.bin"/><Relationship Id="rId461" Type="http://schemas.openxmlformats.org/officeDocument/2006/relationships/oleObject" Target="embeddings/oleObject258.bin"/><Relationship Id="rId482" Type="http://schemas.openxmlformats.org/officeDocument/2006/relationships/image" Target="media/image205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5.wmf"/><Relationship Id="rId135" Type="http://schemas.openxmlformats.org/officeDocument/2006/relationships/oleObject" Target="embeddings/oleObject67.bin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89.bin"/><Relationship Id="rId198" Type="http://schemas.openxmlformats.org/officeDocument/2006/relationships/oleObject" Target="embeddings/oleObject101.bin"/><Relationship Id="rId321" Type="http://schemas.openxmlformats.org/officeDocument/2006/relationships/oleObject" Target="embeddings/oleObject173.bin"/><Relationship Id="rId342" Type="http://schemas.openxmlformats.org/officeDocument/2006/relationships/oleObject" Target="embeddings/oleObject185.bin"/><Relationship Id="rId363" Type="http://schemas.openxmlformats.org/officeDocument/2006/relationships/oleObject" Target="embeddings/oleObject199.bin"/><Relationship Id="rId384" Type="http://schemas.openxmlformats.org/officeDocument/2006/relationships/oleObject" Target="embeddings/oleObject213.bin"/><Relationship Id="rId419" Type="http://schemas.openxmlformats.org/officeDocument/2006/relationships/image" Target="media/image179.wmf"/><Relationship Id="rId202" Type="http://schemas.openxmlformats.org/officeDocument/2006/relationships/image" Target="media/image92.wmf"/><Relationship Id="rId223" Type="http://schemas.openxmlformats.org/officeDocument/2006/relationships/image" Target="media/image101.wmf"/><Relationship Id="rId244" Type="http://schemas.openxmlformats.org/officeDocument/2006/relationships/image" Target="media/image110.wmf"/><Relationship Id="rId430" Type="http://schemas.openxmlformats.org/officeDocument/2006/relationships/image" Target="media/image183.e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18.wmf"/><Relationship Id="rId286" Type="http://schemas.openxmlformats.org/officeDocument/2006/relationships/oleObject" Target="embeddings/oleObject153.bin"/><Relationship Id="rId451" Type="http://schemas.openxmlformats.org/officeDocument/2006/relationships/image" Target="media/image192.wmf"/><Relationship Id="rId472" Type="http://schemas.openxmlformats.org/officeDocument/2006/relationships/image" Target="media/image201.wmf"/><Relationship Id="rId493" Type="http://schemas.openxmlformats.org/officeDocument/2006/relationships/oleObject" Target="embeddings/oleObject276.bin"/><Relationship Id="rId507" Type="http://schemas.openxmlformats.org/officeDocument/2006/relationships/oleObject" Target="embeddings/oleObject285.bin"/><Relationship Id="rId50" Type="http://schemas.openxmlformats.org/officeDocument/2006/relationships/image" Target="media/image21.wmf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62.bin"/><Relationship Id="rId146" Type="http://schemas.openxmlformats.org/officeDocument/2006/relationships/oleObject" Target="embeddings/oleObject73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6.bin"/><Relationship Id="rId311" Type="http://schemas.openxmlformats.org/officeDocument/2006/relationships/image" Target="media/image137.wmf"/><Relationship Id="rId332" Type="http://schemas.openxmlformats.org/officeDocument/2006/relationships/oleObject" Target="embeddings/oleObject180.bin"/><Relationship Id="rId353" Type="http://schemas.openxmlformats.org/officeDocument/2006/relationships/image" Target="media/image154.emf"/><Relationship Id="rId374" Type="http://schemas.openxmlformats.org/officeDocument/2006/relationships/oleObject" Target="embeddings/oleObject206.bin"/><Relationship Id="rId395" Type="http://schemas.openxmlformats.org/officeDocument/2006/relationships/image" Target="media/image169.wmf"/><Relationship Id="rId409" Type="http://schemas.openxmlformats.org/officeDocument/2006/relationships/oleObject" Target="embeddings/oleObject228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10.bin"/><Relationship Id="rId234" Type="http://schemas.openxmlformats.org/officeDocument/2006/relationships/image" Target="media/image106.wmf"/><Relationship Id="rId420" Type="http://schemas.openxmlformats.org/officeDocument/2006/relationships/oleObject" Target="embeddings/oleObject23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34.bin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1.wmf"/><Relationship Id="rId441" Type="http://schemas.openxmlformats.org/officeDocument/2006/relationships/image" Target="media/image188.wmf"/><Relationship Id="rId462" Type="http://schemas.openxmlformats.org/officeDocument/2006/relationships/oleObject" Target="embeddings/oleObject259.bin"/><Relationship Id="rId483" Type="http://schemas.openxmlformats.org/officeDocument/2006/relationships/oleObject" Target="embeddings/oleObject271.bin"/><Relationship Id="rId40" Type="http://schemas.openxmlformats.org/officeDocument/2006/relationships/image" Target="media/image16.wmf"/><Relationship Id="rId115" Type="http://schemas.openxmlformats.org/officeDocument/2006/relationships/oleObject" Target="embeddings/oleObject57.bin"/><Relationship Id="rId136" Type="http://schemas.openxmlformats.org/officeDocument/2006/relationships/image" Target="media/image62.wmf"/><Relationship Id="rId157" Type="http://schemas.openxmlformats.org/officeDocument/2006/relationships/image" Target="media/image72.wmf"/><Relationship Id="rId178" Type="http://schemas.openxmlformats.org/officeDocument/2006/relationships/image" Target="media/image82.wmf"/><Relationship Id="rId301" Type="http://schemas.openxmlformats.org/officeDocument/2006/relationships/image" Target="media/image133.wmf"/><Relationship Id="rId322" Type="http://schemas.openxmlformats.org/officeDocument/2006/relationships/oleObject" Target="embeddings/oleObject174.bin"/><Relationship Id="rId343" Type="http://schemas.openxmlformats.org/officeDocument/2006/relationships/oleObject" Target="embeddings/oleObject186.bin"/><Relationship Id="rId364" Type="http://schemas.openxmlformats.org/officeDocument/2006/relationships/oleObject" Target="embeddings/oleObject200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0.bin"/><Relationship Id="rId199" Type="http://schemas.openxmlformats.org/officeDocument/2006/relationships/image" Target="media/image91.wmf"/><Relationship Id="rId203" Type="http://schemas.openxmlformats.org/officeDocument/2006/relationships/oleObject" Target="embeddings/oleObject104.bin"/><Relationship Id="rId385" Type="http://schemas.openxmlformats.org/officeDocument/2006/relationships/image" Target="media/image165.e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6.bin"/><Relationship Id="rId245" Type="http://schemas.openxmlformats.org/officeDocument/2006/relationships/oleObject" Target="embeddings/oleObject128.bin"/><Relationship Id="rId266" Type="http://schemas.openxmlformats.org/officeDocument/2006/relationships/oleObject" Target="embeddings/oleObject141.bin"/><Relationship Id="rId287" Type="http://schemas.openxmlformats.org/officeDocument/2006/relationships/oleObject" Target="embeddings/oleObject154.bin"/><Relationship Id="rId410" Type="http://schemas.openxmlformats.org/officeDocument/2006/relationships/image" Target="media/image175.wmf"/><Relationship Id="rId431" Type="http://schemas.openxmlformats.org/officeDocument/2006/relationships/oleObject" Target="embeddings/oleObject241.bin"/><Relationship Id="rId452" Type="http://schemas.openxmlformats.org/officeDocument/2006/relationships/oleObject" Target="embeddings/oleObject253.bin"/><Relationship Id="rId473" Type="http://schemas.openxmlformats.org/officeDocument/2006/relationships/oleObject" Target="embeddings/oleObject265.bin"/><Relationship Id="rId494" Type="http://schemas.openxmlformats.org/officeDocument/2006/relationships/image" Target="media/image211.wmf"/><Relationship Id="rId508" Type="http://schemas.openxmlformats.org/officeDocument/2006/relationships/footer" Target="footer1.xml"/><Relationship Id="rId30" Type="http://schemas.openxmlformats.org/officeDocument/2006/relationships/image" Target="media/image12.wmf"/><Relationship Id="rId105" Type="http://schemas.openxmlformats.org/officeDocument/2006/relationships/image" Target="media/image47.wmf"/><Relationship Id="rId126" Type="http://schemas.openxmlformats.org/officeDocument/2006/relationships/image" Target="media/image57.wmf"/><Relationship Id="rId147" Type="http://schemas.openxmlformats.org/officeDocument/2006/relationships/image" Target="media/image67.wmf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68.bin"/><Relationship Id="rId333" Type="http://schemas.openxmlformats.org/officeDocument/2006/relationships/image" Target="media/image146.emf"/><Relationship Id="rId354" Type="http://schemas.openxmlformats.org/officeDocument/2006/relationships/oleObject" Target="embeddings/oleObject193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189" Type="http://schemas.openxmlformats.org/officeDocument/2006/relationships/image" Target="media/image86.wmf"/><Relationship Id="rId375" Type="http://schemas.openxmlformats.org/officeDocument/2006/relationships/oleObject" Target="embeddings/oleObject207.bin"/><Relationship Id="rId396" Type="http://schemas.openxmlformats.org/officeDocument/2006/relationships/oleObject" Target="embeddings/oleObject220.bin"/><Relationship Id="rId3" Type="http://schemas.openxmlformats.org/officeDocument/2006/relationships/styles" Target="styles.xml"/><Relationship Id="rId214" Type="http://schemas.openxmlformats.org/officeDocument/2006/relationships/image" Target="media/image97.emf"/><Relationship Id="rId235" Type="http://schemas.openxmlformats.org/officeDocument/2006/relationships/oleObject" Target="embeddings/oleObject122.bin"/><Relationship Id="rId256" Type="http://schemas.openxmlformats.org/officeDocument/2006/relationships/oleObject" Target="embeddings/oleObject135.bin"/><Relationship Id="rId277" Type="http://schemas.openxmlformats.org/officeDocument/2006/relationships/image" Target="media/image123.wmf"/><Relationship Id="rId298" Type="http://schemas.openxmlformats.org/officeDocument/2006/relationships/oleObject" Target="embeddings/oleObject160.bin"/><Relationship Id="rId400" Type="http://schemas.openxmlformats.org/officeDocument/2006/relationships/image" Target="media/image171.wmf"/><Relationship Id="rId421" Type="http://schemas.openxmlformats.org/officeDocument/2006/relationships/image" Target="media/image180.wmf"/><Relationship Id="rId442" Type="http://schemas.openxmlformats.org/officeDocument/2006/relationships/oleObject" Target="embeddings/oleObject247.bin"/><Relationship Id="rId463" Type="http://schemas.openxmlformats.org/officeDocument/2006/relationships/oleObject" Target="embeddings/oleObject260.bin"/><Relationship Id="rId484" Type="http://schemas.openxmlformats.org/officeDocument/2006/relationships/image" Target="media/image206.wmf"/><Relationship Id="rId116" Type="http://schemas.openxmlformats.org/officeDocument/2006/relationships/image" Target="media/image52.wmf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79.bin"/><Relationship Id="rId302" Type="http://schemas.openxmlformats.org/officeDocument/2006/relationships/oleObject" Target="embeddings/oleObject162.bin"/><Relationship Id="rId323" Type="http://schemas.openxmlformats.org/officeDocument/2006/relationships/image" Target="media/image142.wmf"/><Relationship Id="rId344" Type="http://schemas.openxmlformats.org/officeDocument/2006/relationships/image" Target="media/image15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6.wmf"/><Relationship Id="rId179" Type="http://schemas.openxmlformats.org/officeDocument/2006/relationships/oleObject" Target="embeddings/oleObject90.bin"/><Relationship Id="rId365" Type="http://schemas.openxmlformats.org/officeDocument/2006/relationships/image" Target="media/image158.wmf"/><Relationship Id="rId386" Type="http://schemas.openxmlformats.org/officeDocument/2006/relationships/oleObject" Target="embeddings/oleObject214.bin"/><Relationship Id="rId190" Type="http://schemas.openxmlformats.org/officeDocument/2006/relationships/oleObject" Target="embeddings/oleObject97.bin"/><Relationship Id="rId204" Type="http://schemas.openxmlformats.org/officeDocument/2006/relationships/image" Target="media/image93.wmf"/><Relationship Id="rId225" Type="http://schemas.openxmlformats.org/officeDocument/2006/relationships/image" Target="media/image102.wmf"/><Relationship Id="rId246" Type="http://schemas.openxmlformats.org/officeDocument/2006/relationships/image" Target="media/image111.wmf"/><Relationship Id="rId267" Type="http://schemas.openxmlformats.org/officeDocument/2006/relationships/oleObject" Target="embeddings/oleObject142.bin"/><Relationship Id="rId288" Type="http://schemas.openxmlformats.org/officeDocument/2006/relationships/image" Target="media/image127.wmf"/><Relationship Id="rId411" Type="http://schemas.openxmlformats.org/officeDocument/2006/relationships/oleObject" Target="embeddings/oleObject229.bin"/><Relationship Id="rId432" Type="http://schemas.openxmlformats.org/officeDocument/2006/relationships/image" Target="media/image184.wmf"/><Relationship Id="rId453" Type="http://schemas.openxmlformats.org/officeDocument/2006/relationships/image" Target="media/image193.wmf"/><Relationship Id="rId474" Type="http://schemas.openxmlformats.org/officeDocument/2006/relationships/oleObject" Target="embeddings/oleObject266.bin"/><Relationship Id="rId509" Type="http://schemas.openxmlformats.org/officeDocument/2006/relationships/footer" Target="footer2.xml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3.bin"/><Relationship Id="rId313" Type="http://schemas.openxmlformats.org/officeDocument/2006/relationships/image" Target="media/image138.wmf"/><Relationship Id="rId495" Type="http://schemas.openxmlformats.org/officeDocument/2006/relationships/oleObject" Target="embeddings/oleObject27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4.bin"/><Relationship Id="rId169" Type="http://schemas.openxmlformats.org/officeDocument/2006/relationships/image" Target="media/image78.wmf"/><Relationship Id="rId334" Type="http://schemas.openxmlformats.org/officeDocument/2006/relationships/oleObject" Target="embeddings/oleObject181.bin"/><Relationship Id="rId355" Type="http://schemas.openxmlformats.org/officeDocument/2006/relationships/oleObject" Target="embeddings/oleObject194.bin"/><Relationship Id="rId376" Type="http://schemas.openxmlformats.org/officeDocument/2006/relationships/oleObject" Target="embeddings/oleObject208.bin"/><Relationship Id="rId397" Type="http://schemas.openxmlformats.org/officeDocument/2006/relationships/image" Target="media/image170.wmf"/><Relationship Id="rId4" Type="http://schemas.openxmlformats.org/officeDocument/2006/relationships/settings" Target="settings.xml"/><Relationship Id="rId180" Type="http://schemas.openxmlformats.org/officeDocument/2006/relationships/oleObject" Target="embeddings/oleObject91.bin"/><Relationship Id="rId215" Type="http://schemas.openxmlformats.org/officeDocument/2006/relationships/oleObject" Target="embeddings/oleObject111.bin"/><Relationship Id="rId236" Type="http://schemas.openxmlformats.org/officeDocument/2006/relationships/oleObject" Target="embeddings/oleObject123.bin"/><Relationship Id="rId257" Type="http://schemas.openxmlformats.org/officeDocument/2006/relationships/image" Target="media/image115.wmf"/><Relationship Id="rId278" Type="http://schemas.openxmlformats.org/officeDocument/2006/relationships/oleObject" Target="embeddings/oleObject148.bin"/><Relationship Id="rId401" Type="http://schemas.openxmlformats.org/officeDocument/2006/relationships/oleObject" Target="embeddings/oleObject223.bin"/><Relationship Id="rId422" Type="http://schemas.openxmlformats.org/officeDocument/2006/relationships/oleObject" Target="embeddings/oleObject235.bin"/><Relationship Id="rId443" Type="http://schemas.openxmlformats.org/officeDocument/2006/relationships/oleObject" Target="embeddings/oleObject248.bin"/><Relationship Id="rId464" Type="http://schemas.openxmlformats.org/officeDocument/2006/relationships/image" Target="media/image197.wmf"/><Relationship Id="rId303" Type="http://schemas.openxmlformats.org/officeDocument/2006/relationships/image" Target="media/image134.wmf"/><Relationship Id="rId485" Type="http://schemas.openxmlformats.org/officeDocument/2006/relationships/oleObject" Target="embeddings/oleObject272.bin"/><Relationship Id="rId42" Type="http://schemas.openxmlformats.org/officeDocument/2006/relationships/image" Target="media/image17.emf"/><Relationship Id="rId84" Type="http://schemas.openxmlformats.org/officeDocument/2006/relationships/oleObject" Target="embeddings/oleObject41.bin"/><Relationship Id="rId138" Type="http://schemas.openxmlformats.org/officeDocument/2006/relationships/image" Target="media/image63.wmf"/><Relationship Id="rId345" Type="http://schemas.openxmlformats.org/officeDocument/2006/relationships/oleObject" Target="embeddings/oleObject187.bin"/><Relationship Id="rId387" Type="http://schemas.openxmlformats.org/officeDocument/2006/relationships/image" Target="media/image166.wmf"/><Relationship Id="rId510" Type="http://schemas.openxmlformats.org/officeDocument/2006/relationships/fontTable" Target="fontTable.xml"/><Relationship Id="rId191" Type="http://schemas.openxmlformats.org/officeDocument/2006/relationships/image" Target="media/image87.wmf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9.bin"/><Relationship Id="rId412" Type="http://schemas.openxmlformats.org/officeDocument/2006/relationships/image" Target="media/image176.wmf"/><Relationship Id="rId107" Type="http://schemas.openxmlformats.org/officeDocument/2006/relationships/image" Target="media/image48.wmf"/><Relationship Id="rId289" Type="http://schemas.openxmlformats.org/officeDocument/2006/relationships/oleObject" Target="embeddings/oleObject155.bin"/><Relationship Id="rId454" Type="http://schemas.openxmlformats.org/officeDocument/2006/relationships/oleObject" Target="embeddings/oleObject254.bin"/><Relationship Id="rId496" Type="http://schemas.openxmlformats.org/officeDocument/2006/relationships/oleObject" Target="embeddings/oleObject278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68.wmf"/><Relationship Id="rId314" Type="http://schemas.openxmlformats.org/officeDocument/2006/relationships/oleObject" Target="embeddings/oleObject169.bin"/><Relationship Id="rId356" Type="http://schemas.openxmlformats.org/officeDocument/2006/relationships/oleObject" Target="embeddings/oleObject195.bin"/><Relationship Id="rId398" Type="http://schemas.openxmlformats.org/officeDocument/2006/relationships/oleObject" Target="embeddings/oleObject221.bin"/><Relationship Id="rId95" Type="http://schemas.openxmlformats.org/officeDocument/2006/relationships/image" Target="media/image42.wmf"/><Relationship Id="rId160" Type="http://schemas.openxmlformats.org/officeDocument/2006/relationships/oleObject" Target="embeddings/oleObject80.bin"/><Relationship Id="rId216" Type="http://schemas.openxmlformats.org/officeDocument/2006/relationships/image" Target="media/image98.wmf"/><Relationship Id="rId423" Type="http://schemas.openxmlformats.org/officeDocument/2006/relationships/oleObject" Target="embeddings/oleObject236.bin"/><Relationship Id="rId258" Type="http://schemas.openxmlformats.org/officeDocument/2006/relationships/oleObject" Target="embeddings/oleObject136.bin"/><Relationship Id="rId465" Type="http://schemas.openxmlformats.org/officeDocument/2006/relationships/oleObject" Target="embeddings/oleObject261.bin"/><Relationship Id="rId22" Type="http://schemas.openxmlformats.org/officeDocument/2006/relationships/image" Target="media/image8.wmf"/><Relationship Id="rId64" Type="http://schemas.openxmlformats.org/officeDocument/2006/relationships/image" Target="media/image27.wmf"/><Relationship Id="rId118" Type="http://schemas.openxmlformats.org/officeDocument/2006/relationships/image" Target="media/image53.wmf"/><Relationship Id="rId325" Type="http://schemas.openxmlformats.org/officeDocument/2006/relationships/oleObject" Target="embeddings/oleObject176.bin"/><Relationship Id="rId367" Type="http://schemas.openxmlformats.org/officeDocument/2006/relationships/oleObject" Target="embeddings/oleObject202.bin"/><Relationship Id="rId171" Type="http://schemas.openxmlformats.org/officeDocument/2006/relationships/oleObject" Target="embeddings/oleObject86.bin"/><Relationship Id="rId227" Type="http://schemas.openxmlformats.org/officeDocument/2006/relationships/oleObject" Target="embeddings/oleObject118.bin"/><Relationship Id="rId269" Type="http://schemas.openxmlformats.org/officeDocument/2006/relationships/oleObject" Target="embeddings/oleObject143.bin"/><Relationship Id="rId434" Type="http://schemas.openxmlformats.org/officeDocument/2006/relationships/image" Target="media/image185.wmf"/><Relationship Id="rId476" Type="http://schemas.openxmlformats.org/officeDocument/2006/relationships/oleObject" Target="embeddings/oleObject267.bin"/><Relationship Id="rId33" Type="http://schemas.openxmlformats.org/officeDocument/2006/relationships/image" Target="media/image13.wmf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49.bin"/><Relationship Id="rId336" Type="http://schemas.openxmlformats.org/officeDocument/2006/relationships/oleObject" Target="embeddings/oleObject182.bin"/><Relationship Id="rId501" Type="http://schemas.openxmlformats.org/officeDocument/2006/relationships/oleObject" Target="embeddings/oleObject281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4.wmf"/><Relationship Id="rId182" Type="http://schemas.openxmlformats.org/officeDocument/2006/relationships/oleObject" Target="embeddings/oleObject92.bin"/><Relationship Id="rId378" Type="http://schemas.openxmlformats.org/officeDocument/2006/relationships/oleObject" Target="embeddings/oleObject209.bin"/><Relationship Id="rId403" Type="http://schemas.openxmlformats.org/officeDocument/2006/relationships/oleObject" Target="embeddings/oleObject224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4.bin"/><Relationship Id="rId445" Type="http://schemas.openxmlformats.org/officeDocument/2006/relationships/image" Target="media/image189.wmf"/><Relationship Id="rId487" Type="http://schemas.openxmlformats.org/officeDocument/2006/relationships/oleObject" Target="embeddings/oleObject273.bin"/><Relationship Id="rId291" Type="http://schemas.openxmlformats.org/officeDocument/2006/relationships/image" Target="media/image128.wmf"/><Relationship Id="rId305" Type="http://schemas.openxmlformats.org/officeDocument/2006/relationships/image" Target="media/image135.wmf"/><Relationship Id="rId347" Type="http://schemas.openxmlformats.org/officeDocument/2006/relationships/image" Target="media/image152.wmf"/><Relationship Id="rId44" Type="http://schemas.openxmlformats.org/officeDocument/2006/relationships/image" Target="media/image18.wmf"/><Relationship Id="rId86" Type="http://schemas.openxmlformats.org/officeDocument/2006/relationships/oleObject" Target="embeddings/oleObject42.bin"/><Relationship Id="rId151" Type="http://schemas.openxmlformats.org/officeDocument/2006/relationships/image" Target="media/image69.wmf"/><Relationship Id="rId389" Type="http://schemas.openxmlformats.org/officeDocument/2006/relationships/image" Target="media/image167.wmf"/><Relationship Id="rId193" Type="http://schemas.openxmlformats.org/officeDocument/2006/relationships/image" Target="media/image88.wmf"/><Relationship Id="rId207" Type="http://schemas.openxmlformats.org/officeDocument/2006/relationships/oleObject" Target="embeddings/oleObject106.bin"/><Relationship Id="rId249" Type="http://schemas.openxmlformats.org/officeDocument/2006/relationships/image" Target="media/image112.wmf"/><Relationship Id="rId414" Type="http://schemas.openxmlformats.org/officeDocument/2006/relationships/image" Target="media/image177.wmf"/><Relationship Id="rId456" Type="http://schemas.openxmlformats.org/officeDocument/2006/relationships/image" Target="media/image194.wmf"/><Relationship Id="rId498" Type="http://schemas.openxmlformats.org/officeDocument/2006/relationships/oleObject" Target="embeddings/oleObject279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9.wmf"/><Relationship Id="rId260" Type="http://schemas.openxmlformats.org/officeDocument/2006/relationships/oleObject" Target="embeddings/oleObject137.bin"/><Relationship Id="rId316" Type="http://schemas.openxmlformats.org/officeDocument/2006/relationships/image" Target="media/image139.wmf"/><Relationship Id="rId55" Type="http://schemas.openxmlformats.org/officeDocument/2006/relationships/oleObject" Target="embeddings/oleObject25.bin"/><Relationship Id="rId97" Type="http://schemas.openxmlformats.org/officeDocument/2006/relationships/image" Target="media/image43.wmf"/><Relationship Id="rId120" Type="http://schemas.openxmlformats.org/officeDocument/2006/relationships/image" Target="media/image54.wmf"/><Relationship Id="rId358" Type="http://schemas.openxmlformats.org/officeDocument/2006/relationships/image" Target="media/image155.wmf"/><Relationship Id="rId162" Type="http://schemas.openxmlformats.org/officeDocument/2006/relationships/oleObject" Target="embeddings/oleObject81.bin"/><Relationship Id="rId218" Type="http://schemas.openxmlformats.org/officeDocument/2006/relationships/oleObject" Target="embeddings/oleObject113.bin"/><Relationship Id="rId425" Type="http://schemas.openxmlformats.org/officeDocument/2006/relationships/oleObject" Target="embeddings/oleObject237.bin"/><Relationship Id="rId467" Type="http://schemas.openxmlformats.org/officeDocument/2006/relationships/oleObject" Target="embeddings/oleObject262.bin"/><Relationship Id="rId271" Type="http://schemas.openxmlformats.org/officeDocument/2006/relationships/oleObject" Target="embeddings/oleObject144.bin"/><Relationship Id="rId24" Type="http://schemas.openxmlformats.org/officeDocument/2006/relationships/image" Target="media/image9.wmf"/><Relationship Id="rId66" Type="http://schemas.openxmlformats.org/officeDocument/2006/relationships/image" Target="media/image28.wmf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77.bin"/><Relationship Id="rId369" Type="http://schemas.openxmlformats.org/officeDocument/2006/relationships/oleObject" Target="embeddings/oleObject203.bin"/><Relationship Id="rId173" Type="http://schemas.openxmlformats.org/officeDocument/2006/relationships/oleObject" Target="embeddings/oleObject87.bin"/><Relationship Id="rId229" Type="http://schemas.openxmlformats.org/officeDocument/2006/relationships/oleObject" Target="embeddings/oleObject119.bin"/><Relationship Id="rId380" Type="http://schemas.openxmlformats.org/officeDocument/2006/relationships/oleObject" Target="embeddings/oleObject210.bin"/><Relationship Id="rId436" Type="http://schemas.openxmlformats.org/officeDocument/2006/relationships/image" Target="media/image18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7A69-AA0F-4121-9503-D2F1D124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150</TotalTime>
  <Pages>26</Pages>
  <Words>4716</Words>
  <Characters>26887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31540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92</cp:revision>
  <cp:lastPrinted>2007-10-17T13:21:00Z</cp:lastPrinted>
  <dcterms:created xsi:type="dcterms:W3CDTF">2019-08-09T16:54:00Z</dcterms:created>
  <dcterms:modified xsi:type="dcterms:W3CDTF">2020-06-29T15:58:00Z</dcterms:modified>
</cp:coreProperties>
</file>