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5CB" w:rsidRDefault="0088133A">
      <w:pPr>
        <w:pStyle w:val="ISM"/>
        <w:rPr>
          <w:sz w:val="48"/>
        </w:rPr>
      </w:pPr>
      <w:r>
        <w:rPr>
          <w:sz w:val="48"/>
        </w:rPr>
        <w:t>13</w:t>
      </w:r>
      <w:r w:rsidR="00DE45CB">
        <w:rPr>
          <w:sz w:val="48"/>
        </w:rPr>
        <w:tab/>
      </w:r>
      <w:r w:rsidR="00DE45CB">
        <w:rPr>
          <w:sz w:val="48"/>
        </w:rPr>
        <w:tab/>
      </w:r>
      <w:r w:rsidR="00DE45CB">
        <w:rPr>
          <w:sz w:val="48"/>
        </w:rPr>
        <w:tab/>
        <w:t>Annuities Due</w:t>
      </w:r>
    </w:p>
    <w:p w:rsidR="00DE45CB" w:rsidRDefault="00DE45CB">
      <w:pPr>
        <w:pStyle w:val="ISM"/>
        <w:rPr>
          <w:sz w:val="40"/>
        </w:rPr>
      </w:pPr>
    </w:p>
    <w:p w:rsidR="00DE45CB" w:rsidRDefault="00DE45CB">
      <w:pPr>
        <w:pStyle w:val="ISM"/>
        <w:spacing w:after="60"/>
        <w:rPr>
          <w:b/>
          <w:sz w:val="24"/>
        </w:rPr>
      </w:pPr>
      <w:r>
        <w:rPr>
          <w:b/>
          <w:sz w:val="24"/>
        </w:rPr>
        <w:t xml:space="preserve">Point of Interest (Section </w:t>
      </w:r>
      <w:r w:rsidR="0088133A">
        <w:rPr>
          <w:b/>
          <w:sz w:val="24"/>
        </w:rPr>
        <w:t>13</w:t>
      </w:r>
      <w:r>
        <w:rPr>
          <w:b/>
          <w:sz w:val="24"/>
        </w:rPr>
        <w:t>.1)</w:t>
      </w:r>
    </w:p>
    <w:p w:rsidR="00DE45CB" w:rsidRDefault="00FC4005">
      <w:pPr>
        <w:pStyle w:val="ISM"/>
        <w:spacing w:after="60"/>
        <w:rPr>
          <w:b/>
          <w:i/>
        </w:rPr>
      </w:pPr>
      <w:r>
        <w:rPr>
          <w:b/>
          <w:i/>
        </w:rPr>
        <w:t>A Painful Truth and a Positive Spin</w:t>
      </w:r>
    </w:p>
    <w:p w:rsidR="00BC238E" w:rsidRDefault="00DE45CB" w:rsidP="00BC238E">
      <w:pPr>
        <w:pStyle w:val="ISM"/>
        <w:ind w:left="540" w:hanging="540"/>
      </w:pPr>
      <w:r>
        <w:tab/>
        <w:t>1.</w:t>
      </w:r>
      <w:r>
        <w:tab/>
      </w:r>
      <w:r w:rsidR="00BC238E">
        <w:t xml:space="preserve">The percent increase is the overall percent difference between 4 and 10 percent. </w:t>
      </w:r>
    </w:p>
    <w:p w:rsidR="00BC238E" w:rsidRDefault="00BC238E" w:rsidP="00BC238E">
      <w:pPr>
        <w:pStyle w:val="ISM"/>
        <w:ind w:left="540" w:hanging="540"/>
      </w:pPr>
      <w:r>
        <w:tab/>
      </w:r>
      <w:r>
        <w:tab/>
      </w:r>
      <w:r>
        <w:tab/>
      </w:r>
      <w:r w:rsidR="00BF4309">
        <w:tab/>
      </w:r>
      <w:r w:rsidR="00F33785" w:rsidRPr="00BC238E">
        <w:rPr>
          <w:position w:val="-30"/>
        </w:rPr>
        <w:object w:dxaOrig="40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.75pt;height:35.25pt" o:ole="">
            <v:imagedata r:id="rId8" o:title=""/>
          </v:shape>
          <o:OLEObject Type="Embed" ProgID="Equation.3" ShapeID="_x0000_i1025" DrawAspect="Content" ObjectID="_1654987030" r:id="rId9"/>
        </w:object>
      </w:r>
    </w:p>
    <w:p w:rsidR="004A7B11" w:rsidRDefault="004A7B11" w:rsidP="00C44FAA">
      <w:pPr>
        <w:pStyle w:val="ISM"/>
        <w:ind w:left="540" w:hanging="540"/>
      </w:pPr>
    </w:p>
    <w:p w:rsidR="00767064" w:rsidRDefault="00DE45CB" w:rsidP="00767064">
      <w:pPr>
        <w:pStyle w:val="ISM"/>
        <w:ind w:left="540" w:hanging="540"/>
      </w:pPr>
      <w:r>
        <w:tab/>
        <w:t>3.</w:t>
      </w:r>
      <w:r>
        <w:tab/>
      </w:r>
      <w:r w:rsidR="00767064">
        <w:t>If 10% of this is invested then the payment made at the beginning of every month is:</w:t>
      </w:r>
    </w:p>
    <w:p w:rsidR="00767064" w:rsidRDefault="00767064" w:rsidP="00767064">
      <w:pPr>
        <w:pStyle w:val="ISM"/>
        <w:ind w:left="540" w:hanging="540"/>
      </w:pPr>
      <w:r>
        <w:tab/>
      </w:r>
      <w:r>
        <w:tab/>
      </w:r>
      <w:r>
        <w:tab/>
      </w:r>
      <w:r>
        <w:tab/>
        <w:t>10% x $2708.33 = $270.83</w:t>
      </w:r>
    </w:p>
    <w:p w:rsidR="00767064" w:rsidRDefault="00767064" w:rsidP="00767064">
      <w:pPr>
        <w:pStyle w:val="ISM"/>
        <w:ind w:left="540" w:hanging="540"/>
      </w:pPr>
    </w:p>
    <w:p w:rsidR="00767064" w:rsidRDefault="00767064" w:rsidP="00767064">
      <w:pPr>
        <w:pStyle w:val="ISM"/>
        <w:ind w:left="540" w:hanging="540"/>
      </w:pPr>
      <w:r>
        <w:tab/>
      </w:r>
      <w:r>
        <w:tab/>
        <w:t xml:space="preserve">If contributions are monthly and interest compounds semi-annually then </w:t>
      </w:r>
    </w:p>
    <w:p w:rsidR="00767064" w:rsidRDefault="00767064" w:rsidP="00767064">
      <w:pPr>
        <w:pStyle w:val="ISM"/>
        <w:ind w:left="540" w:hanging="540"/>
      </w:pPr>
      <w:r>
        <w:tab/>
      </w:r>
      <w:r>
        <w:tab/>
        <w:t>PMT = $270.83, n = 20 x 12 = 240</w:t>
      </w:r>
      <w:proofErr w:type="gramStart"/>
      <w:r>
        <w:t xml:space="preserve">, </w:t>
      </w:r>
      <w:proofErr w:type="gramEnd"/>
      <w:r w:rsidRPr="00BC238E">
        <w:rPr>
          <w:position w:val="-24"/>
        </w:rPr>
        <w:object w:dxaOrig="1800" w:dyaOrig="620">
          <v:shape id="_x0000_i1026" type="#_x0000_t75" style="width:90.75pt;height:30.75pt" o:ole="">
            <v:imagedata r:id="rId10" o:title=""/>
          </v:shape>
          <o:OLEObject Type="Embed" ProgID="Equation.3" ShapeID="_x0000_i1026" DrawAspect="Content" ObjectID="_1654987031" r:id="rId11"/>
        </w:object>
      </w:r>
      <w:r>
        <w:t xml:space="preserve">, </w:t>
      </w:r>
      <w:r w:rsidRPr="00BF4309">
        <w:rPr>
          <w:position w:val="-24"/>
        </w:rPr>
        <w:object w:dxaOrig="1340" w:dyaOrig="620">
          <v:shape id="_x0000_i1027" type="#_x0000_t75" style="width:67.5pt;height:30.75pt" o:ole="">
            <v:imagedata r:id="rId12" o:title=""/>
          </v:shape>
          <o:OLEObject Type="Embed" ProgID="Equation.3" ShapeID="_x0000_i1027" DrawAspect="Content" ObjectID="_1654987032" r:id="rId13"/>
        </w:object>
      </w:r>
      <w:r>
        <w:t xml:space="preserve"> and </w:t>
      </w:r>
      <w:r w:rsidRPr="00BC238E">
        <w:rPr>
          <w:position w:val="-10"/>
        </w:rPr>
        <w:object w:dxaOrig="3360" w:dyaOrig="420">
          <v:shape id="_x0000_i1028" type="#_x0000_t75" style="width:168pt;height:21pt" o:ole="">
            <v:imagedata r:id="rId14" o:title=""/>
          </v:shape>
          <o:OLEObject Type="Embed" ProgID="Equation.3" ShapeID="_x0000_i1028" DrawAspect="Content" ObjectID="_1654987033" r:id="rId15"/>
        </w:object>
      </w:r>
      <w:r>
        <w:t>per month</w:t>
      </w:r>
    </w:p>
    <w:p w:rsidR="00767064" w:rsidRDefault="00767064" w:rsidP="00767064">
      <w:pPr>
        <w:pStyle w:val="ISM"/>
        <w:ind w:left="540" w:hanging="540"/>
      </w:pPr>
      <w:r>
        <w:tab/>
      </w:r>
      <w:r>
        <w:tab/>
        <w:t xml:space="preserve">The future value of investing </w:t>
      </w:r>
      <w:r w:rsidR="00BB57AB">
        <w:t>10</w:t>
      </w:r>
      <w:r>
        <w:t>% of after-tax income is:</w:t>
      </w:r>
    </w:p>
    <w:p w:rsidR="00767064" w:rsidRDefault="00767064" w:rsidP="00767064">
      <w:pPr>
        <w:pStyle w:val="ISM"/>
        <w:ind w:left="540" w:hanging="540"/>
      </w:pPr>
      <w:r>
        <w:tab/>
      </w:r>
      <w:r>
        <w:tab/>
      </w:r>
      <w:r w:rsidRPr="00767064">
        <w:rPr>
          <w:position w:val="-34"/>
        </w:rPr>
        <w:object w:dxaOrig="6160" w:dyaOrig="800">
          <v:shape id="_x0000_i1029" type="#_x0000_t75" style="width:308.25pt;height:39.75pt" o:ole="">
            <v:imagedata r:id="rId16" o:title=""/>
          </v:shape>
          <o:OLEObject Type="Embed" ProgID="Equation.3" ShapeID="_x0000_i1029" DrawAspect="Content" ObjectID="_1654987034" r:id="rId17"/>
        </w:object>
      </w:r>
    </w:p>
    <w:p w:rsidR="00767064" w:rsidRDefault="00767064" w:rsidP="00767064">
      <w:pPr>
        <w:pStyle w:val="ISM"/>
        <w:ind w:left="540" w:hanging="540"/>
      </w:pPr>
      <w:r>
        <w:tab/>
      </w:r>
      <w:r>
        <w:tab/>
      </w:r>
      <w:r>
        <w:tab/>
      </w:r>
      <w:r>
        <w:tab/>
      </w:r>
      <w:r w:rsidRPr="00767064">
        <w:rPr>
          <w:position w:val="-2"/>
        </w:rPr>
        <w:object w:dxaOrig="200" w:dyaOrig="160">
          <v:shape id="_x0000_i1030" type="#_x0000_t75" style="width:9.75pt;height:8.25pt" o:ole="">
            <v:imagedata r:id="rId18" o:title=""/>
          </v:shape>
          <o:OLEObject Type="Embed" ProgID="Equation.3" ShapeID="_x0000_i1030" DrawAspect="Content" ObjectID="_1654987035" r:id="rId19"/>
        </w:object>
      </w:r>
      <w:r>
        <w:t xml:space="preserve"> </w:t>
      </w:r>
      <w:r w:rsidRPr="00767064">
        <w:rPr>
          <w:u w:val="double"/>
        </w:rPr>
        <w:t>$</w:t>
      </w:r>
      <w:r>
        <w:rPr>
          <w:u w:val="double"/>
        </w:rPr>
        <w:t>124,660.93</w:t>
      </w:r>
    </w:p>
    <w:p w:rsidR="00D77BB7" w:rsidRDefault="00D77BB7">
      <w:pPr>
        <w:pStyle w:val="ISM"/>
        <w:spacing w:after="60"/>
        <w:rPr>
          <w:b/>
          <w:sz w:val="24"/>
        </w:rPr>
      </w:pPr>
    </w:p>
    <w:p w:rsidR="00DE45CB" w:rsidRDefault="00DE45CB">
      <w:pPr>
        <w:pStyle w:val="ISM"/>
        <w:spacing w:after="60"/>
        <w:rPr>
          <w:b/>
          <w:sz w:val="24"/>
        </w:rPr>
      </w:pPr>
      <w:r>
        <w:rPr>
          <w:b/>
          <w:sz w:val="24"/>
        </w:rPr>
        <w:t xml:space="preserve">Concept </w:t>
      </w:r>
      <w:proofErr w:type="gramStart"/>
      <w:r>
        <w:rPr>
          <w:b/>
          <w:sz w:val="24"/>
        </w:rPr>
        <w:t>Questions  (</w:t>
      </w:r>
      <w:proofErr w:type="gramEnd"/>
      <w:r>
        <w:rPr>
          <w:b/>
          <w:sz w:val="24"/>
        </w:rPr>
        <w:t xml:space="preserve">Section </w:t>
      </w:r>
      <w:r w:rsidR="0079549E">
        <w:rPr>
          <w:b/>
          <w:sz w:val="24"/>
        </w:rPr>
        <w:t>13</w:t>
      </w:r>
      <w:r>
        <w:rPr>
          <w:b/>
          <w:sz w:val="24"/>
        </w:rPr>
        <w:t>.1)</w:t>
      </w:r>
    </w:p>
    <w:p w:rsidR="00DE45CB" w:rsidRDefault="00DE45CB">
      <w:pPr>
        <w:pStyle w:val="ISM"/>
        <w:spacing w:after="120"/>
        <w:ind w:left="540" w:hanging="540"/>
      </w:pPr>
      <w:r>
        <w:tab/>
        <w:t>1.</w:t>
      </w:r>
      <w:r>
        <w:tab/>
        <w:t>Insurance premium payments, rent payments, lease payments, newspaper and magazine subscriptions, membership dues.</w:t>
      </w:r>
    </w:p>
    <w:p w:rsidR="00DE45CB" w:rsidRDefault="00DE45CB">
      <w:pPr>
        <w:pStyle w:val="ISM"/>
        <w:ind w:left="547" w:hanging="547"/>
      </w:pPr>
      <w:r>
        <w:tab/>
        <w:t>3.</w:t>
      </w:r>
      <w:r>
        <w:tab/>
        <w:t xml:space="preserve">Each payment in an annuity due earns interest for </w:t>
      </w:r>
      <w:r>
        <w:rPr>
          <w:i/>
        </w:rPr>
        <w:t>one more</w:t>
      </w:r>
      <w:r>
        <w:t xml:space="preserve"> payment interval than the corresponding payment in an ordinary annuity.</w:t>
      </w:r>
    </w:p>
    <w:p w:rsidR="00271002" w:rsidRDefault="00271002">
      <w:pPr>
        <w:pStyle w:val="ISM"/>
        <w:ind w:left="547" w:hanging="547"/>
      </w:pPr>
    </w:p>
    <w:p w:rsidR="00DE45CB" w:rsidRDefault="00DE45CB">
      <w:pPr>
        <w:pStyle w:val="ISM"/>
        <w:spacing w:after="120"/>
        <w:rPr>
          <w:b/>
          <w:sz w:val="24"/>
        </w:rPr>
      </w:pPr>
      <w:r>
        <w:rPr>
          <w:b/>
          <w:sz w:val="24"/>
        </w:rPr>
        <w:t xml:space="preserve">Exercise </w:t>
      </w:r>
      <w:r w:rsidR="0079549E">
        <w:rPr>
          <w:b/>
          <w:sz w:val="24"/>
        </w:rPr>
        <w:t>13</w:t>
      </w:r>
      <w:r>
        <w:rPr>
          <w:b/>
          <w:sz w:val="24"/>
        </w:rPr>
        <w:t>.1</w:t>
      </w:r>
    </w:p>
    <w:p w:rsidR="00DE45CB" w:rsidRDefault="00F27957">
      <w:pPr>
        <w:pStyle w:val="ISM"/>
      </w:pPr>
      <w:r>
        <w:rPr>
          <w:noProof/>
          <w:lang w:val="en-US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184" o:spid="_x0000_s1026" type="#_x0000_t61" style="position:absolute;margin-left:336.35pt;margin-top:14.25pt;width:127pt;height:138.6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" adj="-11378,8673" fillcolor="#cff">
            <v:fill opacity="25443f"/>
            <v:textbox inset="3.6pt,,3.6pt">
              <w:txbxContent>
                <w:p w:rsidR="00466CD8" w:rsidRDefault="00466CD8" w:rsidP="0054489F">
                  <w:pPr>
                    <w:spacing w:line="320" w:lineRule="exact"/>
                    <w:ind w:right="42"/>
                    <w:jc w:val="right"/>
                  </w:pPr>
                  <w:r>
                    <w:t xml:space="preserve">7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54489F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54489F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466CD8" w:rsidRDefault="00466CD8" w:rsidP="0054489F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54489F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54489F">
                  <w:pPr>
                    <w:spacing w:line="320" w:lineRule="exact"/>
                    <w:ind w:right="42"/>
                    <w:jc w:val="right"/>
                  </w:pPr>
                  <w:r>
                    <w:t xml:space="preserve">1000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54489F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54489F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63,249.04</w:t>
                  </w:r>
                </w:p>
              </w:txbxContent>
            </v:textbox>
            <w10:wrap type="square"/>
          </v:shape>
        </w:pict>
      </w:r>
      <w:r w:rsidR="00DE45CB">
        <w:tab/>
        <w:t>1.</w:t>
      </w:r>
      <w:r w:rsidR="00DE45CB">
        <w:tab/>
        <w:t xml:space="preserve">Given: </w:t>
      </w:r>
      <w:r w:rsidR="00DE45CB">
        <w:rPr>
          <w:rFonts w:ascii="Times New Roman" w:hAnsi="Times New Roman"/>
          <w:i/>
        </w:rPr>
        <w:t>PMT</w:t>
      </w:r>
      <w:r w:rsidR="00DE45CB">
        <w:t xml:space="preserve"> = $</w:t>
      </w:r>
      <w:r w:rsidR="0054489F">
        <w:t>1000</w:t>
      </w:r>
      <w:r w:rsidR="00DE45CB">
        <w:t xml:space="preserve">, </w:t>
      </w:r>
      <w:r w:rsidR="0054489F">
        <w:rPr>
          <w:rFonts w:ascii="Times New Roman" w:hAnsi="Times New Roman"/>
          <w:i/>
        </w:rPr>
        <w:t>j</w:t>
      </w:r>
      <w:r w:rsidR="0054489F">
        <w:t xml:space="preserve"> = 7%, </w:t>
      </w:r>
      <w:r w:rsidR="0054489F">
        <w:rPr>
          <w:rFonts w:ascii="Times New Roman" w:hAnsi="Times New Roman"/>
          <w:i/>
        </w:rPr>
        <w:t>m</w:t>
      </w:r>
      <w:r w:rsidR="0054489F">
        <w:t xml:space="preserve"> = 1, </w:t>
      </w:r>
      <w:r w:rsidR="00DE45CB">
        <w:rPr>
          <w:rFonts w:ascii="Times New Roman" w:hAnsi="Times New Roman"/>
          <w:i/>
        </w:rPr>
        <w:t>n</w:t>
      </w:r>
      <w:r w:rsidR="00DE45CB">
        <w:t xml:space="preserve"> = </w:t>
      </w:r>
      <w:r w:rsidR="0054489F">
        <w:t>25</w:t>
      </w:r>
      <w:r w:rsidR="00DE45CB">
        <w:t xml:space="preserve">, </w:t>
      </w:r>
      <w:proofErr w:type="spellStart"/>
      <w:r w:rsidR="00DE45CB">
        <w:rPr>
          <w:rFonts w:ascii="Times New Roman" w:hAnsi="Times New Roman"/>
          <w:i/>
        </w:rPr>
        <w:t>i</w:t>
      </w:r>
      <w:proofErr w:type="spellEnd"/>
      <w:r w:rsidR="00DE45CB">
        <w:t xml:space="preserve"> = </w:t>
      </w:r>
      <w:r w:rsidR="0054489F">
        <w:t>7</w:t>
      </w:r>
      <w:r w:rsidR="00DE45CB">
        <w:t>%</w:t>
      </w:r>
    </w:p>
    <w:p w:rsidR="0054489F" w:rsidRDefault="002043E3" w:rsidP="0054489F">
      <w:pPr>
        <w:pStyle w:val="ISM"/>
        <w:tabs>
          <w:tab w:val="left" w:pos="900"/>
        </w:tabs>
      </w:pPr>
      <w:r>
        <w:rPr>
          <w:noProof/>
          <w:sz w:val="20"/>
          <w:lang w:val="en-U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utoShape 183" o:spid="_x0000_s1881" type="#_x0000_t88" style="position:absolute;margin-left:251.6pt;margin-top:5.55pt;width:9pt;height:81pt;z-index:251641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"/>
        </w:pict>
      </w:r>
      <w:r w:rsidR="0054489F">
        <w:tab/>
      </w:r>
      <w:r w:rsidR="0054489F">
        <w:tab/>
      </w:r>
      <w:proofErr w:type="gramStart"/>
      <w:r w:rsidR="0054489F" w:rsidRPr="0054489F">
        <w:rPr>
          <w:i/>
        </w:rPr>
        <w:t>a</w:t>
      </w:r>
      <w:proofErr w:type="gramEnd"/>
      <w:r w:rsidR="0054489F" w:rsidRPr="0054489F">
        <w:rPr>
          <w:i/>
        </w:rPr>
        <w:t>.</w:t>
      </w:r>
      <w:r w:rsidR="0054489F">
        <w:tab/>
      </w:r>
      <w:r w:rsidR="0054489F" w:rsidRPr="007E02FE">
        <w:rPr>
          <w:position w:val="-36"/>
        </w:rPr>
        <w:object w:dxaOrig="2400" w:dyaOrig="840">
          <v:shape id="_x0000_i1031" type="#_x0000_t75" style="width:120pt;height:42pt" o:ole="" fillcolor="window">
            <v:imagedata r:id="rId20" o:title=""/>
          </v:shape>
          <o:OLEObject Type="Embed" ProgID="Equation.2" ShapeID="_x0000_i1031" DrawAspect="Content" ObjectID="_1654987036" r:id="rId21"/>
        </w:object>
      </w:r>
      <w:r w:rsidR="0054489F">
        <w:t xml:space="preserve"> </w:t>
      </w:r>
    </w:p>
    <w:p w:rsidR="0054489F" w:rsidRDefault="0054489F" w:rsidP="0054489F">
      <w:pPr>
        <w:pStyle w:val="ISM"/>
        <w:tabs>
          <w:tab w:val="left" w:pos="900"/>
        </w:tabs>
        <w:ind w:left="1620"/>
      </w:pPr>
      <w:r>
        <w:rPr>
          <w:spacing w:val="-2"/>
        </w:rPr>
        <w:t xml:space="preserve">= </w:t>
      </w:r>
      <w:r>
        <w:t>$</w:t>
      </w:r>
      <w:r w:rsidR="00DD1876">
        <w:t>1000</w:t>
      </w:r>
      <w:r w:rsidR="00DD1876" w:rsidRPr="00DD1876">
        <w:rPr>
          <w:position w:val="-30"/>
        </w:rPr>
        <w:object w:dxaOrig="1219" w:dyaOrig="720">
          <v:shape id="_x0000_i1032" type="#_x0000_t75" style="width:60.75pt;height:36pt" o:ole="" fillcolor="window">
            <v:imagedata r:id="rId22" o:title=""/>
          </v:shape>
          <o:OLEObject Type="Embed" ProgID="Equation.3" ShapeID="_x0000_i1032" DrawAspect="Content" ObjectID="_1654987037" r:id="rId23"/>
        </w:object>
      </w:r>
      <w:r>
        <w:t xml:space="preserve"> </w:t>
      </w:r>
    </w:p>
    <w:p w:rsidR="0054489F" w:rsidRDefault="0054489F" w:rsidP="00DD1876">
      <w:pPr>
        <w:pStyle w:val="ISM"/>
        <w:tabs>
          <w:tab w:val="left" w:pos="900"/>
        </w:tabs>
        <w:spacing w:after="120"/>
        <w:ind w:left="1627"/>
        <w:rPr>
          <w:u w:val="double"/>
        </w:rPr>
      </w:pPr>
      <w:r>
        <w:t xml:space="preserve">= </w:t>
      </w:r>
      <w:r>
        <w:rPr>
          <w:u w:val="double"/>
        </w:rPr>
        <w:t>$</w:t>
      </w:r>
      <w:r w:rsidR="00DD1876">
        <w:rPr>
          <w:u w:val="double"/>
        </w:rPr>
        <w:t>63</w:t>
      </w:r>
      <w:r>
        <w:rPr>
          <w:u w:val="double"/>
        </w:rPr>
        <w:t>,</w:t>
      </w:r>
      <w:r w:rsidR="00DD1876">
        <w:rPr>
          <w:u w:val="double"/>
        </w:rPr>
        <w:t>249</w:t>
      </w:r>
      <w:r>
        <w:rPr>
          <w:u w:val="double"/>
        </w:rPr>
        <w:t>.</w:t>
      </w:r>
      <w:r w:rsidR="00DD1876">
        <w:rPr>
          <w:u w:val="double"/>
        </w:rPr>
        <w:t>04</w:t>
      </w:r>
    </w:p>
    <w:p w:rsidR="00D70A04" w:rsidRDefault="00D70A04" w:rsidP="00DD1876">
      <w:pPr>
        <w:pStyle w:val="ISM"/>
        <w:tabs>
          <w:tab w:val="left" w:pos="900"/>
        </w:tabs>
        <w:spacing w:after="120"/>
        <w:ind w:left="1627"/>
        <w:rPr>
          <w:u w:val="double"/>
        </w:rPr>
      </w:pPr>
    </w:p>
    <w:p w:rsidR="0054489F" w:rsidRDefault="002043E3" w:rsidP="0054489F">
      <w:pPr>
        <w:pStyle w:val="ISM"/>
        <w:tabs>
          <w:tab w:val="left" w:pos="900"/>
        </w:tabs>
      </w:pPr>
      <w:r>
        <w:rPr>
          <w:noProof/>
          <w:lang w:val="en-US"/>
        </w:rPr>
        <w:pict>
          <v:shape id="AutoShape 19" o:spid="_x0000_s1027" type="#_x0000_t61" style="position:absolute;margin-left:346.85pt;margin-top:33.15pt;width:113.7pt;height:77.95pt;z-index:251587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" adj="-14182,3879" fillcolor="#cff">
            <v:fill opacity="25443f"/>
            <v:textbox inset="3.6pt,,3.6pt">
              <w:txbxContent>
                <w:p w:rsidR="00466CD8" w:rsidRDefault="00466CD8" w:rsidP="00413DB5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DD1876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I/Y, P/Y, C/Y</w:t>
                  </w:r>
                </w:p>
                <w:p w:rsidR="00466CD8" w:rsidRDefault="00466CD8" w:rsidP="00DD1876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N, PV, PMT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67,676.47</w:t>
                  </w:r>
                </w:p>
              </w:txbxContent>
            </v:textbox>
            <w10:wrap type="square"/>
          </v:shape>
        </w:pict>
      </w:r>
      <w:r>
        <w:rPr>
          <w:noProof/>
          <w:sz w:val="20"/>
          <w:lang w:val="en-US"/>
        </w:rPr>
        <w:pict>
          <v:shape id="AutoShape 3" o:spid="_x0000_s1878" type="#_x0000_t88" style="position:absolute;margin-left:251.6pt;margin-top:5.55pt;width:9pt;height:81pt;z-index:251585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"/>
        </w:pict>
      </w:r>
      <w:r w:rsidR="00DE45CB">
        <w:tab/>
      </w:r>
      <w:r w:rsidR="0054489F">
        <w:tab/>
      </w:r>
      <w:proofErr w:type="gramStart"/>
      <w:r w:rsidR="00DD1876">
        <w:rPr>
          <w:i/>
        </w:rPr>
        <w:t>b</w:t>
      </w:r>
      <w:proofErr w:type="gramEnd"/>
      <w:r w:rsidR="0054489F" w:rsidRPr="0054489F">
        <w:rPr>
          <w:i/>
        </w:rPr>
        <w:t>.</w:t>
      </w:r>
      <w:r w:rsidR="0054489F">
        <w:tab/>
      </w:r>
      <w:r w:rsidR="00DE45CB" w:rsidRPr="007E02FE">
        <w:rPr>
          <w:position w:val="-34"/>
        </w:rPr>
        <w:object w:dxaOrig="3440" w:dyaOrig="780">
          <v:shape id="_x0000_i1033" type="#_x0000_t75" style="width:171.75pt;height:37.5pt" o:ole="" fillcolor="window">
            <v:imagedata r:id="rId24" o:title=""/>
          </v:shape>
          <o:OLEObject Type="Embed" ProgID="Equation.3" ShapeID="_x0000_i1033" DrawAspect="Content" ObjectID="_1654987038" r:id="rId25"/>
        </w:object>
      </w:r>
      <w:r w:rsidR="00DE45CB">
        <w:t xml:space="preserve"> </w:t>
      </w:r>
    </w:p>
    <w:p w:rsidR="0054489F" w:rsidRDefault="00DE45CB" w:rsidP="0054489F">
      <w:pPr>
        <w:pStyle w:val="ISM"/>
        <w:tabs>
          <w:tab w:val="left" w:pos="900"/>
        </w:tabs>
        <w:ind w:left="1620"/>
      </w:pPr>
      <w:r>
        <w:rPr>
          <w:spacing w:val="-2"/>
        </w:rPr>
        <w:t xml:space="preserve">= </w:t>
      </w:r>
      <w:r>
        <w:t>$</w:t>
      </w:r>
      <w:r w:rsidR="00DD1876">
        <w:t>1000</w:t>
      </w:r>
      <w:r w:rsidR="00DD1876" w:rsidRPr="00DD1876">
        <w:rPr>
          <w:position w:val="-30"/>
        </w:rPr>
        <w:object w:dxaOrig="1219" w:dyaOrig="720">
          <v:shape id="_x0000_i1034" type="#_x0000_t75" style="width:60.75pt;height:36pt" o:ole="" fillcolor="window">
            <v:imagedata r:id="rId26" o:title=""/>
          </v:shape>
          <o:OLEObject Type="Embed" ProgID="Equation.3" ShapeID="_x0000_i1034" DrawAspect="Content" ObjectID="_1654987039" r:id="rId27"/>
        </w:object>
      </w:r>
      <w:r>
        <w:t>(1.0</w:t>
      </w:r>
      <w:r w:rsidR="00DD1876">
        <w:t>7</w:t>
      </w:r>
      <w:r>
        <w:t xml:space="preserve">) </w:t>
      </w:r>
    </w:p>
    <w:p w:rsidR="00DE45CB" w:rsidRDefault="00DE45CB" w:rsidP="00DD1876">
      <w:pPr>
        <w:pStyle w:val="ISM"/>
        <w:tabs>
          <w:tab w:val="left" w:pos="900"/>
        </w:tabs>
        <w:spacing w:after="120"/>
        <w:ind w:left="1627"/>
        <w:rPr>
          <w:u w:val="double"/>
        </w:rPr>
      </w:pPr>
      <w:r>
        <w:t xml:space="preserve">= </w:t>
      </w:r>
      <w:r>
        <w:rPr>
          <w:u w:val="double"/>
        </w:rPr>
        <w:t>$</w:t>
      </w:r>
      <w:r w:rsidR="00DD1876">
        <w:rPr>
          <w:u w:val="double"/>
        </w:rPr>
        <w:t>67</w:t>
      </w:r>
      <w:r>
        <w:rPr>
          <w:u w:val="double"/>
        </w:rPr>
        <w:t>,</w:t>
      </w:r>
      <w:r w:rsidR="00DD1876">
        <w:rPr>
          <w:u w:val="double"/>
        </w:rPr>
        <w:t>676</w:t>
      </w:r>
      <w:r>
        <w:rPr>
          <w:u w:val="double"/>
        </w:rPr>
        <w:t>.</w:t>
      </w:r>
      <w:r w:rsidR="00DD1876">
        <w:rPr>
          <w:u w:val="double"/>
        </w:rPr>
        <w:t>47</w:t>
      </w:r>
    </w:p>
    <w:p w:rsidR="00D70A04" w:rsidRDefault="00DD1876" w:rsidP="00DD1876">
      <w:pPr>
        <w:pStyle w:val="ISM"/>
        <w:tabs>
          <w:tab w:val="left" w:pos="900"/>
        </w:tabs>
      </w:pPr>
      <w:r>
        <w:tab/>
      </w:r>
      <w:r>
        <w:tab/>
      </w:r>
    </w:p>
    <w:p w:rsidR="00D70A04" w:rsidRDefault="00D70A04" w:rsidP="00DD1876">
      <w:pPr>
        <w:pStyle w:val="ISM"/>
        <w:tabs>
          <w:tab w:val="left" w:pos="900"/>
        </w:tabs>
      </w:pPr>
    </w:p>
    <w:p w:rsidR="00DD1876" w:rsidRDefault="00DD1876" w:rsidP="009D5F5C">
      <w:pPr>
        <w:pStyle w:val="ISM"/>
        <w:tabs>
          <w:tab w:val="left" w:pos="900"/>
        </w:tabs>
        <w:ind w:left="567"/>
      </w:pPr>
      <w:r w:rsidRPr="00B52F85">
        <w:rPr>
          <w:i/>
        </w:rPr>
        <w:lastRenderedPageBreak/>
        <w:t>c</w:t>
      </w:r>
      <w:r>
        <w:t>.</w:t>
      </w:r>
      <w:r>
        <w:tab/>
        <w:t xml:space="preserve">Percent difference = </w:t>
      </w:r>
      <w:r w:rsidR="00B52F85" w:rsidRPr="00B52F85">
        <w:rPr>
          <w:position w:val="-26"/>
        </w:rPr>
        <w:object w:dxaOrig="3200" w:dyaOrig="620">
          <v:shape id="_x0000_i1035" type="#_x0000_t75" style="width:160.5pt;height:30.75pt" o:ole="" fillcolor="window">
            <v:imagedata r:id="rId28" o:title=""/>
          </v:shape>
          <o:OLEObject Type="Embed" ProgID="Equation.3" ShapeID="_x0000_i1035" DrawAspect="Content" ObjectID="_1654987040" r:id="rId29"/>
        </w:object>
      </w:r>
    </w:p>
    <w:p w:rsidR="00B52F85" w:rsidRDefault="00B52F85" w:rsidP="005F29B5">
      <w:pPr>
        <w:pStyle w:val="ISM"/>
        <w:tabs>
          <w:tab w:val="left" w:pos="900"/>
        </w:tabs>
        <w:spacing w:after="120"/>
        <w:ind w:left="2606"/>
      </w:pPr>
      <w:r>
        <w:t xml:space="preserve">  = </w:t>
      </w:r>
      <w:r w:rsidRPr="00B52F85">
        <w:rPr>
          <w:u w:val="double"/>
        </w:rPr>
        <w:t>7.0%</w:t>
      </w:r>
    </w:p>
    <w:p w:rsidR="00174B35" w:rsidRDefault="00174B35" w:rsidP="00195C27">
      <w:pPr>
        <w:pStyle w:val="ISMab"/>
      </w:pPr>
    </w:p>
    <w:p w:rsidR="00195C27" w:rsidRDefault="002043E3" w:rsidP="00195C27">
      <w:pPr>
        <w:pStyle w:val="ISMab"/>
      </w:pPr>
      <w:r>
        <w:rPr>
          <w:noProof/>
          <w:sz w:val="20"/>
          <w:lang w:val="en-US"/>
        </w:rPr>
        <w:pict>
          <v:shape id="AutoShape 190" o:spid="_x0000_s1028" type="#_x0000_t61" style="position:absolute;margin-left:331.45pt;margin-top:2.55pt;width:129.8pt;height:150.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" adj="-9219,8848" fillcolor="#cff">
            <v:fill opacity="25443f"/>
            <v:textbox inset="3.6pt,,3.6pt">
              <w:txbxContent>
                <w:p w:rsidR="00466CD8" w:rsidRDefault="00466CD8" w:rsidP="00195C27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195C27">
                  <w:pPr>
                    <w:spacing w:line="320" w:lineRule="exact"/>
                    <w:ind w:right="43"/>
                    <w:jc w:val="right"/>
                  </w:pPr>
                  <w:r>
                    <w:t xml:space="preserve">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95C27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195C27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466CD8" w:rsidRDefault="00466CD8" w:rsidP="00195C27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95C27">
                  <w:pPr>
                    <w:spacing w:line="32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95C27">
                  <w:pPr>
                    <w:spacing w:line="320" w:lineRule="exact"/>
                    <w:ind w:right="43"/>
                    <w:jc w:val="right"/>
                  </w:pPr>
                  <w:r>
                    <w:t xml:space="preserve">100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95C27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195C27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51,584.33</w:t>
                  </w:r>
                </w:p>
              </w:txbxContent>
            </v:textbox>
            <w10:wrap type="square"/>
          </v:shape>
        </w:pict>
      </w:r>
      <w:r w:rsidR="00195C27">
        <w:tab/>
        <w:t>3.</w:t>
      </w:r>
      <w:r w:rsidR="00195C27">
        <w:tab/>
      </w:r>
      <w:r w:rsidR="00195C27">
        <w:rPr>
          <w:i/>
          <w:iCs/>
        </w:rPr>
        <w:t>a.</w:t>
      </w:r>
      <w:r w:rsidR="00195C27">
        <w:tab/>
        <w:t xml:space="preserve">Given: </w:t>
      </w:r>
      <w:r w:rsidR="00195C27">
        <w:rPr>
          <w:rFonts w:ascii="Times New Roman" w:hAnsi="Times New Roman"/>
          <w:i/>
        </w:rPr>
        <w:t>PMT</w:t>
      </w:r>
      <w:r w:rsidR="00195C27">
        <w:t xml:space="preserve"> = $100, </w:t>
      </w:r>
      <w:r w:rsidR="00195C27">
        <w:rPr>
          <w:rFonts w:ascii="Times New Roman" w:hAnsi="Times New Roman"/>
          <w:i/>
        </w:rPr>
        <w:t>n</w:t>
      </w:r>
      <w:r w:rsidR="00195C27">
        <w:t xml:space="preserve"> = 300, </w:t>
      </w:r>
      <w:proofErr w:type="spellStart"/>
      <w:r w:rsidR="00195C27">
        <w:rPr>
          <w:rFonts w:ascii="Times New Roman" w:hAnsi="Times New Roman"/>
          <w:i/>
        </w:rPr>
        <w:t>i</w:t>
      </w:r>
      <w:proofErr w:type="spellEnd"/>
      <w:r w:rsidR="00195C27">
        <w:t xml:space="preserve"> = </w:t>
      </w:r>
      <w:r w:rsidR="00F1015A" w:rsidRPr="00F1015A">
        <w:rPr>
          <w:position w:val="-12"/>
        </w:rPr>
        <w:object w:dxaOrig="300" w:dyaOrig="360">
          <v:shape id="_x0000_i1036" type="#_x0000_t75" style="width:15pt;height:18.75pt" o:ole="" fillcolor="window">
            <v:imagedata r:id="rId30" o:title=""/>
          </v:shape>
          <o:OLEObject Type="Embed" ProgID="Equation.3" ShapeID="_x0000_i1036" DrawAspect="Content" ObjectID="_1654987041" r:id="rId31"/>
        </w:object>
      </w:r>
      <w:r w:rsidR="00195C27">
        <w:t xml:space="preserve"> = </w:t>
      </w:r>
      <w:r w:rsidR="00F1015A" w:rsidRPr="00C44FAA">
        <w:rPr>
          <w:position w:val="-6"/>
        </w:rPr>
        <w:object w:dxaOrig="340" w:dyaOrig="340">
          <v:shape id="_x0000_i1037" type="#_x0000_t75" style="width:17.25pt;height:17.25pt" o:ole="">
            <v:imagedata r:id="rId32" o:title=""/>
          </v:shape>
          <o:OLEObject Type="Embed" ProgID="Equation.3" ShapeID="_x0000_i1037" DrawAspect="Content" ObjectID="_1654987042" r:id="rId33"/>
        </w:object>
      </w:r>
      <w:r w:rsidR="00195C27">
        <w:t>%</w:t>
      </w:r>
    </w:p>
    <w:p w:rsidR="00195C27" w:rsidRDefault="002043E3" w:rsidP="00195C27">
      <w:pPr>
        <w:pStyle w:val="ISMab"/>
      </w:pPr>
      <w:r>
        <w:rPr>
          <w:noProof/>
          <w:sz w:val="20"/>
          <w:lang w:val="en-US"/>
        </w:rPr>
        <w:pict>
          <v:shape id="AutoShape 189" o:spid="_x0000_s1866" type="#_x0000_t88" style="position:absolute;margin-left:249.45pt;margin-top:7.2pt;width:15.05pt;height:81.7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"/>
        </w:pict>
      </w:r>
      <w:r w:rsidR="00195C27">
        <w:tab/>
      </w:r>
      <w:r w:rsidR="00195C27">
        <w:tab/>
      </w:r>
      <w:r w:rsidR="00195C27">
        <w:tab/>
      </w:r>
      <w:r w:rsidR="00195C27" w:rsidRPr="007E02FE">
        <w:rPr>
          <w:spacing w:val="-2"/>
          <w:position w:val="-34"/>
        </w:rPr>
        <w:object w:dxaOrig="3440" w:dyaOrig="780">
          <v:shape id="_x0000_i1038" type="#_x0000_t75" style="width:171.75pt;height:37.5pt" o:ole="" fillcolor="window">
            <v:imagedata r:id="rId24" o:title=""/>
          </v:shape>
          <o:OLEObject Type="Embed" ProgID="Equation.3" ShapeID="_x0000_i1038" DrawAspect="Content" ObjectID="_1654987043" r:id="rId34"/>
        </w:object>
      </w:r>
    </w:p>
    <w:p w:rsidR="00195C27" w:rsidRDefault="00195C27" w:rsidP="00195C27">
      <w:pPr>
        <w:pStyle w:val="ISMab"/>
        <w:ind w:left="1800"/>
      </w:pPr>
      <w:r>
        <w:t>= $100</w:t>
      </w:r>
      <w:r w:rsidR="00F1015A" w:rsidRPr="00F1015A">
        <w:rPr>
          <w:position w:val="-38"/>
        </w:rPr>
        <w:object w:dxaOrig="1400" w:dyaOrig="880">
          <v:shape id="_x0000_i1039" type="#_x0000_t75" style="width:69.75pt;height:44.25pt" o:ole="" fillcolor="window">
            <v:imagedata r:id="rId35" o:title=""/>
          </v:shape>
          <o:OLEObject Type="Embed" ProgID="Equation.3" ShapeID="_x0000_i1039" DrawAspect="Content" ObjectID="_1654987044" r:id="rId36"/>
        </w:object>
      </w:r>
      <w:r>
        <w:t>(1.00</w:t>
      </w:r>
      <w:r w:rsidR="00F1015A" w:rsidRPr="00C44FAA">
        <w:rPr>
          <w:position w:val="-6"/>
        </w:rPr>
        <w:object w:dxaOrig="180" w:dyaOrig="340">
          <v:shape id="_x0000_i1040" type="#_x0000_t75" style="width:9pt;height:17.25pt" o:ole="">
            <v:imagedata r:id="rId37" o:title=""/>
          </v:shape>
          <o:OLEObject Type="Embed" ProgID="Equation.3" ShapeID="_x0000_i1040" DrawAspect="Content" ObjectID="_1654987045" r:id="rId38"/>
        </w:object>
      </w:r>
      <w:r>
        <w:t xml:space="preserve">) </w:t>
      </w:r>
    </w:p>
    <w:p w:rsidR="00195C27" w:rsidRDefault="00195C27" w:rsidP="00195C27">
      <w:pPr>
        <w:pStyle w:val="ISMab"/>
        <w:spacing w:line="360" w:lineRule="auto"/>
        <w:ind w:left="1800"/>
      </w:pPr>
      <w:r>
        <w:t xml:space="preserve">= </w:t>
      </w:r>
      <w:r>
        <w:rPr>
          <w:u w:val="double"/>
        </w:rPr>
        <w:t>$</w:t>
      </w:r>
      <w:r w:rsidR="00F1015A">
        <w:rPr>
          <w:u w:val="double"/>
        </w:rPr>
        <w:t>51,584.33</w:t>
      </w:r>
    </w:p>
    <w:p w:rsidR="00195C27" w:rsidRDefault="00195C27" w:rsidP="00195C27">
      <w:pPr>
        <w:pStyle w:val="ISMab"/>
        <w:rPr>
          <w:spacing w:val="-2"/>
        </w:rPr>
      </w:pPr>
    </w:p>
    <w:p w:rsidR="00195C27" w:rsidRDefault="00195C27" w:rsidP="00195C27">
      <w:pPr>
        <w:pStyle w:val="ISMab"/>
        <w:rPr>
          <w:spacing w:val="-2"/>
        </w:rPr>
      </w:pPr>
    </w:p>
    <w:p w:rsidR="00195C27" w:rsidRDefault="00195C27" w:rsidP="00195C27">
      <w:pPr>
        <w:pStyle w:val="ISMab"/>
        <w:rPr>
          <w:spacing w:val="-2"/>
        </w:rPr>
      </w:pPr>
    </w:p>
    <w:p w:rsidR="00195C27" w:rsidRDefault="002043E3" w:rsidP="00195C27">
      <w:pPr>
        <w:pStyle w:val="ISMab"/>
        <w:rPr>
          <w:spacing w:val="-2"/>
        </w:rPr>
      </w:pPr>
      <w:r>
        <w:rPr>
          <w:noProof/>
          <w:lang w:val="en-US"/>
        </w:rPr>
        <w:pict>
          <v:shape id="AutoShape 191" o:spid="_x0000_s1029" type="#_x0000_t61" style="position:absolute;margin-left:348.25pt;margin-top:7.85pt;width:101.1pt;height:99.1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" adj="-19186,9209" fillcolor="#cff">
            <v:fill opacity="25443f"/>
            <v:textbox inset="3.6pt,,3.6pt">
              <w:txbxContent>
                <w:p w:rsidR="00466CD8" w:rsidRDefault="00466CD8" w:rsidP="00195C27">
                  <w:pPr>
                    <w:spacing w:line="260" w:lineRule="exact"/>
                    <w:ind w:right="58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195C27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466CD8" w:rsidRDefault="00466CD8" w:rsidP="00195C27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N, PV, PMT</w:t>
                  </w:r>
                </w:p>
                <w:p w:rsidR="00466CD8" w:rsidRDefault="00466CD8" w:rsidP="00195C27">
                  <w:pPr>
                    <w:spacing w:line="320" w:lineRule="exact"/>
                    <w:ind w:right="42"/>
                    <w:jc w:val="right"/>
                  </w:pPr>
                  <w:r>
                    <w:t xml:space="preserve">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95C27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195C27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95,736.66</w:t>
                  </w:r>
                </w:p>
              </w:txbxContent>
            </v:textbox>
            <w10:wrap type="square"/>
          </v:shape>
        </w:pict>
      </w:r>
      <w:r w:rsidR="00195C27">
        <w:rPr>
          <w:spacing w:val="-2"/>
        </w:rPr>
        <w:tab/>
      </w:r>
      <w:r w:rsidR="00195C27">
        <w:rPr>
          <w:spacing w:val="-2"/>
        </w:rPr>
        <w:tab/>
      </w:r>
      <w:r w:rsidR="00195C27">
        <w:rPr>
          <w:i/>
          <w:iCs/>
          <w:spacing w:val="-2"/>
        </w:rPr>
        <w:t>b.</w:t>
      </w:r>
      <w:r w:rsidR="00195C27">
        <w:rPr>
          <w:i/>
          <w:iCs/>
          <w:spacing w:val="-2"/>
        </w:rPr>
        <w:tab/>
      </w:r>
      <w:r w:rsidR="00195C27">
        <w:rPr>
          <w:spacing w:val="-2"/>
        </w:rPr>
        <w:t xml:space="preserve">If instead, </w:t>
      </w:r>
      <w:proofErr w:type="spellStart"/>
      <w:r w:rsidR="00195C27">
        <w:rPr>
          <w:rFonts w:ascii="Times New Roman" w:hAnsi="Times New Roman"/>
          <w:i/>
        </w:rPr>
        <w:t>i</w:t>
      </w:r>
      <w:proofErr w:type="spellEnd"/>
      <w:r w:rsidR="00195C27">
        <w:t xml:space="preserve"> = </w:t>
      </w:r>
      <w:r w:rsidR="00195C27" w:rsidRPr="007E02FE">
        <w:rPr>
          <w:position w:val="-14"/>
        </w:rPr>
        <w:object w:dxaOrig="340" w:dyaOrig="400">
          <v:shape id="_x0000_i1041" type="#_x0000_t75" style="width:17.25pt;height:21pt" o:ole="" fillcolor="window">
            <v:imagedata r:id="rId39" o:title=""/>
          </v:shape>
          <o:OLEObject Type="Embed" ProgID="Equation.3" ShapeID="_x0000_i1041" DrawAspect="Content" ObjectID="_1654987046" r:id="rId40"/>
        </w:object>
      </w:r>
      <w:r w:rsidR="00195C27">
        <w:t xml:space="preserve"> =</w:t>
      </w:r>
      <w:r w:rsidR="00195C27" w:rsidRPr="0073629C">
        <w:rPr>
          <w:position w:val="-6"/>
        </w:rPr>
        <w:object w:dxaOrig="360" w:dyaOrig="320">
          <v:shape id="_x0000_i1042" type="#_x0000_t75" style="width:18.75pt;height:15.75pt" o:ole="">
            <v:imagedata r:id="rId41" o:title=""/>
          </v:shape>
          <o:OLEObject Type="Embed" ProgID="Equation.3" ShapeID="_x0000_i1042" DrawAspect="Content" ObjectID="_1654987047" r:id="rId42"/>
        </w:object>
      </w:r>
      <w:r w:rsidR="00195C27">
        <w:t xml:space="preserve">% </w:t>
      </w:r>
    </w:p>
    <w:p w:rsidR="00195C27" w:rsidRDefault="002043E3" w:rsidP="00195C27">
      <w:pPr>
        <w:pStyle w:val="ISMab"/>
      </w:pPr>
      <w:r>
        <w:rPr>
          <w:noProof/>
          <w:lang w:val="en-US"/>
        </w:rPr>
        <w:pict>
          <v:shape id="AutoShape 192" o:spid="_x0000_s1860" type="#_x0000_t88" style="position:absolute;margin-left:243.95pt;margin-top:2.6pt;width:10.5pt;height:56.7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"/>
        </w:pict>
      </w:r>
      <w:r w:rsidR="00195C27">
        <w:tab/>
      </w:r>
      <w:r w:rsidR="00195C27">
        <w:tab/>
      </w:r>
      <w:r w:rsidR="00195C27">
        <w:tab/>
      </w:r>
      <w:r w:rsidR="00195C27" w:rsidRPr="007E02FE">
        <w:rPr>
          <w:spacing w:val="-2"/>
          <w:position w:val="-10"/>
        </w:rPr>
        <w:object w:dxaOrig="880" w:dyaOrig="300">
          <v:shape id="_x0000_i1043" type="#_x0000_t75" style="width:44.25pt;height:15pt" o:ole="" fillcolor="window">
            <v:imagedata r:id="rId43" o:title=""/>
          </v:shape>
          <o:OLEObject Type="Embed" ProgID="Equation.3" ShapeID="_x0000_i1043" DrawAspect="Content" ObjectID="_1654987048" r:id="rId44"/>
        </w:object>
      </w:r>
      <w:r w:rsidR="00195C27">
        <w:t>= $100</w:t>
      </w:r>
      <w:r w:rsidR="00195C27" w:rsidRPr="007E02FE">
        <w:rPr>
          <w:position w:val="-38"/>
        </w:rPr>
        <w:object w:dxaOrig="1460" w:dyaOrig="859">
          <v:shape id="_x0000_i1044" type="#_x0000_t75" style="width:72.75pt;height:42.75pt" o:ole="" fillcolor="window">
            <v:imagedata r:id="rId45" o:title=""/>
          </v:shape>
          <o:OLEObject Type="Embed" ProgID="Equation.3" ShapeID="_x0000_i1044" DrawAspect="Content" ObjectID="_1654987049" r:id="rId46"/>
        </w:object>
      </w:r>
      <w:r w:rsidR="00195C27" w:rsidRPr="007E02FE">
        <w:rPr>
          <w:position w:val="-10"/>
        </w:rPr>
        <w:object w:dxaOrig="720" w:dyaOrig="360">
          <v:shape id="_x0000_i1045" type="#_x0000_t75" style="width:36pt;height:18.75pt" o:ole="">
            <v:imagedata r:id="rId47" o:title=""/>
          </v:shape>
          <o:OLEObject Type="Embed" ProgID="Equation.3" ShapeID="_x0000_i1045" DrawAspect="Content" ObjectID="_1654987050" r:id="rId48"/>
        </w:object>
      </w:r>
    </w:p>
    <w:p w:rsidR="00195C27" w:rsidRDefault="00195C27" w:rsidP="00195C27">
      <w:pPr>
        <w:pStyle w:val="ISMab"/>
        <w:ind w:left="1800"/>
      </w:pPr>
      <w:r>
        <w:t xml:space="preserve">= </w:t>
      </w:r>
      <w:r>
        <w:rPr>
          <w:u w:val="double"/>
        </w:rPr>
        <w:t>$95,736.66</w:t>
      </w:r>
    </w:p>
    <w:p w:rsidR="00195C27" w:rsidRDefault="00195C27" w:rsidP="00195C27">
      <w:pPr>
        <w:pStyle w:val="ISMab"/>
      </w:pPr>
    </w:p>
    <w:p w:rsidR="00195C27" w:rsidRDefault="00195C27" w:rsidP="00195C27">
      <w:pPr>
        <w:spacing w:after="120"/>
      </w:pPr>
    </w:p>
    <w:p w:rsidR="00B52301" w:rsidRDefault="00B52301" w:rsidP="00195C27">
      <w:pPr>
        <w:spacing w:after="120"/>
      </w:pPr>
    </w:p>
    <w:p w:rsidR="00195C27" w:rsidRDefault="002043E3" w:rsidP="00195C27">
      <w:pPr>
        <w:pStyle w:val="ISM"/>
      </w:pPr>
      <w:r>
        <w:rPr>
          <w:noProof/>
          <w:lang w:val="en-US"/>
        </w:rPr>
        <w:pict>
          <v:shape id="AutoShape 193" o:spid="_x0000_s1030" type="#_x0000_t61" style="position:absolute;margin-left:333.55pt;margin-top:2.25pt;width:129.8pt;height:150.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" adj="-12348,9781" fillcolor="#cff">
            <v:fill opacity="25443f"/>
            <v:textbox inset="3.6pt,,3.6pt">
              <w:txbxContent>
                <w:p w:rsidR="00466CD8" w:rsidRDefault="00466CD8" w:rsidP="00195C27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195C27">
                  <w:pPr>
                    <w:spacing w:line="320" w:lineRule="exact"/>
                    <w:ind w:right="42"/>
                    <w:jc w:val="right"/>
                  </w:pPr>
                  <w:r>
                    <w:t xml:space="preserve">5.1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95C27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195C27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466CD8" w:rsidRDefault="00466CD8" w:rsidP="00195C27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95C27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95C27">
                  <w:pPr>
                    <w:spacing w:line="320" w:lineRule="exact"/>
                    <w:ind w:right="42"/>
                    <w:jc w:val="right"/>
                  </w:pPr>
                  <w:r>
                    <w:t xml:space="preserve">10000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95C27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195C27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207,416.86</w:t>
                  </w:r>
                </w:p>
              </w:txbxContent>
            </v:textbox>
            <w10:wrap type="square"/>
          </v:shape>
        </w:pict>
      </w:r>
      <w:r w:rsidR="00195C27">
        <w:tab/>
        <w:t>5.</w:t>
      </w:r>
      <w:r w:rsidR="00195C27">
        <w:tab/>
        <w:t xml:space="preserve">Given: </w:t>
      </w:r>
      <w:r w:rsidR="00195C27">
        <w:rPr>
          <w:rFonts w:ascii="Times New Roman" w:hAnsi="Times New Roman"/>
          <w:i/>
        </w:rPr>
        <w:t>PMT</w:t>
      </w:r>
      <w:r w:rsidR="00195C27">
        <w:t xml:space="preserve"> = $10,000/year, </w:t>
      </w:r>
      <w:r w:rsidR="00195C27">
        <w:rPr>
          <w:rFonts w:ascii="Times New Roman" w:hAnsi="Times New Roman"/>
          <w:i/>
        </w:rPr>
        <w:t>n</w:t>
      </w:r>
      <w:r w:rsidR="00195C27">
        <w:t xml:space="preserve"> = 14,</w:t>
      </w:r>
    </w:p>
    <w:p w:rsidR="00195C27" w:rsidRDefault="00195C27" w:rsidP="00195C27">
      <w:pPr>
        <w:pStyle w:val="ISM"/>
      </w:pPr>
      <w:r>
        <w:tab/>
      </w:r>
      <w:r>
        <w:tab/>
      </w:r>
      <w:r>
        <w:tab/>
        <w:t xml:space="preserve"> </w:t>
      </w:r>
      <w:r>
        <w:rPr>
          <w:rFonts w:ascii="Times New Roman" w:hAnsi="Times New Roman"/>
          <w:i/>
        </w:rPr>
        <w:t xml:space="preserve">j </w:t>
      </w:r>
      <w:r>
        <w:rPr>
          <w:rFonts w:cs="Arial"/>
        </w:rPr>
        <w:t xml:space="preserve">= </w:t>
      </w:r>
      <w:r w:rsidR="003E46AB">
        <w:rPr>
          <w:rFonts w:cs="Arial"/>
        </w:rPr>
        <w:t>5</w:t>
      </w:r>
      <w:r>
        <w:rPr>
          <w:rFonts w:cs="Arial"/>
        </w:rPr>
        <w:t xml:space="preserve">.1% </w:t>
      </w:r>
      <w:r w:rsidRPr="00682258">
        <w:rPr>
          <w:rFonts w:cs="Arial"/>
          <w:spacing w:val="-2"/>
        </w:rPr>
        <w:t>compounded annually</w:t>
      </w:r>
      <w:r>
        <w:rPr>
          <w:rFonts w:cs="Arial"/>
          <w:spacing w:val="-2"/>
        </w:rPr>
        <w:t>,</w:t>
      </w:r>
      <w:r>
        <w:rPr>
          <w:rFonts w:cs="Arial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</w:rPr>
        <w:t>i</w:t>
      </w:r>
      <w:proofErr w:type="spellEnd"/>
      <w:r>
        <w:rPr>
          <w:rFonts w:ascii="Times New Roman" w:hAnsi="Times New Roman"/>
          <w:i/>
        </w:rPr>
        <w:t xml:space="preserve"> </w:t>
      </w:r>
      <w:r>
        <w:t xml:space="preserve"> =</w:t>
      </w:r>
      <w:proofErr w:type="gramEnd"/>
      <w:r>
        <w:t xml:space="preserve"> </w:t>
      </w:r>
      <w:r w:rsidR="003E46AB">
        <w:t>5</w:t>
      </w:r>
      <w:r>
        <w:t>.1%</w:t>
      </w:r>
    </w:p>
    <w:p w:rsidR="00195C27" w:rsidRDefault="002043E3" w:rsidP="00195C27">
      <w:pPr>
        <w:pStyle w:val="ISM"/>
      </w:pPr>
      <w:r>
        <w:rPr>
          <w:noProof/>
          <w:lang w:val="en-US"/>
        </w:rPr>
        <w:pict>
          <v:shape id="AutoShape 194" o:spid="_x0000_s1851" type="#_x0000_t88" style="position:absolute;margin-left:246.75pt;margin-top:3.45pt;width:9.1pt;height:84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"/>
        </w:pict>
      </w:r>
      <w:r w:rsidR="00195C27">
        <w:tab/>
      </w:r>
      <w:r w:rsidR="00195C27">
        <w:tab/>
      </w:r>
      <w:r w:rsidR="00195C27">
        <w:tab/>
      </w:r>
      <w:r w:rsidR="00195C27" w:rsidRPr="007E02FE">
        <w:rPr>
          <w:spacing w:val="-2"/>
          <w:position w:val="-34"/>
        </w:rPr>
        <w:object w:dxaOrig="3440" w:dyaOrig="780">
          <v:shape id="_x0000_i1046" type="#_x0000_t75" style="width:171.75pt;height:37.5pt" o:ole="" fillcolor="window">
            <v:imagedata r:id="rId24" o:title=""/>
          </v:shape>
          <o:OLEObject Type="Embed" ProgID="Equation.3" ShapeID="_x0000_i1046" DrawAspect="Content" ObjectID="_1654987051" r:id="rId49"/>
        </w:object>
      </w:r>
      <w:r w:rsidR="00195C27">
        <w:t xml:space="preserve"> </w:t>
      </w:r>
    </w:p>
    <w:p w:rsidR="00195C27" w:rsidRDefault="00195C27" w:rsidP="00195C27">
      <w:pPr>
        <w:pStyle w:val="ISM"/>
        <w:ind w:left="1620"/>
      </w:pPr>
      <w:r>
        <w:t xml:space="preserve"> = $10,000</w:t>
      </w:r>
      <w:r w:rsidR="003E46AB" w:rsidRPr="003E46AB">
        <w:rPr>
          <w:position w:val="-32"/>
        </w:rPr>
        <w:object w:dxaOrig="1340" w:dyaOrig="760">
          <v:shape id="_x0000_i1047" type="#_x0000_t75" style="width:67.5pt;height:37.5pt" o:ole="" fillcolor="window">
            <v:imagedata r:id="rId50" o:title=""/>
          </v:shape>
          <o:OLEObject Type="Embed" ProgID="Equation.3" ShapeID="_x0000_i1047" DrawAspect="Content" ObjectID="_1654987052" r:id="rId51"/>
        </w:object>
      </w:r>
      <w:r>
        <w:t>1.0</w:t>
      </w:r>
      <w:r w:rsidR="003E46AB">
        <w:t>5</w:t>
      </w:r>
      <w:r>
        <w:t>1</w:t>
      </w:r>
    </w:p>
    <w:p w:rsidR="00195C27" w:rsidRDefault="00195C27" w:rsidP="00195C27">
      <w:pPr>
        <w:pStyle w:val="ISM"/>
        <w:spacing w:after="60"/>
        <w:ind w:left="1627"/>
      </w:pPr>
      <w:r>
        <w:t xml:space="preserve"> = </w:t>
      </w:r>
      <w:r>
        <w:rPr>
          <w:u w:val="double"/>
        </w:rPr>
        <w:t>$</w:t>
      </w:r>
      <w:r w:rsidR="003E46AB">
        <w:rPr>
          <w:u w:val="double"/>
        </w:rPr>
        <w:t>207,416.86</w:t>
      </w:r>
    </w:p>
    <w:p w:rsidR="00195C27" w:rsidRDefault="00195C27" w:rsidP="00195C27">
      <w:pPr>
        <w:pStyle w:val="ISM"/>
      </w:pPr>
      <w:r>
        <w:tab/>
      </w:r>
      <w:r>
        <w:tab/>
        <w:t xml:space="preserve">The total value of the portfolio after 14 years </w:t>
      </w:r>
    </w:p>
    <w:p w:rsidR="00195C27" w:rsidRPr="00682258" w:rsidRDefault="00195C27" w:rsidP="005F29B5">
      <w:pPr>
        <w:pStyle w:val="ISM"/>
        <w:spacing w:after="360"/>
      </w:pPr>
      <w:r>
        <w:tab/>
      </w:r>
      <w:r>
        <w:tab/>
      </w:r>
      <w:r>
        <w:tab/>
        <w:t xml:space="preserve">will be </w:t>
      </w:r>
      <w:r w:rsidRPr="00682258">
        <w:t>$2</w:t>
      </w:r>
      <w:r w:rsidR="003E46AB">
        <w:t>07,416.86</w:t>
      </w:r>
      <w:r>
        <w:t>.</w:t>
      </w:r>
    </w:p>
    <w:p w:rsidR="006D7774" w:rsidRDefault="006D7774"/>
    <w:p w:rsidR="005F29B5" w:rsidRDefault="002043E3" w:rsidP="005F29B5">
      <w:pPr>
        <w:pStyle w:val="ISM"/>
      </w:pPr>
      <w:r>
        <w:rPr>
          <w:noProof/>
          <w:lang w:val="en-US"/>
        </w:rPr>
        <w:pict>
          <v:shape id="AutoShape 196" o:spid="_x0000_s1031" type="#_x0000_t61" style="position:absolute;margin-left:341.9pt;margin-top:.4pt;width:121.4pt;height:152.4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" adj="-3754,10580" fillcolor="#cff">
            <v:fill opacity="25443f"/>
            <v:textbox inset="3.6pt,,3.6pt">
              <w:txbxContent>
                <w:p w:rsidR="00466CD8" w:rsidRDefault="00466CD8" w:rsidP="005F29B5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5F29B5">
                  <w:pPr>
                    <w:spacing w:line="320" w:lineRule="exact"/>
                    <w:ind w:right="42"/>
                    <w:jc w:val="right"/>
                  </w:pPr>
                  <w:r>
                    <w:t xml:space="preserve">5.25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5F29B5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5F29B5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5F29B5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5F29B5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5F29B5">
                  <w:pPr>
                    <w:spacing w:line="320" w:lineRule="exact"/>
                    <w:ind w:right="42"/>
                    <w:jc w:val="right"/>
                  </w:pPr>
                  <w:r>
                    <w:t xml:space="preserve">2500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5F29B5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5F29B5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 xml:space="preserve">: </w:t>
                  </w:r>
                  <w:r w:rsidRPr="000C53A0">
                    <w:t>–</w:t>
                  </w:r>
                  <w:r>
                    <w:t>64,273.29</w:t>
                  </w:r>
                </w:p>
              </w:txbxContent>
            </v:textbox>
            <w10:wrap type="square"/>
          </v:shape>
        </w:pict>
      </w:r>
      <w:r w:rsidR="005F29B5">
        <w:t>7.</w:t>
      </w:r>
      <w:r w:rsidR="005F29B5">
        <w:tab/>
        <w:t xml:space="preserve">Given: </w:t>
      </w:r>
      <w:r w:rsidR="005F29B5">
        <w:rPr>
          <w:rFonts w:ascii="Times New Roman" w:hAnsi="Times New Roman"/>
          <w:i/>
        </w:rPr>
        <w:t>PMT</w:t>
      </w:r>
      <w:r w:rsidR="005F29B5">
        <w:t xml:space="preserve"> = $2500, </w:t>
      </w:r>
      <w:r w:rsidR="005F29B5">
        <w:rPr>
          <w:rFonts w:ascii="Times New Roman" w:hAnsi="Times New Roman"/>
          <w:i/>
        </w:rPr>
        <w:t>n</w:t>
      </w:r>
      <w:r w:rsidR="005F29B5">
        <w:t xml:space="preserve"> = 16, </w:t>
      </w:r>
      <w:proofErr w:type="spellStart"/>
      <w:r w:rsidR="005F29B5">
        <w:rPr>
          <w:rFonts w:ascii="Times New Roman" w:hAnsi="Times New Roman"/>
          <w:i/>
        </w:rPr>
        <w:t>i</w:t>
      </w:r>
      <w:proofErr w:type="spellEnd"/>
      <w:r w:rsidR="005F29B5">
        <w:t xml:space="preserve"> = </w:t>
      </w:r>
      <w:r w:rsidR="005F29B5" w:rsidRPr="007E02FE">
        <w:rPr>
          <w:position w:val="-14"/>
        </w:rPr>
        <w:object w:dxaOrig="560" w:dyaOrig="400">
          <v:shape id="_x0000_i1048" type="#_x0000_t75" style="width:27.75pt;height:21pt" o:ole="" fillcolor="window">
            <v:imagedata r:id="rId52" o:title=""/>
          </v:shape>
          <o:OLEObject Type="Embed" ProgID="Equation.3" ShapeID="_x0000_i1048" DrawAspect="Content" ObjectID="_1654987053" r:id="rId53"/>
        </w:object>
      </w:r>
      <w:r w:rsidR="005F29B5">
        <w:t xml:space="preserve"> = 0.</w:t>
      </w:r>
      <w:r w:rsidR="00542DE2">
        <w:t>43</w:t>
      </w:r>
      <w:r w:rsidR="005F29B5">
        <w:t xml:space="preserve">75%, </w:t>
      </w:r>
    </w:p>
    <w:p w:rsidR="005F29B5" w:rsidRDefault="002043E3" w:rsidP="005F29B5">
      <w:pPr>
        <w:pStyle w:val="ISM"/>
      </w:pPr>
      <w:r>
        <w:rPr>
          <w:noProof/>
          <w:sz w:val="20"/>
          <w:lang w:val="en-US"/>
        </w:rPr>
        <w:pict>
          <v:shape id="AutoShape 195" o:spid="_x0000_s1844" type="#_x0000_t88" style="position:absolute;margin-left:303.2pt;margin-top:14.45pt;width:15.05pt;height:86.8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"/>
        </w:pict>
      </w:r>
      <w:r w:rsidR="005F29B5">
        <w:tab/>
      </w:r>
      <w:r w:rsidR="005F29B5">
        <w:tab/>
      </w:r>
      <w:r w:rsidR="005F29B5">
        <w:rPr>
          <w:rFonts w:ascii="Times New Roman" w:hAnsi="Times New Roman"/>
          <w:i/>
        </w:rPr>
        <w:t>c</w:t>
      </w:r>
      <w:r w:rsidR="005F29B5">
        <w:t xml:space="preserve"> =</w:t>
      </w:r>
      <w:r w:rsidR="005F29B5" w:rsidRPr="007E02FE">
        <w:rPr>
          <w:position w:val="-28"/>
        </w:rPr>
        <w:object w:dxaOrig="2600" w:dyaOrig="639">
          <v:shape id="_x0000_i1049" type="#_x0000_t75" style="width:129.75pt;height:30.75pt" o:ole="" fillcolor="window">
            <v:imagedata r:id="rId54" o:title=""/>
          </v:shape>
          <o:OLEObject Type="Embed" ProgID="Equation.3" ShapeID="_x0000_i1049" DrawAspect="Content" ObjectID="_1654987054" r:id="rId55"/>
        </w:object>
      </w:r>
      <w:r w:rsidR="005F29B5">
        <w:t xml:space="preserve">= </w:t>
      </w:r>
      <w:r w:rsidR="005F29B5" w:rsidRPr="007E02FE">
        <w:rPr>
          <w:position w:val="-16"/>
        </w:rPr>
        <w:object w:dxaOrig="300" w:dyaOrig="420">
          <v:shape id="_x0000_i1050" type="#_x0000_t75" style="width:15pt;height:21pt" o:ole="" fillcolor="window">
            <v:imagedata r:id="rId56" o:title=""/>
          </v:shape>
          <o:OLEObject Type="Embed" ProgID="Equation.3" ShapeID="_x0000_i1050" DrawAspect="Content" ObjectID="_1654987055" r:id="rId57"/>
        </w:object>
      </w:r>
      <w:r w:rsidR="005F29B5">
        <w:t xml:space="preserve"> = 12</w:t>
      </w:r>
    </w:p>
    <w:p w:rsidR="005F29B5" w:rsidRDefault="005F29B5" w:rsidP="005F29B5">
      <w:pPr>
        <w:pStyle w:val="ISM"/>
      </w:pPr>
      <w:r>
        <w:tab/>
      </w:r>
      <w:r>
        <w:tab/>
      </w:r>
      <w:r w:rsidRPr="007E02FE">
        <w:rPr>
          <w:position w:val="-10"/>
        </w:rPr>
        <w:object w:dxaOrig="1420" w:dyaOrig="380">
          <v:shape id="_x0000_i1051" type="#_x0000_t75" style="width:71.25pt;height:18.75pt" o:ole="" fillcolor="window">
            <v:imagedata r:id="rId58" o:title=""/>
          </v:shape>
          <o:OLEObject Type="Embed" ProgID="Equation.3" ShapeID="_x0000_i1051" DrawAspect="Content" ObjectID="_1654987056" r:id="rId59"/>
        </w:object>
      </w:r>
      <w:r>
        <w:t xml:space="preserve"> = </w:t>
      </w:r>
      <w:r w:rsidRPr="007E02FE">
        <w:rPr>
          <w:position w:val="-10"/>
        </w:rPr>
        <w:object w:dxaOrig="1300" w:dyaOrig="380">
          <v:shape id="_x0000_i1052" type="#_x0000_t75" style="width:64.5pt;height:18.75pt" o:ole="" fillcolor="window">
            <v:imagedata r:id="rId60" o:title=""/>
          </v:shape>
          <o:OLEObject Type="Embed" ProgID="Equation.3" ShapeID="_x0000_i1052" DrawAspect="Content" ObjectID="_1654987057" r:id="rId61"/>
        </w:object>
      </w:r>
      <w:r>
        <w:t>– 1 = 0.0537818867</w:t>
      </w:r>
    </w:p>
    <w:p w:rsidR="005F29B5" w:rsidRDefault="005F29B5" w:rsidP="005F29B5">
      <w:pPr>
        <w:pStyle w:val="ISM"/>
      </w:pPr>
      <w:r>
        <w:tab/>
      </w:r>
      <w:r>
        <w:tab/>
      </w:r>
      <w:r w:rsidRPr="007E02FE">
        <w:rPr>
          <w:spacing w:val="-2"/>
          <w:position w:val="-10"/>
        </w:rPr>
        <w:object w:dxaOrig="880" w:dyaOrig="300">
          <v:shape id="_x0000_i1053" type="#_x0000_t75" style="width:44.25pt;height:15pt" o:ole="" fillcolor="window">
            <v:imagedata r:id="rId43" o:title=""/>
          </v:shape>
          <o:OLEObject Type="Embed" ProgID="Equation.3" ShapeID="_x0000_i1053" DrawAspect="Content" ObjectID="_1654987058" r:id="rId62"/>
        </w:object>
      </w:r>
      <w:r>
        <w:t>= $2500</w:t>
      </w:r>
      <w:r w:rsidRPr="007E02FE">
        <w:rPr>
          <w:position w:val="-32"/>
        </w:rPr>
        <w:object w:dxaOrig="2220" w:dyaOrig="740">
          <v:shape id="_x0000_i1054" type="#_x0000_t75" style="width:109.5pt;height:36.75pt" o:ole="" fillcolor="window">
            <v:imagedata r:id="rId63" o:title=""/>
          </v:shape>
          <o:OLEObject Type="Embed" ProgID="Equation.3" ShapeID="_x0000_i1054" DrawAspect="Content" ObjectID="_1654987059" r:id="rId64"/>
        </w:object>
      </w:r>
      <w:r>
        <w:t xml:space="preserve">(1.0537818867) </w:t>
      </w:r>
    </w:p>
    <w:p w:rsidR="005F29B5" w:rsidRDefault="005F29B5" w:rsidP="005F29B5">
      <w:pPr>
        <w:pStyle w:val="ISM"/>
        <w:spacing w:after="120"/>
        <w:ind w:left="1440"/>
        <w:rPr>
          <w:u w:val="double"/>
        </w:rPr>
      </w:pPr>
      <w:r>
        <w:t xml:space="preserve">= </w:t>
      </w:r>
      <w:r>
        <w:rPr>
          <w:u w:val="double"/>
        </w:rPr>
        <w:t>$64,273.29</w:t>
      </w:r>
    </w:p>
    <w:p w:rsidR="005F29B5" w:rsidRDefault="005F29B5" w:rsidP="005F29B5">
      <w:pPr>
        <w:pStyle w:val="ISM"/>
      </w:pPr>
      <w:r>
        <w:tab/>
      </w:r>
      <w:r>
        <w:tab/>
        <w:t>Gus’s TFSA will be worth $64,273.29 after 16 years.</w:t>
      </w:r>
    </w:p>
    <w:p w:rsidR="00F07027" w:rsidRDefault="00F07027">
      <w:r>
        <w:br w:type="page"/>
      </w:r>
    </w:p>
    <w:p w:rsidR="00DE45CB" w:rsidRDefault="002043E3">
      <w:pPr>
        <w:pStyle w:val="ISMab"/>
      </w:pPr>
      <w:r>
        <w:rPr>
          <w:noProof/>
          <w:lang w:val="en-US"/>
        </w:rPr>
        <w:lastRenderedPageBreak/>
        <w:pict>
          <v:shape id="AutoShape 36" o:spid="_x0000_s1032" type="#_x0000_t61" style="position:absolute;margin-left:346.15pt;margin-top:2.7pt;width:113pt;height:152.35pt;z-index:251588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" adj="-3097,10002" fillcolor="#cff">
            <v:fill opacity="25443f"/>
            <v:textbox inset="3.6pt,,3.6pt">
              <w:txbxContent>
                <w:p w:rsidR="00466CD8" w:rsidRDefault="00466CD8" w:rsidP="006D769C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7.6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500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 xml:space="preserve">: </w:t>
                  </w:r>
                  <w:r>
                    <w:rPr>
                      <w:rFonts w:cs="Arial"/>
                    </w:rPr>
                    <w:t>16,803.44</w:t>
                  </w:r>
                </w:p>
              </w:txbxContent>
            </v:textbox>
            <w10:wrap type="square"/>
          </v:shape>
        </w:pict>
      </w:r>
      <w:r w:rsidR="0054489F">
        <w:t>9</w:t>
      </w:r>
      <w:r w:rsidR="00DE45CB">
        <w:t>.</w:t>
      </w:r>
      <w:r w:rsidR="00DE45CB">
        <w:tab/>
      </w:r>
      <w:proofErr w:type="gramStart"/>
      <w:r w:rsidR="00DE45CB">
        <w:rPr>
          <w:i/>
          <w:iCs/>
        </w:rPr>
        <w:t>a</w:t>
      </w:r>
      <w:proofErr w:type="gramEnd"/>
      <w:r w:rsidR="00DE45CB">
        <w:rPr>
          <w:i/>
          <w:iCs/>
        </w:rPr>
        <w:t>.</w:t>
      </w:r>
      <w:r w:rsidR="00DE45CB">
        <w:tab/>
        <w:t xml:space="preserve">Given: </w:t>
      </w:r>
      <w:r w:rsidR="00DE45CB">
        <w:rPr>
          <w:rFonts w:ascii="Times New Roman" w:hAnsi="Times New Roman"/>
          <w:i/>
        </w:rPr>
        <w:t>PMT</w:t>
      </w:r>
      <w:r w:rsidR="00DE45CB">
        <w:t xml:space="preserve"> = $500, </w:t>
      </w:r>
      <w:r w:rsidR="00DE45CB">
        <w:rPr>
          <w:rFonts w:ascii="Times New Roman" w:hAnsi="Times New Roman"/>
          <w:i/>
        </w:rPr>
        <w:t>n</w:t>
      </w:r>
      <w:r w:rsidR="00DE45CB">
        <w:t xml:space="preserve"> = 4(6.5) = 26, </w:t>
      </w:r>
      <w:proofErr w:type="spellStart"/>
      <w:r w:rsidR="00DE45CB">
        <w:rPr>
          <w:rFonts w:ascii="Times New Roman" w:hAnsi="Times New Roman"/>
          <w:i/>
        </w:rPr>
        <w:t>i</w:t>
      </w:r>
      <w:proofErr w:type="spellEnd"/>
      <w:r w:rsidR="00DE45CB">
        <w:t xml:space="preserve"> = </w:t>
      </w:r>
      <w:r w:rsidR="00DE45CB" w:rsidRPr="007E02FE">
        <w:rPr>
          <w:position w:val="-14"/>
        </w:rPr>
        <w:object w:dxaOrig="480" w:dyaOrig="400">
          <v:shape id="_x0000_i1055" type="#_x0000_t75" style="width:23.25pt;height:21pt" o:ole="" fillcolor="window">
            <v:imagedata r:id="rId65" o:title=""/>
          </v:shape>
          <o:OLEObject Type="Embed" ProgID="Equation.3" ShapeID="_x0000_i1055" DrawAspect="Content" ObjectID="_1654987060" r:id="rId66"/>
        </w:object>
      </w:r>
      <w:r w:rsidR="00DE45CB">
        <w:t xml:space="preserve"> = 7.6%, </w:t>
      </w:r>
    </w:p>
    <w:p w:rsidR="00DE45CB" w:rsidRDefault="002043E3">
      <w:pPr>
        <w:pStyle w:val="ISMab"/>
      </w:pPr>
      <w:r>
        <w:rPr>
          <w:noProof/>
          <w:sz w:val="20"/>
          <w:lang w:val="en-US"/>
        </w:rPr>
        <w:pict>
          <v:shape id="AutoShape 12" o:spid="_x0000_s1829" type="#_x0000_t88" style="position:absolute;margin-left:310.45pt;margin-top:7.9pt;width:15.05pt;height:91.2pt;z-index:251586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"/>
        </w:pict>
      </w:r>
      <w:r w:rsidR="00DE45CB">
        <w:tab/>
      </w:r>
      <w:r w:rsidR="00DE45CB">
        <w:tab/>
      </w:r>
      <w:r w:rsidR="00DE45CB">
        <w:tab/>
      </w:r>
      <w:r w:rsidR="00DE45CB">
        <w:rPr>
          <w:rFonts w:ascii="Times New Roman" w:hAnsi="Times New Roman"/>
          <w:i/>
        </w:rPr>
        <w:t>c</w:t>
      </w:r>
      <w:r w:rsidR="00DE45CB">
        <w:t xml:space="preserve"> = </w:t>
      </w:r>
      <w:r w:rsidR="00DE45CB" w:rsidRPr="007E02FE">
        <w:rPr>
          <w:position w:val="-28"/>
        </w:rPr>
        <w:object w:dxaOrig="2600" w:dyaOrig="639">
          <v:shape id="_x0000_i1056" type="#_x0000_t75" style="width:129.75pt;height:30.75pt" o:ole="" fillcolor="window">
            <v:imagedata r:id="rId54" o:title=""/>
          </v:shape>
          <o:OLEObject Type="Embed" ProgID="Equation.3" ShapeID="_x0000_i1056" DrawAspect="Content" ObjectID="_1654987061" r:id="rId67"/>
        </w:object>
      </w:r>
      <w:r w:rsidR="00DE45CB">
        <w:t xml:space="preserve">= </w:t>
      </w:r>
      <w:r w:rsidR="00DE45CB" w:rsidRPr="007E02FE">
        <w:rPr>
          <w:position w:val="-14"/>
        </w:rPr>
        <w:object w:dxaOrig="200" w:dyaOrig="380">
          <v:shape id="_x0000_i1057" type="#_x0000_t75" style="width:9.75pt;height:18.75pt" o:ole="" fillcolor="window">
            <v:imagedata r:id="rId68" o:title=""/>
          </v:shape>
          <o:OLEObject Type="Embed" ProgID="Equation.3" ShapeID="_x0000_i1057" DrawAspect="Content" ObjectID="_1654987062" r:id="rId69"/>
        </w:object>
      </w:r>
      <w:r w:rsidR="00DE45CB">
        <w:t xml:space="preserve"> = 0.25</w:t>
      </w:r>
    </w:p>
    <w:p w:rsidR="00DE45CB" w:rsidRDefault="00DE45CB">
      <w:pPr>
        <w:pStyle w:val="ISMab"/>
      </w:pPr>
      <w:r>
        <w:tab/>
      </w:r>
      <w:r>
        <w:tab/>
      </w:r>
      <w:r>
        <w:tab/>
      </w:r>
      <w:r w:rsidRPr="007E02FE">
        <w:rPr>
          <w:position w:val="-10"/>
        </w:rPr>
        <w:object w:dxaOrig="1420" w:dyaOrig="380">
          <v:shape id="_x0000_i1058" type="#_x0000_t75" style="width:71.25pt;height:18.75pt" o:ole="" fillcolor="window">
            <v:imagedata r:id="rId58" o:title=""/>
          </v:shape>
          <o:OLEObject Type="Embed" ProgID="Equation.3" ShapeID="_x0000_i1058" DrawAspect="Content" ObjectID="_1654987063" r:id="rId70"/>
        </w:object>
      </w:r>
      <w:r>
        <w:t xml:space="preserve"> = </w:t>
      </w:r>
      <w:r w:rsidR="00000B84" w:rsidRPr="00000B84">
        <w:rPr>
          <w:position w:val="-14"/>
        </w:rPr>
        <w:object w:dxaOrig="1040" w:dyaOrig="440">
          <v:shape id="_x0000_i1059" type="#_x0000_t75" style="width:51.75pt;height:23.25pt" o:ole="" fillcolor="window">
            <v:imagedata r:id="rId71" o:title=""/>
          </v:shape>
          <o:OLEObject Type="Embed" ProgID="Equation.3" ShapeID="_x0000_i1059" DrawAspect="Content" ObjectID="_1654987064" r:id="rId72"/>
        </w:object>
      </w:r>
      <w:r>
        <w:t>– 1 = 0.0184813</w:t>
      </w:r>
      <w:r w:rsidR="00174B35">
        <w:t>2</w:t>
      </w:r>
    </w:p>
    <w:p w:rsidR="00DE45CB" w:rsidRDefault="00DE45CB">
      <w:pPr>
        <w:pStyle w:val="ISMab"/>
      </w:pPr>
      <w:r>
        <w:tab/>
      </w:r>
      <w:r>
        <w:tab/>
      </w:r>
      <w:r>
        <w:tab/>
      </w:r>
      <w:r w:rsidRPr="007E02FE">
        <w:rPr>
          <w:spacing w:val="-2"/>
          <w:position w:val="-10"/>
        </w:rPr>
        <w:object w:dxaOrig="880" w:dyaOrig="300">
          <v:shape id="_x0000_i1060" type="#_x0000_t75" style="width:44.25pt;height:15pt" o:ole="" fillcolor="window">
            <v:imagedata r:id="rId43" o:title=""/>
          </v:shape>
          <o:OLEObject Type="Embed" ProgID="Equation.3" ShapeID="_x0000_i1060" DrawAspect="Content" ObjectID="_1654987065" r:id="rId73"/>
        </w:object>
      </w:r>
      <w:r w:rsidR="0073629C">
        <w:t>= $</w:t>
      </w:r>
      <w:r>
        <w:t>500</w:t>
      </w:r>
      <w:r w:rsidR="00174B35" w:rsidRPr="00174B35">
        <w:rPr>
          <w:position w:val="-32"/>
        </w:rPr>
        <w:object w:dxaOrig="1920" w:dyaOrig="740">
          <v:shape id="_x0000_i1061" type="#_x0000_t75" style="width:96.75pt;height:37.5pt" o:ole="" fillcolor="window">
            <v:imagedata r:id="rId74" o:title=""/>
          </v:shape>
          <o:OLEObject Type="Embed" ProgID="Equation.3" ShapeID="_x0000_i1061" DrawAspect="Content" ObjectID="_1654987066" r:id="rId75"/>
        </w:object>
      </w:r>
      <w:r>
        <w:t>(1.</w:t>
      </w:r>
      <w:r w:rsidR="0073629C">
        <w:t>0184813</w:t>
      </w:r>
      <w:r w:rsidR="00174B35">
        <w:t>2</w:t>
      </w:r>
      <w:r>
        <w:t>)</w:t>
      </w:r>
    </w:p>
    <w:p w:rsidR="00DE45CB" w:rsidRDefault="00DE45CB">
      <w:pPr>
        <w:pStyle w:val="ISMab"/>
        <w:spacing w:after="60"/>
        <w:ind w:left="1800"/>
        <w:rPr>
          <w:spacing w:val="-2"/>
        </w:rPr>
      </w:pPr>
      <w:r>
        <w:t xml:space="preserve">= </w:t>
      </w:r>
      <w:r>
        <w:rPr>
          <w:u w:val="double"/>
        </w:rPr>
        <w:t>$</w:t>
      </w:r>
      <w:r>
        <w:rPr>
          <w:rFonts w:cs="Arial"/>
          <w:u w:val="double"/>
        </w:rPr>
        <w:t>16,803.44</w:t>
      </w:r>
    </w:p>
    <w:p w:rsidR="00DE45CB" w:rsidRDefault="00DE45CB">
      <w:pPr>
        <w:pStyle w:val="ISMab"/>
        <w:spacing w:line="360" w:lineRule="auto"/>
      </w:pPr>
      <w:r>
        <w:tab/>
      </w:r>
      <w:r>
        <w:tab/>
      </w:r>
      <w:r>
        <w:tab/>
        <w:t>Amount in mutual fund will be $</w:t>
      </w:r>
      <w:r>
        <w:rPr>
          <w:rFonts w:cs="Arial"/>
        </w:rPr>
        <w:t>16,803.44.</w:t>
      </w:r>
    </w:p>
    <w:p w:rsidR="00DE45CB" w:rsidRDefault="00DE45CB" w:rsidP="00CB4216">
      <w:pPr>
        <w:pStyle w:val="ISMab"/>
        <w:spacing w:after="240"/>
      </w:pPr>
      <w:r>
        <w:tab/>
      </w:r>
      <w:r>
        <w:tab/>
      </w:r>
      <w:r>
        <w:rPr>
          <w:i/>
          <w:iCs/>
        </w:rPr>
        <w:t>b.</w:t>
      </w:r>
      <w:r>
        <w:rPr>
          <w:i/>
          <w:iCs/>
        </w:rPr>
        <w:tab/>
      </w:r>
      <w:r>
        <w:t>Earnings =</w:t>
      </w:r>
      <w:r>
        <w:rPr>
          <w:i/>
          <w:iCs/>
        </w:rPr>
        <w:t xml:space="preserve"> </w:t>
      </w:r>
      <w:r>
        <w:t>$</w:t>
      </w:r>
      <w:r>
        <w:rPr>
          <w:rFonts w:cs="Arial"/>
        </w:rPr>
        <w:t xml:space="preserve">16,803.44 </w:t>
      </w:r>
      <w:r>
        <w:rPr>
          <w:rFonts w:cs="Arial"/>
        </w:rPr>
        <w:sym w:font="Symbol" w:char="F02D"/>
      </w:r>
      <w:r>
        <w:rPr>
          <w:rFonts w:cs="Arial"/>
        </w:rPr>
        <w:t xml:space="preserve"> 26($500) = </w:t>
      </w:r>
      <w:r>
        <w:rPr>
          <w:rFonts w:cs="Arial"/>
          <w:u w:val="double"/>
        </w:rPr>
        <w:t>$3803.44</w:t>
      </w:r>
    </w:p>
    <w:p w:rsidR="0073629C" w:rsidRDefault="00DE45CB">
      <w:pPr>
        <w:pStyle w:val="ISM"/>
      </w:pPr>
      <w:r>
        <w:tab/>
        <w:t>1</w:t>
      </w:r>
      <w:r w:rsidR="0054489F">
        <w:t>1</w:t>
      </w:r>
      <w:r>
        <w:t>.</w:t>
      </w:r>
      <w:r>
        <w:tab/>
        <w:t xml:space="preserve">With August 1, </w:t>
      </w:r>
      <w:r w:rsidR="00A050D2">
        <w:t xml:space="preserve">2025 </w:t>
      </w:r>
      <w:r>
        <w:t xml:space="preserve">as the focal date, the RRSP </w:t>
      </w:r>
      <w:proofErr w:type="spellStart"/>
      <w:r w:rsidR="0073629C">
        <w:t>contri</w:t>
      </w:r>
      <w:proofErr w:type="spellEnd"/>
      <w:r w:rsidR="0073629C">
        <w:t>-</w:t>
      </w:r>
    </w:p>
    <w:p w:rsidR="00DE45CB" w:rsidRDefault="0073629C">
      <w:pPr>
        <w:pStyle w:val="ISM"/>
      </w:pPr>
      <w:r>
        <w:tab/>
      </w:r>
      <w:r>
        <w:tab/>
      </w:r>
      <w:proofErr w:type="spellStart"/>
      <w:r w:rsidR="00DE45CB">
        <w:t>butions</w:t>
      </w:r>
      <w:proofErr w:type="spellEnd"/>
      <w:r w:rsidR="00DE45CB">
        <w:t xml:space="preserve"> form a simple annuity</w:t>
      </w:r>
      <w:r w:rsidRPr="0073629C">
        <w:t xml:space="preserve"> </w:t>
      </w:r>
      <w:r>
        <w:t>due. The amount</w:t>
      </w:r>
      <w:r w:rsidRPr="0073629C">
        <w:t xml:space="preserve"> </w:t>
      </w:r>
      <w:r>
        <w:t>in the</w:t>
      </w:r>
    </w:p>
    <w:p w:rsidR="00DE45CB" w:rsidRDefault="00DE45CB">
      <w:pPr>
        <w:pStyle w:val="ISM"/>
      </w:pPr>
      <w:r>
        <w:tab/>
      </w:r>
      <w:r>
        <w:tab/>
        <w:t>RRSP will be the future value of previous contributions.</w:t>
      </w:r>
    </w:p>
    <w:p w:rsidR="00DE45CB" w:rsidRDefault="002043E3">
      <w:pPr>
        <w:pStyle w:val="ISM"/>
      </w:pPr>
      <w:r>
        <w:rPr>
          <w:noProof/>
          <w:lang w:val="en-US"/>
        </w:rPr>
        <w:pict>
          <v:shape id="AutoShape 38" o:spid="_x0000_s1033" type="#_x0000_t61" style="position:absolute;margin-left:347.85pt;margin-top:7.05pt;width:129.8pt;height:150.5pt;z-index:251589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" adj="-10026,11848" fillcolor="#cff">
            <v:fill opacity="25443f"/>
            <v:textbox inset="3.6pt,,3.6pt">
              <w:txbxContent>
                <w:p w:rsidR="00466CD8" w:rsidRDefault="00466CD8" w:rsidP="00B84411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8.5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1500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326,252.08</w:t>
                  </w:r>
                </w:p>
              </w:txbxContent>
            </v:textbox>
            <w10:wrap type="square"/>
          </v:shape>
        </w:pict>
      </w:r>
      <w:r w:rsidR="00DE45CB">
        <w:tab/>
      </w:r>
      <w:r w:rsidR="00DE45CB">
        <w:tab/>
        <w:t xml:space="preserve">With </w:t>
      </w:r>
      <w:bookmarkStart w:id="0" w:name="_GoBack"/>
      <w:bookmarkEnd w:id="0"/>
      <w:r w:rsidR="00DE45CB">
        <w:rPr>
          <w:rFonts w:ascii="Times New Roman" w:hAnsi="Times New Roman"/>
          <w:i/>
        </w:rPr>
        <w:t>PMT</w:t>
      </w:r>
      <w:r w:rsidR="00DE45CB">
        <w:t xml:space="preserve"> = $1500, </w:t>
      </w:r>
      <w:r w:rsidR="00DE45CB">
        <w:rPr>
          <w:rFonts w:ascii="Times New Roman" w:hAnsi="Times New Roman"/>
          <w:i/>
        </w:rPr>
        <w:t>n</w:t>
      </w:r>
      <w:r w:rsidR="00DE45CB">
        <w:t xml:space="preserve"> = 2(27.5) = 55, and </w:t>
      </w:r>
      <w:proofErr w:type="spellStart"/>
      <w:r w:rsidR="00DE45CB">
        <w:rPr>
          <w:rFonts w:ascii="Times New Roman" w:hAnsi="Times New Roman"/>
          <w:i/>
        </w:rPr>
        <w:t>i</w:t>
      </w:r>
      <w:proofErr w:type="spellEnd"/>
      <w:r w:rsidR="00DE45CB">
        <w:rPr>
          <w:rFonts w:ascii="Times New Roman" w:hAnsi="Times New Roman"/>
          <w:i/>
        </w:rPr>
        <w:t xml:space="preserve"> </w:t>
      </w:r>
      <w:r w:rsidR="00DE45CB">
        <w:t xml:space="preserve">= </w:t>
      </w:r>
      <w:r w:rsidR="00DE45CB" w:rsidRPr="007E02FE">
        <w:rPr>
          <w:position w:val="-16"/>
        </w:rPr>
        <w:object w:dxaOrig="520" w:dyaOrig="440">
          <v:shape id="_x0000_i1062" type="#_x0000_t75" style="width:26.25pt;height:21.75pt" o:ole="" fillcolor="window">
            <v:imagedata r:id="rId76" o:title=""/>
          </v:shape>
          <o:OLEObject Type="Embed" ProgID="Equation.3" ShapeID="_x0000_i1062" DrawAspect="Content" ObjectID="_1654987067" r:id="rId77"/>
        </w:object>
      </w:r>
      <w:r w:rsidR="00DE45CB">
        <w:t xml:space="preserve"> = 4.25%,</w:t>
      </w:r>
    </w:p>
    <w:p w:rsidR="0073629C" w:rsidRDefault="002043E3">
      <w:pPr>
        <w:pStyle w:val="ISM"/>
        <w:rPr>
          <w:spacing w:val="-2"/>
        </w:rPr>
      </w:pPr>
      <w:r>
        <w:rPr>
          <w:noProof/>
          <w:lang w:val="en-US"/>
        </w:rPr>
        <w:pict>
          <v:shape id="AutoShape 53" o:spid="_x0000_s1813" type="#_x0000_t88" style="position:absolute;margin-left:256.55pt;margin-top:8.15pt;width:11.2pt;height:79.8pt;z-index:251597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"/>
        </w:pict>
      </w:r>
      <w:r w:rsidR="00DE45CB">
        <w:tab/>
      </w:r>
      <w:r w:rsidR="00DE45CB">
        <w:tab/>
      </w:r>
      <w:r w:rsidR="0073629C">
        <w:tab/>
      </w:r>
      <w:r w:rsidR="00DE45CB" w:rsidRPr="007E02FE">
        <w:rPr>
          <w:spacing w:val="-2"/>
          <w:position w:val="-34"/>
        </w:rPr>
        <w:object w:dxaOrig="3440" w:dyaOrig="780">
          <v:shape id="_x0000_i1063" type="#_x0000_t75" style="width:171.75pt;height:37.5pt" o:ole="" fillcolor="window">
            <v:imagedata r:id="rId24" o:title=""/>
          </v:shape>
          <o:OLEObject Type="Embed" ProgID="Equation.3" ShapeID="_x0000_i1063" DrawAspect="Content" ObjectID="_1654987068" r:id="rId78"/>
        </w:object>
      </w:r>
      <w:r w:rsidR="00DE45CB">
        <w:rPr>
          <w:spacing w:val="-2"/>
        </w:rPr>
        <w:t xml:space="preserve"> </w:t>
      </w:r>
    </w:p>
    <w:p w:rsidR="0073629C" w:rsidRDefault="0073629C" w:rsidP="0073629C">
      <w:pPr>
        <w:pStyle w:val="ISM"/>
        <w:ind w:left="1620"/>
      </w:pPr>
      <w:r>
        <w:rPr>
          <w:spacing w:val="-2"/>
        </w:rPr>
        <w:t xml:space="preserve"> </w:t>
      </w:r>
      <w:r w:rsidR="00DE45CB">
        <w:t>= $1500</w:t>
      </w:r>
      <w:r w:rsidR="00DE45CB" w:rsidRPr="007E02FE">
        <w:rPr>
          <w:position w:val="-34"/>
        </w:rPr>
        <w:object w:dxaOrig="1520" w:dyaOrig="780">
          <v:shape id="_x0000_i1064" type="#_x0000_t75" style="width:76.5pt;height:37.5pt" o:ole="" fillcolor="window">
            <v:imagedata r:id="rId79" o:title=""/>
          </v:shape>
          <o:OLEObject Type="Embed" ProgID="Equation.3" ShapeID="_x0000_i1064" DrawAspect="Content" ObjectID="_1654987069" r:id="rId80"/>
        </w:object>
      </w:r>
      <w:r w:rsidR="00DE45CB">
        <w:t>(1.0425)</w:t>
      </w:r>
    </w:p>
    <w:p w:rsidR="00DE45CB" w:rsidRDefault="00DE45CB" w:rsidP="0073629C">
      <w:pPr>
        <w:pStyle w:val="ISM"/>
        <w:ind w:left="1620"/>
        <w:rPr>
          <w:spacing w:val="-2"/>
        </w:rPr>
      </w:pPr>
      <w:r>
        <w:t xml:space="preserve"> = </w:t>
      </w:r>
      <w:r>
        <w:rPr>
          <w:u w:val="double"/>
        </w:rPr>
        <w:t>$326,252.08</w:t>
      </w:r>
    </w:p>
    <w:p w:rsidR="00A103EC" w:rsidRDefault="00DE45CB">
      <w:pPr>
        <w:pStyle w:val="ISM"/>
      </w:pPr>
      <w:r>
        <w:tab/>
      </w:r>
      <w:r>
        <w:tab/>
      </w:r>
    </w:p>
    <w:p w:rsidR="00DE45CB" w:rsidRDefault="00DE45CB">
      <w:pPr>
        <w:pStyle w:val="ISM"/>
      </w:pPr>
      <w:r>
        <w:t>Interest portion = Amount in RRSP – Contributions</w:t>
      </w:r>
    </w:p>
    <w:p w:rsidR="00DE45CB" w:rsidRDefault="00DE45CB">
      <w:pPr>
        <w:pStyle w:val="ISM"/>
        <w:ind w:firstLine="2070"/>
      </w:pPr>
      <w:r>
        <w:t>= $326,252.08 – 55($1500)</w:t>
      </w:r>
    </w:p>
    <w:p w:rsidR="00DE45CB" w:rsidRDefault="00DE45CB">
      <w:pPr>
        <w:pStyle w:val="ISM"/>
        <w:ind w:firstLine="2074"/>
      </w:pPr>
      <w:r>
        <w:t xml:space="preserve">= </w:t>
      </w:r>
      <w:r>
        <w:rPr>
          <w:u w:val="double"/>
        </w:rPr>
        <w:t>$243,752.08</w:t>
      </w:r>
    </w:p>
    <w:p w:rsidR="0073629C" w:rsidRDefault="0073629C" w:rsidP="0073629C">
      <w:pPr>
        <w:pStyle w:val="ISM"/>
        <w:spacing w:after="120"/>
        <w:rPr>
          <w:b/>
          <w:i/>
          <w:sz w:val="24"/>
        </w:rPr>
      </w:pPr>
    </w:p>
    <w:p w:rsidR="003F7247" w:rsidRDefault="002043E3">
      <w:pPr>
        <w:pStyle w:val="ISM"/>
      </w:pPr>
      <w:r>
        <w:rPr>
          <w:noProof/>
          <w:lang w:val="en-US"/>
        </w:rPr>
        <w:pict>
          <v:shape id="AutoShape 40" o:spid="_x0000_s1034" type="#_x0000_t61" style="position:absolute;margin-left:341.25pt;margin-top:5.45pt;width:113pt;height:151.9pt;z-index:251590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" adj="-5601,15166" fillcolor="#cff">
            <v:fill opacity="25443f"/>
            <v:textbox inset="3.6pt,,3.6pt">
              <w:txbxContent>
                <w:p w:rsidR="00466CD8" w:rsidRDefault="00466CD8" w:rsidP="00793F7B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2000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 xml:space="preserve">: </w:t>
                  </w:r>
                  <w:r w:rsidRPr="003F7247">
                    <w:rPr>
                      <w:spacing w:val="-2"/>
                    </w:rPr>
                    <w:t>70,551.25</w:t>
                  </w:r>
                </w:p>
              </w:txbxContent>
            </v:textbox>
            <w10:wrap type="square"/>
          </v:shape>
        </w:pict>
      </w:r>
      <w:r w:rsidR="00DE45CB">
        <w:tab/>
        <w:t>1</w:t>
      </w:r>
      <w:r w:rsidR="0054489F">
        <w:t>3</w:t>
      </w:r>
      <w:r w:rsidR="00DE45CB">
        <w:t>.</w:t>
      </w:r>
      <w:r w:rsidR="00DE45CB">
        <w:tab/>
        <w:t xml:space="preserve">Given: </w:t>
      </w:r>
      <w:r w:rsidR="00DE45CB">
        <w:rPr>
          <w:rFonts w:ascii="Times New Roman" w:hAnsi="Times New Roman"/>
          <w:i/>
        </w:rPr>
        <w:t>PMT</w:t>
      </w:r>
      <w:r w:rsidR="00DE45CB">
        <w:t xml:space="preserve"> = $2000</w:t>
      </w:r>
      <w:r w:rsidR="003F7247">
        <w:t xml:space="preserve"> every 6 months.</w:t>
      </w:r>
    </w:p>
    <w:p w:rsidR="003F7247" w:rsidRDefault="003F7247">
      <w:pPr>
        <w:pStyle w:val="ISM"/>
        <w:rPr>
          <w:spacing w:val="-2"/>
        </w:rPr>
      </w:pPr>
      <w:r>
        <w:tab/>
      </w:r>
      <w:r>
        <w:tab/>
        <w:t xml:space="preserve">For the first 11 years, </w:t>
      </w:r>
      <w:r w:rsidRPr="003F7247">
        <w:rPr>
          <w:rFonts w:ascii="Times New Roman" w:hAnsi="Times New Roman"/>
          <w:i/>
        </w:rPr>
        <w:t>j</w:t>
      </w:r>
      <w:r>
        <w:t xml:space="preserve"> = 8% </w:t>
      </w:r>
      <w:r>
        <w:rPr>
          <w:spacing w:val="-2"/>
        </w:rPr>
        <w:t>compounded annually.</w:t>
      </w:r>
    </w:p>
    <w:p w:rsidR="003F7247" w:rsidRDefault="003F7247">
      <w:pPr>
        <w:pStyle w:val="ISM"/>
      </w:pPr>
      <w:r>
        <w:rPr>
          <w:spacing w:val="-2"/>
        </w:rPr>
        <w:tab/>
      </w:r>
      <w:r>
        <w:rPr>
          <w:spacing w:val="-2"/>
        </w:rPr>
        <w:tab/>
        <w:t xml:space="preserve">We have a general annuity due with </w:t>
      </w:r>
    </w:p>
    <w:p w:rsidR="00DE45CB" w:rsidRDefault="003F7247">
      <w:pPr>
        <w:pStyle w:val="ISM"/>
      </w:pPr>
      <w:r>
        <w:tab/>
      </w:r>
      <w:r>
        <w:tab/>
      </w:r>
      <w:r w:rsidR="00DE45CB">
        <w:t xml:space="preserve"> </w:t>
      </w:r>
      <w:r w:rsidR="00DE45CB">
        <w:rPr>
          <w:rFonts w:ascii="Times New Roman" w:hAnsi="Times New Roman"/>
          <w:i/>
        </w:rPr>
        <w:t>n</w:t>
      </w:r>
      <w:r w:rsidR="00DE45CB">
        <w:t xml:space="preserve"> = 2(</w:t>
      </w:r>
      <w:r>
        <w:t>11</w:t>
      </w:r>
      <w:r w:rsidR="00DE45CB">
        <w:t xml:space="preserve">) = </w:t>
      </w:r>
      <w:r>
        <w:t>22</w:t>
      </w:r>
      <w:r w:rsidR="00DE45CB">
        <w:t xml:space="preserve">, </w:t>
      </w:r>
      <w:proofErr w:type="spellStart"/>
      <w:r w:rsidR="00DE45CB">
        <w:rPr>
          <w:rFonts w:ascii="Times New Roman" w:hAnsi="Times New Roman"/>
          <w:i/>
        </w:rPr>
        <w:t>i</w:t>
      </w:r>
      <w:proofErr w:type="spellEnd"/>
      <w:r w:rsidR="00DE45CB">
        <w:rPr>
          <w:rFonts w:ascii="Times New Roman" w:hAnsi="Times New Roman"/>
          <w:i/>
        </w:rPr>
        <w:t xml:space="preserve"> </w:t>
      </w:r>
      <w:r>
        <w:t>= 8</w:t>
      </w:r>
      <w:r w:rsidR="00DE45CB">
        <w:t xml:space="preserve">%, </w:t>
      </w:r>
      <w:r w:rsidR="00DE45CB">
        <w:rPr>
          <w:rFonts w:ascii="Times New Roman" w:hAnsi="Times New Roman"/>
          <w:i/>
        </w:rPr>
        <w:t>c</w:t>
      </w:r>
      <w:r w:rsidR="00DE45CB">
        <w:t xml:space="preserve"> = </w:t>
      </w:r>
      <w:r w:rsidR="00DE45CB" w:rsidRPr="007E02FE">
        <w:rPr>
          <w:position w:val="-16"/>
        </w:rPr>
        <w:object w:dxaOrig="220" w:dyaOrig="420">
          <v:shape id="_x0000_i1065" type="#_x0000_t75" style="width:9.75pt;height:21pt" o:ole="" fillcolor="window">
            <v:imagedata r:id="rId81" o:title=""/>
          </v:shape>
          <o:OLEObject Type="Embed" ProgID="Equation.3" ShapeID="_x0000_i1065" DrawAspect="Content" ObjectID="_1654987070" r:id="rId82"/>
        </w:object>
      </w:r>
      <w:r w:rsidR="00DE45CB">
        <w:t xml:space="preserve"> = 0.5</w:t>
      </w:r>
    </w:p>
    <w:p w:rsidR="00DE45CB" w:rsidRDefault="002043E3">
      <w:pPr>
        <w:pStyle w:val="ISM"/>
      </w:pPr>
      <w:r>
        <w:rPr>
          <w:noProof/>
          <w:lang w:val="en-US"/>
        </w:rPr>
        <w:pict>
          <v:shape id="AutoShape 43" o:spid="_x0000_s1795" type="#_x0000_t88" style="position:absolute;margin-left:293.65pt;margin-top:2.4pt;width:14pt;height:102.2pt;z-index:251591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"/>
        </w:pict>
      </w:r>
      <w:r w:rsidR="00DE45CB">
        <w:tab/>
      </w:r>
      <w:r w:rsidR="00DE45CB">
        <w:tab/>
      </w:r>
      <w:r w:rsidR="00DE45CB" w:rsidRPr="007E02FE">
        <w:rPr>
          <w:position w:val="-10"/>
        </w:rPr>
        <w:object w:dxaOrig="1420" w:dyaOrig="380">
          <v:shape id="_x0000_i1066" type="#_x0000_t75" style="width:71.25pt;height:18.75pt" o:ole="" fillcolor="window">
            <v:imagedata r:id="rId58" o:title=""/>
          </v:shape>
          <o:OLEObject Type="Embed" ProgID="Equation.3" ShapeID="_x0000_i1066" DrawAspect="Content" ObjectID="_1654987071" r:id="rId83"/>
        </w:object>
      </w:r>
      <w:r w:rsidR="00DE45CB">
        <w:t xml:space="preserve"> = </w:t>
      </w:r>
      <w:r w:rsidR="003F7247" w:rsidRPr="00B84411">
        <w:rPr>
          <w:position w:val="-10"/>
        </w:rPr>
        <w:object w:dxaOrig="820" w:dyaOrig="360">
          <v:shape id="_x0000_i1067" type="#_x0000_t75" style="width:41.25pt;height:18.75pt" o:ole="" fillcolor="window">
            <v:imagedata r:id="rId84" o:title=""/>
          </v:shape>
          <o:OLEObject Type="Embed" ProgID="Equation.3" ShapeID="_x0000_i1067" DrawAspect="Content" ObjectID="_1654987072" r:id="rId85"/>
        </w:object>
      </w:r>
      <w:r w:rsidR="00DE45CB">
        <w:t>– 1 = 0.0</w:t>
      </w:r>
      <w:r w:rsidR="003F7247">
        <w:t>39230485</w:t>
      </w:r>
    </w:p>
    <w:p w:rsidR="003F7247" w:rsidRDefault="00DE45CB">
      <w:pPr>
        <w:pStyle w:val="ISM"/>
        <w:rPr>
          <w:spacing w:val="-2"/>
        </w:rPr>
      </w:pPr>
      <w:r>
        <w:tab/>
      </w:r>
      <w:r>
        <w:tab/>
      </w:r>
      <w:r w:rsidRPr="007E02FE">
        <w:rPr>
          <w:spacing w:val="-2"/>
          <w:position w:val="-34"/>
        </w:rPr>
        <w:object w:dxaOrig="3440" w:dyaOrig="780">
          <v:shape id="_x0000_i1068" type="#_x0000_t75" style="width:171.75pt;height:37.5pt" o:ole="" fillcolor="window">
            <v:imagedata r:id="rId24" o:title=""/>
          </v:shape>
          <o:OLEObject Type="Embed" ProgID="Equation.3" ShapeID="_x0000_i1068" DrawAspect="Content" ObjectID="_1654987073" r:id="rId86"/>
        </w:object>
      </w:r>
    </w:p>
    <w:p w:rsidR="003F7247" w:rsidRDefault="003F7247" w:rsidP="003F7247">
      <w:pPr>
        <w:pStyle w:val="ISM"/>
        <w:ind w:left="1440"/>
        <w:rPr>
          <w:spacing w:val="-2"/>
        </w:rPr>
      </w:pPr>
      <w:r>
        <w:rPr>
          <w:spacing w:val="-2"/>
        </w:rPr>
        <w:t xml:space="preserve"> </w:t>
      </w:r>
      <w:r w:rsidR="00DE45CB">
        <w:rPr>
          <w:spacing w:val="-2"/>
        </w:rPr>
        <w:t>= $2000</w:t>
      </w:r>
      <w:r w:rsidRPr="003F7247">
        <w:rPr>
          <w:spacing w:val="-2"/>
          <w:position w:val="-30"/>
        </w:rPr>
        <w:object w:dxaOrig="2040" w:dyaOrig="720">
          <v:shape id="_x0000_i1069" type="#_x0000_t75" style="width:102pt;height:36pt" o:ole="" fillcolor="window">
            <v:imagedata r:id="rId87" o:title=""/>
          </v:shape>
          <o:OLEObject Type="Embed" ProgID="Equation.3" ShapeID="_x0000_i1069" DrawAspect="Content" ObjectID="_1654987074" r:id="rId88"/>
        </w:object>
      </w:r>
      <w:r>
        <w:rPr>
          <w:spacing w:val="-2"/>
        </w:rPr>
        <w:t>(1.</w:t>
      </w:r>
      <w:r>
        <w:t>039230485)</w:t>
      </w:r>
    </w:p>
    <w:p w:rsidR="00DE45CB" w:rsidRDefault="00DE45CB" w:rsidP="002A6BBD">
      <w:pPr>
        <w:pStyle w:val="ISM"/>
        <w:spacing w:after="60"/>
        <w:ind w:left="1440"/>
        <w:rPr>
          <w:spacing w:val="-2"/>
        </w:rPr>
      </w:pPr>
      <w:r>
        <w:rPr>
          <w:spacing w:val="-2"/>
        </w:rPr>
        <w:t xml:space="preserve"> = </w:t>
      </w:r>
      <w:r w:rsidRPr="003F7247">
        <w:rPr>
          <w:spacing w:val="-2"/>
        </w:rPr>
        <w:t>$</w:t>
      </w:r>
      <w:r w:rsidR="003F7247" w:rsidRPr="003F7247">
        <w:rPr>
          <w:spacing w:val="-2"/>
        </w:rPr>
        <w:t>70,551.25</w:t>
      </w:r>
    </w:p>
    <w:p w:rsidR="00B52301" w:rsidRDefault="00B52301">
      <w:r>
        <w:br w:type="page"/>
      </w:r>
    </w:p>
    <w:p w:rsidR="003F7247" w:rsidRDefault="002043E3" w:rsidP="003F7247">
      <w:pPr>
        <w:pStyle w:val="ISM"/>
        <w:rPr>
          <w:spacing w:val="-2"/>
        </w:rPr>
      </w:pPr>
      <w:r>
        <w:rPr>
          <w:noProof/>
          <w:spacing w:val="-2"/>
          <w:lang w:val="en-US"/>
        </w:rPr>
        <w:lastRenderedPageBreak/>
        <w:pict>
          <v:shape id="AutoShape 44" o:spid="_x0000_s1035" type="#_x0000_t61" style="position:absolute;margin-left:327.25pt;margin-top:3.35pt;width:134pt;height:150.5pt;z-index:251592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" adj="-5094,11302" fillcolor="#cff">
            <v:fill opacity="25443f"/>
            <v:textbox inset="3.6pt,,3.6pt">
              <w:txbxContent>
                <w:p w:rsidR="00466CD8" w:rsidRDefault="00466CD8" w:rsidP="002A6BBD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7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 w:rsidRPr="003F7247">
                    <w:rPr>
                      <w:spacing w:val="-2"/>
                    </w:rPr>
                    <w:t>70551.25</w:t>
                  </w:r>
                  <w:r>
                    <w:t xml:space="preserve">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2000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280,678.01</w:t>
                  </w:r>
                </w:p>
              </w:txbxContent>
            </v:textbox>
            <w10:wrap type="square"/>
          </v:shape>
        </w:pict>
      </w:r>
      <w:r w:rsidR="003F7247">
        <w:tab/>
      </w:r>
      <w:r w:rsidR="003F7247">
        <w:tab/>
        <w:t xml:space="preserve">For the next 14 years, </w:t>
      </w:r>
      <w:r w:rsidR="003F7247" w:rsidRPr="003F7247">
        <w:rPr>
          <w:rFonts w:ascii="Times New Roman" w:hAnsi="Times New Roman"/>
          <w:i/>
        </w:rPr>
        <w:t>j</w:t>
      </w:r>
      <w:r w:rsidR="003F7247">
        <w:t xml:space="preserve"> = 7% </w:t>
      </w:r>
      <w:r w:rsidR="003F7247">
        <w:rPr>
          <w:spacing w:val="-2"/>
        </w:rPr>
        <w:t xml:space="preserve">compounded </w:t>
      </w:r>
      <w:proofErr w:type="spellStart"/>
      <w:r w:rsidR="003F7247">
        <w:rPr>
          <w:spacing w:val="-2"/>
        </w:rPr>
        <w:t>semiannually</w:t>
      </w:r>
      <w:proofErr w:type="spellEnd"/>
      <w:r w:rsidR="003F7247">
        <w:rPr>
          <w:spacing w:val="-2"/>
        </w:rPr>
        <w:t>.</w:t>
      </w:r>
    </w:p>
    <w:p w:rsidR="003F7247" w:rsidRDefault="003F7247" w:rsidP="003F7247">
      <w:pPr>
        <w:pStyle w:val="ISM"/>
      </w:pPr>
      <w:r>
        <w:rPr>
          <w:spacing w:val="-2"/>
        </w:rPr>
        <w:tab/>
      </w:r>
      <w:r>
        <w:rPr>
          <w:spacing w:val="-2"/>
        </w:rPr>
        <w:tab/>
        <w:t xml:space="preserve">We have a simple annuity due with </w:t>
      </w:r>
    </w:p>
    <w:p w:rsidR="003F7247" w:rsidRDefault="003F7247" w:rsidP="003F7247">
      <w:pPr>
        <w:pStyle w:val="ISM"/>
      </w:pPr>
      <w:r>
        <w:tab/>
      </w:r>
      <w:r>
        <w:tab/>
      </w:r>
      <w:r>
        <w:tab/>
        <w:t xml:space="preserve"> </w:t>
      </w:r>
      <w:r>
        <w:rPr>
          <w:rFonts w:ascii="Times New Roman" w:hAnsi="Times New Roman"/>
          <w:i/>
        </w:rPr>
        <w:t>n</w:t>
      </w:r>
      <w:r>
        <w:t xml:space="preserve"> = 2(14) = 28,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rPr>
          <w:rFonts w:ascii="Times New Roman" w:hAnsi="Times New Roman"/>
          <w:i/>
        </w:rPr>
        <w:t xml:space="preserve"> </w:t>
      </w:r>
      <w:r>
        <w:t>= 3.5%</w:t>
      </w:r>
    </w:p>
    <w:p w:rsidR="003F7247" w:rsidRDefault="003F7247" w:rsidP="003F7247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 xml:space="preserve">The overall </w:t>
      </w:r>
      <w:r w:rsidRPr="003F7247">
        <w:rPr>
          <w:spacing w:val="-2"/>
        </w:rPr>
        <w:t xml:space="preserve">future value </w:t>
      </w:r>
      <w:r>
        <w:rPr>
          <w:spacing w:val="-2"/>
        </w:rPr>
        <w:t>is</w:t>
      </w:r>
    </w:p>
    <w:p w:rsidR="003F7247" w:rsidRDefault="002043E3" w:rsidP="003F7247">
      <w:pPr>
        <w:pStyle w:val="ISM"/>
      </w:pPr>
      <w:r>
        <w:rPr>
          <w:noProof/>
          <w:spacing w:val="-2"/>
          <w:lang w:val="en-US"/>
        </w:rPr>
        <w:pict>
          <v:shape id="AutoShape 47" o:spid="_x0000_s1790" type="#_x0000_t88" style="position:absolute;margin-left:281.05pt;margin-top:1pt;width:10.5pt;height:59.5pt;z-index:251593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"/>
        </w:pict>
      </w:r>
      <w:r w:rsidR="003F7247">
        <w:rPr>
          <w:spacing w:val="-2"/>
        </w:rPr>
        <w:tab/>
      </w:r>
      <w:r w:rsidR="003F7247">
        <w:rPr>
          <w:spacing w:val="-2"/>
        </w:rPr>
        <w:tab/>
        <w:t xml:space="preserve"> $70,551.25(</w:t>
      </w:r>
      <w:r w:rsidR="00793F7B" w:rsidRPr="00793F7B">
        <w:rPr>
          <w:position w:val="-10"/>
        </w:rPr>
        <w:object w:dxaOrig="800" w:dyaOrig="360">
          <v:shape id="_x0000_i1070" type="#_x0000_t75" style="width:39.75pt;height:18.75pt" o:ole="">
            <v:imagedata r:id="rId89" o:title=""/>
          </v:shape>
          <o:OLEObject Type="Embed" ProgID="Equation.3" ShapeID="_x0000_i1070" DrawAspect="Content" ObjectID="_1654987075" r:id="rId90"/>
        </w:object>
      </w:r>
      <w:r w:rsidR="003F7247">
        <w:rPr>
          <w:spacing w:val="-2"/>
        </w:rPr>
        <w:t>)</w:t>
      </w:r>
      <w:r w:rsidR="00793F7B">
        <w:rPr>
          <w:spacing w:val="-2"/>
        </w:rPr>
        <w:t xml:space="preserve"> + </w:t>
      </w:r>
      <w:r w:rsidR="003F7247">
        <w:t>$</w:t>
      </w:r>
      <w:r w:rsidR="00793F7B">
        <w:t>2</w:t>
      </w:r>
      <w:r w:rsidR="003F7247">
        <w:t>000</w:t>
      </w:r>
      <w:r w:rsidR="00793F7B" w:rsidRPr="006D769C">
        <w:rPr>
          <w:position w:val="-30"/>
        </w:rPr>
        <w:object w:dxaOrig="1320" w:dyaOrig="720">
          <v:shape id="_x0000_i1071" type="#_x0000_t75" style="width:65.25pt;height:36pt" o:ole="" fillcolor="window">
            <v:imagedata r:id="rId91" o:title=""/>
          </v:shape>
          <o:OLEObject Type="Embed" ProgID="Equation.3" ShapeID="_x0000_i1071" DrawAspect="Content" ObjectID="_1654987076" r:id="rId92"/>
        </w:object>
      </w:r>
      <w:r w:rsidR="003F7247">
        <w:t>(1.0</w:t>
      </w:r>
      <w:r w:rsidR="00793F7B">
        <w:t>35</w:t>
      </w:r>
      <w:r w:rsidR="003F7247">
        <w:t>)</w:t>
      </w:r>
    </w:p>
    <w:p w:rsidR="00793F7B" w:rsidRDefault="00793F7B" w:rsidP="003F7247">
      <w:pPr>
        <w:pStyle w:val="ISM"/>
      </w:pPr>
      <w:r>
        <w:tab/>
      </w:r>
      <w:r>
        <w:tab/>
      </w:r>
      <w:r>
        <w:tab/>
      </w:r>
      <w:r>
        <w:tab/>
        <w:t>= $</w:t>
      </w:r>
      <w:r w:rsidR="003101E9">
        <w:t>184,856.407</w:t>
      </w:r>
      <w:r>
        <w:t xml:space="preserve"> + $</w:t>
      </w:r>
      <w:r w:rsidR="003101E9">
        <w:t>95,821.</w:t>
      </w:r>
      <w:r w:rsidR="00944C82">
        <w:t>599</w:t>
      </w:r>
    </w:p>
    <w:p w:rsidR="00793F7B" w:rsidRDefault="00793F7B" w:rsidP="002A6BBD">
      <w:pPr>
        <w:pStyle w:val="ISM"/>
        <w:spacing w:after="60"/>
        <w:rPr>
          <w:spacing w:val="-2"/>
        </w:rPr>
      </w:pPr>
      <w:r>
        <w:tab/>
      </w:r>
      <w:r>
        <w:tab/>
      </w:r>
      <w:r>
        <w:tab/>
      </w:r>
      <w:r>
        <w:tab/>
        <w:t xml:space="preserve">= </w:t>
      </w:r>
      <w:r w:rsidRPr="00793F7B">
        <w:rPr>
          <w:u w:val="double"/>
        </w:rPr>
        <w:t>$</w:t>
      </w:r>
      <w:r w:rsidR="00944C82" w:rsidRPr="00944C82">
        <w:rPr>
          <w:u w:val="double"/>
        </w:rPr>
        <w:t>280,678.01</w:t>
      </w:r>
    </w:p>
    <w:p w:rsidR="00DE45CB" w:rsidRDefault="00DE45CB" w:rsidP="00793F7B">
      <w:pPr>
        <w:pStyle w:val="ISM"/>
      </w:pPr>
      <w:r>
        <w:tab/>
      </w:r>
      <w:r>
        <w:tab/>
      </w:r>
      <w:r w:rsidR="00793F7B">
        <w:t>Giorgio’s</w:t>
      </w:r>
      <w:r>
        <w:t xml:space="preserve"> RRSP </w:t>
      </w:r>
      <w:r w:rsidR="00793F7B">
        <w:t xml:space="preserve">is worth </w:t>
      </w:r>
      <w:r>
        <w:t>$</w:t>
      </w:r>
      <w:r w:rsidR="003101E9">
        <w:t>280,678.01</w:t>
      </w:r>
      <w:r w:rsidR="00793F7B">
        <w:t xml:space="preserve"> today</w:t>
      </w:r>
      <w:r>
        <w:t>.</w:t>
      </w:r>
    </w:p>
    <w:p w:rsidR="00793F7B" w:rsidRDefault="00793F7B" w:rsidP="00793F7B">
      <w:pPr>
        <w:pStyle w:val="ISM"/>
        <w:spacing w:after="120"/>
        <w:rPr>
          <w:b/>
          <w:i/>
          <w:sz w:val="24"/>
        </w:rPr>
      </w:pPr>
    </w:p>
    <w:p w:rsidR="00877909" w:rsidRDefault="002043E3">
      <w:pPr>
        <w:pStyle w:val="ISMab"/>
      </w:pPr>
      <w:r>
        <w:rPr>
          <w:noProof/>
          <w:sz w:val="16"/>
          <w:szCs w:val="16"/>
          <w:lang w:val="en-US"/>
        </w:rPr>
        <w:pict>
          <v:shape id="AutoShape 48" o:spid="_x0000_s1036" type="#_x0000_t61" style="position:absolute;margin-left:327.25pt;margin-top:9.85pt;width:134pt;height:150.5pt;z-index:251594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" adj="-7576,9365" fillcolor="#cff">
            <v:fill opacity="25443f"/>
            <v:textbox inset="3.6pt,,3.6pt">
              <w:txbxContent>
                <w:p w:rsidR="00466CD8" w:rsidRDefault="00466CD8" w:rsidP="00AC79FD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7.5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spacing w:val="-2"/>
                    </w:rPr>
                    <w:t>0</w:t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400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353,097.50</w:t>
                  </w:r>
                </w:p>
              </w:txbxContent>
            </v:textbox>
            <w10:wrap type="square"/>
          </v:shape>
        </w:pict>
      </w:r>
      <w:r w:rsidR="00DE45CB">
        <w:tab/>
      </w:r>
      <w:r w:rsidR="0054489F">
        <w:t>15</w:t>
      </w:r>
      <w:r w:rsidR="00DE45CB">
        <w:t>.</w:t>
      </w:r>
      <w:r w:rsidR="00DE45CB">
        <w:tab/>
      </w:r>
      <w:proofErr w:type="gramStart"/>
      <w:r w:rsidR="00DE45CB">
        <w:rPr>
          <w:i/>
          <w:iCs/>
        </w:rPr>
        <w:t>a</w:t>
      </w:r>
      <w:proofErr w:type="gramEnd"/>
      <w:r w:rsidR="00DE45CB">
        <w:rPr>
          <w:i/>
          <w:iCs/>
        </w:rPr>
        <w:t>.</w:t>
      </w:r>
      <w:r w:rsidR="00DE45CB">
        <w:tab/>
        <w:t xml:space="preserve">For the monthly contributions, </w:t>
      </w:r>
      <w:r w:rsidR="00DE45CB">
        <w:rPr>
          <w:rFonts w:ascii="Times New Roman" w:hAnsi="Times New Roman"/>
          <w:i/>
        </w:rPr>
        <w:t>PMT</w:t>
      </w:r>
      <w:r w:rsidR="00DE45CB">
        <w:t xml:space="preserve"> = $400,</w:t>
      </w:r>
    </w:p>
    <w:p w:rsidR="00DE45CB" w:rsidRDefault="00877909">
      <w:pPr>
        <w:pStyle w:val="ISMab"/>
      </w:pPr>
      <w:r>
        <w:tab/>
      </w:r>
      <w:r>
        <w:tab/>
      </w:r>
      <w:r>
        <w:tab/>
      </w:r>
      <w:r w:rsidR="00DE45CB">
        <w:t xml:space="preserve"> </w:t>
      </w:r>
      <w:r w:rsidR="00DE45CB">
        <w:rPr>
          <w:rFonts w:ascii="Times New Roman" w:hAnsi="Times New Roman"/>
          <w:i/>
        </w:rPr>
        <w:t>n</w:t>
      </w:r>
      <w:r w:rsidR="00DE45CB">
        <w:t xml:space="preserve"> = 12(25) = 300, </w:t>
      </w:r>
      <w:proofErr w:type="spellStart"/>
      <w:r w:rsidR="00DE45CB">
        <w:rPr>
          <w:rFonts w:ascii="Times New Roman" w:hAnsi="Times New Roman"/>
          <w:i/>
        </w:rPr>
        <w:t>i</w:t>
      </w:r>
      <w:proofErr w:type="spellEnd"/>
      <w:r w:rsidR="00DE45CB">
        <w:t xml:space="preserve"> = </w:t>
      </w:r>
      <w:r w:rsidR="00DE45CB" w:rsidRPr="007E02FE">
        <w:rPr>
          <w:position w:val="-14"/>
        </w:rPr>
        <w:object w:dxaOrig="480" w:dyaOrig="400">
          <v:shape id="_x0000_i1072" type="#_x0000_t75" style="width:23.25pt;height:21pt" o:ole="" fillcolor="window">
            <v:imagedata r:id="rId93" o:title=""/>
          </v:shape>
          <o:OLEObject Type="Embed" ProgID="Equation.3" ShapeID="_x0000_i1072" DrawAspect="Content" ObjectID="_1654987077" r:id="rId94"/>
        </w:object>
      </w:r>
      <w:r w:rsidR="00DE45CB">
        <w:t xml:space="preserve"> = 0.625%</w:t>
      </w:r>
    </w:p>
    <w:p w:rsidR="00877909" w:rsidRDefault="002043E3" w:rsidP="00877909">
      <w:pPr>
        <w:pStyle w:val="ISMab"/>
      </w:pPr>
      <w:r>
        <w:rPr>
          <w:noProof/>
          <w:lang w:val="en-US"/>
        </w:rPr>
        <w:pict>
          <v:shape id="AutoShape 50" o:spid="_x0000_s1778" type="#_x0000_t88" style="position:absolute;margin-left:264.95pt;margin-top:.2pt;width:11.2pt;height:46.9pt;z-index:251596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"/>
        </w:pict>
      </w:r>
      <w:r w:rsidR="00877909">
        <w:tab/>
      </w:r>
      <w:r w:rsidR="00877909">
        <w:tab/>
      </w:r>
      <w:r w:rsidR="00877909">
        <w:tab/>
      </w:r>
      <w:r w:rsidR="00877909" w:rsidRPr="007E02FE">
        <w:rPr>
          <w:spacing w:val="-2"/>
          <w:position w:val="-10"/>
        </w:rPr>
        <w:object w:dxaOrig="880" w:dyaOrig="300">
          <v:shape id="_x0000_i1073" type="#_x0000_t75" style="width:44.25pt;height:15pt" o:ole="" fillcolor="window">
            <v:imagedata r:id="rId43" o:title=""/>
          </v:shape>
          <o:OLEObject Type="Embed" ProgID="Equation.3" ShapeID="_x0000_i1073" DrawAspect="Content" ObjectID="_1654987078" r:id="rId95"/>
        </w:object>
      </w:r>
      <w:r w:rsidR="00877909">
        <w:rPr>
          <w:spacing w:val="-2"/>
        </w:rPr>
        <w:t xml:space="preserve"> = </w:t>
      </w:r>
      <w:r w:rsidR="00877909">
        <w:t>$400</w:t>
      </w:r>
      <w:r w:rsidR="00877909" w:rsidRPr="007E02FE">
        <w:rPr>
          <w:position w:val="-32"/>
        </w:rPr>
        <w:object w:dxaOrig="1700" w:dyaOrig="740">
          <v:shape id="_x0000_i1074" type="#_x0000_t75" style="width:84.75pt;height:36.75pt" o:ole="" fillcolor="window">
            <v:imagedata r:id="rId96" o:title=""/>
          </v:shape>
          <o:OLEObject Type="Embed" ProgID="Equation.3" ShapeID="_x0000_i1074" DrawAspect="Content" ObjectID="_1654987079" r:id="rId97"/>
        </w:object>
      </w:r>
      <w:r w:rsidR="00877909">
        <w:t>(1.00625)</w:t>
      </w:r>
    </w:p>
    <w:p w:rsidR="00877909" w:rsidRDefault="00877909" w:rsidP="00877909">
      <w:pPr>
        <w:pStyle w:val="ISMab"/>
        <w:ind w:left="1800"/>
      </w:pPr>
      <w:r>
        <w:t xml:space="preserve"> = $353,097.50</w:t>
      </w:r>
    </w:p>
    <w:p w:rsidR="00750539" w:rsidRDefault="00750539" w:rsidP="00893F00">
      <w:pPr>
        <w:pStyle w:val="ISMab"/>
        <w:spacing w:after="120"/>
      </w:pPr>
    </w:p>
    <w:p w:rsidR="00B52301" w:rsidRDefault="00B52301">
      <w:pPr>
        <w:pStyle w:val="ISMab"/>
      </w:pPr>
    </w:p>
    <w:p w:rsidR="00B52301" w:rsidRDefault="00B52301">
      <w:pPr>
        <w:pStyle w:val="ISMab"/>
      </w:pPr>
    </w:p>
    <w:p w:rsidR="00877909" w:rsidRDefault="00DE45CB">
      <w:pPr>
        <w:pStyle w:val="ISMab"/>
      </w:pPr>
      <w:r>
        <w:tab/>
      </w:r>
      <w:r>
        <w:tab/>
      </w:r>
      <w:r>
        <w:tab/>
        <w:t xml:space="preserve">For the annual contributions, </w:t>
      </w:r>
      <w:r>
        <w:rPr>
          <w:rFonts w:ascii="Times New Roman" w:hAnsi="Times New Roman"/>
          <w:i/>
        </w:rPr>
        <w:t>PMT</w:t>
      </w:r>
      <w:r>
        <w:t xml:space="preserve"> = $2000,</w:t>
      </w:r>
    </w:p>
    <w:p w:rsidR="00DE45CB" w:rsidRDefault="00877909">
      <w:pPr>
        <w:pStyle w:val="ISMab"/>
      </w:pPr>
      <w:r>
        <w:tab/>
      </w:r>
      <w:r>
        <w:tab/>
      </w:r>
      <w:r>
        <w:tab/>
      </w:r>
      <w:r w:rsidR="00DE45CB">
        <w:t xml:space="preserve"> </w:t>
      </w:r>
      <w:r w:rsidR="00DE45CB">
        <w:rPr>
          <w:rFonts w:ascii="Times New Roman" w:hAnsi="Times New Roman"/>
          <w:i/>
        </w:rPr>
        <w:t>n</w:t>
      </w:r>
      <w:r w:rsidR="00DE45CB">
        <w:t xml:space="preserve"> = 25, </w:t>
      </w:r>
      <w:proofErr w:type="spellStart"/>
      <w:r w:rsidR="00DE45CB">
        <w:rPr>
          <w:rFonts w:ascii="Times New Roman" w:hAnsi="Times New Roman"/>
          <w:i/>
        </w:rPr>
        <w:t>i</w:t>
      </w:r>
      <w:proofErr w:type="spellEnd"/>
      <w:r w:rsidR="00DE45CB">
        <w:t xml:space="preserve"> = 0.625%, and</w:t>
      </w:r>
    </w:p>
    <w:p w:rsidR="00DE45CB" w:rsidRDefault="002043E3">
      <w:pPr>
        <w:pStyle w:val="ISMab"/>
      </w:pPr>
      <w:r>
        <w:rPr>
          <w:noProof/>
          <w:lang w:val="en-US"/>
        </w:rPr>
        <w:pict>
          <v:shape id="AutoShape 49" o:spid="_x0000_s1037" type="#_x0000_t61" style="position:absolute;margin-left:347.55pt;margin-top:23.2pt;width:120pt;height:134.4pt;z-index:251595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" adj="-1422,7594" fillcolor="#cff">
            <v:fill opacity="25443f"/>
            <v:textbox inset="3.6pt,,3.6pt">
              <w:txbxContent>
                <w:p w:rsidR="00466CD8" w:rsidRDefault="00466CD8" w:rsidP="00CB4216">
                  <w:pPr>
                    <w:spacing w:line="260" w:lineRule="exact"/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CB4216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I/Y, PV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2000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152,217.77</w:t>
                  </w:r>
                </w:p>
              </w:txbxContent>
            </v:textbox>
            <w10:wrap type="square"/>
          </v:shape>
        </w:pict>
      </w:r>
      <w:r w:rsidR="00DE45CB">
        <w:tab/>
      </w:r>
      <w:r w:rsidR="00DE45CB">
        <w:tab/>
      </w:r>
      <w:r w:rsidR="00DE45CB">
        <w:tab/>
      </w:r>
      <w:r w:rsidR="00DE45CB">
        <w:rPr>
          <w:rFonts w:ascii="Times New Roman" w:hAnsi="Times New Roman"/>
          <w:i/>
        </w:rPr>
        <w:t>c</w:t>
      </w:r>
      <w:r w:rsidR="00DE45CB">
        <w:t xml:space="preserve"> =</w:t>
      </w:r>
      <w:r w:rsidR="00DE45CB" w:rsidRPr="007E02FE">
        <w:rPr>
          <w:position w:val="-28"/>
        </w:rPr>
        <w:object w:dxaOrig="2600" w:dyaOrig="639">
          <v:shape id="_x0000_i1075" type="#_x0000_t75" style="width:129.75pt;height:30.75pt" o:ole="" fillcolor="window">
            <v:imagedata r:id="rId54" o:title=""/>
          </v:shape>
          <o:OLEObject Type="Embed" ProgID="Equation.3" ShapeID="_x0000_i1075" DrawAspect="Content" ObjectID="_1654987080" r:id="rId98"/>
        </w:object>
      </w:r>
      <w:r w:rsidR="00DE45CB">
        <w:t xml:space="preserve">= </w:t>
      </w:r>
      <w:r w:rsidR="00DE45CB" w:rsidRPr="007E02FE">
        <w:rPr>
          <w:position w:val="-16"/>
        </w:rPr>
        <w:object w:dxaOrig="300" w:dyaOrig="420">
          <v:shape id="_x0000_i1076" type="#_x0000_t75" style="width:15pt;height:21pt" o:ole="" fillcolor="window">
            <v:imagedata r:id="rId56" o:title=""/>
          </v:shape>
          <o:OLEObject Type="Embed" ProgID="Equation.3" ShapeID="_x0000_i1076" DrawAspect="Content" ObjectID="_1654987081" r:id="rId99"/>
        </w:object>
      </w:r>
      <w:r w:rsidR="00DE45CB">
        <w:t xml:space="preserve"> = 12</w:t>
      </w:r>
    </w:p>
    <w:p w:rsidR="00DE45CB" w:rsidRDefault="002043E3">
      <w:pPr>
        <w:pStyle w:val="ISMab"/>
      </w:pPr>
      <w:r>
        <w:rPr>
          <w:noProof/>
          <w:lang w:val="en-US"/>
        </w:rPr>
        <w:pict>
          <v:shape id="AutoShape 56" o:spid="_x0000_s1773" type="#_x0000_t88" style="position:absolute;margin-left:327.25pt;margin-top:7.2pt;width:10.5pt;height:62.3pt;z-index:251598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"/>
        </w:pict>
      </w:r>
      <w:r w:rsidR="00DE45CB">
        <w:tab/>
      </w:r>
      <w:r w:rsidR="00DE45CB">
        <w:tab/>
      </w:r>
      <w:r w:rsidR="00DE45CB">
        <w:tab/>
      </w:r>
      <w:proofErr w:type="gramStart"/>
      <w:r w:rsidR="00DE45CB">
        <w:t>and</w:t>
      </w:r>
      <w:proofErr w:type="gramEnd"/>
      <w:r w:rsidR="00DE45CB">
        <w:tab/>
      </w:r>
      <w:r w:rsidR="00DE45CB" w:rsidRPr="007E02FE">
        <w:rPr>
          <w:position w:val="-10"/>
        </w:rPr>
        <w:object w:dxaOrig="1420" w:dyaOrig="380">
          <v:shape id="_x0000_i1077" type="#_x0000_t75" style="width:71.25pt;height:18.75pt" o:ole="" fillcolor="window">
            <v:imagedata r:id="rId58" o:title=""/>
          </v:shape>
          <o:OLEObject Type="Embed" ProgID="Equation.3" ShapeID="_x0000_i1077" DrawAspect="Content" ObjectID="_1654987082" r:id="rId100"/>
        </w:object>
      </w:r>
      <w:r w:rsidR="00DE45CB">
        <w:t xml:space="preserve"> = </w:t>
      </w:r>
      <w:r w:rsidR="00AC79FD" w:rsidRPr="00AC79FD">
        <w:rPr>
          <w:position w:val="-10"/>
        </w:rPr>
        <w:object w:dxaOrig="1140" w:dyaOrig="360">
          <v:shape id="_x0000_i1078" type="#_x0000_t75" style="width:57pt;height:18.75pt" o:ole="" fillcolor="window">
            <v:imagedata r:id="rId101" o:title=""/>
          </v:shape>
          <o:OLEObject Type="Embed" ProgID="Equation.3" ShapeID="_x0000_i1078" DrawAspect="Content" ObjectID="_1654987083" r:id="rId102"/>
        </w:object>
      </w:r>
      <w:r w:rsidR="00DE45CB">
        <w:t>– 1 = 0.07763259</w:t>
      </w:r>
      <w:r w:rsidR="006C39B2">
        <w:t>9</w:t>
      </w:r>
    </w:p>
    <w:p w:rsidR="00DE45CB" w:rsidRDefault="00DE45CB">
      <w:pPr>
        <w:pStyle w:val="ISMab"/>
      </w:pPr>
      <w:r>
        <w:tab/>
      </w:r>
      <w:r>
        <w:tab/>
      </w:r>
      <w:r>
        <w:tab/>
      </w:r>
      <w:r w:rsidR="00877909" w:rsidRPr="007E02FE">
        <w:rPr>
          <w:spacing w:val="-2"/>
          <w:position w:val="-10"/>
        </w:rPr>
        <w:object w:dxaOrig="880" w:dyaOrig="300">
          <v:shape id="_x0000_i1079" type="#_x0000_t75" style="width:44.25pt;height:15pt" o:ole="" fillcolor="window">
            <v:imagedata r:id="rId43" o:title=""/>
          </v:shape>
          <o:OLEObject Type="Embed" ProgID="Equation.3" ShapeID="_x0000_i1079" DrawAspect="Content" ObjectID="_1654987084" r:id="rId103"/>
        </w:object>
      </w:r>
      <w:r w:rsidR="00877909">
        <w:rPr>
          <w:spacing w:val="-2"/>
        </w:rPr>
        <w:t xml:space="preserve"> =</w:t>
      </w:r>
      <w:r>
        <w:t xml:space="preserve"> $2000</w:t>
      </w:r>
      <w:r w:rsidR="006C39B2" w:rsidRPr="007E02FE">
        <w:rPr>
          <w:position w:val="-32"/>
        </w:rPr>
        <w:object w:dxaOrig="2000" w:dyaOrig="740">
          <v:shape id="_x0000_i1080" type="#_x0000_t75" style="width:99.75pt;height:36.75pt" o:ole="" fillcolor="window">
            <v:imagedata r:id="rId104" o:title=""/>
          </v:shape>
          <o:OLEObject Type="Embed" ProgID="Equation.3" ShapeID="_x0000_i1080" DrawAspect="Content" ObjectID="_1654987085" r:id="rId105"/>
        </w:object>
      </w:r>
      <w:r>
        <w:t>(1.077632599)</w:t>
      </w:r>
    </w:p>
    <w:p w:rsidR="00DE45CB" w:rsidRDefault="00DE45CB" w:rsidP="00877909">
      <w:pPr>
        <w:pStyle w:val="ISMab"/>
        <w:ind w:left="1800"/>
      </w:pPr>
      <w:r>
        <w:t>= $152,217.77</w:t>
      </w:r>
    </w:p>
    <w:p w:rsidR="00AC79FD" w:rsidRDefault="00DE45CB" w:rsidP="00AC79FD">
      <w:pPr>
        <w:pStyle w:val="ISMab"/>
      </w:pPr>
      <w:r>
        <w:tab/>
      </w:r>
      <w:r>
        <w:tab/>
      </w:r>
      <w:r>
        <w:tab/>
        <w:t xml:space="preserve">The plan will be worth </w:t>
      </w:r>
    </w:p>
    <w:p w:rsidR="00AC79FD" w:rsidRDefault="00AC79FD" w:rsidP="00AC79FD">
      <w:pPr>
        <w:pStyle w:val="ISMab"/>
      </w:pPr>
      <w:r>
        <w:tab/>
      </w:r>
      <w:r>
        <w:tab/>
      </w:r>
      <w:r>
        <w:tab/>
      </w:r>
      <w:r>
        <w:tab/>
      </w:r>
      <w:r w:rsidR="00877909">
        <w:t xml:space="preserve">$353,097.50 + $152,217.77 = </w:t>
      </w:r>
      <w:r w:rsidR="00DE45CB" w:rsidRPr="00750539">
        <w:rPr>
          <w:u w:val="double"/>
        </w:rPr>
        <w:t>$505,315</w:t>
      </w:r>
      <w:r w:rsidR="00DE45CB">
        <w:t xml:space="preserve"> </w:t>
      </w:r>
    </w:p>
    <w:p w:rsidR="00DE45CB" w:rsidRDefault="00AC79FD" w:rsidP="00AC79FD">
      <w:pPr>
        <w:pStyle w:val="ISMab"/>
        <w:spacing w:after="120"/>
      </w:pPr>
      <w:r>
        <w:tab/>
      </w:r>
      <w:r>
        <w:tab/>
      </w:r>
      <w:r>
        <w:tab/>
      </w:r>
      <w:r w:rsidR="00DE45CB">
        <w:t>after 25 years.</w:t>
      </w:r>
    </w:p>
    <w:p w:rsidR="00DE45CB" w:rsidRDefault="00DE45CB">
      <w:pPr>
        <w:pStyle w:val="ISMab"/>
        <w:spacing w:after="120" w:line="360" w:lineRule="auto"/>
      </w:pPr>
      <w:r>
        <w:tab/>
      </w:r>
      <w:r>
        <w:tab/>
      </w:r>
      <w:r>
        <w:rPr>
          <w:i/>
          <w:iCs/>
        </w:rPr>
        <w:t>b.</w:t>
      </w:r>
      <w:r>
        <w:rPr>
          <w:i/>
          <w:iCs/>
        </w:rPr>
        <w:tab/>
      </w:r>
      <w:r>
        <w:t>Earnings =</w:t>
      </w:r>
      <w:r>
        <w:rPr>
          <w:i/>
          <w:iCs/>
        </w:rPr>
        <w:t xml:space="preserve"> </w:t>
      </w:r>
      <w:r>
        <w:t>$</w:t>
      </w:r>
      <w:r>
        <w:rPr>
          <w:rFonts w:cs="Arial"/>
        </w:rPr>
        <w:t xml:space="preserve">505,315 </w:t>
      </w:r>
      <w:r>
        <w:rPr>
          <w:rFonts w:cs="Arial"/>
        </w:rPr>
        <w:sym w:font="Symbol" w:char="F02D"/>
      </w:r>
      <w:r>
        <w:rPr>
          <w:rFonts w:cs="Arial"/>
        </w:rPr>
        <w:t xml:space="preserve"> 300($400) </w:t>
      </w:r>
      <w:r>
        <w:rPr>
          <w:rFonts w:cs="Arial"/>
        </w:rPr>
        <w:sym w:font="Symbol" w:char="F02D"/>
      </w:r>
      <w:r>
        <w:rPr>
          <w:rFonts w:cs="Arial"/>
        </w:rPr>
        <w:t xml:space="preserve"> 25($2000) = </w:t>
      </w:r>
      <w:r>
        <w:rPr>
          <w:rFonts w:cs="Arial"/>
          <w:u w:val="double"/>
        </w:rPr>
        <w:t>$335,315</w:t>
      </w:r>
    </w:p>
    <w:p w:rsidR="00B66BAB" w:rsidRDefault="00B66BAB">
      <w:pPr>
        <w:pStyle w:val="ISM"/>
      </w:pPr>
    </w:p>
    <w:p w:rsidR="00B66BAB" w:rsidRDefault="00B66BAB">
      <w:r>
        <w:br w:type="page"/>
      </w:r>
    </w:p>
    <w:p w:rsidR="00DE45CB" w:rsidRDefault="002043E3">
      <w:pPr>
        <w:pStyle w:val="ISM"/>
      </w:pPr>
      <w:r>
        <w:rPr>
          <w:noProof/>
          <w:lang w:val="en-US"/>
        </w:rPr>
        <w:lastRenderedPageBreak/>
        <w:pict>
          <v:shape id="AutoShape 58" o:spid="_x0000_s1038" type="#_x0000_t61" style="position:absolute;margin-left:336.35pt;margin-top:1.75pt;width:125.6pt;height:150.5pt;z-index:251599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" adj="-13242,8331" fillcolor="#cff">
            <v:fill opacity="25443f"/>
            <v:textbox inset="3.6pt,,3.6pt">
              <w:txbxContent>
                <w:p w:rsidR="00466CD8" w:rsidRDefault="00466CD8" w:rsidP="00F732D7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spacing w:val="-2"/>
                    </w:rPr>
                    <w:t>0</w:t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3000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46,936.462</w:t>
                  </w:r>
                </w:p>
              </w:txbxContent>
            </v:textbox>
            <w10:wrap type="square"/>
          </v:shape>
        </w:pict>
      </w:r>
      <w:r w:rsidR="0054489F">
        <w:t>17</w:t>
      </w:r>
      <w:r w:rsidR="00DE45CB">
        <w:t>.</w:t>
      </w:r>
      <w:r w:rsidR="00DE45CB">
        <w:tab/>
        <w:t>The amount in Fay</w:t>
      </w:r>
      <w:r w:rsidR="00621C0F">
        <w:t>’</w:t>
      </w:r>
      <w:r w:rsidR="00DE45CB">
        <w:t>s RRSP on her 31st birthday was</w:t>
      </w:r>
    </w:p>
    <w:p w:rsidR="00F732D7" w:rsidRDefault="002043E3">
      <w:pPr>
        <w:pStyle w:val="ISM"/>
        <w:rPr>
          <w:spacing w:val="-2"/>
        </w:rPr>
      </w:pPr>
      <w:r>
        <w:rPr>
          <w:noProof/>
          <w:lang w:val="en-US"/>
        </w:rPr>
        <w:pict>
          <v:shape id="AutoShape 62" o:spid="_x0000_s1759" type="#_x0000_t88" style="position:absolute;margin-left:236.25pt;margin-top:5.9pt;width:13.3pt;height:87.5pt;z-index:251601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"/>
        </w:pict>
      </w:r>
      <w:r w:rsidR="00DE45CB">
        <w:tab/>
      </w:r>
      <w:r w:rsidR="00DE45CB">
        <w:tab/>
      </w:r>
      <w:r w:rsidR="00F732D7">
        <w:tab/>
      </w:r>
      <w:r w:rsidR="00DE45CB" w:rsidRPr="007E02FE">
        <w:rPr>
          <w:spacing w:val="-2"/>
          <w:position w:val="-34"/>
        </w:rPr>
        <w:object w:dxaOrig="3440" w:dyaOrig="780">
          <v:shape id="_x0000_i1081" type="#_x0000_t75" style="width:171.75pt;height:37.5pt" o:ole="" fillcolor="window">
            <v:imagedata r:id="rId24" o:title=""/>
          </v:shape>
          <o:OLEObject Type="Embed" ProgID="Equation.3" ShapeID="_x0000_i1081" DrawAspect="Content" ObjectID="_1654987086" r:id="rId106"/>
        </w:object>
      </w:r>
      <w:r w:rsidR="00DE45CB">
        <w:rPr>
          <w:spacing w:val="-2"/>
        </w:rPr>
        <w:t xml:space="preserve"> </w:t>
      </w:r>
    </w:p>
    <w:p w:rsidR="00F732D7" w:rsidRDefault="00F732D7" w:rsidP="00F732D7">
      <w:pPr>
        <w:pStyle w:val="ISM"/>
        <w:ind w:left="1620"/>
      </w:pPr>
      <w:r>
        <w:rPr>
          <w:spacing w:val="-2"/>
        </w:rPr>
        <w:t xml:space="preserve"> </w:t>
      </w:r>
      <w:r w:rsidR="00DE45CB">
        <w:t>= $3000</w:t>
      </w:r>
      <w:r w:rsidR="00DE45CB" w:rsidRPr="007E02FE">
        <w:rPr>
          <w:position w:val="-34"/>
        </w:rPr>
        <w:object w:dxaOrig="1260" w:dyaOrig="780">
          <v:shape id="_x0000_i1082" type="#_x0000_t75" style="width:63.75pt;height:37.5pt" o:ole="" fillcolor="window">
            <v:imagedata r:id="rId107" o:title=""/>
          </v:shape>
          <o:OLEObject Type="Embed" ProgID="Equation.3" ShapeID="_x0000_i1082" DrawAspect="Content" ObjectID="_1654987087" r:id="rId108"/>
        </w:object>
      </w:r>
      <w:r w:rsidR="00DE45CB">
        <w:t xml:space="preserve">(1.08) </w:t>
      </w:r>
    </w:p>
    <w:p w:rsidR="00DE45CB" w:rsidRDefault="00DE45CB" w:rsidP="00F732D7">
      <w:pPr>
        <w:pStyle w:val="ISM"/>
        <w:ind w:left="1620"/>
        <w:rPr>
          <w:spacing w:val="-2"/>
        </w:rPr>
      </w:pPr>
      <w:r>
        <w:t>= $46,936.462</w:t>
      </w:r>
    </w:p>
    <w:p w:rsidR="00F732D7" w:rsidRDefault="00F732D7">
      <w:pPr>
        <w:pStyle w:val="ISM"/>
      </w:pPr>
    </w:p>
    <w:p w:rsidR="00F732D7" w:rsidRDefault="00F732D7">
      <w:pPr>
        <w:pStyle w:val="ISM"/>
      </w:pPr>
    </w:p>
    <w:p w:rsidR="00F732D7" w:rsidRDefault="00F732D7">
      <w:pPr>
        <w:pStyle w:val="ISM"/>
      </w:pPr>
    </w:p>
    <w:p w:rsidR="00F732D7" w:rsidRDefault="00F732D7">
      <w:pPr>
        <w:pStyle w:val="ISM"/>
      </w:pPr>
    </w:p>
    <w:p w:rsidR="00893F00" w:rsidRDefault="002043E3">
      <w:pPr>
        <w:pStyle w:val="ISM"/>
      </w:pPr>
      <w:r>
        <w:rPr>
          <w:noProof/>
          <w:lang w:val="en-US"/>
        </w:rPr>
        <w:pict>
          <v:shape id="AutoShape 59" o:spid="_x0000_s1039" type="#_x0000_t61" style="position:absolute;margin-left:326.55pt;margin-top:6.75pt;width:140.3pt;height:102.2pt;z-index:251600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" adj="-11485,8845" fillcolor="#cff">
            <v:fill opacity="25443f"/>
            <v:textbox inset="3.6pt,,3.6pt">
              <w:txbxContent>
                <w:p w:rsidR="00466CD8" w:rsidRDefault="00466CD8">
                  <w:pPr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46,936.462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 xml:space="preserve">: </w:t>
                  </w:r>
                  <w:r w:rsidRPr="00893F00">
                    <w:t>642,566.44</w:t>
                  </w:r>
                </w:p>
              </w:txbxContent>
            </v:textbox>
            <w10:wrap type="square"/>
          </v:shape>
        </w:pict>
      </w:r>
    </w:p>
    <w:p w:rsidR="00F732D7" w:rsidRDefault="00DE45CB">
      <w:pPr>
        <w:pStyle w:val="ISM"/>
      </w:pPr>
      <w:r>
        <w:tab/>
      </w:r>
      <w:r>
        <w:tab/>
        <w:t xml:space="preserve">The future value of this amount at age 65 </w:t>
      </w:r>
    </w:p>
    <w:p w:rsidR="00DE45CB" w:rsidRDefault="00F732D7">
      <w:pPr>
        <w:pStyle w:val="ISM"/>
      </w:pPr>
      <w:r>
        <w:tab/>
      </w:r>
      <w:r>
        <w:tab/>
      </w:r>
      <w:r>
        <w:tab/>
      </w:r>
      <w:r w:rsidR="00DE45CB">
        <w:t>(34 years later) will be</w:t>
      </w:r>
    </w:p>
    <w:p w:rsidR="00DE45CB" w:rsidRDefault="00DE45CB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$46,936.462</w:t>
      </w:r>
      <w:r w:rsidRPr="007E02FE">
        <w:rPr>
          <w:position w:val="-10"/>
        </w:rPr>
        <w:object w:dxaOrig="840" w:dyaOrig="380">
          <v:shape id="_x0000_i1083" type="#_x0000_t75" style="width:42pt;height:18.75pt" o:ole="" fillcolor="window">
            <v:imagedata r:id="rId109" o:title=""/>
          </v:shape>
          <o:OLEObject Type="Embed" ProgID="Equation.3" ShapeID="_x0000_i1083" DrawAspect="Content" ObjectID="_1654987088" r:id="rId110"/>
        </w:object>
      </w:r>
      <w:r>
        <w:t xml:space="preserve"> = </w:t>
      </w:r>
      <w:r>
        <w:rPr>
          <w:u w:val="double"/>
        </w:rPr>
        <w:t>$642,566.44</w:t>
      </w:r>
    </w:p>
    <w:p w:rsidR="00DE45CB" w:rsidRDefault="00DE45CB">
      <w:pPr>
        <w:pStyle w:val="ISM"/>
      </w:pPr>
      <w:r>
        <w:tab/>
      </w:r>
      <w:r>
        <w:tab/>
        <w:t>The amount in Fred</w:t>
      </w:r>
      <w:r w:rsidR="00621C0F">
        <w:t>’</w:t>
      </w:r>
      <w:r>
        <w:t>s RRSP on his 65th birthday will be</w:t>
      </w:r>
    </w:p>
    <w:p w:rsidR="00DE45CB" w:rsidRDefault="00DE45CB">
      <w:pPr>
        <w:pStyle w:val="ISM"/>
        <w:rPr>
          <w:spacing w:val="-2"/>
        </w:rPr>
      </w:pPr>
      <w:r>
        <w:tab/>
      </w:r>
      <w:r>
        <w:tab/>
      </w:r>
      <w:r>
        <w:tab/>
      </w:r>
      <w:r w:rsidR="00F732D7" w:rsidRPr="007E02FE">
        <w:rPr>
          <w:spacing w:val="-2"/>
          <w:position w:val="-10"/>
        </w:rPr>
        <w:object w:dxaOrig="880" w:dyaOrig="300">
          <v:shape id="_x0000_i1084" type="#_x0000_t75" style="width:44.25pt;height:15pt" o:ole="" fillcolor="window">
            <v:imagedata r:id="rId43" o:title=""/>
          </v:shape>
          <o:OLEObject Type="Embed" ProgID="Equation.3" ShapeID="_x0000_i1084" DrawAspect="Content" ObjectID="_1654987089" r:id="rId111"/>
        </w:object>
      </w:r>
      <w:r w:rsidR="00F732D7">
        <w:rPr>
          <w:spacing w:val="-2"/>
        </w:rPr>
        <w:t xml:space="preserve"> </w:t>
      </w:r>
      <w:r>
        <w:t>= $3000</w:t>
      </w:r>
      <w:r w:rsidRPr="007E02FE">
        <w:rPr>
          <w:position w:val="-34"/>
        </w:rPr>
        <w:object w:dxaOrig="1280" w:dyaOrig="780">
          <v:shape id="_x0000_i1085" type="#_x0000_t75" style="width:63.75pt;height:37.5pt" o:ole="" fillcolor="window">
            <v:imagedata r:id="rId112" o:title=""/>
          </v:shape>
          <o:OLEObject Type="Embed" ProgID="Equation.3" ShapeID="_x0000_i1085" DrawAspect="Content" ObjectID="_1654987090" r:id="rId113"/>
        </w:object>
      </w:r>
      <w:r>
        <w:t xml:space="preserve">(1.08) = </w:t>
      </w:r>
      <w:r>
        <w:rPr>
          <w:u w:val="double"/>
        </w:rPr>
        <w:t>$513,950.41</w:t>
      </w:r>
    </w:p>
    <w:p w:rsidR="00DE45CB" w:rsidRDefault="00DE45CB">
      <w:pPr>
        <w:pStyle w:val="ISM"/>
      </w:pPr>
      <w:r>
        <w:tab/>
      </w:r>
      <w:r>
        <w:tab/>
      </w:r>
      <w:r>
        <w:rPr>
          <w:u w:val="double"/>
        </w:rPr>
        <w:t>Fay will have</w:t>
      </w:r>
    </w:p>
    <w:p w:rsidR="00DE45CB" w:rsidRDefault="00DE45CB">
      <w:pPr>
        <w:pStyle w:val="ISM"/>
      </w:pPr>
      <w:r>
        <w:tab/>
      </w:r>
      <w:r>
        <w:tab/>
      </w:r>
      <w:r>
        <w:tab/>
      </w:r>
      <w:r>
        <w:tab/>
        <w:t xml:space="preserve">$642,566.44 – $513,950.41 = </w:t>
      </w:r>
      <w:r>
        <w:rPr>
          <w:u w:val="double"/>
        </w:rPr>
        <w:t>$128,616.03</w:t>
      </w:r>
    </w:p>
    <w:p w:rsidR="00DE45CB" w:rsidRDefault="00DE45CB">
      <w:pPr>
        <w:pStyle w:val="ISM"/>
      </w:pPr>
      <w:r>
        <w:tab/>
      </w:r>
      <w:r>
        <w:tab/>
      </w:r>
      <w:r>
        <w:rPr>
          <w:u w:val="double"/>
        </w:rPr>
        <w:t>more in her RRSP</w:t>
      </w:r>
      <w:r>
        <w:t xml:space="preserve"> at age 65 than Fred will have at age 65.</w:t>
      </w:r>
    </w:p>
    <w:p w:rsidR="003713C9" w:rsidRDefault="003713C9">
      <w:pPr>
        <w:pStyle w:val="ISM"/>
      </w:pPr>
    </w:p>
    <w:p w:rsidR="00B52301" w:rsidRDefault="00B52301">
      <w:pPr>
        <w:pStyle w:val="ISM"/>
      </w:pPr>
    </w:p>
    <w:p w:rsidR="00DE45CB" w:rsidRDefault="00DE45CB" w:rsidP="00896D1B">
      <w:pPr>
        <w:pStyle w:val="ISM"/>
        <w:spacing w:after="60"/>
        <w:rPr>
          <w:b/>
          <w:sz w:val="24"/>
        </w:rPr>
      </w:pPr>
      <w:r>
        <w:rPr>
          <w:b/>
          <w:sz w:val="24"/>
        </w:rPr>
        <w:t xml:space="preserve">Concept </w:t>
      </w:r>
      <w:proofErr w:type="gramStart"/>
      <w:r>
        <w:rPr>
          <w:b/>
          <w:sz w:val="24"/>
        </w:rPr>
        <w:t>Questions  (</w:t>
      </w:r>
      <w:proofErr w:type="gramEnd"/>
      <w:r>
        <w:rPr>
          <w:b/>
          <w:sz w:val="24"/>
        </w:rPr>
        <w:t xml:space="preserve">Section </w:t>
      </w:r>
      <w:r w:rsidR="00170960">
        <w:rPr>
          <w:b/>
          <w:sz w:val="24"/>
        </w:rPr>
        <w:t>13</w:t>
      </w:r>
      <w:r>
        <w:rPr>
          <w:b/>
          <w:sz w:val="24"/>
        </w:rPr>
        <w:t>.2)</w:t>
      </w:r>
    </w:p>
    <w:p w:rsidR="004A7B11" w:rsidRDefault="00DE45CB" w:rsidP="008A2A51">
      <w:pPr>
        <w:pStyle w:val="ISM"/>
        <w:spacing w:after="120"/>
        <w:ind w:left="540" w:hanging="540"/>
      </w:pPr>
      <w:r>
        <w:tab/>
        <w:t>1.</w:t>
      </w:r>
      <w:r>
        <w:tab/>
        <w:t xml:space="preserve">The focal date is at the beginning of the </w:t>
      </w:r>
      <w:r>
        <w:rPr>
          <w:i/>
        </w:rPr>
        <w:t>first</w:t>
      </w:r>
      <w:r>
        <w:t xml:space="preserve"> payment interval. Since payments are at the </w:t>
      </w:r>
      <w:r>
        <w:rPr>
          <w:i/>
        </w:rPr>
        <w:t>beginning</w:t>
      </w:r>
      <w:r>
        <w:t xml:space="preserve"> of each payment interval, the focal date </w:t>
      </w:r>
      <w:r>
        <w:rPr>
          <w:u w:val="double"/>
        </w:rPr>
        <w:t>coincides with the first payment</w:t>
      </w:r>
      <w:r>
        <w:t>.</w:t>
      </w:r>
    </w:p>
    <w:p w:rsidR="004A7B11" w:rsidRDefault="00DE45CB" w:rsidP="008A2A51">
      <w:pPr>
        <w:pStyle w:val="ISM"/>
        <w:ind w:left="540" w:hanging="540"/>
      </w:pPr>
      <w:r>
        <w:tab/>
        <w:t>3.</w:t>
      </w:r>
      <w:r>
        <w:tab/>
        <w:t>Since</w:t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due) = </w:t>
      </w:r>
      <w:r>
        <w:rPr>
          <w:rFonts w:ascii="Times New Roman" w:hAnsi="Times New Roman"/>
          <w:i/>
        </w:rPr>
        <w:t>PV</w:t>
      </w:r>
      <w:r>
        <w:t xml:space="preserve"> </w:t>
      </w:r>
      <w:r>
        <w:rPr>
          <w:sz w:val="24"/>
        </w:rPr>
        <w:sym w:font="Symbol" w:char="F0B4"/>
      </w:r>
      <w:r>
        <w:t xml:space="preserve"> (1+</w:t>
      </w:r>
      <w:r>
        <w:rPr>
          <w:rFonts w:ascii="Times New Roman" w:hAnsi="Times New Roman"/>
          <w:i/>
        </w:rPr>
        <w:t>i</w:t>
      </w:r>
      <w:r>
        <w:t>)</w:t>
      </w:r>
    </w:p>
    <w:p w:rsidR="004A7B11" w:rsidRDefault="00DE45CB" w:rsidP="008A2A51">
      <w:pPr>
        <w:pStyle w:val="ISM"/>
        <w:spacing w:after="120"/>
        <w:ind w:left="547" w:hanging="547"/>
      </w:pPr>
      <w:r>
        <w:tab/>
      </w:r>
      <w:r>
        <w:tab/>
      </w:r>
      <w:proofErr w:type="gramStart"/>
      <w:r>
        <w:t>then</w:t>
      </w:r>
      <w:proofErr w:type="gramEnd"/>
      <w:r>
        <w:t xml:space="preserve"> </w:t>
      </w:r>
      <w:r>
        <w:rPr>
          <w:rFonts w:ascii="Times New Roman" w:hAnsi="Times New Roman"/>
          <w:i/>
        </w:rPr>
        <w:t>PV</w:t>
      </w:r>
      <w:r>
        <w:t xml:space="preserve">(due) is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% larger than </w:t>
      </w:r>
      <w:r>
        <w:rPr>
          <w:rFonts w:ascii="Times New Roman" w:hAnsi="Times New Roman"/>
          <w:i/>
        </w:rPr>
        <w:t>PV</w:t>
      </w:r>
      <w:r>
        <w:t xml:space="preserve">. In the particular case at hand, </w:t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due) will exceed </w:t>
      </w:r>
      <w:r>
        <w:rPr>
          <w:rFonts w:ascii="Times New Roman" w:hAnsi="Times New Roman"/>
          <w:i/>
        </w:rPr>
        <w:t>PV</w:t>
      </w:r>
      <w:r>
        <w:t xml:space="preserve"> by </w:t>
      </w:r>
      <w:r>
        <w:rPr>
          <w:u w:val="double"/>
        </w:rPr>
        <w:t>3%</w:t>
      </w:r>
      <w:r>
        <w:t>.</w:t>
      </w:r>
    </w:p>
    <w:p w:rsidR="00FA1497" w:rsidRDefault="00FA1497" w:rsidP="00AD28D0">
      <w:pPr>
        <w:pStyle w:val="ISM"/>
      </w:pPr>
    </w:p>
    <w:p w:rsidR="00DE45CB" w:rsidRDefault="002043E3">
      <w:pPr>
        <w:pStyle w:val="ISM"/>
        <w:spacing w:after="120"/>
        <w:rPr>
          <w:b/>
          <w:sz w:val="24"/>
        </w:rPr>
      </w:pPr>
      <w:r>
        <w:rPr>
          <w:noProof/>
          <w:lang w:val="en-US"/>
        </w:rPr>
        <w:pict>
          <v:shape id="AutoShape 200" o:spid="_x0000_s1040" type="#_x0000_t61" style="position:absolute;margin-left:339.85pt;margin-top:16.55pt;width:127pt;height:138.6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" adj="-10791,12008" fillcolor="#cff">
            <v:fill opacity="25443f"/>
            <v:textbox inset="3.6pt,,3.6pt">
              <w:txbxContent>
                <w:p w:rsidR="00466CD8" w:rsidRDefault="00466CD8" w:rsidP="00CB4216">
                  <w:pPr>
                    <w:spacing w:line="320" w:lineRule="exact"/>
                    <w:ind w:right="42"/>
                    <w:jc w:val="right"/>
                  </w:pPr>
                  <w:r>
                    <w:t xml:space="preserve">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CB4216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CB4216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466CD8" w:rsidRDefault="00466CD8" w:rsidP="00CB4216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CB4216">
                  <w:pPr>
                    <w:spacing w:line="320" w:lineRule="exact"/>
                    <w:ind w:right="42"/>
                    <w:jc w:val="right"/>
                  </w:pPr>
                  <w:r>
                    <w:t xml:space="preserve">950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28162B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CB4216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CB4216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 xml:space="preserve">: </w:t>
                  </w:r>
                  <w:r w:rsidRPr="0028162B">
                    <w:t>–</w:t>
                  </w:r>
                  <w:r>
                    <w:t>27,938.15</w:t>
                  </w:r>
                </w:p>
              </w:txbxContent>
            </v:textbox>
            <w10:wrap type="square"/>
          </v:shape>
        </w:pict>
      </w:r>
      <w:r w:rsidR="00DE45CB">
        <w:rPr>
          <w:b/>
          <w:sz w:val="24"/>
        </w:rPr>
        <w:t xml:space="preserve">Exercise </w:t>
      </w:r>
      <w:r w:rsidR="00170960">
        <w:rPr>
          <w:b/>
          <w:sz w:val="24"/>
        </w:rPr>
        <w:t>13</w:t>
      </w:r>
      <w:r w:rsidR="00DE45CB">
        <w:rPr>
          <w:b/>
          <w:sz w:val="24"/>
        </w:rPr>
        <w:t>.2</w:t>
      </w:r>
    </w:p>
    <w:p w:rsidR="00CB4216" w:rsidRDefault="00CB4216" w:rsidP="00CB4216">
      <w:pPr>
        <w:pStyle w:val="ISM"/>
      </w:pPr>
      <w:r>
        <w:tab/>
        <w:t>1.</w:t>
      </w:r>
      <w:r>
        <w:tab/>
        <w:t xml:space="preserve">Given: </w:t>
      </w:r>
      <w:r>
        <w:rPr>
          <w:rFonts w:ascii="Times New Roman" w:hAnsi="Times New Roman"/>
          <w:i/>
        </w:rPr>
        <w:t>PMT</w:t>
      </w:r>
      <w:r>
        <w:t xml:space="preserve"> = $950, </w:t>
      </w:r>
      <w:r>
        <w:rPr>
          <w:rFonts w:ascii="Times New Roman" w:hAnsi="Times New Roman"/>
          <w:i/>
        </w:rPr>
        <w:t>j</w:t>
      </w:r>
      <w:r>
        <w:t xml:space="preserve"> = </w:t>
      </w:r>
      <w:r w:rsidR="00896D1B">
        <w:t>4</w:t>
      </w:r>
      <w:r>
        <w:t xml:space="preserve">%, </w:t>
      </w:r>
      <w:r>
        <w:rPr>
          <w:rFonts w:ascii="Times New Roman" w:hAnsi="Times New Roman"/>
          <w:i/>
        </w:rPr>
        <w:t>m</w:t>
      </w:r>
      <w:r>
        <w:t xml:space="preserve"> = 4, </w:t>
      </w:r>
    </w:p>
    <w:p w:rsidR="00CB4216" w:rsidRDefault="00CB4216" w:rsidP="00CB4216">
      <w:pPr>
        <w:pStyle w:val="ISM"/>
        <w:tabs>
          <w:tab w:val="left" w:pos="1260"/>
        </w:tabs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n</w:t>
      </w:r>
      <w:r>
        <w:t xml:space="preserve"> = 4(8.75) = 35, </w:t>
      </w:r>
      <w:proofErr w:type="spellStart"/>
      <w:r w:rsidR="0028162B">
        <w:rPr>
          <w:rFonts w:ascii="Times New Roman" w:hAnsi="Times New Roman"/>
          <w:i/>
        </w:rPr>
        <w:t>i</w:t>
      </w:r>
      <w:proofErr w:type="spellEnd"/>
      <w:r w:rsidR="0028162B">
        <w:t xml:space="preserve"> = </w:t>
      </w:r>
      <w:r w:rsidR="00896D1B" w:rsidRPr="00195C27">
        <w:rPr>
          <w:position w:val="-12"/>
        </w:rPr>
        <w:object w:dxaOrig="300" w:dyaOrig="360">
          <v:shape id="_x0000_i1086" type="#_x0000_t75" style="width:15pt;height:18.75pt" o:ole="" fillcolor="window">
            <v:imagedata r:id="rId114" o:title=""/>
          </v:shape>
          <o:OLEObject Type="Embed" ProgID="Equation.3" ShapeID="_x0000_i1086" DrawAspect="Content" ObjectID="_1654987091" r:id="rId115"/>
        </w:object>
      </w:r>
      <w:r w:rsidR="0028162B">
        <w:t xml:space="preserve"> = </w:t>
      </w:r>
      <w:r w:rsidR="00896D1B">
        <w:t>1</w:t>
      </w:r>
      <w:r w:rsidR="0028162B">
        <w:t>%</w:t>
      </w:r>
    </w:p>
    <w:p w:rsidR="00CB4216" w:rsidRDefault="002043E3" w:rsidP="00CB4216">
      <w:pPr>
        <w:pStyle w:val="ISM"/>
        <w:tabs>
          <w:tab w:val="left" w:pos="900"/>
        </w:tabs>
      </w:pPr>
      <w:r>
        <w:rPr>
          <w:noProof/>
          <w:sz w:val="20"/>
          <w:lang w:val="en-US"/>
        </w:rPr>
        <w:pict>
          <v:shape id="AutoShape 199" o:spid="_x0000_s1752" type="#_x0000_t88" style="position:absolute;margin-left:251.6pt;margin-top:5.55pt;width:9pt;height:8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"/>
        </w:pict>
      </w:r>
      <w:r w:rsidR="00CB4216">
        <w:tab/>
      </w:r>
      <w:r w:rsidR="00CB4216">
        <w:tab/>
      </w:r>
      <w:proofErr w:type="gramStart"/>
      <w:r w:rsidR="00CB4216" w:rsidRPr="0054489F">
        <w:rPr>
          <w:i/>
        </w:rPr>
        <w:t>a</w:t>
      </w:r>
      <w:proofErr w:type="gramEnd"/>
      <w:r w:rsidR="00CB4216" w:rsidRPr="0054489F">
        <w:rPr>
          <w:i/>
        </w:rPr>
        <w:t>.</w:t>
      </w:r>
      <w:r w:rsidR="00CB4216">
        <w:tab/>
      </w:r>
      <w:r w:rsidR="0028162B" w:rsidRPr="007E02FE">
        <w:rPr>
          <w:spacing w:val="-2"/>
          <w:position w:val="-36"/>
        </w:rPr>
        <w:object w:dxaOrig="2520" w:dyaOrig="840">
          <v:shape id="_x0000_i1087" type="#_x0000_t75" style="width:126.75pt;height:42pt" o:ole="" fillcolor="window">
            <v:imagedata r:id="rId116" o:title=""/>
          </v:shape>
          <o:OLEObject Type="Embed" ProgID="Equation.2" ShapeID="_x0000_i1087" DrawAspect="Content" ObjectID="_1654987092" r:id="rId117"/>
        </w:object>
      </w:r>
      <w:r w:rsidR="00CB4216">
        <w:t xml:space="preserve"> </w:t>
      </w:r>
    </w:p>
    <w:p w:rsidR="00CB4216" w:rsidRDefault="00CB4216" w:rsidP="00CB4216">
      <w:pPr>
        <w:pStyle w:val="ISM"/>
        <w:tabs>
          <w:tab w:val="left" w:pos="900"/>
        </w:tabs>
        <w:ind w:left="1620"/>
      </w:pPr>
      <w:r>
        <w:rPr>
          <w:spacing w:val="-2"/>
        </w:rPr>
        <w:t xml:space="preserve">= </w:t>
      </w:r>
      <w:r w:rsidR="0028162B">
        <w:t>$950</w:t>
      </w:r>
      <w:r w:rsidR="00896D1B" w:rsidRPr="00896D1B">
        <w:rPr>
          <w:position w:val="-32"/>
        </w:rPr>
        <w:object w:dxaOrig="1260" w:dyaOrig="760">
          <v:shape id="_x0000_i1088" type="#_x0000_t75" style="width:63.75pt;height:37.5pt" o:ole="" fillcolor="window">
            <v:imagedata r:id="rId118" o:title=""/>
          </v:shape>
          <o:OLEObject Type="Embed" ProgID="Equation.3" ShapeID="_x0000_i1088" DrawAspect="Content" ObjectID="_1654987093" r:id="rId119"/>
        </w:object>
      </w:r>
    </w:p>
    <w:p w:rsidR="00CB4216" w:rsidRDefault="00CB4216" w:rsidP="00CB4216">
      <w:pPr>
        <w:pStyle w:val="ISM"/>
        <w:tabs>
          <w:tab w:val="left" w:pos="900"/>
        </w:tabs>
        <w:spacing w:after="120"/>
        <w:ind w:left="1627"/>
        <w:rPr>
          <w:u w:val="double"/>
        </w:rPr>
      </w:pPr>
      <w:r>
        <w:t xml:space="preserve">= </w:t>
      </w:r>
      <w:r>
        <w:rPr>
          <w:u w:val="double"/>
        </w:rPr>
        <w:t>$</w:t>
      </w:r>
      <w:r w:rsidR="00896D1B">
        <w:rPr>
          <w:u w:val="double"/>
        </w:rPr>
        <w:t>27,938.15</w:t>
      </w:r>
    </w:p>
    <w:p w:rsidR="00B52301" w:rsidRDefault="00B52301">
      <w:r>
        <w:br w:type="page"/>
      </w:r>
    </w:p>
    <w:p w:rsidR="00CB4216" w:rsidRDefault="002043E3" w:rsidP="00CB4216">
      <w:pPr>
        <w:pStyle w:val="ISM"/>
        <w:tabs>
          <w:tab w:val="left" w:pos="900"/>
        </w:tabs>
      </w:pPr>
      <w:r>
        <w:rPr>
          <w:noProof/>
          <w:lang w:val="en-US"/>
        </w:rPr>
        <w:lastRenderedPageBreak/>
        <w:pict>
          <v:shape id="AutoShape 198" o:spid="_x0000_s1041" type="#_x0000_t61" style="position:absolute;margin-left:357.5pt;margin-top:20.1pt;width:113.7pt;height:93.4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" adj="-15122,4993" fillcolor="#cff">
            <v:fill opacity="25443f"/>
            <v:textbox inset="3.6pt,,3.6pt">
              <w:txbxContent>
                <w:p w:rsidR="00466CD8" w:rsidRDefault="00466CD8" w:rsidP="00CB4216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CB4216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I/Y, P/Y, C/Y</w:t>
                  </w:r>
                </w:p>
                <w:p w:rsidR="00466CD8" w:rsidRDefault="00466CD8" w:rsidP="00CB4216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N, PMT,</w:t>
                  </w:r>
                  <w:r w:rsidRPr="0028162B"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FV</w:t>
                  </w:r>
                </w:p>
                <w:p w:rsidR="00466CD8" w:rsidRDefault="00466CD8" w:rsidP="00CB4216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CB4216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 xml:space="preserve">: </w:t>
                  </w:r>
                  <w:r w:rsidRPr="004E2F1B">
                    <w:t>–</w:t>
                  </w:r>
                  <w:r>
                    <w:t>28,217.53</w:t>
                  </w:r>
                </w:p>
              </w:txbxContent>
            </v:textbox>
            <w10:wrap type="square"/>
          </v:shape>
        </w:pict>
      </w:r>
      <w:r>
        <w:rPr>
          <w:noProof/>
          <w:sz w:val="20"/>
          <w:lang w:val="en-US"/>
        </w:rPr>
        <w:pict>
          <v:shape id="AutoShape 197" o:spid="_x0000_s1749" type="#_x0000_t88" style="position:absolute;margin-left:251.6pt;margin-top:5.55pt;width:9pt;height:81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"/>
        </w:pict>
      </w:r>
      <w:r w:rsidR="00CB4216">
        <w:tab/>
      </w:r>
      <w:r w:rsidR="00CB4216">
        <w:tab/>
      </w:r>
      <w:proofErr w:type="gramStart"/>
      <w:r w:rsidR="00CB4216">
        <w:rPr>
          <w:i/>
        </w:rPr>
        <w:t>b</w:t>
      </w:r>
      <w:proofErr w:type="gramEnd"/>
      <w:r w:rsidR="00CB4216" w:rsidRPr="0054489F">
        <w:rPr>
          <w:i/>
        </w:rPr>
        <w:t>.</w:t>
      </w:r>
      <w:r w:rsidR="00CB4216">
        <w:tab/>
      </w:r>
      <w:r w:rsidR="0028162B" w:rsidRPr="007E02FE">
        <w:rPr>
          <w:spacing w:val="-2"/>
          <w:position w:val="-36"/>
        </w:rPr>
        <w:object w:dxaOrig="3720" w:dyaOrig="840">
          <v:shape id="_x0000_i1089" type="#_x0000_t75" style="width:186pt;height:42pt" o:ole="" fillcolor="window">
            <v:imagedata r:id="rId120" o:title=""/>
          </v:shape>
          <o:OLEObject Type="Embed" ProgID="Equation.2" ShapeID="_x0000_i1089" DrawAspect="Content" ObjectID="_1654987094" r:id="rId121"/>
        </w:object>
      </w:r>
      <w:r w:rsidR="00CB4216">
        <w:t xml:space="preserve"> </w:t>
      </w:r>
    </w:p>
    <w:p w:rsidR="00CB4216" w:rsidRDefault="00CB4216" w:rsidP="00CB4216">
      <w:pPr>
        <w:pStyle w:val="ISM"/>
        <w:tabs>
          <w:tab w:val="left" w:pos="900"/>
        </w:tabs>
        <w:ind w:left="1620"/>
      </w:pPr>
      <w:r>
        <w:rPr>
          <w:spacing w:val="-2"/>
        </w:rPr>
        <w:t xml:space="preserve">= </w:t>
      </w:r>
      <w:r>
        <w:t>$</w:t>
      </w:r>
      <w:r w:rsidR="0028162B">
        <w:t>95</w:t>
      </w:r>
      <w:r>
        <w:t>0</w:t>
      </w:r>
      <w:r w:rsidR="00896D1B" w:rsidRPr="00896D1B">
        <w:rPr>
          <w:position w:val="-32"/>
        </w:rPr>
        <w:object w:dxaOrig="1260" w:dyaOrig="760">
          <v:shape id="_x0000_i1090" type="#_x0000_t75" style="width:63.75pt;height:37.5pt" o:ole="" fillcolor="window">
            <v:imagedata r:id="rId122" o:title=""/>
          </v:shape>
          <o:OLEObject Type="Embed" ProgID="Equation.3" ShapeID="_x0000_i1090" DrawAspect="Content" ObjectID="_1654987095" r:id="rId123"/>
        </w:object>
      </w:r>
      <w:r>
        <w:t>(1.0</w:t>
      </w:r>
      <w:r w:rsidR="00896D1B">
        <w:t>1</w:t>
      </w:r>
      <w:r>
        <w:t xml:space="preserve">) </w:t>
      </w:r>
    </w:p>
    <w:p w:rsidR="00CB4216" w:rsidRDefault="00CB4216" w:rsidP="00CB4216">
      <w:pPr>
        <w:pStyle w:val="ISM"/>
        <w:tabs>
          <w:tab w:val="left" w:pos="900"/>
        </w:tabs>
        <w:spacing w:after="120"/>
        <w:ind w:left="1627"/>
        <w:rPr>
          <w:u w:val="double"/>
        </w:rPr>
      </w:pPr>
      <w:r>
        <w:t xml:space="preserve">= </w:t>
      </w:r>
      <w:r>
        <w:rPr>
          <w:u w:val="double"/>
        </w:rPr>
        <w:t>$</w:t>
      </w:r>
      <w:r w:rsidR="004E2F1B">
        <w:rPr>
          <w:u w:val="double"/>
        </w:rPr>
        <w:t>2</w:t>
      </w:r>
      <w:r w:rsidR="0029213A">
        <w:rPr>
          <w:u w:val="double"/>
        </w:rPr>
        <w:t>8,217.53</w:t>
      </w:r>
    </w:p>
    <w:p w:rsidR="00B57048" w:rsidRDefault="00CB4216" w:rsidP="00CB4216">
      <w:pPr>
        <w:pStyle w:val="ISM"/>
        <w:tabs>
          <w:tab w:val="left" w:pos="900"/>
        </w:tabs>
      </w:pPr>
      <w:r>
        <w:tab/>
      </w:r>
      <w:r>
        <w:tab/>
      </w:r>
    </w:p>
    <w:p w:rsidR="00CB4216" w:rsidRDefault="00CB4216" w:rsidP="009D5F5C">
      <w:pPr>
        <w:pStyle w:val="ISM"/>
        <w:tabs>
          <w:tab w:val="left" w:pos="900"/>
        </w:tabs>
        <w:ind w:left="567"/>
      </w:pPr>
      <w:r w:rsidRPr="00B52F85">
        <w:rPr>
          <w:i/>
        </w:rPr>
        <w:t>c</w:t>
      </w:r>
      <w:r>
        <w:t>.</w:t>
      </w:r>
      <w:r>
        <w:tab/>
        <w:t xml:space="preserve">Percent difference = </w:t>
      </w:r>
      <w:r w:rsidR="00EB5757" w:rsidRPr="0029213A">
        <w:rPr>
          <w:position w:val="-28"/>
        </w:rPr>
        <w:object w:dxaOrig="3180" w:dyaOrig="660">
          <v:shape id="_x0000_i1091" type="#_x0000_t75" style="width:159pt;height:34.5pt" o:ole="" fillcolor="window">
            <v:imagedata r:id="rId124" o:title=""/>
          </v:shape>
          <o:OLEObject Type="Embed" ProgID="Equation.3" ShapeID="_x0000_i1091" DrawAspect="Content" ObjectID="_1654987096" r:id="rId125"/>
        </w:object>
      </w:r>
    </w:p>
    <w:p w:rsidR="00CB4216" w:rsidRDefault="00CB4216" w:rsidP="00CB4216">
      <w:pPr>
        <w:pStyle w:val="ISM"/>
        <w:tabs>
          <w:tab w:val="left" w:pos="900"/>
        </w:tabs>
        <w:spacing w:after="120"/>
        <w:ind w:left="2606"/>
      </w:pPr>
      <w:r>
        <w:t xml:space="preserve">  = </w:t>
      </w:r>
      <w:r w:rsidR="0029213A">
        <w:rPr>
          <w:u w:val="double"/>
        </w:rPr>
        <w:t>1</w:t>
      </w:r>
      <w:r w:rsidRPr="00B52F85">
        <w:rPr>
          <w:u w:val="double"/>
        </w:rPr>
        <w:t>.0%</w:t>
      </w:r>
    </w:p>
    <w:p w:rsidR="00774BA3" w:rsidRDefault="00774BA3" w:rsidP="00327502">
      <w:pPr>
        <w:pStyle w:val="ISMab"/>
      </w:pPr>
    </w:p>
    <w:p w:rsidR="00327502" w:rsidRDefault="002043E3" w:rsidP="00327502">
      <w:pPr>
        <w:pStyle w:val="ISMab"/>
      </w:pPr>
      <w:r>
        <w:rPr>
          <w:noProof/>
          <w:sz w:val="20"/>
          <w:lang w:val="en-US"/>
        </w:rPr>
        <w:pict>
          <v:shape id="AutoShape 202" o:spid="_x0000_s1042" type="#_x0000_t61" style="position:absolute;margin-left:344.75pt;margin-top:18.75pt;width:124.9pt;height:153.1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" adj="-15893,8758" fillcolor="#cff">
            <v:fill opacity="25443f"/>
            <v:textbox inset="3.6pt,,3.6pt">
              <w:txbxContent>
                <w:p w:rsidR="00466CD8" w:rsidRDefault="00466CD8" w:rsidP="00327502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27502">
                  <w:pPr>
                    <w:spacing w:line="320" w:lineRule="exact"/>
                    <w:ind w:right="42"/>
                    <w:jc w:val="right"/>
                  </w:pPr>
                  <w:r>
                    <w:t xml:space="preserve">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2750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2750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466CD8" w:rsidRDefault="00466CD8" w:rsidP="0032750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27502">
                  <w:pPr>
                    <w:spacing w:line="320" w:lineRule="exact"/>
                    <w:ind w:right="42"/>
                    <w:jc w:val="right"/>
                  </w:pPr>
                  <w:r>
                    <w:t xml:space="preserve">1000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2750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2750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327502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 xml:space="preserve">: </w:t>
                  </w:r>
                  <w:r w:rsidRPr="00EC5C61">
                    <w:t>–</w:t>
                  </w:r>
                  <w:r>
                    <w:t>32,052.08</w:t>
                  </w:r>
                </w:p>
              </w:txbxContent>
            </v:textbox>
            <w10:wrap type="square"/>
          </v:shape>
        </w:pict>
      </w:r>
      <w:r w:rsidR="00327502">
        <w:t>3.</w:t>
      </w:r>
      <w:r w:rsidR="00327502">
        <w:tab/>
      </w:r>
      <w:r w:rsidR="00327502">
        <w:rPr>
          <w:i/>
          <w:iCs/>
        </w:rPr>
        <w:t>a.</w:t>
      </w:r>
      <w:r w:rsidR="00327502">
        <w:tab/>
        <w:t xml:space="preserve">Given: </w:t>
      </w:r>
      <w:r w:rsidR="00327502">
        <w:rPr>
          <w:rFonts w:ascii="Times New Roman" w:hAnsi="Times New Roman"/>
          <w:i/>
        </w:rPr>
        <w:t>PMT</w:t>
      </w:r>
      <w:r w:rsidR="00327502">
        <w:t xml:space="preserve"> = $1000, </w:t>
      </w:r>
      <w:r w:rsidR="00327502">
        <w:rPr>
          <w:rFonts w:ascii="Times New Roman" w:hAnsi="Times New Roman"/>
          <w:i/>
        </w:rPr>
        <w:t>n</w:t>
      </w:r>
      <w:r w:rsidR="00327502">
        <w:t xml:space="preserve"> = 2(25) = 50, </w:t>
      </w:r>
      <w:proofErr w:type="spellStart"/>
      <w:r w:rsidR="00327502">
        <w:rPr>
          <w:rFonts w:ascii="Times New Roman" w:hAnsi="Times New Roman"/>
          <w:i/>
        </w:rPr>
        <w:t>i</w:t>
      </w:r>
      <w:proofErr w:type="spellEnd"/>
      <w:r w:rsidR="00327502">
        <w:t xml:space="preserve"> = </w:t>
      </w:r>
      <w:r w:rsidR="00F1382D" w:rsidRPr="00F1382D">
        <w:rPr>
          <w:position w:val="-12"/>
        </w:rPr>
        <w:object w:dxaOrig="300" w:dyaOrig="360">
          <v:shape id="_x0000_i1092" type="#_x0000_t75" style="width:15pt;height:18.75pt" o:ole="">
            <v:imagedata r:id="rId126" o:title=""/>
          </v:shape>
          <o:OLEObject Type="Embed" ProgID="Equation.3" ShapeID="_x0000_i1092" DrawAspect="Content" ObjectID="_1654987097" r:id="rId127"/>
        </w:object>
      </w:r>
      <w:r w:rsidR="00327502">
        <w:t xml:space="preserve"> = </w:t>
      </w:r>
      <w:r w:rsidR="00F1382D">
        <w:t>2</w:t>
      </w:r>
      <w:r w:rsidR="00327502">
        <w:t>%</w:t>
      </w:r>
    </w:p>
    <w:p w:rsidR="00327502" w:rsidRDefault="002043E3" w:rsidP="00327502">
      <w:pPr>
        <w:pStyle w:val="ISMab"/>
        <w:rPr>
          <w:spacing w:val="-2"/>
        </w:rPr>
      </w:pPr>
      <w:r>
        <w:rPr>
          <w:noProof/>
          <w:sz w:val="20"/>
          <w:lang w:val="en-US"/>
        </w:rPr>
        <w:pict>
          <v:shape id="AutoShape 201" o:spid="_x0000_s1738" type="#_x0000_t88" style="position:absolute;margin-left:236.25pt;margin-top:5.7pt;width:9pt;height:81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"/>
        </w:pict>
      </w:r>
      <w:r w:rsidR="00327502">
        <w:tab/>
      </w:r>
      <w:r w:rsidR="00327502">
        <w:tab/>
      </w:r>
      <w:r w:rsidR="00327502">
        <w:tab/>
      </w:r>
      <w:r w:rsidR="00327502" w:rsidRPr="007E02FE">
        <w:rPr>
          <w:spacing w:val="-2"/>
          <w:position w:val="-34"/>
        </w:rPr>
        <w:object w:dxaOrig="3519" w:dyaOrig="780">
          <v:shape id="_x0000_i1093" type="#_x0000_t75" style="width:174.75pt;height:37.5pt" o:ole="" fillcolor="window">
            <v:imagedata r:id="rId128" o:title=""/>
          </v:shape>
          <o:OLEObject Type="Embed" ProgID="Equation.3" ShapeID="_x0000_i1093" DrawAspect="Content" ObjectID="_1654987098" r:id="rId129"/>
        </w:object>
      </w:r>
    </w:p>
    <w:p w:rsidR="00327502" w:rsidRDefault="00327502" w:rsidP="00327502">
      <w:pPr>
        <w:pStyle w:val="ISMab"/>
        <w:ind w:left="1800"/>
      </w:pPr>
      <w:r>
        <w:t>= $1000</w:t>
      </w:r>
      <w:r w:rsidR="00F1382D" w:rsidRPr="007E02FE">
        <w:rPr>
          <w:position w:val="-32"/>
        </w:rPr>
        <w:object w:dxaOrig="1280" w:dyaOrig="760">
          <v:shape id="_x0000_i1094" type="#_x0000_t75" style="width:63.75pt;height:37.5pt" o:ole="" fillcolor="window">
            <v:imagedata r:id="rId130" o:title=""/>
          </v:shape>
          <o:OLEObject Type="Embed" ProgID="Equation.3" ShapeID="_x0000_i1094" DrawAspect="Content" ObjectID="_1654987099" r:id="rId131"/>
        </w:object>
      </w:r>
      <w:r>
        <w:t>(1.0</w:t>
      </w:r>
      <w:r w:rsidR="00F1382D">
        <w:t>2</w:t>
      </w:r>
      <w:r>
        <w:t xml:space="preserve">) </w:t>
      </w:r>
    </w:p>
    <w:p w:rsidR="00327502" w:rsidRDefault="00327502" w:rsidP="00327502">
      <w:pPr>
        <w:pStyle w:val="ISMab"/>
        <w:spacing w:line="360" w:lineRule="auto"/>
        <w:ind w:left="1800"/>
        <w:rPr>
          <w:u w:val="double"/>
        </w:rPr>
      </w:pPr>
      <w:r>
        <w:t xml:space="preserve">= </w:t>
      </w:r>
      <w:r>
        <w:rPr>
          <w:u w:val="double"/>
        </w:rPr>
        <w:t>$</w:t>
      </w:r>
      <w:r w:rsidR="00F1382D">
        <w:rPr>
          <w:u w:val="double"/>
        </w:rPr>
        <w:t>32,052.08</w:t>
      </w:r>
    </w:p>
    <w:p w:rsidR="00327502" w:rsidRDefault="002043E3" w:rsidP="00327502">
      <w:pPr>
        <w:pStyle w:val="ISMab"/>
      </w:pPr>
      <w:r>
        <w:rPr>
          <w:noProof/>
          <w:spacing w:val="-2"/>
          <w:lang w:val="en-US"/>
        </w:rPr>
        <w:pict>
          <v:shape id="AutoShape 203" o:spid="_x0000_s1043" type="#_x0000_t61" style="position:absolute;margin-left:235.55pt;margin-top:12pt;width:99.7pt;height:96.4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" adj="-9858,15117" fillcolor="#cff">
            <v:fill opacity="25443f"/>
            <v:textbox inset="3.6pt,,3.6pt">
              <w:txbxContent>
                <w:p w:rsidR="00466CD8" w:rsidRDefault="00466CD8" w:rsidP="00327502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27502">
                  <w:pPr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C/Y, N</w:t>
                  </w:r>
                </w:p>
                <w:p w:rsidR="00466CD8" w:rsidRDefault="00466CD8" w:rsidP="00327502">
                  <w:pPr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PMT, FV</w:t>
                  </w:r>
                </w:p>
                <w:p w:rsidR="00466CD8" w:rsidRDefault="00466CD8" w:rsidP="00327502">
                  <w:pPr>
                    <w:spacing w:line="320" w:lineRule="exact"/>
                    <w:ind w:right="42"/>
                    <w:jc w:val="right"/>
                  </w:pPr>
                  <w:r>
                    <w:t xml:space="preserve">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2750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327502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 xml:space="preserve">: </w:t>
                  </w:r>
                  <w:r w:rsidRPr="00EC5C61">
                    <w:t>–</w:t>
                  </w:r>
                  <w:r w:rsidRPr="00417F93">
                    <w:t>22,341.47</w:t>
                  </w:r>
                </w:p>
              </w:txbxContent>
            </v:textbox>
            <w10:wrap type="square"/>
          </v:shape>
        </w:pict>
      </w:r>
      <w:r w:rsidR="00327502">
        <w:rPr>
          <w:spacing w:val="-2"/>
        </w:rPr>
        <w:tab/>
      </w:r>
      <w:r w:rsidR="00327502">
        <w:rPr>
          <w:spacing w:val="-2"/>
        </w:rPr>
        <w:tab/>
      </w:r>
      <w:r w:rsidR="00327502">
        <w:rPr>
          <w:i/>
          <w:iCs/>
          <w:spacing w:val="-2"/>
        </w:rPr>
        <w:t>b.</w:t>
      </w:r>
      <w:r w:rsidR="00327502">
        <w:rPr>
          <w:spacing w:val="-2"/>
        </w:rPr>
        <w:tab/>
        <w:t xml:space="preserve">If instead, </w:t>
      </w:r>
      <w:proofErr w:type="spellStart"/>
      <w:r w:rsidR="00327502">
        <w:rPr>
          <w:rFonts w:ascii="Times New Roman" w:hAnsi="Times New Roman"/>
          <w:i/>
        </w:rPr>
        <w:t>i</w:t>
      </w:r>
      <w:proofErr w:type="spellEnd"/>
      <w:r w:rsidR="00327502">
        <w:t xml:space="preserve"> = </w:t>
      </w:r>
      <w:r w:rsidR="00327502" w:rsidRPr="007E02FE">
        <w:rPr>
          <w:position w:val="-14"/>
        </w:rPr>
        <w:object w:dxaOrig="340" w:dyaOrig="400">
          <v:shape id="_x0000_i1095" type="#_x0000_t75" style="width:17.25pt;height:21pt" o:ole="">
            <v:imagedata r:id="rId132" o:title=""/>
          </v:shape>
          <o:OLEObject Type="Embed" ProgID="Equation.3" ShapeID="_x0000_i1095" DrawAspect="Content" ObjectID="_1654987100" r:id="rId133"/>
        </w:object>
      </w:r>
      <w:r w:rsidR="00327502">
        <w:t xml:space="preserve"> = 4%</w:t>
      </w:r>
    </w:p>
    <w:p w:rsidR="00327502" w:rsidRDefault="00327502" w:rsidP="00327502">
      <w:pPr>
        <w:pStyle w:val="ISMab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 w:rsidRPr="007E02FE">
        <w:rPr>
          <w:spacing w:val="-2"/>
          <w:position w:val="-10"/>
        </w:rPr>
        <w:object w:dxaOrig="880" w:dyaOrig="300">
          <v:shape id="_x0000_i1096" type="#_x0000_t75" style="width:44.25pt;height:15pt" o:ole="" fillcolor="window">
            <v:imagedata r:id="rId134" o:title=""/>
          </v:shape>
          <o:OLEObject Type="Embed" ProgID="Equation.3" ShapeID="_x0000_i1096" DrawAspect="Content" ObjectID="_1654987101" r:id="rId135"/>
        </w:object>
      </w:r>
      <w:r>
        <w:t>= $1000</w:t>
      </w:r>
      <w:r w:rsidRPr="007E02FE">
        <w:rPr>
          <w:position w:val="-32"/>
        </w:rPr>
        <w:object w:dxaOrig="1359" w:dyaOrig="740">
          <v:shape id="_x0000_i1097" type="#_x0000_t75" style="width:67.5pt;height:36.75pt" o:ole="" fillcolor="window">
            <v:imagedata r:id="rId136" o:title=""/>
          </v:shape>
          <o:OLEObject Type="Embed" ProgID="Equation.3" ShapeID="_x0000_i1097" DrawAspect="Content" ObjectID="_1654987102" r:id="rId137"/>
        </w:object>
      </w:r>
      <w:r>
        <w:t>(1.04)</w:t>
      </w:r>
    </w:p>
    <w:p w:rsidR="00327502" w:rsidRDefault="00327502" w:rsidP="00327502">
      <w:pPr>
        <w:pStyle w:val="ISMab"/>
        <w:spacing w:after="360" w:line="480" w:lineRule="auto"/>
        <w:ind w:left="1800"/>
        <w:rPr>
          <w:u w:val="double"/>
        </w:rPr>
      </w:pPr>
      <w:r>
        <w:t xml:space="preserve">= </w:t>
      </w:r>
      <w:r>
        <w:rPr>
          <w:u w:val="double"/>
        </w:rPr>
        <w:t>$22,341.47</w:t>
      </w:r>
    </w:p>
    <w:p w:rsidR="00B52301" w:rsidRDefault="00B52301" w:rsidP="00327502">
      <w:pPr>
        <w:pStyle w:val="ISMab"/>
      </w:pPr>
    </w:p>
    <w:p w:rsidR="00B52301" w:rsidRDefault="00B52301" w:rsidP="00327502">
      <w:pPr>
        <w:pStyle w:val="ISMab"/>
      </w:pPr>
    </w:p>
    <w:p w:rsidR="00093A3C" w:rsidRDefault="00327502" w:rsidP="0031525E">
      <w:r>
        <w:t>5.</w:t>
      </w:r>
      <w:r>
        <w:tab/>
        <w:t xml:space="preserve">Given: </w:t>
      </w:r>
      <w:r>
        <w:rPr>
          <w:rFonts w:ascii="Times New Roman" w:hAnsi="Times New Roman"/>
          <w:i/>
        </w:rPr>
        <w:t>PMT</w:t>
      </w:r>
      <w:r>
        <w:t xml:space="preserve"> = $3000, </w:t>
      </w:r>
      <w:r>
        <w:rPr>
          <w:rFonts w:ascii="Times New Roman" w:hAnsi="Times New Roman"/>
          <w:i/>
        </w:rPr>
        <w:t>n</w:t>
      </w:r>
      <w:r>
        <w:t xml:space="preserve"> = 2(4.5) = 9, </w:t>
      </w:r>
    </w:p>
    <w:p w:rsidR="00327502" w:rsidRDefault="002043E3" w:rsidP="00327502">
      <w:pPr>
        <w:pStyle w:val="ISM"/>
      </w:pPr>
      <w:r>
        <w:rPr>
          <w:noProof/>
          <w:lang w:val="en-US"/>
        </w:rPr>
        <w:pict>
          <v:shape id="AutoShape 204" o:spid="_x0000_s1044" type="#_x0000_t61" style="position:absolute;margin-left:341.75pt;margin-top:-20.7pt;width:121.1pt;height:154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" adj="-4495,11466" fillcolor="#cff">
            <v:fill opacity="25443f"/>
            <v:textbox inset="3.6pt,,3.6pt">
              <w:txbxContent>
                <w:p w:rsidR="00466CD8" w:rsidRDefault="00466CD8" w:rsidP="00327502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27502">
                  <w:pPr>
                    <w:spacing w:line="320" w:lineRule="exact"/>
                    <w:ind w:right="42"/>
                    <w:jc w:val="right"/>
                  </w:pPr>
                  <w:r>
                    <w:t xml:space="preserve">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2750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2750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2750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9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27502">
                  <w:pPr>
                    <w:spacing w:line="320" w:lineRule="exact"/>
                    <w:ind w:right="42"/>
                    <w:jc w:val="right"/>
                  </w:pPr>
                  <w:r>
                    <w:t xml:space="preserve">3000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2750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27502">
                  <w:pPr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327502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–24,486.41</w:t>
                  </w:r>
                </w:p>
              </w:txbxContent>
            </v:textbox>
            <w10:wrap type="square"/>
          </v:shape>
        </w:pict>
      </w:r>
      <w:r w:rsidR="00093A3C">
        <w:tab/>
      </w:r>
      <w:r w:rsidR="00093A3C">
        <w:tab/>
        <w:t>Then</w:t>
      </w:r>
      <w:r w:rsidR="00093A3C">
        <w:tab/>
      </w:r>
      <w:proofErr w:type="spellStart"/>
      <w:r w:rsidR="00327502">
        <w:rPr>
          <w:rFonts w:ascii="Times New Roman" w:hAnsi="Times New Roman"/>
          <w:i/>
        </w:rPr>
        <w:t>i</w:t>
      </w:r>
      <w:proofErr w:type="spellEnd"/>
      <w:r w:rsidR="00327502">
        <w:t xml:space="preserve"> = </w:t>
      </w:r>
      <w:r w:rsidR="00326A4E" w:rsidRPr="00326A4E">
        <w:rPr>
          <w:position w:val="-12"/>
        </w:rPr>
        <w:object w:dxaOrig="300" w:dyaOrig="360">
          <v:shape id="_x0000_i1098" type="#_x0000_t75" style="width:15pt;height:18.75pt" o:ole="" fillcolor="window">
            <v:imagedata r:id="rId138" o:title=""/>
          </v:shape>
          <o:OLEObject Type="Embed" ProgID="Equation.3" ShapeID="_x0000_i1098" DrawAspect="Content" ObjectID="_1654987103" r:id="rId139"/>
        </w:object>
      </w:r>
      <w:r w:rsidR="00327502">
        <w:t xml:space="preserve"> = </w:t>
      </w:r>
      <w:r w:rsidR="00326A4E" w:rsidRPr="00D33376">
        <w:rPr>
          <w:position w:val="-6"/>
        </w:rPr>
        <w:object w:dxaOrig="639" w:dyaOrig="320">
          <v:shape id="_x0000_i1099" type="#_x0000_t75" style="width:30.75pt;height:15.75pt" o:ole="" fillcolor="window">
            <v:imagedata r:id="rId140" o:title=""/>
          </v:shape>
          <o:OLEObject Type="Embed" ProgID="Equation.3" ShapeID="_x0000_i1099" DrawAspect="Content" ObjectID="_1654987104" r:id="rId141"/>
        </w:object>
      </w:r>
      <w:r w:rsidR="00327502">
        <w:t xml:space="preserve">%, </w:t>
      </w:r>
      <w:r w:rsidR="00327502">
        <w:rPr>
          <w:rFonts w:ascii="Times New Roman" w:hAnsi="Times New Roman"/>
          <w:i/>
        </w:rPr>
        <w:t>c</w:t>
      </w:r>
      <w:r w:rsidR="00327502">
        <w:t xml:space="preserve"> = </w:t>
      </w:r>
      <w:r w:rsidR="00327502" w:rsidRPr="007E02FE">
        <w:rPr>
          <w:position w:val="-16"/>
        </w:rPr>
        <w:object w:dxaOrig="300" w:dyaOrig="420">
          <v:shape id="_x0000_i1100" type="#_x0000_t75" style="width:15pt;height:21pt" o:ole="" fillcolor="window">
            <v:imagedata r:id="rId142" o:title=""/>
          </v:shape>
          <o:OLEObject Type="Embed" ProgID="Equation.3" ShapeID="_x0000_i1100" DrawAspect="Content" ObjectID="_1654987105" r:id="rId143"/>
        </w:object>
      </w:r>
      <w:r w:rsidR="00327502">
        <w:t xml:space="preserve"> = 6</w:t>
      </w:r>
      <w:r w:rsidR="00093A3C">
        <w:t xml:space="preserve"> and </w:t>
      </w:r>
    </w:p>
    <w:p w:rsidR="00327502" w:rsidRDefault="002043E3" w:rsidP="00327502">
      <w:pPr>
        <w:pStyle w:val="ISM"/>
      </w:pPr>
      <w:r>
        <w:rPr>
          <w:noProof/>
          <w:lang w:val="en-US"/>
        </w:rPr>
        <w:pict>
          <v:shape id="AutoShape 205" o:spid="_x0000_s1724" type="#_x0000_t88" style="position:absolute;margin-left:299.25pt;margin-top:6.4pt;width:17.5pt;height:99.4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"/>
        </w:pict>
      </w:r>
      <w:r w:rsidR="00327502">
        <w:tab/>
      </w:r>
      <w:r w:rsidR="00327502">
        <w:tab/>
      </w:r>
      <w:r w:rsidR="00327502">
        <w:tab/>
      </w:r>
      <w:r w:rsidR="00327502" w:rsidRPr="007E02FE">
        <w:rPr>
          <w:position w:val="-10"/>
        </w:rPr>
        <w:object w:dxaOrig="1420" w:dyaOrig="380">
          <v:shape id="_x0000_i1101" type="#_x0000_t75" style="width:71.25pt;height:18.75pt" o:ole="" fillcolor="window">
            <v:imagedata r:id="rId58" o:title=""/>
          </v:shape>
          <o:OLEObject Type="Embed" ProgID="Equation.3" ShapeID="_x0000_i1101" DrawAspect="Content" ObjectID="_1654987106" r:id="rId144"/>
        </w:object>
      </w:r>
      <w:r w:rsidR="00327502">
        <w:t xml:space="preserve"> = </w:t>
      </w:r>
      <w:r w:rsidR="00326A4E" w:rsidRPr="00D33376">
        <w:rPr>
          <w:position w:val="-10"/>
        </w:rPr>
        <w:object w:dxaOrig="1100" w:dyaOrig="400">
          <v:shape id="_x0000_i1102" type="#_x0000_t75" style="width:54.75pt;height:21pt" o:ole="" fillcolor="window">
            <v:imagedata r:id="rId145" o:title=""/>
          </v:shape>
          <o:OLEObject Type="Embed" ProgID="Equation.3" ShapeID="_x0000_i1102" DrawAspect="Content" ObjectID="_1654987107" r:id="rId146"/>
        </w:object>
      </w:r>
      <w:r w:rsidR="00327502">
        <w:t>– 1 = 0.0</w:t>
      </w:r>
      <w:r w:rsidR="00326A4E">
        <w:t>25261868</w:t>
      </w:r>
    </w:p>
    <w:p w:rsidR="00327502" w:rsidRDefault="00327502" w:rsidP="00327502">
      <w:pPr>
        <w:pStyle w:val="ISM"/>
        <w:rPr>
          <w:spacing w:val="-2"/>
        </w:rPr>
      </w:pPr>
      <w:r>
        <w:tab/>
      </w:r>
      <w:r>
        <w:tab/>
      </w:r>
      <w:r>
        <w:tab/>
      </w:r>
      <w:r w:rsidRPr="007E02FE">
        <w:rPr>
          <w:spacing w:val="-2"/>
          <w:position w:val="-34"/>
        </w:rPr>
        <w:object w:dxaOrig="3519" w:dyaOrig="780">
          <v:shape id="_x0000_i1103" type="#_x0000_t75" style="width:174.75pt;height:37.5pt" o:ole="" fillcolor="window">
            <v:imagedata r:id="rId128" o:title=""/>
          </v:shape>
          <o:OLEObject Type="Embed" ProgID="Equation.3" ShapeID="_x0000_i1103" DrawAspect="Content" ObjectID="_1654987108" r:id="rId147"/>
        </w:object>
      </w:r>
    </w:p>
    <w:p w:rsidR="00327502" w:rsidRDefault="00327502" w:rsidP="00327502">
      <w:pPr>
        <w:pStyle w:val="ISM"/>
        <w:ind w:firstLine="1620"/>
      </w:pPr>
      <w:r>
        <w:t>= $3000</w:t>
      </w:r>
      <w:r w:rsidR="00326A4E" w:rsidRPr="00326A4E">
        <w:rPr>
          <w:position w:val="-32"/>
        </w:rPr>
        <w:object w:dxaOrig="2040" w:dyaOrig="760">
          <v:shape id="_x0000_i1104" type="#_x0000_t75" style="width:102pt;height:37.5pt" o:ole="" fillcolor="window">
            <v:imagedata r:id="rId148" o:title=""/>
          </v:shape>
          <o:OLEObject Type="Embed" ProgID="Equation.3" ShapeID="_x0000_i1104" DrawAspect="Content" ObjectID="_1654987109" r:id="rId149"/>
        </w:object>
      </w:r>
      <w:r>
        <w:t>(1.0</w:t>
      </w:r>
      <w:r w:rsidR="00326A4E">
        <w:t>25261868</w:t>
      </w:r>
      <w:r>
        <w:t xml:space="preserve">) </w:t>
      </w:r>
    </w:p>
    <w:p w:rsidR="00327502" w:rsidRDefault="00327502" w:rsidP="00093A3C">
      <w:pPr>
        <w:pStyle w:val="ISM"/>
        <w:spacing w:after="60"/>
        <w:ind w:firstLine="1627"/>
        <w:rPr>
          <w:u w:val="double"/>
        </w:rPr>
      </w:pPr>
      <w:r>
        <w:t xml:space="preserve">= </w:t>
      </w:r>
      <w:r>
        <w:rPr>
          <w:u w:val="double"/>
        </w:rPr>
        <w:t>$</w:t>
      </w:r>
      <w:r w:rsidR="00326A4E">
        <w:rPr>
          <w:u w:val="double"/>
        </w:rPr>
        <w:t>24,486.41</w:t>
      </w:r>
    </w:p>
    <w:p w:rsidR="00093A3C" w:rsidRPr="00093A3C" w:rsidRDefault="00093A3C" w:rsidP="00093A3C">
      <w:pPr>
        <w:pStyle w:val="ISM"/>
      </w:pPr>
      <w:r w:rsidRPr="00093A3C">
        <w:tab/>
      </w:r>
      <w:r w:rsidRPr="00093A3C">
        <w:tab/>
      </w:r>
      <w:r w:rsidRPr="00093A3C">
        <w:tab/>
      </w:r>
      <w:r>
        <w:t>The book value of the lease liability is $2</w:t>
      </w:r>
      <w:r w:rsidR="00326A4E">
        <w:t>4,486.41</w:t>
      </w:r>
      <w:r>
        <w:t>.</w:t>
      </w:r>
    </w:p>
    <w:p w:rsidR="00B52301" w:rsidRDefault="00B52301">
      <w:pPr>
        <w:rPr>
          <w:u w:val="double"/>
        </w:rPr>
      </w:pPr>
      <w:r>
        <w:rPr>
          <w:u w:val="double"/>
        </w:rPr>
        <w:br w:type="page"/>
      </w:r>
    </w:p>
    <w:p w:rsidR="00BA0088" w:rsidRDefault="00BA0088" w:rsidP="00BA0088">
      <w:pPr>
        <w:pStyle w:val="ISMab"/>
        <w:rPr>
          <w:spacing w:val="-2"/>
        </w:rPr>
      </w:pPr>
      <w:r>
        <w:rPr>
          <w:spacing w:val="-2"/>
        </w:rPr>
        <w:lastRenderedPageBreak/>
        <w:tab/>
      </w:r>
      <w:r w:rsidR="00FA1497">
        <w:rPr>
          <w:spacing w:val="-2"/>
        </w:rPr>
        <w:t>7</w:t>
      </w:r>
      <w:r>
        <w:rPr>
          <w:spacing w:val="-2"/>
        </w:rPr>
        <w:t>.</w:t>
      </w:r>
      <w:r>
        <w:rPr>
          <w:spacing w:val="-2"/>
        </w:rPr>
        <w:tab/>
      </w:r>
      <w:r>
        <w:rPr>
          <w:i/>
          <w:iCs/>
          <w:spacing w:val="-2"/>
        </w:rPr>
        <w:t>a</w:t>
      </w:r>
      <w:r>
        <w:rPr>
          <w:spacing w:val="-2"/>
        </w:rPr>
        <w:t>.</w:t>
      </w:r>
      <w:r>
        <w:rPr>
          <w:spacing w:val="-2"/>
        </w:rPr>
        <w:tab/>
        <w:t>Purchase price = Present value of payments (which form a simple annuity due.)</w:t>
      </w:r>
    </w:p>
    <w:p w:rsidR="00BA0088" w:rsidRDefault="002043E3" w:rsidP="00BA0088">
      <w:pPr>
        <w:pStyle w:val="ISMab"/>
        <w:rPr>
          <w:spacing w:val="-2"/>
        </w:rPr>
      </w:pPr>
      <w:r>
        <w:rPr>
          <w:noProof/>
          <w:lang w:val="en-US"/>
        </w:rPr>
        <w:pict>
          <v:shape id="AutoShape 80" o:spid="_x0000_s1046" type="#_x0000_t61" style="position:absolute;margin-left:323.75pt;margin-top:3.8pt;width:130.5pt;height:149.8pt;z-index:251602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" adj="-9021,8781" fillcolor="#cff">
            <v:fill opacity="25443f"/>
            <v:textbox inset="3.6pt,,3.6pt">
              <w:txbxContent>
                <w:p w:rsidR="00466CD8" w:rsidRDefault="00466CD8" w:rsidP="00417F93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18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60.26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1468.90</w:t>
                  </w:r>
                </w:p>
              </w:txbxContent>
            </v:textbox>
            <w10:wrap type="square"/>
          </v:shape>
        </w:pict>
      </w:r>
      <w:r w:rsidR="00BA0088">
        <w:rPr>
          <w:spacing w:val="-2"/>
        </w:rPr>
        <w:tab/>
      </w:r>
      <w:r w:rsidR="00BA0088">
        <w:rPr>
          <w:spacing w:val="-2"/>
        </w:rPr>
        <w:tab/>
      </w:r>
      <w:r w:rsidR="00BA0088">
        <w:rPr>
          <w:spacing w:val="-2"/>
        </w:rPr>
        <w:tab/>
        <w:t xml:space="preserve">With </w:t>
      </w:r>
      <w:r w:rsidR="00BA0088">
        <w:rPr>
          <w:rFonts w:ascii="Times New Roman" w:hAnsi="Times New Roman"/>
          <w:i/>
        </w:rPr>
        <w:t>PMT</w:t>
      </w:r>
      <w:r w:rsidR="00BA0088">
        <w:t xml:space="preserve"> = $60.26, </w:t>
      </w:r>
      <w:r w:rsidR="00BA0088">
        <w:rPr>
          <w:rFonts w:ascii="Times New Roman" w:hAnsi="Times New Roman"/>
          <w:i/>
        </w:rPr>
        <w:t>n</w:t>
      </w:r>
      <w:r w:rsidR="00BA0088">
        <w:t xml:space="preserve"> = 30, </w:t>
      </w:r>
      <w:proofErr w:type="spellStart"/>
      <w:r w:rsidR="00BA0088">
        <w:rPr>
          <w:rFonts w:ascii="Times New Roman" w:hAnsi="Times New Roman"/>
          <w:i/>
        </w:rPr>
        <w:t>i</w:t>
      </w:r>
      <w:proofErr w:type="spellEnd"/>
      <w:r w:rsidR="00BA0088">
        <w:rPr>
          <w:rFonts w:ascii="Times New Roman" w:hAnsi="Times New Roman"/>
          <w:i/>
        </w:rPr>
        <w:t xml:space="preserve"> </w:t>
      </w:r>
      <w:r w:rsidR="00BA0088">
        <w:t xml:space="preserve">= </w:t>
      </w:r>
      <w:r w:rsidR="00BA0088" w:rsidRPr="007E02FE">
        <w:rPr>
          <w:position w:val="-14"/>
        </w:rPr>
        <w:object w:dxaOrig="420" w:dyaOrig="400">
          <v:shape id="_x0000_i1105" type="#_x0000_t75" style="width:21pt;height:21pt" o:ole="" fillcolor="window">
            <v:imagedata r:id="rId150" o:title=""/>
          </v:shape>
          <o:OLEObject Type="Embed" ProgID="Equation.3" ShapeID="_x0000_i1105" DrawAspect="Content" ObjectID="_1654987110" r:id="rId151"/>
        </w:object>
      </w:r>
      <w:r w:rsidR="00BA0088">
        <w:t xml:space="preserve"> = 1.5%,</w:t>
      </w:r>
    </w:p>
    <w:p w:rsidR="00417F93" w:rsidRDefault="002043E3" w:rsidP="00BA0088">
      <w:pPr>
        <w:pStyle w:val="ISMab"/>
      </w:pPr>
      <w:r>
        <w:rPr>
          <w:noProof/>
          <w:lang w:val="en-US"/>
        </w:rPr>
        <w:pict>
          <v:shape id="AutoShape 81" o:spid="_x0000_s1711" type="#_x0000_t88" style="position:absolute;margin-left:252.35pt;margin-top:4.8pt;width:11.9pt;height:81.9pt;z-index:251603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"/>
        </w:pict>
      </w:r>
      <w:r w:rsidR="00BA0088">
        <w:tab/>
      </w:r>
      <w:r w:rsidR="00BA0088">
        <w:tab/>
      </w:r>
      <w:r w:rsidR="00BA0088">
        <w:tab/>
      </w:r>
      <w:r w:rsidR="00BA0088" w:rsidRPr="007E02FE">
        <w:rPr>
          <w:spacing w:val="-2"/>
          <w:position w:val="-34"/>
        </w:rPr>
        <w:object w:dxaOrig="3519" w:dyaOrig="780">
          <v:shape id="_x0000_i1106" type="#_x0000_t75" style="width:174.75pt;height:37.5pt" o:ole="" fillcolor="window">
            <v:imagedata r:id="rId128" o:title=""/>
          </v:shape>
          <o:OLEObject Type="Embed" ProgID="Equation.3" ShapeID="_x0000_i1106" DrawAspect="Content" ObjectID="_1654987111" r:id="rId152"/>
        </w:object>
      </w:r>
      <w:r w:rsidR="00BA0088">
        <w:t xml:space="preserve"> </w:t>
      </w:r>
    </w:p>
    <w:p w:rsidR="00417F93" w:rsidRDefault="00BA0088" w:rsidP="00417F93">
      <w:pPr>
        <w:pStyle w:val="ISMab"/>
        <w:ind w:left="1800"/>
      </w:pPr>
      <w:r>
        <w:t>= $60.26</w:t>
      </w:r>
      <w:r w:rsidRPr="007E02FE">
        <w:rPr>
          <w:position w:val="-32"/>
        </w:rPr>
        <w:object w:dxaOrig="1480" w:dyaOrig="740">
          <v:shape id="_x0000_i1107" type="#_x0000_t75" style="width:74.25pt;height:36.75pt" o:ole="" fillcolor="window">
            <v:imagedata r:id="rId153" o:title=""/>
          </v:shape>
          <o:OLEObject Type="Embed" ProgID="Equation.3" ShapeID="_x0000_i1107" DrawAspect="Content" ObjectID="_1654987112" r:id="rId154"/>
        </w:object>
      </w:r>
      <w:r>
        <w:t xml:space="preserve">(1.015) </w:t>
      </w:r>
    </w:p>
    <w:p w:rsidR="00BA0088" w:rsidRDefault="00BA0088" w:rsidP="00417F93">
      <w:pPr>
        <w:pStyle w:val="ISMab"/>
        <w:ind w:left="1800"/>
        <w:rPr>
          <w:u w:val="double"/>
        </w:rPr>
      </w:pPr>
      <w:r>
        <w:t xml:space="preserve">= </w:t>
      </w:r>
      <w:r>
        <w:rPr>
          <w:u w:val="double"/>
        </w:rPr>
        <w:t>$1468.90</w:t>
      </w:r>
    </w:p>
    <w:p w:rsidR="00BA0088" w:rsidRDefault="00BA0088" w:rsidP="00BA0088">
      <w:pPr>
        <w:pStyle w:val="ISMab"/>
        <w:spacing w:line="360" w:lineRule="auto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>The purchase price was $1468.90.</w:t>
      </w:r>
    </w:p>
    <w:p w:rsidR="00BA0088" w:rsidRDefault="00BA0088" w:rsidP="00417F93">
      <w:pPr>
        <w:pStyle w:val="ISMab"/>
        <w:spacing w:after="240" w:line="360" w:lineRule="auto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i/>
          <w:iCs/>
          <w:spacing w:val="-2"/>
        </w:rPr>
        <w:t>b.</w:t>
      </w:r>
      <w:r>
        <w:rPr>
          <w:spacing w:val="-2"/>
        </w:rPr>
        <w:tab/>
        <w:t xml:space="preserve">Interest paid = 30($60.26) </w:t>
      </w:r>
      <w:r>
        <w:rPr>
          <w:rFonts w:cs="Arial"/>
        </w:rPr>
        <w:sym w:font="Symbol" w:char="F02D"/>
      </w:r>
      <w:r>
        <w:rPr>
          <w:rFonts w:cs="Arial"/>
        </w:rPr>
        <w:t xml:space="preserve"> $</w:t>
      </w:r>
      <w:r>
        <w:rPr>
          <w:spacing w:val="-2"/>
        </w:rPr>
        <w:t xml:space="preserve">1468.90 = </w:t>
      </w:r>
      <w:r>
        <w:rPr>
          <w:spacing w:val="-2"/>
          <w:u w:val="double"/>
        </w:rPr>
        <w:t>$338.90</w:t>
      </w:r>
      <w:r>
        <w:rPr>
          <w:spacing w:val="-2"/>
        </w:rPr>
        <w:t>.</w:t>
      </w:r>
    </w:p>
    <w:p w:rsidR="00BA0088" w:rsidRDefault="00BA0088" w:rsidP="00BA0088">
      <w:pPr>
        <w:pStyle w:val="ISM"/>
        <w:rPr>
          <w:spacing w:val="-2"/>
        </w:rPr>
      </w:pPr>
    </w:p>
    <w:p w:rsidR="0093177A" w:rsidRDefault="002043E3" w:rsidP="0093177A">
      <w:pPr>
        <w:pStyle w:val="ISMab"/>
      </w:pPr>
      <w:r>
        <w:rPr>
          <w:noProof/>
          <w:lang w:val="en-US"/>
        </w:rPr>
        <w:pict>
          <v:shape id="AutoShape 270" o:spid="_x0000_s1047" type="#_x0000_t61" style="position:absolute;margin-left:350.75pt;margin-top:3.75pt;width:129.8pt;height:149.8pt;z-index:251724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" adj="-7563,12011" fillcolor="#cff">
            <v:fill opacity="25443f"/>
            <v:textbox inset="3.6pt,,3.6pt">
              <w:txbxContent>
                <w:p w:rsidR="00466CD8" w:rsidRDefault="00466CD8" w:rsidP="0093177A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</w:pPr>
                  <w:r>
                    <w:t xml:space="preserve">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93177A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</w:pPr>
                  <w:r>
                    <w:t xml:space="preserve">2700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93177A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131,043.62</w:t>
                  </w:r>
                </w:p>
              </w:txbxContent>
            </v:textbox>
            <w10:wrap type="square"/>
          </v:shape>
        </w:pict>
      </w:r>
      <w:r w:rsidR="00BA0088">
        <w:tab/>
      </w:r>
      <w:r w:rsidR="00FA1497">
        <w:t>9</w:t>
      </w:r>
      <w:r w:rsidR="00BA0088">
        <w:t>.</w:t>
      </w:r>
      <w:r w:rsidR="00BA0088">
        <w:tab/>
      </w:r>
      <w:r w:rsidR="0093177A">
        <w:rPr>
          <w:i/>
        </w:rPr>
        <w:t>a.</w:t>
      </w:r>
      <w:r w:rsidR="0093177A">
        <w:tab/>
        <w:t xml:space="preserve">The initial lease liability is the present value of all </w:t>
      </w:r>
    </w:p>
    <w:p w:rsidR="0093177A" w:rsidRDefault="0093177A" w:rsidP="0093177A">
      <w:pPr>
        <w:pStyle w:val="ISMab"/>
      </w:pPr>
      <w:r>
        <w:tab/>
      </w:r>
      <w:r>
        <w:tab/>
      </w:r>
      <w:r>
        <w:tab/>
        <w:t>payments discounted at the cost of borrowing.</w:t>
      </w:r>
    </w:p>
    <w:p w:rsidR="0093177A" w:rsidRDefault="0093177A" w:rsidP="0093177A">
      <w:pPr>
        <w:pStyle w:val="ISMab"/>
      </w:pPr>
      <w:r>
        <w:tab/>
      </w:r>
      <w:r>
        <w:tab/>
      </w:r>
      <w:r>
        <w:tab/>
        <w:t>The payments form a simple annuity due having</w:t>
      </w:r>
    </w:p>
    <w:p w:rsidR="0093177A" w:rsidRDefault="0093177A" w:rsidP="0093177A">
      <w:pPr>
        <w:pStyle w:val="ISMab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$2700, </w:t>
      </w:r>
      <w:r>
        <w:rPr>
          <w:rFonts w:ascii="Times New Roman" w:hAnsi="Times New Roman"/>
          <w:i/>
        </w:rPr>
        <w:t>n</w:t>
      </w:r>
      <w:r>
        <w:t xml:space="preserve"> = 12(5) = 60,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4"/>
        </w:rPr>
        <w:object w:dxaOrig="340" w:dyaOrig="400">
          <v:shape id="_x0000_i1108" type="#_x0000_t75" style="width:17.25pt;height:21pt" o:ole="" fillcolor="window">
            <v:imagedata r:id="rId155" o:title=""/>
          </v:shape>
          <o:OLEObject Type="Embed" ProgID="Equation.3" ShapeID="_x0000_i1108" DrawAspect="Content" ObjectID="_1654987113" r:id="rId156"/>
        </w:object>
      </w:r>
      <w:r>
        <w:t xml:space="preserve"> = 0.75%</w:t>
      </w:r>
    </w:p>
    <w:p w:rsidR="004A7B11" w:rsidRDefault="002043E3" w:rsidP="00C44FAA">
      <w:pPr>
        <w:pStyle w:val="ISMab"/>
        <w:tabs>
          <w:tab w:val="left" w:pos="6835"/>
        </w:tabs>
        <w:spacing w:after="60"/>
      </w:pPr>
      <w:r>
        <w:rPr>
          <w:noProof/>
          <w:lang w:val="en-US"/>
        </w:rPr>
        <w:pict>
          <v:shape id="AutoShape 267" o:spid="_x0000_s1697" type="#_x0000_t88" style="position:absolute;margin-left:286.65pt;margin-top:4pt;width:10.5pt;height:48.3pt;z-index:251721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"/>
        </w:pict>
      </w:r>
      <w:r w:rsidR="0093177A">
        <w:tab/>
      </w:r>
      <w:r w:rsidR="0093177A">
        <w:tab/>
      </w:r>
      <w:r w:rsidR="0093177A">
        <w:tab/>
        <w:t>Lease liability = $2700</w:t>
      </w:r>
      <w:r w:rsidR="0093177A" w:rsidRPr="007E02FE">
        <w:rPr>
          <w:position w:val="-32"/>
        </w:rPr>
        <w:object w:dxaOrig="1600" w:dyaOrig="740">
          <v:shape id="_x0000_i1109" type="#_x0000_t75" style="width:80.25pt;height:36.75pt" o:ole="" fillcolor="window">
            <v:imagedata r:id="rId157" o:title=""/>
          </v:shape>
          <o:OLEObject Type="Embed" ProgID="Equation.3" ShapeID="_x0000_i1109" DrawAspect="Content" ObjectID="_1654987114" r:id="rId158"/>
        </w:object>
      </w:r>
      <w:r w:rsidR="0093177A">
        <w:t xml:space="preserve">(1.0075) </w:t>
      </w:r>
      <w:r w:rsidR="0093177A">
        <w:tab/>
      </w:r>
    </w:p>
    <w:p w:rsidR="004A7B11" w:rsidRDefault="0093177A" w:rsidP="00C44FAA">
      <w:pPr>
        <w:pStyle w:val="ISMab"/>
        <w:spacing w:after="180"/>
        <w:ind w:left="2160"/>
      </w:pPr>
      <w:r>
        <w:t xml:space="preserve">  = </w:t>
      </w:r>
      <w:r>
        <w:rPr>
          <w:u w:val="double"/>
        </w:rPr>
        <w:t>$131,043.62</w:t>
      </w:r>
    </w:p>
    <w:p w:rsidR="0093177A" w:rsidRDefault="0093177A" w:rsidP="0093177A">
      <w:pPr>
        <w:pStyle w:val="ISMab"/>
      </w:pPr>
    </w:p>
    <w:p w:rsidR="0093177A" w:rsidRDefault="0093177A" w:rsidP="0093177A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>After the first year, 48 payments remain,</w:t>
      </w:r>
    </w:p>
    <w:p w:rsidR="0093177A" w:rsidRDefault="0093177A" w:rsidP="0093177A">
      <w:pPr>
        <w:pStyle w:val="ISMab"/>
      </w:pPr>
      <w:r>
        <w:tab/>
      </w:r>
      <w:r>
        <w:tab/>
      </w:r>
      <w:r>
        <w:tab/>
        <w:t>and the lease liability will be</w:t>
      </w:r>
    </w:p>
    <w:p w:rsidR="0093177A" w:rsidRDefault="002043E3" w:rsidP="0093177A">
      <w:pPr>
        <w:pStyle w:val="ISMab"/>
      </w:pPr>
      <w:r>
        <w:rPr>
          <w:noProof/>
          <w:lang w:val="en-US"/>
        </w:rPr>
        <w:pict>
          <v:shape id="AutoShape 266" o:spid="_x0000_s1048" type="#_x0000_t61" style="position:absolute;margin-left:376.65pt;margin-top:4.4pt;width:103.9pt;height:95.9pt;z-index:251720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" adj="-11933,3153" fillcolor="#cff">
            <v:fill opacity="25443f"/>
            <v:textbox inset="3.6pt,,3.6pt">
              <w:txbxContent>
                <w:p w:rsidR="00466CD8" w:rsidRDefault="00466CD8" w:rsidP="0093177A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93177A">
                  <w:pPr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 xml:space="preserve">I/Y,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466CD8" w:rsidRDefault="00466CD8" w:rsidP="0093177A">
                  <w:pPr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PMT, FV</w:t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93177A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109,312.65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68" o:spid="_x0000_s1695" type="#_x0000_t88" style="position:absolute;margin-left:306.25pt;margin-top:4.4pt;width:9.1pt;height:27.3pt;z-index:251722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"/>
        </w:pict>
      </w:r>
      <w:r w:rsidR="0093177A">
        <w:tab/>
      </w:r>
      <w:r w:rsidR="0093177A">
        <w:tab/>
      </w:r>
      <w:r w:rsidR="0093177A">
        <w:tab/>
      </w:r>
      <w:r w:rsidR="0093177A">
        <w:tab/>
        <w:t>$2700</w:t>
      </w:r>
      <w:r w:rsidR="0093177A" w:rsidRPr="007E02FE">
        <w:rPr>
          <w:position w:val="-32"/>
        </w:rPr>
        <w:object w:dxaOrig="1600" w:dyaOrig="740">
          <v:shape id="_x0000_i1110" type="#_x0000_t75" style="width:80.25pt;height:36.75pt" o:ole="" fillcolor="window">
            <v:imagedata r:id="rId159" o:title=""/>
          </v:shape>
          <o:OLEObject Type="Embed" ProgID="Equation.3" ShapeID="_x0000_i1110" DrawAspect="Content" ObjectID="_1654987115" r:id="rId160"/>
        </w:object>
      </w:r>
      <w:r w:rsidR="0093177A">
        <w:t>(1.0075) = $109,312.65</w:t>
      </w:r>
    </w:p>
    <w:p w:rsidR="0093177A" w:rsidRDefault="0093177A" w:rsidP="0093177A">
      <w:pPr>
        <w:pStyle w:val="ISMab"/>
      </w:pPr>
      <w:r>
        <w:tab/>
      </w:r>
      <w:r>
        <w:tab/>
      </w:r>
      <w:r>
        <w:tab/>
        <w:t>The reduction in the liability during the first year is</w:t>
      </w:r>
    </w:p>
    <w:p w:rsidR="0093177A" w:rsidRDefault="0093177A" w:rsidP="0093177A">
      <w:pPr>
        <w:pStyle w:val="ISMab"/>
        <w:spacing w:after="180"/>
        <w:rPr>
          <w:u w:val="double"/>
        </w:rPr>
      </w:pPr>
      <w:r>
        <w:tab/>
      </w:r>
      <w:r>
        <w:tab/>
      </w:r>
      <w:r>
        <w:tab/>
      </w:r>
      <w:r>
        <w:tab/>
        <w:t xml:space="preserve">$131,043.62 – $109,312.65 = </w:t>
      </w:r>
      <w:r>
        <w:rPr>
          <w:u w:val="double"/>
        </w:rPr>
        <w:t>$21,730.97</w:t>
      </w:r>
    </w:p>
    <w:p w:rsidR="0093177A" w:rsidRDefault="0093177A" w:rsidP="0093177A">
      <w:pPr>
        <w:pStyle w:val="ISM"/>
      </w:pPr>
    </w:p>
    <w:p w:rsidR="0093177A" w:rsidRDefault="0093177A" w:rsidP="0093177A">
      <w:pPr>
        <w:pStyle w:val="ISM"/>
      </w:pPr>
    </w:p>
    <w:p w:rsidR="00485BF5" w:rsidRDefault="00BA0088" w:rsidP="00BA0088">
      <w:pPr>
        <w:pStyle w:val="ISM"/>
      </w:pPr>
      <w:r>
        <w:tab/>
        <w:t>1</w:t>
      </w:r>
      <w:r w:rsidR="00FA1497">
        <w:t>1</w:t>
      </w:r>
      <w:r>
        <w:t>.</w:t>
      </w:r>
      <w:r>
        <w:tab/>
        <w:t xml:space="preserve">The current economic value of Rosie’s offer </w:t>
      </w:r>
    </w:p>
    <w:p w:rsidR="00BA0088" w:rsidRDefault="002043E3" w:rsidP="00BA0088">
      <w:pPr>
        <w:pStyle w:val="ISM"/>
      </w:pPr>
      <w:r>
        <w:rPr>
          <w:noProof/>
          <w:lang w:val="en-US"/>
        </w:rPr>
        <w:pict>
          <v:shape id="AutoShape 90" o:spid="_x0000_s1049" type="#_x0000_t61" style="position:absolute;margin-left:342.9pt;margin-top:12.55pt;width:127.7pt;height:149.8pt;z-index:251604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" adj="-13675,12682" fillcolor="#cff">
            <v:fill opacity="25443f"/>
            <v:textbox inset="3.6pt,,3.6pt">
              <w:txbxContent>
                <w:p w:rsidR="00466CD8" w:rsidRDefault="00466CD8" w:rsidP="00485BF5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1900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 xml:space="preserve">: </w:t>
                  </w:r>
                  <w:r w:rsidRPr="0036134F">
                    <w:t>–</w:t>
                  </w:r>
                  <w:r>
                    <w:t>9047.75</w:t>
                  </w:r>
                </w:p>
              </w:txbxContent>
            </v:textbox>
            <w10:wrap type="square"/>
          </v:shape>
        </w:pict>
      </w:r>
      <w:r w:rsidR="00485BF5">
        <w:tab/>
      </w:r>
      <w:r w:rsidR="00485BF5">
        <w:tab/>
      </w:r>
      <w:r w:rsidR="00485BF5">
        <w:tab/>
      </w:r>
      <w:r w:rsidR="00BA0088">
        <w:t>is the present value of her payments.</w:t>
      </w:r>
    </w:p>
    <w:p w:rsidR="00BA0088" w:rsidRDefault="00BA0088" w:rsidP="00BA0088">
      <w:pPr>
        <w:pStyle w:val="ISM"/>
      </w:pPr>
      <w:r>
        <w:tab/>
      </w:r>
      <w:r>
        <w:tab/>
        <w:t>The payments form a simple annuity due having</w:t>
      </w:r>
    </w:p>
    <w:p w:rsidR="00BA0088" w:rsidRDefault="002043E3" w:rsidP="00BA0088">
      <w:pPr>
        <w:pStyle w:val="ISM"/>
      </w:pPr>
      <w:r>
        <w:rPr>
          <w:noProof/>
          <w:lang w:val="en-US"/>
        </w:rPr>
        <w:pict>
          <v:shape id="AutoShape 91" o:spid="_x0000_s1686" type="#_x0000_t88" style="position:absolute;margin-left:225.05pt;margin-top:11.85pt;width:13.3pt;height:91pt;z-index:251605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"/>
        </w:pict>
      </w:r>
      <w:r w:rsidR="00BA0088">
        <w:tab/>
      </w:r>
      <w:r w:rsidR="00BA0088">
        <w:tab/>
      </w:r>
      <w:r w:rsidR="00485BF5">
        <w:tab/>
      </w:r>
      <w:r w:rsidR="00BA0088">
        <w:rPr>
          <w:rFonts w:ascii="Times New Roman" w:hAnsi="Times New Roman"/>
          <w:i/>
        </w:rPr>
        <w:t>PMT</w:t>
      </w:r>
      <w:r w:rsidR="00BA0088">
        <w:t xml:space="preserve"> = $1900, </w:t>
      </w:r>
      <w:r w:rsidR="00BA0088">
        <w:rPr>
          <w:rFonts w:ascii="Times New Roman" w:hAnsi="Times New Roman"/>
          <w:i/>
        </w:rPr>
        <w:t>n</w:t>
      </w:r>
      <w:r w:rsidR="00BA0088">
        <w:t xml:space="preserve"> = 5, </w:t>
      </w:r>
      <w:proofErr w:type="spellStart"/>
      <w:r w:rsidR="00BA0088">
        <w:rPr>
          <w:rFonts w:ascii="Times New Roman" w:hAnsi="Times New Roman"/>
          <w:i/>
        </w:rPr>
        <w:t>i</w:t>
      </w:r>
      <w:proofErr w:type="spellEnd"/>
      <w:r w:rsidR="00BA0088">
        <w:t xml:space="preserve"> = </w:t>
      </w:r>
      <w:r w:rsidR="003C010F" w:rsidRPr="003C010F">
        <w:rPr>
          <w:position w:val="-24"/>
        </w:rPr>
        <w:object w:dxaOrig="420" w:dyaOrig="620">
          <v:shape id="_x0000_i1111" type="#_x0000_t75" style="width:21pt;height:30.75pt" o:ole="">
            <v:imagedata r:id="rId161" o:title=""/>
          </v:shape>
          <o:OLEObject Type="Embed" ProgID="Equation.3" ShapeID="_x0000_i1111" DrawAspect="Content" ObjectID="_1654987116" r:id="rId162"/>
        </w:object>
      </w:r>
      <w:r w:rsidR="003C010F">
        <w:t>=2.</w:t>
      </w:r>
      <w:r w:rsidR="00BA0088">
        <w:t>5%</w:t>
      </w:r>
    </w:p>
    <w:p w:rsidR="00485BF5" w:rsidRDefault="00BA0088" w:rsidP="00BA0088">
      <w:pPr>
        <w:pStyle w:val="ISM"/>
        <w:rPr>
          <w:spacing w:val="-2"/>
        </w:rPr>
      </w:pPr>
      <w:r>
        <w:tab/>
      </w:r>
      <w:r>
        <w:tab/>
      </w:r>
      <w:r w:rsidR="00485BF5">
        <w:tab/>
      </w:r>
      <w:r w:rsidRPr="007E02FE">
        <w:rPr>
          <w:spacing w:val="-2"/>
          <w:position w:val="-34"/>
        </w:rPr>
        <w:object w:dxaOrig="3519" w:dyaOrig="780">
          <v:shape id="_x0000_i1112" type="#_x0000_t75" style="width:174.75pt;height:37.5pt" o:ole="" fillcolor="window">
            <v:imagedata r:id="rId128" o:title=""/>
          </v:shape>
          <o:OLEObject Type="Embed" ProgID="Equation.3" ShapeID="_x0000_i1112" DrawAspect="Content" ObjectID="_1654987117" r:id="rId163"/>
        </w:object>
      </w:r>
      <w:r>
        <w:rPr>
          <w:spacing w:val="-2"/>
        </w:rPr>
        <w:t xml:space="preserve"> </w:t>
      </w:r>
    </w:p>
    <w:p w:rsidR="00485BF5" w:rsidRDefault="00BA0088" w:rsidP="00485BF5">
      <w:pPr>
        <w:pStyle w:val="ISM"/>
        <w:ind w:left="1620"/>
      </w:pPr>
      <w:r>
        <w:t>= $1900</w:t>
      </w:r>
      <w:r w:rsidR="003C010F" w:rsidRPr="003C010F">
        <w:rPr>
          <w:position w:val="-32"/>
        </w:rPr>
        <w:object w:dxaOrig="1320" w:dyaOrig="760">
          <v:shape id="_x0000_i1113" type="#_x0000_t75" style="width:65.25pt;height:37.5pt" o:ole="" fillcolor="window">
            <v:imagedata r:id="rId164" o:title=""/>
          </v:shape>
          <o:OLEObject Type="Embed" ProgID="Equation.3" ShapeID="_x0000_i1113" DrawAspect="Content" ObjectID="_1654987118" r:id="rId165"/>
        </w:object>
      </w:r>
      <w:r>
        <w:t>(1.0</w:t>
      </w:r>
      <w:r w:rsidR="003C010F">
        <w:t>2</w:t>
      </w:r>
      <w:r>
        <w:t xml:space="preserve">5) </w:t>
      </w:r>
    </w:p>
    <w:p w:rsidR="00BA0088" w:rsidRDefault="00BA0088" w:rsidP="00485BF5">
      <w:pPr>
        <w:pStyle w:val="ISM"/>
        <w:ind w:left="1620"/>
        <w:rPr>
          <w:spacing w:val="-2"/>
        </w:rPr>
      </w:pPr>
      <w:r>
        <w:t>= $</w:t>
      </w:r>
      <w:r w:rsidR="003C010F">
        <w:t>9047.75</w:t>
      </w:r>
    </w:p>
    <w:p w:rsidR="00B57048" w:rsidRDefault="00BA0088" w:rsidP="00485BF5">
      <w:pPr>
        <w:pStyle w:val="ISM"/>
      </w:pPr>
      <w:r>
        <w:tab/>
      </w:r>
      <w:r>
        <w:tab/>
      </w:r>
    </w:p>
    <w:p w:rsidR="00485BF5" w:rsidRDefault="00BA0088" w:rsidP="00485BF5">
      <w:pPr>
        <w:pStyle w:val="ISM"/>
        <w:rPr>
          <w:u w:val="double"/>
        </w:rPr>
      </w:pPr>
      <w:r>
        <w:rPr>
          <w:u w:val="double"/>
        </w:rPr>
        <w:t xml:space="preserve">Rosie </w:t>
      </w:r>
      <w:proofErr w:type="spellStart"/>
      <w:r>
        <w:rPr>
          <w:u w:val="double"/>
        </w:rPr>
        <w:t>Senario’s</w:t>
      </w:r>
      <w:proofErr w:type="spellEnd"/>
      <w:r>
        <w:rPr>
          <w:u w:val="double"/>
        </w:rPr>
        <w:t xml:space="preserve"> offer is worth </w:t>
      </w:r>
    </w:p>
    <w:p w:rsidR="00BA0088" w:rsidRDefault="00485BF5" w:rsidP="00BA0088">
      <w:pPr>
        <w:pStyle w:val="ISM"/>
        <w:spacing w:after="240"/>
        <w:rPr>
          <w:u w:val="double"/>
        </w:rPr>
      </w:pPr>
      <w:r w:rsidRPr="00485BF5">
        <w:tab/>
      </w:r>
      <w:r w:rsidRPr="00485BF5">
        <w:tab/>
      </w:r>
      <w:r w:rsidRPr="00485BF5">
        <w:tab/>
      </w:r>
      <w:r w:rsidR="00BA0088">
        <w:t>$</w:t>
      </w:r>
      <w:r w:rsidR="003C010F">
        <w:t>9047.75</w:t>
      </w:r>
      <w:r w:rsidR="00BA0088">
        <w:t xml:space="preserve"> – $8500 = </w:t>
      </w:r>
      <w:r w:rsidR="00BA0088">
        <w:rPr>
          <w:u w:val="double"/>
        </w:rPr>
        <w:t>$</w:t>
      </w:r>
      <w:r w:rsidR="003C010F">
        <w:rPr>
          <w:u w:val="double"/>
        </w:rPr>
        <w:t>547.75</w:t>
      </w:r>
      <w:r w:rsidR="00BA0088">
        <w:rPr>
          <w:u w:val="double"/>
        </w:rPr>
        <w:t xml:space="preserve"> more</w:t>
      </w:r>
      <w:r w:rsidR="00BA0088">
        <w:t xml:space="preserve"> in current dollars.</w:t>
      </w:r>
    </w:p>
    <w:p w:rsidR="000E303D" w:rsidRDefault="002043E3" w:rsidP="00BA0088">
      <w:pPr>
        <w:pStyle w:val="ISM"/>
      </w:pPr>
      <w:r>
        <w:rPr>
          <w:noProof/>
          <w:lang w:val="en-US"/>
        </w:rPr>
        <w:lastRenderedPageBreak/>
        <w:pict>
          <v:shape id="AutoShape 92" o:spid="_x0000_s1050" type="#_x0000_t61" style="position:absolute;margin-left:315.4pt;margin-top:4.1pt;width:139.55pt;height:149.05pt;z-index:251606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" adj="-10518,11362" fillcolor="#cff">
            <v:fill opacity="25443f"/>
            <v:textbox inset="3.6pt,,3.6pt">
              <w:txbxContent>
                <w:p w:rsidR="00466CD8" w:rsidRDefault="00466CD8" w:rsidP="000E303D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4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40000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 xml:space="preserve">: </w:t>
                  </w:r>
                  <w:r w:rsidRPr="0036134F">
                    <w:t>–</w:t>
                  </w:r>
                  <w:r>
                    <w:t>484,735.50</w:t>
                  </w:r>
                </w:p>
              </w:txbxContent>
            </v:textbox>
            <w10:wrap type="square"/>
          </v:shape>
        </w:pict>
      </w:r>
      <w:r w:rsidR="00BA0088">
        <w:tab/>
        <w:t>1</w:t>
      </w:r>
      <w:r w:rsidR="00FA1497">
        <w:t>3</w:t>
      </w:r>
      <w:r w:rsidR="00BA0088">
        <w:t>.</w:t>
      </w:r>
      <w:r w:rsidR="00BA0088">
        <w:tab/>
        <w:t xml:space="preserve">The amount required in the RRIF is </w:t>
      </w:r>
    </w:p>
    <w:p w:rsidR="00BA0088" w:rsidRDefault="000E303D" w:rsidP="00BA0088">
      <w:pPr>
        <w:pStyle w:val="ISM"/>
      </w:pPr>
      <w:r>
        <w:tab/>
      </w:r>
      <w:r>
        <w:tab/>
      </w:r>
      <w:r>
        <w:tab/>
      </w:r>
      <w:r w:rsidR="00BA0088">
        <w:t xml:space="preserve">the </w:t>
      </w:r>
      <w:r w:rsidR="00BA0088">
        <w:rPr>
          <w:spacing w:val="-2"/>
        </w:rPr>
        <w:t xml:space="preserve">present value </w:t>
      </w:r>
      <w:r w:rsidR="00BA0088">
        <w:t>of the withdrawals.</w:t>
      </w:r>
    </w:p>
    <w:p w:rsidR="00BA0088" w:rsidRDefault="00BA0088" w:rsidP="00BA0088">
      <w:pPr>
        <w:pStyle w:val="ISM"/>
      </w:pPr>
      <w:r>
        <w:tab/>
      </w:r>
      <w:r>
        <w:tab/>
        <w:t xml:space="preserve">Given: </w:t>
      </w:r>
      <w:r>
        <w:rPr>
          <w:rFonts w:ascii="Times New Roman" w:hAnsi="Times New Roman"/>
          <w:i/>
        </w:rPr>
        <w:t>PMT</w:t>
      </w:r>
      <w:r>
        <w:t xml:space="preserve"> = $</w:t>
      </w:r>
      <w:r w:rsidR="000E303D">
        <w:t>40,0</w:t>
      </w:r>
      <w:r>
        <w:t xml:space="preserve">00, </w:t>
      </w:r>
      <w:r>
        <w:rPr>
          <w:rFonts w:ascii="Times New Roman" w:hAnsi="Times New Roman"/>
          <w:i/>
        </w:rPr>
        <w:t>n</w:t>
      </w:r>
      <w:r>
        <w:t xml:space="preserve"> = 1</w:t>
      </w:r>
      <w:r w:rsidR="000E303D">
        <w:t>6</w:t>
      </w:r>
      <w:r>
        <w:t xml:space="preserve">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rPr>
          <w:rFonts w:ascii="Times New Roman" w:hAnsi="Times New Roman"/>
          <w:i/>
        </w:rPr>
        <w:t xml:space="preserve"> </w:t>
      </w:r>
      <w:r>
        <w:t xml:space="preserve">= </w:t>
      </w:r>
      <w:r w:rsidR="003F3218">
        <w:t>4</w:t>
      </w:r>
      <w:r>
        <w:t>%</w:t>
      </w:r>
    </w:p>
    <w:p w:rsidR="000E303D" w:rsidRDefault="002043E3" w:rsidP="00BA0088">
      <w:pPr>
        <w:pStyle w:val="ISM"/>
        <w:rPr>
          <w:spacing w:val="-2"/>
        </w:rPr>
      </w:pPr>
      <w:r>
        <w:rPr>
          <w:noProof/>
          <w:lang w:val="en-US"/>
        </w:rPr>
        <w:pict>
          <v:shape id="AutoShape 93" o:spid="_x0000_s1679" type="#_x0000_t88" style="position:absolute;margin-left:232.75pt;margin-top:3.9pt;width:9.8pt;height:83.3pt;z-index:25160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"/>
        </w:pict>
      </w:r>
      <w:r w:rsidR="00BA0088">
        <w:tab/>
      </w:r>
      <w:r w:rsidR="00BA0088">
        <w:tab/>
      </w:r>
      <w:r w:rsidR="000E303D">
        <w:tab/>
      </w:r>
      <w:r w:rsidR="00BA0088" w:rsidRPr="007E02FE">
        <w:rPr>
          <w:spacing w:val="-2"/>
          <w:position w:val="-34"/>
        </w:rPr>
        <w:object w:dxaOrig="3519" w:dyaOrig="780">
          <v:shape id="_x0000_i1114" type="#_x0000_t75" style="width:174.75pt;height:37.5pt" o:ole="" fillcolor="window">
            <v:imagedata r:id="rId128" o:title=""/>
          </v:shape>
          <o:OLEObject Type="Embed" ProgID="Equation.3" ShapeID="_x0000_i1114" DrawAspect="Content" ObjectID="_1654987119" r:id="rId166"/>
        </w:object>
      </w:r>
      <w:r w:rsidR="00BA0088">
        <w:rPr>
          <w:spacing w:val="-2"/>
        </w:rPr>
        <w:t xml:space="preserve"> </w:t>
      </w:r>
    </w:p>
    <w:p w:rsidR="000E303D" w:rsidRDefault="00BA0088" w:rsidP="000E303D">
      <w:pPr>
        <w:pStyle w:val="ISM"/>
        <w:ind w:left="1620"/>
      </w:pPr>
      <w:r>
        <w:rPr>
          <w:spacing w:val="-2"/>
        </w:rPr>
        <w:t xml:space="preserve">= </w:t>
      </w:r>
      <w:r>
        <w:t>$</w:t>
      </w:r>
      <w:r w:rsidR="000E303D">
        <w:t>40,0</w:t>
      </w:r>
      <w:r>
        <w:t>00</w:t>
      </w:r>
      <w:r w:rsidR="003F3218" w:rsidRPr="003F3218">
        <w:rPr>
          <w:position w:val="-32"/>
        </w:rPr>
        <w:object w:dxaOrig="1320" w:dyaOrig="760">
          <v:shape id="_x0000_i1115" type="#_x0000_t75" style="width:65.25pt;height:37.5pt" o:ole="" fillcolor="window">
            <v:imagedata r:id="rId167" o:title=""/>
          </v:shape>
          <o:OLEObject Type="Embed" ProgID="Equation.3" ShapeID="_x0000_i1115" DrawAspect="Content" ObjectID="_1654987120" r:id="rId168"/>
        </w:object>
      </w:r>
      <w:r>
        <w:t>(1.0</w:t>
      </w:r>
      <w:r w:rsidR="003F3218">
        <w:t>4</w:t>
      </w:r>
      <w:r>
        <w:t xml:space="preserve">) </w:t>
      </w:r>
    </w:p>
    <w:p w:rsidR="00BA0088" w:rsidRDefault="00BA0088" w:rsidP="000E303D">
      <w:pPr>
        <w:pStyle w:val="ISM"/>
        <w:spacing w:after="60"/>
        <w:ind w:left="1627"/>
      </w:pPr>
      <w:r>
        <w:t xml:space="preserve">= </w:t>
      </w:r>
      <w:r>
        <w:rPr>
          <w:u w:val="double"/>
        </w:rPr>
        <w:t>$</w:t>
      </w:r>
      <w:r w:rsidR="003F3218">
        <w:rPr>
          <w:u w:val="double"/>
        </w:rPr>
        <w:t>484,735.50</w:t>
      </w:r>
    </w:p>
    <w:p w:rsidR="00B57048" w:rsidRDefault="00BA0088" w:rsidP="00BA0088">
      <w:pPr>
        <w:pStyle w:val="ISM"/>
        <w:spacing w:after="240"/>
      </w:pPr>
      <w:r>
        <w:tab/>
      </w:r>
      <w:r>
        <w:tab/>
      </w:r>
    </w:p>
    <w:p w:rsidR="00BA0088" w:rsidRDefault="00BA0088" w:rsidP="00BA0088">
      <w:pPr>
        <w:pStyle w:val="ISM"/>
        <w:spacing w:after="240"/>
      </w:pPr>
      <w:proofErr w:type="spellStart"/>
      <w:r>
        <w:t>Karsten</w:t>
      </w:r>
      <w:proofErr w:type="spellEnd"/>
      <w:r>
        <w:t xml:space="preserve"> must have $</w:t>
      </w:r>
      <w:r w:rsidR="000E303D" w:rsidRPr="000E303D">
        <w:t>4</w:t>
      </w:r>
      <w:r w:rsidR="003F3218">
        <w:t>84,735.50</w:t>
      </w:r>
      <w:r w:rsidR="000E303D" w:rsidRPr="000E303D">
        <w:t xml:space="preserve"> </w:t>
      </w:r>
      <w:r>
        <w:t>in his RRIF at age 65.</w:t>
      </w:r>
    </w:p>
    <w:p w:rsidR="00466CD8" w:rsidRDefault="00466CD8" w:rsidP="00BA0088">
      <w:pPr>
        <w:pStyle w:val="ISM"/>
      </w:pPr>
    </w:p>
    <w:p w:rsidR="00BA0088" w:rsidRDefault="00BA0088" w:rsidP="00BA0088">
      <w:pPr>
        <w:pStyle w:val="ISM"/>
      </w:pPr>
      <w:r>
        <w:tab/>
      </w:r>
      <w:r w:rsidR="00FA1497">
        <w:t>15</w:t>
      </w:r>
      <w:r>
        <w:t>.</w:t>
      </w:r>
      <w:r>
        <w:tab/>
        <w:t>The required amount of money is the present value of the payments.</w:t>
      </w:r>
      <w:r w:rsidR="00C953E9" w:rsidRPr="00C953E9">
        <w:t xml:space="preserve"> </w:t>
      </w:r>
      <w:r w:rsidR="00C953E9">
        <w:t>The payments</w:t>
      </w:r>
    </w:p>
    <w:p w:rsidR="00BA0088" w:rsidRDefault="002043E3" w:rsidP="00BA0088">
      <w:pPr>
        <w:pStyle w:val="ISM"/>
      </w:pPr>
      <w:r>
        <w:rPr>
          <w:noProof/>
          <w:lang w:val="en-US"/>
        </w:rPr>
        <w:pict>
          <v:shape id="AutoShape 94" o:spid="_x0000_s1051" type="#_x0000_t61" style="position:absolute;margin-left:352.9pt;margin-top:12.15pt;width:120.7pt;height:151.9pt;z-index:251608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" adj="-1521,13161" fillcolor="#cff">
            <v:fill opacity="25443f"/>
            <v:textbox inset="3.6pt,,3.6pt">
              <w:txbxContent>
                <w:p w:rsidR="00466CD8" w:rsidRDefault="00466CD8" w:rsidP="00C953E9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180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1200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–120,339.78</w:t>
                  </w:r>
                </w:p>
              </w:txbxContent>
            </v:textbox>
            <w10:wrap type="square"/>
          </v:shape>
        </w:pict>
      </w:r>
      <w:r w:rsidR="00BA0088">
        <w:tab/>
      </w:r>
      <w:r w:rsidR="00BA0088">
        <w:tab/>
        <w:t>form a general annuity due having</w:t>
      </w:r>
      <w:r w:rsidR="00C953E9" w:rsidRPr="00C953E9">
        <w:rPr>
          <w:rFonts w:ascii="Times New Roman" w:hAnsi="Times New Roman"/>
          <w:i/>
        </w:rPr>
        <w:t xml:space="preserve"> </w:t>
      </w:r>
      <w:r w:rsidR="00C953E9">
        <w:rPr>
          <w:rFonts w:ascii="Times New Roman" w:hAnsi="Times New Roman"/>
          <w:i/>
        </w:rPr>
        <w:t>PMT</w:t>
      </w:r>
      <w:r w:rsidR="00C953E9">
        <w:t xml:space="preserve"> = $1200,</w:t>
      </w:r>
    </w:p>
    <w:p w:rsidR="00BA0088" w:rsidRDefault="00BA0088" w:rsidP="00BA0088">
      <w:pPr>
        <w:pStyle w:val="ISM"/>
      </w:pPr>
      <w:r>
        <w:tab/>
      </w:r>
      <w:r>
        <w:tab/>
      </w:r>
      <w:r w:rsidR="00C953E9">
        <w:tab/>
      </w:r>
      <w:r>
        <w:rPr>
          <w:rFonts w:ascii="Times New Roman" w:hAnsi="Times New Roman"/>
          <w:i/>
        </w:rPr>
        <w:t>n</w:t>
      </w:r>
      <w:r>
        <w:t xml:space="preserve"> = 12(15) = 180,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6"/>
        </w:rPr>
        <w:object w:dxaOrig="380" w:dyaOrig="440">
          <v:shape id="_x0000_i1116" type="#_x0000_t75" style="width:18.75pt;height:21.75pt" o:ole="" fillcolor="window">
            <v:imagedata r:id="rId169" o:title=""/>
          </v:shape>
          <o:OLEObject Type="Embed" ProgID="Equation.3" ShapeID="_x0000_i1116" DrawAspect="Content" ObjectID="_1654987121" r:id="rId170"/>
        </w:object>
      </w:r>
      <w:r>
        <w:t xml:space="preserve"> = 4.5%,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7E02FE">
        <w:rPr>
          <w:position w:val="-16"/>
        </w:rPr>
        <w:object w:dxaOrig="300" w:dyaOrig="420">
          <v:shape id="_x0000_i1117" type="#_x0000_t75" style="width:15pt;height:21pt" o:ole="" fillcolor="window">
            <v:imagedata r:id="rId171" o:title=""/>
          </v:shape>
          <o:OLEObject Type="Embed" ProgID="Equation.3" ShapeID="_x0000_i1117" DrawAspect="Content" ObjectID="_1654987122" r:id="rId172"/>
        </w:object>
      </w:r>
      <w:r>
        <w:t xml:space="preserve"> = </w:t>
      </w:r>
      <w:r w:rsidR="00C953E9" w:rsidRPr="00C953E9">
        <w:rPr>
          <w:position w:val="-6"/>
        </w:rPr>
        <w:object w:dxaOrig="499" w:dyaOrig="320">
          <v:shape id="_x0000_i1118" type="#_x0000_t75" style="width:24.75pt;height:15.75pt" o:ole="" fillcolor="window">
            <v:imagedata r:id="rId173" o:title=""/>
          </v:shape>
          <o:OLEObject Type="Embed" ProgID="Equation.3" ShapeID="_x0000_i1118" DrawAspect="Content" ObjectID="_1654987123" r:id="rId174"/>
        </w:object>
      </w:r>
    </w:p>
    <w:p w:rsidR="00BA0088" w:rsidRDefault="00BA0088" w:rsidP="00BA0088">
      <w:pPr>
        <w:pStyle w:val="ISM"/>
      </w:pPr>
      <w:r>
        <w:tab/>
      </w:r>
      <w:r>
        <w:tab/>
      </w:r>
      <w:r w:rsidR="00C953E9">
        <w:tab/>
      </w:r>
      <w:r w:rsidRPr="007E02FE">
        <w:rPr>
          <w:position w:val="-10"/>
        </w:rPr>
        <w:object w:dxaOrig="1420" w:dyaOrig="380">
          <v:shape id="_x0000_i1119" type="#_x0000_t75" style="width:71.25pt;height:18.75pt" o:ole="" fillcolor="window">
            <v:imagedata r:id="rId58" o:title=""/>
          </v:shape>
          <o:OLEObject Type="Embed" ProgID="Equation.3" ShapeID="_x0000_i1119" DrawAspect="Content" ObjectID="_1654987124" r:id="rId175"/>
        </w:object>
      </w:r>
      <w:r>
        <w:t xml:space="preserve"> = </w:t>
      </w:r>
      <w:r w:rsidR="00C953E9" w:rsidRPr="00C953E9">
        <w:rPr>
          <w:position w:val="-10"/>
        </w:rPr>
        <w:object w:dxaOrig="1020" w:dyaOrig="400">
          <v:shape id="_x0000_i1120" type="#_x0000_t75" style="width:51pt;height:21pt" o:ole="" fillcolor="window">
            <v:imagedata r:id="rId176" o:title=""/>
          </v:shape>
          <o:OLEObject Type="Embed" ProgID="Equation.3" ShapeID="_x0000_i1120" DrawAspect="Content" ObjectID="_1654987125" r:id="rId177"/>
        </w:object>
      </w:r>
      <w:r>
        <w:t>– 1 = 0.007363123</w:t>
      </w:r>
    </w:p>
    <w:p w:rsidR="00BA0088" w:rsidRDefault="002043E3" w:rsidP="00BA0088">
      <w:pPr>
        <w:pStyle w:val="ISM"/>
      </w:pPr>
      <w:r>
        <w:rPr>
          <w:noProof/>
          <w:lang w:val="en-US"/>
        </w:rPr>
        <w:pict>
          <v:shape id="AutoShape 95" o:spid="_x0000_s1664" type="#_x0000_t88" style="position:absolute;margin-left:325.15pt;margin-top:9.25pt;width:10.5pt;height:82.6pt;z-index:251609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"/>
        </w:pict>
      </w:r>
      <w:r w:rsidR="00BA0088">
        <w:tab/>
      </w:r>
      <w:r w:rsidR="00BA0088">
        <w:tab/>
      </w:r>
      <w:r w:rsidR="00C953E9">
        <w:tab/>
      </w:r>
      <w:r w:rsidR="00BA0088" w:rsidRPr="007E02FE">
        <w:rPr>
          <w:spacing w:val="-2"/>
          <w:position w:val="-34"/>
        </w:rPr>
        <w:object w:dxaOrig="3519" w:dyaOrig="780">
          <v:shape id="_x0000_i1121" type="#_x0000_t75" style="width:174.75pt;height:37.5pt" o:ole="" fillcolor="window">
            <v:imagedata r:id="rId128" o:title=""/>
          </v:shape>
          <o:OLEObject Type="Embed" ProgID="Equation.3" ShapeID="_x0000_i1121" DrawAspect="Content" ObjectID="_1654987126" r:id="rId178"/>
        </w:object>
      </w:r>
    </w:p>
    <w:p w:rsidR="00C953E9" w:rsidRDefault="00BA0088" w:rsidP="00C953E9">
      <w:pPr>
        <w:pStyle w:val="ISM"/>
        <w:ind w:firstLine="1620"/>
      </w:pPr>
      <w:r>
        <w:t>= $1200</w:t>
      </w:r>
      <w:r w:rsidR="003F6C19" w:rsidRPr="003F6C19">
        <w:rPr>
          <w:position w:val="-32"/>
        </w:rPr>
        <w:object w:dxaOrig="2120" w:dyaOrig="740">
          <v:shape id="_x0000_i1122" type="#_x0000_t75" style="width:105.75pt;height:35.25pt" o:ole="" fillcolor="window">
            <v:imagedata r:id="rId179" o:title=""/>
          </v:shape>
          <o:OLEObject Type="Embed" ProgID="Equation.3" ShapeID="_x0000_i1122" DrawAspect="Content" ObjectID="_1654987127" r:id="rId180"/>
        </w:object>
      </w:r>
      <w:r>
        <w:t>(1.007363123)</w:t>
      </w:r>
    </w:p>
    <w:p w:rsidR="00BA0088" w:rsidRDefault="00BA0088" w:rsidP="00C953E9">
      <w:pPr>
        <w:pStyle w:val="ISM"/>
        <w:ind w:firstLine="1620"/>
      </w:pPr>
      <w:r>
        <w:t xml:space="preserve">= </w:t>
      </w:r>
      <w:r>
        <w:rPr>
          <w:u w:val="double"/>
        </w:rPr>
        <w:t>$120,339.78</w:t>
      </w:r>
    </w:p>
    <w:p w:rsidR="00C953E9" w:rsidRDefault="00BA0088" w:rsidP="00C953E9">
      <w:pPr>
        <w:pStyle w:val="ISM"/>
      </w:pPr>
      <w:r>
        <w:tab/>
      </w:r>
      <w:r>
        <w:tab/>
        <w:t xml:space="preserve">$120,339.78 is the initial lump amount required to </w:t>
      </w:r>
    </w:p>
    <w:p w:rsidR="00BA0088" w:rsidRDefault="00C953E9" w:rsidP="00BA0088">
      <w:pPr>
        <w:pStyle w:val="ISM"/>
        <w:spacing w:after="240"/>
      </w:pPr>
      <w:r>
        <w:tab/>
      </w:r>
      <w:r>
        <w:tab/>
      </w:r>
      <w:r>
        <w:tab/>
      </w:r>
      <w:r w:rsidR="00BA0088">
        <w:t>sustain the withdrawals.</w:t>
      </w:r>
    </w:p>
    <w:p w:rsidR="00466CD8" w:rsidRDefault="00466CD8" w:rsidP="0093177A">
      <w:pPr>
        <w:pStyle w:val="ISM"/>
        <w:rPr>
          <w:i/>
        </w:rPr>
      </w:pPr>
    </w:p>
    <w:p w:rsidR="0093177A" w:rsidRDefault="00BA0088" w:rsidP="0093177A">
      <w:pPr>
        <w:pStyle w:val="ISM"/>
      </w:pPr>
      <w:r>
        <w:rPr>
          <w:i/>
        </w:rPr>
        <w:tab/>
      </w:r>
      <w:r w:rsidR="00FA1497">
        <w:t>17</w:t>
      </w:r>
      <w:r>
        <w:t>.</w:t>
      </w:r>
      <w:r>
        <w:rPr>
          <w:i/>
        </w:rPr>
        <w:tab/>
      </w:r>
      <w:r w:rsidR="0093177A">
        <w:t xml:space="preserve">Compare the present values of the alternative payment </w:t>
      </w:r>
    </w:p>
    <w:p w:rsidR="0093177A" w:rsidRDefault="002043E3" w:rsidP="0093177A">
      <w:pPr>
        <w:pStyle w:val="ISM"/>
      </w:pPr>
      <w:r>
        <w:rPr>
          <w:noProof/>
          <w:lang w:val="en-US"/>
        </w:rPr>
        <w:pict>
          <v:shape id="AutoShape 269" o:spid="_x0000_s1052" type="#_x0000_t61" style="position:absolute;margin-left:353.45pt;margin-top:10pt;width:127.7pt;height:149.8pt;z-index:251723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" adj="-13574,14362" fillcolor="#cff">
            <v:fill opacity="25443f"/>
            <v:textbox inset="3.6pt,,3.6pt">
              <w:txbxContent>
                <w:p w:rsidR="00466CD8" w:rsidRDefault="00466CD8" w:rsidP="0093177A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</w:pPr>
                  <w:r>
                    <w:t xml:space="preserve">4.8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93177A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120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</w:pPr>
                  <w:r>
                    <w:t xml:space="preserve">51.75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93177A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 xml:space="preserve">: </w:t>
                  </w:r>
                  <w:r w:rsidRPr="0036134F">
                    <w:t>–</w:t>
                  </w:r>
                  <w:r>
                    <w:t>4944.02</w:t>
                  </w:r>
                </w:p>
              </w:txbxContent>
            </v:textbox>
            <w10:wrap type="square"/>
          </v:shape>
        </w:pict>
      </w:r>
      <w:r w:rsidR="0093177A">
        <w:tab/>
      </w:r>
      <w:r w:rsidR="0093177A">
        <w:tab/>
        <w:t xml:space="preserve">streams to determine the lower cost policy. Each payment </w:t>
      </w:r>
    </w:p>
    <w:p w:rsidR="0093177A" w:rsidRDefault="0093177A" w:rsidP="0093177A">
      <w:pPr>
        <w:pStyle w:val="ISM"/>
      </w:pPr>
      <w:r>
        <w:tab/>
      </w:r>
      <w:r>
        <w:tab/>
      </w:r>
      <w:proofErr w:type="gramStart"/>
      <w:r>
        <w:t>stream</w:t>
      </w:r>
      <w:proofErr w:type="gramEnd"/>
      <w:r>
        <w:t xml:space="preserve"> forms </w:t>
      </w:r>
      <w:r w:rsidR="00937096">
        <w:t>a simple</w:t>
      </w:r>
      <w:r>
        <w:t xml:space="preserve"> annuity due with</w:t>
      </w:r>
      <w:r w:rsidRPr="008415F0"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4"/>
        </w:rPr>
        <w:object w:dxaOrig="480" w:dyaOrig="400">
          <v:shape id="_x0000_i1123" type="#_x0000_t75" style="width:23.25pt;height:21pt" o:ole="" fillcolor="window">
            <v:imagedata r:id="rId181" o:title=""/>
          </v:shape>
          <o:OLEObject Type="Embed" ProgID="Equation.3" ShapeID="_x0000_i1123" DrawAspect="Content" ObjectID="_1654987128" r:id="rId182"/>
        </w:object>
      </w:r>
      <w:r>
        <w:t xml:space="preserve"> = 0.4%.</w:t>
      </w:r>
    </w:p>
    <w:p w:rsidR="0093177A" w:rsidRDefault="0093177A" w:rsidP="0093177A">
      <w:pPr>
        <w:pStyle w:val="ISM"/>
      </w:pPr>
      <w:r>
        <w:tab/>
      </w:r>
      <w:r>
        <w:tab/>
        <w:t xml:space="preserve">For the Sun Life option, </w:t>
      </w:r>
      <w:r>
        <w:rPr>
          <w:rFonts w:ascii="Times New Roman" w:hAnsi="Times New Roman"/>
          <w:i/>
        </w:rPr>
        <w:t>PMT</w:t>
      </w:r>
      <w:r>
        <w:t xml:space="preserve"> = $51.75/month, </w:t>
      </w:r>
      <w:r w:rsidRPr="008415F0">
        <w:rPr>
          <w:rFonts w:ascii="Times New Roman" w:hAnsi="Times New Roman"/>
          <w:i/>
        </w:rPr>
        <w:t xml:space="preserve">n </w:t>
      </w:r>
      <w:r>
        <w:t>= 120</w:t>
      </w:r>
    </w:p>
    <w:p w:rsidR="0093177A" w:rsidRDefault="002043E3" w:rsidP="0093177A">
      <w:pPr>
        <w:pStyle w:val="ISMab"/>
        <w:rPr>
          <w:spacing w:val="-2"/>
        </w:rPr>
      </w:pPr>
      <w:r>
        <w:rPr>
          <w:noProof/>
          <w:lang w:val="en-US"/>
        </w:rPr>
        <w:pict>
          <v:shape id="AutoShape 262" o:spid="_x0000_s1656" type="#_x0000_t88" style="position:absolute;margin-left:246.75pt;margin-top:.3pt;width:16.8pt;height:52.15pt;z-index:251716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"/>
        </w:pict>
      </w:r>
      <w:r w:rsidR="0093177A">
        <w:tab/>
      </w:r>
      <w:r w:rsidR="0093177A">
        <w:tab/>
      </w:r>
      <w:r w:rsidR="0093177A">
        <w:tab/>
      </w:r>
      <w:proofErr w:type="gramStart"/>
      <w:r w:rsidR="0093177A" w:rsidRPr="00577946">
        <w:rPr>
          <w:rFonts w:ascii="Times New Roman" w:hAnsi="Times New Roman"/>
          <w:i/>
        </w:rPr>
        <w:t>PV</w:t>
      </w:r>
      <w:r w:rsidR="0093177A">
        <w:t>(</w:t>
      </w:r>
      <w:proofErr w:type="gramEnd"/>
      <w:r w:rsidR="0093177A">
        <w:t>due)</w:t>
      </w:r>
      <w:r w:rsidR="0093177A">
        <w:rPr>
          <w:spacing w:val="-2"/>
        </w:rPr>
        <w:t xml:space="preserve"> </w:t>
      </w:r>
      <w:r w:rsidR="0093177A">
        <w:t>= $51.75</w:t>
      </w:r>
      <w:r w:rsidR="0093177A" w:rsidRPr="00577946">
        <w:rPr>
          <w:position w:val="-30"/>
        </w:rPr>
        <w:object w:dxaOrig="1480" w:dyaOrig="720">
          <v:shape id="_x0000_i1124" type="#_x0000_t75" style="width:74.25pt;height:36pt" o:ole="" fillcolor="window">
            <v:imagedata r:id="rId183" o:title=""/>
          </v:shape>
          <o:OLEObject Type="Embed" ProgID="Equation.3" ShapeID="_x0000_i1124" DrawAspect="Content" ObjectID="_1654987129" r:id="rId184"/>
        </w:object>
      </w:r>
      <w:r w:rsidR="0093177A">
        <w:t>(1.004)</w:t>
      </w:r>
    </w:p>
    <w:p w:rsidR="0093177A" w:rsidRDefault="0093177A" w:rsidP="0093177A">
      <w:pPr>
        <w:pStyle w:val="ISMab"/>
        <w:ind w:firstLine="1800"/>
        <w:rPr>
          <w:spacing w:val="-2"/>
        </w:rPr>
      </w:pPr>
      <w:r>
        <w:t xml:space="preserve">= </w:t>
      </w:r>
      <w:r w:rsidRPr="00E65EA2">
        <w:t>$4944.02</w:t>
      </w:r>
    </w:p>
    <w:p w:rsidR="00466CD8" w:rsidRDefault="00466CD8">
      <w:r>
        <w:br w:type="page"/>
      </w:r>
    </w:p>
    <w:p w:rsidR="0093177A" w:rsidRDefault="0093177A" w:rsidP="0093177A">
      <w:pPr>
        <w:pStyle w:val="ISM"/>
      </w:pPr>
      <w:r>
        <w:lastRenderedPageBreak/>
        <w:tab/>
      </w:r>
      <w:r>
        <w:tab/>
        <w:t xml:space="preserve">For the Atlantic Life option, </w:t>
      </w:r>
    </w:p>
    <w:p w:rsidR="0093177A" w:rsidRDefault="0093177A" w:rsidP="0093177A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$44.25/month for the first 5 years, and</w:t>
      </w:r>
    </w:p>
    <w:p w:rsidR="0093177A" w:rsidRDefault="002043E3" w:rsidP="0093177A">
      <w:pPr>
        <w:pStyle w:val="ISMab"/>
        <w:tabs>
          <w:tab w:val="clear" w:pos="900"/>
        </w:tabs>
      </w:pPr>
      <w:r>
        <w:rPr>
          <w:noProof/>
          <w:lang w:val="en-US"/>
        </w:rPr>
        <w:pict>
          <v:shape id="AutoShape 263" o:spid="_x0000_s1053" type="#_x0000_t61" style="position:absolute;margin-left:275.25pt;margin-top:15.45pt;width:103.9pt;height:112pt;z-index:251717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" adj="125,6268" fillcolor="#cff">
            <v:fill opacity="25443f"/>
            <v:textbox inset="3.6pt,,3.6pt">
              <w:txbxContent>
                <w:p w:rsidR="00466CD8" w:rsidRDefault="00466CD8" w:rsidP="0093177A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93177A">
                  <w:pPr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 xml:space="preserve">I/Y,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466CD8" w:rsidRDefault="00466CD8" w:rsidP="0093177A">
                  <w:pPr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FV</w:t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</w:pPr>
                  <w:r>
                    <w:t xml:space="preserve">60.35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93177A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 xml:space="preserve">: </w:t>
                  </w:r>
                  <w:r w:rsidRPr="00EC5C61">
                    <w:t>–</w:t>
                  </w:r>
                  <w:r>
                    <w:t>3226.42</w:t>
                  </w:r>
                </w:p>
              </w:txbxContent>
            </v:textbox>
            <w10:wrap type="square"/>
          </v:shape>
        </w:pict>
      </w:r>
      <w:r w:rsidR="0093177A">
        <w:tab/>
      </w:r>
      <w:r w:rsidR="0093177A">
        <w:tab/>
      </w:r>
      <w:r w:rsidR="0093177A">
        <w:tab/>
      </w:r>
      <w:r w:rsidR="0093177A">
        <w:rPr>
          <w:rFonts w:ascii="Times New Roman" w:hAnsi="Times New Roman"/>
          <w:i/>
        </w:rPr>
        <w:t>PMT</w:t>
      </w:r>
      <w:r w:rsidR="0093177A">
        <w:t xml:space="preserve"> = $60.35/month for the subsequent 5 years.</w:t>
      </w:r>
    </w:p>
    <w:p w:rsidR="0093177A" w:rsidRDefault="0093177A" w:rsidP="0093177A">
      <w:pPr>
        <w:pStyle w:val="ISMab"/>
        <w:tabs>
          <w:tab w:val="clear" w:pos="900"/>
        </w:tabs>
        <w:rPr>
          <w:spacing w:val="-2"/>
        </w:rPr>
      </w:pPr>
      <w:r>
        <w:tab/>
      </w:r>
      <w:r>
        <w:tab/>
        <w:t xml:space="preserve">The </w:t>
      </w:r>
      <w:r>
        <w:rPr>
          <w:spacing w:val="-2"/>
        </w:rPr>
        <w:t>present value, 5 years from now, of the</w:t>
      </w:r>
    </w:p>
    <w:p w:rsidR="0093177A" w:rsidRDefault="0093177A" w:rsidP="0093177A">
      <w:pPr>
        <w:pStyle w:val="ISMab"/>
        <w:tabs>
          <w:tab w:val="clear" w:pos="900"/>
        </w:tabs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proofErr w:type="gramStart"/>
      <w:r>
        <w:rPr>
          <w:spacing w:val="-2"/>
        </w:rPr>
        <w:t>final</w:t>
      </w:r>
      <w:proofErr w:type="gramEnd"/>
      <w:r>
        <w:rPr>
          <w:spacing w:val="-2"/>
        </w:rPr>
        <w:t xml:space="preserve"> 5 years’ payments is</w:t>
      </w:r>
    </w:p>
    <w:p w:rsidR="0093177A" w:rsidRDefault="002043E3" w:rsidP="0093177A">
      <w:pPr>
        <w:pStyle w:val="ISMab"/>
      </w:pPr>
      <w:r>
        <w:rPr>
          <w:noProof/>
          <w:lang w:val="en-US"/>
        </w:rPr>
        <w:pict>
          <v:shape id="AutoShape 264" o:spid="_x0000_s1054" type="#_x0000_t61" style="position:absolute;margin-left:392.65pt;margin-top:23.35pt;width:88.5pt;height:112pt;z-index:251718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" adj="-31204,12497" fillcolor="#cff">
            <v:fill opacity="25443f"/>
            <v:textbox inset="3.6pt,,3.6pt">
              <w:txbxContent>
                <w:p w:rsidR="00466CD8" w:rsidRDefault="00466CD8" w:rsidP="0093177A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93177A">
                  <w:pPr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 xml:space="preserve">I/Y, </w:t>
                  </w:r>
                  <w:r>
                    <w:rPr>
                      <w:i/>
                      <w:iCs/>
                    </w:rPr>
                    <w:t>P/Y</w:t>
                  </w:r>
                </w:p>
                <w:p w:rsidR="00466CD8" w:rsidRDefault="00466CD8" w:rsidP="0093177A">
                  <w:pPr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C/Y, N</w:t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</w:pPr>
                  <w:r>
                    <w:t xml:space="preserve">44.25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</w:pPr>
                  <w:r>
                    <w:t xml:space="preserve">3226.42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3177A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93177A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 xml:space="preserve">: </w:t>
                  </w:r>
                  <w:r w:rsidRPr="00EC5C61">
                    <w:t>–</w:t>
                  </w:r>
                  <w:r>
                    <w:t>4904.89</w:t>
                  </w:r>
                </w:p>
              </w:txbxContent>
            </v:textbox>
            <w10:wrap type="square"/>
          </v:shape>
        </w:pict>
      </w:r>
      <w:r w:rsidR="0093177A">
        <w:tab/>
      </w:r>
      <w:r w:rsidR="0093177A">
        <w:tab/>
      </w:r>
      <w:r w:rsidR="0093177A">
        <w:tab/>
      </w:r>
      <w:proofErr w:type="gramStart"/>
      <w:r w:rsidR="0093177A" w:rsidRPr="00577946">
        <w:rPr>
          <w:rFonts w:ascii="Times New Roman" w:hAnsi="Times New Roman"/>
          <w:i/>
        </w:rPr>
        <w:t>PV</w:t>
      </w:r>
      <w:r w:rsidR="0093177A">
        <w:t>(</w:t>
      </w:r>
      <w:proofErr w:type="gramEnd"/>
      <w:r w:rsidR="0093177A">
        <w:t>due)</w:t>
      </w:r>
      <w:r w:rsidR="0093177A">
        <w:rPr>
          <w:spacing w:val="-2"/>
        </w:rPr>
        <w:t xml:space="preserve"> </w:t>
      </w:r>
      <w:r w:rsidR="0093177A">
        <w:t>= $60.35</w:t>
      </w:r>
      <w:r w:rsidR="0093177A" w:rsidRPr="00577946">
        <w:rPr>
          <w:position w:val="-30"/>
        </w:rPr>
        <w:object w:dxaOrig="1400" w:dyaOrig="720">
          <v:shape id="_x0000_i1125" type="#_x0000_t75" style="width:69.75pt;height:36pt" o:ole="" fillcolor="window">
            <v:imagedata r:id="rId185" o:title=""/>
          </v:shape>
          <o:OLEObject Type="Embed" ProgID="Equation.3" ShapeID="_x0000_i1125" DrawAspect="Content" ObjectID="_1654987130" r:id="rId186"/>
        </w:object>
      </w:r>
      <w:r w:rsidR="0093177A">
        <w:t xml:space="preserve">(1.004) </w:t>
      </w:r>
    </w:p>
    <w:p w:rsidR="0093177A" w:rsidRDefault="0093177A" w:rsidP="0093177A">
      <w:pPr>
        <w:pStyle w:val="ISMab"/>
        <w:ind w:left="1710"/>
        <w:rPr>
          <w:spacing w:val="-2"/>
        </w:rPr>
      </w:pPr>
      <w:r>
        <w:t xml:space="preserve">= </w:t>
      </w:r>
      <w:r w:rsidRPr="00E65EA2">
        <w:t>$3226.42</w:t>
      </w:r>
    </w:p>
    <w:p w:rsidR="0093177A" w:rsidRDefault="0093177A" w:rsidP="0093177A">
      <w:pPr>
        <w:pStyle w:val="ISM"/>
      </w:pPr>
      <w:r>
        <w:tab/>
      </w:r>
      <w:r>
        <w:tab/>
        <w:t xml:space="preserve">The </w:t>
      </w:r>
      <w:r w:rsidRPr="008415F0">
        <w:rPr>
          <w:spacing w:val="-2"/>
        </w:rPr>
        <w:t xml:space="preserve">present value </w:t>
      </w:r>
      <w:r>
        <w:t>today of all the premiums is</w:t>
      </w:r>
    </w:p>
    <w:p w:rsidR="0093177A" w:rsidRDefault="002043E3" w:rsidP="0093177A">
      <w:pPr>
        <w:pStyle w:val="ISM"/>
      </w:pPr>
      <w:r>
        <w:rPr>
          <w:noProof/>
          <w:lang w:val="en-US"/>
        </w:rPr>
        <w:pict>
          <v:shape id="AutoShape 265" o:spid="_x0000_s1653" type="#_x0000_t88" style="position:absolute;margin-left:247.45pt;margin-top:4.1pt;width:8.4pt;height:42.7pt;z-index:251719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"/>
        </w:pict>
      </w:r>
      <w:r w:rsidR="0093177A">
        <w:tab/>
      </w:r>
      <w:r w:rsidR="0093177A">
        <w:tab/>
      </w:r>
      <w:r w:rsidR="0093177A">
        <w:tab/>
      </w:r>
      <w:r w:rsidR="0093177A" w:rsidRPr="00915E35">
        <w:rPr>
          <w:position w:val="-24"/>
        </w:rPr>
        <w:object w:dxaOrig="1020" w:dyaOrig="600">
          <v:shape id="_x0000_i1126" type="#_x0000_t75" style="width:51pt;height:30pt" o:ole="">
            <v:imagedata r:id="rId187" o:title=""/>
          </v:shape>
          <o:OLEObject Type="Embed" ProgID="Equation.3" ShapeID="_x0000_i1126" DrawAspect="Content" ObjectID="_1654987131" r:id="rId188"/>
        </w:object>
      </w:r>
      <w:r w:rsidR="0093177A">
        <w:t xml:space="preserve"> + $44.25</w:t>
      </w:r>
      <w:r w:rsidR="0093177A" w:rsidRPr="00577946">
        <w:rPr>
          <w:position w:val="-30"/>
        </w:rPr>
        <w:object w:dxaOrig="1400" w:dyaOrig="720">
          <v:shape id="_x0000_i1127" type="#_x0000_t75" style="width:69.75pt;height:36pt" o:ole="" fillcolor="window">
            <v:imagedata r:id="rId189" o:title=""/>
          </v:shape>
          <o:OLEObject Type="Embed" ProgID="Equation.3" ShapeID="_x0000_i1127" DrawAspect="Content" ObjectID="_1654987132" r:id="rId190"/>
        </w:object>
      </w:r>
      <w:r w:rsidR="0093177A">
        <w:t>(1.004)</w:t>
      </w:r>
    </w:p>
    <w:p w:rsidR="0093177A" w:rsidRDefault="0093177A" w:rsidP="0093177A">
      <w:pPr>
        <w:pStyle w:val="ISM"/>
        <w:ind w:left="1800"/>
      </w:pPr>
      <w:r>
        <w:t>= $4904.89</w:t>
      </w:r>
    </w:p>
    <w:p w:rsidR="001F2B18" w:rsidRDefault="0093177A" w:rsidP="0093177A">
      <w:pPr>
        <w:pStyle w:val="ISM"/>
      </w:pPr>
      <w:r>
        <w:tab/>
      </w:r>
      <w:r>
        <w:tab/>
      </w:r>
    </w:p>
    <w:p w:rsidR="0093177A" w:rsidRDefault="0093177A" w:rsidP="0093177A">
      <w:pPr>
        <w:pStyle w:val="ISM"/>
      </w:pPr>
      <w:r>
        <w:t xml:space="preserve">Bram will </w:t>
      </w:r>
      <w:r w:rsidRPr="00485BF5">
        <w:rPr>
          <w:u w:val="double"/>
        </w:rPr>
        <w:t>save $39.13 by choosing the Atlantic Life policy</w:t>
      </w:r>
      <w:r>
        <w:t>.</w:t>
      </w:r>
    </w:p>
    <w:p w:rsidR="0093177A" w:rsidRDefault="0093177A" w:rsidP="00BA0088">
      <w:pPr>
        <w:pStyle w:val="ISMab"/>
        <w:rPr>
          <w:i/>
        </w:rPr>
      </w:pPr>
    </w:p>
    <w:p w:rsidR="0093177A" w:rsidRDefault="0093177A" w:rsidP="00BA0088">
      <w:pPr>
        <w:pStyle w:val="ISM"/>
      </w:pPr>
    </w:p>
    <w:p w:rsidR="00BA0088" w:rsidRDefault="00BA0088" w:rsidP="00BA0088">
      <w:pPr>
        <w:pStyle w:val="ISM"/>
      </w:pPr>
      <w:r>
        <w:tab/>
      </w:r>
      <w:r w:rsidR="00FA1497">
        <w:t>19</w:t>
      </w:r>
      <w:r>
        <w:t>.</w:t>
      </w:r>
      <w:r>
        <w:tab/>
        <w:t xml:space="preserve">The ranking does not depend on where the focal date is set. The choice of 8 years </w:t>
      </w:r>
    </w:p>
    <w:p w:rsidR="00BA0088" w:rsidRDefault="00BA0088" w:rsidP="00BA0088">
      <w:pPr>
        <w:pStyle w:val="ISM"/>
      </w:pPr>
      <w:r>
        <w:tab/>
      </w:r>
      <w:r>
        <w:tab/>
        <w:t xml:space="preserve">from now as the focal date will minimize the calculations required to determine </w:t>
      </w:r>
    </w:p>
    <w:p w:rsidR="00BA0088" w:rsidRDefault="00BA0088" w:rsidP="00BA0088">
      <w:pPr>
        <w:pStyle w:val="ISM"/>
      </w:pPr>
      <w:r>
        <w:tab/>
      </w:r>
      <w:r>
        <w:tab/>
        <w:t>each stream's economic value on the focal date.</w:t>
      </w:r>
    </w:p>
    <w:p w:rsidR="00BA0088" w:rsidRDefault="00BA0088" w:rsidP="00BA0088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  <w:t xml:space="preserve">  (</w:t>
      </w:r>
      <w:proofErr w:type="spellStart"/>
      <w:r>
        <w:t>i</w:t>
      </w:r>
      <w:proofErr w:type="spellEnd"/>
      <w:r>
        <w:t xml:space="preserve">) </w:t>
      </w:r>
      <w:proofErr w:type="gramStart"/>
      <w:r>
        <w:t>The</w:t>
      </w:r>
      <w:proofErr w:type="gramEnd"/>
      <w:r>
        <w:t xml:space="preserve"> $10,000 is already at the focal date.</w:t>
      </w:r>
    </w:p>
    <w:p w:rsidR="00BA0088" w:rsidRDefault="002043E3" w:rsidP="00BA0088">
      <w:pPr>
        <w:pStyle w:val="ISMab"/>
        <w:rPr>
          <w:spacing w:val="-2"/>
        </w:rPr>
      </w:pPr>
      <w:r>
        <w:rPr>
          <w:noProof/>
          <w:lang w:val="en-US"/>
        </w:rPr>
        <w:pict>
          <v:shape id="AutoShape 100" o:spid="_x0000_s1055" type="#_x0000_t61" style="position:absolute;margin-left:351.15pt;margin-top:1.65pt;width:122.8pt;height:150.5pt;z-index:251610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" adj="-1143,6487" fillcolor="#cff">
            <v:fill opacity="25443f"/>
            <v:textbox inset="3.6pt,,3.6pt">
              <w:txbxContent>
                <w:p w:rsidR="00466CD8" w:rsidRDefault="00466CD8" w:rsidP="00B31069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spacing w:val="-2"/>
                    </w:rPr>
                    <w:t>0</w:t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850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–8522.58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03" o:spid="_x0000_s1646" type="#_x0000_t88" style="position:absolute;margin-left:327.95pt;margin-top:4.45pt;width:7.7pt;height:85.4pt;z-index:251611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" adj=",10952"/>
        </w:pict>
      </w:r>
      <w:r w:rsidR="00BA0088">
        <w:tab/>
      </w:r>
      <w:r w:rsidR="00BA0088">
        <w:tab/>
      </w:r>
      <w:r w:rsidR="00BA0088">
        <w:tab/>
        <w:t xml:space="preserve"> (ii) Economic value =</w:t>
      </w:r>
      <w:r w:rsidR="00BA0088" w:rsidRPr="007E02FE">
        <w:rPr>
          <w:spacing w:val="-2"/>
          <w:position w:val="-34"/>
        </w:rPr>
        <w:object w:dxaOrig="3440" w:dyaOrig="780">
          <v:shape id="_x0000_i1128" type="#_x0000_t75" style="width:171.75pt;height:37.5pt" o:ole="" fillcolor="window">
            <v:imagedata r:id="rId24" o:title=""/>
          </v:shape>
          <o:OLEObject Type="Embed" ProgID="Equation.3" ShapeID="_x0000_i1128" DrawAspect="Content" ObjectID="_1654987133" r:id="rId191"/>
        </w:object>
      </w:r>
    </w:p>
    <w:p w:rsidR="00BA0088" w:rsidRDefault="00BA0088" w:rsidP="00BA0088">
      <w:pPr>
        <w:pStyle w:val="ISMab"/>
        <w:ind w:firstLine="3870"/>
      </w:pPr>
      <w:r>
        <w:t xml:space="preserve"> = $850</w:t>
      </w:r>
      <w:r w:rsidR="002C69FD" w:rsidRPr="002C69FD">
        <w:rPr>
          <w:position w:val="-32"/>
        </w:rPr>
        <w:object w:dxaOrig="1120" w:dyaOrig="760">
          <v:shape id="_x0000_i1129" type="#_x0000_t75" style="width:56.25pt;height:37.5pt" o:ole="" fillcolor="window">
            <v:imagedata r:id="rId192" o:title=""/>
          </v:shape>
          <o:OLEObject Type="Embed" ProgID="Equation.3" ShapeID="_x0000_i1129" DrawAspect="Content" ObjectID="_1654987134" r:id="rId193"/>
        </w:object>
      </w:r>
      <w:r>
        <w:t>(1.0</w:t>
      </w:r>
      <w:r w:rsidR="002C69FD">
        <w:t>5</w:t>
      </w:r>
      <w:r>
        <w:t xml:space="preserve">) </w:t>
      </w:r>
    </w:p>
    <w:p w:rsidR="00BA0088" w:rsidRDefault="00BA0088" w:rsidP="00BA0088">
      <w:pPr>
        <w:pStyle w:val="ISMab"/>
        <w:ind w:firstLine="3870"/>
      </w:pPr>
      <w:r>
        <w:t xml:space="preserve"> = $</w:t>
      </w:r>
      <w:r w:rsidR="002C69FD">
        <w:t>8522.58</w:t>
      </w:r>
    </w:p>
    <w:p w:rsidR="00BA0088" w:rsidRDefault="00BA0088" w:rsidP="00BA0088">
      <w:pPr>
        <w:pStyle w:val="ISMab"/>
        <w:rPr>
          <w:spacing w:val="-2"/>
        </w:rPr>
      </w:pPr>
      <w:r>
        <w:tab/>
      </w:r>
      <w:r>
        <w:tab/>
      </w:r>
      <w:r>
        <w:tab/>
        <w:t>(iii) Economic value =</w:t>
      </w:r>
      <w:r w:rsidRPr="007E02FE">
        <w:rPr>
          <w:spacing w:val="-2"/>
          <w:position w:val="-34"/>
        </w:rPr>
        <w:object w:dxaOrig="3519" w:dyaOrig="780">
          <v:shape id="_x0000_i1130" type="#_x0000_t75" style="width:174.75pt;height:37.5pt" o:ole="" fillcolor="window">
            <v:imagedata r:id="rId128" o:title=""/>
          </v:shape>
          <o:OLEObject Type="Embed" ProgID="Equation.3" ShapeID="_x0000_i1130" DrawAspect="Content" ObjectID="_1654987135" r:id="rId194"/>
        </w:object>
      </w:r>
    </w:p>
    <w:p w:rsidR="00BA0088" w:rsidRDefault="00BA0088" w:rsidP="00BA0088">
      <w:pPr>
        <w:pStyle w:val="ISMab"/>
        <w:ind w:firstLine="3870"/>
      </w:pPr>
      <w:r>
        <w:t xml:space="preserve"> = $1700</w:t>
      </w:r>
      <w:r w:rsidR="002C69FD" w:rsidRPr="002C69FD">
        <w:rPr>
          <w:position w:val="-32"/>
        </w:rPr>
        <w:object w:dxaOrig="1200" w:dyaOrig="760">
          <v:shape id="_x0000_i1131" type="#_x0000_t75" style="width:60pt;height:37.5pt" o:ole="" fillcolor="window">
            <v:imagedata r:id="rId195" o:title=""/>
          </v:shape>
          <o:OLEObject Type="Embed" ProgID="Equation.3" ShapeID="_x0000_i1131" DrawAspect="Content" ObjectID="_1654987136" r:id="rId196"/>
        </w:object>
      </w:r>
      <w:r>
        <w:t>(1.0</w:t>
      </w:r>
      <w:r w:rsidR="002C69FD">
        <w:t>5</w:t>
      </w:r>
      <w:r>
        <w:t xml:space="preserve">) </w:t>
      </w:r>
    </w:p>
    <w:p w:rsidR="00BA0088" w:rsidRDefault="00BA0088" w:rsidP="00BA0088">
      <w:pPr>
        <w:pStyle w:val="ISMab"/>
        <w:ind w:firstLine="3870"/>
      </w:pPr>
      <w:r>
        <w:t xml:space="preserve"> = $</w:t>
      </w:r>
      <w:r w:rsidR="002C69FD">
        <w:t>11,536.83</w:t>
      </w:r>
    </w:p>
    <w:p w:rsidR="00BA0088" w:rsidRDefault="00BA0088" w:rsidP="00BA0088">
      <w:pPr>
        <w:pStyle w:val="ISMab"/>
        <w:ind w:firstLine="900"/>
        <w:rPr>
          <w:u w:val="double"/>
        </w:rPr>
      </w:pPr>
      <w:r>
        <w:rPr>
          <w:u w:val="double"/>
        </w:rPr>
        <w:t>The $1700 annuity has the largest economic value and the $850 annuity</w:t>
      </w:r>
    </w:p>
    <w:p w:rsidR="00BA0088" w:rsidRDefault="00BA0088" w:rsidP="00BA0088">
      <w:pPr>
        <w:pStyle w:val="ISMab"/>
        <w:ind w:firstLine="900"/>
      </w:pPr>
      <w:r>
        <w:rPr>
          <w:u w:val="double"/>
        </w:rPr>
        <w:t>has the lowest value</w:t>
      </w:r>
      <w:r>
        <w:t>.</w:t>
      </w:r>
    </w:p>
    <w:p w:rsidR="001F2B18" w:rsidRDefault="001F2B18" w:rsidP="00C40A10">
      <w:pPr>
        <w:pStyle w:val="ISM"/>
        <w:spacing w:after="120"/>
        <w:rPr>
          <w:b/>
          <w:sz w:val="24"/>
        </w:rPr>
      </w:pPr>
    </w:p>
    <w:p w:rsidR="00BA0088" w:rsidRDefault="00265B82" w:rsidP="00BA0088">
      <w:pPr>
        <w:pStyle w:val="ISMab"/>
      </w:pPr>
      <w:r>
        <w:tab/>
      </w:r>
      <w:r w:rsidR="00BA0088">
        <w:tab/>
      </w:r>
      <w:r w:rsidR="00BA0088">
        <w:rPr>
          <w:i/>
        </w:rPr>
        <w:t>b</w:t>
      </w:r>
      <w:r w:rsidR="00BA0088">
        <w:t>.</w:t>
      </w:r>
      <w:r w:rsidR="00BA0088">
        <w:tab/>
        <w:t xml:space="preserve">  (</w:t>
      </w:r>
      <w:proofErr w:type="spellStart"/>
      <w:r w:rsidR="00BA0088">
        <w:t>i</w:t>
      </w:r>
      <w:proofErr w:type="spellEnd"/>
      <w:r w:rsidR="00BA0088">
        <w:t xml:space="preserve">) </w:t>
      </w:r>
      <w:proofErr w:type="gramStart"/>
      <w:r w:rsidR="00BA0088">
        <w:t>The</w:t>
      </w:r>
      <w:proofErr w:type="gramEnd"/>
      <w:r w:rsidR="00BA0088">
        <w:t xml:space="preserve"> $10,000 payment is already at the focal date.</w:t>
      </w:r>
    </w:p>
    <w:p w:rsidR="00BA0088" w:rsidRDefault="00BA0088" w:rsidP="00BA0088">
      <w:pPr>
        <w:pStyle w:val="ISMab"/>
      </w:pPr>
      <w:r>
        <w:tab/>
      </w:r>
      <w:r>
        <w:tab/>
      </w:r>
      <w:r>
        <w:tab/>
        <w:t xml:space="preserve"> (ii) Economic value =</w:t>
      </w:r>
      <w:r w:rsidRPr="007E02FE">
        <w:rPr>
          <w:spacing w:val="-2"/>
          <w:position w:val="-10"/>
        </w:rPr>
        <w:object w:dxaOrig="880" w:dyaOrig="300">
          <v:shape id="_x0000_i1132" type="#_x0000_t75" style="width:44.25pt;height:15pt" o:ole="" fillcolor="window">
            <v:imagedata r:id="rId197" o:title=""/>
          </v:shape>
          <o:OLEObject Type="Embed" ProgID="Equation.3" ShapeID="_x0000_i1132" DrawAspect="Content" ObjectID="_1654987137" r:id="rId198"/>
        </w:object>
      </w:r>
      <w:r>
        <w:rPr>
          <w:spacing w:val="-2"/>
        </w:rPr>
        <w:t xml:space="preserve"> </w:t>
      </w:r>
      <w:r>
        <w:t>= $850</w:t>
      </w:r>
      <w:r w:rsidRPr="007E02FE">
        <w:rPr>
          <w:position w:val="-34"/>
        </w:rPr>
        <w:object w:dxaOrig="1180" w:dyaOrig="780">
          <v:shape id="_x0000_i1133" type="#_x0000_t75" style="width:59.25pt;height:37.5pt" o:ole="" fillcolor="window">
            <v:imagedata r:id="rId199" o:title=""/>
          </v:shape>
          <o:OLEObject Type="Embed" ProgID="Equation.3" ShapeID="_x0000_i1133" DrawAspect="Content" ObjectID="_1654987138" r:id="rId200"/>
        </w:object>
      </w:r>
      <w:r>
        <w:t>(1.10) = $10,692.56</w:t>
      </w:r>
    </w:p>
    <w:p w:rsidR="00BA0088" w:rsidRDefault="00BA0088" w:rsidP="00BA0088">
      <w:pPr>
        <w:pStyle w:val="ISMab"/>
      </w:pPr>
      <w:r>
        <w:tab/>
      </w:r>
      <w:r>
        <w:tab/>
      </w:r>
      <w:r>
        <w:tab/>
        <w:t>(iii) Economic value =</w:t>
      </w:r>
      <w:r w:rsidRPr="007E02FE">
        <w:rPr>
          <w:spacing w:val="-2"/>
          <w:position w:val="-10"/>
        </w:rPr>
        <w:object w:dxaOrig="880" w:dyaOrig="300">
          <v:shape id="_x0000_i1134" type="#_x0000_t75" style="width:44.25pt;height:15pt" o:ole="" fillcolor="window">
            <v:imagedata r:id="rId201" o:title=""/>
          </v:shape>
          <o:OLEObject Type="Embed" ProgID="Equation.3" ShapeID="_x0000_i1134" DrawAspect="Content" ObjectID="_1654987139" r:id="rId202"/>
        </w:object>
      </w:r>
      <w:r>
        <w:rPr>
          <w:spacing w:val="-2"/>
        </w:rPr>
        <w:t xml:space="preserve"> </w:t>
      </w:r>
      <w:r>
        <w:t>= $1700</w:t>
      </w:r>
      <w:r w:rsidRPr="007E02FE">
        <w:rPr>
          <w:position w:val="-34"/>
        </w:rPr>
        <w:object w:dxaOrig="1280" w:dyaOrig="780">
          <v:shape id="_x0000_i1135" type="#_x0000_t75" style="width:63.75pt;height:37.5pt" o:ole="" fillcolor="window">
            <v:imagedata r:id="rId203" o:title=""/>
          </v:shape>
          <o:OLEObject Type="Embed" ProgID="Equation.3" ShapeID="_x0000_i1135" DrawAspect="Content" ObjectID="_1654987140" r:id="rId204"/>
        </w:object>
      </w:r>
      <w:r>
        <w:t>(1.10) = $9976.31</w:t>
      </w:r>
    </w:p>
    <w:p w:rsidR="00BA0088" w:rsidRDefault="00BA0088" w:rsidP="00BA0088">
      <w:pPr>
        <w:pStyle w:val="ISMab"/>
        <w:rPr>
          <w:u w:val="double"/>
        </w:rPr>
      </w:pPr>
      <w:r>
        <w:tab/>
      </w:r>
      <w:r>
        <w:tab/>
      </w:r>
      <w:r>
        <w:tab/>
        <w:t xml:space="preserve">The ranking in part </w:t>
      </w:r>
      <w:r>
        <w:rPr>
          <w:i/>
        </w:rPr>
        <w:t xml:space="preserve">a </w:t>
      </w:r>
      <w:r>
        <w:t xml:space="preserve">is reversed. </w:t>
      </w:r>
      <w:r>
        <w:rPr>
          <w:u w:val="double"/>
        </w:rPr>
        <w:t>The $850 annuity now has the largest economic</w:t>
      </w:r>
    </w:p>
    <w:p w:rsidR="00BA0088" w:rsidRDefault="00BA0088" w:rsidP="00BA0088">
      <w:pPr>
        <w:pStyle w:val="ISMab"/>
        <w:spacing w:after="180"/>
      </w:pPr>
      <w:r>
        <w:tab/>
      </w:r>
      <w:r>
        <w:tab/>
      </w:r>
      <w:r>
        <w:tab/>
      </w:r>
      <w:proofErr w:type="gramStart"/>
      <w:r>
        <w:rPr>
          <w:u w:val="double"/>
        </w:rPr>
        <w:t>value</w:t>
      </w:r>
      <w:proofErr w:type="gramEnd"/>
      <w:r>
        <w:rPr>
          <w:u w:val="double"/>
        </w:rPr>
        <w:t xml:space="preserve"> and the $1700 annuity has the lowest value</w:t>
      </w:r>
      <w:r>
        <w:t>.</w:t>
      </w:r>
    </w:p>
    <w:p w:rsidR="00466CD8" w:rsidRDefault="00466CD8">
      <w:r>
        <w:br w:type="page"/>
      </w:r>
    </w:p>
    <w:p w:rsidR="00BA0088" w:rsidRDefault="00BA0088" w:rsidP="00BA0088">
      <w:pPr>
        <w:pStyle w:val="ISM"/>
        <w:ind w:left="540" w:hanging="540"/>
      </w:pPr>
      <w:r>
        <w:lastRenderedPageBreak/>
        <w:tab/>
        <w:t>2</w:t>
      </w:r>
      <w:r w:rsidR="00FA1497">
        <w:t>1</w:t>
      </w:r>
      <w:r>
        <w:t>.</w:t>
      </w:r>
      <w:r>
        <w:tab/>
        <w:t xml:space="preserve">Heath and Company should choose the lease having the lower economic value. </w:t>
      </w:r>
    </w:p>
    <w:p w:rsidR="00BA0088" w:rsidRDefault="00BA0088" w:rsidP="00BA0088">
      <w:pPr>
        <w:pStyle w:val="ISM"/>
        <w:ind w:left="540" w:hanging="540"/>
      </w:pPr>
      <w:r>
        <w:tab/>
      </w:r>
      <w:r>
        <w:tab/>
        <w:t>The current economic value of each lease is the present value of the lease payments discounted at the time value of money.</w:t>
      </w:r>
    </w:p>
    <w:p w:rsidR="00BA0088" w:rsidRDefault="00BA0088" w:rsidP="00BA0088">
      <w:pPr>
        <w:pStyle w:val="ISM"/>
      </w:pPr>
      <w:r>
        <w:tab/>
      </w:r>
      <w:r>
        <w:tab/>
        <w:t xml:space="preserve">For the lease on the current premises, </w:t>
      </w:r>
      <w:r>
        <w:rPr>
          <w:rFonts w:ascii="Times New Roman" w:hAnsi="Times New Roman"/>
          <w:i/>
        </w:rPr>
        <w:t>PMT</w:t>
      </w:r>
      <w:r>
        <w:t xml:space="preserve"> = $2100, </w:t>
      </w:r>
      <w:r>
        <w:rPr>
          <w:rFonts w:ascii="Times New Roman" w:hAnsi="Times New Roman"/>
          <w:i/>
        </w:rPr>
        <w:t>n</w:t>
      </w:r>
      <w:r>
        <w:t xml:space="preserve"> = 12(7) = 84,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4"/>
        </w:rPr>
        <w:object w:dxaOrig="480" w:dyaOrig="400">
          <v:shape id="_x0000_i1136" type="#_x0000_t75" style="width:23.25pt;height:21pt" o:ole="" fillcolor="window">
            <v:imagedata r:id="rId205" o:title=""/>
          </v:shape>
          <o:OLEObject Type="Embed" ProgID="Equation.3" ShapeID="_x0000_i1136" DrawAspect="Content" ObjectID="_1654987141" r:id="rId206"/>
        </w:object>
      </w:r>
      <w:r>
        <w:t xml:space="preserve"> = 0.625%.</w:t>
      </w:r>
    </w:p>
    <w:p w:rsidR="00BA0088" w:rsidRDefault="00BA0088" w:rsidP="00BA0088">
      <w:pPr>
        <w:pStyle w:val="ISM"/>
      </w:pPr>
      <w:r>
        <w:tab/>
      </w: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>due) = $2100</w:t>
      </w:r>
      <w:r w:rsidRPr="007E02FE">
        <w:rPr>
          <w:position w:val="-32"/>
        </w:rPr>
        <w:object w:dxaOrig="1719" w:dyaOrig="740">
          <v:shape id="_x0000_i1137" type="#_x0000_t75" style="width:86.25pt;height:36.75pt" o:ole="" fillcolor="window">
            <v:imagedata r:id="rId207" o:title=""/>
          </v:shape>
          <o:OLEObject Type="Embed" ProgID="Equation.3" ShapeID="_x0000_i1137" DrawAspect="Content" ObjectID="_1654987142" r:id="rId208"/>
        </w:object>
      </w:r>
      <w:r>
        <w:t>(1.00625) = $137,768.09</w:t>
      </w:r>
    </w:p>
    <w:p w:rsidR="00BA0088" w:rsidRDefault="00BA0088" w:rsidP="00BA0088">
      <w:pPr>
        <w:pStyle w:val="ISM"/>
      </w:pPr>
      <w:r>
        <w:tab/>
      </w:r>
      <w:r>
        <w:tab/>
        <w:t xml:space="preserve">For the lease on the new premises, the payments form a deferred ordinary annuity </w:t>
      </w:r>
    </w:p>
    <w:p w:rsidR="00BA0088" w:rsidRDefault="00BA0088" w:rsidP="00BA0088">
      <w:pPr>
        <w:pStyle w:val="ISM"/>
      </w:pPr>
      <w:r>
        <w:tab/>
      </w:r>
      <w:r>
        <w:tab/>
        <w:t xml:space="preserve">having </w:t>
      </w:r>
      <w:r>
        <w:rPr>
          <w:rFonts w:ascii="Times New Roman" w:hAnsi="Times New Roman"/>
          <w:i/>
        </w:rPr>
        <w:t>PMT</w:t>
      </w:r>
      <w:r>
        <w:t xml:space="preserve"> = $2500, </w:t>
      </w:r>
      <w:r>
        <w:rPr>
          <w:rFonts w:ascii="Times New Roman" w:hAnsi="Times New Roman"/>
          <w:i/>
        </w:rPr>
        <w:t>n</w:t>
      </w:r>
      <w:r>
        <w:t xml:space="preserve"> = 12(6) = 72,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0.625%, and period of deferral = 11 months.</w:t>
      </w:r>
    </w:p>
    <w:p w:rsidR="00BA0088" w:rsidRDefault="00BA0088" w:rsidP="00BA0088">
      <w:pPr>
        <w:pStyle w:val="ISM"/>
      </w:pPr>
      <w:r>
        <w:tab/>
      </w:r>
      <w:r>
        <w:tab/>
        <w:t>At a focal date 11 months from now,</w:t>
      </w:r>
    </w:p>
    <w:p w:rsidR="00BA0088" w:rsidRDefault="00BA0088" w:rsidP="00BA0088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</w:t>
      </w:r>
      <w:r w:rsidRPr="007E02FE">
        <w:rPr>
          <w:spacing w:val="-2"/>
          <w:position w:val="-34"/>
        </w:rPr>
        <w:object w:dxaOrig="1800" w:dyaOrig="780">
          <v:shape id="_x0000_i1138" type="#_x0000_t75" style="width:90.75pt;height:37.5pt" o:ole="" fillcolor="window">
            <v:imagedata r:id="rId209" o:title=""/>
          </v:shape>
          <o:OLEObject Type="Embed" ProgID="Equation.3" ShapeID="_x0000_i1138" DrawAspect="Content" ObjectID="_1654987143" r:id="rId210"/>
        </w:object>
      </w:r>
      <w:r>
        <w:rPr>
          <w:spacing w:val="-2"/>
        </w:rPr>
        <w:t xml:space="preserve"> </w:t>
      </w:r>
      <w:r>
        <w:t>= $2500</w:t>
      </w:r>
      <w:r w:rsidRPr="007E02FE">
        <w:rPr>
          <w:position w:val="-32"/>
        </w:rPr>
        <w:object w:dxaOrig="1719" w:dyaOrig="740">
          <v:shape id="_x0000_i1139" type="#_x0000_t75" style="width:86.25pt;height:36.75pt" o:ole="" fillcolor="window">
            <v:imagedata r:id="rId211" o:title=""/>
          </v:shape>
          <o:OLEObject Type="Embed" ProgID="Equation.3" ShapeID="_x0000_i1139" DrawAspect="Content" ObjectID="_1654987144" r:id="rId212"/>
        </w:object>
      </w:r>
      <w:r>
        <w:t>= $144,591.31</w:t>
      </w:r>
    </w:p>
    <w:p w:rsidR="00BA0088" w:rsidRDefault="00BA0088" w:rsidP="00BA0088">
      <w:pPr>
        <w:pStyle w:val="ISM"/>
      </w:pPr>
      <w:r>
        <w:tab/>
      </w: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today) = </w:t>
      </w:r>
      <w:r>
        <w:rPr>
          <w:rFonts w:ascii="Times New Roman" w:hAnsi="Times New Roman"/>
          <w:i/>
        </w:rPr>
        <w:t>FV</w:t>
      </w:r>
      <w:r w:rsidRPr="007E02FE">
        <w:rPr>
          <w:position w:val="-10"/>
        </w:rPr>
        <w:object w:dxaOrig="780" w:dyaOrig="380">
          <v:shape id="_x0000_i1140" type="#_x0000_t75" style="width:37.5pt;height:18.75pt" o:ole="" fillcolor="window">
            <v:imagedata r:id="rId213" o:title=""/>
          </v:shape>
          <o:OLEObject Type="Embed" ProgID="Equation.3" ShapeID="_x0000_i1140" DrawAspect="Content" ObjectID="_1654987145" r:id="rId214"/>
        </w:object>
      </w:r>
      <w:r>
        <w:t xml:space="preserve"> = $144,591.31</w:t>
      </w:r>
      <w:r w:rsidRPr="007E02FE">
        <w:rPr>
          <w:position w:val="-10"/>
        </w:rPr>
        <w:object w:dxaOrig="1260" w:dyaOrig="380">
          <v:shape id="_x0000_i1141" type="#_x0000_t75" style="width:63.75pt;height:18.75pt" o:ole="" fillcolor="window">
            <v:imagedata r:id="rId215" o:title=""/>
          </v:shape>
          <o:OLEObject Type="Embed" ProgID="Equation.3" ShapeID="_x0000_i1141" DrawAspect="Content" ObjectID="_1654987146" r:id="rId216"/>
        </w:object>
      </w:r>
      <w:r>
        <w:t xml:space="preserve"> = $135,013.55</w:t>
      </w:r>
    </w:p>
    <w:p w:rsidR="00BA0088" w:rsidRDefault="00BA0088" w:rsidP="00BA0088">
      <w:pPr>
        <w:pStyle w:val="ISM"/>
      </w:pPr>
      <w:r>
        <w:tab/>
      </w:r>
      <w:r>
        <w:tab/>
        <w:t xml:space="preserve">Therefore, Heath should </w:t>
      </w:r>
      <w:r>
        <w:rPr>
          <w:u w:val="double"/>
        </w:rPr>
        <w:t>accept the lease on the new location</w:t>
      </w:r>
      <w:r>
        <w:t xml:space="preserve"> since it represents</w:t>
      </w:r>
    </w:p>
    <w:p w:rsidR="00BA0088" w:rsidRDefault="00BA0088" w:rsidP="00BA0088">
      <w:pPr>
        <w:pStyle w:val="ISM"/>
      </w:pPr>
      <w:r>
        <w:tab/>
      </w:r>
      <w:r>
        <w:tab/>
        <w:t>a saving (in current dollars) of</w:t>
      </w:r>
      <w:r w:rsidR="001C7F50">
        <w:t xml:space="preserve"> </w:t>
      </w:r>
    </w:p>
    <w:p w:rsidR="00BA0088" w:rsidRDefault="00BA0088" w:rsidP="00BA0088">
      <w:pPr>
        <w:pStyle w:val="ISM"/>
      </w:pPr>
      <w:r>
        <w:tab/>
      </w:r>
      <w:r>
        <w:tab/>
      </w:r>
      <w:r>
        <w:tab/>
      </w:r>
      <w:r>
        <w:tab/>
        <w:t xml:space="preserve">$137,768.09 – $135,013.55 = </w:t>
      </w:r>
      <w:r>
        <w:rPr>
          <w:u w:val="double"/>
        </w:rPr>
        <w:t>$2754.54</w:t>
      </w:r>
    </w:p>
    <w:p w:rsidR="001C7F50" w:rsidRDefault="001C7F50" w:rsidP="001C7F50">
      <w:pPr>
        <w:pStyle w:val="ISM"/>
      </w:pPr>
    </w:p>
    <w:p w:rsidR="001C7F50" w:rsidRDefault="001C7F50" w:rsidP="001C7F50">
      <w:pPr>
        <w:pStyle w:val="ISM"/>
        <w:spacing w:after="60"/>
        <w:rPr>
          <w:b/>
          <w:sz w:val="24"/>
        </w:rPr>
      </w:pPr>
      <w:r>
        <w:rPr>
          <w:b/>
          <w:sz w:val="24"/>
        </w:rPr>
        <w:t xml:space="preserve">Point of Interest (Section </w:t>
      </w:r>
      <w:r w:rsidR="00170960">
        <w:rPr>
          <w:b/>
          <w:sz w:val="24"/>
        </w:rPr>
        <w:t>13</w:t>
      </w:r>
      <w:r>
        <w:rPr>
          <w:b/>
          <w:sz w:val="24"/>
        </w:rPr>
        <w:t>.3)</w:t>
      </w:r>
    </w:p>
    <w:p w:rsidR="001C7F50" w:rsidRDefault="001C7F50" w:rsidP="001C7F50">
      <w:pPr>
        <w:pStyle w:val="ISM"/>
        <w:spacing w:after="60"/>
        <w:rPr>
          <w:b/>
          <w:i/>
        </w:rPr>
      </w:pPr>
      <w:r>
        <w:rPr>
          <w:b/>
          <w:i/>
        </w:rPr>
        <w:t>“Rent-to-Own” or “Rent-Too-Onerous”?</w:t>
      </w:r>
    </w:p>
    <w:p w:rsidR="001C7F50" w:rsidRDefault="001C7F50" w:rsidP="001C7F50">
      <w:pPr>
        <w:pStyle w:val="ISM"/>
        <w:ind w:left="540" w:hanging="540"/>
      </w:pPr>
      <w:r>
        <w:tab/>
        <w:t>1.</w:t>
      </w:r>
      <w:r>
        <w:tab/>
        <w:t>The imputed interest rate paid by the customer is the discount rate that makes</w:t>
      </w:r>
    </w:p>
    <w:p w:rsidR="001C7F50" w:rsidRDefault="001C7F50" w:rsidP="001C7F50">
      <w:pPr>
        <w:pStyle w:val="ISM"/>
        <w:spacing w:line="360" w:lineRule="auto"/>
        <w:ind w:left="540" w:hanging="540"/>
      </w:pPr>
      <w:r>
        <w:tab/>
      </w:r>
      <w:r>
        <w:tab/>
      </w:r>
      <w:r w:rsidR="0036554D">
        <w:t>the present value of the weekly</w:t>
      </w:r>
      <w:r>
        <w:t xml:space="preserve"> rental payments equal to the retail price. </w:t>
      </w:r>
    </w:p>
    <w:p w:rsidR="001C7F50" w:rsidRDefault="001C7F50" w:rsidP="001C7F50">
      <w:pPr>
        <w:pStyle w:val="ISM"/>
        <w:ind w:left="540" w:hanging="540"/>
      </w:pPr>
      <w:r>
        <w:tab/>
      </w:r>
      <w:r>
        <w:tab/>
      </w:r>
      <w:r>
        <w:rPr>
          <w:u w:val="single"/>
        </w:rPr>
        <w:t xml:space="preserve">For the </w:t>
      </w:r>
      <w:r w:rsidR="00F874F8">
        <w:rPr>
          <w:u w:val="single"/>
        </w:rPr>
        <w:t>Samsung LCD HD TV</w:t>
      </w:r>
      <w:r>
        <w:t xml:space="preserve">, retail price = </w:t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due) = $650; </w:t>
      </w:r>
      <w:r>
        <w:rPr>
          <w:rFonts w:ascii="Times New Roman" w:hAnsi="Times New Roman"/>
          <w:i/>
        </w:rPr>
        <w:t>PMT</w:t>
      </w:r>
      <w:r>
        <w:t xml:space="preserve"> = $</w:t>
      </w:r>
      <w:r w:rsidR="00F874F8">
        <w:t>13</w:t>
      </w:r>
      <w:r>
        <w:t>.</w:t>
      </w:r>
      <w:r w:rsidR="00F874F8">
        <w:t>66</w:t>
      </w:r>
      <w:r>
        <w:t xml:space="preserve">; </w:t>
      </w:r>
      <w:r>
        <w:rPr>
          <w:rFonts w:ascii="Times New Roman" w:hAnsi="Times New Roman"/>
          <w:i/>
        </w:rPr>
        <w:t>n</w:t>
      </w:r>
      <w:r>
        <w:t xml:space="preserve"> = </w:t>
      </w:r>
      <w:r w:rsidR="00F874F8">
        <w:t>156</w:t>
      </w:r>
    </w:p>
    <w:p w:rsidR="001C7F50" w:rsidRDefault="001C7F50" w:rsidP="001C7F50">
      <w:pPr>
        <w:pStyle w:val="ISM"/>
        <w:ind w:left="540" w:hanging="540"/>
      </w:pPr>
      <w:r>
        <w:tab/>
      </w:r>
      <w:r>
        <w:tab/>
        <w:t>The one-</w:t>
      </w:r>
      <w:r w:rsidR="00F874F8">
        <w:t>week</w:t>
      </w:r>
      <w:r>
        <w:t xml:space="preserve"> periodic rate is the solution for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rPr>
          <w:rFonts w:ascii="Times New Roman" w:hAnsi="Times New Roman"/>
          <w:i/>
        </w:rPr>
        <w:t xml:space="preserve"> </w:t>
      </w:r>
      <w:r>
        <w:t>in</w:t>
      </w:r>
    </w:p>
    <w:p w:rsidR="001C7F50" w:rsidRDefault="001C7F50" w:rsidP="001C7F50">
      <w:pPr>
        <w:pStyle w:val="ISM"/>
      </w:pPr>
      <w:r>
        <w:tab/>
      </w:r>
      <w:r>
        <w:tab/>
      </w:r>
      <w:r>
        <w:tab/>
      </w:r>
      <w:r>
        <w:tab/>
      </w:r>
      <w:r w:rsidR="00F874F8" w:rsidRPr="00F874F8">
        <w:rPr>
          <w:spacing w:val="-2"/>
          <w:position w:val="-32"/>
        </w:rPr>
        <w:object w:dxaOrig="3540" w:dyaOrig="760">
          <v:shape id="_x0000_i1142" type="#_x0000_t75" style="width:177.75pt;height:37.5pt" o:ole="" fillcolor="window">
            <v:imagedata r:id="rId217" o:title=""/>
          </v:shape>
          <o:OLEObject Type="Embed" ProgID="Equation.3" ShapeID="_x0000_i1142" DrawAspect="Content" ObjectID="_1654987147" r:id="rId218"/>
        </w:object>
      </w:r>
      <w:r>
        <w:t xml:space="preserve"> </w:t>
      </w:r>
    </w:p>
    <w:p w:rsidR="001C7F50" w:rsidRDefault="001C7F50" w:rsidP="001C7F50">
      <w:pPr>
        <w:pStyle w:val="ISM"/>
      </w:pPr>
      <w:r>
        <w:tab/>
      </w:r>
      <w:r>
        <w:tab/>
      </w:r>
      <w:r>
        <w:rPr>
          <w:spacing w:val="-2"/>
        </w:rPr>
        <w:t>The solution is:</w:t>
      </w:r>
      <w:r>
        <w:rPr>
          <w:spacing w:val="-2"/>
        </w:rPr>
        <w:tab/>
        <w:t xml:space="preserve"> </w:t>
      </w:r>
      <w:proofErr w:type="spellStart"/>
      <w:r>
        <w:rPr>
          <w:rFonts w:ascii="Times New Roman" w:hAnsi="Times New Roman"/>
          <w:i/>
          <w:spacing w:val="-2"/>
        </w:rPr>
        <w:t>i</w:t>
      </w:r>
      <w:proofErr w:type="spellEnd"/>
      <w:r>
        <w:rPr>
          <w:rFonts w:ascii="Times New Roman" w:hAnsi="Times New Roman"/>
          <w:i/>
          <w:spacing w:val="-2"/>
        </w:rPr>
        <w:t xml:space="preserve"> </w:t>
      </w:r>
      <w:r>
        <w:rPr>
          <w:spacing w:val="-2"/>
        </w:rPr>
        <w:t xml:space="preserve">= </w:t>
      </w:r>
      <w:r w:rsidR="00F874F8">
        <w:rPr>
          <w:spacing w:val="-2"/>
        </w:rPr>
        <w:t>2.0549</w:t>
      </w:r>
      <w:r>
        <w:rPr>
          <w:spacing w:val="-2"/>
        </w:rPr>
        <w:t xml:space="preserve">% per </w:t>
      </w:r>
      <w:r w:rsidR="00F874F8">
        <w:rPr>
          <w:spacing w:val="-2"/>
        </w:rPr>
        <w:t>week</w:t>
      </w:r>
      <w:r>
        <w:rPr>
          <w:spacing w:val="-2"/>
        </w:rPr>
        <w:t>.</w:t>
      </w:r>
    </w:p>
    <w:p w:rsidR="001C7F50" w:rsidRDefault="001C7F50" w:rsidP="001C7F50">
      <w:pPr>
        <w:pStyle w:val="ISM"/>
        <w:rPr>
          <w:rFonts w:cs="Arial"/>
          <w:iCs/>
        </w:rPr>
      </w:pPr>
      <w:r>
        <w:rPr>
          <w:rFonts w:cs="Arial"/>
          <w:iCs/>
        </w:rPr>
        <w:tab/>
      </w:r>
      <w:r>
        <w:rPr>
          <w:rFonts w:cs="Arial"/>
          <w:iCs/>
        </w:rPr>
        <w:tab/>
        <w:t xml:space="preserve">Therefore, </w:t>
      </w:r>
      <w:r>
        <w:rPr>
          <w:rFonts w:ascii="Times New Roman" w:hAnsi="Times New Roman" w:cs="Arial"/>
          <w:i/>
          <w:iCs/>
        </w:rPr>
        <w:t>j = mi</w:t>
      </w:r>
      <w:r>
        <w:rPr>
          <w:rFonts w:cs="Arial"/>
          <w:iCs/>
        </w:rPr>
        <w:t xml:space="preserve"> = </w:t>
      </w:r>
      <w:r w:rsidR="00F874F8">
        <w:rPr>
          <w:rFonts w:cs="Arial"/>
          <w:iCs/>
        </w:rPr>
        <w:t>5</w:t>
      </w:r>
      <w:r>
        <w:rPr>
          <w:rFonts w:cs="Arial"/>
          <w:iCs/>
        </w:rPr>
        <w:t>2(</w:t>
      </w:r>
      <w:r w:rsidR="00F874F8">
        <w:rPr>
          <w:spacing w:val="-2"/>
        </w:rPr>
        <w:t>2.0549</w:t>
      </w:r>
      <w:r>
        <w:rPr>
          <w:rFonts w:cs="Arial"/>
          <w:iCs/>
        </w:rPr>
        <w:t xml:space="preserve">%) = </w:t>
      </w:r>
      <w:r>
        <w:rPr>
          <w:rFonts w:cs="Arial"/>
          <w:iCs/>
          <w:u w:val="double"/>
        </w:rPr>
        <w:t>1</w:t>
      </w:r>
      <w:r w:rsidR="00F874F8">
        <w:rPr>
          <w:rFonts w:cs="Arial"/>
          <w:iCs/>
          <w:u w:val="double"/>
        </w:rPr>
        <w:t>06</w:t>
      </w:r>
      <w:r>
        <w:rPr>
          <w:rFonts w:cs="Arial"/>
          <w:iCs/>
          <w:u w:val="double"/>
        </w:rPr>
        <w:t>.</w:t>
      </w:r>
      <w:r w:rsidR="00F874F8">
        <w:rPr>
          <w:rFonts w:cs="Arial"/>
          <w:iCs/>
          <w:u w:val="double"/>
        </w:rPr>
        <w:t>86</w:t>
      </w:r>
      <w:r>
        <w:rPr>
          <w:rFonts w:cs="Arial"/>
          <w:iCs/>
          <w:u w:val="double"/>
        </w:rPr>
        <w:t xml:space="preserve">% compounded </w:t>
      </w:r>
      <w:r w:rsidR="00F874F8">
        <w:rPr>
          <w:rFonts w:cs="Arial"/>
          <w:iCs/>
          <w:u w:val="double"/>
        </w:rPr>
        <w:t>weekly</w:t>
      </w:r>
    </w:p>
    <w:p w:rsidR="001C7F50" w:rsidRDefault="001C7F50" w:rsidP="001C7F50">
      <w:pPr>
        <w:pStyle w:val="ISM"/>
        <w:spacing w:after="60"/>
        <w:rPr>
          <w:u w:val="double"/>
        </w:rPr>
      </w:pPr>
      <w:r>
        <w:tab/>
      </w:r>
      <w:r>
        <w:tab/>
      </w:r>
      <w:proofErr w:type="gramStart"/>
      <w:r>
        <w:t>and</w:t>
      </w:r>
      <w:proofErr w:type="gramEnd"/>
      <w:r>
        <w:t xml:space="preserve"> </w:t>
      </w:r>
      <w:r>
        <w:tab/>
      </w:r>
      <w:r w:rsidRPr="007E02FE">
        <w:rPr>
          <w:position w:val="-12"/>
        </w:rPr>
        <w:object w:dxaOrig="1420" w:dyaOrig="420">
          <v:shape id="_x0000_i1143" type="#_x0000_t75" style="width:71.25pt;height:21pt" o:ole="" fillcolor="window">
            <v:imagedata r:id="rId219" o:title=""/>
          </v:shape>
          <o:OLEObject Type="Embed" ProgID="Equation.2" ShapeID="_x0000_i1143" DrawAspect="Content" ObjectID="_1654987148" r:id="rId220"/>
        </w:object>
      </w:r>
      <w:r>
        <w:t xml:space="preserve"> = </w:t>
      </w:r>
      <w:r w:rsidR="000507A2" w:rsidRPr="000507A2">
        <w:rPr>
          <w:position w:val="-10"/>
        </w:rPr>
        <w:object w:dxaOrig="1180" w:dyaOrig="360">
          <v:shape id="_x0000_i1144" type="#_x0000_t75" style="width:59.25pt;height:18.75pt" o:ole="">
            <v:imagedata r:id="rId221" o:title=""/>
          </v:shape>
          <o:OLEObject Type="Embed" ProgID="Equation.3" ShapeID="_x0000_i1144" DrawAspect="Content" ObjectID="_1654987149" r:id="rId222"/>
        </w:object>
      </w:r>
      <w:r>
        <w:t xml:space="preserve"> </w:t>
      </w:r>
      <w:r>
        <w:sym w:font="Symbol" w:char="F02D"/>
      </w:r>
      <w:r>
        <w:t xml:space="preserve"> 1 = </w:t>
      </w:r>
      <w:r w:rsidR="000507A2">
        <w:t>1.8798</w:t>
      </w:r>
      <w:r>
        <w:t xml:space="preserve"> = </w:t>
      </w:r>
      <w:r w:rsidR="000507A2">
        <w:rPr>
          <w:u w:val="double"/>
        </w:rPr>
        <w:t>187.98</w:t>
      </w:r>
      <w:r>
        <w:rPr>
          <w:u w:val="double"/>
        </w:rPr>
        <w:t>%</w:t>
      </w:r>
    </w:p>
    <w:p w:rsidR="00FA209E" w:rsidRDefault="001C7F50" w:rsidP="001C7F50">
      <w:pPr>
        <w:pStyle w:val="ISM"/>
      </w:pPr>
      <w:r>
        <w:tab/>
        <w:t>3.</w:t>
      </w:r>
      <w:r>
        <w:tab/>
      </w:r>
      <w:r w:rsidR="00395458">
        <w:t>W</w:t>
      </w:r>
      <w:r>
        <w:t xml:space="preserve">ith </w:t>
      </w:r>
      <w:proofErr w:type="gramStart"/>
      <w:r>
        <w:rPr>
          <w:rFonts w:ascii="Times New Roman" w:hAnsi="Times New Roman"/>
          <w:i/>
        </w:rPr>
        <w:t>PV</w:t>
      </w:r>
      <w:r w:rsidR="00395458">
        <w:rPr>
          <w:rFonts w:cs="Arial"/>
        </w:rPr>
        <w:t>(</w:t>
      </w:r>
      <w:proofErr w:type="gramEnd"/>
      <w:r w:rsidR="00395458">
        <w:rPr>
          <w:rFonts w:cs="Arial"/>
        </w:rPr>
        <w:t>due)</w:t>
      </w:r>
      <w:r>
        <w:t xml:space="preserve"> = $650, </w:t>
      </w:r>
      <w:r w:rsidR="00395458">
        <w:rPr>
          <w:rFonts w:ascii="Times New Roman" w:hAnsi="Times New Roman"/>
          <w:i/>
        </w:rPr>
        <w:t>j</w:t>
      </w:r>
      <w:r w:rsidR="00395458">
        <w:t xml:space="preserve"> = 30%, </w:t>
      </w:r>
      <w:r w:rsidR="00FA209E">
        <w:t>n</w:t>
      </w:r>
      <w:r>
        <w:t xml:space="preserve"> = </w:t>
      </w:r>
      <w:r w:rsidR="00395458">
        <w:t>156</w:t>
      </w:r>
      <w:r>
        <w:t xml:space="preserve">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FA209E" w:rsidRPr="00395458">
        <w:rPr>
          <w:position w:val="-12"/>
        </w:rPr>
        <w:object w:dxaOrig="360" w:dyaOrig="340">
          <v:shape id="_x0000_i1145" type="#_x0000_t75" style="width:18pt;height:18pt" o:ole="" fillcolor="window">
            <v:imagedata r:id="rId223" o:title=""/>
          </v:shape>
          <o:OLEObject Type="Embed" ProgID="Equation.3" ShapeID="_x0000_i1145" DrawAspect="Content" ObjectID="_1654987150" r:id="rId224"/>
        </w:object>
      </w:r>
      <w:r>
        <w:t xml:space="preserve"> = </w:t>
      </w:r>
      <w:r w:rsidR="00FA209E">
        <w:t>2.5</w:t>
      </w:r>
      <w:r>
        <w:t>%</w:t>
      </w:r>
      <w:r w:rsidR="00FA209E">
        <w:t xml:space="preserve"> and c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52</m:t>
            </m:r>
          </m:den>
        </m:f>
      </m:oMath>
      <w:r w:rsidR="00FA209E">
        <w:t xml:space="preserve"> = 0.230769231.</w:t>
      </w:r>
    </w:p>
    <w:p w:rsidR="00395458" w:rsidRDefault="00FA209E" w:rsidP="001C7F50">
      <w:pPr>
        <w:pStyle w:val="ISM"/>
      </w:pPr>
      <w:r>
        <w:tab/>
      </w:r>
      <w:r>
        <w:tab/>
      </w:r>
      <w:r w:rsidRPr="007E02FE">
        <w:rPr>
          <w:position w:val="-10"/>
        </w:rPr>
        <w:object w:dxaOrig="1420" w:dyaOrig="380">
          <v:shape id="_x0000_i1146" type="#_x0000_t75" style="width:71.25pt;height:18.75pt" o:ole="" fillcolor="window">
            <v:imagedata r:id="rId58" o:title=""/>
          </v:shape>
          <o:OLEObject Type="Embed" ProgID="Equation.3" ShapeID="_x0000_i1146" DrawAspect="Content" ObjectID="_1654987151" r:id="rId225"/>
        </w:object>
      </w:r>
      <w:r>
        <w:t xml:space="preserve"> = </w:t>
      </w:r>
      <w:r w:rsidR="004E2963" w:rsidRPr="00055B45">
        <w:rPr>
          <w:position w:val="-14"/>
        </w:rPr>
        <w:object w:dxaOrig="1500" w:dyaOrig="440">
          <v:shape id="_x0000_i1147" type="#_x0000_t75" style="width:75pt;height:22.5pt" o:ole="" fillcolor="window">
            <v:imagedata r:id="rId226" o:title=""/>
          </v:shape>
          <o:OLEObject Type="Embed" ProgID="Equation.3" ShapeID="_x0000_i1147" DrawAspect="Content" ObjectID="_1654987152" r:id="rId227"/>
        </w:object>
      </w:r>
      <w:r>
        <w:t>– 1 = 0.005714561</w:t>
      </w:r>
    </w:p>
    <w:p w:rsidR="00395458" w:rsidRDefault="00395458" w:rsidP="001C7F50">
      <w:pPr>
        <w:pStyle w:val="ISM"/>
      </w:pPr>
      <w:r>
        <w:tab/>
      </w:r>
      <w:r>
        <w:tab/>
      </w:r>
      <w:proofErr w:type="gramStart"/>
      <w:r>
        <w:t>we</w:t>
      </w:r>
      <w:proofErr w:type="gramEnd"/>
      <w:r>
        <w:t xml:space="preserve"> have</w:t>
      </w:r>
      <w:r>
        <w:tab/>
      </w:r>
      <w:r w:rsidR="00E561F0">
        <w:t xml:space="preserve">    </w:t>
      </w:r>
      <w:r>
        <w:t xml:space="preserve">$650 = </w:t>
      </w:r>
      <w:r>
        <w:rPr>
          <w:rFonts w:ascii="Times New Roman" w:hAnsi="Times New Roman"/>
          <w:i/>
        </w:rPr>
        <w:t>PMT</w:t>
      </w:r>
      <w:r>
        <w:t xml:space="preserve"> </w:t>
      </w:r>
      <w:r w:rsidR="00FA209E" w:rsidRPr="00FA209E">
        <w:rPr>
          <w:position w:val="-32"/>
        </w:rPr>
        <w:object w:dxaOrig="2120" w:dyaOrig="740">
          <v:shape id="_x0000_i1148" type="#_x0000_t75" style="width:106.5pt;height:37.5pt" o:ole="" fillcolor="window">
            <v:imagedata r:id="rId228" o:title=""/>
          </v:shape>
          <o:OLEObject Type="Embed" ProgID="Equation.3" ShapeID="_x0000_i1148" DrawAspect="Content" ObjectID="_1654987153" r:id="rId229"/>
        </w:object>
      </w:r>
      <w:r>
        <w:t>(1.0057</w:t>
      </w:r>
      <w:r w:rsidR="00FA209E">
        <w:t>14561</w:t>
      </w:r>
      <w:r>
        <w:t>)</w:t>
      </w:r>
    </w:p>
    <w:p w:rsidR="001C7F50" w:rsidRDefault="00395458" w:rsidP="001C7F50">
      <w:pPr>
        <w:pStyle w:val="ISM"/>
      </w:pPr>
      <w:r>
        <w:tab/>
      </w:r>
      <w:r>
        <w:tab/>
      </w:r>
      <w:r w:rsidR="00E561F0">
        <w:t>Then</w:t>
      </w:r>
      <w:r w:rsidR="00E561F0">
        <w:tab/>
      </w:r>
      <w:r w:rsidR="001C7F50">
        <w:t xml:space="preserve"> </w:t>
      </w:r>
      <w:r w:rsidR="00E561F0">
        <w:t xml:space="preserve"> </w:t>
      </w:r>
      <w:r w:rsidR="00E561F0" w:rsidRPr="00E561F0">
        <w:rPr>
          <w:sz w:val="16"/>
          <w:szCs w:val="16"/>
        </w:rPr>
        <w:t xml:space="preserve">  </w:t>
      </w:r>
      <w:r w:rsidR="00E561F0">
        <w:t xml:space="preserve"> </w:t>
      </w:r>
      <w:r w:rsidR="001C7F50">
        <w:rPr>
          <w:rFonts w:ascii="Times New Roman" w:hAnsi="Times New Roman"/>
          <w:i/>
        </w:rPr>
        <w:t>PMT</w:t>
      </w:r>
      <w:r w:rsidR="001C7F50">
        <w:rPr>
          <w:rFonts w:cs="Arial"/>
          <w:iCs/>
        </w:rPr>
        <w:t xml:space="preserve"> = </w:t>
      </w:r>
      <w:r w:rsidR="001C7F50">
        <w:rPr>
          <w:rFonts w:cs="Arial"/>
          <w:iCs/>
          <w:u w:val="double"/>
        </w:rPr>
        <w:t>$</w:t>
      </w:r>
      <w:r w:rsidR="00E561F0">
        <w:rPr>
          <w:rFonts w:cs="Arial"/>
          <w:iCs/>
          <w:u w:val="double"/>
        </w:rPr>
        <w:t>6.2</w:t>
      </w:r>
      <w:r w:rsidR="00FA209E">
        <w:rPr>
          <w:rFonts w:cs="Arial"/>
          <w:iCs/>
          <w:u w:val="double"/>
        </w:rPr>
        <w:t>7</w:t>
      </w:r>
    </w:p>
    <w:p w:rsidR="001C7F50" w:rsidRDefault="00E561F0" w:rsidP="001C7F50">
      <w:pPr>
        <w:pStyle w:val="ISM"/>
      </w:pPr>
      <w:r>
        <w:tab/>
      </w:r>
      <w:r>
        <w:tab/>
        <w:t>The weekly payment to the finance company would be $6.2</w:t>
      </w:r>
      <w:r w:rsidR="00FA209E">
        <w:t>7</w:t>
      </w:r>
      <w:r>
        <w:t>.</w:t>
      </w:r>
    </w:p>
    <w:p w:rsidR="00E561F0" w:rsidRDefault="00E561F0" w:rsidP="001C7F50">
      <w:pPr>
        <w:pStyle w:val="ISM"/>
      </w:pPr>
    </w:p>
    <w:p w:rsidR="001C7F50" w:rsidRDefault="001C7F50" w:rsidP="001C7F50">
      <w:pPr>
        <w:pStyle w:val="ISM"/>
        <w:spacing w:after="60"/>
        <w:rPr>
          <w:b/>
          <w:sz w:val="24"/>
        </w:rPr>
      </w:pPr>
      <w:r>
        <w:rPr>
          <w:b/>
          <w:sz w:val="24"/>
        </w:rPr>
        <w:t xml:space="preserve">Concept </w:t>
      </w:r>
      <w:proofErr w:type="gramStart"/>
      <w:r>
        <w:rPr>
          <w:b/>
          <w:sz w:val="24"/>
        </w:rPr>
        <w:t>Questions  (</w:t>
      </w:r>
      <w:proofErr w:type="gramEnd"/>
      <w:r>
        <w:rPr>
          <w:b/>
          <w:sz w:val="24"/>
        </w:rPr>
        <w:t xml:space="preserve">Section </w:t>
      </w:r>
      <w:r w:rsidR="00170960">
        <w:rPr>
          <w:b/>
          <w:sz w:val="24"/>
        </w:rPr>
        <w:t>13</w:t>
      </w:r>
      <w:r>
        <w:rPr>
          <w:b/>
          <w:sz w:val="24"/>
        </w:rPr>
        <w:t>.3)</w:t>
      </w:r>
    </w:p>
    <w:p w:rsidR="001C7F50" w:rsidRDefault="001C7F50" w:rsidP="001C7F50">
      <w:pPr>
        <w:pStyle w:val="ISM"/>
        <w:spacing w:after="60"/>
        <w:ind w:left="547" w:hanging="547"/>
      </w:pPr>
      <w:r>
        <w:tab/>
        <w:t>1.</w:t>
      </w:r>
      <w:r>
        <w:tab/>
        <w:t xml:space="preserve">If </w:t>
      </w:r>
      <w:r>
        <w:rPr>
          <w:rFonts w:ascii="Times New Roman" w:hAnsi="Times New Roman"/>
          <w:i/>
        </w:rPr>
        <w:t>PMT</w:t>
      </w:r>
      <w:r>
        <w:t xml:space="preserve">, </w:t>
      </w:r>
      <w:r>
        <w:rPr>
          <w:rFonts w:ascii="Times New Roman" w:hAnsi="Times New Roman"/>
          <w:i/>
        </w:rPr>
        <w:t>n</w:t>
      </w:r>
      <w:r>
        <w:t xml:space="preserve">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are the same for an ordinary annuity and an annuity due, the ordinary annuity will have the smaller </w:t>
      </w:r>
      <w:r>
        <w:rPr>
          <w:rFonts w:ascii="Times New Roman" w:hAnsi="Times New Roman"/>
          <w:i/>
        </w:rPr>
        <w:t>FV</w:t>
      </w:r>
      <w:r>
        <w:t xml:space="preserve">. Therefore, if </w:t>
      </w:r>
      <w:r>
        <w:rPr>
          <w:rFonts w:ascii="Times New Roman" w:hAnsi="Times New Roman"/>
          <w:i/>
        </w:rPr>
        <w:t>FV</w:t>
      </w:r>
      <w:r>
        <w:t xml:space="preserve">, </w:t>
      </w:r>
      <w:r>
        <w:rPr>
          <w:rFonts w:ascii="Times New Roman" w:hAnsi="Times New Roman"/>
          <w:i/>
        </w:rPr>
        <w:t>n</w:t>
      </w:r>
      <w:r>
        <w:t xml:space="preserve">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are the same, the </w:t>
      </w:r>
      <w:r>
        <w:rPr>
          <w:u w:val="double"/>
        </w:rPr>
        <w:t>ordinary annuity</w:t>
      </w:r>
      <w:r>
        <w:t xml:space="preserve"> has the larger </w:t>
      </w:r>
      <w:r>
        <w:rPr>
          <w:rFonts w:ascii="Times New Roman" w:hAnsi="Times New Roman"/>
          <w:i/>
        </w:rPr>
        <w:t>PMT</w:t>
      </w:r>
      <w:r>
        <w:t>.</w:t>
      </w:r>
    </w:p>
    <w:p w:rsidR="001C7F50" w:rsidRDefault="001C7F50" w:rsidP="001C7F50">
      <w:pPr>
        <w:pStyle w:val="ISMab"/>
        <w:spacing w:after="60"/>
        <w:ind w:left="900" w:hanging="900"/>
      </w:pPr>
      <w:r>
        <w:tab/>
      </w:r>
      <w:r w:rsidR="00D16C53">
        <w:t>3</w:t>
      </w:r>
      <w:r>
        <w:t>.</w:t>
      </w:r>
      <w:r>
        <w:tab/>
      </w:r>
      <w:proofErr w:type="gramStart"/>
      <w:r>
        <w:rPr>
          <w:i/>
        </w:rPr>
        <w:t>a</w:t>
      </w:r>
      <w:proofErr w:type="gramEnd"/>
      <w:r>
        <w:rPr>
          <w:i/>
        </w:rPr>
        <w:t>.</w:t>
      </w:r>
      <w:r>
        <w:tab/>
        <w:t xml:space="preserve">The lessee </w:t>
      </w:r>
      <w:r>
        <w:rPr>
          <w:u w:val="double"/>
        </w:rPr>
        <w:t>should not exercise the purchase option</w:t>
      </w:r>
      <w:r>
        <w:t xml:space="preserve">. If the lessee wishes to purchase the vehicle, an equivalent vehicle can be purchased at a lower price in the “used-car market”. </w:t>
      </w:r>
    </w:p>
    <w:p w:rsidR="00466CD8" w:rsidRDefault="00466CD8">
      <w:r>
        <w:br w:type="page"/>
      </w:r>
    </w:p>
    <w:p w:rsidR="001C7F50" w:rsidRDefault="001C7F50" w:rsidP="001C7F50">
      <w:pPr>
        <w:pStyle w:val="ISMab"/>
        <w:spacing w:after="60"/>
        <w:ind w:left="907" w:hanging="907"/>
      </w:pPr>
      <w:r>
        <w:lastRenderedPageBreak/>
        <w:tab/>
      </w:r>
      <w:r>
        <w:tab/>
      </w:r>
      <w:r>
        <w:rPr>
          <w:i/>
        </w:rPr>
        <w:t>b.</w:t>
      </w:r>
      <w:r>
        <w:tab/>
        <w:t xml:space="preserve">The lessee </w:t>
      </w:r>
      <w:r>
        <w:rPr>
          <w:u w:val="double"/>
        </w:rPr>
        <w:t>should exercise the purchase option</w:t>
      </w:r>
      <w:r>
        <w:t>. If the lessee does not wish to own the vehicle, it can be sold for more than the residual value in the “used-car market”.</w:t>
      </w:r>
    </w:p>
    <w:p w:rsidR="001C7F50" w:rsidRDefault="001C7F50" w:rsidP="001C7F50">
      <w:pPr>
        <w:pStyle w:val="ISMab"/>
        <w:ind w:left="900" w:hanging="900"/>
      </w:pPr>
      <w:r>
        <w:tab/>
      </w:r>
      <w:r>
        <w:tab/>
      </w:r>
      <w:r>
        <w:rPr>
          <w:rFonts w:ascii="Times New Roman" w:hAnsi="Times New Roman"/>
          <w:i/>
        </w:rPr>
        <w:t>c</w:t>
      </w:r>
      <w:r>
        <w:rPr>
          <w:i/>
        </w:rPr>
        <w:t>.</w:t>
      </w:r>
      <w:r>
        <w:tab/>
        <w:t xml:space="preserve">If the lessee does the rational thing, the lessor </w:t>
      </w:r>
      <w:r>
        <w:rPr>
          <w:i/>
        </w:rPr>
        <w:t>loses</w:t>
      </w:r>
      <w:r>
        <w:t xml:space="preserve"> </w:t>
      </w:r>
    </w:p>
    <w:p w:rsidR="001C7F50" w:rsidRDefault="001C7F50" w:rsidP="001C7F50">
      <w:pPr>
        <w:pStyle w:val="ISMab"/>
        <w:ind w:left="900" w:hanging="900"/>
      </w:pPr>
      <w:r>
        <w:tab/>
      </w:r>
      <w:r>
        <w:tab/>
      </w:r>
      <w:r>
        <w:tab/>
      </w:r>
      <w:r>
        <w:tab/>
      </w:r>
      <w:r>
        <w:tab/>
        <w:t>Residual value – Market value</w:t>
      </w:r>
    </w:p>
    <w:p w:rsidR="001C7F50" w:rsidRDefault="001C7F50" w:rsidP="001C7F50">
      <w:pPr>
        <w:pStyle w:val="ISMab"/>
        <w:ind w:left="900"/>
      </w:pPr>
      <w:r>
        <w:t xml:space="preserve">in case </w:t>
      </w:r>
      <w:r>
        <w:rPr>
          <w:i/>
        </w:rPr>
        <w:t>a,</w:t>
      </w:r>
      <w:r>
        <w:t xml:space="preserve"> but </w:t>
      </w:r>
      <w:r>
        <w:rPr>
          <w:i/>
        </w:rPr>
        <w:t>does not gain</w:t>
      </w:r>
      <w:r>
        <w:t xml:space="preserve"> or capture the difference</w:t>
      </w:r>
    </w:p>
    <w:p w:rsidR="001C7F50" w:rsidRDefault="001C7F50" w:rsidP="001C7F50">
      <w:pPr>
        <w:pStyle w:val="ISMab"/>
        <w:ind w:left="900"/>
      </w:pPr>
      <w:r>
        <w:tab/>
      </w:r>
      <w:r>
        <w:tab/>
        <w:t>Market value – Residual value</w:t>
      </w:r>
    </w:p>
    <w:p w:rsidR="001C7F50" w:rsidRDefault="001C7F50" w:rsidP="001C7F50">
      <w:pPr>
        <w:pStyle w:val="ISMab"/>
        <w:ind w:left="900"/>
      </w:pPr>
      <w:r>
        <w:t xml:space="preserve">in case </w:t>
      </w:r>
      <w:r>
        <w:rPr>
          <w:i/>
        </w:rPr>
        <w:t>b</w:t>
      </w:r>
      <w:r>
        <w:t xml:space="preserve">. The lessor’s exposure to this market value risk is one reason why the interest rate on a lease contract is normally higher than the </w:t>
      </w:r>
      <w:r>
        <w:rPr>
          <w:spacing w:val="-2"/>
        </w:rPr>
        <w:t xml:space="preserve">interest rate </w:t>
      </w:r>
      <w:r>
        <w:t>on a loan to purchase the same vehicle.</w:t>
      </w:r>
    </w:p>
    <w:p w:rsidR="00466CD8" w:rsidRDefault="00466CD8" w:rsidP="001C7F50">
      <w:pPr>
        <w:pStyle w:val="ISM"/>
        <w:spacing w:after="60"/>
      </w:pPr>
    </w:p>
    <w:p w:rsidR="00774BA3" w:rsidRDefault="002043E3" w:rsidP="001C7F50">
      <w:pPr>
        <w:pStyle w:val="ISM"/>
        <w:spacing w:after="60"/>
      </w:pPr>
      <w:r>
        <w:rPr>
          <w:noProof/>
          <w:lang w:val="en-US"/>
        </w:rPr>
        <w:pict>
          <v:shape id="AutoShape 214" o:spid="_x0000_s1056" type="#_x0000_t61" style="position:absolute;margin-left:345.2pt;margin-top:3.1pt;width:126.85pt;height:160.1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" adj="-8744,13128" fillcolor="#cff">
            <v:fill opacity="26214f"/>
            <v:textbox inset="3.6pt,,3.6pt">
              <w:txbxContent>
                <w:p w:rsidR="00466CD8" w:rsidRDefault="00466CD8" w:rsidP="0049026B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49026B">
                  <w:pPr>
                    <w:spacing w:line="300" w:lineRule="exact"/>
                    <w:ind w:right="42"/>
                    <w:jc w:val="right"/>
                  </w:pPr>
                  <w:r>
                    <w:t xml:space="preserve">3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49026B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49026B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466CD8" w:rsidRDefault="00466CD8" w:rsidP="0049026B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49026B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49026B">
                  <w:pPr>
                    <w:spacing w:line="300" w:lineRule="exact"/>
                    <w:ind w:right="42"/>
                    <w:jc w:val="right"/>
                  </w:pPr>
                  <w:r>
                    <w:t xml:space="preserve">750000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49026B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49026B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–19,971.75</w:t>
                  </w:r>
                </w:p>
              </w:txbxContent>
            </v:textbox>
            <w10:wrap type="square"/>
          </v:shape>
        </w:pict>
      </w:r>
    </w:p>
    <w:p w:rsidR="001C7F50" w:rsidRDefault="00774BA3" w:rsidP="001C7F50">
      <w:pPr>
        <w:pStyle w:val="ISM"/>
        <w:spacing w:after="60"/>
        <w:rPr>
          <w:b/>
          <w:sz w:val="24"/>
        </w:rPr>
      </w:pPr>
      <w:r>
        <w:rPr>
          <w:b/>
          <w:sz w:val="24"/>
        </w:rPr>
        <w:t>E</w:t>
      </w:r>
      <w:r w:rsidR="001C7F50">
        <w:rPr>
          <w:b/>
          <w:sz w:val="24"/>
        </w:rPr>
        <w:t xml:space="preserve">xercise </w:t>
      </w:r>
      <w:r w:rsidR="00170960">
        <w:rPr>
          <w:b/>
          <w:sz w:val="24"/>
        </w:rPr>
        <w:t>13</w:t>
      </w:r>
      <w:r w:rsidR="001C7F50">
        <w:rPr>
          <w:b/>
          <w:sz w:val="24"/>
        </w:rPr>
        <w:t>.3</w:t>
      </w:r>
    </w:p>
    <w:p w:rsidR="00E561F0" w:rsidRDefault="00E561F0" w:rsidP="00E561F0">
      <w:pPr>
        <w:pStyle w:val="ISMab"/>
      </w:pPr>
      <w:r>
        <w:tab/>
      </w:r>
      <w:r w:rsidR="0049026B">
        <w:t>1</w:t>
      </w:r>
      <w:r>
        <w:t>.</w:t>
      </w:r>
      <w:r>
        <w:tab/>
        <w:t xml:space="preserve">Given: </w:t>
      </w:r>
      <w:proofErr w:type="gramStart"/>
      <w:r w:rsidR="0050199A">
        <w:rPr>
          <w:rFonts w:ascii="Times New Roman" w:hAnsi="Times New Roman"/>
          <w:i/>
        </w:rPr>
        <w:t>FV</w:t>
      </w:r>
      <w:r w:rsidR="0050199A">
        <w:rPr>
          <w:rFonts w:cs="Arial"/>
        </w:rPr>
        <w:t>(</w:t>
      </w:r>
      <w:proofErr w:type="gramEnd"/>
      <w:r w:rsidR="0050199A">
        <w:rPr>
          <w:rFonts w:cs="Arial"/>
        </w:rPr>
        <w:t>due)</w:t>
      </w:r>
      <w:r w:rsidR="0050199A">
        <w:t xml:space="preserve"> </w:t>
      </w:r>
      <w:r>
        <w:t>= $</w:t>
      </w:r>
      <w:r w:rsidR="0049026B">
        <w:t>75</w:t>
      </w:r>
      <w:r>
        <w:t>0,000, Term = 25 years</w:t>
      </w:r>
    </w:p>
    <w:p w:rsidR="00D16C53" w:rsidRDefault="00E561F0" w:rsidP="00D16C53">
      <w:pPr>
        <w:pStyle w:val="ISMab"/>
      </w:pPr>
      <w:r>
        <w:tab/>
      </w:r>
      <w:r>
        <w:tab/>
      </w:r>
    </w:p>
    <w:p w:rsidR="00D16C53" w:rsidRDefault="00D16C53" w:rsidP="00D16C53">
      <w:pPr>
        <w:pStyle w:val="ISMab"/>
      </w:pPr>
      <w:r>
        <w:tab/>
      </w:r>
      <w:r>
        <w:rPr>
          <w:i/>
        </w:rPr>
        <w:t>a</w:t>
      </w:r>
      <w:r w:rsidRPr="00BA144C">
        <w:rPr>
          <w:i/>
        </w:rPr>
        <w:t>.</w:t>
      </w:r>
      <w:r>
        <w:tab/>
        <w:t xml:space="preserve">With </w:t>
      </w:r>
      <w:r>
        <w:rPr>
          <w:rFonts w:ascii="Times New Roman" w:hAnsi="Times New Roman"/>
          <w:i/>
        </w:rPr>
        <w:t>j</w:t>
      </w:r>
      <w:r>
        <w:t xml:space="preserve"> = 3%, </w:t>
      </w:r>
      <w:r>
        <w:rPr>
          <w:rFonts w:ascii="Times New Roman" w:hAnsi="Times New Roman"/>
          <w:i/>
        </w:rPr>
        <w:t>m</w:t>
      </w:r>
      <w:r>
        <w:t xml:space="preserve"> = 1, </w:t>
      </w:r>
      <w:r>
        <w:rPr>
          <w:rFonts w:ascii="Times New Roman" w:hAnsi="Times New Roman"/>
          <w:i/>
        </w:rPr>
        <w:t>n</w:t>
      </w:r>
      <w:r>
        <w:t xml:space="preserve"> = 25, solve for </w:t>
      </w:r>
      <w:r w:rsidRPr="00BA144C">
        <w:rPr>
          <w:rFonts w:ascii="Times New Roman" w:hAnsi="Times New Roman"/>
          <w:i/>
        </w:rPr>
        <w:t>PMT</w:t>
      </w:r>
      <w:r>
        <w:t xml:space="preserve"> in </w:t>
      </w:r>
    </w:p>
    <w:p w:rsidR="00D16C53" w:rsidRDefault="002043E3" w:rsidP="00D16C53">
      <w:pPr>
        <w:pStyle w:val="ISMab"/>
      </w:pPr>
      <w:r>
        <w:rPr>
          <w:noProof/>
          <w:lang w:val="en-US"/>
        </w:rPr>
        <w:pict>
          <v:shape id="AutoShape 216" o:spid="_x0000_s1614" type="#_x0000_t88" style="position:absolute;margin-left:240.45pt;margin-top:9.3pt;width:16.1pt;height:36.85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"/>
        </w:pict>
      </w:r>
      <w:r w:rsidR="00D16C53">
        <w:tab/>
      </w:r>
      <w:r w:rsidR="00D16C53">
        <w:tab/>
      </w:r>
      <w:r w:rsidR="00D16C53">
        <w:tab/>
        <w:t xml:space="preserve">$750,000 = </w:t>
      </w:r>
      <w:r w:rsidR="00D16C53">
        <w:rPr>
          <w:rFonts w:ascii="Times New Roman" w:hAnsi="Times New Roman"/>
          <w:i/>
        </w:rPr>
        <w:t xml:space="preserve">PMT </w:t>
      </w:r>
      <w:r w:rsidR="00D16C53" w:rsidRPr="00D16C53">
        <w:rPr>
          <w:position w:val="-32"/>
        </w:rPr>
        <w:object w:dxaOrig="1200" w:dyaOrig="760">
          <v:shape id="_x0000_i1149" type="#_x0000_t75" style="width:60pt;height:37.5pt" o:ole="" fillcolor="window">
            <v:imagedata r:id="rId230" o:title=""/>
          </v:shape>
          <o:OLEObject Type="Embed" ProgID="Equation.3" ShapeID="_x0000_i1149" DrawAspect="Content" ObjectID="_1654987154" r:id="rId231"/>
        </w:object>
      </w:r>
      <w:r w:rsidR="00D16C53">
        <w:t>(1.03)</w:t>
      </w:r>
    </w:p>
    <w:p w:rsidR="00D16C53" w:rsidRDefault="00D16C53" w:rsidP="00D16C53">
      <w:pPr>
        <w:pStyle w:val="ISMab"/>
        <w:rPr>
          <w:u w:val="double"/>
        </w:rPr>
      </w:pPr>
      <w:r>
        <w:tab/>
      </w:r>
      <w:r>
        <w:tab/>
      </w:r>
      <w:r>
        <w:tab/>
        <w:t xml:space="preserve">    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$19,971.75</w:t>
      </w:r>
    </w:p>
    <w:p w:rsidR="00D16C53" w:rsidRDefault="00D16C53" w:rsidP="00D16C53">
      <w:pPr>
        <w:pStyle w:val="ISMab"/>
        <w:rPr>
          <w:u w:val="double"/>
        </w:rPr>
      </w:pPr>
    </w:p>
    <w:p w:rsidR="00DC611E" w:rsidRDefault="00D16C53" w:rsidP="00C44FAA">
      <w:pPr>
        <w:pStyle w:val="ISMab"/>
        <w:spacing w:after="120"/>
      </w:pPr>
      <w:r>
        <w:tab/>
      </w:r>
      <w:r>
        <w:tab/>
      </w:r>
      <w:r>
        <w:tab/>
      </w:r>
    </w:p>
    <w:p w:rsidR="00DC611E" w:rsidRDefault="00DC611E" w:rsidP="00C44FAA">
      <w:pPr>
        <w:pStyle w:val="ISMab"/>
        <w:spacing w:after="120"/>
      </w:pPr>
    </w:p>
    <w:p w:rsidR="004A7B11" w:rsidRDefault="00DC611E" w:rsidP="00C44FAA">
      <w:pPr>
        <w:pStyle w:val="ISMab"/>
        <w:spacing w:after="120"/>
        <w:rPr>
          <w:u w:val="double"/>
        </w:rPr>
      </w:pPr>
      <w:r>
        <w:tab/>
      </w:r>
      <w:r>
        <w:tab/>
      </w:r>
      <w:r w:rsidR="00D16C53">
        <w:t xml:space="preserve">Earnings portion = $750,000 </w:t>
      </w:r>
      <w:r w:rsidR="00D16C53">
        <w:sym w:font="Symbol" w:char="F02D"/>
      </w:r>
      <w:r w:rsidR="00D16C53">
        <w:t xml:space="preserve"> 25($19,971.75)  = </w:t>
      </w:r>
      <w:r w:rsidR="00D16C53">
        <w:rPr>
          <w:u w:val="double"/>
        </w:rPr>
        <w:t>$250,706.23</w:t>
      </w:r>
    </w:p>
    <w:p w:rsidR="00D16C53" w:rsidRDefault="00D16C53" w:rsidP="00E561F0">
      <w:pPr>
        <w:pStyle w:val="ISMab"/>
      </w:pPr>
    </w:p>
    <w:p w:rsidR="00E561F0" w:rsidRDefault="00D16C53" w:rsidP="00E561F0">
      <w:pPr>
        <w:pStyle w:val="ISMab"/>
      </w:pPr>
      <w:r>
        <w:rPr>
          <w:i/>
        </w:rPr>
        <w:t>b</w:t>
      </w:r>
      <w:r w:rsidR="00E561F0" w:rsidRPr="00BA144C">
        <w:rPr>
          <w:i/>
        </w:rPr>
        <w:t>.</w:t>
      </w:r>
      <w:r w:rsidR="00E561F0">
        <w:tab/>
      </w:r>
      <w:r w:rsidR="00DC611E">
        <w:tab/>
      </w:r>
      <w:r w:rsidR="00E561F0">
        <w:t xml:space="preserve">With </w:t>
      </w:r>
      <w:r w:rsidR="00E561F0">
        <w:rPr>
          <w:rFonts w:ascii="Times New Roman" w:hAnsi="Times New Roman"/>
          <w:i/>
        </w:rPr>
        <w:t>j</w:t>
      </w:r>
      <w:r w:rsidR="00E561F0">
        <w:t xml:space="preserve"> = 6%, </w:t>
      </w:r>
      <w:r w:rsidR="00E561F0">
        <w:rPr>
          <w:rFonts w:ascii="Times New Roman" w:hAnsi="Times New Roman"/>
          <w:i/>
        </w:rPr>
        <w:t>m</w:t>
      </w:r>
      <w:r w:rsidR="00E561F0">
        <w:t xml:space="preserve"> = 1, </w:t>
      </w:r>
      <w:r w:rsidR="00E561F0">
        <w:rPr>
          <w:rFonts w:ascii="Times New Roman" w:hAnsi="Times New Roman"/>
          <w:i/>
        </w:rPr>
        <w:t>n</w:t>
      </w:r>
      <w:r w:rsidR="00E561F0">
        <w:t xml:space="preserve"> = 1(25) = 25, solve for </w:t>
      </w:r>
      <w:r w:rsidR="00E561F0" w:rsidRPr="00BA144C">
        <w:rPr>
          <w:rFonts w:ascii="Times New Roman" w:hAnsi="Times New Roman"/>
          <w:i/>
        </w:rPr>
        <w:t>PMT</w:t>
      </w:r>
      <w:r w:rsidR="00E561F0">
        <w:t xml:space="preserve"> in </w:t>
      </w:r>
    </w:p>
    <w:p w:rsidR="00E561F0" w:rsidRDefault="002043E3" w:rsidP="00E561F0">
      <w:pPr>
        <w:pStyle w:val="ISMab"/>
      </w:pPr>
      <w:r>
        <w:rPr>
          <w:noProof/>
          <w:lang w:val="en-US"/>
        </w:rPr>
        <w:pict>
          <v:shape id="AutoShape 271" o:spid="_x0000_s1057" type="#_x0000_t61" style="position:absolute;margin-left:364.35pt;margin-top:3.45pt;width:108.2pt;height:95.9pt;z-index:251725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" adj="-22062,10251" fillcolor="#cff">
            <v:fill opacity="26214f"/>
            <v:textbox inset="3.6pt,,3.6pt">
              <w:txbxContent>
                <w:p w:rsidR="00466CD8" w:rsidRDefault="00466CD8" w:rsidP="00D16C53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D16C53">
                  <w:pPr>
                    <w:spacing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N, P/Y, C/Y</w:t>
                  </w:r>
                </w:p>
                <w:p w:rsidR="00466CD8" w:rsidRDefault="00466CD8" w:rsidP="00D16C53">
                  <w:pPr>
                    <w:spacing w:line="260" w:lineRule="exact"/>
                    <w:ind w:left="-86" w:right="43"/>
                    <w:jc w:val="right"/>
                  </w:pPr>
                  <w:r>
                    <w:rPr>
                      <w:iCs/>
                    </w:rPr>
                    <w:t xml:space="preserve">Same </w:t>
                  </w:r>
                  <w:r>
                    <w:rPr>
                      <w:i/>
                      <w:iCs/>
                    </w:rPr>
                    <w:t>PV, FV</w:t>
                  </w:r>
                </w:p>
                <w:p w:rsidR="00466CD8" w:rsidRDefault="00466CD8" w:rsidP="00770555">
                  <w:pPr>
                    <w:spacing w:line="300" w:lineRule="exact"/>
                    <w:ind w:right="42"/>
                    <w:jc w:val="right"/>
                  </w:pPr>
                  <w:r>
                    <w:t xml:space="preserve">6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D16C53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D16C53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–12,896.26</w:t>
                  </w:r>
                </w:p>
              </w:txbxContent>
            </v:textbox>
            <w10:wrap type="square"/>
          </v:shape>
        </w:pict>
      </w:r>
      <w:r w:rsidR="00E561F0">
        <w:tab/>
      </w:r>
      <w:r w:rsidR="00E561F0">
        <w:tab/>
      </w:r>
      <w:r w:rsidR="00E561F0">
        <w:tab/>
        <w:t>$</w:t>
      </w:r>
      <w:r w:rsidR="0049026B">
        <w:t>75</w:t>
      </w:r>
      <w:r w:rsidR="00E561F0">
        <w:t xml:space="preserve">0,000 = </w:t>
      </w:r>
      <w:r w:rsidR="00E561F0">
        <w:rPr>
          <w:rFonts w:ascii="Times New Roman" w:hAnsi="Times New Roman"/>
          <w:i/>
        </w:rPr>
        <w:t xml:space="preserve">PMT </w:t>
      </w:r>
      <w:r w:rsidR="00E561F0" w:rsidRPr="00B4607D">
        <w:rPr>
          <w:position w:val="-30"/>
        </w:rPr>
        <w:object w:dxaOrig="1219" w:dyaOrig="720">
          <v:shape id="_x0000_i1150" type="#_x0000_t75" style="width:60.75pt;height:36pt" o:ole="" fillcolor="window">
            <v:imagedata r:id="rId232" o:title=""/>
          </v:shape>
          <o:OLEObject Type="Embed" ProgID="Equation.3" ShapeID="_x0000_i1150" DrawAspect="Content" ObjectID="_1654987155" r:id="rId233"/>
        </w:object>
      </w:r>
      <w:r w:rsidR="0049026B">
        <w:t>(1.06)</w:t>
      </w:r>
    </w:p>
    <w:p w:rsidR="00E561F0" w:rsidRDefault="00E561F0" w:rsidP="00E561F0">
      <w:pPr>
        <w:pStyle w:val="ISMab"/>
        <w:spacing w:after="60"/>
      </w:pPr>
      <w:r>
        <w:tab/>
      </w:r>
      <w:r>
        <w:tab/>
      </w:r>
      <w:r>
        <w:tab/>
        <w:t>$</w:t>
      </w:r>
      <w:r w:rsidR="0049026B">
        <w:t>75</w:t>
      </w:r>
      <w:r>
        <w:t>0,000 = 5</w:t>
      </w:r>
      <w:r w:rsidR="0049026B">
        <w:t>8</w:t>
      </w:r>
      <w:r>
        <w:t>.</w:t>
      </w:r>
      <w:r w:rsidR="0049026B">
        <w:t xml:space="preserve">156383 </w:t>
      </w:r>
      <w:r w:rsidR="0049026B">
        <w:rPr>
          <w:rFonts w:ascii="Times New Roman" w:hAnsi="Times New Roman"/>
          <w:i/>
        </w:rPr>
        <w:t>PMT</w:t>
      </w:r>
    </w:p>
    <w:p w:rsidR="00E561F0" w:rsidRDefault="00E561F0" w:rsidP="00E561F0">
      <w:pPr>
        <w:pStyle w:val="ISMab"/>
      </w:pPr>
      <w:r>
        <w:tab/>
      </w:r>
      <w:r>
        <w:tab/>
      </w:r>
      <w:r>
        <w:tab/>
        <w:t xml:space="preserve">    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49026B">
        <w:rPr>
          <w:u w:val="double"/>
        </w:rPr>
        <w:t>12,896</w:t>
      </w:r>
      <w:r>
        <w:rPr>
          <w:u w:val="double"/>
        </w:rPr>
        <w:t>.</w:t>
      </w:r>
      <w:r w:rsidR="0049026B">
        <w:rPr>
          <w:u w:val="double"/>
        </w:rPr>
        <w:t>2</w:t>
      </w:r>
      <w:r>
        <w:rPr>
          <w:u w:val="double"/>
        </w:rPr>
        <w:t>6</w:t>
      </w:r>
    </w:p>
    <w:p w:rsidR="001F2B18" w:rsidRDefault="00E561F0" w:rsidP="0049026B">
      <w:pPr>
        <w:pStyle w:val="ISMab"/>
      </w:pPr>
      <w:r>
        <w:tab/>
      </w:r>
      <w:r>
        <w:tab/>
      </w:r>
      <w:r>
        <w:tab/>
      </w:r>
    </w:p>
    <w:p w:rsidR="001F2B18" w:rsidRDefault="001F2B18" w:rsidP="009D5F5C">
      <w:pPr>
        <w:pStyle w:val="ISMab"/>
        <w:ind w:left="851"/>
      </w:pPr>
    </w:p>
    <w:p w:rsidR="00DC611E" w:rsidRDefault="00DC611E" w:rsidP="009D5F5C">
      <w:pPr>
        <w:pStyle w:val="ISMab"/>
        <w:ind w:left="851"/>
      </w:pPr>
    </w:p>
    <w:p w:rsidR="0049026B" w:rsidRDefault="00E561F0" w:rsidP="009D5F5C">
      <w:pPr>
        <w:pStyle w:val="ISMab"/>
        <w:ind w:left="851"/>
      </w:pPr>
      <w:r>
        <w:t>Earnings portion = $</w:t>
      </w:r>
      <w:r w:rsidR="0049026B">
        <w:t>75</w:t>
      </w:r>
      <w:r>
        <w:t xml:space="preserve">0,000 </w:t>
      </w:r>
      <w:r>
        <w:sym w:font="Symbol" w:char="F02D"/>
      </w:r>
      <w:r>
        <w:t xml:space="preserve"> 25($</w:t>
      </w:r>
      <w:r w:rsidR="0049026B" w:rsidRPr="0049026B">
        <w:t>12,896.26</w:t>
      </w:r>
      <w:r>
        <w:t xml:space="preserve">) </w:t>
      </w:r>
    </w:p>
    <w:p w:rsidR="00E561F0" w:rsidRDefault="0049026B" w:rsidP="0049026B">
      <w:pPr>
        <w:pStyle w:val="ISMab"/>
        <w:spacing w:after="120"/>
        <w:ind w:firstLine="2520"/>
      </w:pPr>
      <w:r>
        <w:t xml:space="preserve"> </w:t>
      </w:r>
      <w:r w:rsidR="00E561F0">
        <w:t xml:space="preserve">= </w:t>
      </w:r>
      <w:r w:rsidR="00E561F0">
        <w:rPr>
          <w:u w:val="double"/>
        </w:rPr>
        <w:t>$</w:t>
      </w:r>
      <w:r w:rsidR="00B407B9">
        <w:rPr>
          <w:u w:val="double"/>
        </w:rPr>
        <w:t>427</w:t>
      </w:r>
      <w:r w:rsidR="00E561F0">
        <w:rPr>
          <w:u w:val="double"/>
        </w:rPr>
        <w:t>,</w:t>
      </w:r>
      <w:r w:rsidR="00B407B9">
        <w:rPr>
          <w:u w:val="double"/>
        </w:rPr>
        <w:t>593</w:t>
      </w:r>
      <w:r w:rsidR="00E561F0">
        <w:rPr>
          <w:u w:val="double"/>
        </w:rPr>
        <w:t>.</w:t>
      </w:r>
      <w:r w:rsidR="00B407B9">
        <w:rPr>
          <w:u w:val="double"/>
        </w:rPr>
        <w:t>5</w:t>
      </w:r>
      <w:r w:rsidR="00E561F0">
        <w:rPr>
          <w:u w:val="double"/>
        </w:rPr>
        <w:t>0</w:t>
      </w:r>
    </w:p>
    <w:p w:rsidR="00E561F0" w:rsidRDefault="00E561F0" w:rsidP="00E561F0">
      <w:pPr>
        <w:pStyle w:val="ISMab"/>
      </w:pPr>
      <w:r>
        <w:tab/>
      </w:r>
      <w:r>
        <w:tab/>
        <w:t>Similarly,</w:t>
      </w:r>
    </w:p>
    <w:p w:rsidR="00E561F0" w:rsidRDefault="00E561F0" w:rsidP="00E561F0">
      <w:pPr>
        <w:pStyle w:val="ISMab"/>
      </w:pPr>
      <w:r>
        <w:tab/>
      </w:r>
      <w:r>
        <w:tab/>
      </w:r>
      <w:r>
        <w:rPr>
          <w:i/>
        </w:rPr>
        <w:t>c</w:t>
      </w:r>
      <w:r w:rsidRPr="00BA144C">
        <w:rPr>
          <w:i/>
        </w:rPr>
        <w:t>.</w:t>
      </w:r>
      <w:r>
        <w:tab/>
        <w:t xml:space="preserve">With </w:t>
      </w:r>
      <w:r>
        <w:rPr>
          <w:rFonts w:ascii="Times New Roman" w:hAnsi="Times New Roman"/>
          <w:i/>
        </w:rPr>
        <w:t>j</w:t>
      </w:r>
      <w:r>
        <w:t xml:space="preserve"> = 8%, </w:t>
      </w:r>
      <w:r>
        <w:rPr>
          <w:rFonts w:ascii="Times New Roman" w:hAnsi="Times New Roman"/>
          <w:i/>
        </w:rPr>
        <w:t>m</w:t>
      </w:r>
      <w:r>
        <w:t xml:space="preserve"> = 1, </w:t>
      </w:r>
      <w:r>
        <w:rPr>
          <w:rFonts w:ascii="Times New Roman" w:hAnsi="Times New Roman"/>
          <w:i/>
        </w:rPr>
        <w:t>n</w:t>
      </w:r>
      <w:r>
        <w:t xml:space="preserve"> = 25, we obtain </w:t>
      </w:r>
      <w:r w:rsidRPr="00BA144C"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B407B9">
        <w:rPr>
          <w:u w:val="double"/>
        </w:rPr>
        <w:t>949</w:t>
      </w:r>
      <w:r>
        <w:rPr>
          <w:u w:val="double"/>
        </w:rPr>
        <w:t>9.</w:t>
      </w:r>
      <w:r w:rsidR="00B407B9">
        <w:rPr>
          <w:u w:val="double"/>
        </w:rPr>
        <w:t>15</w:t>
      </w:r>
    </w:p>
    <w:p w:rsidR="00E561F0" w:rsidRDefault="00E561F0" w:rsidP="00E561F0">
      <w:pPr>
        <w:pStyle w:val="ISMab"/>
        <w:spacing w:after="120"/>
      </w:pPr>
      <w:r>
        <w:tab/>
      </w:r>
      <w:r>
        <w:tab/>
      </w:r>
      <w:r>
        <w:tab/>
        <w:t>Earnings portion = $</w:t>
      </w:r>
      <w:r w:rsidR="00B407B9">
        <w:t>75</w:t>
      </w:r>
      <w:r>
        <w:t xml:space="preserve">0,000 </w:t>
      </w:r>
      <w:r>
        <w:sym w:font="Symbol" w:char="F02D"/>
      </w:r>
      <w:r>
        <w:t xml:space="preserve"> 25($9</w:t>
      </w:r>
      <w:r w:rsidR="00B407B9">
        <w:t>499</w:t>
      </w:r>
      <w:r>
        <w:t>.</w:t>
      </w:r>
      <w:r w:rsidR="00B407B9">
        <w:t>15</w:t>
      </w:r>
      <w:r>
        <w:t xml:space="preserve">) = </w:t>
      </w:r>
      <w:r>
        <w:rPr>
          <w:u w:val="double"/>
        </w:rPr>
        <w:t>$</w:t>
      </w:r>
      <w:r w:rsidR="00B407B9">
        <w:rPr>
          <w:u w:val="double"/>
        </w:rPr>
        <w:t>512</w:t>
      </w:r>
      <w:r>
        <w:rPr>
          <w:u w:val="double"/>
        </w:rPr>
        <w:t>,</w:t>
      </w:r>
      <w:r w:rsidR="00B407B9">
        <w:rPr>
          <w:u w:val="double"/>
        </w:rPr>
        <w:t>521</w:t>
      </w:r>
      <w:r>
        <w:rPr>
          <w:u w:val="double"/>
        </w:rPr>
        <w:t>.</w:t>
      </w:r>
      <w:r w:rsidR="00B407B9">
        <w:rPr>
          <w:u w:val="double"/>
        </w:rPr>
        <w:t>2</w:t>
      </w:r>
      <w:r>
        <w:rPr>
          <w:u w:val="double"/>
        </w:rPr>
        <w:t>5</w:t>
      </w:r>
    </w:p>
    <w:p w:rsidR="00E561F0" w:rsidRDefault="00E561F0" w:rsidP="00E561F0">
      <w:pPr>
        <w:pStyle w:val="ISMab"/>
      </w:pPr>
      <w:r>
        <w:tab/>
      </w:r>
      <w:r>
        <w:tab/>
      </w:r>
      <w:r>
        <w:rPr>
          <w:i/>
        </w:rPr>
        <w:t>d</w:t>
      </w:r>
      <w:r w:rsidRPr="00BA144C">
        <w:rPr>
          <w:i/>
        </w:rPr>
        <w:t>.</w:t>
      </w:r>
      <w:r>
        <w:tab/>
        <w:t xml:space="preserve">With </w:t>
      </w:r>
      <w:r>
        <w:rPr>
          <w:rFonts w:ascii="Times New Roman" w:hAnsi="Times New Roman"/>
          <w:i/>
        </w:rPr>
        <w:t>j</w:t>
      </w:r>
      <w:r>
        <w:t xml:space="preserve"> = 9%, </w:t>
      </w:r>
      <w:r>
        <w:rPr>
          <w:rFonts w:ascii="Times New Roman" w:hAnsi="Times New Roman"/>
          <w:i/>
        </w:rPr>
        <w:t>m</w:t>
      </w:r>
      <w:r>
        <w:t xml:space="preserve"> = 1, </w:t>
      </w:r>
      <w:r>
        <w:rPr>
          <w:rFonts w:ascii="Times New Roman" w:hAnsi="Times New Roman"/>
          <w:i/>
        </w:rPr>
        <w:t>n</w:t>
      </w:r>
      <w:r>
        <w:t xml:space="preserve"> = 25, we obtain </w:t>
      </w:r>
      <w:r w:rsidRPr="00BA144C"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B407B9">
        <w:rPr>
          <w:u w:val="double"/>
        </w:rPr>
        <w:t>812</w:t>
      </w:r>
      <w:r>
        <w:rPr>
          <w:u w:val="double"/>
        </w:rPr>
        <w:t>3.</w:t>
      </w:r>
      <w:r w:rsidR="00B407B9">
        <w:rPr>
          <w:u w:val="double"/>
        </w:rPr>
        <w:t>57</w:t>
      </w:r>
    </w:p>
    <w:p w:rsidR="00E561F0" w:rsidRDefault="00E561F0" w:rsidP="00E561F0">
      <w:pPr>
        <w:pStyle w:val="ISMab"/>
        <w:spacing w:after="180"/>
      </w:pPr>
      <w:r>
        <w:tab/>
      </w:r>
      <w:r>
        <w:tab/>
      </w:r>
      <w:r>
        <w:tab/>
        <w:t>Earnings portion = $</w:t>
      </w:r>
      <w:r w:rsidR="00B407B9">
        <w:t>75</w:t>
      </w:r>
      <w:r>
        <w:t xml:space="preserve">0,000 </w:t>
      </w:r>
      <w:r>
        <w:sym w:font="Symbol" w:char="F02D"/>
      </w:r>
      <w:r>
        <w:t xml:space="preserve"> 25($</w:t>
      </w:r>
      <w:r w:rsidR="00B407B9">
        <w:t>8123</w:t>
      </w:r>
      <w:r>
        <w:t>.</w:t>
      </w:r>
      <w:r w:rsidR="00B407B9">
        <w:t>57</w:t>
      </w:r>
      <w:r>
        <w:t xml:space="preserve">) = </w:t>
      </w:r>
      <w:r>
        <w:rPr>
          <w:u w:val="double"/>
        </w:rPr>
        <w:t>$</w:t>
      </w:r>
      <w:r w:rsidR="00B407B9">
        <w:rPr>
          <w:u w:val="double"/>
        </w:rPr>
        <w:t>546</w:t>
      </w:r>
      <w:r>
        <w:rPr>
          <w:u w:val="double"/>
        </w:rPr>
        <w:t>,</w:t>
      </w:r>
      <w:r w:rsidR="00B407B9">
        <w:rPr>
          <w:u w:val="double"/>
        </w:rPr>
        <w:t>910</w:t>
      </w:r>
      <w:r>
        <w:rPr>
          <w:u w:val="double"/>
        </w:rPr>
        <w:t>.75</w:t>
      </w:r>
    </w:p>
    <w:p w:rsidR="009F75AA" w:rsidRDefault="009F75AA" w:rsidP="009F75AA">
      <w:pPr>
        <w:pStyle w:val="ISM"/>
        <w:spacing w:after="120"/>
        <w:rPr>
          <w:b/>
          <w:i/>
          <w:sz w:val="24"/>
        </w:rPr>
      </w:pPr>
    </w:p>
    <w:p w:rsidR="00466CD8" w:rsidRDefault="00466CD8">
      <w:r>
        <w:br w:type="page"/>
      </w:r>
    </w:p>
    <w:p w:rsidR="009F75AA" w:rsidRDefault="002043E3" w:rsidP="009F75AA">
      <w:pPr>
        <w:pStyle w:val="ISM"/>
      </w:pPr>
      <w:r>
        <w:rPr>
          <w:noProof/>
          <w:lang w:val="en-US"/>
        </w:rPr>
        <w:lastRenderedPageBreak/>
        <w:pict>
          <v:shape id="AutoShape 219" o:spid="_x0000_s1060" type="#_x0000_t61" style="position:absolute;margin-left:319.55pt;margin-top:-3.2pt;width:131.2pt;height:145.6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" adj="-8940,10214" fillcolor="#cff">
            <v:fill opacity="25443f"/>
            <v:textbox inset="3.6pt,,3.6pt">
              <w:txbxContent>
                <w:p w:rsidR="00466CD8" w:rsidRDefault="00466CD8" w:rsidP="009F75AA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9F75AA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3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F75AA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9F75AA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466CD8" w:rsidRDefault="00466CD8" w:rsidP="009F75AA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F75AA">
                  <w:pPr>
                    <w:spacing w:line="300" w:lineRule="exact"/>
                    <w:ind w:right="42"/>
                    <w:jc w:val="right"/>
                  </w:pPr>
                  <w:r>
                    <w:t xml:space="preserve">2500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F75AA">
                  <w:pPr>
                    <w:spacing w:line="300" w:lineRule="exact"/>
                    <w:ind w:right="42"/>
                    <w:jc w:val="right"/>
                  </w:pPr>
                  <w:r>
                    <w:t xml:space="preserve">600000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F75AA">
                  <w:pPr>
                    <w:spacing w:line="30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9F75AA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137.15</w:t>
                  </w:r>
                </w:p>
              </w:txbxContent>
            </v:textbox>
            <w10:wrap type="square"/>
          </v:shape>
        </w:pict>
      </w:r>
      <w:r w:rsidR="009F75AA">
        <w:tab/>
        <w:t>3.</w:t>
      </w:r>
      <w:r w:rsidR="009F75AA">
        <w:tab/>
        <w:t xml:space="preserve">Given: </w:t>
      </w:r>
      <w:proofErr w:type="gramStart"/>
      <w:r w:rsidR="009F75AA">
        <w:rPr>
          <w:rFonts w:ascii="Times New Roman" w:hAnsi="Times New Roman"/>
          <w:i/>
        </w:rPr>
        <w:t>FV</w:t>
      </w:r>
      <w:r w:rsidR="0050199A">
        <w:rPr>
          <w:rFonts w:cs="Arial"/>
        </w:rPr>
        <w:t>(</w:t>
      </w:r>
      <w:proofErr w:type="gramEnd"/>
      <w:r w:rsidR="0050199A">
        <w:rPr>
          <w:rFonts w:cs="Arial"/>
        </w:rPr>
        <w:t>due)</w:t>
      </w:r>
      <w:r w:rsidR="009F75AA">
        <w:t xml:space="preserve"> = $600,000, </w:t>
      </w:r>
      <w:r w:rsidR="009F75AA">
        <w:rPr>
          <w:rFonts w:ascii="Times New Roman" w:hAnsi="Times New Roman"/>
          <w:i/>
        </w:rPr>
        <w:t>PMT</w:t>
      </w:r>
      <w:r w:rsidR="009F75AA">
        <w:t xml:space="preserve"> = $2500</w:t>
      </w:r>
    </w:p>
    <w:p w:rsidR="002557D3" w:rsidRDefault="009F75AA" w:rsidP="009F75AA">
      <w:pPr>
        <w:pStyle w:val="ISM"/>
        <w:tabs>
          <w:tab w:val="left" w:pos="900"/>
        </w:tabs>
      </w:pPr>
      <w:r>
        <w:tab/>
      </w:r>
      <w:r>
        <w:tab/>
      </w:r>
    </w:p>
    <w:p w:rsidR="002557D3" w:rsidRDefault="002557D3" w:rsidP="002557D3">
      <w:pPr>
        <w:pStyle w:val="ISM"/>
        <w:tabs>
          <w:tab w:val="left" w:pos="900"/>
        </w:tabs>
      </w:pPr>
      <w:r>
        <w:tab/>
      </w:r>
      <w:proofErr w:type="gramStart"/>
      <w:r>
        <w:rPr>
          <w:i/>
        </w:rPr>
        <w:t>a</w:t>
      </w:r>
      <w:proofErr w:type="gramEnd"/>
      <w:r w:rsidRPr="00F63129">
        <w:rPr>
          <w:i/>
        </w:rPr>
        <w:t>.</w:t>
      </w:r>
      <w:r>
        <w:t xml:space="preserve"> </w:t>
      </w:r>
      <w:r>
        <w:tab/>
      </w:r>
      <w:r>
        <w:rPr>
          <w:rFonts w:ascii="Times New Roman" w:hAnsi="Times New Roman"/>
          <w:i/>
        </w:rPr>
        <w:t>j</w:t>
      </w:r>
      <w:r>
        <w:t xml:space="preserve"> = 3%, </w:t>
      </w:r>
      <w:r>
        <w:rPr>
          <w:rFonts w:ascii="Times New Roman" w:hAnsi="Times New Roman"/>
          <w:i/>
        </w:rPr>
        <w:t>m</w:t>
      </w:r>
      <w:r>
        <w:t xml:space="preserve"> = 4,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F63129">
        <w:rPr>
          <w:position w:val="-12"/>
        </w:rPr>
        <w:object w:dxaOrig="300" w:dyaOrig="360">
          <v:shape id="_x0000_i1151" type="#_x0000_t75" style="width:15pt;height:18.75pt" o:ole="" fillcolor="window">
            <v:imagedata r:id="rId234" o:title=""/>
          </v:shape>
          <o:OLEObject Type="Embed" ProgID="Equation.3" ShapeID="_x0000_i1151" DrawAspect="Content" ObjectID="_1654987156" r:id="rId235"/>
        </w:object>
      </w:r>
      <w:r>
        <w:t xml:space="preserve"> = 0.75%</w:t>
      </w:r>
    </w:p>
    <w:p w:rsidR="002557D3" w:rsidRDefault="002043E3" w:rsidP="002557D3">
      <w:pPr>
        <w:pStyle w:val="ISM"/>
        <w:tabs>
          <w:tab w:val="left" w:pos="900"/>
        </w:tabs>
        <w:rPr>
          <w:spacing w:val="-2"/>
        </w:rPr>
      </w:pPr>
      <w:r>
        <w:rPr>
          <w:noProof/>
          <w:lang w:val="en-US"/>
        </w:rPr>
        <w:pict>
          <v:shape id="AutoShape 272" o:spid="_x0000_s1606" type="#_x0000_t88" style="position:absolute;margin-left:227.95pt;margin-top:.3pt;width:17.2pt;height:62.3pt;z-index:251726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"/>
        </w:pict>
      </w:r>
      <w:r w:rsidR="002557D3">
        <w:tab/>
      </w:r>
      <w:r w:rsidR="002557D3">
        <w:tab/>
      </w:r>
      <w:r w:rsidR="002557D3">
        <w:tab/>
      </w:r>
      <w:r w:rsidR="002557D3">
        <w:tab/>
      </w:r>
      <w:r w:rsidR="002557D3" w:rsidRPr="005B078A">
        <w:rPr>
          <w:rFonts w:ascii="Times New Roman" w:hAnsi="Times New Roman"/>
          <w:i/>
        </w:rPr>
        <w:t xml:space="preserve">n </w:t>
      </w:r>
      <w:r w:rsidR="002557D3">
        <w:t xml:space="preserve">= </w:t>
      </w:r>
      <w:r w:rsidR="002557D3" w:rsidRPr="002557D3">
        <w:rPr>
          <w:spacing w:val="-2"/>
          <w:position w:val="-30"/>
        </w:rPr>
        <w:object w:dxaOrig="2659" w:dyaOrig="1060">
          <v:shape id="_x0000_i1152" type="#_x0000_t75" style="width:132.75pt;height:53.25pt" o:ole="" fillcolor="window">
            <v:imagedata r:id="rId236" o:title=""/>
          </v:shape>
          <o:OLEObject Type="Embed" ProgID="Equation.3" ShapeID="_x0000_i1152" DrawAspect="Content" ObjectID="_1654987157" r:id="rId237"/>
        </w:object>
      </w:r>
    </w:p>
    <w:p w:rsidR="002557D3" w:rsidRDefault="002557D3" w:rsidP="002557D3">
      <w:pPr>
        <w:pStyle w:val="ISM"/>
        <w:ind w:left="1620"/>
      </w:pPr>
      <w:r>
        <w:rPr>
          <w:spacing w:val="-2"/>
        </w:rPr>
        <w:t>= 137.15</w:t>
      </w:r>
    </w:p>
    <w:p w:rsidR="002557D3" w:rsidRDefault="002557D3" w:rsidP="00872C24">
      <w:pPr>
        <w:pStyle w:val="ISM"/>
      </w:pPr>
      <w:r>
        <w:tab/>
      </w:r>
      <w:r>
        <w:tab/>
      </w:r>
      <w:r>
        <w:tab/>
        <w:t xml:space="preserve">It will require 138 quarterly contributions. </w:t>
      </w:r>
      <w:r w:rsidR="00872C24">
        <w:t>The 138</w:t>
      </w:r>
      <w:r w:rsidR="00872C24" w:rsidRPr="00872C24">
        <w:rPr>
          <w:vertAlign w:val="superscript"/>
        </w:rPr>
        <w:t>th</w:t>
      </w:r>
      <w:r w:rsidR="00872C24">
        <w:t xml:space="preserve"> </w:t>
      </w:r>
      <w:r>
        <w:t xml:space="preserve">contribution </w:t>
      </w:r>
      <w:r w:rsidR="000800DE">
        <w:t>is required to reach $600,000. The time to the end of the 138</w:t>
      </w:r>
      <w:r w:rsidR="000800DE" w:rsidRPr="00774BA3">
        <w:rPr>
          <w:vertAlign w:val="superscript"/>
        </w:rPr>
        <w:t>th</w:t>
      </w:r>
      <w:r w:rsidR="000800DE">
        <w:t xml:space="preserve"> contribution is 138 x 3 months = 414 months or 414/12 = </w:t>
      </w:r>
      <w:r w:rsidR="000800DE" w:rsidRPr="00774BA3">
        <w:rPr>
          <w:u w:val="double"/>
        </w:rPr>
        <w:t>34 years 6 months</w:t>
      </w:r>
      <w:r w:rsidR="000800DE">
        <w:t>. Including accrued interest, the $600,000 is actually reached quite early in the 138</w:t>
      </w:r>
      <w:r w:rsidR="000800DE" w:rsidRPr="00774BA3">
        <w:rPr>
          <w:vertAlign w:val="superscript"/>
        </w:rPr>
        <w:t>th</w:t>
      </w:r>
      <w:r w:rsidR="000800DE">
        <w:t xml:space="preserve"> interval.</w:t>
      </w:r>
      <w:r w:rsidR="000800DE" w:rsidDel="000800DE">
        <w:t xml:space="preserve"> </w:t>
      </w:r>
    </w:p>
    <w:p w:rsidR="002557D3" w:rsidRDefault="002557D3" w:rsidP="00774BA3">
      <w:pPr>
        <w:pStyle w:val="ISM"/>
      </w:pPr>
    </w:p>
    <w:p w:rsidR="009F75AA" w:rsidRDefault="002557D3" w:rsidP="009F75AA">
      <w:pPr>
        <w:pStyle w:val="ISM"/>
        <w:tabs>
          <w:tab w:val="left" w:pos="900"/>
        </w:tabs>
      </w:pPr>
      <w:proofErr w:type="gramStart"/>
      <w:r>
        <w:rPr>
          <w:i/>
        </w:rPr>
        <w:t>b</w:t>
      </w:r>
      <w:proofErr w:type="gramEnd"/>
      <w:r w:rsidR="009F75AA" w:rsidRPr="00F63129">
        <w:rPr>
          <w:i/>
        </w:rPr>
        <w:t>.</w:t>
      </w:r>
      <w:r w:rsidR="009F75AA">
        <w:t xml:space="preserve"> </w:t>
      </w:r>
      <w:r w:rsidR="009F75AA">
        <w:tab/>
      </w:r>
      <w:r w:rsidR="009F75AA">
        <w:rPr>
          <w:rFonts w:ascii="Times New Roman" w:hAnsi="Times New Roman"/>
          <w:i/>
        </w:rPr>
        <w:t>j</w:t>
      </w:r>
      <w:r w:rsidR="009F75AA">
        <w:t xml:space="preserve"> = 6%, </w:t>
      </w:r>
      <w:r w:rsidR="009F75AA">
        <w:rPr>
          <w:rFonts w:ascii="Times New Roman" w:hAnsi="Times New Roman"/>
          <w:i/>
        </w:rPr>
        <w:t>m</w:t>
      </w:r>
      <w:r w:rsidR="009F75AA">
        <w:t xml:space="preserve"> = 4, </w:t>
      </w:r>
      <w:proofErr w:type="spellStart"/>
      <w:r w:rsidR="009F75AA">
        <w:rPr>
          <w:rFonts w:ascii="Times New Roman" w:hAnsi="Times New Roman"/>
          <w:i/>
        </w:rPr>
        <w:t>i</w:t>
      </w:r>
      <w:proofErr w:type="spellEnd"/>
      <w:r w:rsidR="009F75AA">
        <w:t xml:space="preserve"> = </w:t>
      </w:r>
      <w:r w:rsidR="0059104D" w:rsidRPr="00F63129">
        <w:rPr>
          <w:position w:val="-12"/>
        </w:rPr>
        <w:object w:dxaOrig="320" w:dyaOrig="360">
          <v:shape id="_x0000_i1153" type="#_x0000_t75" style="width:15.75pt;height:18.75pt" o:ole="" fillcolor="window">
            <v:imagedata r:id="rId238" o:title=""/>
          </v:shape>
          <o:OLEObject Type="Embed" ProgID="Equation.3" ShapeID="_x0000_i1153" DrawAspect="Content" ObjectID="_1654987158" r:id="rId239"/>
        </w:object>
      </w:r>
      <w:r w:rsidR="009F75AA">
        <w:t xml:space="preserve"> = </w:t>
      </w:r>
      <w:r w:rsidR="0059104D">
        <w:t>1</w:t>
      </w:r>
      <w:r w:rsidR="009F75AA">
        <w:t>.5%</w:t>
      </w:r>
    </w:p>
    <w:p w:rsidR="0050199A" w:rsidRDefault="002043E3">
      <w:r>
        <w:rPr>
          <w:noProof/>
          <w:lang w:val="en-US"/>
        </w:rPr>
        <w:pict>
          <v:shape id="AutoShape 221" o:spid="_x0000_s1061" type="#_x0000_t61" style="position:absolute;margin-left:337.35pt;margin-top:9.75pt;width:131.2pt;height:98.75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" adj="-10463,10237" fillcolor="#cff">
            <v:fill opacity="25443f"/>
            <v:textbox inset="3.6pt,,3.6pt">
              <w:txbxContent>
                <w:p w:rsidR="00466CD8" w:rsidRDefault="00466CD8" w:rsidP="009F75AA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9F75AA">
                  <w:pPr>
                    <w:spacing w:line="28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466CD8" w:rsidRDefault="00466CD8" w:rsidP="009F75AA">
                  <w:pPr>
                    <w:spacing w:line="28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PV, PMT, FV</w:t>
                  </w:r>
                </w:p>
                <w:p w:rsidR="00466CD8" w:rsidRDefault="00466CD8" w:rsidP="009F75AA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6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F75AA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9F75AA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101.72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20" o:spid="_x0000_s1603" type="#_x0000_t88" style="position:absolute;margin-left:227.95pt;margin-top:5.3pt;width:25.8pt;height:103.2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"/>
        </w:pict>
      </w:r>
      <w:r w:rsidR="009F75AA">
        <w:tab/>
      </w:r>
      <w:r w:rsidR="009F75AA">
        <w:tab/>
      </w:r>
      <w:r w:rsidR="0050199A" w:rsidRPr="007E02FE">
        <w:rPr>
          <w:spacing w:val="-2"/>
          <w:position w:val="-30"/>
        </w:rPr>
        <w:object w:dxaOrig="2520" w:dyaOrig="1080">
          <v:shape id="_x0000_i1154" type="#_x0000_t75" style="width:126.75pt;height:54.75pt" o:ole="" fillcolor="window">
            <v:imagedata r:id="rId240" o:title=""/>
          </v:shape>
          <o:OLEObject Type="Embed" ProgID="Equation.2" ShapeID="_x0000_i1154" DrawAspect="Content" ObjectID="_1654987159" r:id="rId241"/>
        </w:object>
      </w:r>
    </w:p>
    <w:p w:rsidR="009F75AA" w:rsidRDefault="009F75AA" w:rsidP="009F75AA">
      <w:pPr>
        <w:pStyle w:val="ISM"/>
        <w:ind w:left="1710"/>
        <w:rPr>
          <w:spacing w:val="-2"/>
        </w:rPr>
      </w:pPr>
      <w:r>
        <w:t xml:space="preserve">= </w:t>
      </w:r>
      <w:r w:rsidR="0050199A" w:rsidRPr="00294E4E">
        <w:rPr>
          <w:spacing w:val="-2"/>
          <w:position w:val="-26"/>
        </w:rPr>
        <w:object w:dxaOrig="2520" w:dyaOrig="980">
          <v:shape id="_x0000_i1155" type="#_x0000_t75" style="width:126.75pt;height:48.75pt" o:ole="" fillcolor="window">
            <v:imagedata r:id="rId242" o:title=""/>
          </v:shape>
          <o:OLEObject Type="Embed" ProgID="Equation.3" ShapeID="_x0000_i1155" DrawAspect="Content" ObjectID="_1654987160" r:id="rId243"/>
        </w:object>
      </w:r>
      <w:r>
        <w:rPr>
          <w:spacing w:val="-2"/>
        </w:rPr>
        <w:t xml:space="preserve"> </w:t>
      </w:r>
    </w:p>
    <w:p w:rsidR="009F75AA" w:rsidRDefault="009F75AA" w:rsidP="009F75AA">
      <w:pPr>
        <w:pStyle w:val="ISM"/>
        <w:ind w:left="1710"/>
      </w:pPr>
      <w:r>
        <w:rPr>
          <w:spacing w:val="-2"/>
        </w:rPr>
        <w:t xml:space="preserve">= </w:t>
      </w:r>
      <w:r w:rsidR="00410CC5">
        <w:rPr>
          <w:spacing w:val="-2"/>
        </w:rPr>
        <w:t>1</w:t>
      </w:r>
      <w:r>
        <w:rPr>
          <w:spacing w:val="-2"/>
        </w:rPr>
        <w:t>01.</w:t>
      </w:r>
      <w:r w:rsidR="00410CC5">
        <w:rPr>
          <w:spacing w:val="-2"/>
        </w:rPr>
        <w:t>72</w:t>
      </w:r>
    </w:p>
    <w:p w:rsidR="009F75AA" w:rsidRDefault="009F75AA" w:rsidP="00466CD8">
      <w:pPr>
        <w:pStyle w:val="ISM"/>
        <w:spacing w:before="120"/>
      </w:pPr>
      <w:r>
        <w:tab/>
      </w:r>
      <w:r>
        <w:tab/>
      </w:r>
      <w:r>
        <w:tab/>
        <w:t xml:space="preserve">It will </w:t>
      </w:r>
      <w:r w:rsidR="00410CC5">
        <w:t>require</w:t>
      </w:r>
      <w:r>
        <w:t xml:space="preserve"> </w:t>
      </w:r>
      <w:r w:rsidR="00410CC5">
        <w:t>1</w:t>
      </w:r>
      <w:r>
        <w:t xml:space="preserve">02 </w:t>
      </w:r>
      <w:r w:rsidR="00410CC5">
        <w:t xml:space="preserve">quarterly contributions. </w:t>
      </w:r>
      <w:r w:rsidR="00872C24">
        <w:t>T</w:t>
      </w:r>
      <w:r w:rsidR="00410CC5">
        <w:t>he</w:t>
      </w:r>
      <w:r w:rsidR="00872C24">
        <w:t xml:space="preserve"> </w:t>
      </w:r>
      <w:r w:rsidR="00410CC5">
        <w:t>102</w:t>
      </w:r>
      <w:r w:rsidR="00410CC5" w:rsidRPr="00410CC5">
        <w:rPr>
          <w:vertAlign w:val="superscript"/>
        </w:rPr>
        <w:t>nd</w:t>
      </w:r>
      <w:r w:rsidR="00410CC5">
        <w:t xml:space="preserve"> contribution </w:t>
      </w:r>
      <w:r w:rsidR="000800DE">
        <w:t>is required to reach $600,000. The time to the end of the 102</w:t>
      </w:r>
      <w:r w:rsidR="000800DE" w:rsidRPr="00774BA3">
        <w:rPr>
          <w:vertAlign w:val="superscript"/>
        </w:rPr>
        <w:t>nd</w:t>
      </w:r>
      <w:r w:rsidR="000800DE">
        <w:t xml:space="preserve"> contribution is 102 x 3 = 306 or 306/12 = </w:t>
      </w:r>
      <w:r w:rsidR="000800DE" w:rsidRPr="00774BA3">
        <w:rPr>
          <w:u w:val="double"/>
        </w:rPr>
        <w:t>25 years</w:t>
      </w:r>
      <w:r w:rsidR="000800DE">
        <w:t xml:space="preserve"> </w:t>
      </w:r>
      <w:r w:rsidR="000800DE" w:rsidRPr="00774BA3">
        <w:rPr>
          <w:u w:val="double"/>
        </w:rPr>
        <w:t>and 6 months</w:t>
      </w:r>
      <w:r w:rsidR="000800DE">
        <w:t xml:space="preserve">. Including accrued interest, the $600,000 is actually reached in the second half of the </w:t>
      </w:r>
      <w:r w:rsidR="00491D0A">
        <w:t>102</w:t>
      </w:r>
      <w:r w:rsidR="00491D0A">
        <w:rPr>
          <w:vertAlign w:val="superscript"/>
        </w:rPr>
        <w:t>nd</w:t>
      </w:r>
      <w:r w:rsidR="000800DE">
        <w:t xml:space="preserve"> interval </w:t>
      </w:r>
    </w:p>
    <w:p w:rsidR="009F75AA" w:rsidRDefault="0050199A" w:rsidP="00466CD8">
      <w:pPr>
        <w:pStyle w:val="ISM"/>
        <w:tabs>
          <w:tab w:val="left" w:pos="900"/>
        </w:tabs>
      </w:pPr>
      <w:r>
        <w:t xml:space="preserve"> </w:t>
      </w:r>
      <w:r w:rsidR="009F75AA">
        <w:tab/>
      </w:r>
      <w:r w:rsidR="009F75AA">
        <w:tab/>
        <w:t>Similarly.</w:t>
      </w:r>
    </w:p>
    <w:p w:rsidR="009F75AA" w:rsidRDefault="009F75AA" w:rsidP="009F75AA">
      <w:pPr>
        <w:pStyle w:val="ISM"/>
        <w:tabs>
          <w:tab w:val="left" w:pos="900"/>
        </w:tabs>
      </w:pPr>
      <w:r>
        <w:tab/>
      </w:r>
      <w:r>
        <w:tab/>
      </w:r>
      <w:r>
        <w:rPr>
          <w:i/>
        </w:rPr>
        <w:t>c</w:t>
      </w:r>
      <w:r w:rsidRPr="00F63129">
        <w:rPr>
          <w:i/>
        </w:rPr>
        <w:t>.</w:t>
      </w:r>
      <w:r>
        <w:t xml:space="preserve"> </w:t>
      </w:r>
      <w:r>
        <w:tab/>
        <w:t xml:space="preserve">For </w:t>
      </w:r>
      <w:r>
        <w:rPr>
          <w:rFonts w:ascii="Times New Roman" w:hAnsi="Times New Roman"/>
          <w:i/>
        </w:rPr>
        <w:t>j</w:t>
      </w:r>
      <w:r>
        <w:t xml:space="preserve"> = 8%, </w:t>
      </w:r>
      <w:r>
        <w:rPr>
          <w:rFonts w:ascii="Times New Roman" w:hAnsi="Times New Roman"/>
          <w:i/>
        </w:rPr>
        <w:t>m</w:t>
      </w:r>
      <w:r>
        <w:t xml:space="preserve"> = 4,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410CC5" w:rsidRPr="00F63129">
        <w:rPr>
          <w:position w:val="-12"/>
        </w:rPr>
        <w:object w:dxaOrig="320" w:dyaOrig="360">
          <v:shape id="_x0000_i1156" type="#_x0000_t75" style="width:15.75pt;height:18.75pt" o:ole="" fillcolor="window">
            <v:imagedata r:id="rId244" o:title=""/>
          </v:shape>
          <o:OLEObject Type="Embed" ProgID="Equation.3" ShapeID="_x0000_i1156" DrawAspect="Content" ObjectID="_1654987161" r:id="rId245"/>
        </w:object>
      </w:r>
      <w:r w:rsidR="00410CC5">
        <w:t xml:space="preserve"> = 2</w:t>
      </w:r>
      <w:r>
        <w:t xml:space="preserve">%, we obtain </w:t>
      </w:r>
      <w:r>
        <w:rPr>
          <w:rFonts w:ascii="Times New Roman" w:hAnsi="Times New Roman"/>
          <w:i/>
        </w:rPr>
        <w:t>n</w:t>
      </w:r>
      <w:r>
        <w:t xml:space="preserve"> = </w:t>
      </w:r>
      <w:r w:rsidR="0050199A">
        <w:t xml:space="preserve">87.94. </w:t>
      </w:r>
    </w:p>
    <w:p w:rsidR="0050199A" w:rsidRDefault="0050199A" w:rsidP="00872C24">
      <w:pPr>
        <w:pStyle w:val="ISM"/>
      </w:pPr>
      <w:r>
        <w:tab/>
      </w:r>
      <w:r>
        <w:tab/>
      </w:r>
      <w:r>
        <w:tab/>
      </w:r>
      <w:r w:rsidR="00872C24">
        <w:t>It will require 88 quarterly</w:t>
      </w:r>
      <w:r>
        <w:t xml:space="preserve"> contribution</w:t>
      </w:r>
      <w:r w:rsidR="00872C24">
        <w:t xml:space="preserve">s. Therefore, </w:t>
      </w:r>
      <w:r>
        <w:tab/>
        <w:t>the RRSP reaches $600,000</w:t>
      </w:r>
      <w:r w:rsidR="00872C24">
        <w:t xml:space="preserve"> in </w:t>
      </w:r>
      <w:r w:rsidR="000800DE">
        <w:t xml:space="preserve">88 </w:t>
      </w:r>
      <w:r w:rsidR="00872C24">
        <w:t xml:space="preserve">x 3 months = </w:t>
      </w:r>
      <w:r w:rsidR="000800DE">
        <w:t xml:space="preserve">264 </w:t>
      </w:r>
      <w:r w:rsidR="00872C24">
        <w:t>months or</w:t>
      </w:r>
      <w:r>
        <w:t xml:space="preserve"> </w:t>
      </w:r>
      <w:r w:rsidR="000800DE">
        <w:t>264</w:t>
      </w:r>
      <w:r w:rsidR="00872C24">
        <w:t xml:space="preserve">/12 = </w:t>
      </w:r>
      <w:r w:rsidR="000800DE" w:rsidRPr="003B024D">
        <w:rPr>
          <w:u w:val="double"/>
        </w:rPr>
        <w:t>2</w:t>
      </w:r>
      <w:r w:rsidR="000800DE" w:rsidRPr="006C2E68">
        <w:rPr>
          <w:u w:val="double"/>
        </w:rPr>
        <w:t xml:space="preserve">2 </w:t>
      </w:r>
      <w:r w:rsidR="00872C24" w:rsidRPr="00F937C9">
        <w:rPr>
          <w:u w:val="double"/>
        </w:rPr>
        <w:t>years</w:t>
      </w:r>
      <w:r w:rsidRPr="00F937C9">
        <w:rPr>
          <w:u w:val="double"/>
        </w:rPr>
        <w:t xml:space="preserve"> </w:t>
      </w:r>
      <w:r>
        <w:t xml:space="preserve">after the first contribution. </w:t>
      </w:r>
    </w:p>
    <w:p w:rsidR="009F75AA" w:rsidRDefault="009F75AA" w:rsidP="009F75AA">
      <w:pPr>
        <w:pStyle w:val="ISM"/>
        <w:tabs>
          <w:tab w:val="left" w:pos="900"/>
        </w:tabs>
      </w:pPr>
      <w:r>
        <w:tab/>
      </w:r>
      <w:r>
        <w:tab/>
      </w:r>
      <w:r>
        <w:rPr>
          <w:i/>
        </w:rPr>
        <w:t>d</w:t>
      </w:r>
      <w:r w:rsidRPr="00F63129">
        <w:rPr>
          <w:i/>
        </w:rPr>
        <w:t>.</w:t>
      </w:r>
      <w:r>
        <w:t xml:space="preserve"> </w:t>
      </w:r>
      <w:r>
        <w:tab/>
        <w:t xml:space="preserve">For </w:t>
      </w:r>
      <w:r>
        <w:rPr>
          <w:rFonts w:ascii="Times New Roman" w:hAnsi="Times New Roman"/>
          <w:i/>
        </w:rPr>
        <w:t>j</w:t>
      </w:r>
      <w:r>
        <w:t xml:space="preserve"> = 9%, </w:t>
      </w:r>
      <w:r>
        <w:rPr>
          <w:rFonts w:ascii="Times New Roman" w:hAnsi="Times New Roman"/>
          <w:i/>
        </w:rPr>
        <w:t>m</w:t>
      </w:r>
      <w:r>
        <w:t xml:space="preserve"> = 4,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410CC5" w:rsidRPr="00F63129">
        <w:rPr>
          <w:position w:val="-12"/>
        </w:rPr>
        <w:object w:dxaOrig="320" w:dyaOrig="360">
          <v:shape id="_x0000_i1157" type="#_x0000_t75" style="width:15.75pt;height:18.75pt" o:ole="" fillcolor="window">
            <v:imagedata r:id="rId246" o:title=""/>
          </v:shape>
          <o:OLEObject Type="Embed" ProgID="Equation.3" ShapeID="_x0000_i1157" DrawAspect="Content" ObjectID="_1654987162" r:id="rId247"/>
        </w:object>
      </w:r>
      <w:r>
        <w:t xml:space="preserve"> = </w:t>
      </w:r>
      <w:r w:rsidR="00410CC5">
        <w:t>2</w:t>
      </w:r>
      <w:r>
        <w:t>.</w:t>
      </w:r>
      <w:r w:rsidR="00410CC5">
        <w:t>2</w:t>
      </w:r>
      <w:r>
        <w:t xml:space="preserve">5%, we obtain </w:t>
      </w:r>
      <w:r>
        <w:rPr>
          <w:rFonts w:ascii="Times New Roman" w:hAnsi="Times New Roman"/>
          <w:i/>
        </w:rPr>
        <w:t>n</w:t>
      </w:r>
      <w:r>
        <w:t xml:space="preserve"> = </w:t>
      </w:r>
      <w:r w:rsidR="0050199A">
        <w:t>82.58</w:t>
      </w:r>
      <w:r w:rsidR="0017251D">
        <w:t xml:space="preserve">. </w:t>
      </w:r>
    </w:p>
    <w:p w:rsidR="0017251D" w:rsidRDefault="0017251D" w:rsidP="00872C24">
      <w:pPr>
        <w:pStyle w:val="ISM"/>
      </w:pPr>
      <w:r>
        <w:tab/>
      </w:r>
      <w:r>
        <w:tab/>
      </w:r>
      <w:r>
        <w:tab/>
      </w:r>
      <w:r w:rsidR="00872C24">
        <w:t xml:space="preserve">It will require </w:t>
      </w:r>
      <w:r>
        <w:t>83</w:t>
      </w:r>
      <w:r w:rsidR="00872C24">
        <w:t xml:space="preserve"> quarterly</w:t>
      </w:r>
      <w:r>
        <w:t xml:space="preserve"> contribution</w:t>
      </w:r>
      <w:r w:rsidR="00872C24">
        <w:t xml:space="preserve">s. Therefore, </w:t>
      </w:r>
      <w:r>
        <w:t xml:space="preserve">the RRSP reaches $600,000 </w:t>
      </w:r>
      <w:r w:rsidR="00872C24">
        <w:t xml:space="preserve">in </w:t>
      </w:r>
      <w:r w:rsidR="003B024D">
        <w:t xml:space="preserve">83 </w:t>
      </w:r>
      <w:r w:rsidR="00872C24">
        <w:t xml:space="preserve">x 3 months = </w:t>
      </w:r>
      <w:r w:rsidR="003B024D">
        <w:t xml:space="preserve">249 </w:t>
      </w:r>
      <w:r w:rsidR="00872C24">
        <w:t xml:space="preserve">months or </w:t>
      </w:r>
      <w:r w:rsidR="003B024D">
        <w:t>249</w:t>
      </w:r>
      <w:r w:rsidR="00872C24">
        <w:t xml:space="preserve">/12 </w:t>
      </w:r>
      <w:r w:rsidR="00872C24" w:rsidRPr="00872C24">
        <w:t xml:space="preserve">= </w:t>
      </w:r>
      <w:r w:rsidRPr="00774BA3">
        <w:rPr>
          <w:u w:val="double"/>
        </w:rPr>
        <w:t xml:space="preserve">20 years, </w:t>
      </w:r>
      <w:r w:rsidR="003B024D" w:rsidRPr="00774BA3">
        <w:rPr>
          <w:u w:val="double"/>
        </w:rPr>
        <w:t xml:space="preserve">9 </w:t>
      </w:r>
      <w:r w:rsidRPr="00774BA3">
        <w:rPr>
          <w:u w:val="double"/>
        </w:rPr>
        <w:t>months</w:t>
      </w:r>
      <w:r>
        <w:t xml:space="preserve"> after the first contribution. </w:t>
      </w:r>
    </w:p>
    <w:p w:rsidR="00872C24" w:rsidRDefault="00872C24" w:rsidP="00872C24">
      <w:pPr>
        <w:pStyle w:val="ISM"/>
      </w:pPr>
    </w:p>
    <w:p w:rsidR="0083244F" w:rsidRDefault="0083244F" w:rsidP="0083244F">
      <w:pPr>
        <w:pStyle w:val="ISM"/>
      </w:pPr>
      <w:r>
        <w:t>5.</w:t>
      </w:r>
      <w:r>
        <w:tab/>
        <w:t xml:space="preserve">Given: </w:t>
      </w:r>
      <w:r>
        <w:rPr>
          <w:rFonts w:ascii="Times New Roman" w:hAnsi="Times New Roman"/>
          <w:i/>
        </w:rPr>
        <w:t>PMT</w:t>
      </w:r>
      <w:r>
        <w:t xml:space="preserve"> = $500 monthly, </w:t>
      </w:r>
      <w:r>
        <w:rPr>
          <w:rFonts w:ascii="Times New Roman" w:hAnsi="Times New Roman"/>
          <w:i/>
        </w:rPr>
        <w:t>n</w:t>
      </w:r>
      <w:r>
        <w:t xml:space="preserve"> = 12(25) = 300</w:t>
      </w:r>
    </w:p>
    <w:p w:rsidR="0083244F" w:rsidRDefault="0083244F" w:rsidP="0083244F">
      <w:pPr>
        <w:pStyle w:val="ISM"/>
        <w:tabs>
          <w:tab w:val="left" w:pos="900"/>
          <w:tab w:val="left" w:pos="4050"/>
          <w:tab w:val="left" w:pos="4320"/>
          <w:tab w:val="left" w:pos="6840"/>
        </w:tabs>
      </w:pPr>
      <w:r>
        <w:tab/>
      </w:r>
      <w:r>
        <w:tab/>
      </w:r>
      <w:r w:rsidRPr="00753F32">
        <w:rPr>
          <w:i/>
        </w:rPr>
        <w:t>a.</w:t>
      </w:r>
      <w:r>
        <w:tab/>
        <w:t xml:space="preserve">For a </w:t>
      </w:r>
      <w:r w:rsidRPr="00753F32">
        <w:rPr>
          <w:rFonts w:ascii="Times New Roman" w:hAnsi="Times New Roman"/>
          <w:i/>
        </w:rPr>
        <w:t>FV</w:t>
      </w:r>
      <w:r>
        <w:t xml:space="preserve"> of $400,000,</w:t>
      </w:r>
      <w:r>
        <w:tab/>
      </w:r>
      <w:r>
        <w:rPr>
          <w:i/>
        </w:rPr>
        <w:t>b</w:t>
      </w:r>
      <w:r w:rsidRPr="00753F32">
        <w:rPr>
          <w:i/>
        </w:rPr>
        <w:t>.</w:t>
      </w:r>
      <w:r>
        <w:t xml:space="preserve">  For a </w:t>
      </w:r>
      <w:r w:rsidRPr="00753F32">
        <w:rPr>
          <w:rFonts w:ascii="Times New Roman" w:hAnsi="Times New Roman"/>
          <w:i/>
        </w:rPr>
        <w:t>FV</w:t>
      </w:r>
      <w:r>
        <w:t xml:space="preserve"> of $500,000,</w:t>
      </w:r>
      <w:r>
        <w:tab/>
        <w:t xml:space="preserve"> </w:t>
      </w:r>
      <w:r>
        <w:rPr>
          <w:i/>
        </w:rPr>
        <w:t>c</w:t>
      </w:r>
      <w:r w:rsidRPr="00753F32">
        <w:rPr>
          <w:i/>
        </w:rPr>
        <w:t>.</w:t>
      </w:r>
      <w:r>
        <w:rPr>
          <w:i/>
        </w:rPr>
        <w:t xml:space="preserve">  </w:t>
      </w:r>
      <w:r>
        <w:t xml:space="preserve">For a </w:t>
      </w:r>
      <w:r w:rsidRPr="00753F32">
        <w:rPr>
          <w:rFonts w:ascii="Times New Roman" w:hAnsi="Times New Roman"/>
          <w:i/>
        </w:rPr>
        <w:t>FV</w:t>
      </w:r>
      <w:r>
        <w:t xml:space="preserve"> of $600,000,</w:t>
      </w:r>
    </w:p>
    <w:p w:rsidR="0083244F" w:rsidRDefault="002043E3" w:rsidP="0083244F">
      <w:pPr>
        <w:pStyle w:val="ISM"/>
      </w:pPr>
      <w:r>
        <w:rPr>
          <w:noProof/>
          <w:lang w:val="en-US"/>
        </w:rPr>
        <w:pict>
          <v:shape id="AutoShape 223" o:spid="_x0000_s1062" type="#_x0000_t61" style="position:absolute;margin-left:45.2pt;margin-top:5.4pt;width:131.2pt;height:152.15pt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" adj="1037,6026" fillcolor="#cff">
            <v:fill opacity="25443f"/>
            <v:textbox inset="3.6pt,,3.6pt">
              <w:txbxContent>
                <w:p w:rsidR="00466CD8" w:rsidRDefault="00466CD8" w:rsidP="00CA4A27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3244F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83244F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466CD8" w:rsidRDefault="00466CD8" w:rsidP="0083244F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3244F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3244F">
                  <w:pPr>
                    <w:spacing w:line="320" w:lineRule="exact"/>
                    <w:ind w:right="42"/>
                    <w:jc w:val="right"/>
                  </w:pPr>
                  <w:r>
                    <w:t xml:space="preserve">500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3244F">
                  <w:pPr>
                    <w:spacing w:line="320" w:lineRule="exact"/>
                    <w:ind w:right="42"/>
                    <w:jc w:val="right"/>
                  </w:pPr>
                  <w:r>
                    <w:t xml:space="preserve">400000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3244F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3244F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6.8846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25" o:spid="_x0000_s1063" type="#_x0000_t61" style="position:absolute;margin-left:350.35pt;margin-top:7.05pt;width:109.35pt;height:98.6pt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" adj="-40,4962" fillcolor="#cff">
            <v:fill opacity="25443f"/>
            <v:textbox inset="3.6pt,,3.6pt">
              <w:txbxContent>
                <w:p w:rsidR="00466CD8" w:rsidRDefault="00466CD8" w:rsidP="00CA4A27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3244F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466CD8" w:rsidRDefault="00466CD8" w:rsidP="0083244F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N</w:t>
                  </w:r>
                  <w:r>
                    <w:rPr>
                      <w:i/>
                      <w:iCs/>
                    </w:rPr>
                    <w:t>, 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466CD8" w:rsidRDefault="00466CD8" w:rsidP="0083244F">
                  <w:pPr>
                    <w:spacing w:line="320" w:lineRule="exact"/>
                    <w:ind w:right="42"/>
                    <w:jc w:val="right"/>
                  </w:pPr>
                  <w:r>
                    <w:t xml:space="preserve">600000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3244F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3244F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9.360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24" o:spid="_x0000_s1064" type="#_x0000_t61" style="position:absolute;margin-left:206.85pt;margin-top:6.35pt;width:109.35pt;height:100pt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" adj="21422,2430" fillcolor="#cff">
            <v:fill opacity="25443f"/>
            <v:textbox inset="3.6pt,,3.6pt">
              <w:txbxContent>
                <w:p w:rsidR="00466CD8" w:rsidRDefault="00466CD8" w:rsidP="00CA4A27">
                  <w:pPr>
                    <w:ind w:right="60"/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3244F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466CD8" w:rsidRDefault="00466CD8" w:rsidP="0083244F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N</w:t>
                  </w:r>
                  <w:r>
                    <w:rPr>
                      <w:i/>
                      <w:iCs/>
                    </w:rPr>
                    <w:t>, 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466CD8" w:rsidRDefault="00466CD8" w:rsidP="0083244F">
                  <w:pPr>
                    <w:spacing w:line="320" w:lineRule="exact"/>
                    <w:ind w:right="42"/>
                    <w:jc w:val="right"/>
                  </w:pPr>
                  <w:r>
                    <w:t xml:space="preserve">500000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3244F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3244F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8.266</w:t>
                  </w:r>
                </w:p>
              </w:txbxContent>
            </v:textbox>
            <w10:wrap type="square"/>
          </v:shape>
        </w:pict>
      </w:r>
    </w:p>
    <w:p w:rsidR="0083244F" w:rsidRDefault="0083244F" w:rsidP="0083244F">
      <w:pPr>
        <w:pStyle w:val="ISM"/>
      </w:pPr>
    </w:p>
    <w:p w:rsidR="0083244F" w:rsidRDefault="0083244F" w:rsidP="0083244F">
      <w:pPr>
        <w:pStyle w:val="ISM"/>
      </w:pPr>
    </w:p>
    <w:p w:rsidR="0083244F" w:rsidRDefault="0083244F" w:rsidP="0083244F">
      <w:pPr>
        <w:pStyle w:val="ISM"/>
      </w:pPr>
    </w:p>
    <w:p w:rsidR="0083244F" w:rsidRDefault="0083244F" w:rsidP="0083244F">
      <w:pPr>
        <w:pStyle w:val="ISM"/>
      </w:pPr>
    </w:p>
    <w:p w:rsidR="0083244F" w:rsidRDefault="0083244F" w:rsidP="0083244F">
      <w:pPr>
        <w:pStyle w:val="ISM"/>
      </w:pPr>
    </w:p>
    <w:p w:rsidR="0083244F" w:rsidRDefault="0083244F" w:rsidP="0083244F">
      <w:pPr>
        <w:pStyle w:val="ISM"/>
      </w:pPr>
    </w:p>
    <w:p w:rsidR="0083244F" w:rsidRDefault="0083244F" w:rsidP="0083244F">
      <w:pPr>
        <w:pStyle w:val="ISM"/>
      </w:pPr>
    </w:p>
    <w:p w:rsidR="00CA4A27" w:rsidRDefault="00CA4A27" w:rsidP="0083244F">
      <w:pPr>
        <w:pStyle w:val="ISM"/>
      </w:pPr>
    </w:p>
    <w:p w:rsidR="00237E9D" w:rsidRDefault="00237E9D" w:rsidP="0083244F">
      <w:pPr>
        <w:pStyle w:val="ISM"/>
        <w:spacing w:after="40"/>
      </w:pPr>
    </w:p>
    <w:p w:rsidR="00237E9D" w:rsidRDefault="00237E9D" w:rsidP="0083244F">
      <w:pPr>
        <w:pStyle w:val="ISM"/>
        <w:spacing w:after="40"/>
      </w:pPr>
    </w:p>
    <w:p w:rsidR="00237E9D" w:rsidRDefault="00237E9D" w:rsidP="0083244F">
      <w:pPr>
        <w:pStyle w:val="ISM"/>
        <w:spacing w:after="40"/>
      </w:pPr>
    </w:p>
    <w:p w:rsidR="0083244F" w:rsidRDefault="0083244F" w:rsidP="0083244F">
      <w:pPr>
        <w:pStyle w:val="ISM"/>
        <w:spacing w:after="40"/>
      </w:pPr>
      <w:r>
        <w:lastRenderedPageBreak/>
        <w:t>The RRSP must earn (</w:t>
      </w:r>
      <w:r w:rsidRPr="00501B47">
        <w:rPr>
          <w:i/>
        </w:rPr>
        <w:t>a</w:t>
      </w:r>
      <w:r>
        <w:t xml:space="preserve">) </w:t>
      </w:r>
      <w:r w:rsidRPr="00501B47">
        <w:rPr>
          <w:u w:val="double"/>
        </w:rPr>
        <w:t>6.</w:t>
      </w:r>
      <w:r w:rsidR="00CA4A27">
        <w:rPr>
          <w:u w:val="double"/>
        </w:rPr>
        <w:t>88</w:t>
      </w:r>
      <w:r w:rsidRPr="00501B47">
        <w:rPr>
          <w:u w:val="double"/>
        </w:rPr>
        <w:t>% compounded monthly</w:t>
      </w:r>
      <w:r>
        <w:t>;</w:t>
      </w:r>
    </w:p>
    <w:p w:rsidR="0083244F" w:rsidRDefault="0083244F" w:rsidP="0083244F">
      <w:pPr>
        <w:pStyle w:val="ISM"/>
        <w:spacing w:after="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 w:rsidRPr="00501B47">
        <w:rPr>
          <w:i/>
        </w:rPr>
        <w:t>b</w:t>
      </w:r>
      <w:r>
        <w:t xml:space="preserve">) </w:t>
      </w:r>
      <w:r w:rsidRPr="00501B47">
        <w:rPr>
          <w:u w:val="double"/>
        </w:rPr>
        <w:t>8.</w:t>
      </w:r>
      <w:r w:rsidR="00CA4A27">
        <w:rPr>
          <w:u w:val="double"/>
        </w:rPr>
        <w:t>27</w:t>
      </w:r>
      <w:r w:rsidRPr="00501B47">
        <w:rPr>
          <w:u w:val="double"/>
        </w:rPr>
        <w:t>% compounded monthly</w:t>
      </w:r>
      <w:r>
        <w:t>;</w:t>
      </w:r>
      <w:r>
        <w:rPr>
          <w:sz w:val="24"/>
        </w:rPr>
        <w:t xml:space="preserve"> </w:t>
      </w:r>
    </w:p>
    <w:p w:rsidR="0083244F" w:rsidRDefault="0083244F" w:rsidP="0083244F">
      <w:pPr>
        <w:pStyle w:val="ISM"/>
        <w:spacing w:after="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 w:rsidRPr="00501B47">
        <w:rPr>
          <w:i/>
        </w:rPr>
        <w:t>c</w:t>
      </w:r>
      <w:r w:rsidRPr="00501B47">
        <w:t>)</w:t>
      </w:r>
      <w:r>
        <w:t xml:space="preserve"> </w:t>
      </w:r>
      <w:r w:rsidRPr="00501B47">
        <w:rPr>
          <w:u w:val="double"/>
        </w:rPr>
        <w:t>9.</w:t>
      </w:r>
      <w:r w:rsidR="00CA4A27">
        <w:rPr>
          <w:u w:val="double"/>
        </w:rPr>
        <w:t>36</w:t>
      </w:r>
      <w:r w:rsidRPr="00501B47">
        <w:rPr>
          <w:u w:val="double"/>
        </w:rPr>
        <w:t>% compounded monthly</w:t>
      </w:r>
      <w:r>
        <w:t>.</w:t>
      </w:r>
      <w:r>
        <w:rPr>
          <w:sz w:val="24"/>
        </w:rPr>
        <w:t xml:space="preserve"> </w:t>
      </w:r>
    </w:p>
    <w:p w:rsidR="0083244F" w:rsidRDefault="0083244F" w:rsidP="0083244F">
      <w:pPr>
        <w:pStyle w:val="ISM"/>
        <w:rPr>
          <w:sz w:val="16"/>
          <w:szCs w:val="16"/>
        </w:rPr>
      </w:pPr>
    </w:p>
    <w:p w:rsidR="00A81537" w:rsidRPr="00501B47" w:rsidRDefault="00A81537" w:rsidP="0083244F">
      <w:pPr>
        <w:pStyle w:val="ISM"/>
        <w:rPr>
          <w:sz w:val="16"/>
          <w:szCs w:val="16"/>
        </w:rPr>
      </w:pPr>
    </w:p>
    <w:p w:rsidR="001C7F50" w:rsidRDefault="002043E3" w:rsidP="001C7F50">
      <w:pPr>
        <w:pStyle w:val="ISM"/>
      </w:pPr>
      <w:r>
        <w:rPr>
          <w:noProof/>
          <w:lang w:val="en-US"/>
        </w:rPr>
        <w:pict>
          <v:shape id="AutoShape 119" o:spid="_x0000_s1068" type="#_x0000_t61" style="position:absolute;margin-left:340.9pt;margin-top:14.6pt;width:126.9pt;height:150.5pt;z-index:251613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" adj="-14979,10484" fillcolor="#cff">
            <v:fill opacity="26214f"/>
            <v:textbox inset="3.6pt,,3.6pt">
              <w:txbxContent>
                <w:p w:rsidR="00466CD8" w:rsidRDefault="00466CD8" w:rsidP="001C7F50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6.5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560000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47,721.67</w:t>
                  </w:r>
                </w:p>
              </w:txbxContent>
            </v:textbox>
            <w10:wrap type="square"/>
          </v:shape>
        </w:pict>
      </w:r>
      <w:r w:rsidR="001C7F50">
        <w:tab/>
      </w:r>
      <w:r w:rsidR="003C1E51">
        <w:t>7</w:t>
      </w:r>
      <w:r w:rsidR="001C7F50">
        <w:t>.</w:t>
      </w:r>
      <w:r w:rsidR="001C7F50">
        <w:tab/>
        <w:t xml:space="preserve">The </w:t>
      </w:r>
      <w:r w:rsidR="001C7F50">
        <w:rPr>
          <w:spacing w:val="-2"/>
        </w:rPr>
        <w:t xml:space="preserve">present value </w:t>
      </w:r>
      <w:r w:rsidR="001C7F50">
        <w:t>of the annuity payments is $560,000.</w:t>
      </w:r>
    </w:p>
    <w:p w:rsidR="001C7F50" w:rsidRDefault="001C7F50" w:rsidP="001C7F50">
      <w:pPr>
        <w:pStyle w:val="ISM"/>
      </w:pPr>
      <w:r>
        <w:tab/>
      </w:r>
      <w:r>
        <w:tab/>
        <w:t xml:space="preserve">Given: </w:t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due) = $560,000, </w:t>
      </w:r>
      <w:r>
        <w:rPr>
          <w:rFonts w:ascii="Times New Roman" w:hAnsi="Times New Roman"/>
          <w:i/>
        </w:rPr>
        <w:t>n</w:t>
      </w:r>
      <w:r>
        <w:t xml:space="preserve"> = 20,</w:t>
      </w:r>
    </w:p>
    <w:p w:rsidR="001C7F50" w:rsidRDefault="001C7F50" w:rsidP="001C7F50">
      <w:pPr>
        <w:pStyle w:val="ISM"/>
        <w:ind w:left="1080"/>
      </w:pPr>
      <w:r>
        <w:t xml:space="preserve"> </w:t>
      </w:r>
      <w:r w:rsidRPr="007C2D14">
        <w:rPr>
          <w:rFonts w:ascii="Times New Roman" w:hAnsi="Times New Roman"/>
          <w:i/>
        </w:rPr>
        <w:t>j</w:t>
      </w:r>
      <w:r>
        <w:t xml:space="preserve"> = 6.5% </w:t>
      </w:r>
      <w:r>
        <w:rPr>
          <w:spacing w:val="-2"/>
        </w:rPr>
        <w:t xml:space="preserve">compounded annually,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6.5%</w:t>
      </w:r>
    </w:p>
    <w:p w:rsidR="001C7F50" w:rsidRDefault="001C7F50" w:rsidP="001C7F50">
      <w:pPr>
        <w:pStyle w:val="ISM"/>
      </w:pPr>
      <w:r>
        <w:tab/>
      </w:r>
      <w:r>
        <w:tab/>
        <w:t>Substitute into formula (</w:t>
      </w:r>
      <w:r w:rsidR="00434443">
        <w:t>13</w:t>
      </w:r>
      <w:r>
        <w:t>-2),</w:t>
      </w:r>
    </w:p>
    <w:p w:rsidR="001C7F50" w:rsidRDefault="002043E3" w:rsidP="001C7F50">
      <w:pPr>
        <w:pStyle w:val="ISM"/>
      </w:pPr>
      <w:r>
        <w:rPr>
          <w:noProof/>
          <w:lang w:val="en-US"/>
        </w:rPr>
        <w:pict>
          <v:shape id="AutoShape 120" o:spid="_x0000_s1592" type="#_x0000_t88" style="position:absolute;margin-left:227.95pt;margin-top:3.3pt;width:12.9pt;height:43pt;z-index:251614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"/>
        </w:pict>
      </w:r>
      <w:r w:rsidR="001C7F50">
        <w:tab/>
      </w:r>
      <w:r w:rsidR="001C7F50">
        <w:tab/>
      </w:r>
      <w:r w:rsidR="001C7F50">
        <w:tab/>
        <w:t xml:space="preserve">$560,000 = </w:t>
      </w:r>
      <w:proofErr w:type="gramStart"/>
      <w:r w:rsidR="001C7F50" w:rsidRPr="007C2D14">
        <w:rPr>
          <w:rFonts w:ascii="Times New Roman" w:hAnsi="Times New Roman"/>
          <w:i/>
        </w:rPr>
        <w:t>PM</w:t>
      </w:r>
      <w:r w:rsidR="001C7F50">
        <w:rPr>
          <w:rFonts w:ascii="Times New Roman" w:hAnsi="Times New Roman"/>
          <w:i/>
        </w:rPr>
        <w:t>T</w:t>
      </w:r>
      <w:proofErr w:type="gramEnd"/>
      <w:r w:rsidR="001C7F50" w:rsidRPr="001E103C">
        <w:rPr>
          <w:position w:val="-30"/>
        </w:rPr>
        <w:object w:dxaOrig="1400" w:dyaOrig="720">
          <v:shape id="_x0000_i1158" type="#_x0000_t75" style="width:70.5pt;height:36pt" o:ole="" o:allowoverlap="f">
            <v:imagedata r:id="rId248" o:title=""/>
          </v:shape>
          <o:OLEObject Type="Embed" ProgID="Equation.3" ShapeID="_x0000_i1158" DrawAspect="Content" ObjectID="_1654987163" r:id="rId249"/>
        </w:object>
      </w:r>
      <w:r w:rsidR="001C7F50">
        <w:t>(1.065)</w:t>
      </w:r>
    </w:p>
    <w:p w:rsidR="001C7F50" w:rsidRPr="007C2D14" w:rsidRDefault="001C7F50" w:rsidP="001C7F50">
      <w:pPr>
        <w:pStyle w:val="ISM"/>
        <w:ind w:left="1170"/>
        <w:rPr>
          <w:rFonts w:cs="Arial"/>
        </w:rPr>
      </w:pPr>
      <w:r>
        <w:rPr>
          <w:rFonts w:ascii="Times New Roman" w:hAnsi="Times New Roman"/>
          <w:i/>
        </w:rPr>
        <w:t xml:space="preserve"> </w:t>
      </w:r>
      <w:r w:rsidRPr="007C2D14">
        <w:rPr>
          <w:rFonts w:ascii="Times New Roman" w:hAnsi="Times New Roman"/>
          <w:i/>
        </w:rPr>
        <w:t>PM</w:t>
      </w:r>
      <w:r>
        <w:rPr>
          <w:rFonts w:ascii="Times New Roman" w:hAnsi="Times New Roman"/>
          <w:i/>
        </w:rPr>
        <w:t>T</w:t>
      </w:r>
      <w:r>
        <w:rPr>
          <w:rFonts w:cs="Arial"/>
        </w:rPr>
        <w:t xml:space="preserve"> = </w:t>
      </w:r>
      <w:r w:rsidRPr="003C3244">
        <w:rPr>
          <w:rFonts w:cs="Arial"/>
          <w:u w:val="double"/>
        </w:rPr>
        <w:t>$47,721.67</w:t>
      </w:r>
    </w:p>
    <w:p w:rsidR="001C7F50" w:rsidRDefault="001C7F50" w:rsidP="001C7F50">
      <w:pPr>
        <w:pStyle w:val="ISM"/>
        <w:rPr>
          <w:rFonts w:cs="Arial"/>
        </w:rPr>
      </w:pPr>
      <w:r>
        <w:tab/>
      </w:r>
      <w:r>
        <w:tab/>
      </w:r>
      <w:proofErr w:type="spellStart"/>
      <w:r w:rsidR="00325AB0">
        <w:t>Nitesh</w:t>
      </w:r>
      <w:proofErr w:type="spellEnd"/>
      <w:r>
        <w:t xml:space="preserve"> can receive </w:t>
      </w:r>
      <w:r>
        <w:rPr>
          <w:rFonts w:cs="Arial"/>
        </w:rPr>
        <w:t>$47,721.67 per year.</w:t>
      </w:r>
    </w:p>
    <w:p w:rsidR="001C7F50" w:rsidRDefault="001C7F50" w:rsidP="001C7F50">
      <w:pPr>
        <w:pStyle w:val="ISM"/>
      </w:pPr>
    </w:p>
    <w:p w:rsidR="00A81537" w:rsidRDefault="00A81537" w:rsidP="00A81537">
      <w:pPr>
        <w:pStyle w:val="ISM"/>
        <w:spacing w:after="120"/>
        <w:rPr>
          <w:b/>
          <w:i/>
          <w:sz w:val="24"/>
        </w:rPr>
      </w:pPr>
    </w:p>
    <w:p w:rsidR="001C7F50" w:rsidRDefault="001C7F50" w:rsidP="001C7F50">
      <w:pPr>
        <w:pStyle w:val="ISM"/>
      </w:pPr>
    </w:p>
    <w:p w:rsidR="001C7F50" w:rsidRDefault="002043E3" w:rsidP="001C7F50">
      <w:pPr>
        <w:pStyle w:val="ISM"/>
      </w:pPr>
      <w:r>
        <w:rPr>
          <w:noProof/>
          <w:lang w:val="en-US"/>
        </w:rPr>
        <w:pict>
          <v:shape id="AutoShape 121" o:spid="_x0000_s1069" type="#_x0000_t61" style="position:absolute;margin-left:344.05pt;margin-top:4.05pt;width:122.6pt;height:151pt;z-index:251615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" adj="-2414,9813" fillcolor="#cff">
            <v:fill opacity="26214f"/>
            <v:textbox inset="3.6pt,,3.6pt">
              <w:txbxContent>
                <w:p w:rsidR="00466CD8" w:rsidRDefault="00466CD8" w:rsidP="001C7F50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1000000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–1093.09</w:t>
                  </w:r>
                </w:p>
              </w:txbxContent>
            </v:textbox>
            <w10:wrap type="square"/>
          </v:shape>
        </w:pict>
      </w:r>
      <w:r w:rsidR="001C7F50">
        <w:tab/>
      </w:r>
      <w:r w:rsidR="003C1E51">
        <w:t>9</w:t>
      </w:r>
      <w:r w:rsidR="001C7F50">
        <w:t>.</w:t>
      </w:r>
      <w:r w:rsidR="001C7F50">
        <w:tab/>
        <w:t xml:space="preserve">The </w:t>
      </w:r>
      <w:r w:rsidR="001C7F50">
        <w:rPr>
          <w:spacing w:val="-2"/>
        </w:rPr>
        <w:t xml:space="preserve">future value </w:t>
      </w:r>
      <w:r w:rsidR="001C7F50">
        <w:t>of the monthly investments is $1,000,000.</w:t>
      </w:r>
    </w:p>
    <w:p w:rsidR="001C7F50" w:rsidRDefault="001C7F50" w:rsidP="001C7F50">
      <w:pPr>
        <w:pStyle w:val="ISM"/>
        <w:rPr>
          <w:spacing w:val="-2"/>
        </w:rPr>
      </w:pPr>
      <w:r>
        <w:tab/>
      </w:r>
      <w:r>
        <w:tab/>
        <w:t xml:space="preserve">Given: </w:t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 xml:space="preserve">due) = $1,000,000, </w:t>
      </w:r>
      <w:r>
        <w:rPr>
          <w:rFonts w:ascii="Times New Roman" w:hAnsi="Times New Roman"/>
          <w:i/>
        </w:rPr>
        <w:t>n</w:t>
      </w:r>
      <w:r>
        <w:t xml:space="preserve"> = 12(25) = 300,</w:t>
      </w:r>
      <w:r>
        <w:rPr>
          <w:spacing w:val="-2"/>
        </w:rPr>
        <w:t xml:space="preserve"> </w:t>
      </w:r>
    </w:p>
    <w:p w:rsidR="001C7F50" w:rsidRDefault="002043E3" w:rsidP="001C7F50">
      <w:pPr>
        <w:pStyle w:val="ISM"/>
        <w:ind w:left="1260"/>
      </w:pPr>
      <w:r>
        <w:rPr>
          <w:noProof/>
          <w:lang w:val="en-US"/>
        </w:rPr>
        <w:pict>
          <v:shape id="AutoShape 122" o:spid="_x0000_s1589" type="#_x0000_t88" style="position:absolute;left:0;text-align:left;margin-left:316.1pt;margin-top:4.5pt;width:10.75pt;height:90.3pt;z-index:251616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"/>
        </w:pict>
      </w:r>
      <w:proofErr w:type="spellStart"/>
      <w:r w:rsidR="001C7F50">
        <w:rPr>
          <w:rFonts w:ascii="Times New Roman" w:hAnsi="Times New Roman"/>
          <w:i/>
        </w:rPr>
        <w:t>i</w:t>
      </w:r>
      <w:proofErr w:type="spellEnd"/>
      <w:r w:rsidR="001C7F50">
        <w:t xml:space="preserve"> = </w:t>
      </w:r>
      <w:r w:rsidR="001C7F50" w:rsidRPr="00207930">
        <w:rPr>
          <w:position w:val="-12"/>
        </w:rPr>
        <w:object w:dxaOrig="320" w:dyaOrig="360">
          <v:shape id="_x0000_i1159" type="#_x0000_t75" style="width:15.75pt;height:18.75pt" o:ole="" o:allowoverlap="f">
            <v:imagedata r:id="rId250" o:title=""/>
          </v:shape>
          <o:OLEObject Type="Embed" ProgID="Equation.3" ShapeID="_x0000_i1159" DrawAspect="Content" ObjectID="_1654987164" r:id="rId251"/>
        </w:object>
      </w:r>
      <w:r w:rsidR="001C7F50">
        <w:t>= 8%</w:t>
      </w:r>
      <w:proofErr w:type="gramStart"/>
      <w:r w:rsidR="001C7F50">
        <w:t>,</w:t>
      </w:r>
      <w:r w:rsidR="001C7F50" w:rsidRPr="009163F3">
        <w:rPr>
          <w:rFonts w:cs="Arial"/>
        </w:rPr>
        <w:t xml:space="preserve"> </w:t>
      </w:r>
      <w:r w:rsidR="001C7F50">
        <w:rPr>
          <w:rFonts w:cs="Arial"/>
        </w:rPr>
        <w:t xml:space="preserve"> and</w:t>
      </w:r>
      <w:proofErr w:type="gramEnd"/>
      <w:r w:rsidR="001C7F50">
        <w:rPr>
          <w:rFonts w:cs="Arial"/>
        </w:rPr>
        <w:t xml:space="preserve">  </w:t>
      </w:r>
      <w:r w:rsidR="001C7F50">
        <w:rPr>
          <w:rFonts w:ascii="Times New Roman" w:hAnsi="Times New Roman"/>
          <w:i/>
        </w:rPr>
        <w:t>c</w:t>
      </w:r>
      <w:r w:rsidR="001C7F50">
        <w:t xml:space="preserve"> = </w:t>
      </w:r>
      <w:r w:rsidR="001C7F50" w:rsidRPr="009163F3">
        <w:rPr>
          <w:position w:val="-12"/>
        </w:rPr>
        <w:object w:dxaOrig="260" w:dyaOrig="340">
          <v:shape id="_x0000_i1160" type="#_x0000_t75" style="width:12.75pt;height:17.25pt" o:ole="" fillcolor="window">
            <v:imagedata r:id="rId252" o:title=""/>
          </v:shape>
          <o:OLEObject Type="Embed" ProgID="Equation.3" ShapeID="_x0000_i1160" DrawAspect="Content" ObjectID="_1654987165" r:id="rId253"/>
        </w:object>
      </w:r>
      <w:r w:rsidR="001C7F50">
        <w:t xml:space="preserve"> = </w:t>
      </w:r>
      <w:r w:rsidR="001C7F50" w:rsidRPr="009163F3">
        <w:rPr>
          <w:position w:val="-10"/>
        </w:rPr>
        <w:object w:dxaOrig="660" w:dyaOrig="360">
          <v:shape id="_x0000_i1161" type="#_x0000_t75" style="width:34.5pt;height:18.75pt" o:ole="" fillcolor="window">
            <v:imagedata r:id="rId254" o:title=""/>
          </v:shape>
          <o:OLEObject Type="Embed" ProgID="Equation.3" ShapeID="_x0000_i1161" DrawAspect="Content" ObjectID="_1654987166" r:id="rId255"/>
        </w:object>
      </w:r>
    </w:p>
    <w:p w:rsidR="001C7F50" w:rsidRDefault="001C7F50" w:rsidP="001C7F50">
      <w:pPr>
        <w:pStyle w:val="ISM"/>
      </w:pPr>
      <w:r>
        <w:tab/>
      </w:r>
      <w:r>
        <w:tab/>
      </w:r>
      <w:r w:rsidRPr="007E02FE">
        <w:rPr>
          <w:spacing w:val="-2"/>
          <w:position w:val="-10"/>
        </w:rPr>
        <w:object w:dxaOrig="1420" w:dyaOrig="380">
          <v:shape id="_x0000_i1162" type="#_x0000_t75" style="width:71.25pt;height:18.75pt" o:ole="" fillcolor="window">
            <v:imagedata r:id="rId256" o:title=""/>
          </v:shape>
          <o:OLEObject Type="Embed" ProgID="Equation.3" ShapeID="_x0000_i1162" DrawAspect="Content" ObjectID="_1654987167" r:id="rId257"/>
        </w:object>
      </w:r>
      <w:r>
        <w:rPr>
          <w:spacing w:val="-2"/>
        </w:rPr>
        <w:t xml:space="preserve"> </w:t>
      </w:r>
      <w:r>
        <w:t xml:space="preserve">= </w:t>
      </w:r>
      <w:r w:rsidRPr="009163F3">
        <w:rPr>
          <w:position w:val="-10"/>
        </w:rPr>
        <w:object w:dxaOrig="980" w:dyaOrig="400">
          <v:shape id="_x0000_i1163" type="#_x0000_t75" style="width:48.75pt;height:21pt" o:ole="" fillcolor="window">
            <v:imagedata r:id="rId258" o:title=""/>
          </v:shape>
          <o:OLEObject Type="Embed" ProgID="Equation.3" ShapeID="_x0000_i1163" DrawAspect="Content" ObjectID="_1654987168" r:id="rId259"/>
        </w:object>
      </w:r>
      <w:r>
        <w:t>– 1 = 0.00643403</w:t>
      </w:r>
    </w:p>
    <w:p w:rsidR="001C7F50" w:rsidRDefault="001C7F50" w:rsidP="001C7F50">
      <w:pPr>
        <w:pStyle w:val="ISM"/>
      </w:pPr>
      <w:r>
        <w:tab/>
      </w:r>
      <w:r>
        <w:tab/>
        <w:t>Substitute into formula (</w:t>
      </w:r>
      <w:r w:rsidR="00434443">
        <w:t>13</w:t>
      </w:r>
      <w:r>
        <w:t>-1),</w:t>
      </w:r>
    </w:p>
    <w:p w:rsidR="001C7F50" w:rsidRDefault="001C7F50" w:rsidP="001C7F50">
      <w:pPr>
        <w:pStyle w:val="ISM"/>
        <w:ind w:left="540"/>
      </w:pPr>
      <w:r>
        <w:t xml:space="preserve">$1,000,000 = </w:t>
      </w:r>
      <w:proofErr w:type="gramStart"/>
      <w:r w:rsidRPr="007C2D14">
        <w:rPr>
          <w:rFonts w:ascii="Times New Roman" w:hAnsi="Times New Roman"/>
          <w:i/>
        </w:rPr>
        <w:t>PM</w:t>
      </w:r>
      <w:r>
        <w:rPr>
          <w:rFonts w:ascii="Times New Roman" w:hAnsi="Times New Roman"/>
          <w:i/>
        </w:rPr>
        <w:t>T</w:t>
      </w:r>
      <w:proofErr w:type="gramEnd"/>
      <w:r w:rsidR="00E32D23" w:rsidRPr="00E32D23">
        <w:rPr>
          <w:position w:val="-32"/>
        </w:rPr>
        <w:object w:dxaOrig="1980" w:dyaOrig="740">
          <v:shape id="_x0000_i1164" type="#_x0000_t75" style="width:99.75pt;height:37.5pt" o:ole="">
            <v:imagedata r:id="rId260" o:title=""/>
          </v:shape>
          <o:OLEObject Type="Embed" ProgID="Equation.3" ShapeID="_x0000_i1164" DrawAspect="Content" ObjectID="_1654987169" r:id="rId261"/>
        </w:object>
      </w:r>
      <w:r>
        <w:t>(1.</w:t>
      </w:r>
      <w:r w:rsidRPr="009163F3">
        <w:t xml:space="preserve"> </w:t>
      </w:r>
      <w:r>
        <w:t>00643403)</w:t>
      </w:r>
    </w:p>
    <w:p w:rsidR="001C7F50" w:rsidRPr="005D6D0B" w:rsidRDefault="001C7F50" w:rsidP="001C7F50">
      <w:pPr>
        <w:pStyle w:val="ISM"/>
        <w:ind w:left="1170"/>
        <w:rPr>
          <w:rFonts w:cs="Arial"/>
        </w:rPr>
      </w:pPr>
      <w:r w:rsidRPr="007C2D14">
        <w:rPr>
          <w:rFonts w:ascii="Times New Roman" w:hAnsi="Times New Roman"/>
          <w:i/>
        </w:rPr>
        <w:t>PM</w:t>
      </w:r>
      <w:r>
        <w:rPr>
          <w:rFonts w:ascii="Times New Roman" w:hAnsi="Times New Roman"/>
          <w:i/>
        </w:rPr>
        <w:t>T</w:t>
      </w:r>
      <w:r>
        <w:rPr>
          <w:rFonts w:cs="Arial"/>
        </w:rPr>
        <w:t xml:space="preserve"> = </w:t>
      </w:r>
      <w:r w:rsidRPr="007327E3">
        <w:rPr>
          <w:rFonts w:cs="Arial"/>
          <w:u w:val="double"/>
        </w:rPr>
        <w:t>$1093.09</w:t>
      </w:r>
    </w:p>
    <w:p w:rsidR="001C7F50" w:rsidRDefault="001C7F50" w:rsidP="001C7F50">
      <w:pPr>
        <w:pStyle w:val="ISM"/>
        <w:rPr>
          <w:rFonts w:cs="Arial"/>
        </w:rPr>
      </w:pPr>
      <w:r>
        <w:tab/>
      </w:r>
      <w:r>
        <w:tab/>
      </w:r>
      <w:r w:rsidR="00325AB0">
        <w:t>Corbin</w:t>
      </w:r>
      <w:r>
        <w:t xml:space="preserve"> must invest </w:t>
      </w:r>
      <w:r>
        <w:rPr>
          <w:rFonts w:cs="Arial"/>
        </w:rPr>
        <w:t>$1093.09 at the</w:t>
      </w:r>
    </w:p>
    <w:p w:rsidR="001C7F50" w:rsidRDefault="001C7F50" w:rsidP="001C7F50">
      <w:pPr>
        <w:pStyle w:val="ISM"/>
      </w:pPr>
      <w:r>
        <w:rPr>
          <w:rFonts w:cs="Arial"/>
        </w:rPr>
        <w:tab/>
      </w:r>
      <w:r>
        <w:rPr>
          <w:rFonts w:cs="Arial"/>
        </w:rPr>
        <w:tab/>
        <w:t>beginning of each month.</w:t>
      </w:r>
    </w:p>
    <w:p w:rsidR="001C7F50" w:rsidRDefault="001C7F50" w:rsidP="001C7F50">
      <w:pPr>
        <w:pStyle w:val="ISM"/>
      </w:pPr>
    </w:p>
    <w:p w:rsidR="00E92825" w:rsidRDefault="00E92825" w:rsidP="001C7F50">
      <w:pPr>
        <w:pStyle w:val="ISM"/>
      </w:pPr>
    </w:p>
    <w:p w:rsidR="001C7F50" w:rsidRDefault="002043E3" w:rsidP="001C7F50">
      <w:pPr>
        <w:pStyle w:val="ISMab"/>
      </w:pPr>
      <w:r>
        <w:rPr>
          <w:noProof/>
          <w:lang w:val="en-US"/>
        </w:rPr>
        <w:pict>
          <v:shape id="AutoShape 123" o:spid="_x0000_s1070" type="#_x0000_t61" style="position:absolute;margin-left:351.3pt;margin-top:-10.95pt;width:122.6pt;height:150.5pt;z-index:251617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" adj="-12632,8109" fillcolor="#cff">
            <v:fill opacity="26214f"/>
            <v:textbox style="mso-next-textbox:#AutoShape 123" inset="3.6pt,,3.6pt">
              <w:txbxContent>
                <w:p w:rsidR="00466CD8" w:rsidRDefault="00466CD8" w:rsidP="001C7F50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6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200000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 xml:space="preserve">: </w:t>
                  </w:r>
                  <w:r w:rsidRPr="005D6D0B">
                    <w:t>16,449.92</w:t>
                  </w:r>
                </w:p>
              </w:txbxContent>
            </v:textbox>
            <w10:wrap type="square"/>
          </v:shape>
        </w:pict>
      </w:r>
      <w:r w:rsidR="001C7F50">
        <w:tab/>
        <w:t>1</w:t>
      </w:r>
      <w:r w:rsidR="003C1E51">
        <w:t>1</w:t>
      </w:r>
      <w:r w:rsidR="001C7F50">
        <w:t>.</w:t>
      </w:r>
      <w:r w:rsidR="001C7F50">
        <w:tab/>
      </w:r>
      <w:proofErr w:type="gramStart"/>
      <w:r w:rsidR="001C7F50">
        <w:rPr>
          <w:i/>
        </w:rPr>
        <w:t>a</w:t>
      </w:r>
      <w:proofErr w:type="gramEnd"/>
      <w:r w:rsidR="001C7F50">
        <w:rPr>
          <w:i/>
        </w:rPr>
        <w:t>.</w:t>
      </w:r>
      <w:r w:rsidR="001C7F50">
        <w:tab/>
        <w:t xml:space="preserve">Given: </w:t>
      </w:r>
      <w:r w:rsidR="001C7F50">
        <w:rPr>
          <w:rFonts w:ascii="Times New Roman" w:hAnsi="Times New Roman"/>
          <w:i/>
        </w:rPr>
        <w:t>PV</w:t>
      </w:r>
      <w:r w:rsidR="001C7F50">
        <w:t xml:space="preserve">(due) = $200,000, </w:t>
      </w:r>
      <w:r w:rsidR="001C7F50">
        <w:rPr>
          <w:rFonts w:ascii="Times New Roman" w:hAnsi="Times New Roman"/>
          <w:i/>
        </w:rPr>
        <w:t>n</w:t>
      </w:r>
      <w:r w:rsidR="001C7F50">
        <w:t xml:space="preserve"> = 20, </w:t>
      </w:r>
      <w:proofErr w:type="spellStart"/>
      <w:r w:rsidR="001C7F50">
        <w:rPr>
          <w:rFonts w:ascii="Times New Roman" w:hAnsi="Times New Roman"/>
          <w:i/>
        </w:rPr>
        <w:t>i</w:t>
      </w:r>
      <w:proofErr w:type="spellEnd"/>
      <w:r w:rsidR="001C7F50">
        <w:t xml:space="preserve"> = 6%</w:t>
      </w:r>
    </w:p>
    <w:p w:rsidR="001C7F50" w:rsidRDefault="001C7F50" w:rsidP="001C7F50">
      <w:pPr>
        <w:pStyle w:val="ISMab"/>
      </w:pPr>
      <w:r>
        <w:tab/>
      </w:r>
      <w:r>
        <w:tab/>
      </w:r>
      <w:r>
        <w:tab/>
        <w:t>Substitute into formula (</w:t>
      </w:r>
      <w:r w:rsidR="00434443">
        <w:t>13</w:t>
      </w:r>
      <w:r>
        <w:t>-2) giving</w:t>
      </w:r>
    </w:p>
    <w:p w:rsidR="001C7F50" w:rsidRDefault="002043E3" w:rsidP="001C7F50">
      <w:pPr>
        <w:pStyle w:val="ISMab"/>
      </w:pPr>
      <w:r>
        <w:rPr>
          <w:noProof/>
          <w:lang w:val="en-US"/>
        </w:rPr>
        <w:pict>
          <v:shape id="AutoShape 126" o:spid="_x0000_s1580" type="#_x0000_t88" style="position:absolute;margin-left:258.05pt;margin-top:2.8pt;width:8.6pt;height:47.3pt;z-index:251620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"/>
        </w:pict>
      </w:r>
      <w:r w:rsidR="001C7F50">
        <w:tab/>
      </w:r>
      <w:r w:rsidR="001C7F50">
        <w:tab/>
      </w:r>
      <w:r w:rsidR="001C7F50">
        <w:tab/>
      </w:r>
      <w:r w:rsidR="001C7F50">
        <w:tab/>
        <w:t xml:space="preserve">$200,000 = </w:t>
      </w:r>
      <w:r w:rsidR="001C7F50">
        <w:rPr>
          <w:rFonts w:ascii="Times New Roman" w:hAnsi="Times New Roman"/>
          <w:i/>
        </w:rPr>
        <w:t xml:space="preserve">PMT </w:t>
      </w:r>
      <w:r w:rsidR="001C7F50" w:rsidRPr="007E02FE">
        <w:rPr>
          <w:position w:val="-32"/>
        </w:rPr>
        <w:object w:dxaOrig="1359" w:dyaOrig="740">
          <v:shape id="_x0000_i1165" type="#_x0000_t75" style="width:67.5pt;height:36.75pt" o:ole="" fillcolor="window">
            <v:imagedata r:id="rId262" o:title=""/>
          </v:shape>
          <o:OLEObject Type="Embed" ProgID="Equation.3" ShapeID="_x0000_i1165" DrawAspect="Content" ObjectID="_1654987170" r:id="rId263"/>
        </w:object>
      </w:r>
      <w:r w:rsidR="001C7F50">
        <w:t>(1.06)</w:t>
      </w:r>
    </w:p>
    <w:p w:rsidR="001C7F50" w:rsidRDefault="001C7F50" w:rsidP="001C7F50">
      <w:pPr>
        <w:pStyle w:val="ISMab"/>
        <w:spacing w:after="60"/>
        <w:rPr>
          <w:u w:val="double"/>
        </w:rPr>
      </w:pPr>
      <w:r>
        <w:tab/>
      </w:r>
      <w:r>
        <w:tab/>
      </w:r>
      <w:r>
        <w:tab/>
      </w:r>
      <w:r>
        <w:tab/>
        <w:t xml:space="preserve">    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$16,449.92</w:t>
      </w:r>
    </w:p>
    <w:p w:rsidR="001C7F50" w:rsidRDefault="001C7F50" w:rsidP="001C7F50">
      <w:pPr>
        <w:pStyle w:val="ISMab"/>
      </w:pPr>
    </w:p>
    <w:p w:rsidR="00A81537" w:rsidRDefault="00A81537" w:rsidP="001C7F50">
      <w:pPr>
        <w:pStyle w:val="ISMab"/>
      </w:pPr>
    </w:p>
    <w:p w:rsidR="00A81537" w:rsidRDefault="00A81537" w:rsidP="001C7F50">
      <w:pPr>
        <w:pStyle w:val="ISMab"/>
      </w:pPr>
    </w:p>
    <w:p w:rsidR="001C7F50" w:rsidRDefault="001C7F50" w:rsidP="001C7F50">
      <w:pPr>
        <w:pStyle w:val="ISMab"/>
      </w:pPr>
    </w:p>
    <w:p w:rsidR="00E92825" w:rsidRDefault="00E92825" w:rsidP="001C7F50">
      <w:pPr>
        <w:pStyle w:val="ISMab"/>
      </w:pPr>
    </w:p>
    <w:p w:rsidR="001C7F50" w:rsidRDefault="001C7F50" w:rsidP="001C7F50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 xml:space="preserve">Given: </w:t>
      </w:r>
      <w:r>
        <w:rPr>
          <w:rFonts w:ascii="Times New Roman" w:hAnsi="Times New Roman"/>
          <w:i/>
        </w:rPr>
        <w:t>PV</w:t>
      </w:r>
      <w:r>
        <w:t xml:space="preserve"> = $200,000, </w:t>
      </w:r>
      <w:r>
        <w:rPr>
          <w:rFonts w:ascii="Times New Roman" w:hAnsi="Times New Roman"/>
          <w:i/>
        </w:rPr>
        <w:t>n</w:t>
      </w:r>
      <w:r>
        <w:t xml:space="preserve"> = 20,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6%</w:t>
      </w:r>
    </w:p>
    <w:p w:rsidR="001C7F50" w:rsidRDefault="002043E3" w:rsidP="001C7F50">
      <w:pPr>
        <w:pStyle w:val="ISMab"/>
      </w:pPr>
      <w:r>
        <w:rPr>
          <w:noProof/>
          <w:lang w:val="en-US"/>
        </w:rPr>
        <w:pict>
          <v:shape id="AutoShape 124" o:spid="_x0000_s1071" type="#_x0000_t61" style="position:absolute;margin-left:246.75pt;margin-top:3.9pt;width:120.45pt;height:77.4pt;z-index:251618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" adj="-1551,10172" fillcolor="#cff">
            <v:fill opacity="26214f"/>
            <v:textbox inset="3.6pt,,3.6pt">
              <w:txbxContent>
                <w:p w:rsidR="00466CD8" w:rsidRDefault="00466CD8" w:rsidP="001C7F50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END mode</w:t>
                  </w:r>
                </w:p>
                <w:p w:rsidR="00466CD8" w:rsidRDefault="00466CD8" w:rsidP="001C7F50">
                  <w:pPr>
                    <w:ind w:left="-90" w:right="42"/>
                    <w:jc w:val="center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466CD8" w:rsidRDefault="00466CD8" w:rsidP="001C7F50">
                  <w:pPr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N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PV, PMT, FV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17,436.91</w:t>
                  </w:r>
                </w:p>
              </w:txbxContent>
            </v:textbox>
            <w10:wrap type="square"/>
          </v:shape>
        </w:pict>
      </w:r>
      <w:r w:rsidR="001C7F50">
        <w:tab/>
      </w:r>
      <w:r w:rsidR="001C7F50">
        <w:tab/>
      </w:r>
      <w:r w:rsidR="001C7F50">
        <w:tab/>
        <w:t>Substitute into formula (</w:t>
      </w:r>
      <w:r w:rsidR="00434443">
        <w:t>11</w:t>
      </w:r>
      <w:r w:rsidR="001C7F50">
        <w:t>-2) giving</w:t>
      </w:r>
    </w:p>
    <w:p w:rsidR="001C7F50" w:rsidRDefault="002043E3" w:rsidP="001C7F50">
      <w:pPr>
        <w:pStyle w:val="ISMab"/>
      </w:pPr>
      <w:r>
        <w:rPr>
          <w:noProof/>
          <w:lang w:val="en-US"/>
        </w:rPr>
        <w:pict>
          <v:shape id="AutoShape 125" o:spid="_x0000_s1578" type="#_x0000_t88" style="position:absolute;margin-left:225.8pt;margin-top:2.65pt;width:10.75pt;height:47.3pt;z-index:251619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"/>
        </w:pict>
      </w:r>
      <w:r w:rsidR="001C7F50">
        <w:tab/>
      </w:r>
      <w:r w:rsidR="001C7F50">
        <w:tab/>
      </w:r>
      <w:r w:rsidR="001C7F50">
        <w:tab/>
      </w:r>
      <w:r w:rsidR="001C7F50">
        <w:tab/>
        <w:t xml:space="preserve">$200,000 = </w:t>
      </w:r>
      <w:r w:rsidR="001C7F50">
        <w:rPr>
          <w:rFonts w:ascii="Times New Roman" w:hAnsi="Times New Roman"/>
          <w:i/>
        </w:rPr>
        <w:t xml:space="preserve">PMT </w:t>
      </w:r>
      <w:r w:rsidR="001C7F50" w:rsidRPr="007E02FE">
        <w:rPr>
          <w:position w:val="-32"/>
        </w:rPr>
        <w:object w:dxaOrig="1359" w:dyaOrig="740">
          <v:shape id="_x0000_i1166" type="#_x0000_t75" style="width:67.5pt;height:36.75pt" o:ole="" fillcolor="window">
            <v:imagedata r:id="rId264" o:title=""/>
          </v:shape>
          <o:OLEObject Type="Embed" ProgID="Equation.3" ShapeID="_x0000_i1166" DrawAspect="Content" ObjectID="_1654987171" r:id="rId265"/>
        </w:object>
      </w:r>
    </w:p>
    <w:p w:rsidR="001C7F50" w:rsidRDefault="001C7F50" w:rsidP="001C7F50">
      <w:pPr>
        <w:pStyle w:val="ISMab"/>
        <w:spacing w:after="120"/>
        <w:rPr>
          <w:u w:val="double"/>
        </w:rPr>
      </w:pPr>
      <w:r>
        <w:tab/>
      </w:r>
      <w:r>
        <w:tab/>
      </w:r>
      <w:r>
        <w:tab/>
      </w:r>
      <w:r>
        <w:tab/>
        <w:t xml:space="preserve">    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$17,436.91</w:t>
      </w:r>
    </w:p>
    <w:p w:rsidR="00576117" w:rsidRDefault="00576117" w:rsidP="00A81537">
      <w:pPr>
        <w:pStyle w:val="ISM"/>
        <w:spacing w:after="120"/>
        <w:rPr>
          <w:b/>
          <w:sz w:val="24"/>
        </w:rPr>
      </w:pPr>
    </w:p>
    <w:p w:rsidR="00E92825" w:rsidRDefault="00E92825">
      <w:r>
        <w:br w:type="page"/>
      </w:r>
    </w:p>
    <w:p w:rsidR="001C7F50" w:rsidRDefault="002043E3" w:rsidP="001C7F50">
      <w:pPr>
        <w:pStyle w:val="ISM"/>
      </w:pPr>
      <w:r>
        <w:rPr>
          <w:noProof/>
          <w:lang w:val="en-US"/>
        </w:rPr>
        <w:lastRenderedPageBreak/>
        <w:pict>
          <v:shape id="AutoShape 131" o:spid="_x0000_s1072" type="#_x0000_t61" style="position:absolute;margin-left:347.9pt;margin-top:1.95pt;width:122.6pt;height:150.5pt;z-index:251621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" adj="-1392,13204" fillcolor="#cff">
            <v:fill opacity="25443f"/>
            <v:textbox inset="3.6pt,,3.6pt">
              <w:txbxContent>
                <w:p w:rsidR="00466CD8" w:rsidRDefault="00466CD8" w:rsidP="001C7F50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7.25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20000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5000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194,524.43</w:t>
                  </w:r>
                </w:p>
              </w:txbxContent>
            </v:textbox>
            <w10:wrap type="square"/>
          </v:shape>
        </w:pict>
      </w:r>
      <w:r w:rsidR="001C7F50">
        <w:tab/>
      </w:r>
      <w:r w:rsidR="003C1E51">
        <w:t>13</w:t>
      </w:r>
      <w:r w:rsidR="001C7F50">
        <w:t>.</w:t>
      </w:r>
      <w:r w:rsidR="001C7F50">
        <w:tab/>
        <w:t xml:space="preserve">We </w:t>
      </w:r>
      <w:r w:rsidR="002E3DAA">
        <w:t>need to find</w:t>
      </w:r>
      <w:r w:rsidR="001C7F50">
        <w:t xml:space="preserve"> the combined </w:t>
      </w:r>
      <w:r w:rsidR="001C7F50">
        <w:rPr>
          <w:spacing w:val="-2"/>
        </w:rPr>
        <w:t xml:space="preserve">future value </w:t>
      </w:r>
      <w:r w:rsidR="001C7F50">
        <w:t>of the $20,000</w:t>
      </w:r>
    </w:p>
    <w:p w:rsidR="001C7F50" w:rsidRDefault="001C7F50" w:rsidP="001C7F50">
      <w:pPr>
        <w:pStyle w:val="ISM"/>
      </w:pPr>
      <w:r>
        <w:tab/>
      </w:r>
      <w:r>
        <w:tab/>
        <w:t>already accumulated and the additional $5000/year</w:t>
      </w:r>
    </w:p>
    <w:p w:rsidR="001C7F50" w:rsidRDefault="001C7F50" w:rsidP="001C7F50">
      <w:pPr>
        <w:pStyle w:val="ISM"/>
      </w:pPr>
      <w:r>
        <w:tab/>
      </w:r>
      <w:r>
        <w:tab/>
        <w:t>to be invested</w:t>
      </w:r>
      <w:r w:rsidR="002E3DAA">
        <w:t xml:space="preserve"> after the first 15 years</w:t>
      </w:r>
      <w:r>
        <w:t>.</w:t>
      </w:r>
    </w:p>
    <w:p w:rsidR="001C7F50" w:rsidRDefault="001C7F50" w:rsidP="001C7F50">
      <w:pPr>
        <w:pStyle w:val="ISM"/>
        <w:rPr>
          <w:u w:val="double"/>
        </w:rPr>
      </w:pPr>
      <w:r>
        <w:tab/>
      </w:r>
      <w:r>
        <w:tab/>
        <w:t xml:space="preserve">Given: </w:t>
      </w:r>
      <w:r>
        <w:rPr>
          <w:rFonts w:ascii="Times New Roman" w:hAnsi="Times New Roman"/>
          <w:i/>
        </w:rPr>
        <w:t>PV</w:t>
      </w:r>
      <w:r>
        <w:t xml:space="preserve"> = $20,000, </w:t>
      </w:r>
      <w:r>
        <w:rPr>
          <w:rFonts w:ascii="Times New Roman" w:hAnsi="Times New Roman"/>
          <w:i/>
        </w:rPr>
        <w:t>n</w:t>
      </w:r>
      <w:r>
        <w:t xml:space="preserve"> = 15, </w:t>
      </w:r>
      <w:r>
        <w:rPr>
          <w:rFonts w:ascii="Times New Roman" w:hAnsi="Times New Roman"/>
          <w:i/>
        </w:rPr>
        <w:t>PMT</w:t>
      </w:r>
      <w:r>
        <w:t xml:space="preserve"> = </w:t>
      </w:r>
      <w:r w:rsidRPr="00F863D8">
        <w:t>$5000</w:t>
      </w:r>
    </w:p>
    <w:p w:rsidR="001C7F50" w:rsidRDefault="001C7F50" w:rsidP="001C7F50">
      <w:pPr>
        <w:pStyle w:val="ISM"/>
        <w:ind w:left="1260"/>
      </w:pPr>
      <w:r>
        <w:rPr>
          <w:rFonts w:ascii="Times New Roman" w:hAnsi="Times New Roman"/>
          <w:i/>
        </w:rPr>
        <w:t xml:space="preserve">j =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7.25%</w:t>
      </w:r>
    </w:p>
    <w:p w:rsidR="001C7F50" w:rsidRDefault="002043E3" w:rsidP="001C7F50">
      <w:pPr>
        <w:pStyle w:val="ISM"/>
      </w:pPr>
      <w:r>
        <w:rPr>
          <w:noProof/>
          <w:lang w:val="en-US"/>
        </w:rPr>
        <w:pict>
          <v:shape id="AutoShape 132" o:spid="_x0000_s1571" type="#_x0000_t88" style="position:absolute;margin-left:324.7pt;margin-top:3.1pt;width:8.6pt;height:53.75pt;z-index:251622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"/>
        </w:pict>
      </w:r>
      <w:r w:rsidR="001C7F50">
        <w:tab/>
      </w:r>
      <w:r w:rsidR="001C7F50">
        <w:tab/>
      </w:r>
      <w:proofErr w:type="gramStart"/>
      <w:r w:rsidR="001C7F50">
        <w:rPr>
          <w:rFonts w:ascii="Times New Roman" w:hAnsi="Times New Roman"/>
          <w:i/>
        </w:rPr>
        <w:t>FV</w:t>
      </w:r>
      <w:r w:rsidR="001C7F50">
        <w:t>(</w:t>
      </w:r>
      <w:proofErr w:type="gramEnd"/>
      <w:r w:rsidR="001C7F50">
        <w:t>due) = $20,000</w:t>
      </w:r>
      <w:r w:rsidR="001C7F50" w:rsidRPr="00FC68B2">
        <w:rPr>
          <w:position w:val="-10"/>
        </w:rPr>
        <w:object w:dxaOrig="1020" w:dyaOrig="360">
          <v:shape id="_x0000_i1167" type="#_x0000_t75" style="width:51pt;height:18.75pt" o:ole="" o:allowoverlap="f">
            <v:imagedata r:id="rId266" o:title=""/>
          </v:shape>
          <o:OLEObject Type="Embed" ProgID="Equation.3" ShapeID="_x0000_i1167" DrawAspect="Content" ObjectID="_1654987172" r:id="rId267"/>
        </w:object>
      </w:r>
      <w:r w:rsidR="001C7F50">
        <w:t xml:space="preserve"> + </w:t>
      </w:r>
      <w:r w:rsidR="001C7F50">
        <w:rPr>
          <w:rFonts w:cs="Arial"/>
        </w:rPr>
        <w:t>$5000</w:t>
      </w:r>
      <w:r w:rsidR="001C7F50" w:rsidRPr="009E2773">
        <w:rPr>
          <w:position w:val="-30"/>
        </w:rPr>
        <w:object w:dxaOrig="1420" w:dyaOrig="720">
          <v:shape id="_x0000_i1168" type="#_x0000_t75" style="width:71.25pt;height:36pt" o:ole="" fillcolor="window">
            <v:imagedata r:id="rId268" o:title=""/>
          </v:shape>
          <o:OLEObject Type="Embed" ProgID="Equation.3" ShapeID="_x0000_i1168" DrawAspect="Content" ObjectID="_1654987173" r:id="rId269"/>
        </w:object>
      </w:r>
      <w:r w:rsidR="001C7F50">
        <w:t>(1.0725)</w:t>
      </w:r>
    </w:p>
    <w:p w:rsidR="001C7F50" w:rsidRDefault="001C7F50" w:rsidP="001C7F50">
      <w:pPr>
        <w:pStyle w:val="ISM"/>
        <w:ind w:left="1170"/>
      </w:pPr>
      <w:r>
        <w:t>= $57,146.483 + $137,377.942</w:t>
      </w:r>
    </w:p>
    <w:p w:rsidR="001C7F50" w:rsidRDefault="001C7F50" w:rsidP="001C7F50">
      <w:pPr>
        <w:pStyle w:val="ISM"/>
        <w:ind w:left="1170"/>
      </w:pPr>
      <w:r>
        <w:t xml:space="preserve">= </w:t>
      </w:r>
      <w:r w:rsidRPr="00774BA3">
        <w:t>$194,524.43</w:t>
      </w:r>
    </w:p>
    <w:p w:rsidR="001C7F50" w:rsidRPr="001C7F50" w:rsidRDefault="001C7F50" w:rsidP="00A81537">
      <w:pPr>
        <w:pStyle w:val="ISM"/>
      </w:pPr>
    </w:p>
    <w:p w:rsidR="004B06F5" w:rsidRDefault="004B06F5" w:rsidP="00774BA3">
      <w:pPr>
        <w:pStyle w:val="ISM"/>
        <w:ind w:left="270"/>
      </w:pPr>
      <w:r>
        <w:t xml:space="preserve">The payments in the next 15 years form a general annuity with </w:t>
      </w:r>
      <w:proofErr w:type="gramStart"/>
      <w:r>
        <w:t>PV(</w:t>
      </w:r>
      <w:proofErr w:type="gramEnd"/>
      <w:r>
        <w:t xml:space="preserve">due) = $194,524.43, n = 12(15) = 180 and </w:t>
      </w:r>
      <w:proofErr w:type="spellStart"/>
      <w:r>
        <w:t>i</w:t>
      </w:r>
      <w:proofErr w:type="spellEnd"/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4.5%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>
        <w:t xml:space="preserve"> =0.375%</w:t>
      </w:r>
    </w:p>
    <w:p w:rsidR="004B06F5" w:rsidRDefault="002043E3" w:rsidP="004B06F5">
      <w:pPr>
        <w:pStyle w:val="ISM"/>
        <w:rPr>
          <w:position w:val="-32"/>
        </w:rPr>
      </w:pPr>
      <w:r>
        <w:rPr>
          <w:noProof/>
          <w:lang w:val="en-US"/>
        </w:rPr>
        <w:pict>
          <v:shape id="_x0000_s1073" type="#_x0000_t61" style="position:absolute;margin-left:355.95pt;margin-top:.75pt;width:128.8pt;height:150.5pt;z-index:251730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" adj="-6398,6778" fillcolor="#cff">
            <v:fill opacity="25443f"/>
            <v:textbox inset="3.6pt,,3.6pt">
              <w:txbxContent>
                <w:p w:rsidR="00466CD8" w:rsidRDefault="00466CD8" w:rsidP="001D4200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1D4200">
                  <w:pPr>
                    <w:spacing w:line="320" w:lineRule="exact"/>
                    <w:ind w:right="42"/>
                    <w:jc w:val="right"/>
                  </w:pPr>
                  <w:r>
                    <w:t xml:space="preserve">4.5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D420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1D420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466CD8" w:rsidRDefault="00466CD8" w:rsidP="001D4200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180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D4200">
                  <w:pPr>
                    <w:spacing w:line="320" w:lineRule="exact"/>
                    <w:ind w:right="42"/>
                    <w:jc w:val="right"/>
                  </w:pPr>
                  <w:r>
                    <w:t xml:space="preserve">194524.43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D420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D4200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 w:rsidDel="00026D65"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1D4200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1,482.54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_x0000_s1568" type="#_x0000_t88" style="position:absolute;margin-left:299.95pt;margin-top:5.05pt;width:3.7pt;height:85.4pt;z-index:251729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" adj="487"/>
        </w:pict>
      </w:r>
      <w:r w:rsidR="004B06F5">
        <w:tab/>
      </w:r>
      <w:r w:rsidR="004B06F5">
        <w:tab/>
      </w:r>
      <w:r w:rsidR="004B06F5">
        <w:tab/>
        <w:t xml:space="preserve">$194,524.43 = PMT </w:t>
      </w:r>
      <w:r w:rsidR="004B06F5" w:rsidRPr="007E02FE">
        <w:rPr>
          <w:position w:val="-32"/>
        </w:rPr>
        <w:object w:dxaOrig="2580" w:dyaOrig="740">
          <v:shape id="_x0000_i1169" type="#_x0000_t75" style="width:128.25pt;height:36.75pt" o:ole="" fillcolor="window">
            <v:imagedata r:id="rId270" o:title=""/>
          </v:shape>
          <o:OLEObject Type="Embed" ProgID="Equation.3" ShapeID="_x0000_i1169" DrawAspect="Content" ObjectID="_1654987174" r:id="rId271"/>
        </w:object>
      </w:r>
    </w:p>
    <w:p w:rsidR="004B06F5" w:rsidRDefault="004B06F5" w:rsidP="004B06F5">
      <w:pPr>
        <w:pStyle w:val="ISM"/>
        <w:rPr>
          <w:position w:val="-32"/>
        </w:rPr>
      </w:pPr>
      <w:r>
        <w:rPr>
          <w:position w:val="-32"/>
        </w:rPr>
        <w:tab/>
      </w:r>
      <w:r>
        <w:rPr>
          <w:position w:val="-32"/>
        </w:rPr>
        <w:tab/>
      </w:r>
      <w:r>
        <w:rPr>
          <w:position w:val="-32"/>
        </w:rPr>
        <w:tab/>
        <w:t>$194,524.43 = PMT (131.2103014)</w:t>
      </w:r>
      <w:r w:rsidR="001D4200" w:rsidRPr="001D4200">
        <w:rPr>
          <w:noProof/>
          <w:lang w:val="en-US"/>
        </w:rPr>
        <w:t xml:space="preserve"> </w:t>
      </w:r>
    </w:p>
    <w:p w:rsidR="004B06F5" w:rsidRDefault="004B06F5" w:rsidP="004B06F5">
      <w:pPr>
        <w:pStyle w:val="ISM"/>
        <w:rPr>
          <w:position w:val="-32"/>
        </w:rPr>
      </w:pPr>
      <w:r>
        <w:rPr>
          <w:position w:val="-32"/>
        </w:rPr>
        <w:tab/>
      </w:r>
      <w:r>
        <w:rPr>
          <w:position w:val="-32"/>
        </w:rPr>
        <w:tab/>
      </w:r>
      <w:r>
        <w:rPr>
          <w:position w:val="-32"/>
        </w:rPr>
        <w:tab/>
      </w:r>
      <w:r>
        <w:rPr>
          <w:position w:val="-32"/>
        </w:rPr>
        <w:tab/>
        <w:t xml:space="preserve">PMT = </w:t>
      </w:r>
      <w:r w:rsidRPr="000F4205">
        <w:rPr>
          <w:position w:val="-32"/>
          <w:u w:val="double"/>
        </w:rPr>
        <w:t>$1482.54</w:t>
      </w:r>
    </w:p>
    <w:p w:rsidR="004B06F5" w:rsidRDefault="000F0035" w:rsidP="00774BA3">
      <w:pPr>
        <w:pStyle w:val="ISM"/>
        <w:tabs>
          <w:tab w:val="clear" w:pos="540"/>
        </w:tabs>
      </w:pPr>
      <w:r>
        <w:tab/>
      </w:r>
      <w:r w:rsidR="004B06F5">
        <w:t>The investment will sustain withdrawals of $1482.54 for 15 years.</w:t>
      </w:r>
    </w:p>
    <w:p w:rsidR="004B06F5" w:rsidRDefault="004B06F5" w:rsidP="004B06F5">
      <w:pPr>
        <w:pStyle w:val="ISM"/>
      </w:pPr>
    </w:p>
    <w:p w:rsidR="00A81537" w:rsidRDefault="00A81537" w:rsidP="004B06F5">
      <w:pPr>
        <w:pStyle w:val="ISM"/>
      </w:pPr>
    </w:p>
    <w:p w:rsidR="00774BA3" w:rsidRDefault="00774BA3" w:rsidP="001C7F50">
      <w:pPr>
        <w:pStyle w:val="ISM"/>
      </w:pPr>
    </w:p>
    <w:p w:rsidR="00E92825" w:rsidRDefault="00E92825" w:rsidP="001C7F50">
      <w:pPr>
        <w:pStyle w:val="ISM"/>
      </w:pPr>
    </w:p>
    <w:p w:rsidR="00774BA3" w:rsidRDefault="00774BA3" w:rsidP="001C7F50">
      <w:pPr>
        <w:pStyle w:val="ISM"/>
      </w:pPr>
    </w:p>
    <w:p w:rsidR="001C7F50" w:rsidRDefault="002043E3" w:rsidP="001C7F50">
      <w:pPr>
        <w:pStyle w:val="ISM"/>
      </w:pPr>
      <w:r>
        <w:rPr>
          <w:noProof/>
          <w:lang w:val="en-US"/>
        </w:rPr>
        <w:pict>
          <v:shape id="AutoShape 133" o:spid="_x0000_s1074" type="#_x0000_t61" style="position:absolute;margin-left:339.3pt;margin-top:9.7pt;width:131.2pt;height:150.5pt;z-index:251623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" adj="-7112,12659" fillcolor="#cff">
            <v:fill opacity="26214f"/>
            <v:textbox inset="3.6pt,,3.6pt">
              <w:txbxContent>
                <w:p w:rsidR="00466CD8" w:rsidRDefault="00466CD8" w:rsidP="001C7F50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13.5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8500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285.24</w:t>
                  </w:r>
                </w:p>
              </w:txbxContent>
            </v:textbox>
            <w10:wrap type="square"/>
          </v:shape>
        </w:pict>
      </w:r>
      <w:r w:rsidR="001C7F50">
        <w:tab/>
      </w:r>
      <w:r w:rsidR="003C1E51">
        <w:t>15</w:t>
      </w:r>
      <w:r w:rsidR="001C7F50">
        <w:t>.</w:t>
      </w:r>
      <w:r w:rsidR="001C7F50">
        <w:tab/>
        <w:t xml:space="preserve">The present value of the lease payments discounted </w:t>
      </w:r>
    </w:p>
    <w:p w:rsidR="001C7F50" w:rsidRDefault="001C7F50" w:rsidP="001C7F50">
      <w:pPr>
        <w:pStyle w:val="ISM"/>
      </w:pPr>
      <w:r>
        <w:tab/>
      </w:r>
      <w:r>
        <w:tab/>
      </w:r>
      <w:proofErr w:type="gramStart"/>
      <w:r>
        <w:t>at</w:t>
      </w:r>
      <w:proofErr w:type="gramEnd"/>
      <w:r>
        <w:t xml:space="preserve"> the lessor</w:t>
      </w:r>
      <w:r w:rsidR="00621C0F">
        <w:t>’</w:t>
      </w:r>
      <w:r>
        <w:t>s required rate of return equals</w:t>
      </w:r>
    </w:p>
    <w:p w:rsidR="001C7F50" w:rsidRDefault="001C7F50" w:rsidP="001C7F50">
      <w:pPr>
        <w:pStyle w:val="ISM"/>
      </w:pPr>
      <w:r>
        <w:tab/>
      </w:r>
      <w:r>
        <w:tab/>
        <w:t>the capital cost of the equipment. Substitute</w:t>
      </w:r>
    </w:p>
    <w:p w:rsidR="001C7F50" w:rsidRDefault="001C7F50" w:rsidP="001C7F50">
      <w:pPr>
        <w:pStyle w:val="ISM"/>
      </w:pPr>
      <w:r>
        <w:tab/>
      </w:r>
      <w:r>
        <w:tab/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due) = $8500, </w:t>
      </w:r>
      <w:r>
        <w:rPr>
          <w:rFonts w:ascii="Times New Roman" w:hAnsi="Times New Roman"/>
          <w:i/>
        </w:rPr>
        <w:t>n</w:t>
      </w:r>
      <w:r>
        <w:t xml:space="preserve"> = 12(3) = 36,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4"/>
        </w:rPr>
        <w:object w:dxaOrig="560" w:dyaOrig="400">
          <v:shape id="_x0000_i1170" type="#_x0000_t75" style="width:27.75pt;height:21pt" o:ole="" fillcolor="window">
            <v:imagedata r:id="rId272" o:title=""/>
          </v:shape>
          <o:OLEObject Type="Embed" ProgID="Equation.3" ShapeID="_x0000_i1170" DrawAspect="Content" ObjectID="_1654987175" r:id="rId273"/>
        </w:object>
      </w:r>
      <w:r>
        <w:t xml:space="preserve"> = 1.125%</w:t>
      </w:r>
    </w:p>
    <w:p w:rsidR="001C7F50" w:rsidRDefault="001C7F50" w:rsidP="001C7F50">
      <w:pPr>
        <w:pStyle w:val="ISM"/>
      </w:pPr>
      <w:r>
        <w:tab/>
      </w:r>
      <w:r>
        <w:tab/>
        <w:t>into formula (</w:t>
      </w:r>
      <w:r w:rsidR="00434443">
        <w:t>13</w:t>
      </w:r>
      <w:r>
        <w:t>-2)</w:t>
      </w:r>
    </w:p>
    <w:p w:rsidR="001C7F50" w:rsidRDefault="002043E3" w:rsidP="001C7F50">
      <w:pPr>
        <w:pStyle w:val="ISM"/>
      </w:pPr>
      <w:r>
        <w:rPr>
          <w:noProof/>
          <w:lang w:val="en-US"/>
        </w:rPr>
        <w:pict>
          <v:shape id="AutoShape 134" o:spid="_x0000_s1563" type="#_x0000_t88" style="position:absolute;margin-left:245.15pt;margin-top:.65pt;width:8.6pt;height:47.3pt;z-index:251624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"/>
        </w:pict>
      </w:r>
      <w:r w:rsidR="001C7F50">
        <w:tab/>
      </w:r>
      <w:r w:rsidR="001C7F50">
        <w:tab/>
      </w:r>
      <w:r w:rsidR="001C7F50">
        <w:tab/>
        <w:t xml:space="preserve">$8500 = </w:t>
      </w:r>
      <w:r w:rsidR="001C7F50">
        <w:rPr>
          <w:rFonts w:ascii="Times New Roman" w:hAnsi="Times New Roman"/>
          <w:i/>
        </w:rPr>
        <w:t xml:space="preserve">PMT </w:t>
      </w:r>
      <w:r w:rsidR="001C7F50" w:rsidRPr="007E02FE">
        <w:rPr>
          <w:position w:val="-32"/>
        </w:rPr>
        <w:object w:dxaOrig="1700" w:dyaOrig="740">
          <v:shape id="_x0000_i1171" type="#_x0000_t75" style="width:84.75pt;height:36.75pt" o:ole="" fillcolor="window">
            <v:imagedata r:id="rId274" o:title=""/>
          </v:shape>
          <o:OLEObject Type="Embed" ProgID="Equation.3" ShapeID="_x0000_i1171" DrawAspect="Content" ObjectID="_1654987176" r:id="rId275"/>
        </w:object>
      </w:r>
      <w:r w:rsidR="001C7F50">
        <w:t>(1.01125)</w:t>
      </w:r>
    </w:p>
    <w:p w:rsidR="001C7F50" w:rsidRDefault="001C7F50" w:rsidP="001C7F50">
      <w:pPr>
        <w:pStyle w:val="ISM"/>
        <w:rPr>
          <w:u w:val="double"/>
        </w:rPr>
      </w:pPr>
      <w:r>
        <w:tab/>
      </w:r>
      <w:r>
        <w:tab/>
      </w:r>
      <w:r>
        <w:tab/>
        <w:t xml:space="preserve"> </w:t>
      </w:r>
      <w:r>
        <w:rPr>
          <w:sz w:val="16"/>
        </w:rPr>
        <w:t xml:space="preserve">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$285.24</w:t>
      </w:r>
    </w:p>
    <w:p w:rsidR="001C7F50" w:rsidRDefault="001C7F50" w:rsidP="001C7F50">
      <w:pPr>
        <w:pStyle w:val="ISM"/>
      </w:pPr>
      <w:r>
        <w:tab/>
      </w:r>
      <w:r>
        <w:tab/>
        <w:t xml:space="preserve">The lease payments will be $285.24 at the beginning </w:t>
      </w:r>
    </w:p>
    <w:p w:rsidR="001C7F50" w:rsidRDefault="001C7F50" w:rsidP="001C7F50">
      <w:pPr>
        <w:pStyle w:val="ISM"/>
      </w:pPr>
      <w:r>
        <w:tab/>
      </w:r>
      <w:r>
        <w:tab/>
        <w:t>of each month for 3 years.</w:t>
      </w:r>
    </w:p>
    <w:p w:rsidR="001C7F50" w:rsidRDefault="001C7F50" w:rsidP="001C7F50">
      <w:pPr>
        <w:pStyle w:val="ISMab"/>
      </w:pPr>
    </w:p>
    <w:p w:rsidR="00E92825" w:rsidRDefault="00E92825" w:rsidP="001C7F50">
      <w:pPr>
        <w:pStyle w:val="ISMab"/>
      </w:pPr>
    </w:p>
    <w:p w:rsidR="00E92825" w:rsidRDefault="00E92825" w:rsidP="001C7F50">
      <w:pPr>
        <w:pStyle w:val="ISMab"/>
      </w:pPr>
    </w:p>
    <w:p w:rsidR="001C7F50" w:rsidRDefault="002043E3" w:rsidP="001C7F50">
      <w:pPr>
        <w:pStyle w:val="ISM"/>
      </w:pPr>
      <w:r>
        <w:rPr>
          <w:noProof/>
          <w:lang w:val="en-US"/>
        </w:rPr>
        <w:pict>
          <v:shape id="AutoShape 135" o:spid="_x0000_s1075" type="#_x0000_t61" style="position:absolute;margin-left:337.6pt;margin-top:-12.7pt;width:126.9pt;height:152.65pt;z-index:251625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" adj="-9472,10570" fillcolor="#cff">
            <v:fill opacity="26214f"/>
            <v:textbox style="mso-next-textbox:#AutoShape 135" inset="3.6pt,,3.6pt">
              <w:txbxContent>
                <w:p w:rsidR="00466CD8" w:rsidRDefault="00466CD8" w:rsidP="001C7F50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27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500000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–4465.55</w:t>
                  </w:r>
                </w:p>
              </w:txbxContent>
            </v:textbox>
            <w10:wrap type="square"/>
          </v:shape>
        </w:pict>
      </w:r>
      <w:r w:rsidR="001C7F50">
        <w:tab/>
      </w:r>
      <w:r w:rsidR="003C1E51">
        <w:t>17</w:t>
      </w:r>
      <w:r w:rsidR="001C7F50">
        <w:t>.</w:t>
      </w:r>
      <w:r w:rsidR="001C7F50">
        <w:tab/>
      </w:r>
      <w:proofErr w:type="gramStart"/>
      <w:r w:rsidR="001C7F50">
        <w:t>With</w:t>
      </w:r>
      <w:proofErr w:type="gramEnd"/>
      <w:r w:rsidR="001C7F50">
        <w:t xml:space="preserve"> the contributions at the beginning of each year,</w:t>
      </w:r>
    </w:p>
    <w:p w:rsidR="001C7F50" w:rsidRDefault="001C7F50" w:rsidP="001C7F50">
      <w:pPr>
        <w:pStyle w:val="ISM"/>
      </w:pPr>
      <w:r>
        <w:tab/>
      </w: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 xml:space="preserve">due) = $500,000, </w:t>
      </w:r>
      <w:r>
        <w:rPr>
          <w:rFonts w:ascii="Times New Roman" w:hAnsi="Times New Roman"/>
          <w:i/>
        </w:rPr>
        <w:t>n</w:t>
      </w:r>
      <w:r>
        <w:t xml:space="preserve"> = 27,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9%</w:t>
      </w:r>
    </w:p>
    <w:p w:rsidR="001C7F50" w:rsidRDefault="002043E3" w:rsidP="001C7F50">
      <w:pPr>
        <w:pStyle w:val="ISM"/>
      </w:pPr>
      <w:r>
        <w:rPr>
          <w:noProof/>
          <w:lang w:val="en-US"/>
        </w:rPr>
        <w:pict>
          <v:shape id="AutoShape 137" o:spid="_x0000_s1559" type="#_x0000_t88" style="position:absolute;margin-left:260.2pt;margin-top:2.8pt;width:10.75pt;height:49.45pt;z-index:251628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"/>
        </w:pict>
      </w:r>
      <w:r w:rsidR="001C7F50">
        <w:tab/>
      </w:r>
      <w:r w:rsidR="001C7F50">
        <w:tab/>
      </w:r>
      <w:r w:rsidR="001C7F50">
        <w:tab/>
      </w:r>
      <w:r w:rsidR="001C7F50">
        <w:tab/>
        <w:t xml:space="preserve">$500,000 = </w:t>
      </w:r>
      <w:r w:rsidR="001C7F50">
        <w:rPr>
          <w:rFonts w:ascii="Times New Roman" w:hAnsi="Times New Roman"/>
          <w:i/>
        </w:rPr>
        <w:t xml:space="preserve">PMT </w:t>
      </w:r>
      <w:r w:rsidR="001C7F50" w:rsidRPr="007E02FE">
        <w:rPr>
          <w:position w:val="-34"/>
        </w:rPr>
        <w:object w:dxaOrig="1280" w:dyaOrig="780">
          <v:shape id="_x0000_i1172" type="#_x0000_t75" style="width:63.75pt;height:37.5pt" o:ole="" fillcolor="window">
            <v:imagedata r:id="rId276" o:title=""/>
          </v:shape>
          <o:OLEObject Type="Embed" ProgID="Equation.3" ShapeID="_x0000_i1172" DrawAspect="Content" ObjectID="_1654987177" r:id="rId277"/>
        </w:object>
      </w:r>
      <w:r w:rsidR="001C7F50">
        <w:t>(1.09)</w:t>
      </w:r>
    </w:p>
    <w:p w:rsidR="001C7F50" w:rsidRDefault="001C7F50" w:rsidP="001C7F50">
      <w:pPr>
        <w:pStyle w:val="ISM"/>
        <w:spacing w:line="360" w:lineRule="auto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$4465.55</w:t>
      </w:r>
    </w:p>
    <w:p w:rsidR="00A81537" w:rsidRDefault="00A81537" w:rsidP="001C7F50">
      <w:pPr>
        <w:pStyle w:val="ISM"/>
      </w:pPr>
    </w:p>
    <w:p w:rsidR="00A81537" w:rsidRDefault="00A81537" w:rsidP="001C7F50">
      <w:pPr>
        <w:pStyle w:val="ISM"/>
      </w:pPr>
    </w:p>
    <w:p w:rsidR="00E92825" w:rsidRDefault="00E92825">
      <w:r>
        <w:br w:type="page"/>
      </w:r>
    </w:p>
    <w:p w:rsidR="001C7F50" w:rsidRDefault="001C7F50" w:rsidP="001C7F50">
      <w:pPr>
        <w:pStyle w:val="ISM"/>
      </w:pPr>
      <w:r>
        <w:lastRenderedPageBreak/>
        <w:tab/>
      </w:r>
      <w:r>
        <w:tab/>
        <w:t>With the contributions at the end of each year,</w:t>
      </w:r>
    </w:p>
    <w:p w:rsidR="001C7F50" w:rsidRDefault="001C7F50" w:rsidP="001C7F50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$500,000, </w:t>
      </w:r>
      <w:r>
        <w:rPr>
          <w:rFonts w:ascii="Times New Roman" w:hAnsi="Times New Roman"/>
          <w:i/>
        </w:rPr>
        <w:t>n</w:t>
      </w:r>
      <w:r>
        <w:t xml:space="preserve"> = 27,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9%</w:t>
      </w:r>
    </w:p>
    <w:p w:rsidR="001C7F50" w:rsidRDefault="002043E3" w:rsidP="001C7F50">
      <w:pPr>
        <w:pStyle w:val="ISM"/>
      </w:pPr>
      <w:r>
        <w:rPr>
          <w:noProof/>
          <w:lang w:val="en-US"/>
        </w:rPr>
        <w:pict>
          <v:shape id="AutoShape 136" o:spid="_x0000_s1076" type="#_x0000_t61" style="position:absolute;margin-left:271.95pt;margin-top:1.7pt;width:88.2pt;height:77.4pt;z-index:251627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" adj="-8718,7786" fillcolor="#cff">
            <v:fill opacity="26214f"/>
            <v:textbox inset="3.6pt,,3.6pt">
              <w:txbxContent>
                <w:p w:rsidR="00466CD8" w:rsidRDefault="00466CD8" w:rsidP="001C7F50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END mode</w:t>
                  </w:r>
                </w:p>
                <w:p w:rsidR="00466CD8" w:rsidRDefault="00466CD8" w:rsidP="001C7F50">
                  <w:pPr>
                    <w:ind w:left="-90" w:right="42"/>
                    <w:jc w:val="right"/>
                  </w:pPr>
                  <w:r>
                    <w:t>All values</w:t>
                  </w:r>
                </w:p>
                <w:p w:rsidR="00466CD8" w:rsidRDefault="00466CD8" w:rsidP="001C7F50">
                  <w:pPr>
                    <w:ind w:left="-90" w:right="42"/>
                    <w:jc w:val="right"/>
                  </w:pPr>
                  <w:r>
                    <w:t>unchanged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–4867.45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38" o:spid="_x0000_s1557" type="#_x0000_t88" style="position:absolute;margin-left:227.95pt;margin-top:3.25pt;width:6.45pt;height:51.6pt;z-index:251629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"/>
        </w:pict>
      </w:r>
      <w:r w:rsidR="001C7F50">
        <w:tab/>
      </w:r>
      <w:r w:rsidR="001C7F50">
        <w:tab/>
      </w:r>
      <w:r w:rsidR="001C7F50">
        <w:tab/>
      </w:r>
      <w:r w:rsidR="001C7F50">
        <w:tab/>
        <w:t xml:space="preserve">$500,000 = </w:t>
      </w:r>
      <w:r w:rsidR="001C7F50">
        <w:rPr>
          <w:rFonts w:ascii="Times New Roman" w:hAnsi="Times New Roman"/>
          <w:i/>
        </w:rPr>
        <w:t xml:space="preserve">PMT </w:t>
      </w:r>
      <w:r w:rsidR="001C7F50" w:rsidRPr="007E02FE">
        <w:rPr>
          <w:position w:val="-34"/>
        </w:rPr>
        <w:object w:dxaOrig="1280" w:dyaOrig="780">
          <v:shape id="_x0000_i1173" type="#_x0000_t75" style="width:63.75pt;height:37.5pt" o:ole="" fillcolor="window">
            <v:imagedata r:id="rId276" o:title=""/>
          </v:shape>
          <o:OLEObject Type="Embed" ProgID="Equation.3" ShapeID="_x0000_i1173" DrawAspect="Content" ObjectID="_1654987178" r:id="rId278"/>
        </w:object>
      </w:r>
    </w:p>
    <w:p w:rsidR="001C7F50" w:rsidRDefault="001C7F50" w:rsidP="001C7F50">
      <w:pPr>
        <w:pStyle w:val="ISM"/>
        <w:spacing w:line="360" w:lineRule="auto"/>
        <w:rPr>
          <w:u w:val="doub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$4867.45</w:t>
      </w:r>
    </w:p>
    <w:p w:rsidR="00F25145" w:rsidRDefault="001C7F50" w:rsidP="001C7F50">
      <w:pPr>
        <w:pStyle w:val="ISM"/>
      </w:pPr>
      <w:r>
        <w:tab/>
      </w:r>
      <w:r>
        <w:tab/>
      </w:r>
    </w:p>
    <w:p w:rsidR="001C7F50" w:rsidRDefault="001C7F50" w:rsidP="001C7F50">
      <w:pPr>
        <w:pStyle w:val="ISM"/>
      </w:pPr>
      <w:r>
        <w:t>The annual contributions must be</w:t>
      </w:r>
    </w:p>
    <w:p w:rsidR="001C7F50" w:rsidRDefault="001C7F50" w:rsidP="001C7F50">
      <w:pPr>
        <w:pStyle w:val="ISM"/>
      </w:pPr>
      <w:r>
        <w:tab/>
      </w:r>
      <w:r>
        <w:tab/>
      </w:r>
      <w:r>
        <w:tab/>
      </w:r>
      <w:r>
        <w:tab/>
        <w:t xml:space="preserve">$4867.45 – $4465.55 = </w:t>
      </w:r>
      <w:r>
        <w:rPr>
          <w:u w:val="double"/>
        </w:rPr>
        <w:t>$401.90</w:t>
      </w:r>
    </w:p>
    <w:p w:rsidR="001C7F50" w:rsidRDefault="001C7F50" w:rsidP="001C7F50">
      <w:pPr>
        <w:pStyle w:val="ISM"/>
        <w:spacing w:after="240"/>
      </w:pPr>
      <w:r>
        <w:tab/>
      </w:r>
      <w:r>
        <w:tab/>
        <w:t>larger if made at the end of the year instead of the beginning.</w:t>
      </w:r>
    </w:p>
    <w:p w:rsidR="001C7F50" w:rsidRDefault="001C7F50" w:rsidP="001C7F50">
      <w:pPr>
        <w:pStyle w:val="ISM"/>
      </w:pPr>
      <w:r>
        <w:tab/>
      </w:r>
      <w:r w:rsidR="003C1E51">
        <w:t>19</w:t>
      </w:r>
      <w:r>
        <w:t>.</w:t>
      </w:r>
      <w:r>
        <w:tab/>
        <w:t>Initial lease liability = Present value of all lease payments.</w:t>
      </w:r>
    </w:p>
    <w:p w:rsidR="001C7F50" w:rsidRDefault="001C7F50" w:rsidP="001C7F50">
      <w:pPr>
        <w:pStyle w:val="ISM"/>
      </w:pPr>
      <w:r>
        <w:tab/>
      </w:r>
      <w:r>
        <w:tab/>
        <w:t>The lease payments form a simple annuity due having</w:t>
      </w:r>
    </w:p>
    <w:p w:rsidR="001C7F50" w:rsidRDefault="001C7F50" w:rsidP="001C7F50">
      <w:pPr>
        <w:pStyle w:val="ISM"/>
      </w:pPr>
      <w:r>
        <w:tab/>
      </w: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due) = $43,000, </w:t>
      </w:r>
      <w:r>
        <w:rPr>
          <w:rFonts w:ascii="Times New Roman" w:hAnsi="Times New Roman"/>
          <w:i/>
        </w:rPr>
        <w:t>n</w:t>
      </w:r>
      <w:r>
        <w:t xml:space="preserve"> = 12(5) = 60,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AE2A64" w:rsidRPr="00AE2A64">
        <w:rPr>
          <w:position w:val="-12"/>
        </w:rPr>
        <w:object w:dxaOrig="420" w:dyaOrig="360">
          <v:shape id="_x0000_i1174" type="#_x0000_t75" style="width:21pt;height:18.75pt" o:ole="" fillcolor="window">
            <v:imagedata r:id="rId279" o:title=""/>
          </v:shape>
          <o:OLEObject Type="Embed" ProgID="Equation.3" ShapeID="_x0000_i1174" DrawAspect="Content" ObjectID="_1654987179" r:id="rId280"/>
        </w:object>
      </w:r>
      <w:r>
        <w:t xml:space="preserve"> = 0.</w:t>
      </w:r>
      <w:r w:rsidR="00AE2A64">
        <w:t>625</w:t>
      </w:r>
      <w:r>
        <w:t>%</w:t>
      </w:r>
    </w:p>
    <w:p w:rsidR="001C7F50" w:rsidRDefault="001C7F50" w:rsidP="001C7F50">
      <w:pPr>
        <w:pStyle w:val="ISM"/>
      </w:pPr>
      <w:r>
        <w:tab/>
      </w:r>
      <w:r>
        <w:tab/>
      </w:r>
      <w:r>
        <w:tab/>
      </w:r>
      <w:r>
        <w:tab/>
        <w:t xml:space="preserve">$43,000 = </w:t>
      </w:r>
      <w:r>
        <w:rPr>
          <w:rFonts w:ascii="Times New Roman" w:hAnsi="Times New Roman"/>
          <w:i/>
        </w:rPr>
        <w:t xml:space="preserve">PMT </w:t>
      </w:r>
      <w:r w:rsidR="00AE2A64" w:rsidRPr="007E02FE">
        <w:rPr>
          <w:position w:val="-32"/>
        </w:rPr>
        <w:object w:dxaOrig="1640" w:dyaOrig="760">
          <v:shape id="_x0000_i1175" type="#_x0000_t75" style="width:81.75pt;height:37.5pt" o:ole="" fillcolor="window">
            <v:imagedata r:id="rId281" o:title=""/>
          </v:shape>
          <o:OLEObject Type="Embed" ProgID="Equation.3" ShapeID="_x0000_i1175" DrawAspect="Content" ObjectID="_1654987180" r:id="rId282"/>
        </w:object>
      </w:r>
      <w:r>
        <w:t>(1.00</w:t>
      </w:r>
      <w:r w:rsidR="00AE2A64">
        <w:t>62</w:t>
      </w:r>
      <w:r>
        <w:t>5)</w:t>
      </w:r>
    </w:p>
    <w:p w:rsidR="001C7F50" w:rsidRDefault="001C7F50" w:rsidP="001C7F50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AE2A64">
        <w:rPr>
          <w:u w:val="double"/>
        </w:rPr>
        <w:t>856.28</w:t>
      </w:r>
    </w:p>
    <w:p w:rsidR="001C7F50" w:rsidRDefault="001C7F50" w:rsidP="001C7F50">
      <w:pPr>
        <w:pStyle w:val="ISMab"/>
      </w:pPr>
      <w:r>
        <w:tab/>
      </w:r>
      <w:r>
        <w:tab/>
        <w:t>The monthly lease payment is $</w:t>
      </w:r>
      <w:r w:rsidR="00AE2A64">
        <w:t>856.28</w:t>
      </w:r>
      <w:r>
        <w:t>.</w:t>
      </w:r>
    </w:p>
    <w:p w:rsidR="00A81537" w:rsidRDefault="00A81537" w:rsidP="00A81537">
      <w:pPr>
        <w:pStyle w:val="ISM"/>
        <w:spacing w:after="120"/>
        <w:rPr>
          <w:b/>
          <w:i/>
          <w:sz w:val="24"/>
        </w:rPr>
      </w:pPr>
    </w:p>
    <w:p w:rsidR="001C7F50" w:rsidRDefault="001C7F50" w:rsidP="001C7F50">
      <w:pPr>
        <w:pStyle w:val="ISM"/>
        <w:rPr>
          <w:color w:val="000000"/>
          <w:spacing w:val="-2"/>
        </w:rPr>
      </w:pPr>
      <w:r>
        <w:tab/>
        <w:t>2</w:t>
      </w:r>
      <w:r w:rsidR="003C1E51">
        <w:t>1</w:t>
      </w:r>
      <w:r>
        <w:t>.</w:t>
      </w:r>
      <w:r>
        <w:tab/>
      </w:r>
      <w:r w:rsidRPr="007E02FE">
        <w:rPr>
          <w:color w:val="000000"/>
          <w:spacing w:val="-2"/>
          <w:position w:val="-28"/>
        </w:rPr>
        <w:object w:dxaOrig="7400" w:dyaOrig="680">
          <v:shape id="_x0000_i1176" type="#_x0000_t75" style="width:370.5pt;height:34.5pt" o:ole="" fillcolor="window">
            <v:imagedata r:id="rId283" o:title=""/>
          </v:shape>
          <o:OLEObject Type="Embed" ProgID="Equation.2" ShapeID="_x0000_i1176" DrawAspect="Content" ObjectID="_1654987181" r:id="rId284"/>
        </w:object>
      </w:r>
    </w:p>
    <w:p w:rsidR="001C7F50" w:rsidRDefault="001C7F50" w:rsidP="001C7F50">
      <w:pPr>
        <w:pStyle w:val="ISM"/>
        <w:rPr>
          <w:color w:val="000000"/>
          <w:spacing w:val="-2"/>
        </w:rPr>
      </w:pPr>
      <w:r>
        <w:rPr>
          <w:color w:val="000000"/>
          <w:spacing w:val="-2"/>
        </w:rPr>
        <w:tab/>
      </w:r>
      <w:r>
        <w:rPr>
          <w:color w:val="000000"/>
          <w:spacing w:val="-2"/>
        </w:rPr>
        <w:tab/>
        <w:t>With Down payment = $</w:t>
      </w:r>
      <w:r w:rsidR="00751D97">
        <w:rPr>
          <w:color w:val="000000"/>
          <w:spacing w:val="-2"/>
        </w:rPr>
        <w:t>1545</w:t>
      </w:r>
      <w:r>
        <w:rPr>
          <w:color w:val="000000"/>
          <w:spacing w:val="-2"/>
        </w:rPr>
        <w:t>,</w:t>
      </w:r>
      <w:r w:rsidRPr="00506506">
        <w:rPr>
          <w:rFonts w:ascii="Times New Roman" w:hAnsi="Times New Roman"/>
          <w:i/>
          <w:color w:val="000000"/>
          <w:spacing w:val="-2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pacing w:val="-2"/>
        </w:rPr>
        <w:t>i</w:t>
      </w:r>
      <w:proofErr w:type="spellEnd"/>
      <w:r>
        <w:rPr>
          <w:rFonts w:ascii="Times New Roman" w:hAnsi="Times New Roman"/>
          <w:i/>
          <w:color w:val="000000"/>
          <w:spacing w:val="-2"/>
        </w:rPr>
        <w:t xml:space="preserve"> </w:t>
      </w:r>
      <w:proofErr w:type="gramStart"/>
      <w:r>
        <w:rPr>
          <w:color w:val="000000"/>
          <w:spacing w:val="-2"/>
        </w:rPr>
        <w:t xml:space="preserve">= </w:t>
      </w:r>
      <w:proofErr w:type="gramEnd"/>
      <w:r w:rsidRPr="00506506">
        <w:rPr>
          <w:color w:val="000000"/>
          <w:spacing w:val="-2"/>
          <w:position w:val="-12"/>
        </w:rPr>
        <w:object w:dxaOrig="1380" w:dyaOrig="360">
          <v:shape id="_x0000_i1177" type="#_x0000_t75" style="width:69.75pt;height:18.75pt" o:ole="" fillcolor="window">
            <v:imagedata r:id="rId285" o:title=""/>
          </v:shape>
          <o:OLEObject Type="Embed" ProgID="Equation.3" ShapeID="_x0000_i1177" DrawAspect="Content" ObjectID="_1654987182" r:id="rId286"/>
        </w:object>
      </w:r>
      <w:r>
        <w:rPr>
          <w:color w:val="000000"/>
          <w:spacing w:val="-2"/>
        </w:rPr>
        <w:t>,</w:t>
      </w:r>
    </w:p>
    <w:p w:rsidR="001C7F50" w:rsidRDefault="002043E3" w:rsidP="001C7F50">
      <w:pPr>
        <w:pStyle w:val="ISM"/>
        <w:rPr>
          <w:color w:val="000000"/>
          <w:spacing w:val="-2"/>
        </w:rPr>
      </w:pPr>
      <w:r>
        <w:rPr>
          <w:noProof/>
          <w:lang w:val="en-US"/>
        </w:rPr>
        <w:pict>
          <v:shape id="AutoShape 139" o:spid="_x0000_s1077" type="#_x0000_t61" style="position:absolute;margin-left:386.75pt;margin-top:3.45pt;width:131.2pt;height:150.5pt;z-index:251630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" adj="-7231,6529" fillcolor="#cff">
            <v:fill opacity="25443f"/>
            <v:textbox inset="3.6pt,,3.6pt">
              <w:txbxContent>
                <w:p w:rsidR="00466CD8" w:rsidRDefault="00466CD8" w:rsidP="001C7F50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3.9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 xml:space="preserve">Y = </w:t>
                  </w:r>
                  <w:r>
                    <w:rPr>
                      <w:iCs/>
                    </w:rPr>
                    <w:t>12)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219.40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6815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15,600.01</w:t>
                  </w:r>
                </w:p>
              </w:txbxContent>
            </v:textbox>
            <w10:wrap type="square"/>
          </v:shape>
        </w:pict>
      </w:r>
      <w:r w:rsidR="001C7F50">
        <w:rPr>
          <w:color w:val="000000"/>
          <w:spacing w:val="-2"/>
        </w:rPr>
        <w:tab/>
      </w:r>
      <w:r w:rsidR="001C7F50">
        <w:rPr>
          <w:color w:val="000000"/>
          <w:spacing w:val="-2"/>
        </w:rPr>
        <w:tab/>
      </w:r>
      <w:r w:rsidR="001C7F50">
        <w:rPr>
          <w:color w:val="000000"/>
          <w:spacing w:val="-2"/>
        </w:rPr>
        <w:tab/>
      </w:r>
      <w:r w:rsidR="001C7F50">
        <w:rPr>
          <w:rFonts w:ascii="Times New Roman" w:hAnsi="Times New Roman"/>
          <w:i/>
          <w:color w:val="000000"/>
          <w:spacing w:val="-2"/>
        </w:rPr>
        <w:t>PMT</w:t>
      </w:r>
      <w:r w:rsidR="001C7F50">
        <w:rPr>
          <w:color w:val="000000"/>
          <w:spacing w:val="-2"/>
        </w:rPr>
        <w:t xml:space="preserve"> = $2</w:t>
      </w:r>
      <w:r w:rsidR="00751D97">
        <w:rPr>
          <w:color w:val="000000"/>
          <w:spacing w:val="-2"/>
        </w:rPr>
        <w:t>19.40</w:t>
      </w:r>
      <w:r w:rsidR="001C7F50">
        <w:rPr>
          <w:color w:val="000000"/>
          <w:spacing w:val="-2"/>
        </w:rPr>
        <w:t>,</w:t>
      </w:r>
      <w:r w:rsidR="001C7F50" w:rsidRPr="00506506">
        <w:rPr>
          <w:rFonts w:ascii="Times New Roman" w:hAnsi="Times New Roman"/>
          <w:i/>
          <w:color w:val="000000"/>
          <w:spacing w:val="-2"/>
        </w:rPr>
        <w:t xml:space="preserve"> </w:t>
      </w:r>
      <w:r w:rsidR="001C7F50">
        <w:rPr>
          <w:rFonts w:ascii="Times New Roman" w:hAnsi="Times New Roman"/>
          <w:i/>
          <w:color w:val="000000"/>
          <w:spacing w:val="-2"/>
        </w:rPr>
        <w:t>n</w:t>
      </w:r>
      <w:r w:rsidR="001C7F50">
        <w:rPr>
          <w:color w:val="000000"/>
          <w:spacing w:val="-2"/>
        </w:rPr>
        <w:t xml:space="preserve"> = 48, and Residual value = $</w:t>
      </w:r>
      <w:r w:rsidR="00751D97">
        <w:rPr>
          <w:color w:val="000000"/>
          <w:spacing w:val="-2"/>
        </w:rPr>
        <w:t>6815</w:t>
      </w:r>
      <w:r w:rsidR="001C7F50">
        <w:rPr>
          <w:color w:val="000000"/>
          <w:spacing w:val="-2"/>
        </w:rPr>
        <w:t>.</w:t>
      </w:r>
    </w:p>
    <w:p w:rsidR="001C7F50" w:rsidRDefault="001C7F50" w:rsidP="001C7F50">
      <w:pPr>
        <w:pStyle w:val="ISM"/>
        <w:rPr>
          <w:color w:val="000000"/>
          <w:spacing w:val="-2"/>
        </w:rPr>
      </w:pPr>
      <w:r>
        <w:rPr>
          <w:color w:val="000000"/>
          <w:spacing w:val="-2"/>
        </w:rPr>
        <w:tab/>
      </w:r>
      <w:r>
        <w:rPr>
          <w:color w:val="000000"/>
          <w:spacing w:val="-2"/>
        </w:rPr>
        <w:tab/>
        <w:t>Therefore,</w:t>
      </w:r>
    </w:p>
    <w:p w:rsidR="001C7F50" w:rsidRDefault="001C7F50" w:rsidP="001C7F50">
      <w:pPr>
        <w:pStyle w:val="ISM"/>
      </w:pPr>
      <w:r>
        <w:tab/>
      </w:r>
      <w:r>
        <w:tab/>
        <w:t>MSRP – $</w:t>
      </w:r>
      <w:r w:rsidR="00751D97">
        <w:t>1545</w:t>
      </w:r>
      <w:r>
        <w:t xml:space="preserve"> </w:t>
      </w:r>
    </w:p>
    <w:p w:rsidR="001C7F50" w:rsidRDefault="002043E3" w:rsidP="001C7F50">
      <w:pPr>
        <w:pStyle w:val="ISM"/>
      </w:pPr>
      <w:r>
        <w:rPr>
          <w:noProof/>
          <w:sz w:val="20"/>
          <w:lang w:val="en-US"/>
        </w:rPr>
        <w:pict>
          <v:shape id="AutoShape 106" o:spid="_x0000_s1545" type="#_x0000_t88" style="position:absolute;margin-left:323.75pt;margin-top:.45pt;width:8.6pt;height:45.15pt;z-index:251612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"/>
        </w:pict>
      </w:r>
      <w:r w:rsidR="001C7F50">
        <w:tab/>
      </w:r>
      <w:r w:rsidR="001C7F50">
        <w:tab/>
      </w:r>
      <w:r w:rsidR="001C7F50">
        <w:tab/>
        <w:t>= $2</w:t>
      </w:r>
      <w:r w:rsidR="00751D97">
        <w:t>19.40</w:t>
      </w:r>
      <w:r w:rsidR="001C7F50" w:rsidRPr="00506506">
        <w:rPr>
          <w:position w:val="-30"/>
        </w:rPr>
        <w:object w:dxaOrig="2540" w:dyaOrig="720">
          <v:shape id="_x0000_i1178" type="#_x0000_t75" style="width:126.75pt;height:36pt" o:ole="" fillcolor="window">
            <v:imagedata r:id="rId287" o:title=""/>
          </v:shape>
          <o:OLEObject Type="Embed" ProgID="Equation.3" ShapeID="_x0000_i1178" DrawAspect="Content" ObjectID="_1654987183" r:id="rId288"/>
        </w:object>
      </w:r>
      <w:r w:rsidR="001C7F50">
        <w:t xml:space="preserve"> + $</w:t>
      </w:r>
      <w:r w:rsidR="00751D97">
        <w:t>6815</w:t>
      </w:r>
      <w:r w:rsidR="001C7F50" w:rsidRPr="002D68C6">
        <w:rPr>
          <w:position w:val="-10"/>
        </w:rPr>
        <w:object w:dxaOrig="1219" w:dyaOrig="360">
          <v:shape id="_x0000_i1179" type="#_x0000_t75" style="width:60.75pt;height:18.75pt" o:ole="" fillcolor="window">
            <v:imagedata r:id="rId289" o:title=""/>
          </v:shape>
          <o:OLEObject Type="Embed" ProgID="Equation.3" ShapeID="_x0000_i1179" DrawAspect="Content" ObjectID="_1654987184" r:id="rId290"/>
        </w:object>
      </w:r>
    </w:p>
    <w:p w:rsidR="001C7F50" w:rsidRDefault="001C7F50" w:rsidP="001C7F50">
      <w:pPr>
        <w:pStyle w:val="ISM"/>
        <w:spacing w:after="120"/>
      </w:pPr>
      <w:r>
        <w:tab/>
      </w:r>
      <w:r>
        <w:tab/>
      </w:r>
      <w:r>
        <w:tab/>
        <w:t>= $</w:t>
      </w:r>
      <w:r w:rsidR="00751D97">
        <w:t>15,600.0</w:t>
      </w:r>
      <w:r>
        <w:t>1</w:t>
      </w:r>
    </w:p>
    <w:p w:rsidR="001C7F50" w:rsidRDefault="001C7F50" w:rsidP="001C7F50">
      <w:pPr>
        <w:pStyle w:val="ISM"/>
        <w:ind w:firstLine="810"/>
        <w:rPr>
          <w:u w:val="double"/>
        </w:rPr>
      </w:pPr>
      <w:r>
        <w:t>MSRP = $</w:t>
      </w:r>
      <w:r w:rsidR="00751D97">
        <w:t>15,600</w:t>
      </w:r>
      <w:r>
        <w:t xml:space="preserve"> + $</w:t>
      </w:r>
      <w:r w:rsidR="00751D97">
        <w:t>1545</w:t>
      </w:r>
      <w:r>
        <w:t xml:space="preserve"> = </w:t>
      </w:r>
      <w:r>
        <w:rPr>
          <w:u w:val="double"/>
        </w:rPr>
        <w:t>$</w:t>
      </w:r>
      <w:r w:rsidR="00751D97">
        <w:rPr>
          <w:u w:val="double"/>
        </w:rPr>
        <w:t>1</w:t>
      </w:r>
      <w:r>
        <w:rPr>
          <w:u w:val="double"/>
        </w:rPr>
        <w:t>7,</w:t>
      </w:r>
      <w:r w:rsidR="00751D97">
        <w:rPr>
          <w:u w:val="double"/>
        </w:rPr>
        <w:t>145</w:t>
      </w:r>
    </w:p>
    <w:p w:rsidR="001C7F50" w:rsidRPr="00751D97" w:rsidRDefault="001C7F50" w:rsidP="001C7F50">
      <w:pPr>
        <w:pStyle w:val="ISM"/>
        <w:rPr>
          <w:sz w:val="16"/>
          <w:szCs w:val="16"/>
        </w:rPr>
      </w:pPr>
    </w:p>
    <w:p w:rsidR="001C7F50" w:rsidRPr="00751D97" w:rsidRDefault="001C7F50" w:rsidP="001C7F50">
      <w:pPr>
        <w:pStyle w:val="ISM"/>
        <w:rPr>
          <w:sz w:val="16"/>
          <w:szCs w:val="16"/>
        </w:rPr>
      </w:pPr>
    </w:p>
    <w:p w:rsidR="00E07109" w:rsidRDefault="00E07109"/>
    <w:p w:rsidR="001C7F50" w:rsidRPr="004659D9" w:rsidRDefault="001C7F50" w:rsidP="001C7F50">
      <w:pPr>
        <w:pStyle w:val="ISM"/>
        <w:rPr>
          <w:color w:val="000000"/>
          <w:spacing w:val="-2"/>
        </w:rPr>
      </w:pPr>
      <w:r>
        <w:tab/>
      </w:r>
      <w:r w:rsidR="003C1E51" w:rsidRPr="004659D9">
        <w:t>23</w:t>
      </w:r>
      <w:r w:rsidRPr="004659D9">
        <w:t>.</w:t>
      </w:r>
      <w:r w:rsidRPr="004659D9">
        <w:tab/>
      </w:r>
      <w:r w:rsidRPr="004659D9">
        <w:rPr>
          <w:color w:val="000000"/>
          <w:spacing w:val="-2"/>
          <w:position w:val="-28"/>
        </w:rPr>
        <w:object w:dxaOrig="7400" w:dyaOrig="680">
          <v:shape id="_x0000_i1180" type="#_x0000_t75" style="width:370.5pt;height:34.5pt" o:ole="" fillcolor="window">
            <v:imagedata r:id="rId283" o:title=""/>
          </v:shape>
          <o:OLEObject Type="Embed" ProgID="Equation.2" ShapeID="_x0000_i1180" DrawAspect="Content" ObjectID="_1654987185" r:id="rId291"/>
        </w:object>
      </w:r>
    </w:p>
    <w:p w:rsidR="001C7F50" w:rsidRPr="004659D9" w:rsidRDefault="002043E3" w:rsidP="001C7F50">
      <w:pPr>
        <w:pStyle w:val="ISM"/>
        <w:rPr>
          <w:color w:val="000000"/>
          <w:spacing w:val="-2"/>
        </w:rPr>
      </w:pPr>
      <w:r>
        <w:rPr>
          <w:noProof/>
          <w:lang w:val="en-US"/>
        </w:rPr>
        <w:pict>
          <v:shape id="AutoShape 140" o:spid="_x0000_s1078" type="#_x0000_t61" style="position:absolute;margin-left:346.2pt;margin-top:2.15pt;width:131.2pt;height:150.5pt;z-index:251631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" adj="-1152,12343" fillcolor="#cff">
            <v:fill opacity="25443f"/>
            <v:textbox inset="3.6pt,,3.6pt">
              <w:txbxContent>
                <w:p w:rsidR="00466CD8" w:rsidRDefault="00466CD8" w:rsidP="001C7F50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6.9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20125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248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14794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36.00</w:t>
                  </w:r>
                </w:p>
              </w:txbxContent>
            </v:textbox>
            <w10:wrap type="square"/>
          </v:shape>
        </w:pict>
      </w:r>
      <w:r w:rsidR="001C7F50" w:rsidRPr="004659D9">
        <w:rPr>
          <w:color w:val="000000"/>
          <w:spacing w:val="-2"/>
        </w:rPr>
        <w:tab/>
      </w:r>
      <w:r w:rsidR="001C7F50" w:rsidRPr="004659D9">
        <w:rPr>
          <w:color w:val="000000"/>
          <w:spacing w:val="-2"/>
        </w:rPr>
        <w:tab/>
        <w:t>With the MSRP = $</w:t>
      </w:r>
      <w:r w:rsidR="00806C98" w:rsidRPr="004659D9">
        <w:rPr>
          <w:color w:val="000000"/>
          <w:spacing w:val="-2"/>
        </w:rPr>
        <w:t>21,55</w:t>
      </w:r>
      <w:r w:rsidR="001C7F50" w:rsidRPr="004659D9">
        <w:rPr>
          <w:color w:val="000000"/>
          <w:spacing w:val="-2"/>
        </w:rPr>
        <w:t>0, Down payment = $</w:t>
      </w:r>
      <w:r w:rsidR="00806C98" w:rsidRPr="004659D9">
        <w:rPr>
          <w:color w:val="000000"/>
          <w:spacing w:val="-2"/>
        </w:rPr>
        <w:t>1425</w:t>
      </w:r>
      <w:r w:rsidR="001C7F50" w:rsidRPr="004659D9">
        <w:rPr>
          <w:color w:val="000000"/>
          <w:spacing w:val="-2"/>
        </w:rPr>
        <w:t xml:space="preserve">, </w:t>
      </w:r>
    </w:p>
    <w:p w:rsidR="001C7F50" w:rsidRPr="004659D9" w:rsidRDefault="001C7F50" w:rsidP="001C7F50">
      <w:pPr>
        <w:pStyle w:val="ISM"/>
      </w:pPr>
      <w:r w:rsidRPr="004659D9">
        <w:rPr>
          <w:color w:val="000000"/>
          <w:spacing w:val="-2"/>
        </w:rPr>
        <w:tab/>
      </w:r>
      <w:r w:rsidRPr="004659D9">
        <w:rPr>
          <w:color w:val="000000"/>
          <w:spacing w:val="-2"/>
        </w:rPr>
        <w:tab/>
      </w:r>
      <w:r w:rsidRPr="004659D9">
        <w:rPr>
          <w:rFonts w:ascii="Times New Roman" w:hAnsi="Times New Roman"/>
          <w:i/>
          <w:color w:val="000000"/>
          <w:spacing w:val="-2"/>
        </w:rPr>
        <w:t>PMT</w:t>
      </w:r>
      <w:r w:rsidRPr="004659D9">
        <w:rPr>
          <w:color w:val="000000"/>
          <w:spacing w:val="-2"/>
        </w:rPr>
        <w:t xml:space="preserve"> = $2</w:t>
      </w:r>
      <w:r w:rsidR="00806C98" w:rsidRPr="004659D9">
        <w:rPr>
          <w:color w:val="000000"/>
          <w:spacing w:val="-2"/>
        </w:rPr>
        <w:t>48</w:t>
      </w:r>
      <w:r w:rsidRPr="004659D9">
        <w:rPr>
          <w:color w:val="000000"/>
          <w:spacing w:val="-2"/>
        </w:rPr>
        <w:t xml:space="preserve">, </w:t>
      </w:r>
      <w:proofErr w:type="spellStart"/>
      <w:r w:rsidRPr="004659D9">
        <w:rPr>
          <w:rFonts w:ascii="Times New Roman" w:hAnsi="Times New Roman"/>
          <w:i/>
          <w:color w:val="000000"/>
          <w:spacing w:val="-2"/>
        </w:rPr>
        <w:t>i</w:t>
      </w:r>
      <w:proofErr w:type="spellEnd"/>
      <w:r w:rsidRPr="004659D9">
        <w:rPr>
          <w:rFonts w:ascii="Times New Roman" w:hAnsi="Times New Roman"/>
          <w:i/>
          <w:color w:val="000000"/>
          <w:spacing w:val="-2"/>
        </w:rPr>
        <w:t xml:space="preserve"> </w:t>
      </w:r>
      <w:proofErr w:type="gramStart"/>
      <w:r w:rsidRPr="004659D9">
        <w:rPr>
          <w:color w:val="000000"/>
          <w:spacing w:val="-2"/>
        </w:rPr>
        <w:t xml:space="preserve">= </w:t>
      </w:r>
      <w:proofErr w:type="gramEnd"/>
      <w:r w:rsidR="00C514F7" w:rsidRPr="004659D9">
        <w:rPr>
          <w:color w:val="000000"/>
          <w:spacing w:val="-2"/>
          <w:position w:val="-12"/>
        </w:rPr>
        <w:object w:dxaOrig="1400" w:dyaOrig="360">
          <v:shape id="_x0000_i1181" type="#_x0000_t75" style="width:69.75pt;height:18.75pt" o:ole="" fillcolor="window">
            <v:imagedata r:id="rId292" o:title=""/>
          </v:shape>
          <o:OLEObject Type="Embed" ProgID="Equation.3" ShapeID="_x0000_i1181" DrawAspect="Content" ObjectID="_1654987186" r:id="rId293"/>
        </w:object>
      </w:r>
      <w:r w:rsidRPr="004659D9">
        <w:rPr>
          <w:color w:val="000000"/>
          <w:spacing w:val="-2"/>
        </w:rPr>
        <w:t>, Residual value = $</w:t>
      </w:r>
      <w:r w:rsidR="00C514F7" w:rsidRPr="004659D9">
        <w:rPr>
          <w:color w:val="000000"/>
          <w:spacing w:val="-2"/>
        </w:rPr>
        <w:t>14,794</w:t>
      </w:r>
    </w:p>
    <w:p w:rsidR="001C7F50" w:rsidRPr="004659D9" w:rsidRDefault="001C7F50" w:rsidP="001C7F50">
      <w:pPr>
        <w:pStyle w:val="ISM"/>
      </w:pPr>
      <w:r w:rsidRPr="004659D9">
        <w:tab/>
      </w:r>
      <w:r w:rsidRPr="004659D9">
        <w:tab/>
        <w:t>we have</w:t>
      </w:r>
    </w:p>
    <w:p w:rsidR="001C7F50" w:rsidRPr="004659D9" w:rsidRDefault="002043E3" w:rsidP="001C7F50">
      <w:pPr>
        <w:pStyle w:val="ISM"/>
      </w:pPr>
      <w:r>
        <w:rPr>
          <w:noProof/>
          <w:lang w:val="en-US"/>
        </w:rPr>
        <w:pict>
          <v:shape id="AutoShape 141" o:spid="_x0000_s1536" type="#_x0000_t88" style="position:absolute;margin-left:318.85pt;margin-top:1.75pt;width:10.75pt;height:75.25pt;z-index:251632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"/>
        </w:pict>
      </w:r>
      <w:r w:rsidR="001C7F50" w:rsidRPr="004659D9">
        <w:tab/>
      </w:r>
      <w:r w:rsidR="001C7F50" w:rsidRPr="004659D9">
        <w:tab/>
        <w:t>$</w:t>
      </w:r>
      <w:r w:rsidR="001C7F50" w:rsidRPr="004659D9">
        <w:rPr>
          <w:color w:val="000000"/>
          <w:spacing w:val="-2"/>
        </w:rPr>
        <w:t>2</w:t>
      </w:r>
      <w:r w:rsidR="00C514F7" w:rsidRPr="004659D9">
        <w:rPr>
          <w:color w:val="000000"/>
          <w:spacing w:val="-2"/>
        </w:rPr>
        <w:t>1</w:t>
      </w:r>
      <w:r w:rsidR="001C7F50" w:rsidRPr="004659D9">
        <w:rPr>
          <w:color w:val="000000"/>
          <w:spacing w:val="-2"/>
        </w:rPr>
        <w:t>,</w:t>
      </w:r>
      <w:r w:rsidR="00C514F7" w:rsidRPr="004659D9">
        <w:rPr>
          <w:color w:val="000000"/>
          <w:spacing w:val="-2"/>
        </w:rPr>
        <w:t>55</w:t>
      </w:r>
      <w:r w:rsidR="001C7F50" w:rsidRPr="004659D9">
        <w:rPr>
          <w:color w:val="000000"/>
          <w:spacing w:val="-2"/>
        </w:rPr>
        <w:t xml:space="preserve">0 </w:t>
      </w:r>
      <w:r w:rsidR="001C7F50" w:rsidRPr="004659D9">
        <w:t>– $</w:t>
      </w:r>
      <w:r w:rsidR="00C514F7" w:rsidRPr="004659D9">
        <w:rPr>
          <w:color w:val="000000"/>
          <w:spacing w:val="-2"/>
        </w:rPr>
        <w:t>1425</w:t>
      </w:r>
      <w:r w:rsidR="001C7F50" w:rsidRPr="004659D9">
        <w:t xml:space="preserve"> </w:t>
      </w:r>
    </w:p>
    <w:p w:rsidR="001C7F50" w:rsidRPr="004659D9" w:rsidRDefault="001C7F50" w:rsidP="00C514F7">
      <w:pPr>
        <w:pStyle w:val="ISM"/>
        <w:ind w:left="720"/>
      </w:pPr>
      <w:r w:rsidRPr="004659D9">
        <w:t>= $</w:t>
      </w:r>
      <w:r w:rsidRPr="004659D9">
        <w:rPr>
          <w:color w:val="000000"/>
          <w:spacing w:val="-2"/>
        </w:rPr>
        <w:t>2</w:t>
      </w:r>
      <w:r w:rsidR="00C514F7" w:rsidRPr="004659D9">
        <w:rPr>
          <w:color w:val="000000"/>
          <w:spacing w:val="-2"/>
        </w:rPr>
        <w:t>48</w:t>
      </w:r>
      <w:r w:rsidR="00C514F7" w:rsidRPr="004659D9">
        <w:rPr>
          <w:spacing w:val="-2"/>
          <w:position w:val="-32"/>
        </w:rPr>
        <w:object w:dxaOrig="2880" w:dyaOrig="760">
          <v:shape id="_x0000_i1182" type="#_x0000_t75" style="width:2in;height:37.5pt" o:ole="" fillcolor="window">
            <v:imagedata r:id="rId294" o:title=""/>
          </v:shape>
          <o:OLEObject Type="Embed" ProgID="Equation.3" ShapeID="_x0000_i1182" DrawAspect="Content" ObjectID="_1654987187" r:id="rId295"/>
        </w:object>
      </w:r>
      <w:r w:rsidRPr="004659D9">
        <w:rPr>
          <w:spacing w:val="-2"/>
        </w:rPr>
        <w:t xml:space="preserve"> + $</w:t>
      </w:r>
      <w:r w:rsidR="00C514F7" w:rsidRPr="004659D9">
        <w:rPr>
          <w:color w:val="000000"/>
          <w:spacing w:val="-2"/>
        </w:rPr>
        <w:t>14,794</w:t>
      </w:r>
      <w:r w:rsidR="00C514F7" w:rsidRPr="004659D9">
        <w:rPr>
          <w:spacing w:val="-2"/>
          <w:position w:val="-10"/>
        </w:rPr>
        <w:object w:dxaOrig="1180" w:dyaOrig="380">
          <v:shape id="_x0000_i1183" type="#_x0000_t75" style="width:59.25pt;height:18.75pt" o:ole="" fillcolor="window">
            <v:imagedata r:id="rId296" o:title=""/>
          </v:shape>
          <o:OLEObject Type="Embed" ProgID="Equation.3" ShapeID="_x0000_i1183" DrawAspect="Content" ObjectID="_1654987188" r:id="rId297"/>
        </w:object>
      </w:r>
    </w:p>
    <w:p w:rsidR="001C7F50" w:rsidRPr="004659D9" w:rsidRDefault="001C7F50" w:rsidP="001C7F50">
      <w:pPr>
        <w:pStyle w:val="ISM"/>
      </w:pPr>
      <w:r w:rsidRPr="004659D9">
        <w:tab/>
      </w:r>
      <w:r w:rsidRPr="004659D9">
        <w:tab/>
        <w:t xml:space="preserve">Using the financial calculator functions, </w:t>
      </w:r>
    </w:p>
    <w:p w:rsidR="001C7F50" w:rsidRPr="004659D9" w:rsidRDefault="001C7F50" w:rsidP="001C7F50">
      <w:pPr>
        <w:pStyle w:val="ISM"/>
      </w:pPr>
      <w:r w:rsidRPr="004659D9">
        <w:tab/>
      </w:r>
      <w:r w:rsidRPr="004659D9">
        <w:tab/>
        <w:t xml:space="preserve">we obtain </w:t>
      </w:r>
      <w:r w:rsidRPr="004659D9">
        <w:tab/>
      </w:r>
      <w:r w:rsidRPr="004659D9">
        <w:rPr>
          <w:rFonts w:ascii="Times New Roman" w:hAnsi="Times New Roman"/>
          <w:i/>
        </w:rPr>
        <w:t xml:space="preserve">n </w:t>
      </w:r>
      <w:r w:rsidRPr="004659D9">
        <w:t xml:space="preserve">= </w:t>
      </w:r>
      <w:r w:rsidR="00C514F7" w:rsidRPr="004659D9">
        <w:t>36</w:t>
      </w:r>
      <w:r w:rsidRPr="004659D9">
        <w:t>.00</w:t>
      </w:r>
    </w:p>
    <w:p w:rsidR="001C7F50" w:rsidRPr="004659D9" w:rsidRDefault="001C7F50" w:rsidP="00751D97">
      <w:pPr>
        <w:pStyle w:val="ISM"/>
        <w:rPr>
          <w:sz w:val="24"/>
        </w:rPr>
      </w:pPr>
      <w:r w:rsidRPr="004659D9">
        <w:tab/>
      </w:r>
      <w:r w:rsidRPr="004659D9">
        <w:tab/>
        <w:t xml:space="preserve">The term of the lease is </w:t>
      </w:r>
      <w:r w:rsidR="00C514F7" w:rsidRPr="004659D9">
        <w:rPr>
          <w:u w:val="double"/>
        </w:rPr>
        <w:t>36</w:t>
      </w:r>
      <w:r w:rsidRPr="004659D9">
        <w:rPr>
          <w:u w:val="double"/>
        </w:rPr>
        <w:t xml:space="preserve"> months</w:t>
      </w:r>
      <w:r w:rsidRPr="004659D9">
        <w:rPr>
          <w:sz w:val="24"/>
        </w:rPr>
        <w:t>.</w:t>
      </w:r>
    </w:p>
    <w:p w:rsidR="00E92825" w:rsidRDefault="00E92825">
      <w:r>
        <w:br w:type="page"/>
      </w:r>
    </w:p>
    <w:p w:rsidR="001C7F50" w:rsidRDefault="001C7F50" w:rsidP="001C7F50">
      <w:pPr>
        <w:pStyle w:val="ISM"/>
        <w:rPr>
          <w:color w:val="000000"/>
          <w:spacing w:val="-2"/>
        </w:rPr>
      </w:pPr>
      <w:r>
        <w:lastRenderedPageBreak/>
        <w:tab/>
      </w:r>
      <w:r w:rsidR="003C1E51">
        <w:t>25</w:t>
      </w:r>
      <w:r>
        <w:t>.</w:t>
      </w:r>
      <w:r>
        <w:tab/>
      </w:r>
      <w:r w:rsidRPr="007E02FE">
        <w:rPr>
          <w:color w:val="000000"/>
          <w:spacing w:val="-2"/>
          <w:position w:val="-28"/>
        </w:rPr>
        <w:object w:dxaOrig="7400" w:dyaOrig="680">
          <v:shape id="_x0000_i1184" type="#_x0000_t75" style="width:370.5pt;height:34.5pt" o:ole="" fillcolor="window">
            <v:imagedata r:id="rId283" o:title=""/>
          </v:shape>
          <o:OLEObject Type="Embed" ProgID="Equation.2" ShapeID="_x0000_i1184" DrawAspect="Content" ObjectID="_1654987189" r:id="rId298"/>
        </w:object>
      </w:r>
    </w:p>
    <w:p w:rsidR="001C7F50" w:rsidRDefault="002043E3" w:rsidP="001C7F50">
      <w:pPr>
        <w:pStyle w:val="ISM"/>
        <w:rPr>
          <w:color w:val="000000"/>
          <w:spacing w:val="-2"/>
        </w:rPr>
      </w:pPr>
      <w:r>
        <w:rPr>
          <w:noProof/>
          <w:color w:val="000000"/>
          <w:spacing w:val="-2"/>
          <w:lang w:val="en-US"/>
        </w:rPr>
        <w:pict>
          <v:shape id="AutoShape 144" o:spid="_x0000_s1080" type="#_x0000_t61" style="position:absolute;margin-left:339.3pt;margin-top:2.3pt;width:131.2pt;height:150.5pt;z-index:251635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" adj="-6569,12465" fillcolor="#cff">
            <v:fill opacity="25443f"/>
            <v:textbox inset="3.6pt,,3.6pt">
              <w:txbxContent>
                <w:p w:rsidR="00466CD8" w:rsidRDefault="00466CD8" w:rsidP="001C7F50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1.9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 xml:space="preserve">Y = </w:t>
                  </w:r>
                  <w:r>
                    <w:rPr>
                      <w:iCs/>
                    </w:rPr>
                    <w:t>12)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697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21000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51,707.03</w:t>
                  </w:r>
                </w:p>
              </w:txbxContent>
            </v:textbox>
            <w10:wrap type="square"/>
          </v:shape>
        </w:pict>
      </w:r>
      <w:r w:rsidR="001C7F50">
        <w:rPr>
          <w:color w:val="000000"/>
          <w:spacing w:val="-2"/>
        </w:rPr>
        <w:tab/>
      </w:r>
      <w:r w:rsidR="001C7F50">
        <w:rPr>
          <w:color w:val="000000"/>
          <w:spacing w:val="-2"/>
        </w:rPr>
        <w:tab/>
        <w:t>With Purchase price = $</w:t>
      </w:r>
      <w:r w:rsidR="000336D0">
        <w:rPr>
          <w:color w:val="000000"/>
          <w:spacing w:val="-2"/>
        </w:rPr>
        <w:t>58,499</w:t>
      </w:r>
      <w:r w:rsidR="001C7F50">
        <w:rPr>
          <w:color w:val="000000"/>
          <w:spacing w:val="-2"/>
        </w:rPr>
        <w:t xml:space="preserve">, </w:t>
      </w:r>
      <w:r w:rsidR="001C7F50">
        <w:rPr>
          <w:rFonts w:ascii="Times New Roman" w:hAnsi="Times New Roman"/>
          <w:i/>
          <w:color w:val="000000"/>
          <w:spacing w:val="-2"/>
        </w:rPr>
        <w:t>PMT</w:t>
      </w:r>
      <w:r w:rsidR="001C7F50">
        <w:rPr>
          <w:color w:val="000000"/>
          <w:spacing w:val="-2"/>
        </w:rPr>
        <w:t xml:space="preserve"> = $</w:t>
      </w:r>
      <w:r w:rsidR="000336D0">
        <w:rPr>
          <w:color w:val="000000"/>
          <w:spacing w:val="-2"/>
        </w:rPr>
        <w:t>697</w:t>
      </w:r>
      <w:r w:rsidR="001C7F50">
        <w:rPr>
          <w:color w:val="000000"/>
          <w:spacing w:val="-2"/>
        </w:rPr>
        <w:t xml:space="preserve">, </w:t>
      </w:r>
    </w:p>
    <w:p w:rsidR="001C7F50" w:rsidRDefault="001C7F50" w:rsidP="001C7F50">
      <w:pPr>
        <w:pStyle w:val="ISM"/>
      </w:pPr>
      <w:r>
        <w:rPr>
          <w:color w:val="000000"/>
          <w:spacing w:val="-2"/>
        </w:rPr>
        <w:tab/>
      </w:r>
      <w:r>
        <w:rPr>
          <w:color w:val="000000"/>
          <w:spacing w:val="-2"/>
        </w:rPr>
        <w:tab/>
      </w:r>
      <w:proofErr w:type="spellStart"/>
      <w:r>
        <w:rPr>
          <w:rFonts w:ascii="Times New Roman" w:hAnsi="Times New Roman"/>
          <w:i/>
          <w:color w:val="000000"/>
          <w:spacing w:val="-2"/>
        </w:rPr>
        <w:t>i</w:t>
      </w:r>
      <w:proofErr w:type="spellEnd"/>
      <w:r>
        <w:rPr>
          <w:rFonts w:ascii="Times New Roman" w:hAnsi="Times New Roman"/>
          <w:i/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= </w:t>
      </w:r>
      <w:r w:rsidR="000336D0" w:rsidRPr="00474917">
        <w:rPr>
          <w:color w:val="000000"/>
          <w:spacing w:val="-2"/>
          <w:position w:val="-12"/>
        </w:rPr>
        <w:object w:dxaOrig="1359" w:dyaOrig="380">
          <v:shape id="_x0000_i1185" type="#_x0000_t75" style="width:67.5pt;height:18.75pt" o:ole="" fillcolor="window">
            <v:imagedata r:id="rId299" o:title=""/>
          </v:shape>
          <o:OLEObject Type="Embed" ProgID="Equation.3" ShapeID="_x0000_i1185" DrawAspect="Content" ObjectID="_1654987190" r:id="rId300"/>
        </w:object>
      </w:r>
      <w:r>
        <w:rPr>
          <w:color w:val="000000"/>
          <w:spacing w:val="-2"/>
        </w:rPr>
        <w:t xml:space="preserve">%, </w:t>
      </w:r>
      <w:r>
        <w:rPr>
          <w:rFonts w:ascii="Times New Roman" w:hAnsi="Times New Roman"/>
          <w:i/>
          <w:color w:val="000000"/>
          <w:spacing w:val="-2"/>
        </w:rPr>
        <w:t>n</w:t>
      </w:r>
      <w:r>
        <w:rPr>
          <w:color w:val="000000"/>
          <w:spacing w:val="-2"/>
        </w:rPr>
        <w:t xml:space="preserve"> = 48, and Residual value = $</w:t>
      </w:r>
      <w:r w:rsidR="000336D0">
        <w:rPr>
          <w:color w:val="000000"/>
          <w:spacing w:val="-2"/>
        </w:rPr>
        <w:t>21,000</w:t>
      </w:r>
      <w:r>
        <w:rPr>
          <w:color w:val="000000"/>
          <w:spacing w:val="-2"/>
        </w:rPr>
        <w:t>,</w:t>
      </w:r>
    </w:p>
    <w:p w:rsidR="001C7F50" w:rsidRDefault="001C7F50" w:rsidP="001C7F50">
      <w:pPr>
        <w:pStyle w:val="ISM"/>
      </w:pPr>
      <w:r>
        <w:tab/>
      </w:r>
      <w:r>
        <w:tab/>
        <w:t>$</w:t>
      </w:r>
      <w:r w:rsidR="000336D0">
        <w:rPr>
          <w:color w:val="000000"/>
          <w:spacing w:val="-2"/>
        </w:rPr>
        <w:t>58,499</w:t>
      </w:r>
      <w:r>
        <w:rPr>
          <w:color w:val="000000"/>
          <w:spacing w:val="-2"/>
        </w:rPr>
        <w:t xml:space="preserve"> </w:t>
      </w:r>
      <w:r>
        <w:t xml:space="preserve">– (Down payment) </w:t>
      </w:r>
    </w:p>
    <w:p w:rsidR="001C7F50" w:rsidRDefault="002043E3" w:rsidP="001C7F50">
      <w:pPr>
        <w:pStyle w:val="ISM"/>
        <w:ind w:left="1440"/>
      </w:pPr>
      <w:r>
        <w:rPr>
          <w:noProof/>
          <w:lang w:val="en-US"/>
        </w:rPr>
        <w:pict>
          <v:shape id="AutoShape 149" o:spid="_x0000_s1527" type="#_x0000_t88" style="position:absolute;left:0;text-align:left;margin-left:275.25pt;margin-top:7.4pt;width:10.75pt;height:73.1pt;z-index:251640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"/>
        </w:pict>
      </w:r>
      <w:r w:rsidR="001C7F50">
        <w:t>= $</w:t>
      </w:r>
      <w:r w:rsidR="000336D0">
        <w:t>697</w:t>
      </w:r>
      <w:r w:rsidR="00D60110" w:rsidRPr="000336D0">
        <w:rPr>
          <w:position w:val="-32"/>
        </w:rPr>
        <w:object w:dxaOrig="2880" w:dyaOrig="740">
          <v:shape id="_x0000_i1186" type="#_x0000_t75" style="width:2in;height:36.75pt" o:ole="" fillcolor="window">
            <v:imagedata r:id="rId301" o:title=""/>
          </v:shape>
          <o:OLEObject Type="Embed" ProgID="Equation.3" ShapeID="_x0000_i1186" DrawAspect="Content" ObjectID="_1654987191" r:id="rId302"/>
        </w:object>
      </w:r>
      <w:r w:rsidR="001C7F50">
        <w:t xml:space="preserve"> </w:t>
      </w:r>
    </w:p>
    <w:p w:rsidR="001C7F50" w:rsidRDefault="001C7F50" w:rsidP="001C7F50">
      <w:pPr>
        <w:pStyle w:val="ISM"/>
        <w:ind w:left="2880"/>
      </w:pPr>
      <w:r>
        <w:t>+ $</w:t>
      </w:r>
      <w:r w:rsidR="00D60110">
        <w:t>21,000</w:t>
      </w:r>
      <w:r w:rsidR="00D60110" w:rsidRPr="00D60110">
        <w:rPr>
          <w:position w:val="-10"/>
        </w:rPr>
        <w:object w:dxaOrig="1420" w:dyaOrig="360">
          <v:shape id="_x0000_i1187" type="#_x0000_t75" style="width:71.25pt;height:18.75pt" o:ole="" fillcolor="window">
            <v:imagedata r:id="rId303" o:title=""/>
          </v:shape>
          <o:OLEObject Type="Embed" ProgID="Equation.3" ShapeID="_x0000_i1187" DrawAspect="Content" ObjectID="_1654987192" r:id="rId304"/>
        </w:object>
      </w:r>
    </w:p>
    <w:p w:rsidR="001C7F50" w:rsidRDefault="001C7F50" w:rsidP="001C7F50">
      <w:pPr>
        <w:pStyle w:val="ISM"/>
        <w:spacing w:after="120"/>
        <w:ind w:left="1440"/>
      </w:pPr>
      <w:r>
        <w:t>= $</w:t>
      </w:r>
      <w:r w:rsidR="00D60110">
        <w:t>51,707.03</w:t>
      </w:r>
    </w:p>
    <w:p w:rsidR="001C7F50" w:rsidRDefault="001C7F50" w:rsidP="00B10770">
      <w:pPr>
        <w:pStyle w:val="ISM"/>
        <w:ind w:firstLine="547"/>
      </w:pPr>
      <w:r>
        <w:t xml:space="preserve">Down payment = </w:t>
      </w:r>
      <w:r w:rsidR="00B10770">
        <w:t>$</w:t>
      </w:r>
      <w:r w:rsidR="00B10770">
        <w:rPr>
          <w:color w:val="000000"/>
          <w:spacing w:val="-2"/>
        </w:rPr>
        <w:t xml:space="preserve">58,499 </w:t>
      </w:r>
      <w:r w:rsidR="00B10770">
        <w:t xml:space="preserve">– </w:t>
      </w:r>
      <w:r w:rsidRPr="00B10770">
        <w:t>$</w:t>
      </w:r>
      <w:r w:rsidR="00D60110" w:rsidRPr="00B10770">
        <w:t>51,707</w:t>
      </w:r>
      <w:r w:rsidRPr="00B10770">
        <w:t>.</w:t>
      </w:r>
      <w:r w:rsidR="00D60110" w:rsidRPr="00B10770">
        <w:t>03</w:t>
      </w:r>
    </w:p>
    <w:p w:rsidR="00E8043B" w:rsidRDefault="00B10770" w:rsidP="00B10770">
      <w:pPr>
        <w:pStyle w:val="ISM"/>
        <w:spacing w:after="360"/>
        <w:ind w:firstLine="2074"/>
      </w:pPr>
      <w:r>
        <w:t xml:space="preserve">= </w:t>
      </w:r>
      <w:r w:rsidRPr="00B10770">
        <w:rPr>
          <w:u w:val="double"/>
        </w:rPr>
        <w:t>$6791.97</w:t>
      </w:r>
      <w:r w:rsidR="00206EBC">
        <w:rPr>
          <w:u w:val="double"/>
        </w:rPr>
        <w:t xml:space="preserve"> = $6792</w:t>
      </w:r>
    </w:p>
    <w:p w:rsidR="001C7F50" w:rsidRDefault="001C7F50" w:rsidP="001C7F50">
      <w:pPr>
        <w:pStyle w:val="ISM"/>
      </w:pPr>
    </w:p>
    <w:p w:rsidR="001C7F50" w:rsidRDefault="001C7F50" w:rsidP="001C7F50">
      <w:pPr>
        <w:pStyle w:val="ISM"/>
      </w:pPr>
      <w:r>
        <w:tab/>
      </w:r>
      <w:r w:rsidR="003C1E51">
        <w:t>27</w:t>
      </w:r>
      <w:r>
        <w:t>.</w:t>
      </w:r>
      <w:r>
        <w:tab/>
        <w:t>The future value of Kim's contributions must be $</w:t>
      </w:r>
      <w:r w:rsidR="006646ED">
        <w:t>15,000</w:t>
      </w:r>
      <w:r>
        <w:t>.</w:t>
      </w:r>
    </w:p>
    <w:p w:rsidR="001C7F50" w:rsidRDefault="001C7F50" w:rsidP="001C7F50">
      <w:pPr>
        <w:pStyle w:val="ISM"/>
      </w:pPr>
      <w:r>
        <w:tab/>
      </w:r>
      <w:r>
        <w:tab/>
        <w:t>The contributions form a</w:t>
      </w:r>
      <w:r w:rsidRPr="000D02A8">
        <w:t xml:space="preserve"> </w:t>
      </w:r>
      <w:r>
        <w:t>simple annuity due having</w:t>
      </w:r>
    </w:p>
    <w:p w:rsidR="001C7F50" w:rsidRDefault="002043E3" w:rsidP="001C7F50">
      <w:pPr>
        <w:pStyle w:val="ISM"/>
      </w:pPr>
      <w:r>
        <w:rPr>
          <w:noProof/>
          <w:lang w:val="en-US"/>
        </w:rPr>
        <w:pict>
          <v:shape id="AutoShape 145" o:spid="_x0000_s1081" type="#_x0000_t61" style="position:absolute;margin-left:340.4pt;margin-top:13pt;width:131.2pt;height:150.5pt;z-index:251636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" adj="-10141,14237" fillcolor="#cff">
            <v:fill opacity="25443f"/>
            <v:textbox inset="3.6pt,,3.6pt">
              <w:txbxContent>
                <w:p w:rsidR="00466CD8" w:rsidRDefault="00466CD8" w:rsidP="001C7F50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4.2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700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15000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20.629</w:t>
                  </w:r>
                </w:p>
              </w:txbxContent>
            </v:textbox>
            <w10:wrap type="square"/>
          </v:shape>
        </w:pict>
      </w:r>
      <w:r w:rsidR="001C7F50">
        <w:tab/>
      </w:r>
      <w:r w:rsidR="001C7F50">
        <w:tab/>
      </w:r>
      <w:proofErr w:type="gramStart"/>
      <w:r w:rsidR="001C7F50">
        <w:rPr>
          <w:rFonts w:ascii="Times New Roman" w:hAnsi="Times New Roman"/>
          <w:i/>
        </w:rPr>
        <w:t>FV</w:t>
      </w:r>
      <w:r w:rsidR="001C7F50">
        <w:t>(</w:t>
      </w:r>
      <w:proofErr w:type="gramEnd"/>
      <w:r w:rsidR="001C7F50">
        <w:t xml:space="preserve">due) = $15,000, </w:t>
      </w:r>
      <w:r w:rsidR="001C7F50">
        <w:rPr>
          <w:rFonts w:ascii="Times New Roman" w:hAnsi="Times New Roman"/>
          <w:i/>
        </w:rPr>
        <w:t>PMT</w:t>
      </w:r>
      <w:r w:rsidR="001C7F50">
        <w:t xml:space="preserve"> = $700, and </w:t>
      </w:r>
      <w:proofErr w:type="spellStart"/>
      <w:r w:rsidR="001C7F50">
        <w:rPr>
          <w:rFonts w:ascii="Times New Roman" w:hAnsi="Times New Roman"/>
          <w:i/>
        </w:rPr>
        <w:t>i</w:t>
      </w:r>
      <w:proofErr w:type="spellEnd"/>
      <w:r w:rsidR="001C7F50">
        <w:t xml:space="preserve"> = </w:t>
      </w:r>
      <w:r w:rsidR="001C7F50" w:rsidRPr="007E02FE">
        <w:rPr>
          <w:position w:val="-14"/>
        </w:rPr>
        <w:object w:dxaOrig="480" w:dyaOrig="400">
          <v:shape id="_x0000_i1188" type="#_x0000_t75" style="width:23.25pt;height:21pt" o:ole="" fillcolor="window">
            <v:imagedata r:id="rId305" o:title=""/>
          </v:shape>
          <o:OLEObject Type="Embed" ProgID="Equation.3" ShapeID="_x0000_i1188" DrawAspect="Content" ObjectID="_1654987193" r:id="rId306"/>
        </w:object>
      </w:r>
      <w:r w:rsidR="001C7F50">
        <w:t>= 0.35%.</w:t>
      </w:r>
    </w:p>
    <w:p w:rsidR="001C7F50" w:rsidRDefault="001C7F50" w:rsidP="001C7F50">
      <w:pPr>
        <w:pStyle w:val="ISM"/>
      </w:pPr>
      <w:r>
        <w:tab/>
      </w:r>
      <w:r>
        <w:tab/>
        <w:t>The number of contributions will be</w:t>
      </w:r>
    </w:p>
    <w:p w:rsidR="001C7F50" w:rsidRDefault="002043E3" w:rsidP="001C7F50">
      <w:pPr>
        <w:pStyle w:val="ISM"/>
        <w:ind w:left="1440"/>
      </w:pPr>
      <w:r>
        <w:rPr>
          <w:noProof/>
          <w:lang w:val="en-US"/>
        </w:rPr>
        <w:pict>
          <v:shape id="AutoShape 146" o:spid="_x0000_s1520" type="#_x0000_t88" style="position:absolute;left:0;text-align:left;margin-left:243pt;margin-top:4.95pt;width:10.75pt;height:107.5pt;z-index:251637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"/>
        </w:pict>
      </w:r>
      <w:r w:rsidR="001C7F50" w:rsidRPr="007E02FE">
        <w:rPr>
          <w:spacing w:val="-2"/>
          <w:position w:val="-30"/>
        </w:rPr>
        <w:object w:dxaOrig="2520" w:dyaOrig="1080">
          <v:shape id="_x0000_i1189" type="#_x0000_t75" style="width:126.75pt;height:54.75pt" o:ole="" fillcolor="window">
            <v:imagedata r:id="rId240" o:title=""/>
          </v:shape>
          <o:OLEObject Type="Embed" ProgID="Equation.2" ShapeID="_x0000_i1189" DrawAspect="Content" ObjectID="_1654987194" r:id="rId307"/>
        </w:object>
      </w:r>
      <w:r w:rsidR="001C7F50">
        <w:t xml:space="preserve"> </w:t>
      </w:r>
    </w:p>
    <w:p w:rsidR="001C7F50" w:rsidRDefault="001C7F50" w:rsidP="001C7F50">
      <w:pPr>
        <w:pStyle w:val="ISM"/>
        <w:ind w:left="1710"/>
        <w:rPr>
          <w:spacing w:val="-2"/>
        </w:rPr>
      </w:pPr>
      <w:r>
        <w:t xml:space="preserve">= </w:t>
      </w:r>
      <w:r w:rsidRPr="007E02FE">
        <w:rPr>
          <w:spacing w:val="-2"/>
          <w:position w:val="-28"/>
        </w:rPr>
        <w:object w:dxaOrig="2520" w:dyaOrig="999">
          <v:shape id="_x0000_i1190" type="#_x0000_t75" style="width:126.75pt;height:50.25pt" o:ole="" fillcolor="window">
            <v:imagedata r:id="rId308" o:title=""/>
          </v:shape>
          <o:OLEObject Type="Embed" ProgID="Equation.3" ShapeID="_x0000_i1190" DrawAspect="Content" ObjectID="_1654987195" r:id="rId309"/>
        </w:object>
      </w:r>
      <w:r>
        <w:rPr>
          <w:spacing w:val="-2"/>
        </w:rPr>
        <w:t xml:space="preserve"> </w:t>
      </w:r>
    </w:p>
    <w:p w:rsidR="001C7F50" w:rsidRDefault="001C7F50" w:rsidP="001C7F50">
      <w:pPr>
        <w:pStyle w:val="ISM"/>
        <w:ind w:left="1710"/>
      </w:pPr>
      <w:r>
        <w:rPr>
          <w:spacing w:val="-2"/>
        </w:rPr>
        <w:t>= 20.629</w:t>
      </w:r>
    </w:p>
    <w:p w:rsidR="001C7F50" w:rsidRDefault="001C7F50" w:rsidP="001C7F50">
      <w:pPr>
        <w:pStyle w:val="ISM"/>
      </w:pPr>
      <w:r>
        <w:tab/>
      </w:r>
      <w:r>
        <w:tab/>
        <w:t xml:space="preserve">After 20 months, </w:t>
      </w:r>
      <w:proofErr w:type="gramStart"/>
      <w:r>
        <w:rPr>
          <w:rFonts w:ascii="Times New Roman" w:hAnsi="Times New Roman"/>
          <w:i/>
          <w:iCs/>
        </w:rPr>
        <w:t>FV</w:t>
      </w:r>
      <w:r>
        <w:t>(</w:t>
      </w:r>
      <w:proofErr w:type="gramEnd"/>
      <w:r>
        <w:t>due) = $14,526.09. Therefore, the 21st deposit (of $700)</w:t>
      </w:r>
    </w:p>
    <w:p w:rsidR="001C7F50" w:rsidRDefault="001C7F50" w:rsidP="001C7F50">
      <w:pPr>
        <w:pStyle w:val="ISM"/>
        <w:spacing w:after="240"/>
      </w:pPr>
      <w:r>
        <w:tab/>
      </w:r>
      <w:r>
        <w:tab/>
        <w:t xml:space="preserve">occurring </w:t>
      </w:r>
      <w:r w:rsidRPr="00366831">
        <w:rPr>
          <w:u w:val="single"/>
        </w:rPr>
        <w:t>20 months</w:t>
      </w:r>
      <w:r w:rsidR="009809BC">
        <w:rPr>
          <w:u w:val="single"/>
        </w:rPr>
        <w:t xml:space="preserve"> = </w:t>
      </w:r>
      <w:r w:rsidR="009809BC" w:rsidRPr="00366831">
        <w:rPr>
          <w:u w:val="double"/>
        </w:rPr>
        <w:t>1 year and 8 months</w:t>
      </w:r>
      <w:r>
        <w:rPr>
          <w:u w:val="double"/>
        </w:rPr>
        <w:t xml:space="preserve"> from today</w:t>
      </w:r>
      <w:r>
        <w:t xml:space="preserve"> will reach the goal.</w:t>
      </w:r>
    </w:p>
    <w:p w:rsidR="001C7F50" w:rsidRDefault="001C7F50" w:rsidP="001C7F50">
      <w:pPr>
        <w:pStyle w:val="ISM"/>
      </w:pPr>
      <w:r>
        <w:tab/>
      </w:r>
      <w:r w:rsidR="003C1E51">
        <w:t>29</w:t>
      </w:r>
      <w:r>
        <w:t>.</w:t>
      </w:r>
      <w:r>
        <w:tab/>
        <w:t xml:space="preserve">The purchase price is the present value of the remaining payments discounted </w:t>
      </w:r>
    </w:p>
    <w:p w:rsidR="001C7F50" w:rsidRDefault="001C7F50" w:rsidP="001C7F50">
      <w:pPr>
        <w:pStyle w:val="ISM"/>
      </w:pPr>
      <w:r>
        <w:tab/>
      </w:r>
      <w:r>
        <w:tab/>
      </w:r>
      <w:proofErr w:type="gramStart"/>
      <w:r>
        <w:t>at</w:t>
      </w:r>
      <w:proofErr w:type="gramEnd"/>
      <w:r>
        <w:t xml:space="preserve"> the investor</w:t>
      </w:r>
      <w:r w:rsidR="00BE5B5E">
        <w:t>’</w:t>
      </w:r>
      <w:r>
        <w:t>s required rate of return. Viewed from the date of purchase,</w:t>
      </w:r>
    </w:p>
    <w:p w:rsidR="001C7F50" w:rsidRDefault="001C7F50" w:rsidP="001C7F50">
      <w:pPr>
        <w:pStyle w:val="ISM"/>
      </w:pPr>
      <w:r>
        <w:tab/>
      </w:r>
      <w:r>
        <w:tab/>
        <w:t>the payments form a simple annuity due with</w:t>
      </w:r>
    </w:p>
    <w:p w:rsidR="001C7F50" w:rsidRDefault="002043E3" w:rsidP="001C7F50">
      <w:pPr>
        <w:pStyle w:val="ISM"/>
      </w:pPr>
      <w:r>
        <w:rPr>
          <w:noProof/>
          <w:lang w:val="en-US"/>
        </w:rPr>
        <w:pict>
          <v:shape id="AutoShape 147" o:spid="_x0000_s1082" type="#_x0000_t61" style="position:absolute;margin-left:326.85pt;margin-top:12.85pt;width:131.2pt;height:150.5pt;z-index:25163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" adj="-11055,12386" fillcolor="#cff">
            <v:fill opacity="25443f"/>
            <v:textbox inset="3.6pt,,3.6pt">
              <w:txbxContent>
                <w:p w:rsidR="00466CD8" w:rsidRDefault="00466CD8" w:rsidP="001C7F50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9.75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3F6F1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13372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500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3F6F13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6F17ED">
                  <w:pPr>
                    <w:spacing w:line="320" w:lineRule="exact"/>
                    <w:ind w:right="42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30.00</w:t>
                  </w:r>
                </w:p>
              </w:txbxContent>
            </v:textbox>
            <w10:wrap type="square"/>
          </v:shape>
        </w:pict>
      </w:r>
      <w:r w:rsidR="001C7F50">
        <w:tab/>
      </w:r>
      <w:r w:rsidR="001C7F50">
        <w:tab/>
      </w:r>
      <w:proofErr w:type="gramStart"/>
      <w:r w:rsidR="001C7F50">
        <w:rPr>
          <w:rFonts w:ascii="Times New Roman" w:hAnsi="Times New Roman"/>
          <w:i/>
        </w:rPr>
        <w:t>PV</w:t>
      </w:r>
      <w:r w:rsidR="001C7F50">
        <w:t>(</w:t>
      </w:r>
      <w:proofErr w:type="gramEnd"/>
      <w:r w:rsidR="001C7F50">
        <w:t xml:space="preserve">due) = $13,372, </w:t>
      </w:r>
      <w:r w:rsidR="001C7F50">
        <w:rPr>
          <w:rFonts w:ascii="Times New Roman" w:hAnsi="Times New Roman"/>
          <w:i/>
        </w:rPr>
        <w:t>PMT</w:t>
      </w:r>
      <w:r w:rsidR="001C7F50">
        <w:t xml:space="preserve"> = $500, </w:t>
      </w:r>
      <w:proofErr w:type="spellStart"/>
      <w:r w:rsidR="001C7F50">
        <w:rPr>
          <w:rFonts w:ascii="Times New Roman" w:hAnsi="Times New Roman"/>
          <w:i/>
        </w:rPr>
        <w:t>i</w:t>
      </w:r>
      <w:proofErr w:type="spellEnd"/>
      <w:r w:rsidR="001C7F50">
        <w:t xml:space="preserve"> = </w:t>
      </w:r>
      <w:r w:rsidR="001C7F50" w:rsidRPr="007E02FE">
        <w:rPr>
          <w:position w:val="-16"/>
        </w:rPr>
        <w:object w:dxaOrig="620" w:dyaOrig="440">
          <v:shape id="_x0000_i1191" type="#_x0000_t75" style="width:30.75pt;height:21.75pt" o:ole="" fillcolor="window">
            <v:imagedata r:id="rId310" o:title=""/>
          </v:shape>
          <o:OLEObject Type="Embed" ProgID="Equation.3" ShapeID="_x0000_i1191" DrawAspect="Content" ObjectID="_1654987196" r:id="rId311"/>
        </w:object>
      </w:r>
      <w:r w:rsidR="001C7F50">
        <w:t xml:space="preserve"> = </w:t>
      </w:r>
      <w:r w:rsidR="00436E47">
        <w:t>0</w:t>
      </w:r>
      <w:r w:rsidR="001C7F50">
        <w:t>.</w:t>
      </w:r>
      <w:r w:rsidR="00436E47">
        <w:t>8</w:t>
      </w:r>
      <w:r w:rsidR="001C7F50">
        <w:t>125%</w:t>
      </w:r>
    </w:p>
    <w:p w:rsidR="001C7F50" w:rsidRDefault="001C7F50" w:rsidP="001C7F50">
      <w:pPr>
        <w:pStyle w:val="ISM"/>
      </w:pPr>
      <w:r>
        <w:tab/>
      </w:r>
      <w:r>
        <w:tab/>
        <w:t>The number of remaining payments is</w:t>
      </w:r>
    </w:p>
    <w:p w:rsidR="001C7F50" w:rsidRDefault="002043E3" w:rsidP="001C7F50">
      <w:pPr>
        <w:pStyle w:val="ISM"/>
        <w:ind w:left="1440"/>
      </w:pPr>
      <w:r>
        <w:rPr>
          <w:noProof/>
          <w:spacing w:val="-2"/>
          <w:lang w:val="en-US"/>
        </w:rPr>
        <w:pict>
          <v:shape id="AutoShape 148" o:spid="_x0000_s1513" type="#_x0000_t88" style="position:absolute;left:0;text-align:left;margin-left:238.7pt;margin-top:4.15pt;width:17.2pt;height:103.2pt;z-index:251639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"/>
        </w:pict>
      </w:r>
      <w:r w:rsidR="001C7F50" w:rsidRPr="007E02FE">
        <w:rPr>
          <w:spacing w:val="-2"/>
          <w:position w:val="-28"/>
        </w:rPr>
        <w:object w:dxaOrig="2620" w:dyaOrig="1020">
          <v:shape id="_x0000_i1192" type="#_x0000_t75" style="width:132pt;height:51pt" o:ole="" fillcolor="window">
            <v:imagedata r:id="rId312" o:title=""/>
          </v:shape>
          <o:OLEObject Type="Embed" ProgID="Equation.3" ShapeID="_x0000_i1192" DrawAspect="Content" ObjectID="_1654987197" r:id="rId313"/>
        </w:object>
      </w:r>
      <w:r w:rsidR="001C7F50">
        <w:t xml:space="preserve"> </w:t>
      </w:r>
    </w:p>
    <w:p w:rsidR="001C7F50" w:rsidRDefault="001C7F50" w:rsidP="001C7F50">
      <w:pPr>
        <w:pStyle w:val="ISM"/>
        <w:ind w:left="1710"/>
        <w:rPr>
          <w:spacing w:val="-2"/>
        </w:rPr>
      </w:pPr>
      <w:r>
        <w:t xml:space="preserve">= </w:t>
      </w:r>
      <w:r w:rsidR="006B3551" w:rsidRPr="00D21C14">
        <w:rPr>
          <w:spacing w:val="-2"/>
          <w:position w:val="-30"/>
        </w:rPr>
        <w:object w:dxaOrig="2980" w:dyaOrig="1080">
          <v:shape id="_x0000_i1193" type="#_x0000_t75" style="width:149.25pt;height:54.75pt" o:ole="" fillcolor="window">
            <v:imagedata r:id="rId314" o:title=""/>
          </v:shape>
          <o:OLEObject Type="Embed" ProgID="Equation.3" ShapeID="_x0000_i1193" DrawAspect="Content" ObjectID="_1654987198" r:id="rId315"/>
        </w:object>
      </w:r>
      <w:r>
        <w:rPr>
          <w:spacing w:val="-2"/>
        </w:rPr>
        <w:t xml:space="preserve"> </w:t>
      </w:r>
    </w:p>
    <w:p w:rsidR="001C7F50" w:rsidRDefault="001C7F50" w:rsidP="001C7F50">
      <w:pPr>
        <w:pStyle w:val="ISM"/>
        <w:ind w:left="1710"/>
      </w:pPr>
      <w:r>
        <w:rPr>
          <w:spacing w:val="-2"/>
        </w:rPr>
        <w:t>= 30.00</w:t>
      </w:r>
    </w:p>
    <w:p w:rsidR="001C7F50" w:rsidRDefault="001C7F50" w:rsidP="001C7F50">
      <w:pPr>
        <w:pStyle w:val="ISM"/>
        <w:spacing w:after="240"/>
      </w:pPr>
      <w:r>
        <w:tab/>
      </w:r>
      <w:r>
        <w:tab/>
        <w:t xml:space="preserve">The investor will receive </w:t>
      </w:r>
      <w:r>
        <w:rPr>
          <w:u w:val="double"/>
        </w:rPr>
        <w:t>30 payments</w:t>
      </w:r>
      <w:r>
        <w:t>.</w:t>
      </w:r>
    </w:p>
    <w:p w:rsidR="008063A3" w:rsidRDefault="008063A3" w:rsidP="008063A3">
      <w:pPr>
        <w:pStyle w:val="ISM"/>
      </w:pPr>
      <w:r>
        <w:lastRenderedPageBreak/>
        <w:tab/>
        <w:t>31.</w:t>
      </w:r>
      <w:r>
        <w:tab/>
        <w:t>The monthly deposits form a simple annuity due whose future value is to be $100,000.</w:t>
      </w:r>
    </w:p>
    <w:p w:rsidR="008063A3" w:rsidRDefault="002043E3" w:rsidP="008063A3">
      <w:pPr>
        <w:pStyle w:val="ISM"/>
      </w:pPr>
      <w:r>
        <w:rPr>
          <w:noProof/>
          <w:spacing w:val="-2"/>
          <w:lang w:val="en-US"/>
        </w:rPr>
        <w:pict>
          <v:shape id="AutoShape 229" o:spid="_x0000_s1083" type="#_x0000_t61" style="position:absolute;margin-left:324.7pt;margin-top:4.3pt;width:131.2pt;height:150.5pt;z-index:251682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" adj="-10849,11884" fillcolor="#cff">
            <v:fill opacity="25443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5.4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8063A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220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100000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247.36</w:t>
                  </w:r>
                </w:p>
              </w:txbxContent>
            </v:textbox>
            <w10:wrap type="square"/>
          </v:shape>
        </w:pict>
      </w:r>
      <w:r w:rsidR="008063A3">
        <w:tab/>
      </w:r>
      <w:r w:rsidR="008063A3">
        <w:tab/>
        <w:t xml:space="preserve">With </w:t>
      </w:r>
      <w:proofErr w:type="gramStart"/>
      <w:r w:rsidR="008063A3">
        <w:rPr>
          <w:rFonts w:ascii="Times New Roman" w:hAnsi="Times New Roman"/>
          <w:i/>
        </w:rPr>
        <w:t>FV</w:t>
      </w:r>
      <w:r w:rsidR="008063A3">
        <w:t>(</w:t>
      </w:r>
      <w:proofErr w:type="gramEnd"/>
      <w:r w:rsidR="008063A3">
        <w:t xml:space="preserve">due) = $100,000, </w:t>
      </w:r>
      <w:r w:rsidR="008063A3">
        <w:rPr>
          <w:rFonts w:ascii="Times New Roman" w:hAnsi="Times New Roman"/>
          <w:i/>
        </w:rPr>
        <w:t>PMT</w:t>
      </w:r>
      <w:r w:rsidR="008063A3">
        <w:t xml:space="preserve"> = $220, </w:t>
      </w:r>
    </w:p>
    <w:p w:rsidR="008063A3" w:rsidRDefault="008063A3" w:rsidP="008063A3">
      <w:pPr>
        <w:pStyle w:val="ISM"/>
      </w:pPr>
      <w:r>
        <w:tab/>
      </w: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4"/>
        </w:rPr>
        <w:object w:dxaOrig="480" w:dyaOrig="400">
          <v:shape id="_x0000_i1194" type="#_x0000_t75" style="width:23.25pt;height:21pt" o:ole="" fillcolor="window">
            <v:imagedata r:id="rId316" o:title=""/>
          </v:shape>
          <o:OLEObject Type="Embed" ProgID="Equation.3" ShapeID="_x0000_i1194" DrawAspect="Content" ObjectID="_1654987199" r:id="rId317"/>
        </w:object>
      </w:r>
      <w:r>
        <w:t xml:space="preserve"> = 0.45%,</w:t>
      </w:r>
    </w:p>
    <w:p w:rsidR="008063A3" w:rsidRDefault="002043E3" w:rsidP="008063A3">
      <w:pPr>
        <w:pStyle w:val="ISM"/>
        <w:ind w:left="1440"/>
      </w:pPr>
      <w:r>
        <w:rPr>
          <w:noProof/>
          <w:spacing w:val="-2"/>
          <w:lang w:val="en-US"/>
        </w:rPr>
        <w:pict>
          <v:shape id="AutoShape 248" o:spid="_x0000_s1504" type="#_x0000_t88" style="position:absolute;left:0;text-align:left;margin-left:236.55pt;margin-top:1.7pt;width:15.05pt;height:109.65pt;z-index:251701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"/>
        </w:pict>
      </w:r>
      <w:r w:rsidR="008063A3" w:rsidRPr="007E02FE">
        <w:rPr>
          <w:spacing w:val="-2"/>
          <w:position w:val="-30"/>
        </w:rPr>
        <w:object w:dxaOrig="2520" w:dyaOrig="1080">
          <v:shape id="_x0000_i1195" type="#_x0000_t75" style="width:126.75pt;height:54.75pt" o:ole="" fillcolor="window">
            <v:imagedata r:id="rId240" o:title=""/>
          </v:shape>
          <o:OLEObject Type="Embed" ProgID="Equation.2" ShapeID="_x0000_i1195" DrawAspect="Content" ObjectID="_1654987200" r:id="rId318"/>
        </w:object>
      </w:r>
      <w:r w:rsidR="008063A3">
        <w:t xml:space="preserve"> </w:t>
      </w:r>
    </w:p>
    <w:p w:rsidR="008063A3" w:rsidRDefault="008063A3" w:rsidP="008063A3">
      <w:pPr>
        <w:pStyle w:val="ISM"/>
        <w:ind w:left="1710"/>
        <w:rPr>
          <w:spacing w:val="-2"/>
        </w:rPr>
      </w:pPr>
      <w:r>
        <w:t xml:space="preserve">= </w:t>
      </w:r>
      <w:r w:rsidRPr="007E02FE">
        <w:rPr>
          <w:spacing w:val="-2"/>
          <w:position w:val="-28"/>
        </w:rPr>
        <w:object w:dxaOrig="2640" w:dyaOrig="999">
          <v:shape id="_x0000_i1196" type="#_x0000_t75" style="width:131.25pt;height:50.25pt" o:ole="" fillcolor="window">
            <v:imagedata r:id="rId319" o:title=""/>
          </v:shape>
          <o:OLEObject Type="Embed" ProgID="Equation.3" ShapeID="_x0000_i1196" DrawAspect="Content" ObjectID="_1654987201" r:id="rId320"/>
        </w:object>
      </w:r>
      <w:r>
        <w:rPr>
          <w:spacing w:val="-2"/>
        </w:rPr>
        <w:t xml:space="preserve"> </w:t>
      </w:r>
    </w:p>
    <w:p w:rsidR="008063A3" w:rsidRDefault="008063A3" w:rsidP="008063A3">
      <w:pPr>
        <w:pStyle w:val="ISM"/>
        <w:ind w:left="1710"/>
      </w:pPr>
      <w:r>
        <w:rPr>
          <w:spacing w:val="-2"/>
        </w:rPr>
        <w:t>= 247.36</w:t>
      </w: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AutoShape 230" o:spid="_x0000_s1084" type="#_x0000_t61" style="position:absolute;margin-left:355.95pt;margin-top:5.8pt;width:107.55pt;height:97.15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" adj="-10782,13692" fillcolor="#cff">
            <v:fill opacity="25443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466CD8" w:rsidRDefault="00466CD8" w:rsidP="008063A3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 xml:space="preserve">FV 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200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261.82</w:t>
                  </w:r>
                </w:p>
              </w:txbxContent>
            </v:textbox>
            <w10:wrap type="square"/>
          </v:shape>
        </w:pict>
      </w:r>
      <w:r w:rsidR="008063A3">
        <w:tab/>
      </w:r>
      <w:r w:rsidR="008063A3">
        <w:tab/>
        <w:t>That is, 248 deposits of $220 will be needed to accumulate $100,000. If the monthly deposits are only $200,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  <w:spacing w:val="-2"/>
        </w:rPr>
        <w:t>n</w:t>
      </w:r>
      <w:r>
        <w:rPr>
          <w:spacing w:val="-2"/>
        </w:rPr>
        <w:t xml:space="preserve"> = </w:t>
      </w:r>
      <w:r w:rsidRPr="007E02FE">
        <w:rPr>
          <w:spacing w:val="-2"/>
          <w:position w:val="-28"/>
        </w:rPr>
        <w:object w:dxaOrig="2640" w:dyaOrig="999">
          <v:shape id="_x0000_i1197" type="#_x0000_t75" style="width:131.25pt;height:50.25pt" o:ole="" fillcolor="window">
            <v:imagedata r:id="rId321" o:title=""/>
          </v:shape>
          <o:OLEObject Type="Embed" ProgID="Equation.3" ShapeID="_x0000_i1197" DrawAspect="Content" ObjectID="_1654987202" r:id="rId322"/>
        </w:object>
      </w:r>
      <w:r>
        <w:rPr>
          <w:spacing w:val="-2"/>
        </w:rPr>
        <w:t xml:space="preserve"> </w:t>
      </w:r>
      <w:r>
        <w:t>= 261.82</w:t>
      </w:r>
    </w:p>
    <w:p w:rsidR="008063A3" w:rsidRDefault="008063A3" w:rsidP="008063A3">
      <w:pPr>
        <w:pStyle w:val="ISM"/>
      </w:pPr>
      <w:r>
        <w:tab/>
      </w:r>
      <w:r>
        <w:tab/>
        <w:t xml:space="preserve">That is, 262 deposits of $200 will be needed to surpass </w:t>
      </w:r>
    </w:p>
    <w:p w:rsidR="008063A3" w:rsidRDefault="008063A3" w:rsidP="008063A3">
      <w:pPr>
        <w:pStyle w:val="ISM"/>
      </w:pPr>
      <w:r>
        <w:tab/>
      </w:r>
      <w:r>
        <w:tab/>
        <w:t>$100,000.</w:t>
      </w:r>
      <w:r w:rsidRPr="002D044A">
        <w:t xml:space="preserve"> </w:t>
      </w:r>
      <w:r>
        <w:t xml:space="preserve">Therefore, (262 – 248) = </w:t>
      </w:r>
      <w:r>
        <w:rPr>
          <w:u w:val="double"/>
        </w:rPr>
        <w:t>14 fewer deposits</w:t>
      </w:r>
    </w:p>
    <w:p w:rsidR="008063A3" w:rsidRDefault="008063A3" w:rsidP="008063A3">
      <w:pPr>
        <w:pStyle w:val="ISM"/>
        <w:spacing w:after="240"/>
      </w:pPr>
      <w:r>
        <w:tab/>
      </w:r>
      <w:r>
        <w:tab/>
        <w:t>of $220 will be required.</w:t>
      </w: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AutoShape 231" o:spid="_x0000_s1085" type="#_x0000_t61" style="position:absolute;margin-left:327.25pt;margin-top:1.75pt;width:119.65pt;height:151.8pt;z-index:25168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" adj="-10678,9811" fillcolor="#cff">
            <v:fill opacity="25443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2500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223000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11.54</w:t>
                  </w:r>
                </w:p>
              </w:txbxContent>
            </v:textbox>
            <w10:wrap type="square"/>
          </v:shape>
        </w:pict>
      </w:r>
      <w:r w:rsidR="008063A3">
        <w:tab/>
        <w:t>33.</w:t>
      </w:r>
      <w:r w:rsidR="008063A3">
        <w:tab/>
        <w:t xml:space="preserve">The contributions form an annuity due whose </w:t>
      </w:r>
    </w:p>
    <w:p w:rsidR="008063A3" w:rsidRDefault="008063A3" w:rsidP="008063A3">
      <w:pPr>
        <w:pStyle w:val="ISM"/>
      </w:pPr>
      <w:r>
        <w:tab/>
      </w:r>
      <w:r>
        <w:tab/>
        <w:t>future value is $223,000.</w:t>
      </w:r>
      <w:r w:rsidRPr="002D044A">
        <w:t xml:space="preserve"> </w:t>
      </w:r>
      <w:r>
        <w:t>That is,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 xml:space="preserve">due) = $223,000 with </w:t>
      </w:r>
      <w:r>
        <w:rPr>
          <w:rFonts w:ascii="Times New Roman" w:hAnsi="Times New Roman"/>
          <w:i/>
        </w:rPr>
        <w:t>PMT</w:t>
      </w:r>
      <w:r>
        <w:t xml:space="preserve"> = $2500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  <w:t xml:space="preserve">and </w:t>
      </w:r>
      <w:r>
        <w:rPr>
          <w:rFonts w:ascii="Times New Roman" w:hAnsi="Times New Roman"/>
          <w:i/>
        </w:rPr>
        <w:t>n</w:t>
      </w:r>
      <w:r>
        <w:t xml:space="preserve"> = 2(16) = 32.</w:t>
      </w: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AutoShape 232" o:spid="_x0000_s1498" type="#_x0000_t88" style="position:absolute;margin-left:255.9pt;margin-top:.65pt;width:6.45pt;height:36.55pt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"/>
        </w:pict>
      </w:r>
      <w:r w:rsidR="008063A3">
        <w:tab/>
      </w:r>
      <w:r w:rsidR="008063A3">
        <w:tab/>
        <w:t>To directly obtain the effective rate of interest,</w:t>
      </w:r>
    </w:p>
    <w:p w:rsidR="008063A3" w:rsidRPr="007608F6" w:rsidRDefault="008063A3" w:rsidP="008063A3">
      <w:pPr>
        <w:pStyle w:val="ISM"/>
        <w:rPr>
          <w:rFonts w:cs="Arial"/>
        </w:rPr>
      </w:pPr>
      <w:r>
        <w:tab/>
      </w:r>
      <w:r>
        <w:tab/>
      </w:r>
      <w:r>
        <w:rPr>
          <w:rFonts w:cs="Arial"/>
          <w:iCs/>
        </w:rPr>
        <w:t xml:space="preserve">calculate </w:t>
      </w:r>
      <w:r w:rsidRPr="007608F6">
        <w:rPr>
          <w:rFonts w:ascii="Times New Roman" w:hAnsi="Times New Roman"/>
          <w:i/>
          <w:iCs/>
        </w:rPr>
        <w:t>j</w:t>
      </w:r>
      <w:r>
        <w:rPr>
          <w:rFonts w:cs="Arial"/>
          <w:iCs/>
        </w:rPr>
        <w:t xml:space="preserve"> with </w:t>
      </w:r>
      <w:r w:rsidRPr="007608F6">
        <w:rPr>
          <w:rFonts w:ascii="Times New Roman" w:hAnsi="Times New Roman"/>
          <w:i/>
          <w:iCs/>
        </w:rPr>
        <w:t>m</w:t>
      </w:r>
      <w:r>
        <w:rPr>
          <w:rFonts w:cs="Arial"/>
          <w:iCs/>
        </w:rPr>
        <w:t xml:space="preserve"> = </w:t>
      </w:r>
      <w:r w:rsidRPr="007608F6">
        <w:rPr>
          <w:rFonts w:cs="Arial"/>
          <w:i/>
          <w:iCs/>
        </w:rPr>
        <w:t>C/Y</w:t>
      </w:r>
      <w:r>
        <w:rPr>
          <w:rFonts w:cs="Arial"/>
          <w:iCs/>
        </w:rPr>
        <w:t xml:space="preserve"> = 1</w:t>
      </w:r>
    </w:p>
    <w:p w:rsidR="008063A3" w:rsidRDefault="008063A3" w:rsidP="00650EB4">
      <w:pPr>
        <w:pStyle w:val="ISM"/>
      </w:pPr>
      <w:r>
        <w:tab/>
      </w:r>
      <w:r>
        <w:tab/>
        <w:t>Then</w:t>
      </w:r>
      <w:r>
        <w:tab/>
      </w:r>
      <w:r>
        <w:rPr>
          <w:rFonts w:ascii="Times New Roman" w:hAnsi="Times New Roman"/>
          <w:i/>
        </w:rPr>
        <w:t xml:space="preserve">f = </w:t>
      </w:r>
      <w:r w:rsidRPr="007608F6">
        <w:rPr>
          <w:rFonts w:ascii="Times New Roman" w:hAnsi="Times New Roman"/>
          <w:i/>
          <w:iCs/>
        </w:rPr>
        <w:t>j</w:t>
      </w:r>
      <w:r>
        <w:t xml:space="preserve"> = </w:t>
      </w:r>
      <w:r>
        <w:rPr>
          <w:u w:val="double"/>
        </w:rPr>
        <w:t>11.54%</w:t>
      </w:r>
    </w:p>
    <w:p w:rsidR="008063A3" w:rsidRDefault="008063A3" w:rsidP="008063A3">
      <w:pPr>
        <w:pStyle w:val="ISM"/>
      </w:pPr>
    </w:p>
    <w:p w:rsidR="008063A3" w:rsidRDefault="008063A3" w:rsidP="008063A3">
      <w:pPr>
        <w:pStyle w:val="ISM"/>
      </w:pPr>
    </w:p>
    <w:p w:rsidR="009079F3" w:rsidRDefault="009079F3" w:rsidP="008063A3">
      <w:pPr>
        <w:pStyle w:val="ISM"/>
      </w:pPr>
    </w:p>
    <w:p w:rsidR="009079F3" w:rsidRDefault="009079F3" w:rsidP="008063A3">
      <w:pPr>
        <w:pStyle w:val="ISM"/>
      </w:pPr>
    </w:p>
    <w:p w:rsidR="009079F3" w:rsidRDefault="009079F3" w:rsidP="008063A3">
      <w:pPr>
        <w:pStyle w:val="ISM"/>
      </w:pPr>
    </w:p>
    <w:p w:rsidR="009079F3" w:rsidRDefault="009079F3" w:rsidP="008063A3">
      <w:pPr>
        <w:pStyle w:val="ISM"/>
      </w:pP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AutoShape 233" o:spid="_x0000_s1086" type="#_x0000_t61" style="position:absolute;margin-left:341.9pt;margin-top:-.25pt;width:122.6pt;height:150.5pt;z-index:25168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" adj="-17530,8245" fillcolor="#cff">
            <v:fill opacity="25443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8063A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1500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327680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8.800</w:t>
                  </w:r>
                </w:p>
              </w:txbxContent>
            </v:textbox>
            <w10:wrap type="square"/>
          </v:shape>
        </w:pict>
      </w:r>
      <w:r w:rsidR="008063A3">
        <w:tab/>
        <w:t>35.</w:t>
      </w:r>
      <w:r w:rsidR="008063A3">
        <w:tab/>
        <w:t xml:space="preserve">The amount in the RRSP represents the future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  <w:t>value of the contributions.</w:t>
      </w:r>
    </w:p>
    <w:p w:rsidR="008063A3" w:rsidRDefault="008063A3" w:rsidP="008063A3">
      <w:pPr>
        <w:pStyle w:val="ISM"/>
      </w:pPr>
      <w:r>
        <w:tab/>
      </w:r>
      <w:r>
        <w:tab/>
        <w:t xml:space="preserve">Hence, </w:t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 xml:space="preserve">due) = $327,685 with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$1500 and </w:t>
      </w:r>
      <w:r>
        <w:rPr>
          <w:rFonts w:ascii="Times New Roman" w:hAnsi="Times New Roman"/>
          <w:i/>
        </w:rPr>
        <w:t>n</w:t>
      </w:r>
      <w:r>
        <w:t xml:space="preserve"> = 4(20) = 80.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  <w:t xml:space="preserve">obtain </w:t>
      </w:r>
      <w:r>
        <w:rPr>
          <w:rFonts w:ascii="Times New Roman" w:hAnsi="Times New Roman"/>
          <w:i/>
          <w:iCs/>
        </w:rPr>
        <w:t xml:space="preserve">j </w:t>
      </w:r>
      <w:r>
        <w:t xml:space="preserve">= </w:t>
      </w:r>
      <w:r>
        <w:rPr>
          <w:u w:val="double"/>
        </w:rPr>
        <w:t>8.80% compounded quarterly</w:t>
      </w:r>
      <w:r>
        <w:t>.</w:t>
      </w:r>
    </w:p>
    <w:p w:rsidR="008063A3" w:rsidRDefault="002043E3" w:rsidP="008063A3">
      <w:pPr>
        <w:pStyle w:val="ISM"/>
        <w:rPr>
          <w:spacing w:val="-2"/>
        </w:rPr>
      </w:pPr>
      <w:r>
        <w:rPr>
          <w:noProof/>
          <w:spacing w:val="-2"/>
          <w:lang w:val="en-US"/>
        </w:rPr>
        <w:pict>
          <v:shape id="AutoShape 234" o:spid="_x0000_s1087" type="#_x0000_t61" style="position:absolute;margin-left:193.55pt;margin-top:5.15pt;width:140.5pt;height:90.3pt;z-index:251687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" adj="-6857,12594" fillcolor="#cff">
            <v:fill opacity="25443f"/>
            <v:textbox inset="3.6pt,,3.6pt">
              <w:txbxContent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8.8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left="-90"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MT Symbol" w:char="F0AF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MT Symbol" w:char="F0AF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9.0947</w:t>
                  </w:r>
                </w:p>
              </w:txbxContent>
            </v:textbox>
            <w10:wrap type="square"/>
          </v:shape>
        </w:pict>
      </w:r>
    </w:p>
    <w:p w:rsidR="008063A3" w:rsidRDefault="008063A3" w:rsidP="008063A3">
      <w:pPr>
        <w:pStyle w:val="ISM"/>
        <w:rPr>
          <w:spacing w:val="-2"/>
        </w:rPr>
      </w:pPr>
    </w:p>
    <w:p w:rsidR="008063A3" w:rsidRDefault="002043E3" w:rsidP="008063A3">
      <w:pPr>
        <w:pStyle w:val="ISM"/>
        <w:rPr>
          <w:spacing w:val="-2"/>
        </w:rPr>
      </w:pPr>
      <w:r>
        <w:rPr>
          <w:noProof/>
          <w:spacing w:val="-2"/>
          <w:lang w:val="en-US"/>
        </w:rPr>
        <w:pict>
          <v:shape id="AutoShape 235" o:spid="_x0000_s1497" type="#_x0000_t88" style="position:absolute;margin-left:135.5pt;margin-top:1.1pt;width:8.6pt;height:64.5pt;z-index:251688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"/>
        </w:pict>
      </w:r>
      <w:r w:rsidR="008063A3">
        <w:rPr>
          <w:spacing w:val="-2"/>
        </w:rPr>
        <w:tab/>
      </w:r>
      <w:r w:rsidR="008063A3">
        <w:rPr>
          <w:spacing w:val="-2"/>
        </w:rPr>
        <w:tab/>
        <w:t xml:space="preserve">Then </w:t>
      </w:r>
      <w:proofErr w:type="spellStart"/>
      <w:r w:rsidR="008063A3" w:rsidRPr="004246EB">
        <w:rPr>
          <w:rFonts w:ascii="Times New Roman" w:hAnsi="Times New Roman"/>
          <w:i/>
          <w:spacing w:val="-2"/>
        </w:rPr>
        <w:t>i</w:t>
      </w:r>
      <w:proofErr w:type="spellEnd"/>
      <w:r w:rsidR="008063A3">
        <w:rPr>
          <w:spacing w:val="-2"/>
        </w:rPr>
        <w:t xml:space="preserve"> = 2.2%, and</w:t>
      </w:r>
    </w:p>
    <w:p w:rsidR="008063A3" w:rsidRDefault="008063A3" w:rsidP="008063A3">
      <w:pPr>
        <w:pStyle w:val="ISM"/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 w:rsidRPr="007E02FE">
        <w:rPr>
          <w:position w:val="-12"/>
        </w:rPr>
        <w:object w:dxaOrig="1420" w:dyaOrig="420">
          <v:shape id="_x0000_i1198" type="#_x0000_t75" style="width:71.25pt;height:21pt" o:ole="" fillcolor="window">
            <v:imagedata r:id="rId219" o:title=""/>
          </v:shape>
          <o:OLEObject Type="Embed" ProgID="Equation.2" ShapeID="_x0000_i1198" DrawAspect="Content" ObjectID="_1654987203" r:id="rId323"/>
        </w:object>
      </w:r>
      <w:r>
        <w:t xml:space="preserve"> </w:t>
      </w:r>
    </w:p>
    <w:p w:rsidR="008063A3" w:rsidRDefault="008063A3" w:rsidP="008063A3">
      <w:pPr>
        <w:pStyle w:val="ISM"/>
        <w:ind w:left="990"/>
      </w:pPr>
      <w:r>
        <w:t xml:space="preserve">= </w:t>
      </w:r>
      <w:r w:rsidRPr="004246EB">
        <w:rPr>
          <w:position w:val="-10"/>
        </w:rPr>
        <w:object w:dxaOrig="820" w:dyaOrig="360">
          <v:shape id="_x0000_i1199" type="#_x0000_t75" style="width:41.25pt;height:18.75pt" o:ole="" fillcolor="window">
            <v:imagedata r:id="rId324" o:title=""/>
          </v:shape>
          <o:OLEObject Type="Embed" ProgID="Equation.3" ShapeID="_x0000_i1199" DrawAspect="Content" ObjectID="_1654987204" r:id="rId325"/>
        </w:object>
      </w:r>
      <w:r>
        <w:t xml:space="preserve">– 1 </w:t>
      </w:r>
    </w:p>
    <w:p w:rsidR="008063A3" w:rsidRDefault="008063A3" w:rsidP="008063A3">
      <w:pPr>
        <w:pStyle w:val="ISM"/>
        <w:spacing w:after="180"/>
        <w:ind w:left="990"/>
        <w:rPr>
          <w:u w:val="double"/>
        </w:rPr>
      </w:pPr>
      <w:r>
        <w:t xml:space="preserve">= </w:t>
      </w:r>
      <w:r>
        <w:rPr>
          <w:u w:val="double"/>
        </w:rPr>
        <w:t>9.09%</w:t>
      </w:r>
    </w:p>
    <w:p w:rsidR="009079F3" w:rsidRDefault="009079F3">
      <w:r>
        <w:br w:type="page"/>
      </w:r>
    </w:p>
    <w:p w:rsidR="008063A3" w:rsidRDefault="002043E3" w:rsidP="008063A3">
      <w:pPr>
        <w:pStyle w:val="ISM"/>
      </w:pPr>
      <w:r>
        <w:rPr>
          <w:noProof/>
          <w:lang w:val="en-US"/>
        </w:rPr>
        <w:lastRenderedPageBreak/>
        <w:pict>
          <v:shape id="AutoShape 236" o:spid="_x0000_s1088" type="#_x0000_t61" style="position:absolute;margin-left:320.4pt;margin-top:3.75pt;width:131.2pt;height:151.65pt;z-index:251689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" adj="-11928,13553" fillcolor="#cff">
            <v:fill opacity="25443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1195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110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24.793</w:t>
                  </w:r>
                </w:p>
              </w:txbxContent>
            </v:textbox>
            <w10:wrap type="square"/>
          </v:shape>
        </w:pict>
      </w:r>
      <w:r w:rsidR="008063A3">
        <w:tab/>
        <w:t>37.</w:t>
      </w:r>
      <w:r w:rsidR="008063A3">
        <w:tab/>
        <w:t xml:space="preserve">The purchase price is the present value </w:t>
      </w:r>
    </w:p>
    <w:p w:rsidR="008063A3" w:rsidRDefault="008063A3" w:rsidP="008063A3">
      <w:pPr>
        <w:pStyle w:val="ISM"/>
      </w:pPr>
      <w:r>
        <w:tab/>
      </w:r>
      <w:r>
        <w:tab/>
        <w:t>of the payments.</w:t>
      </w:r>
      <w:r w:rsidRPr="005A03B0">
        <w:t xml:space="preserve"> </w:t>
      </w:r>
      <w:r>
        <w:t>That is,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due) = $1195, </w:t>
      </w:r>
      <w:r>
        <w:rPr>
          <w:rFonts w:ascii="Times New Roman" w:hAnsi="Times New Roman"/>
          <w:i/>
        </w:rPr>
        <w:t>PMT</w:t>
      </w:r>
      <w:r>
        <w:t xml:space="preserve"> = $110/month,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  <w:t>and</w:t>
      </w:r>
      <w:r>
        <w:rPr>
          <w:rFonts w:ascii="Times New Roman" w:hAnsi="Times New Roman"/>
          <w:i/>
        </w:rPr>
        <w:t xml:space="preserve"> n</w:t>
      </w:r>
      <w:r>
        <w:t xml:space="preserve"> = 12.</w:t>
      </w:r>
      <w:r w:rsidRPr="005A03B0">
        <w:t xml:space="preserve"> </w:t>
      </w:r>
    </w:p>
    <w:p w:rsidR="008063A3" w:rsidRDefault="008063A3" w:rsidP="008063A3">
      <w:pPr>
        <w:pStyle w:val="ISM"/>
      </w:pPr>
      <w:r>
        <w:tab/>
      </w:r>
      <w:r>
        <w:tab/>
        <w:t>To directly obtain the effective rate</w:t>
      </w:r>
    </w:p>
    <w:p w:rsidR="008063A3" w:rsidRDefault="008063A3" w:rsidP="008063A3">
      <w:pPr>
        <w:pStyle w:val="ISM"/>
      </w:pPr>
      <w:r>
        <w:tab/>
      </w:r>
      <w:r>
        <w:tab/>
        <w:t>of interest,</w:t>
      </w:r>
      <w:r w:rsidRPr="005A03B0">
        <w:rPr>
          <w:rFonts w:cs="Arial"/>
          <w:iCs/>
        </w:rPr>
        <w:t xml:space="preserve"> </w:t>
      </w:r>
      <w:r>
        <w:rPr>
          <w:rFonts w:cs="Arial"/>
          <w:iCs/>
        </w:rPr>
        <w:t xml:space="preserve">calculate </w:t>
      </w:r>
      <w:r w:rsidRPr="007608F6">
        <w:rPr>
          <w:rFonts w:ascii="Times New Roman" w:hAnsi="Times New Roman"/>
          <w:i/>
          <w:iCs/>
        </w:rPr>
        <w:t>j</w:t>
      </w:r>
      <w:r>
        <w:rPr>
          <w:rFonts w:cs="Arial"/>
          <w:iCs/>
        </w:rPr>
        <w:t xml:space="preserve"> with </w:t>
      </w:r>
      <w:r w:rsidRPr="007608F6">
        <w:rPr>
          <w:rFonts w:ascii="Times New Roman" w:hAnsi="Times New Roman"/>
          <w:i/>
          <w:iCs/>
        </w:rPr>
        <w:t>m</w:t>
      </w:r>
      <w:r>
        <w:rPr>
          <w:rFonts w:cs="Arial"/>
          <w:iCs/>
        </w:rPr>
        <w:t xml:space="preserve"> = </w:t>
      </w:r>
      <w:r w:rsidRPr="007608F6">
        <w:rPr>
          <w:rFonts w:cs="Arial"/>
          <w:i/>
          <w:iCs/>
        </w:rPr>
        <w:t>C/Y</w:t>
      </w:r>
      <w:r>
        <w:rPr>
          <w:rFonts w:cs="Arial"/>
          <w:iCs/>
        </w:rPr>
        <w:t xml:space="preserve"> = 1</w:t>
      </w:r>
    </w:p>
    <w:p w:rsidR="008063A3" w:rsidRPr="007608F6" w:rsidRDefault="008063A3" w:rsidP="008063A3">
      <w:pPr>
        <w:pStyle w:val="ISM"/>
        <w:rPr>
          <w:rFonts w:cs="Arial"/>
        </w:rPr>
      </w:pPr>
      <w:r>
        <w:tab/>
      </w:r>
      <w:r>
        <w:tab/>
      </w:r>
    </w:p>
    <w:p w:rsidR="008063A3" w:rsidRDefault="008063A3" w:rsidP="008063A3">
      <w:pPr>
        <w:pStyle w:val="ISM"/>
        <w:spacing w:after="120"/>
      </w:pPr>
      <w:r>
        <w:tab/>
      </w:r>
      <w:r>
        <w:tab/>
        <w:t>Then</w:t>
      </w:r>
      <w:r>
        <w:tab/>
      </w:r>
      <w:r>
        <w:rPr>
          <w:rFonts w:ascii="Times New Roman" w:hAnsi="Times New Roman"/>
          <w:i/>
        </w:rPr>
        <w:t xml:space="preserve">f = </w:t>
      </w:r>
      <w:r w:rsidRPr="007608F6">
        <w:rPr>
          <w:rFonts w:ascii="Times New Roman" w:hAnsi="Times New Roman"/>
          <w:i/>
          <w:iCs/>
        </w:rPr>
        <w:t>j</w:t>
      </w:r>
      <w:r>
        <w:t xml:space="preserve"> = </w:t>
      </w:r>
      <w:r>
        <w:rPr>
          <w:u w:val="double"/>
        </w:rPr>
        <w:t>24.79%</w:t>
      </w:r>
    </w:p>
    <w:p w:rsidR="008063A3" w:rsidRDefault="008063A3" w:rsidP="008063A3">
      <w:pPr>
        <w:pStyle w:val="ISM"/>
      </w:pPr>
    </w:p>
    <w:p w:rsidR="008063A3" w:rsidRDefault="008063A3" w:rsidP="008063A3">
      <w:pPr>
        <w:pStyle w:val="ISM"/>
      </w:pPr>
    </w:p>
    <w:p w:rsidR="008063A3" w:rsidRDefault="008063A3" w:rsidP="008063A3">
      <w:pPr>
        <w:pStyle w:val="ISM"/>
      </w:pPr>
    </w:p>
    <w:p w:rsidR="008063A3" w:rsidRDefault="008063A3" w:rsidP="008063A3">
      <w:pPr>
        <w:pStyle w:val="ISM"/>
      </w:pPr>
    </w:p>
    <w:p w:rsidR="009079F3" w:rsidRDefault="009079F3" w:rsidP="008063A3">
      <w:pPr>
        <w:pStyle w:val="ISM"/>
      </w:pPr>
    </w:p>
    <w:p w:rsidR="009079F3" w:rsidRDefault="009079F3" w:rsidP="008063A3">
      <w:pPr>
        <w:pStyle w:val="ISM"/>
      </w:pPr>
    </w:p>
    <w:p w:rsidR="008063A3" w:rsidRDefault="002043E3" w:rsidP="008063A3">
      <w:pPr>
        <w:pStyle w:val="ISMab"/>
      </w:pPr>
      <w:r>
        <w:rPr>
          <w:noProof/>
          <w:lang w:val="en-US"/>
        </w:rPr>
        <w:pict>
          <v:shape id="AutoShape 237" o:spid="_x0000_s1089" type="#_x0000_t61" style="position:absolute;margin-left:339.75pt;margin-top:6.2pt;width:120.45pt;height:153.1pt;z-index:251690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" adj="-3058,14285" fillcolor="#cff">
            <v:fill opacity="25443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15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25000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 xml:space="preserve">PV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585.116</w:t>
                  </w:r>
                </w:p>
              </w:txbxContent>
            </v:textbox>
            <w10:wrap type="square"/>
          </v:shape>
        </w:pict>
      </w:r>
      <w:r w:rsidR="008063A3">
        <w:tab/>
        <w:t>39.</w:t>
      </w:r>
      <w:r w:rsidR="008063A3">
        <w:tab/>
        <w:t xml:space="preserve">The present value of the lease payments discounted at </w:t>
      </w:r>
    </w:p>
    <w:p w:rsidR="008063A3" w:rsidRDefault="008063A3" w:rsidP="008063A3">
      <w:pPr>
        <w:pStyle w:val="ISMab"/>
      </w:pPr>
      <w:r>
        <w:tab/>
      </w:r>
      <w:r>
        <w:tab/>
        <w:t xml:space="preserve">the required rate of return must equal the capital cost </w:t>
      </w:r>
    </w:p>
    <w:p w:rsidR="008063A3" w:rsidRDefault="008063A3" w:rsidP="008063A3">
      <w:pPr>
        <w:pStyle w:val="ISMab"/>
      </w:pPr>
      <w:r>
        <w:tab/>
      </w:r>
      <w:r>
        <w:tab/>
        <w:t>of the equipment.</w:t>
      </w:r>
    </w:p>
    <w:p w:rsidR="008063A3" w:rsidRDefault="008063A3" w:rsidP="008063A3">
      <w:pPr>
        <w:pStyle w:val="ISMab"/>
      </w:pPr>
      <w:r>
        <w:tab/>
      </w:r>
      <w:r>
        <w:tab/>
      </w:r>
      <w:r>
        <w:rPr>
          <w:i/>
        </w:rPr>
        <w:t>a</w:t>
      </w:r>
      <w:r>
        <w:t>.</w:t>
      </w:r>
      <w:r>
        <w:tab/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due) = $25,000, </w:t>
      </w:r>
      <w:r>
        <w:rPr>
          <w:rFonts w:ascii="Times New Roman" w:hAnsi="Times New Roman"/>
          <w:i/>
        </w:rPr>
        <w:t>n</w:t>
      </w:r>
      <w:r>
        <w:t xml:space="preserve"> = 12(5) = 60,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4"/>
        </w:rPr>
        <w:object w:dxaOrig="420" w:dyaOrig="400">
          <v:shape id="_x0000_i1200" type="#_x0000_t75" style="width:21pt;height:21pt" o:ole="" fillcolor="window">
            <v:imagedata r:id="rId326" o:title=""/>
          </v:shape>
          <o:OLEObject Type="Embed" ProgID="Equation.3" ShapeID="_x0000_i1200" DrawAspect="Content" ObjectID="_1654987205" r:id="rId327"/>
        </w:object>
      </w:r>
      <w:r>
        <w:t xml:space="preserve"> = 3.75%,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7E02FE">
        <w:rPr>
          <w:position w:val="-16"/>
        </w:rPr>
        <w:object w:dxaOrig="300" w:dyaOrig="420">
          <v:shape id="_x0000_i1201" type="#_x0000_t75" style="width:15pt;height:21pt" o:ole="" fillcolor="window">
            <v:imagedata r:id="rId328" o:title=""/>
          </v:shape>
          <o:OLEObject Type="Embed" ProgID="Equation.3" ShapeID="_x0000_i1201" DrawAspect="Content" ObjectID="_1654987206" r:id="rId329"/>
        </w:object>
      </w:r>
      <w:r>
        <w:t xml:space="preserve"> = </w:t>
      </w:r>
      <w:r w:rsidRPr="007E02FE">
        <w:rPr>
          <w:position w:val="-6"/>
        </w:rPr>
        <w:object w:dxaOrig="400" w:dyaOrig="320">
          <v:shape id="_x0000_i1202" type="#_x0000_t75" style="width:21pt;height:15.75pt" o:ole="" fillcolor="window">
            <v:imagedata r:id="rId330" o:title=""/>
          </v:shape>
          <o:OLEObject Type="Embed" ProgID="Equation.3" ShapeID="_x0000_i1202" DrawAspect="Content" ObjectID="_1654987207" r:id="rId331"/>
        </w:object>
      </w:r>
    </w:p>
    <w:p w:rsidR="008063A3" w:rsidRDefault="002043E3" w:rsidP="008063A3">
      <w:pPr>
        <w:pStyle w:val="ISMab"/>
      </w:pPr>
      <w:r>
        <w:rPr>
          <w:noProof/>
          <w:lang w:val="en-US"/>
        </w:rPr>
        <w:pict>
          <v:shape id="AutoShape 238" o:spid="_x0000_s1489" type="#_x0000_t88" style="position:absolute;margin-left:309.65pt;margin-top:5.5pt;width:10.75pt;height:58.05pt;z-index:251691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"/>
        </w:pict>
      </w:r>
      <w:r w:rsidR="008063A3">
        <w:tab/>
      </w:r>
      <w:r w:rsidR="008063A3">
        <w:tab/>
      </w:r>
      <w:r w:rsidR="008063A3">
        <w:tab/>
      </w:r>
      <w:r w:rsidR="008063A3" w:rsidRPr="007E02FE">
        <w:rPr>
          <w:spacing w:val="-2"/>
          <w:position w:val="-10"/>
        </w:rPr>
        <w:object w:dxaOrig="1420" w:dyaOrig="380">
          <v:shape id="_x0000_i1203" type="#_x0000_t75" style="width:71.25pt;height:18.75pt" o:ole="" fillcolor="window">
            <v:imagedata r:id="rId256" o:title=""/>
          </v:shape>
          <o:OLEObject Type="Embed" ProgID="Equation.3" ShapeID="_x0000_i1203" DrawAspect="Content" ObjectID="_1654987208" r:id="rId332"/>
        </w:object>
      </w:r>
      <w:r w:rsidR="008063A3">
        <w:rPr>
          <w:spacing w:val="-2"/>
        </w:rPr>
        <w:t xml:space="preserve"> </w:t>
      </w:r>
      <w:r w:rsidR="008063A3">
        <w:t xml:space="preserve">= </w:t>
      </w:r>
      <w:r w:rsidR="008063A3" w:rsidRPr="007E02FE">
        <w:rPr>
          <w:position w:val="-10"/>
        </w:rPr>
        <w:object w:dxaOrig="1100" w:dyaOrig="400">
          <v:shape id="_x0000_i1204" type="#_x0000_t75" style="width:54.75pt;height:21pt" o:ole="" fillcolor="window">
            <v:imagedata r:id="rId333" o:title=""/>
          </v:shape>
          <o:OLEObject Type="Embed" ProgID="Equation.3" ShapeID="_x0000_i1204" DrawAspect="Content" ObjectID="_1654987209" r:id="rId334"/>
        </w:object>
      </w:r>
      <w:r w:rsidR="008063A3">
        <w:t>– 1 = 0.012346926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 xml:space="preserve">$25,000 = </w:t>
      </w:r>
      <w:r>
        <w:rPr>
          <w:rFonts w:ascii="Times New Roman" w:hAnsi="Times New Roman"/>
          <w:i/>
        </w:rPr>
        <w:t xml:space="preserve">PMT </w:t>
      </w:r>
      <w:r w:rsidRPr="007E02FE">
        <w:rPr>
          <w:position w:val="-32"/>
        </w:rPr>
        <w:object w:dxaOrig="2200" w:dyaOrig="740">
          <v:shape id="_x0000_i1205" type="#_x0000_t75" style="width:109.5pt;height:36.75pt" o:ole="" fillcolor="window">
            <v:imagedata r:id="rId335" o:title=""/>
          </v:shape>
          <o:OLEObject Type="Embed" ProgID="Equation.3" ShapeID="_x0000_i1205" DrawAspect="Content" ObjectID="_1654987210" r:id="rId336"/>
        </w:object>
      </w:r>
      <w:r>
        <w:t>(1.012346926)</w:t>
      </w:r>
    </w:p>
    <w:p w:rsidR="008063A3" w:rsidRDefault="008063A3" w:rsidP="008063A3">
      <w:pPr>
        <w:pStyle w:val="ISMab"/>
        <w:ind w:left="1260"/>
        <w:rPr>
          <w:u w:val="double"/>
        </w:rPr>
      </w:pP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$585.12</w:t>
      </w:r>
    </w:p>
    <w:p w:rsidR="008063A3" w:rsidRDefault="008063A3" w:rsidP="008063A3">
      <w:pPr>
        <w:pStyle w:val="ISMab"/>
        <w:spacing w:after="120"/>
      </w:pPr>
      <w:r>
        <w:tab/>
      </w:r>
      <w:r>
        <w:tab/>
      </w:r>
      <w:r>
        <w:tab/>
        <w:t>The monthly lease payment is $585.12.</w:t>
      </w:r>
    </w:p>
    <w:p w:rsidR="008063A3" w:rsidRDefault="008063A3" w:rsidP="008063A3">
      <w:pPr>
        <w:pStyle w:val="ISMab"/>
      </w:pPr>
    </w:p>
    <w:p w:rsidR="008063A3" w:rsidRDefault="008063A3" w:rsidP="008063A3">
      <w:pPr>
        <w:pStyle w:val="ISMab"/>
      </w:pPr>
    </w:p>
    <w:p w:rsidR="008063A3" w:rsidRDefault="002043E3" w:rsidP="008063A3">
      <w:pPr>
        <w:pStyle w:val="ISMab"/>
      </w:pPr>
      <w:r>
        <w:rPr>
          <w:noProof/>
          <w:lang w:val="en-US"/>
        </w:rPr>
        <w:pict>
          <v:shape id="AutoShape 239" o:spid="_x0000_s1090" type="#_x0000_t61" style="position:absolute;margin-left:359.1pt;margin-top:20.7pt;width:114pt;height:120.6pt;z-index:251692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" adj="-4964,6340" fillcolor="#cff">
            <v:fill opacity="26214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PV, FV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3405.377</w:t>
                  </w:r>
                </w:p>
              </w:txbxContent>
            </v:textbox>
            <w10:wrap type="square"/>
          </v:shape>
        </w:pict>
      </w:r>
      <w:r w:rsidR="008063A3">
        <w:tab/>
      </w:r>
      <w:r w:rsidR="008063A3">
        <w:tab/>
      </w:r>
      <w:r w:rsidR="008063A3">
        <w:rPr>
          <w:i/>
        </w:rPr>
        <w:t>b.</w:t>
      </w:r>
      <w:r w:rsidR="008063A3">
        <w:tab/>
      </w:r>
      <w:proofErr w:type="gramStart"/>
      <w:r w:rsidR="008063A3">
        <w:rPr>
          <w:rFonts w:ascii="Times New Roman" w:hAnsi="Times New Roman"/>
          <w:i/>
        </w:rPr>
        <w:t>PV</w:t>
      </w:r>
      <w:r w:rsidR="008063A3">
        <w:t>(</w:t>
      </w:r>
      <w:proofErr w:type="gramEnd"/>
      <w:r w:rsidR="008063A3">
        <w:t xml:space="preserve">due) = $25,000, </w:t>
      </w:r>
      <w:r w:rsidR="008063A3">
        <w:rPr>
          <w:rFonts w:ascii="Times New Roman" w:hAnsi="Times New Roman"/>
          <w:i/>
        </w:rPr>
        <w:t>n</w:t>
      </w:r>
      <w:r w:rsidR="008063A3">
        <w:t xml:space="preserve"> = 2(5) = 10, </w:t>
      </w:r>
      <w:proofErr w:type="spellStart"/>
      <w:r w:rsidR="008063A3">
        <w:rPr>
          <w:rFonts w:ascii="Times New Roman" w:hAnsi="Times New Roman"/>
          <w:i/>
        </w:rPr>
        <w:t>i</w:t>
      </w:r>
      <w:proofErr w:type="spellEnd"/>
      <w:r w:rsidR="008063A3">
        <w:t xml:space="preserve"> = 3.75%, </w:t>
      </w:r>
      <w:r w:rsidR="008063A3">
        <w:rPr>
          <w:rFonts w:ascii="Times New Roman" w:hAnsi="Times New Roman"/>
          <w:i/>
        </w:rPr>
        <w:t>c</w:t>
      </w:r>
      <w:r w:rsidR="008063A3">
        <w:t xml:space="preserve"> = </w:t>
      </w:r>
      <w:r w:rsidR="008063A3" w:rsidRPr="007E02FE">
        <w:rPr>
          <w:position w:val="-16"/>
        </w:rPr>
        <w:object w:dxaOrig="220" w:dyaOrig="420">
          <v:shape id="_x0000_i1206" type="#_x0000_t75" style="width:9.75pt;height:21pt" o:ole="" fillcolor="window">
            <v:imagedata r:id="rId337" o:title=""/>
          </v:shape>
          <o:OLEObject Type="Embed" ProgID="Equation.3" ShapeID="_x0000_i1206" DrawAspect="Content" ObjectID="_1654987211" r:id="rId338"/>
        </w:object>
      </w:r>
      <w:r w:rsidR="008063A3">
        <w:t xml:space="preserve"> = 2</w:t>
      </w:r>
    </w:p>
    <w:p w:rsidR="008063A3" w:rsidRDefault="002043E3" w:rsidP="008063A3">
      <w:pPr>
        <w:pStyle w:val="ISMab"/>
      </w:pPr>
      <w:r>
        <w:rPr>
          <w:noProof/>
          <w:lang w:val="en-US"/>
        </w:rPr>
        <w:pict>
          <v:shape id="AutoShape 240" o:spid="_x0000_s1484" type="#_x0000_t88" style="position:absolute;margin-left:292.45pt;margin-top:6.3pt;width:8.6pt;height:55.9pt;z-index:251693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"/>
        </w:pict>
      </w:r>
      <w:r w:rsidR="008063A3">
        <w:tab/>
      </w:r>
      <w:r w:rsidR="008063A3">
        <w:tab/>
      </w:r>
      <w:r w:rsidR="008063A3">
        <w:tab/>
      </w:r>
      <w:r w:rsidR="008063A3" w:rsidRPr="007E02FE">
        <w:rPr>
          <w:spacing w:val="-2"/>
          <w:position w:val="-10"/>
        </w:rPr>
        <w:object w:dxaOrig="1420" w:dyaOrig="380">
          <v:shape id="_x0000_i1207" type="#_x0000_t75" style="width:71.25pt;height:18.75pt" o:ole="" fillcolor="window">
            <v:imagedata r:id="rId256" o:title=""/>
          </v:shape>
          <o:OLEObject Type="Embed" ProgID="Equation.3" ShapeID="_x0000_i1207" DrawAspect="Content" ObjectID="_1654987212" r:id="rId339"/>
        </w:object>
      </w:r>
      <w:r w:rsidR="008063A3">
        <w:rPr>
          <w:spacing w:val="-2"/>
        </w:rPr>
        <w:t xml:space="preserve"> </w:t>
      </w:r>
      <w:r w:rsidR="008063A3">
        <w:t xml:space="preserve">= </w:t>
      </w:r>
      <w:r w:rsidR="008063A3" w:rsidRPr="007E02FE">
        <w:rPr>
          <w:position w:val="-10"/>
        </w:rPr>
        <w:object w:dxaOrig="960" w:dyaOrig="380">
          <v:shape id="_x0000_i1208" type="#_x0000_t75" style="width:48.75pt;height:18.75pt" o:ole="" fillcolor="window">
            <v:imagedata r:id="rId340" o:title=""/>
          </v:shape>
          <o:OLEObject Type="Embed" ProgID="Equation.3" ShapeID="_x0000_i1208" DrawAspect="Content" ObjectID="_1654987213" r:id="rId341"/>
        </w:object>
      </w:r>
      <w:r w:rsidR="008063A3">
        <w:t>– 1 = 0.07640625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 xml:space="preserve">$25,000 = </w:t>
      </w:r>
      <w:r>
        <w:rPr>
          <w:rFonts w:ascii="Times New Roman" w:hAnsi="Times New Roman"/>
          <w:i/>
        </w:rPr>
        <w:t xml:space="preserve">PMT </w:t>
      </w:r>
      <w:r w:rsidRPr="007E02FE">
        <w:rPr>
          <w:position w:val="-32"/>
        </w:rPr>
        <w:object w:dxaOrig="2079" w:dyaOrig="740">
          <v:shape id="_x0000_i1209" type="#_x0000_t75" style="width:102.75pt;height:36.75pt" o:ole="" fillcolor="window">
            <v:imagedata r:id="rId342" o:title=""/>
          </v:shape>
          <o:OLEObject Type="Embed" ProgID="Equation.3" ShapeID="_x0000_i1209" DrawAspect="Content" ObjectID="_1654987214" r:id="rId343"/>
        </w:object>
      </w:r>
      <w:r>
        <w:t>(1.07640625)</w:t>
      </w:r>
    </w:p>
    <w:p w:rsidR="008063A3" w:rsidRDefault="008063A3" w:rsidP="008063A3">
      <w:pPr>
        <w:pStyle w:val="ISMab"/>
        <w:ind w:left="1260"/>
        <w:rPr>
          <w:u w:val="double"/>
        </w:rPr>
      </w:pP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$3405.38</w:t>
      </w:r>
    </w:p>
    <w:p w:rsidR="008063A3" w:rsidRDefault="008063A3" w:rsidP="008063A3">
      <w:pPr>
        <w:pStyle w:val="ISMab"/>
        <w:spacing w:after="180"/>
      </w:pPr>
      <w:r>
        <w:tab/>
      </w:r>
      <w:r>
        <w:tab/>
      </w:r>
      <w:r>
        <w:tab/>
        <w:t xml:space="preserve">The </w:t>
      </w:r>
      <w:proofErr w:type="spellStart"/>
      <w:r>
        <w:t>semiannual</w:t>
      </w:r>
      <w:proofErr w:type="spellEnd"/>
      <w:r>
        <w:t xml:space="preserve"> lease payment is $3405.38.</w:t>
      </w:r>
    </w:p>
    <w:p w:rsidR="008063A3" w:rsidRDefault="008063A3" w:rsidP="008063A3">
      <w:pPr>
        <w:pStyle w:val="ISM"/>
      </w:pPr>
    </w:p>
    <w:p w:rsidR="002348AE" w:rsidRDefault="002348AE"/>
    <w:p w:rsidR="009079F3" w:rsidRDefault="009079F3"/>
    <w:p w:rsidR="009079F3" w:rsidRDefault="009079F3"/>
    <w:p w:rsidR="008063A3" w:rsidRDefault="002043E3" w:rsidP="008063A3">
      <w:pPr>
        <w:pStyle w:val="ISM"/>
      </w:pPr>
      <w:r>
        <w:rPr>
          <w:noProof/>
          <w:lang w:val="en-US"/>
        </w:rPr>
        <w:pict>
          <v:shape id="AutoShape 241" o:spid="_x0000_s1091" type="#_x0000_t61" style="position:absolute;margin-left:340.05pt;margin-top:-7.55pt;width:116.15pt;height:151.85pt;z-index:251694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" adj="-6871,12183" fillcolor="#cff">
            <v:fill opacity="26214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6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1900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485.58</w:t>
                  </w:r>
                </w:p>
              </w:txbxContent>
            </v:textbox>
            <w10:wrap type="square"/>
          </v:shape>
        </w:pict>
      </w:r>
      <w:r w:rsidR="008063A3">
        <w:t>41.</w:t>
      </w:r>
      <w:r w:rsidR="008063A3">
        <w:tab/>
        <w:t>Present value of installment payments = $1900.</w:t>
      </w:r>
    </w:p>
    <w:p w:rsidR="008063A3" w:rsidRDefault="008063A3" w:rsidP="008063A3">
      <w:pPr>
        <w:pStyle w:val="ISM"/>
      </w:pPr>
      <w:r>
        <w:tab/>
      </w:r>
      <w:r>
        <w:tab/>
        <w:t>For payments at the beginning of each quarter,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due) = $1900, </w:t>
      </w:r>
      <w:r>
        <w:rPr>
          <w:rFonts w:ascii="Times New Roman" w:hAnsi="Times New Roman"/>
          <w:i/>
        </w:rPr>
        <w:t>n</w:t>
      </w:r>
      <w:r>
        <w:t xml:space="preserve"> = 4,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4D6F47" w:rsidRPr="004D6F47">
        <w:rPr>
          <w:position w:val="-12"/>
        </w:rPr>
        <w:object w:dxaOrig="300" w:dyaOrig="360">
          <v:shape id="_x0000_i1210" type="#_x0000_t75" style="width:15pt;height:18.75pt" o:ole="" fillcolor="window">
            <v:imagedata r:id="rId344" o:title=""/>
          </v:shape>
          <o:OLEObject Type="Embed" ProgID="Equation.3" ShapeID="_x0000_i1210" DrawAspect="Content" ObjectID="_1654987215" r:id="rId345"/>
        </w:object>
      </w:r>
      <w:r>
        <w:t xml:space="preserve"> = </w:t>
      </w:r>
      <w:r w:rsidR="004D6F47">
        <w:t>3.0</w:t>
      </w:r>
      <w:r>
        <w:t xml:space="preserve">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7E02FE">
        <w:rPr>
          <w:position w:val="-16"/>
        </w:rPr>
        <w:object w:dxaOrig="220" w:dyaOrig="420">
          <v:shape id="_x0000_i1211" type="#_x0000_t75" style="width:9.75pt;height:21pt" o:ole="" fillcolor="window">
            <v:imagedata r:id="rId346" o:title=""/>
          </v:shape>
          <o:OLEObject Type="Embed" ProgID="Equation.3" ShapeID="_x0000_i1211" DrawAspect="Content" ObjectID="_1654987216" r:id="rId347"/>
        </w:object>
      </w:r>
      <w:r>
        <w:t xml:space="preserve"> = 0.5,</w:t>
      </w: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AutoShape 242" o:spid="_x0000_s1474" type="#_x0000_t88" style="position:absolute;margin-left:292.45pt;margin-top:1.9pt;width:10.75pt;height:66.65pt;z-index:251695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"/>
        </w:pict>
      </w:r>
      <w:r w:rsidR="008063A3">
        <w:tab/>
      </w:r>
      <w:r w:rsidR="008063A3">
        <w:tab/>
      </w:r>
      <w:r w:rsidR="008063A3">
        <w:tab/>
      </w:r>
      <w:r w:rsidR="008063A3" w:rsidRPr="007E02FE">
        <w:rPr>
          <w:spacing w:val="-2"/>
          <w:position w:val="-10"/>
        </w:rPr>
        <w:object w:dxaOrig="1420" w:dyaOrig="380">
          <v:shape id="_x0000_i1212" type="#_x0000_t75" style="width:71.25pt;height:18.75pt" o:ole="" fillcolor="window">
            <v:imagedata r:id="rId256" o:title=""/>
          </v:shape>
          <o:OLEObject Type="Embed" ProgID="Equation.3" ShapeID="_x0000_i1212" DrawAspect="Content" ObjectID="_1654987217" r:id="rId348"/>
        </w:object>
      </w:r>
      <w:r w:rsidR="008063A3">
        <w:rPr>
          <w:spacing w:val="-2"/>
        </w:rPr>
        <w:t xml:space="preserve"> </w:t>
      </w:r>
      <w:r w:rsidR="008063A3">
        <w:t xml:space="preserve">= </w:t>
      </w:r>
      <w:r w:rsidR="004D6F47" w:rsidRPr="007E02FE">
        <w:rPr>
          <w:position w:val="-10"/>
        </w:rPr>
        <w:object w:dxaOrig="780" w:dyaOrig="380">
          <v:shape id="_x0000_i1213" type="#_x0000_t75" style="width:37.5pt;height:18.75pt" o:ole="" fillcolor="window">
            <v:imagedata r:id="rId349" o:title=""/>
          </v:shape>
          <o:OLEObject Type="Embed" ProgID="Equation.3" ShapeID="_x0000_i1213" DrawAspect="Content" ObjectID="_1654987218" r:id="rId350"/>
        </w:object>
      </w:r>
      <w:r w:rsidR="008063A3">
        <w:t>– 1 = 0.</w:t>
      </w:r>
      <w:r w:rsidR="004D6F47">
        <w:t>014889157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  <w:t xml:space="preserve">$1900 = </w:t>
      </w:r>
      <w:r>
        <w:rPr>
          <w:rFonts w:ascii="Times New Roman" w:hAnsi="Times New Roman"/>
          <w:i/>
        </w:rPr>
        <w:t xml:space="preserve">PMT </w:t>
      </w:r>
      <w:r w:rsidR="004D6F47" w:rsidRPr="004D6F47">
        <w:rPr>
          <w:position w:val="-32"/>
        </w:rPr>
        <w:object w:dxaOrig="2060" w:dyaOrig="760">
          <v:shape id="_x0000_i1214" type="#_x0000_t75" style="width:102.75pt;height:37.5pt" o:ole="" fillcolor="window">
            <v:imagedata r:id="rId351" o:title=""/>
          </v:shape>
          <o:OLEObject Type="Embed" ProgID="Equation.3" ShapeID="_x0000_i1214" DrawAspect="Content" ObjectID="_1654987219" r:id="rId352"/>
        </w:object>
      </w:r>
      <w:r>
        <w:t>(1.0</w:t>
      </w:r>
      <w:r w:rsidR="004D6F47">
        <w:t>14889157</w:t>
      </w:r>
      <w:r>
        <w:t>)</w:t>
      </w:r>
    </w:p>
    <w:p w:rsidR="008063A3" w:rsidRDefault="008063A3" w:rsidP="008063A3">
      <w:pPr>
        <w:pStyle w:val="ISM"/>
        <w:ind w:left="900"/>
        <w:rPr>
          <w:u w:val="double"/>
        </w:rPr>
      </w:pP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4D6F47">
        <w:rPr>
          <w:u w:val="double"/>
        </w:rPr>
        <w:t>485.58</w:t>
      </w:r>
    </w:p>
    <w:p w:rsidR="008063A3" w:rsidRDefault="008063A3" w:rsidP="008063A3">
      <w:pPr>
        <w:pStyle w:val="ISM"/>
      </w:pPr>
    </w:p>
    <w:p w:rsidR="008063A3" w:rsidRDefault="008063A3" w:rsidP="008063A3">
      <w:pPr>
        <w:pStyle w:val="ISM"/>
      </w:pPr>
    </w:p>
    <w:p w:rsidR="008063A3" w:rsidRDefault="008063A3" w:rsidP="008063A3">
      <w:pPr>
        <w:pStyle w:val="ISM"/>
      </w:pPr>
      <w:r>
        <w:lastRenderedPageBreak/>
        <w:tab/>
      </w:r>
      <w:r>
        <w:tab/>
        <w:t>For payments at the beginning of each month,</w:t>
      </w: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AutoShape 243" o:spid="_x0000_s1092" type="#_x0000_t61" style="position:absolute;margin-left:350.75pt;margin-top:21.5pt;width:120.45pt;height:105.35pt;z-index:251696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" adj="-4932,7658" fillcolor="#cff">
            <v:fill opacity="26214f"/>
            <v:textbox inset="3.6pt,,3.6pt">
              <w:txbxContent>
                <w:p w:rsidR="00466CD8" w:rsidRDefault="00466CD8" w:rsidP="008063A3">
                  <w:pPr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PV, FV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162.66</w:t>
                  </w:r>
                </w:p>
              </w:txbxContent>
            </v:textbox>
            <w10:wrap type="square"/>
          </v:shape>
        </w:pict>
      </w:r>
      <w:r w:rsidR="008063A3">
        <w:tab/>
      </w:r>
      <w:r w:rsidR="008063A3">
        <w:tab/>
      </w:r>
      <w:r w:rsidR="008063A3">
        <w:tab/>
      </w:r>
      <w:proofErr w:type="gramStart"/>
      <w:r w:rsidR="008063A3">
        <w:rPr>
          <w:rFonts w:ascii="Times New Roman" w:hAnsi="Times New Roman"/>
          <w:i/>
        </w:rPr>
        <w:t>PV</w:t>
      </w:r>
      <w:r w:rsidR="008063A3">
        <w:t>(</w:t>
      </w:r>
      <w:proofErr w:type="gramEnd"/>
      <w:r w:rsidR="008063A3">
        <w:t xml:space="preserve">due) = $1900, </w:t>
      </w:r>
      <w:r w:rsidR="008063A3">
        <w:rPr>
          <w:rFonts w:ascii="Times New Roman" w:hAnsi="Times New Roman"/>
          <w:i/>
        </w:rPr>
        <w:t>n</w:t>
      </w:r>
      <w:r w:rsidR="008063A3">
        <w:t xml:space="preserve"> = 12, </w:t>
      </w:r>
      <w:proofErr w:type="spellStart"/>
      <w:r w:rsidR="008063A3">
        <w:rPr>
          <w:rFonts w:ascii="Times New Roman" w:hAnsi="Times New Roman"/>
          <w:i/>
        </w:rPr>
        <w:t>i</w:t>
      </w:r>
      <w:proofErr w:type="spellEnd"/>
      <w:r w:rsidR="008063A3">
        <w:t xml:space="preserve"> = </w:t>
      </w:r>
      <w:r w:rsidR="004D6F47" w:rsidRPr="004D6F47">
        <w:rPr>
          <w:position w:val="-12"/>
        </w:rPr>
        <w:object w:dxaOrig="300" w:dyaOrig="360">
          <v:shape id="_x0000_i1215" type="#_x0000_t75" style="width:15pt;height:18.75pt" o:ole="" fillcolor="window">
            <v:imagedata r:id="rId353" o:title=""/>
          </v:shape>
          <o:OLEObject Type="Embed" ProgID="Equation.3" ShapeID="_x0000_i1215" DrawAspect="Content" ObjectID="_1654987220" r:id="rId354"/>
        </w:object>
      </w:r>
      <w:r w:rsidR="008063A3">
        <w:t xml:space="preserve"> = </w:t>
      </w:r>
      <w:r w:rsidR="004D6F47">
        <w:t>3.0</w:t>
      </w:r>
      <w:r w:rsidR="008063A3">
        <w:t xml:space="preserve">%, </w:t>
      </w:r>
      <w:r w:rsidR="008063A3">
        <w:rPr>
          <w:rFonts w:ascii="Times New Roman" w:hAnsi="Times New Roman"/>
          <w:i/>
        </w:rPr>
        <w:t>c</w:t>
      </w:r>
      <w:r w:rsidR="008063A3">
        <w:t xml:space="preserve"> = </w:t>
      </w:r>
      <w:r w:rsidR="008063A3" w:rsidRPr="007E02FE">
        <w:rPr>
          <w:position w:val="-16"/>
        </w:rPr>
        <w:object w:dxaOrig="300" w:dyaOrig="420">
          <v:shape id="_x0000_i1216" type="#_x0000_t75" style="width:15pt;height:21pt" o:ole="" fillcolor="window">
            <v:imagedata r:id="rId171" o:title=""/>
          </v:shape>
          <o:OLEObject Type="Embed" ProgID="Equation.3" ShapeID="_x0000_i1216" DrawAspect="Content" ObjectID="_1654987221" r:id="rId355"/>
        </w:object>
      </w:r>
      <w:r w:rsidR="008063A3">
        <w:t xml:space="preserve"> = </w:t>
      </w:r>
      <w:r w:rsidR="008063A3" w:rsidRPr="007E02FE">
        <w:rPr>
          <w:position w:val="-6"/>
        </w:rPr>
        <w:object w:dxaOrig="520" w:dyaOrig="320">
          <v:shape id="_x0000_i1217" type="#_x0000_t75" style="width:26.25pt;height:15.75pt" o:ole="" fillcolor="window">
            <v:imagedata r:id="rId356" o:title=""/>
          </v:shape>
          <o:OLEObject Type="Embed" ProgID="Equation.3" ShapeID="_x0000_i1217" DrawAspect="Content" ObjectID="_1654987222" r:id="rId357"/>
        </w:object>
      </w: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AutoShape 244" o:spid="_x0000_s1467" type="#_x0000_t88" style="position:absolute;margin-left:292.45pt;margin-top:6.95pt;width:10.75pt;height:62.35pt;z-index:251697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"/>
        </w:pict>
      </w:r>
      <w:r w:rsidR="008063A3">
        <w:tab/>
      </w:r>
      <w:r w:rsidR="008063A3">
        <w:tab/>
      </w:r>
      <w:r w:rsidR="008063A3">
        <w:tab/>
      </w:r>
      <w:r w:rsidR="008063A3" w:rsidRPr="007E02FE">
        <w:rPr>
          <w:spacing w:val="-2"/>
          <w:position w:val="-10"/>
        </w:rPr>
        <w:object w:dxaOrig="1420" w:dyaOrig="380">
          <v:shape id="_x0000_i1218" type="#_x0000_t75" style="width:71.25pt;height:18.75pt" o:ole="" fillcolor="window">
            <v:imagedata r:id="rId256" o:title=""/>
          </v:shape>
          <o:OLEObject Type="Embed" ProgID="Equation.3" ShapeID="_x0000_i1218" DrawAspect="Content" ObjectID="_1654987223" r:id="rId358"/>
        </w:object>
      </w:r>
      <w:r w:rsidR="008063A3">
        <w:rPr>
          <w:spacing w:val="-2"/>
        </w:rPr>
        <w:t xml:space="preserve"> </w:t>
      </w:r>
      <w:r w:rsidR="008063A3">
        <w:t xml:space="preserve">= </w:t>
      </w:r>
      <w:r w:rsidR="004D6F47" w:rsidRPr="007E02FE">
        <w:rPr>
          <w:position w:val="-10"/>
        </w:rPr>
        <w:object w:dxaOrig="859" w:dyaOrig="400">
          <v:shape id="_x0000_i1219" type="#_x0000_t75" style="width:42.75pt;height:21pt" o:ole="" fillcolor="window">
            <v:imagedata r:id="rId359" o:title=""/>
          </v:shape>
          <o:OLEObject Type="Embed" ProgID="Equation.3" ShapeID="_x0000_i1219" DrawAspect="Content" ObjectID="_1654987224" r:id="rId360"/>
        </w:object>
      </w:r>
      <w:r w:rsidR="008063A3">
        <w:t>– 1 = 0.0</w:t>
      </w:r>
      <w:r w:rsidR="004D6F47">
        <w:t>04938622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  <w:t xml:space="preserve">$1900 = </w:t>
      </w:r>
      <w:r>
        <w:rPr>
          <w:rFonts w:ascii="Times New Roman" w:hAnsi="Times New Roman"/>
          <w:i/>
        </w:rPr>
        <w:t xml:space="preserve">PMT </w:t>
      </w:r>
      <w:r w:rsidR="004D6F47" w:rsidRPr="004D6F47">
        <w:rPr>
          <w:position w:val="-32"/>
        </w:rPr>
        <w:object w:dxaOrig="2120" w:dyaOrig="760">
          <v:shape id="_x0000_i1220" type="#_x0000_t75" style="width:106.5pt;height:37.5pt" o:ole="" fillcolor="window">
            <v:imagedata r:id="rId361" o:title=""/>
          </v:shape>
          <o:OLEObject Type="Embed" ProgID="Equation.3" ShapeID="_x0000_i1220" DrawAspect="Content" ObjectID="_1654987225" r:id="rId362"/>
        </w:object>
      </w:r>
      <w:r>
        <w:t>(1.0</w:t>
      </w:r>
      <w:r w:rsidR="004D6F47">
        <w:t>04938622</w:t>
      </w:r>
      <w:r>
        <w:t>)</w:t>
      </w:r>
    </w:p>
    <w:p w:rsidR="008063A3" w:rsidRDefault="008063A3" w:rsidP="008063A3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4D6F47">
        <w:rPr>
          <w:u w:val="double"/>
        </w:rPr>
        <w:t>162.66</w:t>
      </w:r>
    </w:p>
    <w:p w:rsidR="008063A3" w:rsidRDefault="008063A3" w:rsidP="008063A3">
      <w:pPr>
        <w:pStyle w:val="ISM"/>
        <w:spacing w:after="240"/>
      </w:pPr>
      <w:r>
        <w:tab/>
      </w:r>
      <w:r>
        <w:tab/>
        <w:t>The payments are $</w:t>
      </w:r>
      <w:r w:rsidR="004D6F47">
        <w:t>485.58</w:t>
      </w:r>
      <w:r>
        <w:t xml:space="preserve"> quarterly or $16</w:t>
      </w:r>
      <w:r w:rsidR="004D6F47">
        <w:t>2.66</w:t>
      </w:r>
      <w:r>
        <w:t xml:space="preserve"> monthly.</w:t>
      </w:r>
    </w:p>
    <w:p w:rsidR="009079F3" w:rsidRDefault="009079F3" w:rsidP="008063A3">
      <w:pPr>
        <w:pStyle w:val="ISM"/>
      </w:pP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AutoShape 246" o:spid="_x0000_s1093" type="#_x0000_t61" style="position:absolute;margin-left:333.3pt;margin-top:4.05pt;width:131.2pt;height:137.6pt;z-index:251699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" adj="-4437,12393" fillcolor="#cff">
            <v:fill opacity="25443f"/>
            <v:textbox inset="3.6pt,,3.6pt">
              <w:txbxContent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8063A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10000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13,225.14</w:t>
                  </w:r>
                </w:p>
              </w:txbxContent>
            </v:textbox>
            <w10:wrap type="square"/>
          </v:shape>
        </w:pict>
      </w:r>
      <w:r w:rsidR="008063A3">
        <w:tab/>
        <w:t>43.</w:t>
      </w:r>
      <w:r w:rsidR="008063A3">
        <w:tab/>
      </w:r>
      <w:proofErr w:type="gramStart"/>
      <w:r w:rsidR="008063A3">
        <w:t>At</w:t>
      </w:r>
      <w:proofErr w:type="gramEnd"/>
      <w:r w:rsidR="008063A3">
        <w:t xml:space="preserve"> a focal date 7 years from now,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the $10,000 lump investment = </w:t>
      </w:r>
      <w:r>
        <w:rPr>
          <w:rFonts w:ascii="Times New Roman" w:hAnsi="Times New Roman"/>
          <w:i/>
        </w:rPr>
        <w:t>PV</w:t>
      </w:r>
      <w:r>
        <w:t xml:space="preserve"> of withdrawals</w:t>
      </w:r>
    </w:p>
    <w:p w:rsidR="008063A3" w:rsidRDefault="008063A3" w:rsidP="008063A3">
      <w:pPr>
        <w:pStyle w:val="ISM"/>
      </w:pPr>
      <w:r>
        <w:tab/>
      </w:r>
      <w:r>
        <w:tab/>
        <w:t xml:space="preserve">Viewed from the focal date, the withdrawals form a </w:t>
      </w:r>
    </w:p>
    <w:p w:rsidR="008063A3" w:rsidRDefault="008063A3" w:rsidP="008063A3">
      <w:pPr>
        <w:pStyle w:val="ISM"/>
      </w:pPr>
      <w:r>
        <w:tab/>
      </w:r>
      <w:r>
        <w:tab/>
        <w:t>simple annuity due. The future value of the $10,000 is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 w:rsidRPr="007E02FE">
        <w:rPr>
          <w:position w:val="-12"/>
        </w:rPr>
        <w:object w:dxaOrig="1560" w:dyaOrig="420">
          <v:shape id="_x0000_i1221" type="#_x0000_t75" style="width:78.75pt;height:21pt" o:ole="" fillcolor="window">
            <v:imagedata r:id="rId363" o:title=""/>
          </v:shape>
          <o:OLEObject Type="Embed" ProgID="Equation.2" ShapeID="_x0000_i1221" DrawAspect="Content" ObjectID="_1654987226" r:id="rId364"/>
        </w:object>
      </w:r>
      <w:r>
        <w:t xml:space="preserve"> = $10,000</w:t>
      </w:r>
      <w:r w:rsidR="004A7B11" w:rsidRPr="007E02FE">
        <w:rPr>
          <w:position w:val="-10"/>
        </w:rPr>
        <w:object w:dxaOrig="840" w:dyaOrig="420">
          <v:shape id="_x0000_i1222" type="#_x0000_t75" style="width:42pt;height:21pt" o:ole="" fillcolor="window">
            <v:imagedata r:id="rId365" o:title=""/>
          </v:shape>
          <o:OLEObject Type="Embed" ProgID="Equation.3" ShapeID="_x0000_i1222" DrawAspect="Content" ObjectID="_1654987227" r:id="rId366"/>
        </w:object>
      </w:r>
      <w:r>
        <w:t xml:space="preserve"> = $1</w:t>
      </w:r>
      <w:r w:rsidR="004A7B11">
        <w:t>3,225.14</w:t>
      </w:r>
    </w:p>
    <w:p w:rsidR="008063A3" w:rsidRDefault="008063A3" w:rsidP="008063A3">
      <w:pPr>
        <w:pStyle w:val="ISM"/>
      </w:pPr>
      <w:r>
        <w:tab/>
      </w:r>
      <w:r>
        <w:tab/>
        <w:t xml:space="preserve">With </w:t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>due) = $1</w:t>
      </w:r>
      <w:r w:rsidR="00A9459F">
        <w:t>3,225.14</w:t>
      </w:r>
      <w:r>
        <w:t xml:space="preserve">, </w:t>
      </w:r>
      <w:r>
        <w:rPr>
          <w:rFonts w:ascii="Times New Roman" w:hAnsi="Times New Roman"/>
          <w:i/>
        </w:rPr>
        <w:t>PMT</w:t>
      </w:r>
      <w:r>
        <w:t xml:space="preserve"> = $</w:t>
      </w:r>
      <w:r w:rsidR="004A7B11">
        <w:t>3</w:t>
      </w:r>
      <w:r>
        <w:t xml:space="preserve">00,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4A7B11" w:rsidRPr="007E02FE">
        <w:rPr>
          <w:position w:val="-6"/>
        </w:rPr>
        <w:object w:dxaOrig="340" w:dyaOrig="340">
          <v:shape id="_x0000_i1223" type="#_x0000_t75" style="width:16.5pt;height:17.25pt" o:ole="" fillcolor="window">
            <v:imagedata r:id="rId367" o:title=""/>
          </v:shape>
          <o:OLEObject Type="Embed" ProgID="Equation.3" ShapeID="_x0000_i1223" DrawAspect="Content" ObjectID="_1654987228" r:id="rId368"/>
        </w:object>
      </w:r>
      <w:r>
        <w:t>%,</w:t>
      </w:r>
    </w:p>
    <w:p w:rsidR="008063A3" w:rsidRDefault="002043E3" w:rsidP="008063A3">
      <w:pPr>
        <w:pStyle w:val="ISM"/>
        <w:ind w:left="1440"/>
      </w:pPr>
      <w:r>
        <w:rPr>
          <w:noProof/>
          <w:lang w:val="en-US"/>
        </w:rPr>
        <w:pict>
          <v:shape id="AutoShape 245" o:spid="_x0000_s1094" type="#_x0000_t61" style="position:absolute;left:0;text-align:left;margin-left:329pt;margin-top:48.95pt;width:135.5pt;height:116.1pt;z-index:251698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" adj="-10537,1805" fillcolor="#cff">
            <v:fill opacity="25443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</w:t>
                  </w:r>
                  <w:proofErr w:type="gramStart"/>
                  <w:r w:rsidRPr="00F516C9">
                    <w:rPr>
                      <w:i/>
                    </w:rPr>
                    <w:t>,</w:t>
                  </w:r>
                  <w:r>
                    <w:rPr>
                      <w:i/>
                    </w:rPr>
                    <w:t>P</w:t>
                  </w:r>
                  <w:proofErr w:type="gramEnd"/>
                  <w:r>
                    <w:rPr>
                      <w:i/>
                    </w:rPr>
                    <w:t>/Y, C/Y</w:t>
                  </w:r>
                  <w:r>
                    <w:t xml:space="preserve"> 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13225.14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300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47.59</w:t>
                  </w:r>
                </w:p>
              </w:txbxContent>
            </v:textbox>
            <w10:wrap type="square"/>
          </v:shape>
        </w:pict>
      </w:r>
      <w:r>
        <w:rPr>
          <w:noProof/>
          <w:spacing w:val="-2"/>
          <w:lang w:val="en-US"/>
        </w:rPr>
        <w:pict>
          <v:shape id="AutoShape 247" o:spid="_x0000_s1455" type="#_x0000_t88" style="position:absolute;left:0;text-align:left;margin-left:245.15pt;margin-top:5.7pt;width:10.75pt;height:109.65pt;z-index:251700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"/>
        </w:pict>
      </w:r>
      <w:r w:rsidR="008063A3" w:rsidRPr="007E02FE">
        <w:rPr>
          <w:spacing w:val="-2"/>
          <w:position w:val="-28"/>
        </w:rPr>
        <w:object w:dxaOrig="2620" w:dyaOrig="1020">
          <v:shape id="_x0000_i1224" type="#_x0000_t75" style="width:132pt;height:51pt" o:ole="" fillcolor="window">
            <v:imagedata r:id="rId312" o:title=""/>
          </v:shape>
          <o:OLEObject Type="Embed" ProgID="Equation.3" ShapeID="_x0000_i1224" DrawAspect="Content" ObjectID="_1654987229" r:id="rId369"/>
        </w:object>
      </w:r>
      <w:r w:rsidR="008063A3">
        <w:t xml:space="preserve"> </w:t>
      </w:r>
    </w:p>
    <w:p w:rsidR="008063A3" w:rsidRDefault="008063A3" w:rsidP="008063A3">
      <w:pPr>
        <w:pStyle w:val="ISM"/>
        <w:ind w:left="1710"/>
        <w:rPr>
          <w:spacing w:val="-2"/>
        </w:rPr>
      </w:pPr>
      <w:r>
        <w:t xml:space="preserve">= </w:t>
      </w:r>
      <w:r w:rsidR="00A9459F" w:rsidRPr="00A9459F">
        <w:rPr>
          <w:spacing w:val="-2"/>
          <w:position w:val="-30"/>
        </w:rPr>
        <w:object w:dxaOrig="2880" w:dyaOrig="1100">
          <v:shape id="_x0000_i1225" type="#_x0000_t75" style="width:2in;height:55.5pt" o:ole="" fillcolor="window">
            <v:imagedata r:id="rId370" o:title=""/>
          </v:shape>
          <o:OLEObject Type="Embed" ProgID="Equation.3" ShapeID="_x0000_i1225" DrawAspect="Content" ObjectID="_1654987230" r:id="rId371"/>
        </w:object>
      </w:r>
      <w:r>
        <w:rPr>
          <w:spacing w:val="-2"/>
        </w:rPr>
        <w:t xml:space="preserve"> </w:t>
      </w:r>
    </w:p>
    <w:p w:rsidR="008063A3" w:rsidRDefault="008063A3" w:rsidP="008063A3">
      <w:pPr>
        <w:pStyle w:val="ISM"/>
        <w:ind w:left="1710"/>
      </w:pPr>
      <w:r>
        <w:rPr>
          <w:spacing w:val="-2"/>
        </w:rPr>
        <w:t xml:space="preserve">= </w:t>
      </w:r>
      <w:r w:rsidR="00A9459F">
        <w:rPr>
          <w:spacing w:val="-2"/>
        </w:rPr>
        <w:t>47.</w:t>
      </w:r>
      <w:r w:rsidR="00DF29B9">
        <w:rPr>
          <w:spacing w:val="-2"/>
        </w:rPr>
        <w:t>58</w:t>
      </w:r>
      <w:r w:rsidR="00A9459F">
        <w:rPr>
          <w:spacing w:val="-2"/>
        </w:rPr>
        <w:t>7</w:t>
      </w:r>
      <w:r w:rsidR="00DF29B9">
        <w:rPr>
          <w:spacing w:val="-2"/>
        </w:rPr>
        <w:t>2</w:t>
      </w:r>
    </w:p>
    <w:p w:rsidR="00C61636" w:rsidRDefault="00C61636" w:rsidP="008063A3">
      <w:pPr>
        <w:pStyle w:val="ISM"/>
      </w:pPr>
    </w:p>
    <w:p w:rsidR="008063A3" w:rsidRDefault="008063A3" w:rsidP="009D5F5C">
      <w:pPr>
        <w:pStyle w:val="ISM"/>
        <w:ind w:left="567"/>
      </w:pPr>
      <w:r>
        <w:t>There can be 4</w:t>
      </w:r>
      <w:r w:rsidR="00A9459F">
        <w:t>8</w:t>
      </w:r>
      <w:r>
        <w:t xml:space="preserve"> withdrawals with the last one being </w:t>
      </w:r>
    </w:p>
    <w:p w:rsidR="008063A3" w:rsidRDefault="008063A3" w:rsidP="008063A3">
      <w:pPr>
        <w:pStyle w:val="ISM"/>
      </w:pPr>
      <w:r>
        <w:tab/>
      </w:r>
      <w:r>
        <w:tab/>
        <w:t>less than $</w:t>
      </w:r>
      <w:r w:rsidR="00A9459F">
        <w:t>3</w:t>
      </w:r>
      <w:r>
        <w:t>00. The last payment</w:t>
      </w:r>
      <w:r w:rsidRPr="00004A33">
        <w:t xml:space="preserve"> </w:t>
      </w:r>
      <w:r>
        <w:t xml:space="preserve">will occur </w:t>
      </w:r>
      <w:r w:rsidR="00A9459F">
        <w:t>47</w:t>
      </w:r>
      <w:r>
        <w:t xml:space="preserve"> months</w:t>
      </w:r>
    </w:p>
    <w:p w:rsidR="008063A3" w:rsidRDefault="008063A3" w:rsidP="008063A3">
      <w:pPr>
        <w:pStyle w:val="ISM"/>
        <w:spacing w:after="180"/>
      </w:pPr>
      <w:r>
        <w:tab/>
      </w:r>
      <w:r>
        <w:tab/>
      </w:r>
      <w:r>
        <w:rPr>
          <w:u w:val="double"/>
        </w:rPr>
        <w:t xml:space="preserve">(3 years and </w:t>
      </w:r>
      <w:r w:rsidR="00A9459F">
        <w:rPr>
          <w:u w:val="double"/>
        </w:rPr>
        <w:t>11</w:t>
      </w:r>
      <w:r>
        <w:rPr>
          <w:u w:val="double"/>
        </w:rPr>
        <w:t xml:space="preserve"> months) after the grandson starts college</w:t>
      </w:r>
      <w:r>
        <w:t>.</w:t>
      </w:r>
    </w:p>
    <w:p w:rsidR="009079F3" w:rsidRDefault="009079F3" w:rsidP="008063A3">
      <w:pPr>
        <w:pStyle w:val="ISM"/>
        <w:spacing w:after="180"/>
      </w:pPr>
    </w:p>
    <w:p w:rsidR="008063A3" w:rsidRDefault="008063A3" w:rsidP="008063A3">
      <w:pPr>
        <w:pStyle w:val="ISM"/>
      </w:pPr>
      <w:r>
        <w:tab/>
        <w:t>45.</w:t>
      </w:r>
      <w:r>
        <w:tab/>
        <w:t xml:space="preserve">The </w:t>
      </w:r>
      <w:r>
        <w:rPr>
          <w:spacing w:val="-2"/>
        </w:rPr>
        <w:t xml:space="preserve">future value </w:t>
      </w:r>
      <w:r>
        <w:t xml:space="preserve">of the regular $12,000 </w:t>
      </w:r>
      <w:r w:rsidR="009A4A34">
        <w:t>“</w:t>
      </w:r>
      <w:r>
        <w:t>draws</w:t>
      </w:r>
      <w:r w:rsidR="009A4A34">
        <w:t>”</w:t>
      </w:r>
      <w:r>
        <w:t xml:space="preserve"> is $1,000,000. Hence,</w:t>
      </w: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AutoShape 249" o:spid="_x0000_s1095" type="#_x0000_t61" style="position:absolute;margin-left:326.85pt;margin-top:6.45pt;width:131.2pt;height:153.45pt;z-index:251702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" adj="-5178,16673" fillcolor="#cff">
            <v:fill opacity="25443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8.2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12000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1000000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65.910</w:t>
                  </w:r>
                </w:p>
              </w:txbxContent>
            </v:textbox>
            <w10:wrap type="square"/>
          </v:shape>
        </w:pict>
      </w:r>
      <w:r w:rsidR="008063A3">
        <w:tab/>
      </w:r>
      <w:r w:rsidR="008063A3">
        <w:tab/>
      </w:r>
      <w:r w:rsidR="008063A3">
        <w:tab/>
      </w:r>
      <w:proofErr w:type="gramStart"/>
      <w:r w:rsidR="008063A3">
        <w:rPr>
          <w:rFonts w:ascii="Times New Roman" w:hAnsi="Times New Roman"/>
          <w:i/>
        </w:rPr>
        <w:t>FV</w:t>
      </w:r>
      <w:r w:rsidR="008063A3">
        <w:t>(</w:t>
      </w:r>
      <w:proofErr w:type="gramEnd"/>
      <w:r w:rsidR="008063A3">
        <w:t xml:space="preserve">due) = $1,000,000, </w:t>
      </w:r>
      <w:r w:rsidR="008063A3">
        <w:rPr>
          <w:rFonts w:ascii="Times New Roman" w:hAnsi="Times New Roman"/>
          <w:i/>
        </w:rPr>
        <w:t>PMT</w:t>
      </w:r>
      <w:r w:rsidR="008063A3">
        <w:t xml:space="preserve"> = $12,000,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156770">
        <w:rPr>
          <w:position w:val="-12"/>
        </w:rPr>
        <w:object w:dxaOrig="420" w:dyaOrig="360">
          <v:shape id="_x0000_i1226" type="#_x0000_t75" style="width:21pt;height:18.75pt" o:ole="" fillcolor="window">
            <v:imagedata r:id="rId372" o:title=""/>
          </v:shape>
          <o:OLEObject Type="Embed" ProgID="Equation.3" ShapeID="_x0000_i1226" DrawAspect="Content" ObjectID="_1654987231" r:id="rId373"/>
        </w:object>
      </w:r>
      <w:r>
        <w:t xml:space="preserve"> = 2.05%,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156770">
        <w:rPr>
          <w:position w:val="-12"/>
        </w:rPr>
        <w:object w:dxaOrig="260" w:dyaOrig="360">
          <v:shape id="_x0000_i1227" type="#_x0000_t75" style="width:12.75pt;height:18.75pt" o:ole="" fillcolor="window">
            <v:imagedata r:id="rId374" o:title=""/>
          </v:shape>
          <o:OLEObject Type="Embed" ProgID="Equation.3" ShapeID="_x0000_i1227" DrawAspect="Content" ObjectID="_1654987232" r:id="rId375"/>
        </w:object>
      </w:r>
      <w:r>
        <w:t xml:space="preserve"> = </w:t>
      </w:r>
      <w:r w:rsidRPr="007E02FE">
        <w:rPr>
          <w:position w:val="-6"/>
        </w:rPr>
        <w:object w:dxaOrig="400" w:dyaOrig="320">
          <v:shape id="_x0000_i1228" type="#_x0000_t75" style="width:21pt;height:15.75pt" o:ole="" fillcolor="window">
            <v:imagedata r:id="rId376" o:title=""/>
          </v:shape>
          <o:OLEObject Type="Embed" ProgID="Equation.3" ShapeID="_x0000_i1228" DrawAspect="Content" ObjectID="_1654987233" r:id="rId377"/>
        </w:objec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 w:rsidRPr="007E02FE">
        <w:rPr>
          <w:spacing w:val="-2"/>
          <w:position w:val="-10"/>
        </w:rPr>
        <w:object w:dxaOrig="1420" w:dyaOrig="380">
          <v:shape id="_x0000_i1229" type="#_x0000_t75" style="width:71.25pt;height:18.75pt" o:ole="" fillcolor="window">
            <v:imagedata r:id="rId256" o:title=""/>
          </v:shape>
          <o:OLEObject Type="Embed" ProgID="Equation.3" ShapeID="_x0000_i1229" DrawAspect="Content" ObjectID="_1654987234" r:id="rId378"/>
        </w:object>
      </w:r>
      <w:r>
        <w:rPr>
          <w:spacing w:val="-2"/>
        </w:rPr>
        <w:t xml:space="preserve"> </w:t>
      </w:r>
      <w:r>
        <w:t xml:space="preserve">= </w:t>
      </w:r>
      <w:r w:rsidRPr="007E02FE">
        <w:rPr>
          <w:position w:val="-10"/>
        </w:rPr>
        <w:object w:dxaOrig="1120" w:dyaOrig="400">
          <v:shape id="_x0000_i1230" type="#_x0000_t75" style="width:56.25pt;height:21pt" o:ole="" fillcolor="window">
            <v:imagedata r:id="rId379" o:title=""/>
          </v:shape>
          <o:OLEObject Type="Embed" ProgID="Equation.3" ShapeID="_x0000_i1230" DrawAspect="Content" ObjectID="_1654987235" r:id="rId380"/>
        </w:object>
      </w:r>
      <w:r>
        <w:t>– 1 = 0.00678716</w:t>
      </w:r>
      <w:r w:rsidR="00291285">
        <w:t>4</w:t>
      </w:r>
    </w:p>
    <w:p w:rsidR="008063A3" w:rsidRDefault="008063A3" w:rsidP="008063A3">
      <w:pPr>
        <w:pStyle w:val="ISM"/>
      </w:pPr>
      <w:r>
        <w:tab/>
      </w:r>
      <w:r>
        <w:tab/>
        <w:t>The number of draws will be</w:t>
      </w:r>
    </w:p>
    <w:p w:rsidR="008063A3" w:rsidRDefault="002043E3" w:rsidP="008063A3">
      <w:pPr>
        <w:pStyle w:val="ISM"/>
        <w:ind w:left="1440"/>
      </w:pPr>
      <w:r>
        <w:rPr>
          <w:noProof/>
          <w:spacing w:val="-2"/>
          <w:lang w:val="en-US"/>
        </w:rPr>
        <w:pict>
          <v:shape id="AutoShape 250" o:spid="_x0000_s1441" type="#_x0000_t88" style="position:absolute;left:0;text-align:left;margin-left:277.4pt;margin-top:2.45pt;width:12.9pt;height:111.8pt;z-index:251703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"/>
        </w:pict>
      </w:r>
      <w:r w:rsidR="008063A3" w:rsidRPr="007E02FE">
        <w:rPr>
          <w:spacing w:val="-2"/>
          <w:position w:val="-30"/>
        </w:rPr>
        <w:object w:dxaOrig="2520" w:dyaOrig="1080">
          <v:shape id="_x0000_i1231" type="#_x0000_t75" style="width:126.75pt;height:54.75pt" o:ole="" fillcolor="window">
            <v:imagedata r:id="rId240" o:title=""/>
          </v:shape>
          <o:OLEObject Type="Embed" ProgID="Equation.2" ShapeID="_x0000_i1231" DrawAspect="Content" ObjectID="_1654987236" r:id="rId381"/>
        </w:object>
      </w:r>
      <w:r w:rsidR="008063A3">
        <w:t xml:space="preserve"> </w:t>
      </w:r>
    </w:p>
    <w:p w:rsidR="008063A3" w:rsidRDefault="008063A3" w:rsidP="008063A3">
      <w:pPr>
        <w:pStyle w:val="ISM"/>
        <w:ind w:left="1710"/>
        <w:rPr>
          <w:spacing w:val="-2"/>
        </w:rPr>
      </w:pPr>
      <w:r>
        <w:t xml:space="preserve">= </w:t>
      </w:r>
      <w:r w:rsidR="00291285" w:rsidRPr="00291285">
        <w:rPr>
          <w:spacing w:val="-2"/>
          <w:position w:val="-32"/>
        </w:rPr>
        <w:object w:dxaOrig="3400" w:dyaOrig="1060">
          <v:shape id="_x0000_i1232" type="#_x0000_t75" style="width:171pt;height:53.25pt" o:ole="" fillcolor="window">
            <v:imagedata r:id="rId382" o:title=""/>
          </v:shape>
          <o:OLEObject Type="Embed" ProgID="Equation.3" ShapeID="_x0000_i1232" DrawAspect="Content" ObjectID="_1654987237" r:id="rId383"/>
        </w:object>
      </w:r>
      <w:r>
        <w:rPr>
          <w:spacing w:val="-2"/>
        </w:rPr>
        <w:t xml:space="preserve"> </w:t>
      </w:r>
    </w:p>
    <w:p w:rsidR="008063A3" w:rsidRDefault="008063A3" w:rsidP="008063A3">
      <w:pPr>
        <w:pStyle w:val="ISM"/>
        <w:ind w:left="1710"/>
      </w:pPr>
      <w:r>
        <w:rPr>
          <w:spacing w:val="-2"/>
        </w:rPr>
        <w:t>= 65.91</w:t>
      </w:r>
    </w:p>
    <w:p w:rsidR="008063A3" w:rsidRDefault="008063A3" w:rsidP="008063A3">
      <w:pPr>
        <w:pStyle w:val="ISM"/>
      </w:pPr>
      <w:r>
        <w:lastRenderedPageBreak/>
        <w:tab/>
      </w:r>
      <w:r>
        <w:tab/>
        <w:t>The credit limit will be reached in the 66th month. That is,</w:t>
      </w:r>
    </w:p>
    <w:p w:rsidR="008063A3" w:rsidRDefault="008063A3" w:rsidP="008063A3">
      <w:pPr>
        <w:pStyle w:val="ISM"/>
        <w:spacing w:after="120"/>
      </w:pPr>
      <w:r>
        <w:tab/>
      </w:r>
      <w:r>
        <w:tab/>
        <w:t>it will take</w:t>
      </w:r>
      <w:r>
        <w:rPr>
          <w:u w:val="double"/>
        </w:rPr>
        <w:t xml:space="preserve"> 5 years and 6 months</w:t>
      </w:r>
      <w:r>
        <w:t xml:space="preserve"> to reach the credit limit.</w:t>
      </w:r>
    </w:p>
    <w:p w:rsidR="00EA459F" w:rsidRDefault="00EA459F" w:rsidP="008063A3">
      <w:pPr>
        <w:pStyle w:val="ISM"/>
      </w:pPr>
    </w:p>
    <w:p w:rsidR="00EA459F" w:rsidRDefault="00EA459F" w:rsidP="008063A3">
      <w:pPr>
        <w:pStyle w:val="ISM"/>
      </w:pPr>
    </w:p>
    <w:p w:rsidR="008063A3" w:rsidRDefault="008063A3" w:rsidP="008063A3">
      <w:pPr>
        <w:pStyle w:val="ISM"/>
      </w:pPr>
      <w:r>
        <w:tab/>
        <w:t>47.</w:t>
      </w:r>
      <w:r>
        <w:tab/>
        <w:t xml:space="preserve">The four quarterly payments form an annuity due. The </w:t>
      </w: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AutoShape 251" o:spid="_x0000_s1096" type="#_x0000_t61" style="position:absolute;margin-left:330.75pt;margin-top:-25.55pt;width:131.2pt;height:152.6pt;z-index:251704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" adj="-3523,16497" fillcolor="#cff">
            <v:fill opacity="25443f"/>
            <v:textbox style="mso-next-textbox:#AutoShape 251"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3428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898.80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13.737</w:t>
                  </w:r>
                </w:p>
              </w:txbxContent>
            </v:textbox>
            <w10:wrap type="square"/>
          </v:shape>
        </w:pict>
      </w:r>
      <w:r w:rsidR="008063A3">
        <w:tab/>
      </w:r>
      <w:r w:rsidR="008063A3">
        <w:tab/>
      </w:r>
      <w:proofErr w:type="gramStart"/>
      <w:r w:rsidR="008063A3">
        <w:t>interest</w:t>
      </w:r>
      <w:proofErr w:type="gramEnd"/>
      <w:r w:rsidR="008063A3">
        <w:t xml:space="preserve"> rate being charged by</w:t>
      </w:r>
      <w:r w:rsidR="008063A3" w:rsidRPr="00D73529">
        <w:t xml:space="preserve"> </w:t>
      </w:r>
      <w:r w:rsidR="008063A3">
        <w:t>the golf club is the</w:t>
      </w:r>
      <w:r w:rsidR="008063A3" w:rsidRPr="00D73529">
        <w:t xml:space="preserve"> </w:t>
      </w:r>
      <w:r w:rsidR="008063A3">
        <w:t>discount</w:t>
      </w:r>
    </w:p>
    <w:p w:rsidR="008063A3" w:rsidRDefault="008063A3" w:rsidP="008063A3">
      <w:pPr>
        <w:pStyle w:val="ISM"/>
      </w:pPr>
      <w:r>
        <w:tab/>
      </w:r>
      <w:r>
        <w:tab/>
        <w:t>rate that makes the present value of the payments equal</w:t>
      </w:r>
    </w:p>
    <w:p w:rsidR="008063A3" w:rsidRDefault="008063A3" w:rsidP="008063A3">
      <w:pPr>
        <w:pStyle w:val="ISM"/>
      </w:pPr>
      <w:r>
        <w:tab/>
      </w:r>
      <w:r>
        <w:tab/>
        <w:t>to the single membership payment of $3428.</w:t>
      </w:r>
    </w:p>
    <w:p w:rsidR="008063A3" w:rsidRPr="00156770" w:rsidRDefault="008063A3" w:rsidP="008063A3">
      <w:pPr>
        <w:pStyle w:val="ISM"/>
        <w:rPr>
          <w:sz w:val="16"/>
          <w:szCs w:val="16"/>
        </w:rPr>
      </w:pPr>
    </w:p>
    <w:p w:rsidR="008063A3" w:rsidRDefault="008063A3" w:rsidP="008063A3">
      <w:pPr>
        <w:pStyle w:val="ISM"/>
      </w:pPr>
      <w:r>
        <w:tab/>
      </w:r>
      <w:r>
        <w:tab/>
        <w:t xml:space="preserve">Given: </w:t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due) = $3428, </w:t>
      </w:r>
      <w:r>
        <w:rPr>
          <w:rFonts w:ascii="Times New Roman" w:hAnsi="Times New Roman"/>
          <w:i/>
        </w:rPr>
        <w:t>PMT</w:t>
      </w:r>
      <w:r>
        <w:t xml:space="preserve"> = $898.80 and </w:t>
      </w:r>
      <w:r>
        <w:rPr>
          <w:rFonts w:ascii="Times New Roman" w:hAnsi="Times New Roman"/>
          <w:i/>
        </w:rPr>
        <w:t>n</w:t>
      </w:r>
      <w:r>
        <w:t xml:space="preserve"> = 4 </w:t>
      </w:r>
    </w:p>
    <w:p w:rsidR="008063A3" w:rsidRPr="00156770" w:rsidRDefault="008063A3" w:rsidP="008063A3">
      <w:pPr>
        <w:pStyle w:val="ISM"/>
        <w:rPr>
          <w:sz w:val="16"/>
          <w:szCs w:val="16"/>
        </w:rPr>
      </w:pPr>
    </w:p>
    <w:p w:rsidR="008063A3" w:rsidRDefault="008063A3" w:rsidP="008063A3">
      <w:pPr>
        <w:pStyle w:val="ISM"/>
      </w:pPr>
      <w:r>
        <w:tab/>
      </w:r>
      <w:r>
        <w:tab/>
        <w:t>To directly obtain the effective rate</w:t>
      </w:r>
    </w:p>
    <w:p w:rsidR="008063A3" w:rsidRDefault="008063A3" w:rsidP="008063A3">
      <w:pPr>
        <w:pStyle w:val="ISM"/>
      </w:pPr>
      <w:r>
        <w:tab/>
      </w:r>
      <w:r>
        <w:tab/>
        <w:t>of interest,</w:t>
      </w:r>
      <w:r w:rsidRPr="005A03B0">
        <w:rPr>
          <w:rFonts w:cs="Arial"/>
          <w:iCs/>
        </w:rPr>
        <w:t xml:space="preserve"> </w:t>
      </w:r>
      <w:r>
        <w:rPr>
          <w:rFonts w:cs="Arial"/>
          <w:iCs/>
        </w:rPr>
        <w:t xml:space="preserve">calculate </w:t>
      </w:r>
      <w:r w:rsidRPr="007608F6">
        <w:rPr>
          <w:rFonts w:ascii="Times New Roman" w:hAnsi="Times New Roman"/>
          <w:i/>
          <w:iCs/>
        </w:rPr>
        <w:t>j</w:t>
      </w:r>
      <w:r>
        <w:rPr>
          <w:rFonts w:cs="Arial"/>
          <w:iCs/>
        </w:rPr>
        <w:t xml:space="preserve"> with </w:t>
      </w:r>
      <w:r w:rsidRPr="007608F6">
        <w:rPr>
          <w:rFonts w:ascii="Times New Roman" w:hAnsi="Times New Roman"/>
          <w:i/>
          <w:iCs/>
        </w:rPr>
        <w:t>m</w:t>
      </w:r>
      <w:r>
        <w:rPr>
          <w:rFonts w:cs="Arial"/>
          <w:iCs/>
        </w:rPr>
        <w:t xml:space="preserve"> = </w:t>
      </w:r>
      <w:r w:rsidRPr="007608F6">
        <w:rPr>
          <w:rFonts w:cs="Arial"/>
          <w:i/>
          <w:iCs/>
        </w:rPr>
        <w:t>C/Y</w:t>
      </w:r>
      <w:r>
        <w:rPr>
          <w:rFonts w:cs="Arial"/>
          <w:iCs/>
        </w:rPr>
        <w:t xml:space="preserve"> = 1</w:t>
      </w:r>
    </w:p>
    <w:p w:rsidR="008063A3" w:rsidRDefault="008063A3" w:rsidP="008063A3">
      <w:pPr>
        <w:pStyle w:val="ISM"/>
        <w:rPr>
          <w:u w:val="double"/>
        </w:rPr>
      </w:pPr>
      <w:r>
        <w:tab/>
      </w:r>
      <w:r>
        <w:tab/>
        <w:t>Then</w:t>
      </w:r>
      <w:r>
        <w:tab/>
      </w:r>
      <w:r>
        <w:rPr>
          <w:rFonts w:ascii="Times New Roman" w:hAnsi="Times New Roman"/>
          <w:i/>
        </w:rPr>
        <w:t xml:space="preserve">f = </w:t>
      </w:r>
      <w:r w:rsidRPr="007608F6">
        <w:rPr>
          <w:rFonts w:ascii="Times New Roman" w:hAnsi="Times New Roman"/>
          <w:i/>
          <w:iCs/>
        </w:rPr>
        <w:t>j</w:t>
      </w:r>
      <w:r>
        <w:t xml:space="preserve"> = </w:t>
      </w:r>
      <w:r>
        <w:rPr>
          <w:u w:val="double"/>
        </w:rPr>
        <w:t>13.74%</w:t>
      </w:r>
    </w:p>
    <w:p w:rsidR="008063A3" w:rsidRPr="00156770" w:rsidRDefault="008063A3" w:rsidP="008063A3">
      <w:pPr>
        <w:pStyle w:val="ISM"/>
        <w:rPr>
          <w:sz w:val="8"/>
          <w:szCs w:val="8"/>
        </w:rPr>
      </w:pPr>
    </w:p>
    <w:p w:rsidR="008063A3" w:rsidRDefault="008063A3" w:rsidP="008063A3">
      <w:pPr>
        <w:pStyle w:val="ISM"/>
      </w:pP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AutoShape 252" o:spid="_x0000_s1097" type="#_x0000_t61" style="position:absolute;margin-left:341.55pt;margin-top:4pt;width:131.2pt;height:153.55pt;z-index:251705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" adj="-6371,14377" fillcolor="#cff">
            <v:fill opacity="25443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159.80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63.80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21.263</w:t>
                  </w:r>
                </w:p>
              </w:txbxContent>
            </v:textbox>
            <w10:wrap type="square"/>
          </v:shape>
        </w:pict>
      </w:r>
      <w:r w:rsidR="008063A3">
        <w:tab/>
        <w:t>49.</w:t>
      </w:r>
      <w:r w:rsidR="008063A3">
        <w:tab/>
        <w:t xml:space="preserve">By paying $159.80 now, the subscriber avoids paying </w:t>
      </w:r>
    </w:p>
    <w:p w:rsidR="008063A3" w:rsidRDefault="008063A3" w:rsidP="008063A3">
      <w:pPr>
        <w:pStyle w:val="ISM"/>
      </w:pPr>
      <w:r>
        <w:tab/>
      </w:r>
      <w:r>
        <w:tab/>
        <w:t>$63.80 at the beginning of</w:t>
      </w:r>
      <w:r w:rsidRPr="00D73529">
        <w:t xml:space="preserve"> </w:t>
      </w:r>
      <w:r>
        <w:t>each of the next 3 years.</w:t>
      </w:r>
    </w:p>
    <w:p w:rsidR="008063A3" w:rsidRDefault="008063A3" w:rsidP="008063A3">
      <w:pPr>
        <w:pStyle w:val="ISM"/>
      </w:pPr>
      <w:r>
        <w:tab/>
      </w:r>
      <w:r>
        <w:tab/>
        <w:t xml:space="preserve">The </w:t>
      </w:r>
      <w:r w:rsidR="00554B08">
        <w:t>“</w:t>
      </w:r>
      <w:r>
        <w:t>return on investment</w:t>
      </w:r>
      <w:r w:rsidR="00554B08">
        <w:t>”</w:t>
      </w:r>
      <w:r>
        <w:t xml:space="preserve"> is the discount rate that </w:t>
      </w:r>
    </w:p>
    <w:p w:rsidR="008063A3" w:rsidRDefault="008063A3" w:rsidP="008063A3">
      <w:pPr>
        <w:pStyle w:val="ISM"/>
      </w:pPr>
      <w:r>
        <w:tab/>
      </w:r>
      <w:r>
        <w:tab/>
        <w:t xml:space="preserve">makes the present value of </w:t>
      </w:r>
      <w:r>
        <w:rPr>
          <w:rFonts w:ascii="Times New Roman" w:hAnsi="Times New Roman"/>
          <w:i/>
        </w:rPr>
        <w:t>n</w:t>
      </w:r>
      <w:r>
        <w:t xml:space="preserve"> = 3 payments of 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$63.80 equal to </w:t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>due) = $159.80.</w:t>
      </w:r>
    </w:p>
    <w:p w:rsidR="008063A3" w:rsidRDefault="008063A3" w:rsidP="008063A3">
      <w:pPr>
        <w:pStyle w:val="ISM"/>
      </w:pPr>
      <w:r>
        <w:tab/>
      </w:r>
      <w:r>
        <w:tab/>
        <w:t>To directly obtain the effective rate</w:t>
      </w:r>
    </w:p>
    <w:p w:rsidR="008063A3" w:rsidRDefault="008063A3" w:rsidP="008063A3">
      <w:pPr>
        <w:pStyle w:val="ISM"/>
      </w:pPr>
      <w:r>
        <w:tab/>
      </w:r>
      <w:r>
        <w:tab/>
        <w:t>of interest,</w:t>
      </w:r>
      <w:r w:rsidRPr="005A03B0">
        <w:rPr>
          <w:rFonts w:cs="Arial"/>
          <w:iCs/>
        </w:rPr>
        <w:t xml:space="preserve"> </w:t>
      </w:r>
      <w:r>
        <w:rPr>
          <w:rFonts w:cs="Arial"/>
          <w:iCs/>
        </w:rPr>
        <w:t xml:space="preserve">calculate </w:t>
      </w:r>
      <w:r w:rsidRPr="007608F6">
        <w:rPr>
          <w:rFonts w:ascii="Times New Roman" w:hAnsi="Times New Roman"/>
          <w:i/>
          <w:iCs/>
        </w:rPr>
        <w:t>j</w:t>
      </w:r>
      <w:r>
        <w:rPr>
          <w:rFonts w:cs="Arial"/>
          <w:iCs/>
        </w:rPr>
        <w:t xml:space="preserve"> with </w:t>
      </w:r>
      <w:r w:rsidRPr="007608F6">
        <w:rPr>
          <w:rFonts w:ascii="Times New Roman" w:hAnsi="Times New Roman"/>
          <w:i/>
          <w:iCs/>
        </w:rPr>
        <w:t>m</w:t>
      </w:r>
      <w:r>
        <w:rPr>
          <w:rFonts w:cs="Arial"/>
          <w:iCs/>
        </w:rPr>
        <w:t xml:space="preserve"> = </w:t>
      </w:r>
      <w:r w:rsidRPr="007608F6">
        <w:rPr>
          <w:rFonts w:cs="Arial"/>
          <w:i/>
          <w:iCs/>
        </w:rPr>
        <w:t>C/Y</w:t>
      </w:r>
      <w:r>
        <w:rPr>
          <w:rFonts w:cs="Arial"/>
          <w:iCs/>
        </w:rPr>
        <w:t xml:space="preserve"> = 1</w:t>
      </w:r>
    </w:p>
    <w:p w:rsidR="008063A3" w:rsidRDefault="008063A3" w:rsidP="008063A3">
      <w:pPr>
        <w:pStyle w:val="ISM"/>
      </w:pPr>
    </w:p>
    <w:p w:rsidR="008063A3" w:rsidRDefault="008063A3" w:rsidP="009D5F5C">
      <w:pPr>
        <w:pStyle w:val="ISM"/>
        <w:spacing w:after="120"/>
      </w:pPr>
      <w:r>
        <w:tab/>
      </w:r>
      <w:r>
        <w:tab/>
        <w:t>Then</w:t>
      </w:r>
      <w:r>
        <w:tab/>
      </w:r>
      <w:r>
        <w:rPr>
          <w:rFonts w:ascii="Times New Roman" w:hAnsi="Times New Roman"/>
          <w:i/>
        </w:rPr>
        <w:t xml:space="preserve">f = </w:t>
      </w:r>
      <w:r w:rsidRPr="007608F6">
        <w:rPr>
          <w:rFonts w:ascii="Times New Roman" w:hAnsi="Times New Roman"/>
          <w:i/>
          <w:iCs/>
        </w:rPr>
        <w:t>j</w:t>
      </w:r>
      <w:r>
        <w:t xml:space="preserve"> = </w:t>
      </w:r>
      <w:r>
        <w:rPr>
          <w:u w:val="double"/>
        </w:rPr>
        <w:t>21.26%</w:t>
      </w:r>
    </w:p>
    <w:p w:rsidR="002942F8" w:rsidRDefault="008063A3" w:rsidP="002942F8">
      <w:pPr>
        <w:pStyle w:val="ISM"/>
        <w:spacing w:after="180"/>
      </w:pPr>
      <w:r>
        <w:tab/>
      </w:r>
      <w:r>
        <w:tab/>
      </w:r>
      <w:r>
        <w:tab/>
      </w:r>
      <w:r>
        <w:tab/>
      </w:r>
    </w:p>
    <w:p w:rsidR="002942F8" w:rsidRDefault="002942F8"/>
    <w:p w:rsidR="00EA459F" w:rsidRDefault="00EA459F"/>
    <w:p w:rsidR="008063A3" w:rsidRDefault="008063A3" w:rsidP="008063A3">
      <w:pPr>
        <w:pStyle w:val="ISMab"/>
      </w:pPr>
      <w:r>
        <w:tab/>
        <w:t>51.</w:t>
      </w:r>
      <w:r>
        <w:tab/>
        <w:t xml:space="preserve">In each case, the interest rate being charged is the </w:t>
      </w:r>
    </w:p>
    <w:p w:rsidR="008063A3" w:rsidRDefault="008063A3" w:rsidP="008063A3">
      <w:pPr>
        <w:pStyle w:val="ISMab"/>
      </w:pPr>
      <w:r>
        <w:tab/>
      </w:r>
      <w:r>
        <w:tab/>
        <w:t>discount rate that makes the present value of 1 year’s</w:t>
      </w:r>
    </w:p>
    <w:p w:rsidR="008063A3" w:rsidRDefault="008063A3" w:rsidP="008063A3">
      <w:pPr>
        <w:pStyle w:val="ISMab"/>
      </w:pPr>
      <w:r>
        <w:tab/>
      </w:r>
      <w:r>
        <w:tab/>
      </w:r>
      <w:proofErr w:type="gramStart"/>
      <w:r>
        <w:t>premium</w:t>
      </w:r>
      <w:proofErr w:type="gramEnd"/>
      <w:r>
        <w:t xml:space="preserve"> payments equal to </w:t>
      </w:r>
      <w:r>
        <w:rPr>
          <w:rFonts w:ascii="Times New Roman" w:hAnsi="Times New Roman"/>
          <w:i/>
        </w:rPr>
        <w:t>PV</w:t>
      </w:r>
      <w:r>
        <w:t>(due) = $666.96.</w:t>
      </w:r>
    </w:p>
    <w:p w:rsidR="008063A3" w:rsidRDefault="008063A3" w:rsidP="008063A3">
      <w:pPr>
        <w:pStyle w:val="ISMab"/>
      </w:pPr>
      <w:r>
        <w:tab/>
      </w:r>
      <w:r>
        <w:tab/>
      </w:r>
      <w:r w:rsidRPr="00C73C7B">
        <w:rPr>
          <w:i/>
          <w:u w:val="single"/>
        </w:rPr>
        <w:t>a.</w:t>
      </w:r>
      <w:r w:rsidRPr="00C73C7B">
        <w:rPr>
          <w:rFonts w:ascii="Times New Roman" w:hAnsi="Times New Roman"/>
          <w:i/>
          <w:u w:val="single"/>
        </w:rPr>
        <w:t xml:space="preserve"> PMT </w:t>
      </w:r>
      <w:r w:rsidRPr="00C73C7B">
        <w:rPr>
          <w:u w:val="single"/>
        </w:rPr>
        <w:t xml:space="preserve">= $341.32, </w:t>
      </w:r>
      <w:r w:rsidRPr="00C73C7B">
        <w:rPr>
          <w:rFonts w:ascii="Times New Roman" w:hAnsi="Times New Roman"/>
          <w:i/>
          <w:u w:val="single"/>
        </w:rPr>
        <w:t>n</w:t>
      </w:r>
      <w:r w:rsidRPr="00C73C7B">
        <w:rPr>
          <w:u w:val="single"/>
        </w:rPr>
        <w:t xml:space="preserve"> = 2</w:t>
      </w:r>
      <w:r>
        <w:t xml:space="preserve">        </w:t>
      </w:r>
      <w:r w:rsidRPr="00C73C7B">
        <w:rPr>
          <w:i/>
          <w:u w:val="single"/>
        </w:rPr>
        <w:t>b</w:t>
      </w:r>
      <w:r w:rsidRPr="00C73C7B">
        <w:rPr>
          <w:u w:val="single"/>
        </w:rPr>
        <w:t xml:space="preserve">. </w:t>
      </w:r>
      <w:r w:rsidRPr="00C73C7B">
        <w:rPr>
          <w:rFonts w:ascii="Times New Roman" w:hAnsi="Times New Roman"/>
          <w:i/>
          <w:u w:val="single"/>
        </w:rPr>
        <w:t>PMT</w:t>
      </w:r>
      <w:r w:rsidRPr="00C73C7B">
        <w:rPr>
          <w:u w:val="single"/>
        </w:rPr>
        <w:t xml:space="preserve"> = $173.62, </w:t>
      </w:r>
      <w:r w:rsidRPr="00C73C7B">
        <w:rPr>
          <w:rFonts w:ascii="Times New Roman" w:hAnsi="Times New Roman"/>
          <w:i/>
          <w:u w:val="single"/>
        </w:rPr>
        <w:t>n</w:t>
      </w:r>
      <w:r w:rsidRPr="00C73C7B">
        <w:rPr>
          <w:u w:val="single"/>
        </w:rPr>
        <w:t xml:space="preserve"> = 4</w:t>
      </w:r>
      <w:r>
        <w:t xml:space="preserve">        </w:t>
      </w:r>
      <w:r w:rsidRPr="00C73C7B">
        <w:rPr>
          <w:u w:val="single"/>
        </w:rPr>
        <w:t xml:space="preserve">c. </w:t>
      </w:r>
      <w:r w:rsidRPr="00C73C7B">
        <w:rPr>
          <w:rFonts w:ascii="Times New Roman" w:hAnsi="Times New Roman"/>
          <w:i/>
          <w:u w:val="single"/>
        </w:rPr>
        <w:t>PMT</w:t>
      </w:r>
      <w:r w:rsidRPr="00C73C7B">
        <w:rPr>
          <w:u w:val="single"/>
        </w:rPr>
        <w:t xml:space="preserve"> = $58.85, </w:t>
      </w:r>
      <w:r w:rsidRPr="00C73C7B">
        <w:rPr>
          <w:rFonts w:ascii="Times New Roman" w:hAnsi="Times New Roman"/>
          <w:i/>
          <w:u w:val="single"/>
        </w:rPr>
        <w:t>n</w:t>
      </w:r>
      <w:r w:rsidRPr="00C73C7B">
        <w:rPr>
          <w:u w:val="single"/>
        </w:rPr>
        <w:t xml:space="preserve"> = 12</w:t>
      </w:r>
    </w:p>
    <w:p w:rsidR="008063A3" w:rsidRDefault="002043E3" w:rsidP="008063A3">
      <w:pPr>
        <w:pStyle w:val="ISMab"/>
      </w:pPr>
      <w:r>
        <w:rPr>
          <w:noProof/>
          <w:lang w:val="en-US"/>
        </w:rPr>
        <w:pict>
          <v:shape id="AutoShape 255" o:spid="_x0000_s1098" type="#_x0000_t61" style="position:absolute;margin-left:305.35pt;margin-top:9.25pt;width:120.45pt;height:120.4pt;z-index:-25160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" adj="1426,15195" fillcolor="#cff">
            <v:fill opacity="25443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58.85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13.447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AutoShape 254" o:spid="_x0000_s1099" type="#_x0000_t61" style="position:absolute;margin-left:167.75pt;margin-top:7.1pt;width:116.15pt;height:120.4pt;z-index:-251608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" adj="679,15195" fillcolor="#cff">
            <v:fill opacity="25443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173.62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11.523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AutoShape 253" o:spid="_x0000_s1100" type="#_x0000_t61" style="position:absolute;margin-left:32.3pt;margin-top:4.95pt;width:122.6pt;height:154.8pt;z-index:-251609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" adj="740,14630" fillcolor="#cff">
            <v:fill opacity="25443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666.96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341.32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9.862</w:t>
                  </w:r>
                </w:p>
              </w:txbxContent>
            </v:textbox>
            <w10:wrap type="square"/>
          </v:shape>
        </w:pict>
      </w:r>
    </w:p>
    <w:p w:rsidR="008063A3" w:rsidRDefault="008063A3" w:rsidP="008063A3">
      <w:pPr>
        <w:pStyle w:val="ISMab"/>
      </w:pPr>
    </w:p>
    <w:p w:rsidR="008063A3" w:rsidRDefault="008063A3" w:rsidP="008063A3">
      <w:pPr>
        <w:pStyle w:val="ISMab"/>
      </w:pPr>
    </w:p>
    <w:p w:rsidR="008063A3" w:rsidRDefault="008063A3" w:rsidP="008063A3">
      <w:pPr>
        <w:pStyle w:val="ISMab"/>
      </w:pPr>
    </w:p>
    <w:p w:rsidR="008063A3" w:rsidRDefault="008063A3" w:rsidP="008063A3">
      <w:pPr>
        <w:pStyle w:val="ISMab"/>
      </w:pPr>
    </w:p>
    <w:p w:rsidR="008063A3" w:rsidRDefault="008063A3" w:rsidP="008063A3">
      <w:pPr>
        <w:pStyle w:val="ISMab"/>
      </w:pPr>
    </w:p>
    <w:p w:rsidR="008063A3" w:rsidRDefault="008063A3" w:rsidP="008063A3">
      <w:pPr>
        <w:pStyle w:val="ISMab"/>
      </w:pPr>
    </w:p>
    <w:p w:rsidR="008063A3" w:rsidRDefault="008063A3" w:rsidP="008063A3">
      <w:pPr>
        <w:pStyle w:val="ISMab"/>
      </w:pPr>
    </w:p>
    <w:p w:rsidR="008063A3" w:rsidRDefault="008063A3" w:rsidP="008063A3">
      <w:pPr>
        <w:pStyle w:val="ISMab"/>
      </w:pPr>
    </w:p>
    <w:p w:rsidR="008063A3" w:rsidRDefault="008063A3" w:rsidP="008063A3">
      <w:pPr>
        <w:pStyle w:val="ISMab"/>
      </w:pPr>
    </w:p>
    <w:p w:rsidR="008063A3" w:rsidRDefault="008063A3" w:rsidP="008063A3">
      <w:pPr>
        <w:pStyle w:val="ISMab"/>
      </w:pPr>
    </w:p>
    <w:p w:rsidR="008063A3" w:rsidRDefault="008063A3" w:rsidP="008063A3">
      <w:pPr>
        <w:pStyle w:val="ISMab"/>
        <w:ind w:left="3510"/>
      </w:pPr>
      <w:r>
        <w:tab/>
        <w:t xml:space="preserve">           </w:t>
      </w:r>
      <w:r>
        <w:rPr>
          <w:rFonts w:ascii="Times New Roman" w:hAnsi="Times New Roman"/>
          <w:i/>
        </w:rPr>
        <w:t>f</w:t>
      </w:r>
      <w:r>
        <w:t xml:space="preserve"> = </w:t>
      </w:r>
      <w:r w:rsidRPr="00AD2B1A">
        <w:rPr>
          <w:u w:val="double"/>
        </w:rPr>
        <w:t>11.52%</w:t>
      </w:r>
      <w:r>
        <w:tab/>
      </w:r>
      <w:r>
        <w:tab/>
        <w:t xml:space="preserve">       </w:t>
      </w:r>
      <w:r>
        <w:rPr>
          <w:rFonts w:ascii="Times New Roman" w:hAnsi="Times New Roman"/>
          <w:i/>
        </w:rPr>
        <w:t>f</w:t>
      </w:r>
      <w:r>
        <w:t xml:space="preserve"> = </w:t>
      </w:r>
      <w:r w:rsidRPr="00AD2B1A">
        <w:rPr>
          <w:u w:val="double"/>
        </w:rPr>
        <w:t>13.45%</w:t>
      </w:r>
    </w:p>
    <w:p w:rsidR="008063A3" w:rsidRDefault="008063A3" w:rsidP="008063A3">
      <w:pPr>
        <w:pStyle w:val="ISMab"/>
      </w:pPr>
    </w:p>
    <w:p w:rsidR="008063A3" w:rsidRDefault="008063A3" w:rsidP="008063A3">
      <w:pPr>
        <w:pStyle w:val="ISMab"/>
      </w:pPr>
      <w:r>
        <w:tab/>
      </w:r>
      <w:r>
        <w:tab/>
      </w:r>
      <w:r>
        <w:tab/>
      </w:r>
      <w:r>
        <w:tab/>
        <w:t xml:space="preserve"> </w:t>
      </w:r>
      <w:r>
        <w:rPr>
          <w:rFonts w:ascii="Times New Roman" w:hAnsi="Times New Roman"/>
          <w:i/>
        </w:rPr>
        <w:t>f</w:t>
      </w:r>
      <w:r>
        <w:t xml:space="preserve"> = </w:t>
      </w:r>
      <w:r w:rsidRPr="00AD2B1A">
        <w:rPr>
          <w:u w:val="double"/>
        </w:rPr>
        <w:t>9.86%</w:t>
      </w:r>
      <w:r>
        <w:tab/>
      </w:r>
    </w:p>
    <w:p w:rsidR="008063A3" w:rsidRDefault="008063A3" w:rsidP="008063A3">
      <w:pPr>
        <w:pStyle w:val="ISMab"/>
      </w:pPr>
    </w:p>
    <w:p w:rsidR="00EA459F" w:rsidRDefault="00EA459F">
      <w:r>
        <w:br w:type="page"/>
      </w:r>
    </w:p>
    <w:p w:rsidR="008063A3" w:rsidRDefault="002043E3" w:rsidP="008063A3">
      <w:pPr>
        <w:pStyle w:val="ISM"/>
      </w:pPr>
      <w:r>
        <w:rPr>
          <w:noProof/>
          <w:lang w:val="en-US"/>
        </w:rPr>
        <w:lastRenderedPageBreak/>
        <w:pict>
          <v:shape id="AutoShape 256" o:spid="_x0000_s1101" type="#_x0000_t61" style="position:absolute;margin-left:324.7pt;margin-top:4.05pt;width:131.2pt;height:150.5pt;z-index:251709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" adj="-8545,13312" fillcolor="#cff">
            <v:fill opacity="25443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10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8063A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1000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69,087.62</w:t>
                  </w:r>
                </w:p>
              </w:txbxContent>
            </v:textbox>
            <w10:wrap type="square"/>
          </v:shape>
        </w:pict>
      </w:r>
      <w:r w:rsidR="008063A3">
        <w:tab/>
        <w:t>53.</w:t>
      </w:r>
      <w:r w:rsidR="008063A3">
        <w:tab/>
      </w:r>
      <w:proofErr w:type="gramStart"/>
      <w:r w:rsidR="008063A3">
        <w:t>With</w:t>
      </w:r>
      <w:proofErr w:type="gramEnd"/>
      <w:r w:rsidR="008063A3">
        <w:t xml:space="preserve"> today as the focal date,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RRSP contributions = </w:t>
      </w:r>
      <w:r>
        <w:rPr>
          <w:rFonts w:ascii="Times New Roman" w:hAnsi="Times New Roman"/>
          <w:i/>
        </w:rPr>
        <w:t>PV</w:t>
      </w:r>
      <w:r>
        <w:t xml:space="preserve"> of the RRIF withdrawals</w:t>
      </w:r>
    </w:p>
    <w:p w:rsidR="008063A3" w:rsidRDefault="008063A3" w:rsidP="008063A3">
      <w:pPr>
        <w:pStyle w:val="ISM"/>
      </w:pPr>
      <w:r>
        <w:tab/>
      </w:r>
      <w:r>
        <w:tab/>
        <w:t>The amount in the RRSP 10 years ago was</w:t>
      </w: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AutoShape 257" o:spid="_x0000_s1420" type="#_x0000_t88" style="position:absolute;margin-left:230.1pt;margin-top:4.75pt;width:10.75pt;height:81.7pt;z-index:251710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"/>
        </w:pict>
      </w:r>
      <w:r w:rsidR="008063A3">
        <w:tab/>
      </w:r>
      <w:r w:rsidR="008063A3">
        <w:tab/>
      </w:r>
      <w:r w:rsidR="008063A3">
        <w:tab/>
      </w:r>
      <w:r w:rsidR="008063A3" w:rsidRPr="007E02FE">
        <w:rPr>
          <w:spacing w:val="-2"/>
          <w:position w:val="-34"/>
        </w:rPr>
        <w:object w:dxaOrig="3220" w:dyaOrig="780">
          <v:shape id="_x0000_i1233" type="#_x0000_t75" style="width:162pt;height:37.5pt" o:ole="" fillcolor="window">
            <v:imagedata r:id="rId384" o:title=""/>
          </v:shape>
          <o:OLEObject Type="Embed" ProgID="Equation.3" ShapeID="_x0000_i1233" DrawAspect="Content" ObjectID="_1654987238" r:id="rId385"/>
        </w:object>
      </w:r>
      <w:r w:rsidR="008063A3">
        <w:t xml:space="preserve"> </w:t>
      </w:r>
    </w:p>
    <w:p w:rsidR="008063A3" w:rsidRDefault="008063A3" w:rsidP="008063A3">
      <w:pPr>
        <w:pStyle w:val="ISM"/>
        <w:ind w:left="1620"/>
      </w:pPr>
      <w:r>
        <w:t>= $1000</w:t>
      </w:r>
      <w:r w:rsidRPr="007E02FE">
        <w:rPr>
          <w:position w:val="-34"/>
        </w:rPr>
        <w:object w:dxaOrig="1400" w:dyaOrig="780">
          <v:shape id="_x0000_i1234" type="#_x0000_t75" style="width:69.75pt;height:37.5pt" o:ole="" fillcolor="window">
            <v:imagedata r:id="rId386" o:title=""/>
          </v:shape>
          <o:OLEObject Type="Embed" ProgID="Equation.3" ShapeID="_x0000_i1234" DrawAspect="Content" ObjectID="_1654987239" r:id="rId387"/>
        </w:object>
      </w:r>
      <w:r>
        <w:t xml:space="preserve">(1.025) </w:t>
      </w:r>
    </w:p>
    <w:p w:rsidR="008063A3" w:rsidRDefault="008063A3" w:rsidP="008063A3">
      <w:pPr>
        <w:pStyle w:val="ISM"/>
        <w:ind w:left="1620"/>
      </w:pPr>
      <w:r>
        <w:t>= $69,087.62</w:t>
      </w:r>
    </w:p>
    <w:p w:rsidR="008063A3" w:rsidRDefault="008063A3" w:rsidP="008063A3">
      <w:pPr>
        <w:pStyle w:val="ISM"/>
      </w:pPr>
    </w:p>
    <w:p w:rsidR="008063A3" w:rsidRDefault="008063A3" w:rsidP="008063A3">
      <w:pPr>
        <w:pStyle w:val="ISM"/>
      </w:pPr>
    </w:p>
    <w:p w:rsidR="008063A3" w:rsidRDefault="008063A3" w:rsidP="002942F8">
      <w:r>
        <w:t>The amount in the RRSP today is</w:t>
      </w: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AutoShape 258" o:spid="_x0000_s1102" type="#_x0000_t61" style="position:absolute;margin-left:321.65pt;margin-top:-11.4pt;width:137.65pt;height:116.1pt;z-index:251712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" adj="-5233,7293" fillcolor="#cff">
            <v:fill opacity="25443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C/Y, N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12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69,087.62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1000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303,029.72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60" o:spid="_x0000_s1417" type="#_x0000_t88" style="position:absolute;margin-left:267.75pt;margin-top:6.7pt;width:8.6pt;height:49.45pt;z-index:251714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"/>
        </w:pict>
      </w:r>
      <w:r w:rsidR="008063A3">
        <w:tab/>
      </w:r>
      <w:r w:rsidR="008063A3">
        <w:tab/>
      </w:r>
      <w:r w:rsidR="008063A3">
        <w:tab/>
        <w:t>$69,087.62</w:t>
      </w:r>
      <w:r w:rsidR="008063A3" w:rsidRPr="007E02FE">
        <w:rPr>
          <w:position w:val="-10"/>
        </w:rPr>
        <w:object w:dxaOrig="840" w:dyaOrig="380">
          <v:shape id="_x0000_i1235" type="#_x0000_t75" style="width:42pt;height:18.75pt" o:ole="" fillcolor="window">
            <v:imagedata r:id="rId388" o:title=""/>
          </v:shape>
          <o:OLEObject Type="Embed" ProgID="Equation.3" ShapeID="_x0000_i1235" DrawAspect="Content" ObjectID="_1654987240" r:id="rId389"/>
        </w:object>
      </w:r>
      <w:r w:rsidR="008063A3">
        <w:t xml:space="preserve"> + $</w:t>
      </w:r>
      <w:r w:rsidR="00587AC7">
        <w:t>10</w:t>
      </w:r>
      <w:r w:rsidR="008063A3">
        <w:t>00</w:t>
      </w:r>
      <w:r w:rsidR="008063A3" w:rsidRPr="007E02FE">
        <w:rPr>
          <w:position w:val="-34"/>
        </w:rPr>
        <w:object w:dxaOrig="1280" w:dyaOrig="780">
          <v:shape id="_x0000_i1236" type="#_x0000_t75" style="width:63.75pt;height:37.5pt" o:ole="" fillcolor="window">
            <v:imagedata r:id="rId390" o:title=""/>
          </v:shape>
          <o:OLEObject Type="Embed" ProgID="Equation.3" ShapeID="_x0000_i1236" DrawAspect="Content" ObjectID="_1654987241" r:id="rId391"/>
        </w:object>
      </w:r>
      <w:r w:rsidR="008063A3">
        <w:t xml:space="preserve">(1.03) </w:t>
      </w:r>
    </w:p>
    <w:p w:rsidR="008063A3" w:rsidRDefault="008063A3" w:rsidP="008063A3">
      <w:pPr>
        <w:pStyle w:val="ISM"/>
        <w:ind w:left="1620"/>
      </w:pPr>
      <w:r>
        <w:t>= $303,029.72</w:t>
      </w:r>
    </w:p>
    <w:p w:rsidR="008063A3" w:rsidRDefault="008063A3" w:rsidP="008063A3">
      <w:pPr>
        <w:pStyle w:val="ISM"/>
      </w:pPr>
    </w:p>
    <w:p w:rsidR="008063A3" w:rsidRDefault="008063A3" w:rsidP="008063A3">
      <w:pPr>
        <w:pStyle w:val="ISM"/>
      </w:pPr>
    </w:p>
    <w:p w:rsidR="008063A3" w:rsidRDefault="008063A3" w:rsidP="008063A3">
      <w:pPr>
        <w:pStyle w:val="ISM"/>
      </w:pPr>
    </w:p>
    <w:p w:rsidR="008063A3" w:rsidRDefault="008063A3" w:rsidP="008063A3">
      <w:pPr>
        <w:pStyle w:val="ISM"/>
      </w:pPr>
    </w:p>
    <w:p w:rsidR="00EA459F" w:rsidRDefault="00EA459F" w:rsidP="008063A3">
      <w:pPr>
        <w:pStyle w:val="ISM"/>
      </w:pP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AutoShape 259" o:spid="_x0000_s1103" type="#_x0000_t61" style="position:absolute;margin-left:324.7pt;margin-top:6.35pt;width:141.95pt;height:150.5pt;z-index:251713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" adj="-2244,13670" fillcolor="#cff">
            <v:fill opacity="26214f"/>
            <v:textbox inset="3.6pt,,3.6pt">
              <w:txbxContent>
                <w:p w:rsidR="00466CD8" w:rsidRDefault="00466CD8" w:rsidP="008063A3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8.25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F516C9" w:rsidRDefault="00466CD8" w:rsidP="008063A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180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303,029.72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063A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063A3">
                  <w:pPr>
                    <w:spacing w:line="320" w:lineRule="exact"/>
                    <w:ind w:right="43"/>
                    <w:jc w:val="right"/>
                  </w:pPr>
                  <w:proofErr w:type="spellStart"/>
                  <w:r>
                    <w:rPr>
                      <w:i/>
                      <w:iCs/>
                    </w:rPr>
                    <w:t>Ans</w:t>
                  </w:r>
                  <w:proofErr w:type="spellEnd"/>
                  <w:r>
                    <w:t>: 2919.74</w:t>
                  </w:r>
                </w:p>
              </w:txbxContent>
            </v:textbox>
            <w10:wrap type="square"/>
          </v:shape>
        </w:pict>
      </w:r>
      <w:r w:rsidR="008063A3">
        <w:tab/>
      </w:r>
      <w:r w:rsidR="008063A3">
        <w:tab/>
        <w:t xml:space="preserve">For the RRIF withdrawals,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due) = $303,029.72, </w:t>
      </w:r>
      <w:r>
        <w:rPr>
          <w:rFonts w:ascii="Times New Roman" w:hAnsi="Times New Roman"/>
          <w:i/>
        </w:rPr>
        <w:t>n</w:t>
      </w:r>
      <w:r>
        <w:t xml:space="preserve"> = 12(15) = 180,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rPr>
          <w:rFonts w:ascii="Times New Roman" w:hAnsi="Times New Roman"/>
          <w:i/>
        </w:rPr>
        <w:t xml:space="preserve"> </w:t>
      </w:r>
      <w:r>
        <w:t xml:space="preserve">= </w:t>
      </w:r>
      <w:r w:rsidRPr="007E02FE">
        <w:rPr>
          <w:position w:val="-16"/>
        </w:rPr>
        <w:object w:dxaOrig="620" w:dyaOrig="440">
          <v:shape id="_x0000_i1237" type="#_x0000_t75" style="width:30.75pt;height:21.75pt" o:ole="" fillcolor="window">
            <v:imagedata r:id="rId392" o:title=""/>
          </v:shape>
          <o:OLEObject Type="Embed" ProgID="Equation.3" ShapeID="_x0000_i1237" DrawAspect="Content" ObjectID="_1654987242" r:id="rId393"/>
        </w:object>
      </w:r>
      <w:r>
        <w:t xml:space="preserve"> = 0.6875%</w:t>
      </w:r>
    </w:p>
    <w:p w:rsidR="008063A3" w:rsidRDefault="008063A3" w:rsidP="008063A3">
      <w:pPr>
        <w:pStyle w:val="ISM"/>
      </w:pPr>
      <w:r>
        <w:tab/>
      </w:r>
      <w:r>
        <w:tab/>
        <w:t xml:space="preserve">The maximum beginning-of-month withdrawals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proofErr w:type="gramStart"/>
      <w:r>
        <w:t>is</w:t>
      </w:r>
      <w:proofErr w:type="gramEnd"/>
      <w:r>
        <w:t xml:space="preserve"> the value of </w:t>
      </w:r>
      <w:r>
        <w:rPr>
          <w:rFonts w:ascii="Times New Roman" w:hAnsi="Times New Roman"/>
          <w:i/>
        </w:rPr>
        <w:t>PMT</w:t>
      </w:r>
      <w:r>
        <w:t xml:space="preserve"> satisfying</w:t>
      </w: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AutoShape 261" o:spid="_x0000_s1413" type="#_x0000_t88" style="position:absolute;margin-left:292.45pt;margin-top:4.6pt;width:8.6pt;height:47.3pt;z-index:251715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"/>
        </w:pict>
      </w:r>
      <w:r w:rsidR="008063A3">
        <w:tab/>
      </w:r>
      <w:r w:rsidR="008063A3">
        <w:tab/>
      </w:r>
      <w:r w:rsidR="008063A3">
        <w:tab/>
        <w:t xml:space="preserve">$303,029.72 = </w:t>
      </w:r>
      <w:r w:rsidR="008063A3">
        <w:rPr>
          <w:rFonts w:ascii="Times New Roman" w:hAnsi="Times New Roman"/>
          <w:i/>
        </w:rPr>
        <w:t xml:space="preserve">PMT </w:t>
      </w:r>
      <w:r w:rsidR="008063A3" w:rsidRPr="007E02FE">
        <w:rPr>
          <w:position w:val="-34"/>
        </w:rPr>
        <w:object w:dxaOrig="1980" w:dyaOrig="780">
          <v:shape id="_x0000_i1238" type="#_x0000_t75" style="width:99.75pt;height:37.5pt" o:ole="" fillcolor="window">
            <v:imagedata r:id="rId394" o:title=""/>
          </v:shape>
          <o:OLEObject Type="Embed" ProgID="Equation.3" ShapeID="_x0000_i1238" DrawAspect="Content" ObjectID="_1654987243" r:id="rId395"/>
        </w:object>
      </w:r>
      <w:r w:rsidR="008063A3">
        <w:t>(1.006875)</w:t>
      </w:r>
    </w:p>
    <w:p w:rsidR="008063A3" w:rsidRDefault="008063A3" w:rsidP="008063A3">
      <w:pPr>
        <w:pStyle w:val="ISM"/>
        <w:spacing w:after="240"/>
        <w:ind w:left="1440"/>
        <w:rPr>
          <w:u w:val="double"/>
        </w:rPr>
      </w:pPr>
      <w:r>
        <w:t xml:space="preserve">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$2919.74</w:t>
      </w:r>
    </w:p>
    <w:p w:rsidR="008063A3" w:rsidRDefault="008063A3" w:rsidP="008063A3">
      <w:pPr>
        <w:pStyle w:val="ISM"/>
      </w:pPr>
    </w:p>
    <w:p w:rsidR="008063A3" w:rsidRDefault="008063A3" w:rsidP="008063A3">
      <w:pPr>
        <w:pStyle w:val="ISM"/>
      </w:pPr>
    </w:p>
    <w:p w:rsidR="008063A3" w:rsidRDefault="008063A3" w:rsidP="008063A3">
      <w:pPr>
        <w:pStyle w:val="ISM"/>
      </w:pPr>
      <w:r>
        <w:tab/>
        <w:t>55.</w:t>
      </w:r>
      <w:r>
        <w:tab/>
      </w:r>
      <w:proofErr w:type="gramStart"/>
      <w:r>
        <w:t>At</w:t>
      </w:r>
      <w:proofErr w:type="gramEnd"/>
      <w:r>
        <w:t xml:space="preserve"> a focal date on the purchase date of the annuity,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RRSP contributions = </w:t>
      </w:r>
      <w:r>
        <w:rPr>
          <w:rFonts w:ascii="Times New Roman" w:hAnsi="Times New Roman"/>
          <w:i/>
        </w:rPr>
        <w:t>PV</w:t>
      </w:r>
      <w:r>
        <w:t xml:space="preserve"> of annuity payments</w:t>
      </w:r>
    </w:p>
    <w:p w:rsidR="008063A3" w:rsidRDefault="008063A3" w:rsidP="008063A3">
      <w:pPr>
        <w:pStyle w:val="ISM"/>
      </w:pPr>
      <w:r>
        <w:tab/>
      </w:r>
      <w:r>
        <w:tab/>
        <w:t xml:space="preserve">For the </w:t>
      </w:r>
      <w:r>
        <w:rPr>
          <w:rFonts w:ascii="Times New Roman" w:hAnsi="Times New Roman"/>
          <w:i/>
        </w:rPr>
        <w:t>PV</w:t>
      </w:r>
      <w:r>
        <w:t xml:space="preserve"> calculation, </w:t>
      </w:r>
      <w:r>
        <w:rPr>
          <w:rFonts w:ascii="Times New Roman" w:hAnsi="Times New Roman"/>
          <w:i/>
        </w:rPr>
        <w:t>PMT</w:t>
      </w:r>
      <w:r>
        <w:t xml:space="preserve"> = $3509, </w:t>
      </w:r>
      <w:r>
        <w:rPr>
          <w:rFonts w:ascii="Times New Roman" w:hAnsi="Times New Roman"/>
          <w:i/>
        </w:rPr>
        <w:t>n</w:t>
      </w:r>
      <w:r>
        <w:t xml:space="preserve"> = 12(25) = 300,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6"/>
        </w:rPr>
        <w:object w:dxaOrig="380" w:dyaOrig="440">
          <v:shape id="_x0000_i1239" type="#_x0000_t75" style="width:18.75pt;height:21.75pt" o:ole="" fillcolor="window">
            <v:imagedata r:id="rId396" o:title=""/>
          </v:shape>
          <o:OLEObject Type="Embed" ProgID="Equation.3" ShapeID="_x0000_i1239" DrawAspect="Content" ObjectID="_1654987244" r:id="rId397"/>
        </w:object>
      </w:r>
      <w:r>
        <w:t xml:space="preserve"> = 4%, </w:t>
      </w:r>
      <w:r>
        <w:rPr>
          <w:rFonts w:ascii="Times New Roman" w:hAnsi="Times New Roman"/>
          <w:i/>
        </w:rPr>
        <w:t>c</w:t>
      </w:r>
      <w:r>
        <w:t xml:space="preserve"> </w:t>
      </w:r>
      <w:proofErr w:type="gramStart"/>
      <w:r>
        <w:t xml:space="preserve">= </w:t>
      </w:r>
      <w:proofErr w:type="gramEnd"/>
      <w:r w:rsidRPr="007E02FE">
        <w:rPr>
          <w:position w:val="-16"/>
        </w:rPr>
        <w:object w:dxaOrig="999" w:dyaOrig="420">
          <v:shape id="_x0000_i1240" type="#_x0000_t75" style="width:50.25pt;height:21pt" o:ole="" fillcolor="window">
            <v:imagedata r:id="rId398" o:title=""/>
          </v:shape>
          <o:OLEObject Type="Embed" ProgID="Equation.3" ShapeID="_x0000_i1240" DrawAspect="Content" ObjectID="_1654987245" r:id="rId399"/>
        </w:object>
      </w:r>
      <w:r>
        <w:t>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10"/>
        </w:rPr>
        <w:object w:dxaOrig="1420" w:dyaOrig="380">
          <v:shape id="_x0000_i1241" type="#_x0000_t75" style="width:71.25pt;height:18.75pt" o:ole="" fillcolor="window">
            <v:imagedata r:id="rId256" o:title=""/>
          </v:shape>
          <o:OLEObject Type="Embed" ProgID="Equation.3" ShapeID="_x0000_i1241" DrawAspect="Content" ObjectID="_1654987246" r:id="rId400"/>
        </w:object>
      </w:r>
      <w:r>
        <w:rPr>
          <w:spacing w:val="-2"/>
        </w:rPr>
        <w:t xml:space="preserve"> </w:t>
      </w:r>
      <w:r>
        <w:t xml:space="preserve">= </w:t>
      </w:r>
      <w:r w:rsidRPr="007E02FE">
        <w:rPr>
          <w:position w:val="-10"/>
        </w:rPr>
        <w:object w:dxaOrig="999" w:dyaOrig="420">
          <v:shape id="_x0000_i1242" type="#_x0000_t75" style="width:50.25pt;height:21pt" o:ole="" fillcolor="window">
            <v:imagedata r:id="rId401" o:title=""/>
          </v:shape>
          <o:OLEObject Type="Embed" ProgID="Equation.3" ShapeID="_x0000_i1242" DrawAspect="Content" ObjectID="_1654987247" r:id="rId402"/>
        </w:object>
      </w:r>
      <w:r>
        <w:t>– 1 = 0.006558197</w:t>
      </w:r>
    </w:p>
    <w:p w:rsidR="008063A3" w:rsidRDefault="008063A3" w:rsidP="008063A3">
      <w:pPr>
        <w:pStyle w:val="ISM"/>
        <w:rPr>
          <w:spacing w:val="-2"/>
        </w:rPr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10"/>
        </w:rPr>
        <w:object w:dxaOrig="1060" w:dyaOrig="300">
          <v:shape id="_x0000_i1243" type="#_x0000_t75" style="width:53.25pt;height:15pt" o:ole="" fillcolor="window">
            <v:imagedata r:id="rId403" o:title=""/>
          </v:shape>
          <o:OLEObject Type="Embed" ProgID="Equation.3" ShapeID="_x0000_i1243" DrawAspect="Content" ObjectID="_1654987248" r:id="rId404"/>
        </w:object>
      </w:r>
      <w:r>
        <w:t xml:space="preserve"> $3509</w:t>
      </w:r>
      <w:r w:rsidRPr="007E02FE">
        <w:rPr>
          <w:position w:val="-34"/>
        </w:rPr>
        <w:object w:dxaOrig="2340" w:dyaOrig="780">
          <v:shape id="_x0000_i1244" type="#_x0000_t75" style="width:117pt;height:37.5pt" o:ole="" fillcolor="window">
            <v:imagedata r:id="rId405" o:title=""/>
          </v:shape>
          <o:OLEObject Type="Embed" ProgID="Equation.3" ShapeID="_x0000_i1244" DrawAspect="Content" ObjectID="_1654987249" r:id="rId406"/>
        </w:object>
      </w:r>
      <w:r>
        <w:t>(1.006558197) = $462,781.77</w:t>
      </w:r>
    </w:p>
    <w:p w:rsidR="008063A3" w:rsidRDefault="008063A3" w:rsidP="008063A3">
      <w:pPr>
        <w:pStyle w:val="ISM"/>
      </w:pPr>
      <w:r>
        <w:rPr>
          <w:spacing w:val="-2"/>
        </w:rPr>
        <w:tab/>
      </w:r>
      <w:r>
        <w:rPr>
          <w:spacing w:val="-2"/>
        </w:rPr>
        <w:tab/>
        <w:t xml:space="preserve">On the left side of the word equation, </w:t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 xml:space="preserve">due) = $462,781.77, </w:t>
      </w:r>
      <w:r>
        <w:rPr>
          <w:rFonts w:ascii="Times New Roman" w:hAnsi="Times New Roman"/>
          <w:i/>
        </w:rPr>
        <w:t>PMT</w:t>
      </w:r>
      <w:r>
        <w:t xml:space="preserve"> = $2500,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8%,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c</w:t>
      </w:r>
      <w:r>
        <w:t xml:space="preserve"> = </w:t>
      </w:r>
      <w:r w:rsidRPr="007E02FE">
        <w:rPr>
          <w:position w:val="-16"/>
        </w:rPr>
        <w:object w:dxaOrig="220" w:dyaOrig="420">
          <v:shape id="_x0000_i1245" type="#_x0000_t75" style="width:9.75pt;height:21pt" o:ole="" fillcolor="window">
            <v:imagedata r:id="rId81" o:title=""/>
          </v:shape>
          <o:OLEObject Type="Embed" ProgID="Equation.3" ShapeID="_x0000_i1245" DrawAspect="Content" ObjectID="_1654987250" r:id="rId407"/>
        </w:object>
      </w:r>
      <w:r>
        <w:t xml:space="preserve"> = 0.5, and </w:t>
      </w:r>
      <w:r w:rsidRPr="007E02FE">
        <w:rPr>
          <w:spacing w:val="-2"/>
          <w:position w:val="-10"/>
        </w:rPr>
        <w:object w:dxaOrig="1420" w:dyaOrig="380">
          <v:shape id="_x0000_i1246" type="#_x0000_t75" style="width:71.25pt;height:18.75pt" o:ole="" fillcolor="window">
            <v:imagedata r:id="rId256" o:title=""/>
          </v:shape>
          <o:OLEObject Type="Embed" ProgID="Equation.3" ShapeID="_x0000_i1246" DrawAspect="Content" ObjectID="_1654987251" r:id="rId408"/>
        </w:object>
      </w:r>
      <w:r>
        <w:rPr>
          <w:spacing w:val="-2"/>
        </w:rPr>
        <w:t xml:space="preserve"> </w:t>
      </w:r>
      <w:r>
        <w:t xml:space="preserve">= </w:t>
      </w:r>
      <w:r w:rsidRPr="007E02FE">
        <w:rPr>
          <w:position w:val="-10"/>
        </w:rPr>
        <w:object w:dxaOrig="880" w:dyaOrig="380">
          <v:shape id="_x0000_i1247" type="#_x0000_t75" style="width:44.25pt;height:18.75pt" o:ole="" fillcolor="window">
            <v:imagedata r:id="rId409" o:title=""/>
          </v:shape>
          <o:OLEObject Type="Embed" ProgID="Equation.3" ShapeID="_x0000_i1247" DrawAspect="Content" ObjectID="_1654987252" r:id="rId410"/>
        </w:object>
      </w:r>
      <w:r>
        <w:t>– 1 = 0.039230485. Hence,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30"/>
        </w:rPr>
        <w:object w:dxaOrig="2520" w:dyaOrig="1080">
          <v:shape id="_x0000_i1248" type="#_x0000_t75" style="width:126.75pt;height:54.75pt" o:ole="" fillcolor="window">
            <v:imagedata r:id="rId240" o:title=""/>
          </v:shape>
          <o:OLEObject Type="Embed" ProgID="Equation.2" ShapeID="_x0000_i1248" DrawAspect="Content" ObjectID="_1654987253" r:id="rId411"/>
        </w:object>
      </w:r>
      <w:r>
        <w:t xml:space="preserve"> = </w:t>
      </w:r>
      <w:r w:rsidRPr="007E02FE">
        <w:rPr>
          <w:spacing w:val="-2"/>
          <w:position w:val="-28"/>
        </w:rPr>
        <w:object w:dxaOrig="3600" w:dyaOrig="999">
          <v:shape id="_x0000_i1249" type="#_x0000_t75" style="width:180.75pt;height:50.25pt" o:ole="" fillcolor="window">
            <v:imagedata r:id="rId412" o:title=""/>
          </v:shape>
          <o:OLEObject Type="Embed" ProgID="Equation.3" ShapeID="_x0000_i1249" DrawAspect="Content" ObjectID="_1654987254" r:id="rId413"/>
        </w:object>
      </w:r>
      <w:r>
        <w:rPr>
          <w:spacing w:val="-2"/>
        </w:rPr>
        <w:t xml:space="preserve"> = 54.00</w:t>
      </w:r>
    </w:p>
    <w:p w:rsidR="008063A3" w:rsidRDefault="008063A3" w:rsidP="008063A3">
      <w:pPr>
        <w:pStyle w:val="ISM"/>
      </w:pPr>
      <w:r>
        <w:tab/>
      </w:r>
      <w:r>
        <w:tab/>
        <w:t xml:space="preserve">Therefore, Mr. van der Linden contributed to his RRSP for 54 half years = </w:t>
      </w:r>
      <w:r>
        <w:rPr>
          <w:u w:val="double"/>
        </w:rPr>
        <w:t>27 years</w:t>
      </w:r>
      <w:r>
        <w:t>.</w:t>
      </w:r>
    </w:p>
    <w:p w:rsidR="00EA459F" w:rsidRDefault="00EA459F">
      <w:pPr>
        <w:rPr>
          <w:b/>
          <w:sz w:val="24"/>
        </w:rPr>
      </w:pPr>
      <w:r>
        <w:rPr>
          <w:b/>
          <w:sz w:val="24"/>
        </w:rPr>
        <w:br w:type="page"/>
      </w:r>
    </w:p>
    <w:p w:rsidR="008063A3" w:rsidRDefault="008063A3" w:rsidP="008063A3">
      <w:pPr>
        <w:pStyle w:val="ISM"/>
        <w:spacing w:after="120"/>
        <w:rPr>
          <w:b/>
          <w:i/>
          <w:sz w:val="24"/>
        </w:rPr>
      </w:pPr>
      <w:r>
        <w:rPr>
          <w:b/>
          <w:sz w:val="24"/>
        </w:rPr>
        <w:lastRenderedPageBreak/>
        <w:t xml:space="preserve">Exercise </w:t>
      </w:r>
      <w:r w:rsidR="00170960">
        <w:rPr>
          <w:b/>
          <w:sz w:val="24"/>
        </w:rPr>
        <w:t>13</w:t>
      </w:r>
      <w:r>
        <w:rPr>
          <w:b/>
          <w:sz w:val="24"/>
        </w:rPr>
        <w:t>.4</w:t>
      </w:r>
    </w:p>
    <w:p w:rsidR="008063A3" w:rsidRDefault="008063A3" w:rsidP="008063A3">
      <w:pPr>
        <w:pStyle w:val="ISM"/>
      </w:pPr>
      <w:r>
        <w:tab/>
        <w:t>1.</w:t>
      </w:r>
      <w:r>
        <w:tab/>
      </w:r>
      <w:r>
        <w:rPr>
          <w:i/>
        </w:rPr>
        <w:t>Step</w:t>
      </w:r>
      <w:r>
        <w:t xml:space="preserve"> 1: </w:t>
      </w:r>
      <w:r>
        <w:tab/>
        <w:t>Calculate the original payment size using the idea that the original loan equals</w:t>
      </w:r>
    </w:p>
    <w:p w:rsidR="008063A3" w:rsidRDefault="008063A3" w:rsidP="008063A3">
      <w:pPr>
        <w:pStyle w:val="ISM"/>
        <w:ind w:firstLine="1350"/>
      </w:pPr>
      <w:r>
        <w:tab/>
        <w:t xml:space="preserve">the present value of the payments.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Substitute </w:t>
      </w:r>
      <w:r>
        <w:rPr>
          <w:rFonts w:ascii="Times New Roman" w:hAnsi="Times New Roman"/>
          <w:i/>
        </w:rPr>
        <w:t>PV</w:t>
      </w:r>
      <w:r>
        <w:t xml:space="preserve"> = $20,000, </w:t>
      </w:r>
      <w:r>
        <w:rPr>
          <w:rFonts w:ascii="Times New Roman" w:hAnsi="Times New Roman"/>
          <w:i/>
        </w:rPr>
        <w:t>n</w:t>
      </w:r>
      <w:r>
        <w:t xml:space="preserve"> = 120,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49511F" w:rsidRPr="0049511F">
        <w:rPr>
          <w:position w:val="-12"/>
        </w:rPr>
        <w:object w:dxaOrig="300" w:dyaOrig="360">
          <v:shape id="_x0000_i1250" type="#_x0000_t75" style="width:15pt;height:18.75pt" o:ole="" fillcolor="window">
            <v:imagedata r:id="rId414" o:title=""/>
          </v:shape>
          <o:OLEObject Type="Embed" ProgID="Equation.3" ShapeID="_x0000_i1250" DrawAspect="Content" ObjectID="_1654987255" r:id="rId415"/>
        </w:object>
      </w:r>
      <w:r>
        <w:t xml:space="preserve"> = 0.</w:t>
      </w:r>
      <w:r w:rsidR="0049511F" w:rsidRPr="0049511F">
        <w:rPr>
          <w:position w:val="-6"/>
        </w:rPr>
        <w:object w:dxaOrig="420" w:dyaOrig="340">
          <v:shape id="_x0000_i1251" type="#_x0000_t75" style="width:21pt;height:17.25pt" o:ole="">
            <v:imagedata r:id="rId416" o:title=""/>
          </v:shape>
          <o:OLEObject Type="Embed" ProgID="Equation.3" ShapeID="_x0000_i1251" DrawAspect="Content" ObjectID="_1654987256" r:id="rId417"/>
        </w:object>
      </w:r>
      <w:r>
        <w:t>% into formula (</w:t>
      </w:r>
      <w:r w:rsidR="00434443">
        <w:t>11</w:t>
      </w:r>
      <w:r>
        <w:t>-2).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$20,000 = </w:t>
      </w:r>
      <w:r>
        <w:rPr>
          <w:rFonts w:ascii="Times New Roman" w:hAnsi="Times New Roman"/>
          <w:i/>
        </w:rPr>
        <w:t xml:space="preserve">PMT </w:t>
      </w:r>
      <w:r w:rsidR="0049511F" w:rsidRPr="0049511F">
        <w:rPr>
          <w:position w:val="-38"/>
        </w:rPr>
        <w:object w:dxaOrig="1719" w:dyaOrig="880">
          <v:shape id="_x0000_i1252" type="#_x0000_t75" style="width:86.25pt;height:44.25pt" o:ole="" fillcolor="window">
            <v:imagedata r:id="rId418" o:title=""/>
          </v:shape>
          <o:OLEObject Type="Embed" ProgID="Equation.3" ShapeID="_x0000_i1252" DrawAspect="Content" ObjectID="_1654987257" r:id="rId419"/>
        </w:objec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</w:t>
      </w:r>
      <w:r w:rsidR="0049511F">
        <w:t>232.22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2:</w:t>
      </w:r>
      <w:r>
        <w:tab/>
        <w:t xml:space="preserve">Calculate the balance after 1 year using the idea that the original loan equals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>the combined present value of the remaining 108 payments. That is,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="0049511F">
        <w:t>Balance</w:t>
      </w:r>
      <w:r>
        <w:t xml:space="preserve"> = $2</w:t>
      </w:r>
      <w:r w:rsidR="0049511F">
        <w:t>32.22</w:t>
      </w:r>
      <w:r w:rsidR="0049511F" w:rsidRPr="0049511F">
        <w:rPr>
          <w:position w:val="-38"/>
        </w:rPr>
        <w:object w:dxaOrig="1719" w:dyaOrig="880">
          <v:shape id="_x0000_i1253" type="#_x0000_t75" style="width:86.25pt;height:44.25pt" o:ole="" fillcolor="window">
            <v:imagedata r:id="rId420" o:title=""/>
          </v:shape>
          <o:OLEObject Type="Embed" ProgID="Equation.3" ShapeID="_x0000_i1253" DrawAspect="Content" ObjectID="_1654987258" r:id="rId421"/>
        </w:object>
      </w:r>
      <w:r>
        <w:t xml:space="preserve">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>Balance = $</w:t>
      </w:r>
      <w:r w:rsidR="0049511F">
        <w:t>18,568.28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3:</w:t>
      </w:r>
      <w:r>
        <w:tab/>
        <w:t>Calculate the number of monthly payments of 1.15($</w:t>
      </w:r>
      <w:r w:rsidR="0049511F">
        <w:t>232.22</w:t>
      </w:r>
      <w:r>
        <w:t>) = $2</w:t>
      </w:r>
      <w:r w:rsidR="0049511F">
        <w:t>67.05</w:t>
      </w:r>
      <w:r>
        <w:t xml:space="preserve">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required to pay off the loan. Their </w:t>
      </w:r>
      <w:r>
        <w:rPr>
          <w:spacing w:val="-2"/>
        </w:rPr>
        <w:t xml:space="preserve">present value </w:t>
      </w:r>
      <w:r>
        <w:t>is $18,</w:t>
      </w:r>
      <w:r w:rsidR="0049511F">
        <w:t>568.28</w:t>
      </w:r>
      <w:r>
        <w:t>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30"/>
        </w:rPr>
        <w:object w:dxaOrig="2439" w:dyaOrig="980">
          <v:shape id="_x0000_i1254" type="#_x0000_t75" style="width:122.25pt;height:48.75pt" o:ole="" fillcolor="window">
            <v:imagedata r:id="rId422" o:title=""/>
          </v:shape>
          <o:OLEObject Type="Embed" ProgID="Equation.2" ShapeID="_x0000_i1254" DrawAspect="Content" ObjectID="_1654987259" r:id="rId423"/>
        </w:object>
      </w:r>
      <w:r>
        <w:t xml:space="preserve"> = </w:t>
      </w:r>
      <w:r w:rsidR="0049511F" w:rsidRPr="0049511F">
        <w:rPr>
          <w:spacing w:val="-2"/>
          <w:position w:val="-30"/>
        </w:rPr>
        <w:object w:dxaOrig="3120" w:dyaOrig="1100">
          <v:shape id="_x0000_i1255" type="#_x0000_t75" style="width:156.75pt;height:54.75pt" o:ole="" fillcolor="window">
            <v:imagedata r:id="rId424" o:title=""/>
          </v:shape>
          <o:OLEObject Type="Embed" ProgID="Equation.3" ShapeID="_x0000_i1255" DrawAspect="Content" ObjectID="_1654987260" r:id="rId425"/>
        </w:object>
      </w:r>
      <w:r>
        <w:rPr>
          <w:spacing w:val="-2"/>
        </w:rPr>
        <w:t xml:space="preserve"> = 8</w:t>
      </w:r>
      <w:r w:rsidR="0049511F">
        <w:rPr>
          <w:spacing w:val="-2"/>
        </w:rPr>
        <w:t>9.44</w:t>
      </w:r>
    </w:p>
    <w:p w:rsidR="008063A3" w:rsidRDefault="008063A3" w:rsidP="008063A3">
      <w:pPr>
        <w:pStyle w:val="ISM"/>
      </w:pPr>
      <w:r>
        <w:tab/>
      </w:r>
      <w:r>
        <w:tab/>
        <w:t>The total time required to pay off the loan will be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(12 + </w:t>
      </w:r>
      <w:r w:rsidR="0049511F">
        <w:t>90</w:t>
      </w:r>
      <w:r>
        <w:t xml:space="preserve">) months = 8 years and </w:t>
      </w:r>
      <w:r w:rsidR="0049511F">
        <w:t xml:space="preserve">6 </w:t>
      </w:r>
      <w:r>
        <w:t>months.</w:t>
      </w:r>
    </w:p>
    <w:p w:rsidR="008063A3" w:rsidRDefault="008063A3" w:rsidP="008063A3">
      <w:pPr>
        <w:pStyle w:val="ISM"/>
        <w:spacing w:after="240"/>
      </w:pPr>
      <w:r>
        <w:tab/>
      </w:r>
      <w:r>
        <w:tab/>
        <w:t xml:space="preserve">Therefore, the loan will be paid off </w:t>
      </w:r>
      <w:r>
        <w:rPr>
          <w:u w:val="double"/>
        </w:rPr>
        <w:t xml:space="preserve">1 year and </w:t>
      </w:r>
      <w:r w:rsidR="0049511F">
        <w:rPr>
          <w:u w:val="double"/>
        </w:rPr>
        <w:t xml:space="preserve">6 </w:t>
      </w:r>
      <w:r>
        <w:rPr>
          <w:u w:val="double"/>
        </w:rPr>
        <w:t>months</w:t>
      </w:r>
      <w:r>
        <w:t xml:space="preserve"> sooner.</w:t>
      </w:r>
    </w:p>
    <w:p w:rsidR="008063A3" w:rsidRPr="004F4D10" w:rsidRDefault="008063A3" w:rsidP="008063A3">
      <w:pPr>
        <w:pStyle w:val="ISM"/>
      </w:pPr>
      <w:r>
        <w:tab/>
      </w:r>
      <w:r w:rsidRPr="004F4D10">
        <w:t>3.</w:t>
      </w:r>
      <w:r w:rsidRPr="004F4D10">
        <w:tab/>
        <w:t xml:space="preserve">The combined future value of the initial $67,000 and the </w:t>
      </w:r>
      <w:proofErr w:type="spellStart"/>
      <w:r w:rsidRPr="004F4D10">
        <w:t>semiannual</w:t>
      </w:r>
      <w:proofErr w:type="spellEnd"/>
      <w:r w:rsidRPr="004F4D10">
        <w:t xml:space="preserve"> contributions </w:t>
      </w:r>
    </w:p>
    <w:p w:rsidR="008063A3" w:rsidRPr="004F4D10" w:rsidRDefault="008063A3" w:rsidP="008063A3">
      <w:pPr>
        <w:pStyle w:val="ISM"/>
      </w:pPr>
      <w:r w:rsidRPr="004F4D10">
        <w:tab/>
      </w:r>
      <w:r w:rsidRPr="004F4D10">
        <w:tab/>
        <w:t>is to be $500,000. The contributions form an ordinary general annuity having</w:t>
      </w:r>
    </w:p>
    <w:p w:rsidR="008063A3" w:rsidRPr="004F4D10" w:rsidRDefault="002043E3" w:rsidP="008063A3">
      <w:pPr>
        <w:pStyle w:val="ISM"/>
      </w:pPr>
      <w:r>
        <w:rPr>
          <w:noProof/>
          <w:lang w:val="en-US"/>
        </w:rPr>
        <w:pict>
          <v:shape id="AutoShape 273" o:spid="_x0000_s1104" type="#_x0000_t61" style="position:absolute;margin-left:366.7pt;margin-top:5.25pt;width:122.6pt;height:154.8pt;z-index:-251589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" adj="-1180,6949" fillcolor="#cff">
            <v:fill opacity="25443f"/>
            <v:textbox inset="3.6pt,,3.6pt">
              <w:txbxContent>
                <w:p w:rsidR="00466CD8" w:rsidRDefault="00466CD8" w:rsidP="00961722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END mode</w:t>
                  </w:r>
                </w:p>
                <w:p w:rsidR="00466CD8" w:rsidRDefault="00466CD8" w:rsidP="0096172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6172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6172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I/Y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61722">
                  <w:pPr>
                    <w:spacing w:line="320" w:lineRule="exact"/>
                    <w:ind w:right="42"/>
                    <w:jc w:val="right"/>
                  </w:pPr>
                  <w:r>
                    <w:t xml:space="preserve">67000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61722">
                  <w:pPr>
                    <w:spacing w:line="320" w:lineRule="exact"/>
                    <w:ind w:right="42"/>
                    <w:jc w:val="right"/>
                  </w:pPr>
                  <w:r>
                    <w:t xml:space="preserve">4000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61722">
                  <w:pPr>
                    <w:spacing w:line="320" w:lineRule="exact"/>
                    <w:ind w:right="42"/>
                    <w:jc w:val="right"/>
                  </w:pPr>
                  <w:r>
                    <w:t xml:space="preserve">500000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961722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961722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:43.07 </w:t>
                  </w:r>
                </w:p>
              </w:txbxContent>
            </v:textbox>
            <w10:wrap type="square"/>
          </v:shape>
        </w:pict>
      </w:r>
      <w:r w:rsidR="008063A3" w:rsidRPr="004F4D10">
        <w:tab/>
      </w:r>
      <w:r w:rsidR="008063A3" w:rsidRPr="004F4D10">
        <w:tab/>
      </w:r>
      <w:r w:rsidR="008063A3" w:rsidRPr="004F4D10">
        <w:rPr>
          <w:rFonts w:ascii="Times New Roman" w:hAnsi="Times New Roman"/>
          <w:i/>
        </w:rPr>
        <w:t>PMT</w:t>
      </w:r>
      <w:r w:rsidR="008063A3" w:rsidRPr="004F4D10">
        <w:t xml:space="preserve"> = $4000, </w:t>
      </w:r>
      <w:proofErr w:type="spellStart"/>
      <w:r w:rsidR="008063A3" w:rsidRPr="004F4D10">
        <w:rPr>
          <w:rFonts w:ascii="Times New Roman" w:hAnsi="Times New Roman"/>
          <w:i/>
        </w:rPr>
        <w:t>i</w:t>
      </w:r>
      <w:proofErr w:type="spellEnd"/>
      <w:r w:rsidR="008063A3" w:rsidRPr="004F4D10">
        <w:t xml:space="preserve"> = </w:t>
      </w:r>
      <w:r w:rsidR="00961722" w:rsidRPr="004F4D10">
        <w:rPr>
          <w:position w:val="-12"/>
        </w:rPr>
        <w:object w:dxaOrig="300" w:dyaOrig="360">
          <v:shape id="_x0000_i1256" type="#_x0000_t75" style="width:15pt;height:18.75pt" o:ole="" fillcolor="window">
            <v:imagedata r:id="rId426" o:title=""/>
          </v:shape>
          <o:OLEObject Type="Embed" ProgID="Equation.3" ShapeID="_x0000_i1256" DrawAspect="Content" ObjectID="_1654987261" r:id="rId427"/>
        </w:object>
      </w:r>
      <w:r w:rsidR="008063A3" w:rsidRPr="004F4D10">
        <w:t xml:space="preserve"> = </w:t>
      </w:r>
      <w:r w:rsidR="00961722" w:rsidRPr="004F4D10">
        <w:t>1</w:t>
      </w:r>
      <w:r w:rsidR="008063A3" w:rsidRPr="004F4D10">
        <w:t xml:space="preserve">.25%, and </w:t>
      </w:r>
      <w:r w:rsidR="008063A3" w:rsidRPr="004F4D10">
        <w:rPr>
          <w:rFonts w:ascii="Times New Roman" w:hAnsi="Times New Roman"/>
          <w:i/>
        </w:rPr>
        <w:t>c</w:t>
      </w:r>
      <w:r w:rsidR="008063A3" w:rsidRPr="004F4D10">
        <w:t xml:space="preserve"> = </w:t>
      </w:r>
      <w:r w:rsidR="008063A3" w:rsidRPr="004F4D10">
        <w:rPr>
          <w:position w:val="-16"/>
        </w:rPr>
        <w:object w:dxaOrig="220" w:dyaOrig="420">
          <v:shape id="_x0000_i1257" type="#_x0000_t75" style="width:9.75pt;height:21pt" o:ole="" fillcolor="window">
            <v:imagedata r:id="rId337" o:title=""/>
          </v:shape>
          <o:OLEObject Type="Embed" ProgID="Equation.3" ShapeID="_x0000_i1257" DrawAspect="Content" ObjectID="_1654987262" r:id="rId428"/>
        </w:object>
      </w:r>
      <w:r w:rsidR="008063A3" w:rsidRPr="004F4D10">
        <w:t xml:space="preserve"> = 2.</w:t>
      </w:r>
    </w:p>
    <w:p w:rsidR="008063A3" w:rsidRPr="004F4D10" w:rsidRDefault="002043E3" w:rsidP="008063A3">
      <w:pPr>
        <w:pStyle w:val="ISM"/>
      </w:pPr>
      <w:r>
        <w:rPr>
          <w:noProof/>
          <w:lang w:val="en-US"/>
        </w:rPr>
        <w:pict>
          <v:shape id="AutoShape 274" o:spid="_x0000_s1381" type="#_x0000_t88" style="position:absolute;margin-left:333.45pt;margin-top:18.5pt;width:8.6pt;height:49.45pt;z-index:251728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"/>
        </w:pict>
      </w:r>
      <w:r w:rsidR="008063A3" w:rsidRPr="004F4D10">
        <w:tab/>
      </w:r>
      <w:r w:rsidR="008063A3" w:rsidRPr="004F4D10">
        <w:tab/>
      </w:r>
      <w:r w:rsidR="008063A3" w:rsidRPr="004F4D10">
        <w:rPr>
          <w:spacing w:val="-2"/>
          <w:position w:val="-10"/>
        </w:rPr>
        <w:object w:dxaOrig="1420" w:dyaOrig="380">
          <v:shape id="_x0000_i1258" type="#_x0000_t75" style="width:71.25pt;height:18.75pt" o:ole="" fillcolor="window">
            <v:imagedata r:id="rId256" o:title=""/>
          </v:shape>
          <o:OLEObject Type="Embed" ProgID="Equation.3" ShapeID="_x0000_i1258" DrawAspect="Content" ObjectID="_1654987263" r:id="rId429"/>
        </w:object>
      </w:r>
      <w:r w:rsidR="008063A3" w:rsidRPr="004F4D10">
        <w:rPr>
          <w:spacing w:val="-2"/>
        </w:rPr>
        <w:t xml:space="preserve"> </w:t>
      </w:r>
      <w:r w:rsidR="008063A3" w:rsidRPr="004F4D10">
        <w:t xml:space="preserve">= </w:t>
      </w:r>
      <w:r w:rsidR="00961722" w:rsidRPr="004F4D10">
        <w:rPr>
          <w:position w:val="-10"/>
        </w:rPr>
        <w:object w:dxaOrig="920" w:dyaOrig="380">
          <v:shape id="_x0000_i1259" type="#_x0000_t75" style="width:45.75pt;height:18.75pt" o:ole="" fillcolor="window">
            <v:imagedata r:id="rId430" o:title=""/>
          </v:shape>
          <o:OLEObject Type="Embed" ProgID="Equation.3" ShapeID="_x0000_i1259" DrawAspect="Content" ObjectID="_1654987264" r:id="rId431"/>
        </w:object>
      </w:r>
      <w:r w:rsidR="008063A3" w:rsidRPr="004F4D10">
        <w:t>– 1 = 0.0</w:t>
      </w:r>
      <w:r w:rsidR="00961722" w:rsidRPr="004F4D10">
        <w:t>2515625</w:t>
      </w:r>
      <w:r w:rsidR="008063A3" w:rsidRPr="004F4D10">
        <w:t xml:space="preserve"> and</w:t>
      </w:r>
      <w:r w:rsidR="00961722" w:rsidRPr="004F4D10">
        <w:tab/>
      </w:r>
      <w:r w:rsidR="00961722" w:rsidRPr="004F4D10">
        <w:tab/>
      </w:r>
    </w:p>
    <w:p w:rsidR="008063A3" w:rsidRPr="004F4D10" w:rsidRDefault="008063A3" w:rsidP="008063A3">
      <w:pPr>
        <w:pStyle w:val="ISM"/>
      </w:pPr>
      <w:r w:rsidRPr="004F4D10">
        <w:tab/>
      </w:r>
      <w:r w:rsidRPr="004F4D10">
        <w:tab/>
        <w:t>$67,000</w:t>
      </w:r>
      <w:r w:rsidR="00961722" w:rsidRPr="004F4D10">
        <w:rPr>
          <w:position w:val="-10"/>
        </w:rPr>
        <w:object w:dxaOrig="1420" w:dyaOrig="380">
          <v:shape id="_x0000_i1260" type="#_x0000_t75" style="width:71.25pt;height:18.75pt" o:ole="" fillcolor="window">
            <v:imagedata r:id="rId432" o:title=""/>
          </v:shape>
          <o:OLEObject Type="Embed" ProgID="Equation.3" ShapeID="_x0000_i1260" DrawAspect="Content" ObjectID="_1654987265" r:id="rId433"/>
        </w:object>
      </w:r>
      <w:r w:rsidRPr="004F4D10">
        <w:t xml:space="preserve"> + $4000</w:t>
      </w:r>
      <w:r w:rsidR="00961722" w:rsidRPr="004F4D10">
        <w:rPr>
          <w:position w:val="-32"/>
        </w:rPr>
        <w:object w:dxaOrig="1840" w:dyaOrig="760">
          <v:shape id="_x0000_i1261" type="#_x0000_t75" style="width:93.75pt;height:37.5pt" o:ole="" fillcolor="window">
            <v:imagedata r:id="rId434" o:title=""/>
          </v:shape>
          <o:OLEObject Type="Embed" ProgID="Equation.3" ShapeID="_x0000_i1261" DrawAspect="Content" ObjectID="_1654987266" r:id="rId435"/>
        </w:object>
      </w:r>
      <w:r w:rsidRPr="004F4D10">
        <w:t xml:space="preserve"> = $500,000</w:t>
      </w:r>
    </w:p>
    <w:p w:rsidR="008063A3" w:rsidRPr="004F4D10" w:rsidRDefault="008063A3" w:rsidP="008063A3">
      <w:pPr>
        <w:pStyle w:val="ISM"/>
      </w:pPr>
      <w:r w:rsidRPr="004F4D10">
        <w:tab/>
      </w:r>
      <w:r w:rsidRPr="004F4D10">
        <w:tab/>
        <w:t xml:space="preserve">We obtain </w:t>
      </w:r>
      <w:r w:rsidRPr="004F4D10">
        <w:rPr>
          <w:rFonts w:ascii="Times New Roman" w:hAnsi="Times New Roman"/>
          <w:i/>
        </w:rPr>
        <w:t>n</w:t>
      </w:r>
      <w:r w:rsidRPr="004F4D10">
        <w:t xml:space="preserve"> = </w:t>
      </w:r>
      <w:r w:rsidR="00961722" w:rsidRPr="004F4D10">
        <w:t>43.07</w:t>
      </w:r>
      <w:r w:rsidRPr="004F4D10">
        <w:t>.</w:t>
      </w:r>
    </w:p>
    <w:p w:rsidR="008063A3" w:rsidRDefault="008063A3" w:rsidP="008063A3">
      <w:pPr>
        <w:pStyle w:val="ISM"/>
        <w:spacing w:after="240"/>
      </w:pPr>
      <w:r w:rsidRPr="004F4D10">
        <w:tab/>
      </w:r>
      <w:r w:rsidRPr="004F4D10">
        <w:tab/>
        <w:t xml:space="preserve">Therefore, Sheila must make </w:t>
      </w:r>
      <w:r w:rsidR="00961722" w:rsidRPr="004F4D10">
        <w:t>44</w:t>
      </w:r>
      <w:r w:rsidRPr="004F4D10">
        <w:t xml:space="preserve"> contributions requiring </w:t>
      </w:r>
      <w:r w:rsidR="00961722" w:rsidRPr="00DD3BE3">
        <w:rPr>
          <w:u w:val="double"/>
        </w:rPr>
        <w:t xml:space="preserve">22 </w:t>
      </w:r>
      <w:r w:rsidRPr="004F4D10">
        <w:rPr>
          <w:u w:val="double"/>
        </w:rPr>
        <w:t>years</w:t>
      </w:r>
      <w:r w:rsidRPr="004F4D10">
        <w:t>.</w:t>
      </w:r>
    </w:p>
    <w:p w:rsidR="008063A3" w:rsidRDefault="008063A3" w:rsidP="008063A3">
      <w:pPr>
        <w:pStyle w:val="ISM"/>
        <w:spacing w:after="120"/>
        <w:rPr>
          <w:b/>
          <w:i/>
          <w:sz w:val="24"/>
        </w:rPr>
      </w:pPr>
    </w:p>
    <w:p w:rsidR="00A30043" w:rsidRDefault="00A30043" w:rsidP="008063A3">
      <w:pPr>
        <w:pStyle w:val="ISM"/>
        <w:spacing w:after="120"/>
        <w:rPr>
          <w:b/>
          <w:i/>
          <w:sz w:val="24"/>
        </w:rPr>
      </w:pPr>
    </w:p>
    <w:p w:rsidR="00A30043" w:rsidRDefault="00A30043" w:rsidP="008063A3">
      <w:pPr>
        <w:pStyle w:val="ISM"/>
        <w:spacing w:after="120"/>
        <w:rPr>
          <w:b/>
          <w:i/>
          <w:sz w:val="24"/>
        </w:rPr>
      </w:pPr>
    </w:p>
    <w:p w:rsidR="00A30043" w:rsidRDefault="00A30043" w:rsidP="008063A3">
      <w:pPr>
        <w:pStyle w:val="ISM"/>
        <w:spacing w:after="120"/>
        <w:rPr>
          <w:b/>
          <w:i/>
          <w:sz w:val="24"/>
        </w:rPr>
      </w:pPr>
    </w:p>
    <w:p w:rsidR="008063A3" w:rsidRDefault="008063A3" w:rsidP="008063A3">
      <w:pPr>
        <w:pStyle w:val="ISM"/>
      </w:pPr>
      <w:r>
        <w:tab/>
        <w:t>5.</w:t>
      </w:r>
      <w:r>
        <w:tab/>
        <w:t xml:space="preserve">The combined future value, 10 years from now, of the initial $133,000 and the </w:t>
      </w:r>
      <w:proofErr w:type="spellStart"/>
      <w:r>
        <w:t>semiannual</w:t>
      </w:r>
      <w:proofErr w:type="spellEnd"/>
    </w:p>
    <w:p w:rsidR="008063A3" w:rsidRDefault="008063A3" w:rsidP="008063A3">
      <w:pPr>
        <w:pStyle w:val="ISM"/>
      </w:pPr>
      <w:r>
        <w:tab/>
      </w:r>
      <w:r>
        <w:tab/>
      </w:r>
      <w:proofErr w:type="gramStart"/>
      <w:r>
        <w:t>contributions</w:t>
      </w:r>
      <w:proofErr w:type="gramEnd"/>
      <w:r>
        <w:t xml:space="preserve"> is to be $350,000. At a focal date 7 years from now,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$133,000 and RRSP contributions = </w:t>
      </w:r>
      <w:r>
        <w:rPr>
          <w:rFonts w:ascii="Times New Roman" w:hAnsi="Times New Roman"/>
          <w:i/>
        </w:rPr>
        <w:t>PV</w:t>
      </w:r>
      <w:r>
        <w:t xml:space="preserve"> of $350,000</w:t>
      </w:r>
    </w:p>
    <w:p w:rsidR="008063A3" w:rsidRDefault="008063A3" w:rsidP="008063A3">
      <w:pPr>
        <w:pStyle w:val="ISM"/>
      </w:pPr>
      <w:r>
        <w:tab/>
      </w:r>
      <w:r>
        <w:tab/>
        <w:t>The right side of the equation is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Pr="007E02FE">
        <w:rPr>
          <w:position w:val="-10"/>
        </w:rPr>
        <w:object w:dxaOrig="1660" w:dyaOrig="380">
          <v:shape id="_x0000_i1262" type="#_x0000_t75" style="width:81.75pt;height:18.75pt" o:ole="" fillcolor="window">
            <v:imagedata r:id="rId436" o:title=""/>
          </v:shape>
          <o:OLEObject Type="Embed" ProgID="Equation.3" ShapeID="_x0000_i1262" DrawAspect="Content" ObjectID="_1654987267" r:id="rId437"/>
        </w:object>
      </w:r>
      <w:r>
        <w:t xml:space="preserve"> = $350,000</w:t>
      </w:r>
      <w:r w:rsidR="00803746" w:rsidRPr="007E02FE">
        <w:rPr>
          <w:position w:val="-10"/>
        </w:rPr>
        <w:object w:dxaOrig="999" w:dyaOrig="380">
          <v:shape id="_x0000_i1263" type="#_x0000_t75" style="width:50.25pt;height:18.75pt" o:ole="" fillcolor="window">
            <v:imagedata r:id="rId438" o:title=""/>
          </v:shape>
          <o:OLEObject Type="Embed" ProgID="Equation.3" ShapeID="_x0000_i1263" DrawAspect="Content" ObjectID="_1654987268" r:id="rId439"/>
        </w:object>
      </w:r>
      <w:r>
        <w:t xml:space="preserve"> = $</w:t>
      </w:r>
      <w:r w:rsidR="00803746">
        <w:t>300,193.81</w:t>
      </w:r>
    </w:p>
    <w:p w:rsidR="00A30043" w:rsidRDefault="00A30043">
      <w:r>
        <w:br w:type="page"/>
      </w:r>
    </w:p>
    <w:p w:rsidR="008063A3" w:rsidRDefault="008063A3" w:rsidP="008063A3">
      <w:pPr>
        <w:pStyle w:val="ISM"/>
      </w:pPr>
      <w:r>
        <w:lastRenderedPageBreak/>
        <w:tab/>
      </w:r>
      <w:r>
        <w:tab/>
        <w:t>The RRSP contributions form an ordinary general annuity having</w:t>
      </w: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_x0000_s1105" type="#_x0000_t61" style="position:absolute;margin-left:379.75pt;margin-top:13.25pt;width:138.6pt;height:166.6pt;z-index:-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" adj="-1180,6949" fillcolor="#cff">
            <v:fill opacity="25443f"/>
            <v:textbox inset="3.6pt,,3.6pt">
              <w:txbxContent>
                <w:p w:rsidR="00466CD8" w:rsidRDefault="00466CD8" w:rsidP="001165FF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END mode</w:t>
                  </w:r>
                </w:p>
                <w:p w:rsidR="00466CD8" w:rsidRDefault="00466CD8" w:rsidP="001165FF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165FF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165FF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5.25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I/Y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165FF">
                  <w:pPr>
                    <w:spacing w:line="320" w:lineRule="exact"/>
                    <w:ind w:right="42"/>
                    <w:jc w:val="right"/>
                  </w:pPr>
                  <w:r>
                    <w:t xml:space="preserve">133000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165FF">
                  <w:pPr>
                    <w:spacing w:line="320" w:lineRule="exact"/>
                    <w:ind w:right="42"/>
                    <w:jc w:val="right"/>
                  </w:pPr>
                  <w:r>
                    <w:t xml:space="preserve">14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165FF">
                  <w:pPr>
                    <w:spacing w:line="320" w:lineRule="exact"/>
                    <w:ind w:right="42"/>
                    <w:jc w:val="right"/>
                  </w:pPr>
                  <w:r>
                    <w:t xml:space="preserve">300,193.81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1165FF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1165FF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:6612.60 </w:t>
                  </w:r>
                </w:p>
              </w:txbxContent>
            </v:textbox>
            <w10:wrap type="square"/>
          </v:shape>
        </w:pict>
      </w:r>
      <w:r w:rsidR="008063A3">
        <w:tab/>
      </w:r>
      <w:r w:rsidR="008063A3">
        <w:tab/>
      </w:r>
      <w:r w:rsidR="008063A3">
        <w:tab/>
      </w:r>
      <w:r w:rsidR="008063A3">
        <w:tab/>
      </w:r>
      <w:r w:rsidR="008063A3">
        <w:rPr>
          <w:rFonts w:ascii="Times New Roman" w:hAnsi="Times New Roman"/>
          <w:i/>
        </w:rPr>
        <w:t>n</w:t>
      </w:r>
      <w:r w:rsidR="008063A3">
        <w:t xml:space="preserve"> = 2(7) = 14, </w:t>
      </w:r>
      <w:proofErr w:type="spellStart"/>
      <w:r w:rsidR="008063A3">
        <w:rPr>
          <w:rFonts w:ascii="Times New Roman" w:hAnsi="Times New Roman"/>
          <w:i/>
        </w:rPr>
        <w:t>i</w:t>
      </w:r>
      <w:proofErr w:type="spellEnd"/>
      <w:r w:rsidR="008063A3">
        <w:t xml:space="preserve"> = </w:t>
      </w:r>
      <w:r w:rsidR="00803746">
        <w:t>5</w:t>
      </w:r>
      <w:r w:rsidR="008063A3">
        <w:t xml:space="preserve">.25%, and </w:t>
      </w:r>
      <w:r w:rsidR="008063A3">
        <w:rPr>
          <w:rFonts w:ascii="Times New Roman" w:hAnsi="Times New Roman"/>
          <w:i/>
        </w:rPr>
        <w:t>c</w:t>
      </w:r>
      <w:r w:rsidR="008063A3">
        <w:t xml:space="preserve"> = </w:t>
      </w:r>
      <w:r w:rsidR="008063A3" w:rsidRPr="007E02FE">
        <w:rPr>
          <w:position w:val="-16"/>
        </w:rPr>
        <w:object w:dxaOrig="220" w:dyaOrig="420">
          <v:shape id="_x0000_i1264" type="#_x0000_t75" style="width:9.75pt;height:21pt" o:ole="" fillcolor="window">
            <v:imagedata r:id="rId81" o:title=""/>
          </v:shape>
          <o:OLEObject Type="Embed" ProgID="Equation.3" ShapeID="_x0000_i1264" DrawAspect="Content" ObjectID="_1654987269" r:id="rId440"/>
        </w:object>
      </w:r>
      <w:r w:rsidR="008063A3">
        <w:t xml:space="preserve"> = 0.5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10"/>
        </w:rPr>
        <w:object w:dxaOrig="1420" w:dyaOrig="380">
          <v:shape id="_x0000_i1265" type="#_x0000_t75" style="width:71.25pt;height:18.75pt" o:ole="" fillcolor="window">
            <v:imagedata r:id="rId256" o:title=""/>
          </v:shape>
          <o:OLEObject Type="Embed" ProgID="Equation.3" ShapeID="_x0000_i1265" DrawAspect="Content" ObjectID="_1654987270" r:id="rId441"/>
        </w:object>
      </w:r>
      <w:r>
        <w:rPr>
          <w:spacing w:val="-2"/>
        </w:rPr>
        <w:t xml:space="preserve"> </w:t>
      </w:r>
      <w:r>
        <w:t xml:space="preserve">= </w:t>
      </w:r>
      <w:r w:rsidR="00803746" w:rsidRPr="007E02FE">
        <w:rPr>
          <w:position w:val="-10"/>
        </w:rPr>
        <w:object w:dxaOrig="1020" w:dyaOrig="380">
          <v:shape id="_x0000_i1266" type="#_x0000_t75" style="width:51pt;height:18.75pt" o:ole="" fillcolor="window">
            <v:imagedata r:id="rId442" o:title=""/>
          </v:shape>
          <o:OLEObject Type="Embed" ProgID="Equation.3" ShapeID="_x0000_i1266" DrawAspect="Content" ObjectID="_1654987271" r:id="rId443"/>
        </w:object>
      </w:r>
      <w:r>
        <w:t>– 1 = 0.0</w:t>
      </w:r>
      <w:r w:rsidR="00803746">
        <w:t>25914226</w:t>
      </w:r>
    </w:p>
    <w:p w:rsidR="008063A3" w:rsidRDefault="008063A3" w:rsidP="008063A3">
      <w:pPr>
        <w:pStyle w:val="ISM"/>
      </w:pPr>
      <w:r>
        <w:tab/>
      </w:r>
      <w:r>
        <w:tab/>
        <w:t>Putting the initial word equation into mathematics,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>$133,000</w:t>
      </w:r>
      <w:r w:rsidR="00803746" w:rsidRPr="007E02FE">
        <w:rPr>
          <w:position w:val="-10"/>
        </w:rPr>
        <w:object w:dxaOrig="1579" w:dyaOrig="380">
          <v:shape id="_x0000_i1267" type="#_x0000_t75" style="width:78.75pt;height:18.75pt" o:ole="" fillcolor="window">
            <v:imagedata r:id="rId444" o:title=""/>
          </v:shape>
          <o:OLEObject Type="Embed" ProgID="Equation.3" ShapeID="_x0000_i1267" DrawAspect="Content" ObjectID="_1654987272" r:id="rId445"/>
        </w:object>
      </w:r>
      <w:r>
        <w:t xml:space="preserve"> + </w:t>
      </w:r>
      <w:r>
        <w:rPr>
          <w:rFonts w:ascii="Times New Roman" w:hAnsi="Times New Roman"/>
          <w:i/>
        </w:rPr>
        <w:t xml:space="preserve">PMT </w:t>
      </w:r>
      <w:r w:rsidR="00803746" w:rsidRPr="00803746">
        <w:rPr>
          <w:position w:val="-32"/>
        </w:rPr>
        <w:object w:dxaOrig="2020" w:dyaOrig="760">
          <v:shape id="_x0000_i1268" type="#_x0000_t75" style="width:101.25pt;height:37.5pt" o:ole="" fillcolor="window">
            <v:imagedata r:id="rId446" o:title=""/>
          </v:shape>
          <o:OLEObject Type="Embed" ProgID="Equation.3" ShapeID="_x0000_i1268" DrawAspect="Content" ObjectID="_1654987273" r:id="rId447"/>
        </w:object>
      </w:r>
      <w:r>
        <w:t xml:space="preserve"> = $</w:t>
      </w:r>
      <w:r w:rsidR="00803746">
        <w:t>300,193.81</w:t>
      </w:r>
    </w:p>
    <w:p w:rsidR="008063A3" w:rsidRDefault="008063A3" w:rsidP="008063A3">
      <w:pPr>
        <w:pStyle w:val="ISM"/>
        <w:rPr>
          <w:u w:val="double"/>
        </w:rPr>
      </w:pPr>
      <w:r>
        <w:tab/>
      </w:r>
      <w:r>
        <w:tab/>
        <w:t xml:space="preserve">Solving for </w:t>
      </w:r>
      <w:r>
        <w:rPr>
          <w:rFonts w:ascii="Times New Roman" w:hAnsi="Times New Roman"/>
          <w:i/>
        </w:rPr>
        <w:t>PMT</w:t>
      </w:r>
      <w:r>
        <w:t xml:space="preserve"> gives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803746">
        <w:rPr>
          <w:u w:val="double"/>
        </w:rPr>
        <w:t>6612.60</w:t>
      </w:r>
    </w:p>
    <w:p w:rsidR="008063A3" w:rsidRDefault="008063A3" w:rsidP="008063A3">
      <w:pPr>
        <w:pStyle w:val="ISM"/>
        <w:spacing w:after="240"/>
      </w:pPr>
      <w:r>
        <w:tab/>
      </w:r>
      <w:r>
        <w:tab/>
        <w:t>Natalie must contribute $</w:t>
      </w:r>
      <w:r w:rsidR="00803746">
        <w:t>6612.60</w:t>
      </w:r>
      <w:r>
        <w:t xml:space="preserve"> every 6 months to reach her goal.</w:t>
      </w:r>
    </w:p>
    <w:p w:rsidR="00962974" w:rsidRDefault="00962974" w:rsidP="008063A3">
      <w:pPr>
        <w:pStyle w:val="ISM"/>
        <w:spacing w:after="120"/>
        <w:rPr>
          <w:b/>
          <w:sz w:val="24"/>
        </w:rPr>
      </w:pPr>
    </w:p>
    <w:p w:rsidR="008063A3" w:rsidRDefault="008063A3" w:rsidP="008063A3">
      <w:pPr>
        <w:pStyle w:val="ISM"/>
      </w:pPr>
      <w:r>
        <w:t>7.</w:t>
      </w:r>
      <w:r>
        <w:tab/>
      </w:r>
      <w:r w:rsidR="006C74A5">
        <w:tab/>
      </w:r>
      <w:r>
        <w:t xml:space="preserve">If the economic value, 5 years from now, of </w:t>
      </w:r>
      <w:proofErr w:type="gramStart"/>
      <w:r>
        <w:t>today's</w:t>
      </w:r>
      <w:proofErr w:type="gramEnd"/>
      <w:r>
        <w:t xml:space="preserve"> purchase price plus the annual </w:t>
      </w:r>
    </w:p>
    <w:p w:rsidR="008063A3" w:rsidRDefault="008063A3" w:rsidP="008063A3">
      <w:pPr>
        <w:pStyle w:val="ISM"/>
      </w:pPr>
      <w:r>
        <w:tab/>
      </w:r>
      <w:r>
        <w:tab/>
      </w:r>
      <w:proofErr w:type="gramStart"/>
      <w:r>
        <w:t>property</w:t>
      </w:r>
      <w:proofErr w:type="gramEnd"/>
      <w:r>
        <w:t xml:space="preserve"> taxes is less than the future purchase price, it is better to buy the property now.</w:t>
      </w:r>
    </w:p>
    <w:p w:rsidR="008063A3" w:rsidRDefault="008063A3" w:rsidP="008063A3">
      <w:pPr>
        <w:pStyle w:val="ISM"/>
      </w:pPr>
      <w:r>
        <w:tab/>
      </w:r>
      <w:r>
        <w:tab/>
        <w:t>The annual property taxes form an ordinary general annuity having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$9000, </w:t>
      </w:r>
      <w:r>
        <w:rPr>
          <w:rFonts w:ascii="Times New Roman" w:hAnsi="Times New Roman"/>
          <w:i/>
        </w:rPr>
        <w:t>n</w:t>
      </w:r>
      <w:r>
        <w:t xml:space="preserve"> = 5,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6"/>
        </w:rPr>
        <w:object w:dxaOrig="460" w:dyaOrig="440">
          <v:shape id="_x0000_i1269" type="#_x0000_t75" style="width:23.25pt;height:21.75pt" o:ole="" fillcolor="window">
            <v:imagedata r:id="rId448" o:title=""/>
          </v:shape>
          <o:OLEObject Type="Embed" ProgID="Equation.3" ShapeID="_x0000_i1269" DrawAspect="Content" ObjectID="_1654987274" r:id="rId449"/>
        </w:object>
      </w:r>
      <w:r>
        <w:t xml:space="preserve"> = 6%,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7E02FE">
        <w:rPr>
          <w:position w:val="-16"/>
        </w:rPr>
        <w:object w:dxaOrig="220" w:dyaOrig="420">
          <v:shape id="_x0000_i1270" type="#_x0000_t75" style="width:9.75pt;height:21pt" o:ole="" fillcolor="window">
            <v:imagedata r:id="rId450" o:title=""/>
          </v:shape>
          <o:OLEObject Type="Embed" ProgID="Equation.3" ShapeID="_x0000_i1270" DrawAspect="Content" ObjectID="_1654987275" r:id="rId451"/>
        </w:object>
      </w:r>
      <w:r>
        <w:t xml:space="preserve"> = 2, and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10"/>
        </w:rPr>
        <w:object w:dxaOrig="1420" w:dyaOrig="380">
          <v:shape id="_x0000_i1271" type="#_x0000_t75" style="width:71.25pt;height:18.75pt" o:ole="" fillcolor="window">
            <v:imagedata r:id="rId256" o:title=""/>
          </v:shape>
          <o:OLEObject Type="Embed" ProgID="Equation.3" ShapeID="_x0000_i1271" DrawAspect="Content" ObjectID="_1654987276" r:id="rId452"/>
        </w:object>
      </w:r>
      <w:r>
        <w:rPr>
          <w:spacing w:val="-2"/>
        </w:rPr>
        <w:t xml:space="preserve"> </w:t>
      </w:r>
      <w:r>
        <w:t xml:space="preserve">= </w:t>
      </w:r>
      <w:r w:rsidRPr="007E02FE">
        <w:rPr>
          <w:position w:val="-10"/>
        </w:rPr>
        <w:object w:dxaOrig="740" w:dyaOrig="380">
          <v:shape id="_x0000_i1272" type="#_x0000_t75" style="width:36.75pt;height:18.75pt" o:ole="" fillcolor="window">
            <v:imagedata r:id="rId453" o:title=""/>
          </v:shape>
          <o:OLEObject Type="Embed" ProgID="Equation.3" ShapeID="_x0000_i1272" DrawAspect="Content" ObjectID="_1654987277" r:id="rId454"/>
        </w:object>
      </w:r>
      <w:r>
        <w:t>– 1 = 0.1236000</w:t>
      </w:r>
    </w:p>
    <w:p w:rsidR="008063A3" w:rsidRDefault="008063A3" w:rsidP="008063A3">
      <w:pPr>
        <w:pStyle w:val="ISM"/>
      </w:pPr>
      <w:r>
        <w:tab/>
      </w:r>
      <w:r>
        <w:tab/>
        <w:t xml:space="preserve">The combined future value, 5 years from now, of the purchase price and the property </w:t>
      </w:r>
    </w:p>
    <w:p w:rsidR="008063A3" w:rsidRDefault="008063A3" w:rsidP="008063A3">
      <w:pPr>
        <w:pStyle w:val="ISM"/>
      </w:pPr>
      <w:r>
        <w:tab/>
      </w:r>
      <w:r>
        <w:tab/>
      </w:r>
      <w:proofErr w:type="gramStart"/>
      <w:r>
        <w:t>tax</w:t>
      </w:r>
      <w:proofErr w:type="gramEnd"/>
      <w:r>
        <w:t xml:space="preserve"> payments is</w:t>
      </w:r>
    </w:p>
    <w:p w:rsidR="008063A3" w:rsidRDefault="008063A3" w:rsidP="008063A3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  <w:t>$450,000</w:t>
      </w:r>
      <w:r w:rsidRPr="007E02FE">
        <w:rPr>
          <w:position w:val="-10"/>
        </w:rPr>
        <w:object w:dxaOrig="980" w:dyaOrig="380">
          <v:shape id="_x0000_i1273" type="#_x0000_t75" style="width:48.75pt;height:18.75pt" o:ole="" fillcolor="window">
            <v:imagedata r:id="rId455" o:title=""/>
          </v:shape>
          <o:OLEObject Type="Embed" ProgID="Equation.3" ShapeID="_x0000_i1273" DrawAspect="Content" ObjectID="_1654987278" r:id="rId456"/>
        </w:object>
      </w:r>
      <w:r>
        <w:t xml:space="preserve"> + $9000</w:t>
      </w:r>
      <w:r w:rsidRPr="007E02FE">
        <w:rPr>
          <w:position w:val="-34"/>
        </w:rPr>
        <w:object w:dxaOrig="1420" w:dyaOrig="780">
          <v:shape id="_x0000_i1274" type="#_x0000_t75" style="width:71.25pt;height:37.5pt" o:ole="" fillcolor="window">
            <v:imagedata r:id="rId457" o:title=""/>
          </v:shape>
          <o:OLEObject Type="Embed" ProgID="Equation.3" ShapeID="_x0000_i1274" DrawAspect="Content" ObjectID="_1654987279" r:id="rId458"/>
        </w:object>
      </w:r>
      <w:r>
        <w:t xml:space="preserve"> = </w:t>
      </w:r>
      <w:r>
        <w:rPr>
          <w:u w:val="double"/>
        </w:rPr>
        <w:t>$863,467</w:t>
      </w:r>
    </w:p>
    <w:p w:rsidR="008063A3" w:rsidRDefault="008063A3" w:rsidP="008063A3">
      <w:pPr>
        <w:pStyle w:val="ISM"/>
      </w:pPr>
      <w:r>
        <w:tab/>
      </w:r>
      <w:r>
        <w:tab/>
        <w:t>The price would have to exceed $863,467 five years from today for it to be financially</w:t>
      </w:r>
    </w:p>
    <w:p w:rsidR="008063A3" w:rsidRDefault="008063A3" w:rsidP="008063A3">
      <w:pPr>
        <w:pStyle w:val="ISM"/>
        <w:spacing w:after="240"/>
      </w:pPr>
      <w:r>
        <w:tab/>
      </w:r>
      <w:r>
        <w:tab/>
        <w:t>advantageous to purchase the property today.</w:t>
      </w:r>
    </w:p>
    <w:p w:rsidR="008063A3" w:rsidRDefault="008063A3" w:rsidP="008063A3">
      <w:pPr>
        <w:pStyle w:val="ISM"/>
      </w:pPr>
      <w:r>
        <w:tab/>
        <w:t>9.</w:t>
      </w:r>
      <w:r>
        <w:tab/>
        <w:t>The amount in the RRSP after 25 years will be the future value of all contributions.</w:t>
      </w:r>
    </w:p>
    <w:p w:rsidR="008063A3" w:rsidRDefault="008063A3" w:rsidP="008063A3">
      <w:pPr>
        <w:pStyle w:val="ISM"/>
      </w:pPr>
      <w:r>
        <w:tab/>
      </w:r>
      <w:r>
        <w:tab/>
        <w:t>For the first 10 years, the contributions form an ordinary general annuity having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$1000, </w:t>
      </w:r>
      <w:r>
        <w:rPr>
          <w:rFonts w:ascii="Times New Roman" w:hAnsi="Times New Roman"/>
          <w:i/>
        </w:rPr>
        <w:t>n</w:t>
      </w:r>
      <w:r>
        <w:t xml:space="preserve"> = 4(10) = 40,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6"/>
        </w:rPr>
        <w:object w:dxaOrig="520" w:dyaOrig="440">
          <v:shape id="_x0000_i1275" type="#_x0000_t75" style="width:26.25pt;height:21.75pt" o:ole="" fillcolor="window">
            <v:imagedata r:id="rId76" o:title=""/>
          </v:shape>
          <o:OLEObject Type="Embed" ProgID="Equation.3" ShapeID="_x0000_i1275" DrawAspect="Content" ObjectID="_1654987280" r:id="rId459"/>
        </w:object>
      </w:r>
      <w:r>
        <w:t xml:space="preserve"> = 4.25%,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7E02FE">
        <w:rPr>
          <w:position w:val="-16"/>
        </w:rPr>
        <w:object w:dxaOrig="220" w:dyaOrig="420">
          <v:shape id="_x0000_i1276" type="#_x0000_t75" style="width:9.75pt;height:21pt" o:ole="" fillcolor="window">
            <v:imagedata r:id="rId346" o:title=""/>
          </v:shape>
          <o:OLEObject Type="Embed" ProgID="Equation.3" ShapeID="_x0000_i1276" DrawAspect="Content" ObjectID="_1654987281" r:id="rId460"/>
        </w:object>
      </w:r>
      <w:r>
        <w:t xml:space="preserve"> = 0.5, and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10"/>
        </w:rPr>
        <w:object w:dxaOrig="1420" w:dyaOrig="380">
          <v:shape id="_x0000_i1277" type="#_x0000_t75" style="width:71.25pt;height:18.75pt" o:ole="" fillcolor="window">
            <v:imagedata r:id="rId256" o:title=""/>
          </v:shape>
          <o:OLEObject Type="Embed" ProgID="Equation.3" ShapeID="_x0000_i1277" DrawAspect="Content" ObjectID="_1654987282" r:id="rId461"/>
        </w:object>
      </w:r>
      <w:r>
        <w:rPr>
          <w:spacing w:val="-2"/>
        </w:rPr>
        <w:t xml:space="preserve"> </w:t>
      </w:r>
      <w:r>
        <w:t xml:space="preserve">= </w:t>
      </w:r>
      <w:r w:rsidRPr="007E02FE">
        <w:rPr>
          <w:position w:val="-10"/>
        </w:rPr>
        <w:object w:dxaOrig="1140" w:dyaOrig="380">
          <v:shape id="_x0000_i1278" type="#_x0000_t75" style="width:57pt;height:18.75pt" o:ole="" fillcolor="window">
            <v:imagedata r:id="rId462" o:title=""/>
          </v:shape>
          <o:OLEObject Type="Embed" ProgID="Equation.3" ShapeID="_x0000_i1278" DrawAspect="Content" ObjectID="_1654987283" r:id="rId463"/>
        </w:object>
      </w:r>
      <w:r>
        <w:t>– 1 = 0.021028893.</w:t>
      </w:r>
    </w:p>
    <w:p w:rsidR="008063A3" w:rsidRDefault="008063A3" w:rsidP="008063A3">
      <w:pPr>
        <w:pStyle w:val="ISM"/>
      </w:pPr>
      <w:r>
        <w:tab/>
      </w:r>
      <w:r>
        <w:tab/>
        <w:t>The amount in the RRSP after 10 years will be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>$1000</w:t>
      </w:r>
      <w:r w:rsidRPr="007E02FE">
        <w:rPr>
          <w:position w:val="-34"/>
        </w:rPr>
        <w:object w:dxaOrig="2140" w:dyaOrig="780">
          <v:shape id="_x0000_i1279" type="#_x0000_t75" style="width:106.5pt;height:37.5pt" o:ole="" fillcolor="window">
            <v:imagedata r:id="rId464" o:title=""/>
          </v:shape>
          <o:OLEObject Type="Embed" ProgID="Equation.3" ShapeID="_x0000_i1279" DrawAspect="Content" ObjectID="_1654987284" r:id="rId465"/>
        </w:object>
      </w:r>
      <w:r>
        <w:t xml:space="preserve"> = $61,767.70</w:t>
      </w:r>
    </w:p>
    <w:p w:rsidR="008063A3" w:rsidRDefault="008063A3" w:rsidP="008063A3">
      <w:pPr>
        <w:pStyle w:val="ISM"/>
      </w:pPr>
      <w:r>
        <w:tab/>
      </w:r>
      <w:r>
        <w:tab/>
        <w:t>For the last 15 years, the contributions form an ordinary general annuity having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$1000, </w:t>
      </w:r>
      <w:r>
        <w:rPr>
          <w:rFonts w:ascii="Times New Roman" w:hAnsi="Times New Roman"/>
          <w:i/>
        </w:rPr>
        <w:t>n</w:t>
      </w:r>
      <w:r>
        <w:t xml:space="preserve"> = 12(15) = 180,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4.25%, </w:t>
      </w:r>
      <w:r>
        <w:rPr>
          <w:rFonts w:ascii="Times New Roman" w:hAnsi="Times New Roman"/>
          <w:i/>
        </w:rPr>
        <w:t>c</w:t>
      </w:r>
      <w:r>
        <w:t xml:space="preserve"> </w:t>
      </w:r>
      <w:proofErr w:type="gramStart"/>
      <w:r>
        <w:t xml:space="preserve">= </w:t>
      </w:r>
      <w:proofErr w:type="gramEnd"/>
      <w:r w:rsidRPr="007E02FE">
        <w:rPr>
          <w:position w:val="-16"/>
        </w:rPr>
        <w:object w:dxaOrig="300" w:dyaOrig="420">
          <v:shape id="_x0000_i1280" type="#_x0000_t75" style="width:15pt;height:21pt" o:ole="" fillcolor="window">
            <v:imagedata r:id="rId171" o:title=""/>
          </v:shape>
          <o:OLEObject Type="Embed" ProgID="Equation.3" ShapeID="_x0000_i1280" DrawAspect="Content" ObjectID="_1654987285" r:id="rId466"/>
        </w:object>
      </w:r>
      <w:r w:rsidRPr="007E02FE">
        <w:rPr>
          <w:position w:val="-6"/>
        </w:rPr>
        <w:object w:dxaOrig="700" w:dyaOrig="320">
          <v:shape id="_x0000_i1281" type="#_x0000_t75" style="width:35.25pt;height:15.75pt" o:ole="" fillcolor="window">
            <v:imagedata r:id="rId467" o:title=""/>
          </v:shape>
          <o:OLEObject Type="Embed" ProgID="Equation.3" ShapeID="_x0000_i1281" DrawAspect="Content" ObjectID="_1654987286" r:id="rId468"/>
        </w:object>
      </w:r>
      <w:r>
        <w:t>, and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10"/>
        </w:rPr>
        <w:object w:dxaOrig="1420" w:dyaOrig="380">
          <v:shape id="_x0000_i1282" type="#_x0000_t75" style="width:71.25pt;height:18.75pt" o:ole="" fillcolor="window">
            <v:imagedata r:id="rId256" o:title=""/>
          </v:shape>
          <o:OLEObject Type="Embed" ProgID="Equation.3" ShapeID="_x0000_i1282" DrawAspect="Content" ObjectID="_1654987287" r:id="rId469"/>
        </w:object>
      </w:r>
      <w:r>
        <w:rPr>
          <w:spacing w:val="-2"/>
        </w:rPr>
        <w:t xml:space="preserve"> </w:t>
      </w:r>
      <w:r>
        <w:t xml:space="preserve">= </w:t>
      </w:r>
      <w:r w:rsidRPr="007E02FE">
        <w:rPr>
          <w:position w:val="-10"/>
        </w:rPr>
        <w:object w:dxaOrig="1200" w:dyaOrig="420">
          <v:shape id="_x0000_i1283" type="#_x0000_t75" style="width:60pt;height:21pt" o:ole="" fillcolor="window">
            <v:imagedata r:id="rId470" o:title=""/>
          </v:shape>
          <o:OLEObject Type="Embed" ProgID="Equation.3" ShapeID="_x0000_i1283" DrawAspect="Content" ObjectID="_1654987288" r:id="rId471"/>
        </w:object>
      </w:r>
      <w:r>
        <w:t>– 1 = 0.006961062.</w:t>
      </w:r>
    </w:p>
    <w:p w:rsidR="008063A3" w:rsidRDefault="008063A3" w:rsidP="008063A3">
      <w:pPr>
        <w:pStyle w:val="ISM"/>
      </w:pPr>
      <w:r>
        <w:tab/>
      </w:r>
      <w:r>
        <w:tab/>
        <w:t>The combined future value, 25 years from now, of these contributions</w:t>
      </w:r>
    </w:p>
    <w:p w:rsidR="008063A3" w:rsidRDefault="008063A3" w:rsidP="008063A3">
      <w:pPr>
        <w:pStyle w:val="ISM"/>
      </w:pPr>
      <w:r>
        <w:tab/>
      </w:r>
      <w:r>
        <w:tab/>
        <w:t>and the $61,767.70 lump amount will be</w:t>
      </w:r>
    </w:p>
    <w:p w:rsidR="008063A3" w:rsidRDefault="008063A3" w:rsidP="008063A3">
      <w:pPr>
        <w:pStyle w:val="ISM"/>
        <w:rPr>
          <w:u w:val="double"/>
        </w:rPr>
      </w:pPr>
      <w:r>
        <w:tab/>
      </w:r>
      <w:r>
        <w:tab/>
        <w:t>$61,767.70</w:t>
      </w:r>
      <w:r w:rsidRPr="007E02FE">
        <w:rPr>
          <w:position w:val="-10"/>
        </w:rPr>
        <w:object w:dxaOrig="1780" w:dyaOrig="380">
          <v:shape id="_x0000_i1284" type="#_x0000_t75" style="width:89.25pt;height:18.75pt" o:ole="" fillcolor="window">
            <v:imagedata r:id="rId472" o:title=""/>
          </v:shape>
          <o:OLEObject Type="Embed" ProgID="Equation.3" ShapeID="_x0000_i1284" DrawAspect="Content" ObjectID="_1654987289" r:id="rId473"/>
        </w:object>
      </w:r>
      <w:r>
        <w:t xml:space="preserve"> + $1000</w:t>
      </w:r>
      <w:r w:rsidRPr="007E02FE">
        <w:rPr>
          <w:position w:val="-34"/>
        </w:rPr>
        <w:object w:dxaOrig="2240" w:dyaOrig="780">
          <v:shape id="_x0000_i1285" type="#_x0000_t75" style="width:111.75pt;height:37.5pt" o:ole="" fillcolor="window">
            <v:imagedata r:id="rId474" o:title=""/>
          </v:shape>
          <o:OLEObject Type="Embed" ProgID="Equation.3" ShapeID="_x0000_i1285" DrawAspect="Content" ObjectID="_1654987290" r:id="rId475"/>
        </w:object>
      </w:r>
      <w:r>
        <w:t xml:space="preserve"> = </w:t>
      </w:r>
      <w:r>
        <w:rPr>
          <w:u w:val="double"/>
        </w:rPr>
        <w:t>$572,376.63</w:t>
      </w:r>
    </w:p>
    <w:p w:rsidR="008063A3" w:rsidRDefault="008063A3" w:rsidP="008063A3">
      <w:pPr>
        <w:pStyle w:val="ISM"/>
        <w:spacing w:after="240"/>
      </w:pPr>
      <w:r>
        <w:tab/>
      </w:r>
      <w:r>
        <w:tab/>
        <w:t>Gayle will have $572,376.63 in her RRSP after 25 years.</w:t>
      </w:r>
    </w:p>
    <w:p w:rsidR="00A30043" w:rsidRDefault="00A30043">
      <w:r>
        <w:br w:type="page"/>
      </w:r>
    </w:p>
    <w:p w:rsidR="008063A3" w:rsidRDefault="008063A3" w:rsidP="008063A3">
      <w:pPr>
        <w:pStyle w:val="ISM"/>
      </w:pPr>
      <w:r>
        <w:lastRenderedPageBreak/>
        <w:tab/>
        <w:t>11.</w:t>
      </w:r>
      <w:r>
        <w:tab/>
        <w:t xml:space="preserve">Sum of the current loan balances = </w:t>
      </w:r>
      <w:r>
        <w:rPr>
          <w:rFonts w:ascii="Times New Roman" w:hAnsi="Times New Roman"/>
          <w:i/>
        </w:rPr>
        <w:t>PV</w:t>
      </w:r>
      <w:r>
        <w:t xml:space="preserve"> of payments on the consolidated loan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1:</w:t>
      </w:r>
      <w:r>
        <w:tab/>
        <w:t>Calculate the monthly payment on the $8500 loan.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$8500, </w:t>
      </w:r>
      <w:r>
        <w:rPr>
          <w:rFonts w:ascii="Times New Roman" w:hAnsi="Times New Roman"/>
          <w:i/>
        </w:rPr>
        <w:t>n</w:t>
      </w:r>
      <w:r>
        <w:t xml:space="preserve"> = 12(3) = 36,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4"/>
        </w:rPr>
        <w:object w:dxaOrig="560" w:dyaOrig="400">
          <v:shape id="_x0000_i1286" type="#_x0000_t75" style="width:27.75pt;height:21pt" o:ole="" fillcolor="window">
            <v:imagedata r:id="rId476" o:title=""/>
          </v:shape>
          <o:OLEObject Type="Embed" ProgID="Equation.3" ShapeID="_x0000_i1286" DrawAspect="Content" ObjectID="_1654987291" r:id="rId477"/>
        </w:object>
      </w:r>
      <w:r>
        <w:t xml:space="preserve"> = 0.875%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$8500 = </w:t>
      </w:r>
      <w:r>
        <w:rPr>
          <w:rFonts w:ascii="Times New Roman" w:hAnsi="Times New Roman"/>
          <w:i/>
        </w:rPr>
        <w:t xml:space="preserve">PMT </w:t>
      </w:r>
      <w:r w:rsidRPr="007E02FE">
        <w:rPr>
          <w:position w:val="-32"/>
        </w:rPr>
        <w:object w:dxaOrig="1719" w:dyaOrig="740">
          <v:shape id="_x0000_i1287" type="#_x0000_t75" style="width:86.25pt;height:36.75pt" o:ole="" fillcolor="window">
            <v:imagedata r:id="rId478" o:title=""/>
          </v:shape>
          <o:OLEObject Type="Embed" ProgID="Equation.3" ShapeID="_x0000_i1287" DrawAspect="Content" ObjectID="_1654987292" r:id="rId479"/>
        </w:object>
      </w:r>
    </w:p>
    <w:p w:rsidR="008063A3" w:rsidRDefault="008063A3" w:rsidP="008063A3">
      <w:pPr>
        <w:pStyle w:val="ISM"/>
        <w:ind w:left="1620"/>
      </w:pPr>
      <w:r>
        <w:rPr>
          <w:rFonts w:ascii="Times New Roman" w:hAnsi="Times New Roman"/>
          <w:i/>
        </w:rPr>
        <w:t>PMT</w:t>
      </w:r>
      <w:r>
        <w:t xml:space="preserve"> = $276.27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2:</w:t>
      </w:r>
      <w:r>
        <w:tab/>
        <w:t>Calculate this loan’s balance after 11 payments (with 25 payments remaining).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>Balance = $276.27</w:t>
      </w:r>
      <w:r w:rsidRPr="007E02FE">
        <w:rPr>
          <w:position w:val="-32"/>
        </w:rPr>
        <w:object w:dxaOrig="1719" w:dyaOrig="740">
          <v:shape id="_x0000_i1288" type="#_x0000_t75" style="width:86.25pt;height:36.75pt" o:ole="" fillcolor="window">
            <v:imagedata r:id="rId480" o:title=""/>
          </v:shape>
          <o:OLEObject Type="Embed" ProgID="Equation.3" ShapeID="_x0000_i1288" DrawAspect="Content" ObjectID="_1654987293" r:id="rId481"/>
        </w:object>
      </w:r>
      <w:r>
        <w:t xml:space="preserve"> = $6179.37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3:</w:t>
      </w:r>
      <w:r>
        <w:tab/>
        <w:t>Calculate the balance on the second loan.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$313.69, </w:t>
      </w:r>
      <w:r>
        <w:rPr>
          <w:rFonts w:ascii="Times New Roman" w:hAnsi="Times New Roman"/>
          <w:i/>
        </w:rPr>
        <w:t>n</w:t>
      </w:r>
      <w:r>
        <w:t xml:space="preserve"> = 38 payments remain,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4"/>
        </w:rPr>
        <w:object w:dxaOrig="480" w:dyaOrig="400">
          <v:shape id="_x0000_i1289" type="#_x0000_t75" style="width:23.25pt;height:21pt" o:ole="" fillcolor="window">
            <v:imagedata r:id="rId482" o:title=""/>
          </v:shape>
          <o:OLEObject Type="Embed" ProgID="Equation.3" ShapeID="_x0000_i1289" DrawAspect="Content" ObjectID="_1654987294" r:id="rId483"/>
        </w:object>
      </w:r>
      <w:r>
        <w:t xml:space="preserve"> = 4.75%,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7E02FE">
        <w:rPr>
          <w:position w:val="-16"/>
        </w:rPr>
        <w:object w:dxaOrig="300" w:dyaOrig="420">
          <v:shape id="_x0000_i1290" type="#_x0000_t75" style="width:15pt;height:21pt" o:ole="" fillcolor="window">
            <v:imagedata r:id="rId171" o:title=""/>
          </v:shape>
          <o:OLEObject Type="Embed" ProgID="Equation.3" ShapeID="_x0000_i1290" DrawAspect="Content" ObjectID="_1654987295" r:id="rId484"/>
        </w:object>
      </w:r>
      <w:r>
        <w:t xml:space="preserve"> = </w:t>
      </w:r>
      <w:r w:rsidRPr="007E02FE">
        <w:rPr>
          <w:position w:val="-6"/>
        </w:rPr>
        <w:object w:dxaOrig="520" w:dyaOrig="320">
          <v:shape id="_x0000_i1291" type="#_x0000_t75" style="width:26.25pt;height:15.75pt" o:ole="" fillcolor="window">
            <v:imagedata r:id="rId485" o:title=""/>
          </v:shape>
          <o:OLEObject Type="Embed" ProgID="Equation.3" ShapeID="_x0000_i1291" DrawAspect="Content" ObjectID="_1654987296" r:id="rId486"/>
        </w:objec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10"/>
        </w:rPr>
        <w:object w:dxaOrig="1420" w:dyaOrig="380">
          <v:shape id="_x0000_i1292" type="#_x0000_t75" style="width:71.25pt;height:18.75pt" o:ole="" fillcolor="window">
            <v:imagedata r:id="rId256" o:title=""/>
          </v:shape>
          <o:OLEObject Type="Embed" ProgID="Equation.3" ShapeID="_x0000_i1292" DrawAspect="Content" ObjectID="_1654987297" r:id="rId487"/>
        </w:object>
      </w:r>
      <w:r>
        <w:rPr>
          <w:spacing w:val="-2"/>
        </w:rPr>
        <w:t xml:space="preserve"> </w:t>
      </w:r>
      <w:r>
        <w:t xml:space="preserve">= </w:t>
      </w:r>
      <w:r w:rsidRPr="007E02FE">
        <w:rPr>
          <w:position w:val="-10"/>
        </w:rPr>
        <w:object w:dxaOrig="1200" w:dyaOrig="400">
          <v:shape id="_x0000_i1293" type="#_x0000_t75" style="width:60pt;height:21pt" o:ole="" fillcolor="window">
            <v:imagedata r:id="rId488" o:title=""/>
          </v:shape>
          <o:OLEObject Type="Embed" ProgID="Equation.3" ShapeID="_x0000_i1293" DrawAspect="Content" ObjectID="_1654987298" r:id="rId489"/>
        </w:object>
      </w:r>
      <w:r>
        <w:t>– 1 = 0.007764383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>Balance = $313.69</w:t>
      </w:r>
      <w:r w:rsidR="008E6C9C" w:rsidRPr="007E02FE">
        <w:rPr>
          <w:position w:val="-32"/>
        </w:rPr>
        <w:object w:dxaOrig="2060" w:dyaOrig="740">
          <v:shape id="_x0000_i1294" type="#_x0000_t75" style="width:103.5pt;height:36.75pt" o:ole="" fillcolor="window">
            <v:imagedata r:id="rId490" o:title=""/>
          </v:shape>
          <o:OLEObject Type="Embed" ProgID="Equation.3" ShapeID="_x0000_i1294" DrawAspect="Content" ObjectID="_1654987299" r:id="rId491"/>
        </w:object>
      </w:r>
      <w:r>
        <w:t xml:space="preserve"> = $10,288.32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4:</w:t>
      </w:r>
      <w:r>
        <w:tab/>
        <w:t>Calculate the monthly payment on the consolidated loan.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>Initial loan = $6179.37 + $10,288.32 = $16,467.69.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With </w:t>
      </w:r>
      <w:r>
        <w:rPr>
          <w:rFonts w:ascii="Times New Roman" w:hAnsi="Times New Roman"/>
          <w:i/>
        </w:rPr>
        <w:t>PV</w:t>
      </w:r>
      <w:r>
        <w:t xml:space="preserve"> = $16,467.69, </w:t>
      </w:r>
      <w:r>
        <w:rPr>
          <w:rFonts w:ascii="Times New Roman" w:hAnsi="Times New Roman"/>
          <w:i/>
        </w:rPr>
        <w:t>n</w:t>
      </w:r>
      <w:r>
        <w:t xml:space="preserve"> = 60,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0.6875%, solve for </w:t>
      </w:r>
      <w:r>
        <w:rPr>
          <w:rFonts w:ascii="Times New Roman" w:hAnsi="Times New Roman"/>
          <w:i/>
        </w:rPr>
        <w:t>PMT</w:t>
      </w:r>
      <w:r>
        <w:t xml:space="preserve"> in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$16,467.69 = </w:t>
      </w:r>
      <w:r>
        <w:rPr>
          <w:rFonts w:ascii="Times New Roman" w:hAnsi="Times New Roman"/>
          <w:i/>
        </w:rPr>
        <w:t xml:space="preserve">PMT </w:t>
      </w:r>
      <w:r w:rsidRPr="007E02FE">
        <w:rPr>
          <w:position w:val="-32"/>
        </w:rPr>
        <w:object w:dxaOrig="1860" w:dyaOrig="740">
          <v:shape id="_x0000_i1295" type="#_x0000_t75" style="width:93pt;height:36.75pt" o:ole="" fillcolor="window">
            <v:imagedata r:id="rId492" o:title=""/>
          </v:shape>
          <o:OLEObject Type="Embed" ProgID="Equation.3" ShapeID="_x0000_i1295" DrawAspect="Content" ObjectID="_1654987300" r:id="rId493"/>
        </w:object>
      </w:r>
    </w:p>
    <w:p w:rsidR="008063A3" w:rsidRDefault="008063A3" w:rsidP="008063A3">
      <w:pPr>
        <w:pStyle w:val="ISM"/>
        <w:ind w:left="2070"/>
        <w:rPr>
          <w:u w:val="double"/>
        </w:rPr>
      </w:pPr>
      <w:r>
        <w:rPr>
          <w:rFonts w:ascii="Times New Roman" w:hAnsi="Times New Roman"/>
          <w:i/>
        </w:rPr>
        <w:t xml:space="preserve"> PMT</w:t>
      </w:r>
      <w:r>
        <w:t xml:space="preserve"> = </w:t>
      </w:r>
      <w:r>
        <w:rPr>
          <w:u w:val="double"/>
        </w:rPr>
        <w:t>$335.88</w:t>
      </w:r>
    </w:p>
    <w:p w:rsidR="008063A3" w:rsidRDefault="008063A3" w:rsidP="008063A3">
      <w:pPr>
        <w:pStyle w:val="ISM"/>
        <w:spacing w:after="240"/>
      </w:pPr>
      <w:r>
        <w:tab/>
      </w:r>
      <w:r>
        <w:tab/>
        <w:t>The monthly payment on the consolidated loan would be $335.88.</w:t>
      </w:r>
    </w:p>
    <w:p w:rsidR="008063A3" w:rsidRDefault="008063A3" w:rsidP="008063A3">
      <w:pPr>
        <w:pStyle w:val="ISMab"/>
      </w:pPr>
      <w:r>
        <w:tab/>
        <w:t>13.</w:t>
      </w:r>
      <w:r>
        <w:tab/>
      </w:r>
      <w:proofErr w:type="gramStart"/>
      <w:r>
        <w:rPr>
          <w:i/>
        </w:rPr>
        <w:t>a</w:t>
      </w:r>
      <w:proofErr w:type="gramEnd"/>
      <w:r>
        <w:rPr>
          <w:i/>
        </w:rPr>
        <w:t>.</w:t>
      </w:r>
      <w:r>
        <w:tab/>
        <w:t>The total of the nominal costs is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</w:r>
      <w:r>
        <w:tab/>
        <w:t xml:space="preserve">6($12,000) + 6($11,000) + 5($10,000) + 2($15,000) = </w:t>
      </w:r>
      <w:r>
        <w:rPr>
          <w:u w:val="double"/>
        </w:rPr>
        <w:t>$218,000</w:t>
      </w:r>
    </w:p>
    <w:p w:rsidR="008063A3" w:rsidRDefault="008063A3" w:rsidP="008063A3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>The economic value, at the date of birth, of all costs is their present value.</w:t>
      </w:r>
    </w:p>
    <w:tbl>
      <w:tblPr>
        <w:tblW w:w="0" w:type="auto"/>
        <w:tblInd w:w="12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1260"/>
        <w:gridCol w:w="1440"/>
        <w:gridCol w:w="1440"/>
      </w:tblGrid>
      <w:tr w:rsidR="008063A3" w:rsidTr="002C278E">
        <w:tc>
          <w:tcPr>
            <w:tcW w:w="720" w:type="dxa"/>
          </w:tcPr>
          <w:p w:rsidR="008063A3" w:rsidRDefault="008063A3" w:rsidP="002C278E">
            <w:pPr>
              <w:pStyle w:val="ISM"/>
              <w:jc w:val="center"/>
              <w:rPr>
                <w:i/>
              </w:rPr>
            </w:pPr>
          </w:p>
        </w:tc>
        <w:tc>
          <w:tcPr>
            <w:tcW w:w="1260" w:type="dxa"/>
          </w:tcPr>
          <w:p w:rsidR="008063A3" w:rsidRDefault="008063A3" w:rsidP="002C278E">
            <w:pPr>
              <w:pStyle w:val="ISM"/>
              <w:jc w:val="center"/>
              <w:rPr>
                <w:i/>
              </w:rPr>
            </w:pPr>
          </w:p>
        </w:tc>
        <w:tc>
          <w:tcPr>
            <w:tcW w:w="1440" w:type="dxa"/>
          </w:tcPr>
          <w:p w:rsidR="008063A3" w:rsidRDefault="008063A3" w:rsidP="002C278E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Monthly</w:t>
            </w:r>
          </w:p>
        </w:tc>
        <w:tc>
          <w:tcPr>
            <w:tcW w:w="1440" w:type="dxa"/>
          </w:tcPr>
          <w:p w:rsidR="008063A3" w:rsidRDefault="008063A3" w:rsidP="002C278E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No. of</w:t>
            </w:r>
          </w:p>
        </w:tc>
      </w:tr>
      <w:tr w:rsidR="008063A3" w:rsidTr="002C278E">
        <w:trPr>
          <w:trHeight w:val="288"/>
        </w:trPr>
        <w:tc>
          <w:tcPr>
            <w:tcW w:w="720" w:type="dxa"/>
          </w:tcPr>
          <w:p w:rsidR="008063A3" w:rsidRDefault="008063A3" w:rsidP="002C278E">
            <w:pPr>
              <w:pStyle w:val="ISM"/>
              <w:jc w:val="center"/>
              <w:rPr>
                <w:i/>
                <w:u w:val="single"/>
              </w:rPr>
            </w:pPr>
          </w:p>
        </w:tc>
        <w:tc>
          <w:tcPr>
            <w:tcW w:w="1260" w:type="dxa"/>
          </w:tcPr>
          <w:p w:rsidR="008063A3" w:rsidRDefault="008063A3" w:rsidP="002C278E">
            <w:pPr>
              <w:pStyle w:val="ISM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Years</w:t>
            </w:r>
          </w:p>
        </w:tc>
        <w:tc>
          <w:tcPr>
            <w:tcW w:w="1440" w:type="dxa"/>
          </w:tcPr>
          <w:p w:rsidR="008063A3" w:rsidRDefault="008063A3" w:rsidP="002C278E">
            <w:pPr>
              <w:pStyle w:val="ISM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cost ($)</w:t>
            </w:r>
          </w:p>
        </w:tc>
        <w:tc>
          <w:tcPr>
            <w:tcW w:w="1440" w:type="dxa"/>
          </w:tcPr>
          <w:p w:rsidR="008063A3" w:rsidRDefault="008063A3" w:rsidP="002C278E">
            <w:pPr>
              <w:pStyle w:val="ISM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months</w:t>
            </w:r>
          </w:p>
        </w:tc>
      </w:tr>
      <w:tr w:rsidR="008063A3" w:rsidTr="002C278E">
        <w:tc>
          <w:tcPr>
            <w:tcW w:w="720" w:type="dxa"/>
          </w:tcPr>
          <w:p w:rsidR="008063A3" w:rsidRDefault="008063A3" w:rsidP="002C278E">
            <w:pPr>
              <w:pStyle w:val="ISM"/>
            </w:pPr>
          </w:p>
        </w:tc>
        <w:tc>
          <w:tcPr>
            <w:tcW w:w="1260" w:type="dxa"/>
          </w:tcPr>
          <w:p w:rsidR="008063A3" w:rsidRDefault="008063A3" w:rsidP="002C278E">
            <w:pPr>
              <w:pStyle w:val="ISM"/>
              <w:tabs>
                <w:tab w:val="clear" w:pos="270"/>
                <w:tab w:val="clear" w:pos="540"/>
              </w:tabs>
              <w:ind w:right="440"/>
              <w:jc w:val="right"/>
            </w:pPr>
            <w:r>
              <w:t>1-  6</w:t>
            </w:r>
          </w:p>
        </w:tc>
        <w:tc>
          <w:tcPr>
            <w:tcW w:w="1440" w:type="dxa"/>
          </w:tcPr>
          <w:p w:rsidR="008063A3" w:rsidRDefault="008063A3" w:rsidP="002C278E">
            <w:pPr>
              <w:pStyle w:val="ISM"/>
              <w:tabs>
                <w:tab w:val="clear" w:pos="270"/>
                <w:tab w:val="clear" w:pos="540"/>
                <w:tab w:val="decimal" w:pos="900"/>
              </w:tabs>
            </w:pPr>
            <w:r>
              <w:t>1000</w:t>
            </w:r>
          </w:p>
        </w:tc>
        <w:tc>
          <w:tcPr>
            <w:tcW w:w="1440" w:type="dxa"/>
          </w:tcPr>
          <w:p w:rsidR="008063A3" w:rsidRDefault="008063A3" w:rsidP="002C278E">
            <w:pPr>
              <w:pStyle w:val="ISM"/>
              <w:jc w:val="center"/>
            </w:pPr>
            <w:r>
              <w:t>72</w:t>
            </w:r>
          </w:p>
        </w:tc>
      </w:tr>
      <w:tr w:rsidR="008063A3" w:rsidTr="002C278E">
        <w:tc>
          <w:tcPr>
            <w:tcW w:w="720" w:type="dxa"/>
          </w:tcPr>
          <w:p w:rsidR="008063A3" w:rsidRDefault="008063A3" w:rsidP="002C278E">
            <w:pPr>
              <w:pStyle w:val="ISM"/>
            </w:pPr>
          </w:p>
        </w:tc>
        <w:tc>
          <w:tcPr>
            <w:tcW w:w="1260" w:type="dxa"/>
          </w:tcPr>
          <w:p w:rsidR="008063A3" w:rsidRDefault="008063A3" w:rsidP="002C278E">
            <w:pPr>
              <w:pStyle w:val="ISM"/>
              <w:tabs>
                <w:tab w:val="clear" w:pos="270"/>
                <w:tab w:val="clear" w:pos="540"/>
              </w:tabs>
              <w:ind w:right="440"/>
              <w:jc w:val="right"/>
            </w:pPr>
            <w:r>
              <w:t>7-12</w:t>
            </w:r>
          </w:p>
        </w:tc>
        <w:tc>
          <w:tcPr>
            <w:tcW w:w="1440" w:type="dxa"/>
          </w:tcPr>
          <w:p w:rsidR="008063A3" w:rsidRDefault="008063A3" w:rsidP="002C278E">
            <w:pPr>
              <w:pStyle w:val="ISM"/>
              <w:tabs>
                <w:tab w:val="clear" w:pos="270"/>
                <w:tab w:val="clear" w:pos="540"/>
                <w:tab w:val="decimal" w:pos="900"/>
              </w:tabs>
            </w:pPr>
            <w:r>
              <w:t>916.67</w:t>
            </w:r>
          </w:p>
        </w:tc>
        <w:tc>
          <w:tcPr>
            <w:tcW w:w="1440" w:type="dxa"/>
          </w:tcPr>
          <w:p w:rsidR="008063A3" w:rsidRDefault="008063A3" w:rsidP="002C278E">
            <w:pPr>
              <w:pStyle w:val="ISM"/>
              <w:jc w:val="center"/>
            </w:pPr>
            <w:r>
              <w:t>72</w:t>
            </w:r>
          </w:p>
        </w:tc>
      </w:tr>
      <w:tr w:rsidR="008063A3" w:rsidTr="002C278E">
        <w:tc>
          <w:tcPr>
            <w:tcW w:w="720" w:type="dxa"/>
          </w:tcPr>
          <w:p w:rsidR="008063A3" w:rsidRDefault="008063A3" w:rsidP="002C278E">
            <w:pPr>
              <w:pStyle w:val="ISM"/>
            </w:pPr>
          </w:p>
        </w:tc>
        <w:tc>
          <w:tcPr>
            <w:tcW w:w="1260" w:type="dxa"/>
          </w:tcPr>
          <w:p w:rsidR="008063A3" w:rsidRDefault="008063A3" w:rsidP="002C278E">
            <w:pPr>
              <w:pStyle w:val="ISM"/>
              <w:tabs>
                <w:tab w:val="clear" w:pos="270"/>
                <w:tab w:val="clear" w:pos="540"/>
              </w:tabs>
              <w:ind w:right="440"/>
              <w:jc w:val="right"/>
            </w:pPr>
            <w:r>
              <w:t>13-17</w:t>
            </w:r>
          </w:p>
        </w:tc>
        <w:tc>
          <w:tcPr>
            <w:tcW w:w="1440" w:type="dxa"/>
          </w:tcPr>
          <w:p w:rsidR="008063A3" w:rsidRDefault="008063A3" w:rsidP="002C278E">
            <w:pPr>
              <w:pStyle w:val="ISM"/>
              <w:tabs>
                <w:tab w:val="clear" w:pos="270"/>
                <w:tab w:val="clear" w:pos="540"/>
                <w:tab w:val="decimal" w:pos="900"/>
              </w:tabs>
            </w:pPr>
            <w:r>
              <w:t>833.33</w:t>
            </w:r>
          </w:p>
        </w:tc>
        <w:tc>
          <w:tcPr>
            <w:tcW w:w="1440" w:type="dxa"/>
          </w:tcPr>
          <w:p w:rsidR="008063A3" w:rsidRDefault="008063A3" w:rsidP="002C278E">
            <w:pPr>
              <w:pStyle w:val="ISM"/>
              <w:jc w:val="center"/>
            </w:pPr>
            <w:r>
              <w:t>60</w:t>
            </w:r>
          </w:p>
        </w:tc>
      </w:tr>
      <w:tr w:rsidR="008063A3" w:rsidTr="002C278E">
        <w:tc>
          <w:tcPr>
            <w:tcW w:w="720" w:type="dxa"/>
          </w:tcPr>
          <w:p w:rsidR="008063A3" w:rsidRDefault="008063A3" w:rsidP="002C278E">
            <w:pPr>
              <w:pStyle w:val="ISM"/>
            </w:pPr>
          </w:p>
        </w:tc>
        <w:tc>
          <w:tcPr>
            <w:tcW w:w="1260" w:type="dxa"/>
          </w:tcPr>
          <w:p w:rsidR="008063A3" w:rsidRDefault="008063A3" w:rsidP="002C278E">
            <w:pPr>
              <w:pStyle w:val="ISM"/>
              <w:tabs>
                <w:tab w:val="clear" w:pos="270"/>
                <w:tab w:val="clear" w:pos="540"/>
              </w:tabs>
              <w:ind w:right="440"/>
              <w:jc w:val="right"/>
            </w:pPr>
            <w:r>
              <w:t>18-19</w:t>
            </w:r>
          </w:p>
        </w:tc>
        <w:tc>
          <w:tcPr>
            <w:tcW w:w="1440" w:type="dxa"/>
          </w:tcPr>
          <w:p w:rsidR="008063A3" w:rsidRDefault="008063A3" w:rsidP="002C278E">
            <w:pPr>
              <w:pStyle w:val="ISM"/>
              <w:tabs>
                <w:tab w:val="clear" w:pos="270"/>
                <w:tab w:val="clear" w:pos="540"/>
                <w:tab w:val="decimal" w:pos="900"/>
              </w:tabs>
            </w:pPr>
            <w:r>
              <w:t>1250</w:t>
            </w:r>
          </w:p>
        </w:tc>
        <w:tc>
          <w:tcPr>
            <w:tcW w:w="1440" w:type="dxa"/>
          </w:tcPr>
          <w:p w:rsidR="008063A3" w:rsidRDefault="008063A3" w:rsidP="002C278E">
            <w:pPr>
              <w:pStyle w:val="ISM"/>
              <w:jc w:val="center"/>
            </w:pPr>
            <w:r>
              <w:t>24</w:t>
            </w:r>
          </w:p>
        </w:tc>
      </w:tr>
    </w:tbl>
    <w:p w:rsidR="008063A3" w:rsidRDefault="008063A3" w:rsidP="008063A3">
      <w:pPr>
        <w:pStyle w:val="ISMab"/>
        <w:spacing w:before="120"/>
      </w:pPr>
      <w:r>
        <w:tab/>
      </w:r>
      <w:r>
        <w:tab/>
      </w:r>
      <w:r>
        <w:tab/>
        <w:t>The present value, at the beginning of the 18th year, of the last 2 years</w:t>
      </w:r>
      <w:r w:rsidR="008B6538">
        <w:t>’</w:t>
      </w:r>
      <w:r>
        <w:t xml:space="preserve"> costs is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36"/>
        </w:rPr>
        <w:object w:dxaOrig="2520" w:dyaOrig="840">
          <v:shape id="_x0000_i1296" type="#_x0000_t75" style="width:126.75pt;height:42pt" o:ole="" fillcolor="window">
            <v:imagedata r:id="rId116" o:title=""/>
          </v:shape>
          <o:OLEObject Type="Embed" ProgID="Equation.2" ShapeID="_x0000_i1296" DrawAspect="Content" ObjectID="_1654987301" r:id="rId494"/>
        </w:object>
      </w:r>
      <w:r>
        <w:rPr>
          <w:spacing w:val="-2"/>
        </w:rPr>
        <w:t xml:space="preserve"> </w:t>
      </w:r>
      <w:r>
        <w:t>= $1250</w:t>
      </w:r>
      <w:r w:rsidRPr="007E02FE">
        <w:rPr>
          <w:position w:val="-34"/>
        </w:rPr>
        <w:object w:dxaOrig="1500" w:dyaOrig="780">
          <v:shape id="_x0000_i1297" type="#_x0000_t75" style="width:74.25pt;height:37.5pt" o:ole="" fillcolor="window">
            <v:imagedata r:id="rId495" o:title=""/>
          </v:shape>
          <o:OLEObject Type="Embed" ProgID="Equation.3" ShapeID="_x0000_i1297" DrawAspect="Content" ObjectID="_1654987302" r:id="rId496"/>
        </w:object>
      </w:r>
      <w:r>
        <w:t xml:space="preserve"> = $28,203.58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>The present value, at the beginning of the 13th year, of the last 7 years</w:t>
      </w:r>
      <w:r w:rsidR="008B6538">
        <w:t>’</w:t>
      </w:r>
      <w:r>
        <w:t xml:space="preserve"> costs is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</w:r>
      <w:r>
        <w:tab/>
        <w:t>$833.33</w:t>
      </w:r>
      <w:r w:rsidRPr="007E02FE">
        <w:rPr>
          <w:position w:val="-34"/>
        </w:rPr>
        <w:object w:dxaOrig="1500" w:dyaOrig="780">
          <v:shape id="_x0000_i1298" type="#_x0000_t75" style="width:74.25pt;height:37.5pt" o:ole="" fillcolor="window">
            <v:imagedata r:id="rId497" o:title=""/>
          </v:shape>
          <o:OLEObject Type="Embed" ProgID="Equation.3" ShapeID="_x0000_i1298" DrawAspect="Content" ObjectID="_1654987303" r:id="rId498"/>
        </w:object>
      </w:r>
      <w:r>
        <w:t xml:space="preserve"> + </w:t>
      </w:r>
      <w:r w:rsidRPr="001D3295">
        <w:rPr>
          <w:position w:val="-24"/>
        </w:rPr>
        <w:object w:dxaOrig="1200" w:dyaOrig="600">
          <v:shape id="_x0000_i1299" type="#_x0000_t75" style="width:60pt;height:30pt" o:ole="" fillcolor="window">
            <v:imagedata r:id="rId499" o:title=""/>
          </v:shape>
          <o:OLEObject Type="Embed" ProgID="Equation.3" ShapeID="_x0000_i1299" DrawAspect="Content" ObjectID="_1654987304" r:id="rId500"/>
        </w:object>
      </w:r>
      <w:r>
        <w:t xml:space="preserve"> = $64,013.81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>The present value, at the beginning of the 7th year, of the last 13 years</w:t>
      </w:r>
      <w:r w:rsidR="008B6538">
        <w:t>’</w:t>
      </w:r>
      <w:r>
        <w:t xml:space="preserve"> costs is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</w:r>
      <w:r>
        <w:tab/>
        <w:t>$916.67</w:t>
      </w:r>
      <w:r w:rsidRPr="007E02FE">
        <w:rPr>
          <w:position w:val="-34"/>
        </w:rPr>
        <w:object w:dxaOrig="1500" w:dyaOrig="780">
          <v:shape id="_x0000_i1300" type="#_x0000_t75" style="width:74.25pt;height:37.5pt" o:ole="" fillcolor="window">
            <v:imagedata r:id="rId501" o:title=""/>
          </v:shape>
          <o:OLEObject Type="Embed" ProgID="Equation.3" ShapeID="_x0000_i1300" DrawAspect="Content" ObjectID="_1654987305" r:id="rId502"/>
        </w:object>
      </w:r>
      <w:r>
        <w:t xml:space="preserve"> + </w:t>
      </w:r>
      <w:r w:rsidRPr="001D3295">
        <w:rPr>
          <w:position w:val="-24"/>
        </w:rPr>
        <w:object w:dxaOrig="1160" w:dyaOrig="600">
          <v:shape id="_x0000_i1301" type="#_x0000_t75" style="width:57.75pt;height:30pt" o:ole="" fillcolor="window">
            <v:imagedata r:id="rId503" o:title=""/>
          </v:shape>
          <o:OLEObject Type="Embed" ProgID="Equation.3" ShapeID="_x0000_i1301" DrawAspect="Content" ObjectID="_1654987306" r:id="rId504"/>
        </w:object>
      </w:r>
      <w:r>
        <w:t xml:space="preserve"> = $100,012.42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>The present value, at the birth date, of all the costs is</w:t>
      </w:r>
    </w:p>
    <w:p w:rsidR="008063A3" w:rsidRDefault="008063A3" w:rsidP="008063A3">
      <w:pPr>
        <w:pStyle w:val="ISMab"/>
        <w:rPr>
          <w:u w:val="double"/>
        </w:rPr>
      </w:pPr>
      <w:r>
        <w:tab/>
      </w:r>
      <w:r>
        <w:tab/>
      </w:r>
      <w:r>
        <w:tab/>
      </w:r>
      <w:r>
        <w:tab/>
        <w:t>$1000</w:t>
      </w:r>
      <w:r w:rsidRPr="007E02FE">
        <w:rPr>
          <w:position w:val="-34"/>
        </w:rPr>
        <w:object w:dxaOrig="1500" w:dyaOrig="780">
          <v:shape id="_x0000_i1302" type="#_x0000_t75" style="width:74.25pt;height:37.5pt" o:ole="" fillcolor="window">
            <v:imagedata r:id="rId501" o:title=""/>
          </v:shape>
          <o:OLEObject Type="Embed" ProgID="Equation.3" ShapeID="_x0000_i1302" DrawAspect="Content" ObjectID="_1654987307" r:id="rId505"/>
        </w:object>
      </w:r>
      <w:r>
        <w:t xml:space="preserve"> + </w:t>
      </w:r>
      <w:r w:rsidRPr="001D3295">
        <w:rPr>
          <w:position w:val="-24"/>
        </w:rPr>
        <w:object w:dxaOrig="1320" w:dyaOrig="600">
          <v:shape id="_x0000_i1303" type="#_x0000_t75" style="width:65.25pt;height:30pt" o:ole="" fillcolor="window">
            <v:imagedata r:id="rId506" o:title=""/>
          </v:shape>
          <o:OLEObject Type="Embed" ProgID="Equation.3" ShapeID="_x0000_i1303" DrawAspect="Content" ObjectID="_1654987308" r:id="rId507"/>
        </w:object>
      </w:r>
      <w:r>
        <w:t xml:space="preserve"> = </w:t>
      </w:r>
      <w:r w:rsidRPr="001D3295">
        <w:t>$130,178.43</w:t>
      </w:r>
    </w:p>
    <w:p w:rsidR="008063A3" w:rsidRPr="001D3295" w:rsidRDefault="008063A3" w:rsidP="008063A3">
      <w:pPr>
        <w:pStyle w:val="ISMab"/>
        <w:spacing w:after="120"/>
      </w:pPr>
      <w:r w:rsidRPr="001D3295">
        <w:lastRenderedPageBreak/>
        <w:tab/>
      </w:r>
      <w:r w:rsidRPr="001D3295">
        <w:tab/>
      </w:r>
      <w:r w:rsidRPr="001D3295">
        <w:tab/>
      </w:r>
      <w:r>
        <w:t xml:space="preserve">Rounded to the nearest dollar, the economic value, on the birth date, is </w:t>
      </w:r>
      <w:r w:rsidRPr="001D3295">
        <w:rPr>
          <w:u w:val="double"/>
        </w:rPr>
        <w:t>$130,178</w:t>
      </w:r>
      <w:r>
        <w:t>.</w:t>
      </w:r>
    </w:p>
    <w:p w:rsidR="008063A3" w:rsidRDefault="008063A3" w:rsidP="008063A3">
      <w:pPr>
        <w:pStyle w:val="ISMab"/>
      </w:pPr>
      <w:r>
        <w:tab/>
      </w:r>
      <w:r>
        <w:tab/>
      </w:r>
      <w:r>
        <w:rPr>
          <w:rFonts w:ascii="Times New Roman" w:hAnsi="Times New Roman"/>
          <w:i/>
        </w:rPr>
        <w:t>c</w:t>
      </w:r>
      <w:r>
        <w:rPr>
          <w:i/>
        </w:rPr>
        <w:t>.</w:t>
      </w:r>
      <w:r>
        <w:tab/>
        <w:t>The economic value, at age 19, of the expenditures is the future value of all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>the expenditures. This is most easily determined by calculating the future value,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 xml:space="preserve">19 years later, of the result from part </w:t>
      </w:r>
      <w:r>
        <w:rPr>
          <w:i/>
        </w:rPr>
        <w:t>b</w:t>
      </w:r>
      <w:r>
        <w:t>.</w:t>
      </w:r>
    </w:p>
    <w:p w:rsidR="008063A3" w:rsidRDefault="008063A3" w:rsidP="008063A3">
      <w:pPr>
        <w:pStyle w:val="ISMab"/>
        <w:rPr>
          <w:u w:val="double"/>
        </w:rPr>
      </w:pPr>
      <w:r>
        <w:tab/>
      </w:r>
      <w:r>
        <w:tab/>
      </w:r>
      <w:r>
        <w:tab/>
      </w:r>
      <w:r>
        <w:tab/>
      </w:r>
      <w:r w:rsidRPr="007E02FE">
        <w:rPr>
          <w:position w:val="-10"/>
        </w:rPr>
        <w:object w:dxaOrig="1560" w:dyaOrig="380">
          <v:shape id="_x0000_i1304" type="#_x0000_t75" style="width:78.75pt;height:18.75pt" o:ole="" fillcolor="window">
            <v:imagedata r:id="rId508" o:title=""/>
          </v:shape>
          <o:OLEObject Type="Embed" ProgID="Equation.3" ShapeID="_x0000_i1304" DrawAspect="Content" ObjectID="_1654987309" r:id="rId509"/>
        </w:object>
      </w:r>
      <w:r>
        <w:t xml:space="preserve"> = $130,178.43</w:t>
      </w:r>
      <w:r w:rsidRPr="007E02FE">
        <w:rPr>
          <w:position w:val="-10"/>
        </w:rPr>
        <w:object w:dxaOrig="1060" w:dyaOrig="380">
          <v:shape id="_x0000_i1305" type="#_x0000_t75" style="width:53.25pt;height:18.75pt" o:ole="" fillcolor="window">
            <v:imagedata r:id="rId510" o:title=""/>
          </v:shape>
          <o:OLEObject Type="Embed" ProgID="Equation.3" ShapeID="_x0000_i1305" DrawAspect="Content" ObjectID="_1654987310" r:id="rId511"/>
        </w:object>
      </w:r>
      <w:r>
        <w:t xml:space="preserve"> = </w:t>
      </w:r>
      <w:r>
        <w:rPr>
          <w:u w:val="double"/>
        </w:rPr>
        <w:t>$405,883</w:t>
      </w:r>
    </w:p>
    <w:p w:rsidR="006F490F" w:rsidRDefault="006F490F" w:rsidP="008063A3">
      <w:pPr>
        <w:pStyle w:val="ISM"/>
      </w:pPr>
    </w:p>
    <w:p w:rsidR="008063A3" w:rsidRDefault="008063A3" w:rsidP="008063A3">
      <w:pPr>
        <w:pStyle w:val="ISM"/>
      </w:pPr>
      <w:r>
        <w:tab/>
        <w:t>15.</w:t>
      </w:r>
      <w:r>
        <w:tab/>
        <w:t xml:space="preserve">The price that </w:t>
      </w:r>
      <w:proofErr w:type="spellStart"/>
      <w:r>
        <w:t>Afco</w:t>
      </w:r>
      <w:proofErr w:type="spellEnd"/>
      <w:r>
        <w:t xml:space="preserve"> will pay is the present value, on the date of the sale, of the</w:t>
      </w:r>
    </w:p>
    <w:p w:rsidR="008063A3" w:rsidRDefault="008063A3" w:rsidP="008063A3">
      <w:pPr>
        <w:pStyle w:val="ISM"/>
      </w:pPr>
      <w:r>
        <w:tab/>
      </w:r>
      <w:r>
        <w:tab/>
        <w:t xml:space="preserve">6 payments discounted at 18% compounded </w:t>
      </w:r>
      <w:proofErr w:type="spellStart"/>
      <w:r>
        <w:t>semiannually</w:t>
      </w:r>
      <w:proofErr w:type="spellEnd"/>
      <w:r>
        <w:t>.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1:</w:t>
      </w:r>
      <w:r>
        <w:tab/>
        <w:t>Calculate the customer's monthly payments. Since no interest is charged during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proofErr w:type="gramStart"/>
      <w:r>
        <w:t>the</w:t>
      </w:r>
      <w:proofErr w:type="gramEnd"/>
      <w:r>
        <w:t xml:space="preserve"> first 6 months, $1800 is owed when the first of the 6 monthly payments is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made. Then, </w:t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due) = $1800 with </w:t>
      </w:r>
      <w:r>
        <w:rPr>
          <w:rFonts w:ascii="Times New Roman" w:hAnsi="Times New Roman"/>
          <w:i/>
        </w:rPr>
        <w:t>n</w:t>
      </w:r>
      <w:r>
        <w:t xml:space="preserve"> = 6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6"/>
        </w:rPr>
        <w:object w:dxaOrig="460" w:dyaOrig="440">
          <v:shape id="_x0000_i1306" type="#_x0000_t75" style="width:23.25pt;height:21.75pt" o:ole="" fillcolor="window">
            <v:imagedata r:id="rId512" o:title=""/>
          </v:shape>
          <o:OLEObject Type="Embed" ProgID="Equation.3" ShapeID="_x0000_i1306" DrawAspect="Content" ObjectID="_1654987311" r:id="rId513"/>
        </w:object>
      </w:r>
      <w:r>
        <w:t xml:space="preserve"> = 1.25%.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tab/>
        <w:t xml:space="preserve">$1800 = </w:t>
      </w:r>
      <w:r>
        <w:rPr>
          <w:rFonts w:ascii="Times New Roman" w:hAnsi="Times New Roman"/>
          <w:i/>
        </w:rPr>
        <w:t xml:space="preserve">PMT </w:t>
      </w:r>
      <w:r w:rsidRPr="007E02FE">
        <w:rPr>
          <w:position w:val="-34"/>
        </w:rPr>
        <w:object w:dxaOrig="1520" w:dyaOrig="780">
          <v:shape id="_x0000_i1307" type="#_x0000_t75" style="width:76.5pt;height:37.5pt" o:ole="" fillcolor="window">
            <v:imagedata r:id="rId514" o:title=""/>
          </v:shape>
          <o:OLEObject Type="Embed" ProgID="Equation.3" ShapeID="_x0000_i1307" DrawAspect="Content" ObjectID="_1654987312" r:id="rId515"/>
        </w:object>
      </w:r>
      <w:r>
        <w:t>(1.0125)</w:t>
      </w:r>
    </w:p>
    <w:p w:rsidR="008063A3" w:rsidRDefault="008063A3" w:rsidP="008063A3">
      <w:pPr>
        <w:pStyle w:val="ISM"/>
        <w:spacing w:after="60"/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PMT </w:t>
      </w:r>
      <w:r>
        <w:t>= $309.39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2:</w:t>
      </w:r>
      <w:r>
        <w:tab/>
        <w:t xml:space="preserve">Calculate the present value, 6 months from the date of sale, discounting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proofErr w:type="gramStart"/>
      <w:r>
        <w:t>the</w:t>
      </w:r>
      <w:proofErr w:type="gramEnd"/>
      <w:r>
        <w:t xml:space="preserve"> payments at </w:t>
      </w:r>
      <w:r w:rsidRPr="007E02FE">
        <w:rPr>
          <w:spacing w:val="-2"/>
          <w:position w:val="-10"/>
        </w:rPr>
        <w:object w:dxaOrig="1420" w:dyaOrig="380">
          <v:shape id="_x0000_i1308" type="#_x0000_t75" style="width:71.25pt;height:18.75pt" o:ole="" fillcolor="window">
            <v:imagedata r:id="rId256" o:title=""/>
          </v:shape>
          <o:OLEObject Type="Embed" ProgID="Equation.3" ShapeID="_x0000_i1308" DrawAspect="Content" ObjectID="_1654987313" r:id="rId516"/>
        </w:object>
      </w:r>
      <w:r>
        <w:rPr>
          <w:spacing w:val="-2"/>
        </w:rPr>
        <w:t xml:space="preserve"> </w:t>
      </w:r>
      <w:r>
        <w:t xml:space="preserve">= </w:t>
      </w:r>
      <w:r w:rsidRPr="007E02FE">
        <w:rPr>
          <w:position w:val="-10"/>
        </w:rPr>
        <w:object w:dxaOrig="999" w:dyaOrig="420">
          <v:shape id="_x0000_i1309" type="#_x0000_t75" style="width:50.25pt;height:21pt" o:ole="" fillcolor="window">
            <v:imagedata r:id="rId517" o:title=""/>
          </v:shape>
          <o:OLEObject Type="Embed" ProgID="Equation.3" ShapeID="_x0000_i1309" DrawAspect="Content" ObjectID="_1654987314" r:id="rId518"/>
        </w:object>
      </w:r>
      <w:r>
        <w:t>– 1 = 0.014466592</w:t>
      </w:r>
    </w:p>
    <w:p w:rsidR="008063A3" w:rsidRDefault="008063A3" w:rsidP="008063A3">
      <w:pPr>
        <w:pStyle w:val="ISM"/>
        <w:rPr>
          <w:spacing w:val="-2"/>
        </w:rPr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10"/>
        </w:rPr>
        <w:object w:dxaOrig="1060" w:dyaOrig="300">
          <v:shape id="_x0000_i1310" type="#_x0000_t75" style="width:53.6pt;height:15.05pt" o:ole="" fillcolor="window">
            <v:imagedata r:id="rId519" o:title=""/>
          </v:shape>
          <o:OLEObject Type="Embed" ProgID="Equation.3" ShapeID="_x0000_i1310" DrawAspect="Content" ObjectID="_1654987315" r:id="rId520"/>
        </w:object>
      </w:r>
      <w:r>
        <w:t xml:space="preserve"> $309.39</w:t>
      </w:r>
      <w:r w:rsidRPr="007E02FE">
        <w:rPr>
          <w:position w:val="-34"/>
        </w:rPr>
        <w:object w:dxaOrig="2140" w:dyaOrig="780">
          <v:shape id="_x0000_i1311" type="#_x0000_t75" style="width:106.35pt;height:37.65pt" o:ole="" fillcolor="window">
            <v:imagedata r:id="rId521" o:title=""/>
          </v:shape>
          <o:OLEObject Type="Embed" ProgID="Equation.3" ShapeID="_x0000_i1311" DrawAspect="Content" ObjectID="_1654987316" r:id="rId522"/>
        </w:object>
      </w:r>
      <w:r>
        <w:t>(1.014466592) = $1791.42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3:</w:t>
      </w:r>
      <w:r>
        <w:tab/>
        <w:t xml:space="preserve">Calculate the present value, on the date of sale, of the </w:t>
      </w:r>
      <w:r>
        <w:rPr>
          <w:i/>
        </w:rPr>
        <w:t>Step</w:t>
      </w:r>
      <w:r>
        <w:t xml:space="preserve"> 2 amount. </w:t>
      </w:r>
    </w:p>
    <w:p w:rsidR="008063A3" w:rsidRDefault="008063A3" w:rsidP="008063A3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 w:rsidRPr="007E02FE">
        <w:rPr>
          <w:position w:val="-10"/>
        </w:rPr>
        <w:object w:dxaOrig="1660" w:dyaOrig="380">
          <v:shape id="_x0000_i1312" type="#_x0000_t75" style="width:82.05pt;height:18.4pt" o:ole="" fillcolor="window">
            <v:imagedata r:id="rId523" o:title=""/>
          </v:shape>
          <o:OLEObject Type="Embed" ProgID="Equation.3" ShapeID="_x0000_i1312" DrawAspect="Content" ObjectID="_1654987317" r:id="rId524"/>
        </w:object>
      </w:r>
      <w:r>
        <w:t xml:space="preserve"> = $179</w:t>
      </w:r>
      <w:r w:rsidR="0039754C">
        <w:t>1</w:t>
      </w:r>
      <w:r>
        <w:t>.42</w:t>
      </w:r>
      <w:r w:rsidRPr="007E02FE">
        <w:rPr>
          <w:position w:val="-10"/>
        </w:rPr>
        <w:object w:dxaOrig="800" w:dyaOrig="380">
          <v:shape id="_x0000_i1313" type="#_x0000_t75" style="width:40.2pt;height:18.4pt" o:ole="" fillcolor="window">
            <v:imagedata r:id="rId525" o:title=""/>
          </v:shape>
          <o:OLEObject Type="Embed" ProgID="Equation.3" ShapeID="_x0000_i1313" DrawAspect="Content" ObjectID="_1654987318" r:id="rId526"/>
        </w:object>
      </w:r>
      <w:r>
        <w:t xml:space="preserve"> = </w:t>
      </w:r>
      <w:r>
        <w:rPr>
          <w:u w:val="double"/>
        </w:rPr>
        <w:t>$1643.5</w:t>
      </w:r>
      <w:r w:rsidR="0039754C">
        <w:rPr>
          <w:u w:val="double"/>
        </w:rPr>
        <w:t>0</w:t>
      </w:r>
    </w:p>
    <w:p w:rsidR="008063A3" w:rsidRDefault="008063A3" w:rsidP="008063A3">
      <w:pPr>
        <w:pStyle w:val="ISM"/>
        <w:spacing w:after="300"/>
      </w:pPr>
      <w:r>
        <w:tab/>
      </w:r>
      <w:r>
        <w:tab/>
        <w:t>Pioneer will receive $1643.5</w:t>
      </w:r>
      <w:r w:rsidR="0039754C">
        <w:t>0</w:t>
      </w:r>
      <w:r>
        <w:t xml:space="preserve"> from </w:t>
      </w:r>
      <w:proofErr w:type="spellStart"/>
      <w:r>
        <w:t>Afco</w:t>
      </w:r>
      <w:proofErr w:type="spellEnd"/>
      <w:r>
        <w:t xml:space="preserve"> on the sale of the contract.</w:t>
      </w:r>
    </w:p>
    <w:p w:rsidR="008063A3" w:rsidRDefault="008063A3" w:rsidP="008063A3">
      <w:pPr>
        <w:pStyle w:val="ISM"/>
      </w:pPr>
      <w:r>
        <w:tab/>
        <w:t>17.</w:t>
      </w:r>
      <w:r>
        <w:tab/>
      </w:r>
      <w:proofErr w:type="gramStart"/>
      <w:r>
        <w:t>With</w:t>
      </w:r>
      <w:proofErr w:type="gramEnd"/>
      <w:r>
        <w:t xml:space="preserve"> the focal date at </w:t>
      </w:r>
      <w:proofErr w:type="spellStart"/>
      <w:r>
        <w:t>Reg</w:t>
      </w:r>
      <w:r w:rsidR="00C91B2E">
        <w:t>’</w:t>
      </w:r>
      <w:r>
        <w:t>s</w:t>
      </w:r>
      <w:proofErr w:type="spellEnd"/>
      <w:r>
        <w:t xml:space="preserve"> 60th birthday,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RRSP contributions = </w:t>
      </w:r>
      <w:r>
        <w:rPr>
          <w:rFonts w:ascii="Times New Roman" w:hAnsi="Times New Roman"/>
          <w:i/>
        </w:rPr>
        <w:t>PV</w:t>
      </w:r>
      <w:r>
        <w:t xml:space="preserve"> of all annuity payments</w:t>
      </w:r>
    </w:p>
    <w:p w:rsidR="008063A3" w:rsidRDefault="008063A3" w:rsidP="008063A3">
      <w:pPr>
        <w:pStyle w:val="ISM"/>
      </w:pPr>
      <w:r>
        <w:tab/>
      </w:r>
      <w:r>
        <w:tab/>
        <w:t>The right side can be calculated in two steps.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1:</w:t>
      </w:r>
      <w:r>
        <w:tab/>
        <w:t>Calculate the present value at age 68 of the 20</w:t>
      </w:r>
      <w:r>
        <w:noBreakHyphen/>
        <w:t>year annuity having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$6000, </w:t>
      </w:r>
      <w:r>
        <w:rPr>
          <w:rFonts w:ascii="Times New Roman" w:hAnsi="Times New Roman"/>
          <w:i/>
        </w:rPr>
        <w:t>n</w:t>
      </w:r>
      <w:r>
        <w:t xml:space="preserve"> = 12(20) = 240,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6"/>
        </w:rPr>
        <w:object w:dxaOrig="520" w:dyaOrig="440">
          <v:shape id="_x0000_i1314" type="#_x0000_t75" style="width:25.95pt;height:21.75pt" o:ole="" fillcolor="window">
            <v:imagedata r:id="rId527" o:title=""/>
          </v:shape>
          <o:OLEObject Type="Embed" ProgID="Equation.3" ShapeID="_x0000_i1314" DrawAspect="Content" ObjectID="_1654987319" r:id="rId528"/>
        </w:object>
      </w:r>
      <w:r>
        <w:t xml:space="preserve"> = 0.625%. Then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  <w:spacing w:val="-2"/>
        </w:rPr>
        <w:t>PV</w:t>
      </w:r>
      <w:r>
        <w:t xml:space="preserve"> = $6000</w:t>
      </w:r>
      <w:r w:rsidRPr="007E02FE">
        <w:rPr>
          <w:position w:val="-34"/>
        </w:rPr>
        <w:object w:dxaOrig="1860" w:dyaOrig="780">
          <v:shape id="_x0000_i1315" type="#_x0000_t75" style="width:92.95pt;height:37.65pt" o:ole="" fillcolor="window">
            <v:imagedata r:id="rId529" o:title=""/>
          </v:shape>
          <o:OLEObject Type="Embed" ProgID="Equation.3" ShapeID="_x0000_i1315" DrawAspect="Content" ObjectID="_1654987320" r:id="rId530"/>
        </w:object>
      </w:r>
      <w:r>
        <w:t xml:space="preserve"> = $744,792.79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2:</w:t>
      </w:r>
      <w:r>
        <w:tab/>
        <w:t xml:space="preserve">Calculate the </w:t>
      </w:r>
      <w:r>
        <w:rPr>
          <w:rFonts w:ascii="Times New Roman" w:hAnsi="Times New Roman"/>
          <w:i/>
        </w:rPr>
        <w:t>PV</w:t>
      </w:r>
      <w:r>
        <w:t xml:space="preserve"> at age 60 of the 8</w:t>
      </w:r>
      <w:r>
        <w:noBreakHyphen/>
        <w:t>year annuity (</w:t>
      </w:r>
      <w:r>
        <w:rPr>
          <w:rFonts w:ascii="Times New Roman" w:hAnsi="Times New Roman"/>
          <w:i/>
        </w:rPr>
        <w:t>n</w:t>
      </w:r>
      <w:r>
        <w:t xml:space="preserve"> = 96) and the </w:t>
      </w:r>
      <w:r>
        <w:rPr>
          <w:i/>
        </w:rPr>
        <w:t>Step</w:t>
      </w:r>
      <w:r>
        <w:t xml:space="preserve"> 1 result.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$5000</w:t>
      </w:r>
      <w:r w:rsidRPr="007E02FE">
        <w:rPr>
          <w:position w:val="-34"/>
        </w:rPr>
        <w:object w:dxaOrig="1740" w:dyaOrig="780">
          <v:shape id="_x0000_i1316" type="#_x0000_t75" style="width:87.05pt;height:37.65pt" o:ole="" fillcolor="window">
            <v:imagedata r:id="rId531" o:title=""/>
          </v:shape>
          <o:OLEObject Type="Embed" ProgID="Equation.3" ShapeID="_x0000_i1316" DrawAspect="Content" ObjectID="_1654987321" r:id="rId532"/>
        </w:object>
      </w:r>
      <w:r>
        <w:t xml:space="preserve"> + </w:t>
      </w:r>
      <w:r w:rsidRPr="007E02FE">
        <w:rPr>
          <w:position w:val="-28"/>
        </w:rPr>
        <w:object w:dxaOrig="1340" w:dyaOrig="639">
          <v:shape id="_x0000_i1317" type="#_x0000_t75" style="width:67.8pt;height:31pt" o:ole="" fillcolor="window">
            <v:imagedata r:id="rId533" o:title=""/>
          </v:shape>
          <o:OLEObject Type="Embed" ProgID="Equation.3" ShapeID="_x0000_i1317" DrawAspect="Content" ObjectID="_1654987322" r:id="rId534"/>
        </w:object>
      </w:r>
      <w:r>
        <w:t xml:space="preserve"> = $769,645.01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3:</w:t>
      </w:r>
      <w:r>
        <w:tab/>
        <w:t>For the left side of the initial word equation,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  <w:spacing w:val="-2"/>
        </w:rPr>
        <w:t>FV</w:t>
      </w:r>
      <w:r>
        <w:rPr>
          <w:spacing w:val="-2"/>
        </w:rPr>
        <w:t>(</w:t>
      </w:r>
      <w:proofErr w:type="gramEnd"/>
      <w:r>
        <w:rPr>
          <w:spacing w:val="-2"/>
        </w:rPr>
        <w:t xml:space="preserve">due) </w:t>
      </w:r>
      <w:r>
        <w:t xml:space="preserve">= $769,645.01, </w:t>
      </w:r>
      <w:r>
        <w:rPr>
          <w:rFonts w:ascii="Times New Roman" w:hAnsi="Times New Roman"/>
          <w:i/>
        </w:rPr>
        <w:t>n</w:t>
      </w:r>
      <w:r>
        <w:t xml:space="preserve"> = 4(30) = 120,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0.625%,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7E02FE">
        <w:rPr>
          <w:position w:val="-16"/>
        </w:rPr>
        <w:object w:dxaOrig="300" w:dyaOrig="420">
          <v:shape id="_x0000_i1318" type="#_x0000_t75" style="width:15.05pt;height:20.95pt" o:ole="" fillcolor="window">
            <v:imagedata r:id="rId535" o:title=""/>
          </v:shape>
          <o:OLEObject Type="Embed" ProgID="Equation.3" ShapeID="_x0000_i1318" DrawAspect="Content" ObjectID="_1654987323" r:id="rId536"/>
        </w:object>
      </w:r>
      <w:r>
        <w:t xml:space="preserve"> = 3, and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10"/>
        </w:rPr>
        <w:object w:dxaOrig="1420" w:dyaOrig="380">
          <v:shape id="_x0000_i1319" type="#_x0000_t75" style="width:71.15pt;height:18.4pt" o:ole="" fillcolor="window">
            <v:imagedata r:id="rId256" o:title=""/>
          </v:shape>
          <o:OLEObject Type="Embed" ProgID="Equation.3" ShapeID="_x0000_i1319" DrawAspect="Content" ObjectID="_1654987324" r:id="rId537"/>
        </w:object>
      </w:r>
      <w:r>
        <w:rPr>
          <w:spacing w:val="-2"/>
        </w:rPr>
        <w:t xml:space="preserve"> </w:t>
      </w:r>
      <w:r>
        <w:t xml:space="preserve">= </w:t>
      </w:r>
      <w:r w:rsidRPr="007E02FE">
        <w:rPr>
          <w:position w:val="-10"/>
        </w:rPr>
        <w:object w:dxaOrig="1100" w:dyaOrig="380">
          <v:shape id="_x0000_i1320" type="#_x0000_t75" style="width:54.4pt;height:18.4pt" o:ole="" fillcolor="window">
            <v:imagedata r:id="rId538" o:title=""/>
          </v:shape>
          <o:OLEObject Type="Embed" ProgID="Equation.3" ShapeID="_x0000_i1320" DrawAspect="Content" ObjectID="_1654987325" r:id="rId539"/>
        </w:object>
      </w:r>
      <w:r>
        <w:t>– 1 = 0.01886743</w:t>
      </w:r>
      <w:r w:rsidR="006C4B3A">
        <w:t>2</w:t>
      </w:r>
      <w:r>
        <w:t xml:space="preserve">. Solve for </w:t>
      </w:r>
      <w:r>
        <w:rPr>
          <w:rFonts w:ascii="Times New Roman" w:hAnsi="Times New Roman"/>
          <w:i/>
        </w:rPr>
        <w:t>PMT</w:t>
      </w:r>
      <w:r>
        <w:t xml:space="preserve"> in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$769,645.01 = </w:t>
      </w:r>
      <w:r>
        <w:rPr>
          <w:rFonts w:ascii="Times New Roman" w:hAnsi="Times New Roman"/>
          <w:i/>
        </w:rPr>
        <w:t xml:space="preserve">PMT </w:t>
      </w:r>
      <w:r w:rsidR="006C4B3A" w:rsidRPr="006C4B3A">
        <w:rPr>
          <w:position w:val="-32"/>
        </w:rPr>
        <w:object w:dxaOrig="2060" w:dyaOrig="740">
          <v:shape id="_x0000_i1321" type="#_x0000_t75" style="width:103pt;height:35.15pt" o:ole="" fillcolor="window">
            <v:imagedata r:id="rId540" o:title=""/>
          </v:shape>
          <o:OLEObject Type="Embed" ProgID="Equation.3" ShapeID="_x0000_i1321" DrawAspect="Content" ObjectID="_1654987326" r:id="rId541"/>
        </w:object>
      </w:r>
      <w:r>
        <w:t>(1.01886743</w:t>
      </w:r>
      <w:r w:rsidR="006C4B3A">
        <w:t>2</w:t>
      </w:r>
      <w:r>
        <w:t>)</w:t>
      </w:r>
    </w:p>
    <w:p w:rsidR="008063A3" w:rsidRDefault="008063A3" w:rsidP="008063A3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$1692.37</w:t>
      </w:r>
    </w:p>
    <w:p w:rsidR="008063A3" w:rsidRDefault="008063A3" w:rsidP="008063A3">
      <w:pPr>
        <w:pStyle w:val="ISM"/>
        <w:spacing w:after="240"/>
      </w:pPr>
      <w:r>
        <w:tab/>
      </w:r>
      <w:r>
        <w:tab/>
        <w:t>The quarterly RRSP contributions must be $1692.37.</w:t>
      </w:r>
    </w:p>
    <w:p w:rsidR="00A30043" w:rsidRDefault="00A30043">
      <w:r>
        <w:br w:type="page"/>
      </w:r>
    </w:p>
    <w:p w:rsidR="008063A3" w:rsidRDefault="008063A3" w:rsidP="008063A3">
      <w:pPr>
        <w:pStyle w:val="ISM"/>
      </w:pPr>
      <w:r>
        <w:lastRenderedPageBreak/>
        <w:tab/>
        <w:t>19.</w:t>
      </w:r>
      <w:r>
        <w:tab/>
        <w:t xml:space="preserve">The car buyer will be indifferent between the alternatives if the payments </w:t>
      </w:r>
    </w:p>
    <w:p w:rsidR="008063A3" w:rsidRDefault="008063A3" w:rsidP="008063A3">
      <w:pPr>
        <w:pStyle w:val="ISM"/>
      </w:pPr>
      <w:r>
        <w:tab/>
      </w:r>
      <w:r>
        <w:tab/>
        <w:t>during the 4-year term of each loan are the same.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1:</w:t>
      </w:r>
      <w:r>
        <w:tab/>
        <w:t>Calculate the monthly payment on $</w:t>
      </w:r>
      <w:r w:rsidR="009B43FD">
        <w:t>35</w:t>
      </w:r>
      <w:r>
        <w:t xml:space="preserve">,000 financed at 1.9%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>compounded monthly for 4 years.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Solve for </w:t>
      </w:r>
      <w:r>
        <w:rPr>
          <w:rFonts w:ascii="Times New Roman" w:hAnsi="Times New Roman"/>
          <w:i/>
        </w:rPr>
        <w:t>PMT</w:t>
      </w:r>
      <w:r>
        <w:t xml:space="preserve"> when </w:t>
      </w:r>
      <w:r>
        <w:rPr>
          <w:rFonts w:ascii="Times New Roman" w:hAnsi="Times New Roman"/>
          <w:i/>
        </w:rPr>
        <w:t>PV</w:t>
      </w:r>
      <w:r>
        <w:t xml:space="preserve"> = $</w:t>
      </w:r>
      <w:r w:rsidR="009B43FD">
        <w:t>35</w:t>
      </w:r>
      <w:r>
        <w:t xml:space="preserve">,000, </w:t>
      </w:r>
      <w:r>
        <w:rPr>
          <w:rFonts w:ascii="Times New Roman" w:hAnsi="Times New Roman"/>
          <w:i/>
        </w:rPr>
        <w:t>n</w:t>
      </w:r>
      <w:r>
        <w:t xml:space="preserve"> = 48,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4"/>
        </w:rPr>
        <w:object w:dxaOrig="460" w:dyaOrig="400">
          <v:shape id="_x0000_i1322" type="#_x0000_t75" style="width:23.45pt;height:20.95pt" o:ole="" fillcolor="window">
            <v:imagedata r:id="rId542" o:title=""/>
          </v:shape>
          <o:OLEObject Type="Embed" ProgID="Equation.3" ShapeID="_x0000_i1322" DrawAspect="Content" ObjectID="_1654987327" r:id="rId543"/>
        </w:object>
      </w:r>
      <w:r>
        <w:t xml:space="preserve"> = </w:t>
      </w:r>
      <w:r w:rsidRPr="007E02FE">
        <w:rPr>
          <w:position w:val="-6"/>
        </w:rPr>
        <w:object w:dxaOrig="740" w:dyaOrig="320">
          <v:shape id="_x0000_i1323" type="#_x0000_t75" style="width:36.85pt;height:15.9pt" o:ole="">
            <v:imagedata r:id="rId544" o:title=""/>
          </v:shape>
          <o:OLEObject Type="Embed" ProgID="Equation.3" ShapeID="_x0000_i1323" DrawAspect="Content" ObjectID="_1654987328" r:id="rId545"/>
        </w:object>
      </w:r>
      <w:r>
        <w:t>%.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>$</w:t>
      </w:r>
      <w:r w:rsidR="009B43FD">
        <w:t>35</w:t>
      </w:r>
      <w:r>
        <w:t xml:space="preserve">,000 = </w:t>
      </w:r>
      <w:r>
        <w:rPr>
          <w:rFonts w:ascii="Times New Roman" w:hAnsi="Times New Roman"/>
          <w:i/>
        </w:rPr>
        <w:t xml:space="preserve">PMT </w:t>
      </w:r>
      <w:r w:rsidRPr="007E02FE">
        <w:rPr>
          <w:position w:val="-38"/>
        </w:rPr>
        <w:object w:dxaOrig="1860" w:dyaOrig="859">
          <v:shape id="_x0000_i1324" type="#_x0000_t75" style="width:92.95pt;height:42.7pt" o:ole="" fillcolor="window">
            <v:imagedata r:id="rId546" o:title=""/>
          </v:shape>
          <o:OLEObject Type="Embed" ProgID="Equation.3" ShapeID="_x0000_i1324" DrawAspect="Content" ObjectID="_1654987329" r:id="rId547"/>
        </w:objec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</w:t>
      </w:r>
      <w:r w:rsidR="009B43FD">
        <w:t>757.80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2:</w:t>
      </w:r>
      <w:r>
        <w:tab/>
        <w:t xml:space="preserve">Calculate the initial 4-year loan at 6.6% compounded monthly that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>would have the same payments. This amount is the present value of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proofErr w:type="gramStart"/>
      <w:r>
        <w:t>the</w:t>
      </w:r>
      <w:proofErr w:type="gramEnd"/>
      <w:r>
        <w:t xml:space="preserve"> payments discounted at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4"/>
        </w:rPr>
        <w:object w:dxaOrig="480" w:dyaOrig="400">
          <v:shape id="_x0000_i1325" type="#_x0000_t75" style="width:23.45pt;height:20.95pt" o:ole="" fillcolor="window">
            <v:imagedata r:id="rId548" o:title=""/>
          </v:shape>
          <o:OLEObject Type="Embed" ProgID="Equation.3" ShapeID="_x0000_i1325" DrawAspect="Content" ObjectID="_1654987330" r:id="rId549"/>
        </w:object>
      </w:r>
      <w:r>
        <w:t xml:space="preserve"> = 0.55%.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spacing w:val="-2"/>
        </w:rPr>
        <w:t>Initial loan</w:t>
      </w:r>
      <w:r>
        <w:t xml:space="preserve"> = $</w:t>
      </w:r>
      <w:r w:rsidR="009B43FD">
        <w:t>757.80</w:t>
      </w:r>
      <w:r w:rsidRPr="007E02FE">
        <w:rPr>
          <w:position w:val="-32"/>
        </w:rPr>
        <w:object w:dxaOrig="1600" w:dyaOrig="740">
          <v:shape id="_x0000_i1326" type="#_x0000_t75" style="width:80.35pt;height:36.85pt" o:ole="" fillcolor="window">
            <v:imagedata r:id="rId550" o:title=""/>
          </v:shape>
          <o:OLEObject Type="Embed" ProgID="Equation.3" ShapeID="_x0000_i1326" DrawAspect="Content" ObjectID="_1654987331" r:id="rId551"/>
        </w:object>
      </w:r>
      <w:r>
        <w:t xml:space="preserve"> = $</w:t>
      </w:r>
      <w:r w:rsidR="009B43FD">
        <w:t>31,892.</w:t>
      </w:r>
      <w:r w:rsidR="00F16263">
        <w:t>46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3:</w:t>
      </w:r>
      <w:r>
        <w:tab/>
        <w:t xml:space="preserve">Calculate the cash rebate. For indifference, the rebate must reduce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>the net price to $</w:t>
      </w:r>
      <w:r w:rsidR="009B43FD">
        <w:t>31,892.</w:t>
      </w:r>
      <w:r w:rsidR="00F16263">
        <w:t>46</w:t>
      </w:r>
      <w:r>
        <w:t xml:space="preserve">. </w:t>
      </w:r>
    </w:p>
    <w:p w:rsidR="008063A3" w:rsidRDefault="008063A3" w:rsidP="008063A3">
      <w:pPr>
        <w:pStyle w:val="ISM"/>
        <w:spacing w:after="240"/>
        <w:rPr>
          <w:u w:val="double"/>
        </w:rPr>
      </w:pPr>
      <w:r>
        <w:tab/>
      </w:r>
      <w:r>
        <w:tab/>
      </w:r>
      <w:r>
        <w:tab/>
      </w:r>
      <w:r>
        <w:tab/>
      </w:r>
      <w:r>
        <w:tab/>
        <w:t>Rebate = $</w:t>
      </w:r>
      <w:r w:rsidR="009B43FD">
        <w:t>35</w:t>
      </w:r>
      <w:r>
        <w:t>,000 – $</w:t>
      </w:r>
      <w:r w:rsidR="009B43FD">
        <w:t>31,892.</w:t>
      </w:r>
      <w:r w:rsidR="00F16263">
        <w:t>46</w:t>
      </w:r>
      <w:r>
        <w:t xml:space="preserve"> = </w:t>
      </w:r>
      <w:r>
        <w:rPr>
          <w:u w:val="double"/>
        </w:rPr>
        <w:t>$</w:t>
      </w:r>
      <w:r w:rsidR="009B43FD">
        <w:rPr>
          <w:u w:val="double"/>
        </w:rPr>
        <w:t>3107.</w:t>
      </w:r>
      <w:r w:rsidR="00F16263">
        <w:rPr>
          <w:u w:val="double"/>
        </w:rPr>
        <w:t>54</w:t>
      </w:r>
    </w:p>
    <w:p w:rsidR="008063A3" w:rsidRPr="00A30043" w:rsidRDefault="008063A3" w:rsidP="008063A3">
      <w:pPr>
        <w:pStyle w:val="ISM"/>
        <w:spacing w:after="120"/>
        <w:rPr>
          <w:b/>
          <w:sz w:val="24"/>
        </w:rPr>
      </w:pPr>
    </w:p>
    <w:p w:rsidR="008063A3" w:rsidRDefault="008063A3" w:rsidP="008063A3">
      <w:pPr>
        <w:pStyle w:val="ISM"/>
      </w:pPr>
      <w:r>
        <w:tab/>
        <w:t>21.</w:t>
      </w:r>
      <w:r>
        <w:tab/>
      </w:r>
      <w:r>
        <w:rPr>
          <w:i/>
        </w:rPr>
        <w:t>Step</w:t>
      </w:r>
      <w:r>
        <w:t xml:space="preserve"> 1:</w:t>
      </w:r>
      <w:r>
        <w:tab/>
        <w:t xml:space="preserve">Calculate the amount in the RRSP at age 58.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$5000, </w:t>
      </w:r>
      <w:r>
        <w:rPr>
          <w:rFonts w:ascii="Times New Roman" w:hAnsi="Times New Roman"/>
          <w:i/>
        </w:rPr>
        <w:t xml:space="preserve">n </w:t>
      </w:r>
      <w:r>
        <w:t xml:space="preserve">= 2(12) = 24,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6"/>
        </w:rPr>
        <w:object w:dxaOrig="520" w:dyaOrig="440">
          <v:shape id="_x0000_i1327" type="#_x0000_t75" style="width:25.95pt;height:21.75pt" o:ole="" fillcolor="window">
            <v:imagedata r:id="rId527" o:title=""/>
          </v:shape>
          <o:OLEObject Type="Embed" ProgID="Equation.3" ShapeID="_x0000_i1327" DrawAspect="Content" ObjectID="_1654987332" r:id="rId552"/>
        </w:object>
      </w:r>
      <w:r>
        <w:t xml:space="preserve"> = 0.625%,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7E02FE">
        <w:rPr>
          <w:position w:val="-16"/>
        </w:rPr>
        <w:object w:dxaOrig="300" w:dyaOrig="420">
          <v:shape id="_x0000_i1328" type="#_x0000_t75" style="width:15.05pt;height:20.95pt" o:ole="" fillcolor="window">
            <v:imagedata r:id="rId142" o:title=""/>
          </v:shape>
          <o:OLEObject Type="Embed" ProgID="Equation.3" ShapeID="_x0000_i1328" DrawAspect="Content" ObjectID="_1654987333" r:id="rId553"/>
        </w:object>
      </w:r>
      <w:r>
        <w:t xml:space="preserve"> = 6, and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10"/>
        </w:rPr>
        <w:object w:dxaOrig="1420" w:dyaOrig="380">
          <v:shape id="_x0000_i1329" type="#_x0000_t75" style="width:71.15pt;height:18.4pt" o:ole="" fillcolor="window">
            <v:imagedata r:id="rId256" o:title=""/>
          </v:shape>
          <o:OLEObject Type="Embed" ProgID="Equation.3" ShapeID="_x0000_i1329" DrawAspect="Content" ObjectID="_1654987334" r:id="rId554"/>
        </w:object>
      </w:r>
      <w:r>
        <w:rPr>
          <w:spacing w:val="-2"/>
        </w:rPr>
        <w:t xml:space="preserve"> </w:t>
      </w:r>
      <w:r>
        <w:t xml:space="preserve">= </w:t>
      </w:r>
      <w:r w:rsidRPr="007E02FE">
        <w:rPr>
          <w:position w:val="-10"/>
        </w:rPr>
        <w:object w:dxaOrig="1100" w:dyaOrig="380">
          <v:shape id="_x0000_i1330" type="#_x0000_t75" style="width:54.4pt;height:18.4pt" o:ole="" fillcolor="window">
            <v:imagedata r:id="rId555" o:title=""/>
          </v:shape>
          <o:OLEObject Type="Embed" ProgID="Equation.3" ShapeID="_x0000_i1330" DrawAspect="Content" ObjectID="_1654987335" r:id="rId556"/>
        </w:object>
      </w:r>
      <w:r>
        <w:t>– 1 = 0.0380908432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The combined </w:t>
      </w:r>
      <w:r>
        <w:rPr>
          <w:rFonts w:ascii="Times New Roman" w:hAnsi="Times New Roman"/>
          <w:i/>
        </w:rPr>
        <w:t>FV</w:t>
      </w:r>
      <w:r>
        <w:t xml:space="preserve"> of the initial $97,000 and subsequent contributions will be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$97,000</w:t>
      </w:r>
      <w:r w:rsidRPr="007E02FE">
        <w:rPr>
          <w:position w:val="-10"/>
        </w:rPr>
        <w:object w:dxaOrig="1820" w:dyaOrig="380">
          <v:shape id="_x0000_i1331" type="#_x0000_t75" style="width:90.4pt;height:18.4pt" o:ole="" fillcolor="window">
            <v:imagedata r:id="rId557" o:title=""/>
          </v:shape>
          <o:OLEObject Type="Embed" ProgID="Equation.3" ShapeID="_x0000_i1331" DrawAspect="Content" ObjectID="_1654987336" r:id="rId558"/>
        </w:object>
      </w:r>
      <w:r>
        <w:t xml:space="preserve"> + $5000</w:t>
      </w:r>
      <w:r w:rsidRPr="007E02FE">
        <w:rPr>
          <w:position w:val="-34"/>
        </w:rPr>
        <w:object w:dxaOrig="2260" w:dyaOrig="780">
          <v:shape id="_x0000_i1332" type="#_x0000_t75" style="width:113pt;height:37.65pt" o:ole="" fillcolor="window">
            <v:imagedata r:id="rId559" o:title=""/>
          </v:shape>
          <o:OLEObject Type="Embed" ProgID="Equation.3" ShapeID="_x0000_i1332" DrawAspect="Content" ObjectID="_1654987337" r:id="rId560"/>
        </w:object>
      </w:r>
      <w:r>
        <w:t>1.0380908432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      = $237,914.21 + $197,955.62</w:t>
      </w:r>
    </w:p>
    <w:p w:rsidR="008063A3" w:rsidRDefault="008063A3" w:rsidP="008063A3">
      <w:pPr>
        <w:pStyle w:val="ISM"/>
        <w:spacing w:after="60"/>
      </w:pPr>
      <w:r>
        <w:tab/>
      </w:r>
      <w:r>
        <w:tab/>
      </w:r>
      <w:r>
        <w:tab/>
      </w:r>
      <w:r>
        <w:tab/>
        <w:t xml:space="preserve">      = $435,869.83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2:</w:t>
      </w:r>
      <w:r>
        <w:tab/>
        <w:t>Calculate the amount in the RRSP at age 63 (just before the purchase of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>the second annuity). This will be the future value, after a further 5 years, of half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the </w:t>
      </w:r>
      <w:r>
        <w:rPr>
          <w:i/>
        </w:rPr>
        <w:t>Step</w:t>
      </w:r>
      <w:r>
        <w:t xml:space="preserve"> 1 result. That is,</w:t>
      </w:r>
    </w:p>
    <w:p w:rsidR="008063A3" w:rsidRDefault="008063A3" w:rsidP="008063A3">
      <w:pPr>
        <w:pStyle w:val="ISM"/>
        <w:spacing w:after="60"/>
      </w:pPr>
      <w:r>
        <w:tab/>
      </w:r>
      <w:r>
        <w:tab/>
      </w:r>
      <w:r>
        <w:tab/>
      </w:r>
      <w:r>
        <w:tab/>
      </w:r>
      <w:r>
        <w:tab/>
      </w:r>
      <w:r w:rsidRPr="007E02FE">
        <w:rPr>
          <w:position w:val="-10"/>
        </w:rPr>
        <w:object w:dxaOrig="1560" w:dyaOrig="380">
          <v:shape id="_x0000_i1333" type="#_x0000_t75" style="width:78.7pt;height:18.4pt" o:ole="" fillcolor="window">
            <v:imagedata r:id="rId561" o:title=""/>
          </v:shape>
          <o:OLEObject Type="Embed" ProgID="Equation.3" ShapeID="_x0000_i1333" DrawAspect="Content" ObjectID="_1654987338" r:id="rId562"/>
        </w:object>
      </w:r>
      <w:r>
        <w:t xml:space="preserve"> = $217,934.91</w:t>
      </w:r>
      <w:r w:rsidRPr="007E02FE">
        <w:rPr>
          <w:position w:val="-10"/>
        </w:rPr>
        <w:object w:dxaOrig="1200" w:dyaOrig="380">
          <v:shape id="_x0000_i1334" type="#_x0000_t75" style="width:60.3pt;height:18.4pt" o:ole="" fillcolor="window">
            <v:imagedata r:id="rId563" o:title=""/>
          </v:shape>
          <o:OLEObject Type="Embed" ProgID="Equation.3" ShapeID="_x0000_i1334" DrawAspect="Content" ObjectID="_1654987339" r:id="rId564"/>
        </w:object>
      </w:r>
      <w:r>
        <w:t xml:space="preserve"> = $316,723.59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3:</w:t>
      </w:r>
      <w:r>
        <w:tab/>
        <w:t>Calculate the amount available at age 68 to purchase the third annuity. This will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be the future value, after a further 5 years, of half the </w:t>
      </w:r>
      <w:r>
        <w:rPr>
          <w:i/>
        </w:rPr>
        <w:t>Step</w:t>
      </w:r>
      <w:r>
        <w:t xml:space="preserve"> 2 result. That is,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tab/>
      </w:r>
      <w:r w:rsidRPr="007E02FE">
        <w:rPr>
          <w:position w:val="-10"/>
        </w:rPr>
        <w:object w:dxaOrig="1560" w:dyaOrig="380">
          <v:shape id="_x0000_i1335" type="#_x0000_t75" style="width:78.7pt;height:18.4pt" o:ole="" fillcolor="window">
            <v:imagedata r:id="rId565" o:title=""/>
          </v:shape>
          <o:OLEObject Type="Embed" ProgID="Equation.3" ShapeID="_x0000_i1335" DrawAspect="Content" ObjectID="_1654987340" r:id="rId566"/>
        </w:object>
      </w:r>
      <w:r>
        <w:t xml:space="preserve"> = $158,361.80</w:t>
      </w:r>
      <w:r w:rsidRPr="007E02FE">
        <w:rPr>
          <w:position w:val="-10"/>
        </w:rPr>
        <w:object w:dxaOrig="1200" w:dyaOrig="380">
          <v:shape id="_x0000_i1336" type="#_x0000_t75" style="width:60.3pt;height:18.4pt" o:ole="" fillcolor="window">
            <v:imagedata r:id="rId563" o:title=""/>
          </v:shape>
          <o:OLEObject Type="Embed" ProgID="Equation.3" ShapeID="_x0000_i1336" DrawAspect="Content" ObjectID="_1654987341" r:id="rId567"/>
        </w:object>
      </w:r>
      <w:r>
        <w:t xml:space="preserve"> = $230,146.31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4:</w:t>
      </w:r>
      <w:r>
        <w:tab/>
        <w:t>Calculate the payments in the first annuity purchased for $217,934.91.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Solve for </w:t>
      </w:r>
      <w:r w:rsidRPr="007E02FE">
        <w:rPr>
          <w:position w:val="-10"/>
        </w:rPr>
        <w:object w:dxaOrig="580" w:dyaOrig="320">
          <v:shape id="_x0000_i1337" type="#_x0000_t75" style="width:29.3pt;height:15.9pt" o:ole="" fillcolor="window">
            <v:imagedata r:id="rId568" o:title=""/>
          </v:shape>
          <o:OLEObject Type="Embed" ProgID="Equation.3" ShapeID="_x0000_i1337" DrawAspect="Content" ObjectID="_1654987342" r:id="rId569"/>
        </w:object>
      </w:r>
      <w:r>
        <w:t xml:space="preserve"> in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tab/>
        <w:t xml:space="preserve">$217,934.91 = </w:t>
      </w:r>
      <w:r w:rsidRPr="007E02FE">
        <w:rPr>
          <w:position w:val="-10"/>
        </w:rPr>
        <w:object w:dxaOrig="580" w:dyaOrig="320">
          <v:shape id="_x0000_i1338" type="#_x0000_t75" style="width:29.3pt;height:15.9pt" o:ole="" fillcolor="window">
            <v:imagedata r:id="rId570" o:title=""/>
          </v:shape>
          <o:OLEObject Type="Embed" ProgID="Equation.3" ShapeID="_x0000_i1338" DrawAspect="Content" ObjectID="_1654987343" r:id="rId571"/>
        </w:object>
      </w:r>
      <w:r w:rsidRPr="007E02FE">
        <w:rPr>
          <w:position w:val="-34"/>
        </w:rPr>
        <w:object w:dxaOrig="1860" w:dyaOrig="780">
          <v:shape id="_x0000_i1339" type="#_x0000_t75" style="width:92.95pt;height:37.65pt" o:ole="" fillcolor="window">
            <v:imagedata r:id="rId529" o:title=""/>
          </v:shape>
          <o:OLEObject Type="Embed" ProgID="Equation.3" ShapeID="_x0000_i1339" DrawAspect="Content" ObjectID="_1654987344" r:id="rId572"/>
        </w:objec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tab/>
      </w:r>
      <w:r w:rsidRPr="007E02FE">
        <w:rPr>
          <w:position w:val="-10"/>
        </w:rPr>
        <w:object w:dxaOrig="580" w:dyaOrig="320">
          <v:shape id="_x0000_i1340" type="#_x0000_t75" style="width:29.3pt;height:15.9pt" o:ole="" fillcolor="window">
            <v:imagedata r:id="rId573" o:title=""/>
          </v:shape>
          <o:OLEObject Type="Embed" ProgID="Equation.3" ShapeID="_x0000_i1340" DrawAspect="Content" ObjectID="_1654987345" r:id="rId574"/>
        </w:object>
      </w:r>
      <w:r>
        <w:t xml:space="preserve"> = $1755.67 per month</w:t>
      </w:r>
    </w:p>
    <w:p w:rsidR="00A30043" w:rsidRDefault="00A30043">
      <w:r>
        <w:br w:type="page"/>
      </w:r>
    </w:p>
    <w:p w:rsidR="008063A3" w:rsidRDefault="008063A3" w:rsidP="008063A3">
      <w:pPr>
        <w:pStyle w:val="ISM"/>
      </w:pPr>
      <w:r>
        <w:lastRenderedPageBreak/>
        <w:tab/>
      </w:r>
      <w:r>
        <w:tab/>
      </w:r>
      <w:r>
        <w:rPr>
          <w:i/>
        </w:rPr>
        <w:t>Step</w:t>
      </w:r>
      <w:r>
        <w:t xml:space="preserve"> 5:</w:t>
      </w:r>
      <w:r>
        <w:tab/>
        <w:t>Calculate the payments in the second annuity purchased for $158,361.80.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Solve for </w:t>
      </w:r>
      <w:r w:rsidRPr="007E02FE">
        <w:rPr>
          <w:position w:val="-10"/>
        </w:rPr>
        <w:object w:dxaOrig="620" w:dyaOrig="320">
          <v:shape id="_x0000_i1341" type="#_x0000_t75" style="width:31pt;height:15.9pt" o:ole="" fillcolor="window">
            <v:imagedata r:id="rId575" o:title=""/>
          </v:shape>
          <o:OLEObject Type="Embed" ProgID="Equation.3" ShapeID="_x0000_i1341" DrawAspect="Content" ObjectID="_1654987346" r:id="rId576"/>
        </w:object>
      </w:r>
      <w:r>
        <w:t xml:space="preserve"> in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tab/>
        <w:t xml:space="preserve">$158,361.80 = </w:t>
      </w:r>
      <w:r w:rsidRPr="007E02FE">
        <w:rPr>
          <w:position w:val="-10"/>
        </w:rPr>
        <w:object w:dxaOrig="620" w:dyaOrig="320">
          <v:shape id="_x0000_i1342" type="#_x0000_t75" style="width:31pt;height:15.9pt" o:ole="" fillcolor="window">
            <v:imagedata r:id="rId577" o:title=""/>
          </v:shape>
          <o:OLEObject Type="Embed" ProgID="Equation.3" ShapeID="_x0000_i1342" DrawAspect="Content" ObjectID="_1654987347" r:id="rId578"/>
        </w:object>
      </w:r>
      <w:r w:rsidRPr="007E02FE">
        <w:rPr>
          <w:position w:val="-34"/>
        </w:rPr>
        <w:object w:dxaOrig="1860" w:dyaOrig="780">
          <v:shape id="_x0000_i1343" type="#_x0000_t75" style="width:92.95pt;height:37.65pt" o:ole="" fillcolor="window">
            <v:imagedata r:id="rId529" o:title=""/>
          </v:shape>
          <o:OLEObject Type="Embed" ProgID="Equation.3" ShapeID="_x0000_i1343" DrawAspect="Content" ObjectID="_1654987348" r:id="rId579"/>
        </w:objec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tab/>
      </w:r>
      <w:r w:rsidRPr="007E02FE">
        <w:rPr>
          <w:position w:val="-10"/>
        </w:rPr>
        <w:object w:dxaOrig="620" w:dyaOrig="320">
          <v:shape id="_x0000_i1344" type="#_x0000_t75" style="width:31pt;height:15.9pt" o:ole="" fillcolor="window">
            <v:imagedata r:id="rId580" o:title=""/>
          </v:shape>
          <o:OLEObject Type="Embed" ProgID="Equation.3" ShapeID="_x0000_i1344" DrawAspect="Content" ObjectID="_1654987349" r:id="rId581"/>
        </w:object>
      </w:r>
      <w:r>
        <w:t xml:space="preserve"> = $1275.75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6:</w:t>
      </w:r>
      <w:r>
        <w:tab/>
        <w:t>Calculate the payments in the third annuity purchased for $230,146.31.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Solve for </w:t>
      </w:r>
      <w:r w:rsidRPr="007E02FE">
        <w:rPr>
          <w:position w:val="-10"/>
        </w:rPr>
        <w:object w:dxaOrig="620" w:dyaOrig="320">
          <v:shape id="_x0000_i1345" type="#_x0000_t75" style="width:31pt;height:15.9pt" o:ole="" fillcolor="window">
            <v:imagedata r:id="rId582" o:title=""/>
          </v:shape>
          <o:OLEObject Type="Embed" ProgID="Equation.3" ShapeID="_x0000_i1345" DrawAspect="Content" ObjectID="_1654987350" r:id="rId583"/>
        </w:object>
      </w:r>
      <w:r>
        <w:t xml:space="preserve"> in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$230,146.31 = </w:t>
      </w:r>
      <w:r w:rsidRPr="007E02FE">
        <w:rPr>
          <w:position w:val="-10"/>
        </w:rPr>
        <w:object w:dxaOrig="620" w:dyaOrig="320">
          <v:shape id="_x0000_i1346" type="#_x0000_t75" style="width:31pt;height:15.9pt" o:ole="" fillcolor="window">
            <v:imagedata r:id="rId584" o:title=""/>
          </v:shape>
          <o:OLEObject Type="Embed" ProgID="Equation.3" ShapeID="_x0000_i1346" DrawAspect="Content" ObjectID="_1654987351" r:id="rId585"/>
        </w:object>
      </w:r>
      <w:r w:rsidRPr="007E02FE">
        <w:rPr>
          <w:position w:val="-34"/>
        </w:rPr>
        <w:object w:dxaOrig="1860" w:dyaOrig="780">
          <v:shape id="_x0000_i1347" type="#_x0000_t75" style="width:92.95pt;height:37.65pt" o:ole="" fillcolor="window">
            <v:imagedata r:id="rId529" o:title=""/>
          </v:shape>
          <o:OLEObject Type="Embed" ProgID="Equation.3" ShapeID="_x0000_i1347" DrawAspect="Content" ObjectID="_1654987352" r:id="rId586"/>
        </w:objec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Pr="007E02FE">
        <w:rPr>
          <w:position w:val="-10"/>
        </w:rPr>
        <w:object w:dxaOrig="620" w:dyaOrig="320">
          <v:shape id="_x0000_i1348" type="#_x0000_t75" style="width:31pt;height:15.9pt" o:ole="" fillcolor="window">
            <v:imagedata r:id="rId587" o:title=""/>
          </v:shape>
          <o:OLEObject Type="Embed" ProgID="Equation.3" ShapeID="_x0000_i1348" DrawAspect="Content" ObjectID="_1654987353" r:id="rId588"/>
        </w:object>
      </w:r>
      <w:r>
        <w:t xml:space="preserve"> = $1854.04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7:</w:t>
      </w:r>
      <w:r>
        <w:tab/>
        <w:t>Calculate the total monthly incomes at ages 65 and 70.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Monthly income at age 65 = </w:t>
      </w:r>
      <w:r w:rsidRPr="007E02FE">
        <w:rPr>
          <w:position w:val="-10"/>
        </w:rPr>
        <w:object w:dxaOrig="580" w:dyaOrig="320">
          <v:shape id="_x0000_i1349" type="#_x0000_t75" style="width:29.3pt;height:15.9pt" o:ole="" fillcolor="window">
            <v:imagedata r:id="rId589" o:title=""/>
          </v:shape>
          <o:OLEObject Type="Embed" ProgID="Equation.3" ShapeID="_x0000_i1349" DrawAspect="Content" ObjectID="_1654987354" r:id="rId590"/>
        </w:object>
      </w:r>
      <w:r>
        <w:t xml:space="preserve"> + </w:t>
      </w:r>
      <w:r w:rsidRPr="007E02FE">
        <w:rPr>
          <w:position w:val="-10"/>
        </w:rPr>
        <w:object w:dxaOrig="620" w:dyaOrig="320">
          <v:shape id="_x0000_i1350" type="#_x0000_t75" style="width:31pt;height:15.9pt" o:ole="" fillcolor="window">
            <v:imagedata r:id="rId591" o:title=""/>
          </v:shape>
          <o:OLEObject Type="Embed" ProgID="Equation.3" ShapeID="_x0000_i1350" DrawAspect="Content" ObjectID="_1654987355" r:id="rId592"/>
        </w:object>
      </w:r>
      <w:r>
        <w:t xml:space="preserve"> = </w:t>
      </w:r>
      <w:r>
        <w:rPr>
          <w:u w:val="double"/>
        </w:rPr>
        <w:t>$3031.42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Monthly income at age 70 = </w:t>
      </w:r>
      <w:r w:rsidRPr="007E02FE">
        <w:rPr>
          <w:position w:val="-10"/>
        </w:rPr>
        <w:object w:dxaOrig="580" w:dyaOrig="320">
          <v:shape id="_x0000_i1351" type="#_x0000_t75" style="width:29.3pt;height:15.9pt" o:ole="" fillcolor="window">
            <v:imagedata r:id="rId593" o:title=""/>
          </v:shape>
          <o:OLEObject Type="Embed" ProgID="Equation.3" ShapeID="_x0000_i1351" DrawAspect="Content" ObjectID="_1654987356" r:id="rId594"/>
        </w:object>
      </w:r>
      <w:r>
        <w:t xml:space="preserve"> + </w:t>
      </w:r>
      <w:r w:rsidRPr="007E02FE">
        <w:rPr>
          <w:position w:val="-10"/>
        </w:rPr>
        <w:object w:dxaOrig="620" w:dyaOrig="320">
          <v:shape id="_x0000_i1352" type="#_x0000_t75" style="width:31pt;height:15.9pt" o:ole="" fillcolor="window">
            <v:imagedata r:id="rId595" o:title=""/>
          </v:shape>
          <o:OLEObject Type="Embed" ProgID="Equation.3" ShapeID="_x0000_i1352" DrawAspect="Content" ObjectID="_1654987357" r:id="rId596"/>
        </w:object>
      </w:r>
      <w:r>
        <w:t xml:space="preserve"> + </w:t>
      </w:r>
      <w:r w:rsidRPr="007E02FE">
        <w:rPr>
          <w:position w:val="-10"/>
        </w:rPr>
        <w:object w:dxaOrig="620" w:dyaOrig="320">
          <v:shape id="_x0000_i1353" type="#_x0000_t75" style="width:31pt;height:15.9pt" o:ole="" fillcolor="window">
            <v:imagedata r:id="rId587" o:title=""/>
          </v:shape>
          <o:OLEObject Type="Embed" ProgID="Equation.3" ShapeID="_x0000_i1353" DrawAspect="Content" ObjectID="_1654987358" r:id="rId597"/>
        </w:object>
      </w:r>
      <w:r>
        <w:t xml:space="preserve"> = </w:t>
      </w:r>
      <w:r>
        <w:rPr>
          <w:u w:val="double"/>
        </w:rPr>
        <w:t>$4885.46</w:t>
      </w:r>
      <w:r>
        <w:t>.</w:t>
      </w:r>
    </w:p>
    <w:p w:rsidR="00982E0F" w:rsidRDefault="00982E0F" w:rsidP="008063A3">
      <w:pPr>
        <w:pStyle w:val="ISM"/>
        <w:spacing w:after="60"/>
        <w:rPr>
          <w:b/>
          <w:sz w:val="24"/>
        </w:rPr>
      </w:pPr>
    </w:p>
    <w:p w:rsidR="008063A3" w:rsidRDefault="008063A3" w:rsidP="008063A3">
      <w:pPr>
        <w:pStyle w:val="ISM"/>
        <w:spacing w:after="60"/>
        <w:rPr>
          <w:b/>
          <w:sz w:val="24"/>
        </w:rPr>
      </w:pPr>
      <w:r>
        <w:rPr>
          <w:b/>
          <w:sz w:val="24"/>
        </w:rPr>
        <w:t>Review Problems</w:t>
      </w:r>
    </w:p>
    <w:p w:rsidR="008063A3" w:rsidRDefault="008063A3" w:rsidP="008063A3">
      <w:pPr>
        <w:pStyle w:val="ISMab"/>
      </w:pPr>
      <w:r>
        <w:tab/>
        <w:t>1.</w:t>
      </w:r>
      <w:r>
        <w:tab/>
      </w:r>
      <w:r>
        <w:rPr>
          <w:i/>
        </w:rPr>
        <w:t>a.</w:t>
      </w:r>
      <w:r>
        <w:tab/>
        <w:t>Initial liability = Present value of all lease payments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 xml:space="preserve">With </w:t>
      </w:r>
      <w:r>
        <w:rPr>
          <w:rFonts w:ascii="Times New Roman" w:hAnsi="Times New Roman"/>
          <w:i/>
        </w:rPr>
        <w:t>PMT</w:t>
      </w:r>
      <w:r>
        <w:t xml:space="preserve"> = $1900,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A608BA" w:rsidRPr="00A608BA">
        <w:rPr>
          <w:position w:val="-12"/>
        </w:rPr>
        <w:object w:dxaOrig="480" w:dyaOrig="360">
          <v:shape id="_x0000_i1354" type="#_x0000_t75" style="width:23.45pt;height:18.4pt" o:ole="" fillcolor="window">
            <v:imagedata r:id="rId598" o:title=""/>
          </v:shape>
          <o:OLEObject Type="Embed" ProgID="Equation.3" ShapeID="_x0000_i1354" DrawAspect="Content" ObjectID="_1654987359" r:id="rId599"/>
        </w:object>
      </w:r>
      <w:r>
        <w:t xml:space="preserve"> = 0.</w:t>
      </w:r>
      <w:r w:rsidR="00A608BA">
        <w:t>5208</w:t>
      </w:r>
      <w:r w:rsidR="00A608BA" w:rsidRPr="00A608BA">
        <w:rPr>
          <w:position w:val="-6"/>
        </w:rPr>
        <w:object w:dxaOrig="180" w:dyaOrig="340">
          <v:shape id="_x0000_i1355" type="#_x0000_t75" style="width:8.35pt;height:17.6pt" o:ole="">
            <v:imagedata r:id="rId600" o:title=""/>
          </v:shape>
          <o:OLEObject Type="Embed" ProgID="Equation.3" ShapeID="_x0000_i1355" DrawAspect="Content" ObjectID="_1654987360" r:id="rId601"/>
        </w:object>
      </w:r>
      <w:r>
        <w:t xml:space="preserve">%, </w:t>
      </w:r>
      <w:r>
        <w:rPr>
          <w:rFonts w:ascii="Times New Roman" w:hAnsi="Times New Roman"/>
          <w:i/>
        </w:rPr>
        <w:t>n</w:t>
      </w:r>
      <w:r>
        <w:t xml:space="preserve"> = 12(5) = 60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>Initial liability = $1900</w:t>
      </w:r>
      <w:r w:rsidR="00A608BA" w:rsidRPr="00A608BA">
        <w:rPr>
          <w:position w:val="-38"/>
        </w:rPr>
        <w:object w:dxaOrig="1880" w:dyaOrig="880">
          <v:shape id="_x0000_i1356" type="#_x0000_t75" style="width:92.95pt;height:44.35pt" o:ole="" fillcolor="window">
            <v:imagedata r:id="rId602" o:title=""/>
          </v:shape>
          <o:OLEObject Type="Embed" ProgID="Equation.3" ShapeID="_x0000_i1356" DrawAspect="Content" ObjectID="_1654987361" r:id="rId603"/>
        </w:object>
      </w:r>
      <w:r>
        <w:t>(1.00</w:t>
      </w:r>
      <w:r w:rsidR="00A608BA">
        <w:t>5208</w:t>
      </w:r>
      <w:r w:rsidR="00A608BA" w:rsidRPr="00A608BA">
        <w:rPr>
          <w:position w:val="-6"/>
        </w:rPr>
        <w:object w:dxaOrig="180" w:dyaOrig="340">
          <v:shape id="_x0000_i1357" type="#_x0000_t75" style="width:8.35pt;height:17.6pt" o:ole="">
            <v:imagedata r:id="rId604" o:title=""/>
          </v:shape>
          <o:OLEObject Type="Embed" ProgID="Equation.3" ShapeID="_x0000_i1357" DrawAspect="Content" ObjectID="_1654987362" r:id="rId605"/>
        </w:object>
      </w:r>
      <w:r>
        <w:t xml:space="preserve">) = </w:t>
      </w:r>
      <w:r>
        <w:rPr>
          <w:u w:val="double"/>
        </w:rPr>
        <w:t>$</w:t>
      </w:r>
      <w:r w:rsidR="00A608BA">
        <w:rPr>
          <w:u w:val="double"/>
        </w:rPr>
        <w:t>98,198.89</w:t>
      </w:r>
    </w:p>
    <w:p w:rsidR="008063A3" w:rsidRDefault="008063A3" w:rsidP="008063A3">
      <w:pPr>
        <w:pStyle w:val="ISMab"/>
      </w:pPr>
      <w:r>
        <w:tab/>
      </w:r>
      <w:r>
        <w:tab/>
      </w:r>
      <w:r>
        <w:rPr>
          <w:i/>
        </w:rPr>
        <w:t>b</w:t>
      </w:r>
      <w:r>
        <w:t>.</w:t>
      </w:r>
      <w:r>
        <w:tab/>
        <w:t xml:space="preserve"> Liability after the first year = Present value of the remaining 48 payments</w:t>
      </w:r>
    </w:p>
    <w:p w:rsidR="008063A3" w:rsidRDefault="008063A3" w:rsidP="008063A3">
      <w:pPr>
        <w:pStyle w:val="ISMab"/>
        <w:ind w:firstLine="3510"/>
      </w:pPr>
      <w:r>
        <w:t>= $1900</w:t>
      </w:r>
      <w:r w:rsidR="00A608BA" w:rsidRPr="00A608BA">
        <w:rPr>
          <w:position w:val="-38"/>
        </w:rPr>
        <w:object w:dxaOrig="1880" w:dyaOrig="880">
          <v:shape id="_x0000_i1358" type="#_x0000_t75" style="width:92.95pt;height:44.35pt" o:ole="" fillcolor="window">
            <v:imagedata r:id="rId606" o:title=""/>
          </v:shape>
          <o:OLEObject Type="Embed" ProgID="Equation.3" ShapeID="_x0000_i1358" DrawAspect="Content" ObjectID="_1654987363" r:id="rId607"/>
        </w:object>
      </w:r>
      <w:r>
        <w:t>(1.00</w:t>
      </w:r>
      <w:r w:rsidR="00A608BA">
        <w:t>5208</w:t>
      </w:r>
      <w:r w:rsidR="00A608BA" w:rsidRPr="00A608BA">
        <w:rPr>
          <w:position w:val="-6"/>
        </w:rPr>
        <w:object w:dxaOrig="180" w:dyaOrig="340">
          <v:shape id="_x0000_i1359" type="#_x0000_t75" style="width:8.35pt;height:17.6pt" o:ole="">
            <v:imagedata r:id="rId608" o:title=""/>
          </v:shape>
          <o:OLEObject Type="Embed" ProgID="Equation.3" ShapeID="_x0000_i1359" DrawAspect="Content" ObjectID="_1654987364" r:id="rId609"/>
        </w:object>
      </w:r>
      <w:r>
        <w:t>)</w:t>
      </w:r>
    </w:p>
    <w:p w:rsidR="008063A3" w:rsidRDefault="008063A3" w:rsidP="008063A3">
      <w:pPr>
        <w:pStyle w:val="ISMab"/>
        <w:ind w:firstLine="3510"/>
        <w:rPr>
          <w:u w:val="double"/>
        </w:rPr>
      </w:pPr>
      <w:r>
        <w:t>= $</w:t>
      </w:r>
      <w:r w:rsidR="00A608BA">
        <w:t>80,</w:t>
      </w:r>
      <w:r w:rsidR="00EF288B">
        <w:t>928.41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 xml:space="preserve">The reduction in the liability during the first year will be </w:t>
      </w:r>
    </w:p>
    <w:p w:rsidR="008063A3" w:rsidRDefault="008063A3" w:rsidP="008063A3">
      <w:pPr>
        <w:pStyle w:val="ISMab"/>
        <w:spacing w:after="240"/>
        <w:rPr>
          <w:u w:val="double"/>
        </w:rPr>
      </w:pPr>
      <w:r>
        <w:tab/>
      </w:r>
      <w:r>
        <w:tab/>
      </w:r>
      <w:r>
        <w:tab/>
      </w:r>
      <w:r>
        <w:tab/>
        <w:t>$9</w:t>
      </w:r>
      <w:r w:rsidR="00A608BA">
        <w:t>8,198.89</w:t>
      </w:r>
      <w:r>
        <w:t xml:space="preserve"> – $</w:t>
      </w:r>
      <w:r w:rsidR="00A608BA">
        <w:t>80,</w:t>
      </w:r>
      <w:r w:rsidR="00EF288B">
        <w:t>928.41</w:t>
      </w:r>
      <w:r>
        <w:t xml:space="preserve"> = </w:t>
      </w:r>
      <w:r>
        <w:rPr>
          <w:u w:val="double"/>
        </w:rPr>
        <w:t>$</w:t>
      </w:r>
      <w:r w:rsidR="00A608BA">
        <w:rPr>
          <w:u w:val="double"/>
        </w:rPr>
        <w:t>17,</w:t>
      </w:r>
      <w:r w:rsidR="00EF288B">
        <w:rPr>
          <w:u w:val="double"/>
        </w:rPr>
        <w:t>270.48</w:t>
      </w:r>
    </w:p>
    <w:p w:rsidR="008063A3" w:rsidRDefault="008063A3" w:rsidP="008063A3">
      <w:pPr>
        <w:pStyle w:val="ISMab"/>
      </w:pPr>
      <w:r>
        <w:tab/>
        <w:t>3.</w:t>
      </w:r>
      <w:r>
        <w:tab/>
        <w:t>The $300,000 in the fund represents the present value of the withdrawals.</w:t>
      </w:r>
    </w:p>
    <w:p w:rsidR="008063A3" w:rsidRDefault="008063A3" w:rsidP="008063A3">
      <w:pPr>
        <w:pStyle w:val="ISMab"/>
      </w:pPr>
      <w:r>
        <w:tab/>
      </w:r>
      <w:r>
        <w:tab/>
      </w:r>
      <w:r>
        <w:rPr>
          <w:i/>
        </w:rPr>
        <w:t>a</w:t>
      </w:r>
      <w:r>
        <w:t>.</w:t>
      </w:r>
      <w:r>
        <w:tab/>
        <w:t xml:space="preserve">Given: </w:t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due) = $300,000, </w:t>
      </w:r>
      <w:r>
        <w:rPr>
          <w:rFonts w:ascii="Times New Roman" w:hAnsi="Times New Roman"/>
          <w:i/>
        </w:rPr>
        <w:t>n</w:t>
      </w:r>
      <w:r>
        <w:t xml:space="preserve"> = 25,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7.75%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>Substitute into formula (</w:t>
      </w:r>
      <w:r w:rsidR="00434443">
        <w:t>13</w:t>
      </w:r>
      <w:r>
        <w:t xml:space="preserve">-2) and solve for </w:t>
      </w:r>
      <w:r>
        <w:rPr>
          <w:rFonts w:ascii="Times New Roman" w:hAnsi="Times New Roman"/>
          <w:i/>
        </w:rPr>
        <w:t>PMT</w:t>
      </w:r>
      <w:r>
        <w:t xml:space="preserve">. 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 xml:space="preserve">$300,000 = </w:t>
      </w:r>
      <w:r>
        <w:rPr>
          <w:rFonts w:ascii="Times New Roman" w:hAnsi="Times New Roman"/>
          <w:i/>
        </w:rPr>
        <w:t xml:space="preserve">PMT </w:t>
      </w:r>
      <w:r w:rsidRPr="007E02FE">
        <w:rPr>
          <w:position w:val="-34"/>
        </w:rPr>
        <w:object w:dxaOrig="1620" w:dyaOrig="780">
          <v:shape id="_x0000_i1360" type="#_x0000_t75" style="width:80.35pt;height:37.65pt" o:ole="" fillcolor="window">
            <v:imagedata r:id="rId610" o:title=""/>
          </v:shape>
          <o:OLEObject Type="Embed" ProgID="Equation.3" ShapeID="_x0000_i1360" DrawAspect="Content" ObjectID="_1654987365" r:id="rId611"/>
        </w:object>
      </w:r>
      <w:r>
        <w:t>(1.0775)</w:t>
      </w:r>
    </w:p>
    <w:p w:rsidR="008063A3" w:rsidRDefault="008063A3" w:rsidP="008063A3">
      <w:pPr>
        <w:pStyle w:val="ISMab"/>
        <w:spacing w:after="60"/>
        <w:rPr>
          <w:u w:val="double"/>
        </w:rPr>
      </w:pPr>
      <w:r>
        <w:tab/>
      </w:r>
      <w:r>
        <w:tab/>
      </w:r>
      <w:r>
        <w:tab/>
        <w:t xml:space="preserve">     </w:t>
      </w:r>
      <w:r>
        <w:rPr>
          <w:sz w:val="16"/>
        </w:rPr>
        <w:t xml:space="preserve"> </w:t>
      </w:r>
      <w:r>
        <w:t xml:space="preserve">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$25,527.54</w:t>
      </w:r>
    </w:p>
    <w:p w:rsidR="008063A3" w:rsidRDefault="008063A3" w:rsidP="008063A3">
      <w:pPr>
        <w:pStyle w:val="ISMab"/>
      </w:pPr>
      <w:r>
        <w:tab/>
      </w:r>
      <w:r>
        <w:tab/>
      </w:r>
      <w:r>
        <w:rPr>
          <w:i/>
        </w:rPr>
        <w:t>b</w:t>
      </w:r>
      <w:r>
        <w:t>.</w:t>
      </w:r>
      <w:r>
        <w:tab/>
      </w:r>
      <w:r>
        <w:rPr>
          <w:rFonts w:ascii="Times New Roman" w:hAnsi="Times New Roman"/>
          <w:i/>
        </w:rPr>
        <w:t>PV</w:t>
      </w:r>
      <w:r>
        <w:t xml:space="preserve"> = $300,000, </w:t>
      </w:r>
      <w:r>
        <w:rPr>
          <w:rFonts w:ascii="Times New Roman" w:hAnsi="Times New Roman"/>
          <w:i/>
        </w:rPr>
        <w:t>n</w:t>
      </w:r>
      <w:r>
        <w:t xml:space="preserve"> = 25,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7.75%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>Substitute into formula (</w:t>
      </w:r>
      <w:r w:rsidR="00434443">
        <w:t>11</w:t>
      </w:r>
      <w:r>
        <w:t xml:space="preserve">-2) and solve for </w:t>
      </w:r>
      <w:r>
        <w:rPr>
          <w:rFonts w:ascii="Times New Roman" w:hAnsi="Times New Roman"/>
          <w:i/>
        </w:rPr>
        <w:t>PMT</w:t>
      </w:r>
      <w:r>
        <w:t>.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 xml:space="preserve">$300,000 = </w:t>
      </w:r>
      <w:r>
        <w:rPr>
          <w:rFonts w:ascii="Times New Roman" w:hAnsi="Times New Roman"/>
          <w:i/>
        </w:rPr>
        <w:t xml:space="preserve">PMT </w:t>
      </w:r>
      <w:r w:rsidRPr="007E02FE">
        <w:rPr>
          <w:position w:val="-34"/>
        </w:rPr>
        <w:object w:dxaOrig="1620" w:dyaOrig="780">
          <v:shape id="_x0000_i1361" type="#_x0000_t75" style="width:80.35pt;height:37.65pt" o:ole="" fillcolor="window">
            <v:imagedata r:id="rId610" o:title=""/>
          </v:shape>
          <o:OLEObject Type="Embed" ProgID="Equation.3" ShapeID="_x0000_i1361" DrawAspect="Content" ObjectID="_1654987366" r:id="rId612"/>
        </w:object>
      </w:r>
    </w:p>
    <w:p w:rsidR="008063A3" w:rsidRDefault="008063A3" w:rsidP="008063A3">
      <w:pPr>
        <w:pStyle w:val="ISMab"/>
        <w:spacing w:line="480" w:lineRule="auto"/>
        <w:rPr>
          <w:u w:val="double"/>
        </w:rPr>
      </w:pPr>
      <w:r>
        <w:tab/>
      </w:r>
      <w:r>
        <w:tab/>
      </w:r>
      <w:r>
        <w:tab/>
        <w:t xml:space="preserve">    </w:t>
      </w:r>
      <w:r>
        <w:rPr>
          <w:sz w:val="16"/>
        </w:rPr>
        <w:t xml:space="preserve">  </w:t>
      </w:r>
      <w:r>
        <w:t xml:space="preserve">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$27,505.93</w:t>
      </w:r>
    </w:p>
    <w:p w:rsidR="00A30043" w:rsidRDefault="00A30043" w:rsidP="008063A3">
      <w:pPr>
        <w:pStyle w:val="ISM"/>
      </w:pPr>
    </w:p>
    <w:p w:rsidR="00A30043" w:rsidRDefault="00A30043">
      <w:r>
        <w:br w:type="page"/>
      </w:r>
    </w:p>
    <w:p w:rsidR="008063A3" w:rsidRDefault="008063A3" w:rsidP="008063A3">
      <w:pPr>
        <w:pStyle w:val="ISM"/>
      </w:pPr>
      <w:r>
        <w:lastRenderedPageBreak/>
        <w:t>5.</w:t>
      </w:r>
      <w:r>
        <w:tab/>
      </w:r>
      <w:r w:rsidR="00A46738">
        <w:tab/>
      </w:r>
      <w:r>
        <w:t>The contributions form an annuity due having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 xml:space="preserve">due) = $316,000, </w:t>
      </w:r>
      <w:r>
        <w:rPr>
          <w:rFonts w:ascii="Times New Roman" w:hAnsi="Times New Roman"/>
          <w:i/>
        </w:rPr>
        <w:t>PMT</w:t>
      </w:r>
      <w:r>
        <w:t xml:space="preserve"> = $3500, </w:t>
      </w:r>
      <w:r>
        <w:rPr>
          <w:rFonts w:ascii="Times New Roman" w:hAnsi="Times New Roman"/>
          <w:i/>
        </w:rPr>
        <w:t>n</w:t>
      </w:r>
      <w:r>
        <w:t xml:space="preserve"> = 2(17) = 34</w:t>
      </w:r>
    </w:p>
    <w:p w:rsidR="008063A3" w:rsidRDefault="008063A3" w:rsidP="008063A3">
      <w:pPr>
        <w:pStyle w:val="ISM"/>
      </w:pPr>
      <w:r>
        <w:tab/>
      </w:r>
      <w:r>
        <w:tab/>
        <w:t>Substitute into formula (</w:t>
      </w:r>
      <w:r w:rsidR="00434443">
        <w:t>13</w:t>
      </w:r>
      <w:r>
        <w:t xml:space="preserve">-1). Solve for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rPr>
          <w:rFonts w:ascii="Times New Roman" w:hAnsi="Times New Roman"/>
          <w:i/>
        </w:rPr>
        <w:t xml:space="preserve"> </w:t>
      </w:r>
      <w:r>
        <w:t xml:space="preserve">using the trial-and-error method of </w:t>
      </w:r>
    </w:p>
    <w:p w:rsidR="008063A3" w:rsidRDefault="008063A3" w:rsidP="008063A3">
      <w:pPr>
        <w:pStyle w:val="ISM"/>
      </w:pPr>
      <w:r>
        <w:tab/>
      </w:r>
      <w:r>
        <w:tab/>
        <w:t xml:space="preserve">Appendix 11B. We obtain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5.0513% per half year. Therefore,</w:t>
      </w:r>
    </w:p>
    <w:p w:rsidR="008063A3" w:rsidRDefault="002043E3" w:rsidP="008063A3">
      <w:pPr>
        <w:pStyle w:val="ISM"/>
        <w:spacing w:after="180"/>
        <w:rPr>
          <w:u w:val="double"/>
        </w:rPr>
      </w:pPr>
      <w:r>
        <w:rPr>
          <w:noProof/>
          <w:lang w:val="en-US"/>
        </w:rPr>
        <w:pict>
          <v:shape id="_x0000_s1106" type="#_x0000_t61" style="position:absolute;margin-left:331.45pt;margin-top:5.1pt;width:128.8pt;height:148.4pt;z-index:-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" adj="-4469,2189" fillcolor="#cff">
            <v:fill opacity="25443f"/>
            <v:textbox inset="3.6pt,,3.6pt">
              <w:txbxContent>
                <w:p w:rsidR="00466CD8" w:rsidRDefault="00466CD8" w:rsidP="00A46738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A46738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A46738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A46738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A46738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A46738">
                  <w:pPr>
                    <w:spacing w:line="320" w:lineRule="exact"/>
                    <w:ind w:right="42"/>
                    <w:jc w:val="right"/>
                  </w:pPr>
                  <w:r>
                    <w:t xml:space="preserve">3500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A46738">
                  <w:pPr>
                    <w:spacing w:line="320" w:lineRule="exact"/>
                    <w:ind w:right="42"/>
                    <w:jc w:val="right"/>
                  </w:pPr>
                  <w:r>
                    <w:t xml:space="preserve">316000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A46738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A46738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:43.07 </w:t>
                  </w:r>
                </w:p>
              </w:txbxContent>
            </v:textbox>
            <w10:wrap type="square"/>
          </v:shape>
        </w:pict>
      </w:r>
      <w:r w:rsidR="008063A3">
        <w:tab/>
      </w:r>
      <w:r w:rsidR="008063A3">
        <w:tab/>
      </w:r>
      <w:r w:rsidR="008063A3">
        <w:tab/>
      </w:r>
      <w:r w:rsidR="008063A3">
        <w:tab/>
      </w:r>
      <w:r w:rsidR="008063A3" w:rsidRPr="007E02FE">
        <w:rPr>
          <w:position w:val="-12"/>
        </w:rPr>
        <w:object w:dxaOrig="1420" w:dyaOrig="420">
          <v:shape id="_x0000_i1362" type="#_x0000_t75" style="width:71.15pt;height:20.95pt" o:ole="" fillcolor="window">
            <v:imagedata r:id="rId219" o:title=""/>
          </v:shape>
          <o:OLEObject Type="Embed" ProgID="Equation.2" ShapeID="_x0000_i1362" DrawAspect="Content" ObjectID="_1654987367" r:id="rId613"/>
        </w:object>
      </w:r>
      <w:r w:rsidR="008063A3">
        <w:t xml:space="preserve"> = </w:t>
      </w:r>
      <w:r w:rsidR="008063A3" w:rsidRPr="00DC2BFD">
        <w:rPr>
          <w:position w:val="-10"/>
        </w:rPr>
        <w:object w:dxaOrig="1180" w:dyaOrig="360">
          <v:shape id="_x0000_i1363" type="#_x0000_t75" style="width:59.45pt;height:18.4pt" o:ole="" fillcolor="window">
            <v:imagedata r:id="rId614" o:title=""/>
          </v:shape>
          <o:OLEObject Type="Embed" ProgID="Equation.3" ShapeID="_x0000_i1363" DrawAspect="Content" ObjectID="_1654987368" r:id="rId615"/>
        </w:object>
      </w:r>
      <w:r w:rsidR="008063A3">
        <w:t xml:space="preserve">– 1 = </w:t>
      </w:r>
      <w:r w:rsidR="008063A3">
        <w:rPr>
          <w:u w:val="double"/>
        </w:rPr>
        <w:t>10.36%</w:t>
      </w:r>
    </w:p>
    <w:p w:rsidR="004A0921" w:rsidRDefault="004A0921" w:rsidP="008063A3">
      <w:pPr>
        <w:pStyle w:val="ISM"/>
        <w:spacing w:after="180"/>
        <w:rPr>
          <w:u w:val="double"/>
        </w:rPr>
      </w:pPr>
    </w:p>
    <w:p w:rsidR="004A0921" w:rsidRDefault="004A0921" w:rsidP="008063A3">
      <w:pPr>
        <w:pStyle w:val="ISM"/>
        <w:spacing w:after="180"/>
        <w:rPr>
          <w:u w:val="double"/>
        </w:rPr>
      </w:pPr>
    </w:p>
    <w:p w:rsidR="004A0921" w:rsidRDefault="004A0921" w:rsidP="008063A3">
      <w:pPr>
        <w:pStyle w:val="ISM"/>
        <w:spacing w:after="180"/>
        <w:rPr>
          <w:u w:val="double"/>
        </w:rPr>
      </w:pPr>
    </w:p>
    <w:p w:rsidR="004A0921" w:rsidRDefault="004A0921" w:rsidP="008063A3">
      <w:pPr>
        <w:pStyle w:val="ISM"/>
        <w:spacing w:after="180"/>
        <w:rPr>
          <w:u w:val="double"/>
        </w:rPr>
      </w:pPr>
    </w:p>
    <w:p w:rsidR="004A0921" w:rsidRDefault="004A0921" w:rsidP="008063A3">
      <w:pPr>
        <w:pStyle w:val="ISM"/>
        <w:spacing w:after="180"/>
        <w:rPr>
          <w:u w:val="double"/>
        </w:rPr>
      </w:pPr>
    </w:p>
    <w:p w:rsidR="004A0921" w:rsidRDefault="004A0921" w:rsidP="008063A3">
      <w:pPr>
        <w:pStyle w:val="ISM"/>
        <w:spacing w:after="180"/>
        <w:rPr>
          <w:u w:val="double"/>
        </w:rPr>
      </w:pPr>
    </w:p>
    <w:p w:rsidR="00A30043" w:rsidRDefault="00A30043" w:rsidP="008063A3">
      <w:pPr>
        <w:pStyle w:val="ISM"/>
        <w:spacing w:after="180"/>
        <w:rPr>
          <w:u w:val="double"/>
        </w:rPr>
      </w:pPr>
    </w:p>
    <w:p w:rsidR="008063A3" w:rsidRDefault="008063A3" w:rsidP="008063A3">
      <w:pPr>
        <w:pStyle w:val="ISM"/>
      </w:pPr>
      <w:r>
        <w:tab/>
        <w:t>7.</w:t>
      </w:r>
      <w:r>
        <w:tab/>
        <w:t>Choose the payment plan with the lower economic value.</w:t>
      </w:r>
    </w:p>
    <w:p w:rsidR="008063A3" w:rsidRDefault="008063A3" w:rsidP="008063A3">
      <w:pPr>
        <w:pStyle w:val="ISM"/>
      </w:pPr>
      <w:r>
        <w:tab/>
      </w:r>
      <w:r>
        <w:tab/>
        <w:t xml:space="preserve">For the monthly premiums, </w:t>
      </w:r>
      <w:r>
        <w:rPr>
          <w:rFonts w:ascii="Times New Roman" w:hAnsi="Times New Roman"/>
          <w:i/>
        </w:rPr>
        <w:t>PMT</w:t>
      </w:r>
      <w:r>
        <w:t xml:space="preserve"> = $33.71, </w:t>
      </w:r>
      <w:r>
        <w:rPr>
          <w:rFonts w:ascii="Times New Roman" w:hAnsi="Times New Roman"/>
          <w:i/>
        </w:rPr>
        <w:t>n</w:t>
      </w:r>
      <w:r>
        <w:t xml:space="preserve"> = 12,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4"/>
        </w:rPr>
        <w:object w:dxaOrig="480" w:dyaOrig="400">
          <v:shape id="_x0000_i1364" type="#_x0000_t75" style="width:23.45pt;height:20.95pt" o:ole="" fillcolor="window">
            <v:imagedata r:id="rId616" o:title=""/>
          </v:shape>
          <o:OLEObject Type="Embed" ProgID="Equation.3" ShapeID="_x0000_i1364" DrawAspect="Content" ObjectID="_1654987369" r:id="rId617"/>
        </w:object>
      </w:r>
      <w:r>
        <w:t xml:space="preserve"> = 0.625%</w:t>
      </w:r>
    </w:p>
    <w:p w:rsidR="008063A3" w:rsidRDefault="008063A3" w:rsidP="008063A3">
      <w:pPr>
        <w:pStyle w:val="ISM"/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proofErr w:type="gramStart"/>
      <w:r>
        <w:rPr>
          <w:rFonts w:ascii="Times New Roman" w:hAnsi="Times New Roman"/>
          <w:i/>
          <w:spacing w:val="-2"/>
        </w:rPr>
        <w:t>PV</w:t>
      </w:r>
      <w:r>
        <w:rPr>
          <w:spacing w:val="-2"/>
        </w:rPr>
        <w:t>(</w:t>
      </w:r>
      <w:proofErr w:type="gramEnd"/>
      <w:r>
        <w:rPr>
          <w:spacing w:val="-2"/>
        </w:rPr>
        <w:t xml:space="preserve">due) </w:t>
      </w:r>
      <w:r>
        <w:t>= $33.71</w:t>
      </w:r>
      <w:r w:rsidRPr="007E02FE">
        <w:rPr>
          <w:position w:val="-32"/>
        </w:rPr>
        <w:object w:dxaOrig="1740" w:dyaOrig="740">
          <v:shape id="_x0000_i1365" type="#_x0000_t75" style="width:87.05pt;height:36.85pt" o:ole="" fillcolor="window">
            <v:imagedata r:id="rId618" o:title=""/>
          </v:shape>
          <o:OLEObject Type="Embed" ProgID="Equation.3" ShapeID="_x0000_i1365" DrawAspect="Content" ObjectID="_1654987370" r:id="rId619"/>
        </w:object>
      </w:r>
      <w:r>
        <w:t>(1.00625) = $390.</w:t>
      </w:r>
      <w:r w:rsidR="00AC063E">
        <w:t>9</w:t>
      </w:r>
      <w:r>
        <w:t>8</w:t>
      </w:r>
    </w:p>
    <w:p w:rsidR="008063A3" w:rsidRDefault="008063A3" w:rsidP="008063A3">
      <w:pPr>
        <w:pStyle w:val="ISM"/>
      </w:pPr>
      <w:r>
        <w:tab/>
      </w:r>
      <w:r>
        <w:tab/>
        <w:t>This is $3.48 more than the single payment falling on the focal date.</w:t>
      </w:r>
    </w:p>
    <w:p w:rsidR="008063A3" w:rsidRDefault="008063A3" w:rsidP="008063A3">
      <w:pPr>
        <w:pStyle w:val="ISM"/>
        <w:spacing w:after="240"/>
      </w:pPr>
      <w:r>
        <w:tab/>
      </w:r>
      <w:r>
        <w:tab/>
        <w:t xml:space="preserve">Therefore, choose the </w:t>
      </w:r>
      <w:r>
        <w:rPr>
          <w:u w:val="double"/>
        </w:rPr>
        <w:t>single payment plan</w:t>
      </w:r>
      <w:r>
        <w:t>.</w:t>
      </w:r>
    </w:p>
    <w:p w:rsidR="008063A3" w:rsidRDefault="008063A3" w:rsidP="008063A3">
      <w:pPr>
        <w:pStyle w:val="ISMab"/>
      </w:pPr>
      <w:r>
        <w:tab/>
        <w:t>9.</w:t>
      </w:r>
      <w:r>
        <w:tab/>
        <w:t>The contributions form a simple annuity due.</w:t>
      </w:r>
    </w:p>
    <w:p w:rsidR="008063A3" w:rsidRDefault="008063A3" w:rsidP="008063A3">
      <w:pPr>
        <w:pStyle w:val="ISMab"/>
      </w:pPr>
      <w:r>
        <w:tab/>
      </w:r>
      <w:r>
        <w:tab/>
      </w:r>
      <w:r>
        <w:rPr>
          <w:i/>
        </w:rPr>
        <w:t>a</w:t>
      </w:r>
      <w:r>
        <w:t>.</w:t>
      </w:r>
      <w:r>
        <w:tab/>
        <w:t xml:space="preserve">To accumulate </w:t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 xml:space="preserve">due) = $500,000 with </w:t>
      </w:r>
      <w:r>
        <w:rPr>
          <w:rFonts w:ascii="Times New Roman" w:hAnsi="Times New Roman"/>
          <w:i/>
        </w:rPr>
        <w:t>PMT</w:t>
      </w:r>
      <w:r>
        <w:t xml:space="preserve"> = $5000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AE7517">
        <w:t>5</w:t>
      </w:r>
      <w:r>
        <w:t>%,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30"/>
        </w:rPr>
        <w:object w:dxaOrig="2520" w:dyaOrig="1080">
          <v:shape id="_x0000_i1366" type="#_x0000_t75" style="width:126.4pt;height:54.4pt" o:ole="" fillcolor="window">
            <v:imagedata r:id="rId240" o:title=""/>
          </v:shape>
          <o:OLEObject Type="Embed" ProgID="Equation.2" ShapeID="_x0000_i1366" DrawAspect="Content" ObjectID="_1654987371" r:id="rId620"/>
        </w:object>
      </w:r>
      <w:r>
        <w:t xml:space="preserve"> = </w:t>
      </w:r>
      <w:r w:rsidR="00FC2E45" w:rsidRPr="00FC2E45">
        <w:rPr>
          <w:spacing w:val="-2"/>
          <w:position w:val="-32"/>
        </w:rPr>
        <w:object w:dxaOrig="2380" w:dyaOrig="1060">
          <v:shape id="_x0000_i1367" type="#_x0000_t75" style="width:118.05pt;height:53.6pt" o:ole="" fillcolor="window">
            <v:imagedata r:id="rId621" o:title=""/>
          </v:shape>
          <o:OLEObject Type="Embed" ProgID="Equation.3" ShapeID="_x0000_i1367" DrawAspect="Content" ObjectID="_1654987372" r:id="rId622"/>
        </w:object>
      </w:r>
      <w:r>
        <w:rPr>
          <w:spacing w:val="-2"/>
        </w:rPr>
        <w:t xml:space="preserve"> = </w:t>
      </w:r>
      <w:r w:rsidR="00AE7517">
        <w:rPr>
          <w:spacing w:val="-2"/>
        </w:rPr>
        <w:t>35.89</w:t>
      </w:r>
    </w:p>
    <w:p w:rsidR="008063A3" w:rsidRDefault="008063A3" w:rsidP="008063A3">
      <w:pPr>
        <w:pStyle w:val="ISMab"/>
        <w:spacing w:after="120"/>
      </w:pPr>
      <w:r>
        <w:tab/>
      </w:r>
      <w:r>
        <w:tab/>
      </w:r>
      <w:r>
        <w:tab/>
        <w:t xml:space="preserve">That is, </w:t>
      </w:r>
      <w:r w:rsidR="00AE7517">
        <w:rPr>
          <w:u w:val="double"/>
        </w:rPr>
        <w:t xml:space="preserve">36 </w:t>
      </w:r>
      <w:r>
        <w:rPr>
          <w:u w:val="double"/>
        </w:rPr>
        <w:t>contributions</w:t>
      </w:r>
      <w:r>
        <w:t xml:space="preserve"> are required.</w:t>
      </w:r>
    </w:p>
    <w:p w:rsidR="008063A3" w:rsidRDefault="008063A3" w:rsidP="008063A3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 xml:space="preserve">To accumulate $1,000,000, we similarly obtain </w:t>
      </w:r>
      <w:r>
        <w:rPr>
          <w:rFonts w:ascii="Times New Roman" w:hAnsi="Times New Roman"/>
          <w:i/>
        </w:rPr>
        <w:t>n</w:t>
      </w:r>
      <w:r>
        <w:t xml:space="preserve"> = </w:t>
      </w:r>
      <w:r w:rsidR="00AE7517">
        <w:t>48.24</w:t>
      </w:r>
      <w:r>
        <w:t xml:space="preserve">. That is, </w:t>
      </w:r>
      <w:r w:rsidR="00AE7517">
        <w:t>49</w:t>
      </w:r>
      <w:r>
        <w:t xml:space="preserve"> contributions 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 xml:space="preserve">in total will be required. Therefore, only </w:t>
      </w:r>
      <w:r w:rsidR="00AE7517">
        <w:t xml:space="preserve">49 </w:t>
      </w:r>
      <w:r>
        <w:t xml:space="preserve">– </w:t>
      </w:r>
      <w:r w:rsidR="00AE7517">
        <w:t>36</w:t>
      </w:r>
      <w:r>
        <w:t xml:space="preserve"> = </w:t>
      </w:r>
      <w:r w:rsidR="00AE7517">
        <w:rPr>
          <w:u w:val="double"/>
        </w:rPr>
        <w:t>13</w:t>
      </w:r>
      <w:r>
        <w:rPr>
          <w:u w:val="double"/>
        </w:rPr>
        <w:t xml:space="preserve"> additional contributions</w:t>
      </w:r>
      <w:r>
        <w:t xml:space="preserve"> are </w:t>
      </w:r>
    </w:p>
    <w:p w:rsidR="008063A3" w:rsidRDefault="008063A3" w:rsidP="008063A3">
      <w:pPr>
        <w:pStyle w:val="ISMab"/>
        <w:spacing w:after="240"/>
      </w:pPr>
      <w:r>
        <w:tab/>
      </w:r>
      <w:r>
        <w:tab/>
      </w:r>
      <w:r>
        <w:tab/>
        <w:t>required to accumulate the second $500,000.</w:t>
      </w:r>
    </w:p>
    <w:p w:rsidR="008063A3" w:rsidRDefault="008063A3" w:rsidP="008063A3">
      <w:pPr>
        <w:pStyle w:val="ISM"/>
      </w:pPr>
      <w:r>
        <w:tab/>
        <w:t>11.</w:t>
      </w:r>
      <w:r>
        <w:tab/>
        <w:t>The present value of the lease payments discounted at the required rate of return must</w:t>
      </w:r>
    </w:p>
    <w:p w:rsidR="008063A3" w:rsidRDefault="008063A3" w:rsidP="008063A3">
      <w:pPr>
        <w:pStyle w:val="ISM"/>
      </w:pPr>
      <w:r>
        <w:tab/>
      </w:r>
      <w:r>
        <w:tab/>
        <w:t>equal the capital cost of the equipment. The proposed lease payments form a general</w:t>
      </w:r>
    </w:p>
    <w:p w:rsidR="008063A3" w:rsidRDefault="008063A3" w:rsidP="008063A3">
      <w:pPr>
        <w:pStyle w:val="ISM"/>
      </w:pPr>
      <w:r>
        <w:tab/>
      </w:r>
      <w:r>
        <w:tab/>
        <w:t>annuity due having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due) = $7650, </w:t>
      </w:r>
      <w:r>
        <w:rPr>
          <w:rFonts w:ascii="Times New Roman" w:hAnsi="Times New Roman"/>
          <w:i/>
        </w:rPr>
        <w:t>n</w:t>
      </w:r>
      <w:r>
        <w:t xml:space="preserve"> = 12(4) = 48,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6"/>
        </w:rPr>
        <w:object w:dxaOrig="460" w:dyaOrig="440">
          <v:shape id="_x0000_i1368" type="#_x0000_t75" style="width:23.45pt;height:21.75pt" o:ole="" fillcolor="window">
            <v:imagedata r:id="rId623" o:title=""/>
          </v:shape>
          <o:OLEObject Type="Embed" ProgID="Equation.3" ShapeID="_x0000_i1368" DrawAspect="Content" ObjectID="_1654987373" r:id="rId624"/>
        </w:object>
      </w:r>
      <w:r>
        <w:t xml:space="preserve"> = 3.75%,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7E02FE">
        <w:rPr>
          <w:position w:val="-16"/>
        </w:rPr>
        <w:object w:dxaOrig="880" w:dyaOrig="420">
          <v:shape id="_x0000_i1369" type="#_x0000_t75" style="width:44.35pt;height:20.95pt" o:ole="" fillcolor="window">
            <v:imagedata r:id="rId625" o:title=""/>
          </v:shape>
          <o:OLEObject Type="Embed" ProgID="Equation.3" ShapeID="_x0000_i1369" DrawAspect="Content" ObjectID="_1654987374" r:id="rId626"/>
        </w:objec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10"/>
        </w:rPr>
        <w:object w:dxaOrig="1420" w:dyaOrig="380">
          <v:shape id="_x0000_i1370" type="#_x0000_t75" style="width:71.15pt;height:18.4pt" o:ole="" fillcolor="window">
            <v:imagedata r:id="rId256" o:title=""/>
          </v:shape>
          <o:OLEObject Type="Embed" ProgID="Equation.3" ShapeID="_x0000_i1370" DrawAspect="Content" ObjectID="_1654987375" r:id="rId627"/>
        </w:object>
      </w:r>
      <w:r>
        <w:rPr>
          <w:spacing w:val="-2"/>
        </w:rPr>
        <w:t xml:space="preserve"> </w:t>
      </w:r>
      <w:r>
        <w:t xml:space="preserve">= </w:t>
      </w:r>
      <w:r w:rsidRPr="007E02FE">
        <w:rPr>
          <w:position w:val="-10"/>
        </w:rPr>
        <w:object w:dxaOrig="1140" w:dyaOrig="420">
          <v:shape id="_x0000_i1371" type="#_x0000_t75" style="width:56.95pt;height:20.95pt" o:ole="" fillcolor="window">
            <v:imagedata r:id="rId628" o:title=""/>
          </v:shape>
          <o:OLEObject Type="Embed" ProgID="Equation.3" ShapeID="_x0000_i1371" DrawAspect="Content" ObjectID="_1654987376" r:id="rId629"/>
        </w:object>
      </w:r>
      <w:r>
        <w:t>– 1 = 0.012346926</w:t>
      </w:r>
    </w:p>
    <w:p w:rsidR="008063A3" w:rsidRDefault="008063A3" w:rsidP="008063A3">
      <w:pPr>
        <w:pStyle w:val="ISM"/>
      </w:pPr>
      <w:r>
        <w:tab/>
      </w:r>
      <w:r>
        <w:tab/>
        <w:t>Substitute into formula (</w:t>
      </w:r>
      <w:r w:rsidR="00434443">
        <w:t>13</w:t>
      </w:r>
      <w:r>
        <w:t xml:space="preserve">-2) and solve for </w:t>
      </w:r>
      <w:r>
        <w:rPr>
          <w:rFonts w:ascii="Times New Roman" w:hAnsi="Times New Roman"/>
          <w:i/>
        </w:rPr>
        <w:t>PMT</w:t>
      </w:r>
      <w:r>
        <w:t xml:space="preserve">. 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$7650 = </w:t>
      </w:r>
      <w:r>
        <w:rPr>
          <w:rFonts w:ascii="Times New Roman" w:hAnsi="Times New Roman"/>
          <w:i/>
        </w:rPr>
        <w:t xml:space="preserve">PMT </w:t>
      </w:r>
      <w:r w:rsidRPr="007E02FE">
        <w:rPr>
          <w:position w:val="-34"/>
        </w:rPr>
        <w:object w:dxaOrig="2240" w:dyaOrig="780">
          <v:shape id="_x0000_i1372" type="#_x0000_t75" style="width:112.2pt;height:37.65pt" o:ole="" fillcolor="window">
            <v:imagedata r:id="rId630" o:title=""/>
          </v:shape>
          <o:OLEObject Type="Embed" ProgID="Equation.3" ShapeID="_x0000_i1372" DrawAspect="Content" ObjectID="_1654987377" r:id="rId631"/>
        </w:object>
      </w:r>
      <w:r w:rsidR="002553E5">
        <w:t>(1.012346926)</w:t>
      </w:r>
    </w:p>
    <w:p w:rsidR="008063A3" w:rsidRDefault="008063A3" w:rsidP="008063A3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  <w:t xml:space="preserve"> </w:t>
      </w:r>
      <w:r>
        <w:rPr>
          <w:sz w:val="16"/>
        </w:rPr>
        <w:t xml:space="preserve">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$209.61</w:t>
      </w:r>
    </w:p>
    <w:p w:rsidR="008063A3" w:rsidRDefault="008063A3" w:rsidP="008063A3">
      <w:pPr>
        <w:pStyle w:val="ISM"/>
        <w:spacing w:after="240"/>
      </w:pPr>
      <w:r>
        <w:tab/>
      </w:r>
      <w:r>
        <w:tab/>
        <w:t>The beginning</w:t>
      </w:r>
      <w:r>
        <w:noBreakHyphen/>
        <w:t>of</w:t>
      </w:r>
      <w:r>
        <w:noBreakHyphen/>
        <w:t>month lease payment should be $209.61.</w:t>
      </w:r>
    </w:p>
    <w:p w:rsidR="00A30043" w:rsidRDefault="00A30043">
      <w:r>
        <w:br w:type="page"/>
      </w:r>
    </w:p>
    <w:p w:rsidR="008063A3" w:rsidRDefault="008063A3" w:rsidP="008063A3">
      <w:pPr>
        <w:pStyle w:val="ISM"/>
      </w:pPr>
      <w:r>
        <w:lastRenderedPageBreak/>
        <w:tab/>
        <w:t>13.</w:t>
      </w:r>
      <w:r>
        <w:tab/>
        <w:t>The contributions form a simple annuity due having</w:t>
      </w:r>
      <w:r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 xml:space="preserve">due) = $200,000 and </w:t>
      </w:r>
      <w:r>
        <w:rPr>
          <w:rFonts w:ascii="Times New Roman" w:hAnsi="Times New Roman"/>
          <w:i/>
        </w:rPr>
        <w:t>PMT</w:t>
      </w:r>
      <w:r>
        <w:t xml:space="preserve"> = $300.</w:t>
      </w:r>
    </w:p>
    <w:p w:rsidR="008063A3" w:rsidRDefault="008063A3" w:rsidP="008063A3">
      <w:pPr>
        <w:pStyle w:val="ISM"/>
      </w:pPr>
      <w:r>
        <w:tab/>
      </w:r>
      <w:r>
        <w:tab/>
      </w:r>
      <w:proofErr w:type="gramStart"/>
      <w:r>
        <w:t xml:space="preserve">If  </w:t>
      </w:r>
      <w:proofErr w:type="spellStart"/>
      <w:r>
        <w:rPr>
          <w:rFonts w:ascii="Times New Roman" w:hAnsi="Times New Roman"/>
          <w:i/>
        </w:rPr>
        <w:t>i</w:t>
      </w:r>
      <w:proofErr w:type="spellEnd"/>
      <w:proofErr w:type="gramEnd"/>
      <w:r>
        <w:t xml:space="preserve"> = </w:t>
      </w:r>
      <w:r w:rsidRPr="007E02FE">
        <w:rPr>
          <w:position w:val="-14"/>
        </w:rPr>
        <w:object w:dxaOrig="480" w:dyaOrig="400">
          <v:shape id="_x0000_i1373" type="#_x0000_t75" style="width:23.45pt;height:20.95pt" o:ole="" fillcolor="window">
            <v:imagedata r:id="rId632" o:title=""/>
          </v:shape>
          <o:OLEObject Type="Embed" ProgID="Equation.3" ShapeID="_x0000_i1373" DrawAspect="Content" ObjectID="_1654987378" r:id="rId633"/>
        </w:object>
      </w:r>
      <w:r>
        <w:t xml:space="preserve"> = 0.625%,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30"/>
        </w:rPr>
        <w:object w:dxaOrig="2520" w:dyaOrig="1080">
          <v:shape id="_x0000_i1374" type="#_x0000_t75" style="width:126.4pt;height:54.4pt" o:ole="" fillcolor="window">
            <v:imagedata r:id="rId240" o:title=""/>
          </v:shape>
          <o:OLEObject Type="Embed" ProgID="Equation.2" ShapeID="_x0000_i1374" DrawAspect="Content" ObjectID="_1654987379" r:id="rId634"/>
        </w:object>
      </w:r>
      <w:r>
        <w:t xml:space="preserve"> = </w:t>
      </w:r>
      <w:r w:rsidRPr="007E02FE">
        <w:rPr>
          <w:spacing w:val="-2"/>
          <w:position w:val="-28"/>
        </w:rPr>
        <w:object w:dxaOrig="2780" w:dyaOrig="999">
          <v:shape id="_x0000_i1375" type="#_x0000_t75" style="width:139.8pt;height:50.25pt" o:ole="" fillcolor="window">
            <v:imagedata r:id="rId635" o:title=""/>
          </v:shape>
          <o:OLEObject Type="Embed" ProgID="Equation.3" ShapeID="_x0000_i1375" DrawAspect="Content" ObjectID="_1654987380" r:id="rId636"/>
        </w:object>
      </w:r>
      <w:r>
        <w:rPr>
          <w:spacing w:val="-2"/>
        </w:rPr>
        <w:t xml:space="preserve"> = 262.77</w:t>
      </w:r>
    </w:p>
    <w:p w:rsidR="008063A3" w:rsidRDefault="008063A3" w:rsidP="008063A3">
      <w:pPr>
        <w:pStyle w:val="ISM"/>
      </w:pPr>
      <w:r>
        <w:tab/>
      </w:r>
      <w:r>
        <w:tab/>
        <w:t>That is, 263 contributions will be required.</w:t>
      </w:r>
    </w:p>
    <w:p w:rsidR="008063A3" w:rsidRDefault="008063A3" w:rsidP="008063A3">
      <w:pPr>
        <w:pStyle w:val="ISM"/>
      </w:pPr>
      <w:r>
        <w:tab/>
      </w:r>
      <w:r>
        <w:tab/>
        <w:t xml:space="preserve">If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4"/>
        </w:rPr>
        <w:object w:dxaOrig="480" w:dyaOrig="400">
          <v:shape id="_x0000_i1376" type="#_x0000_t75" style="width:23.45pt;height:20.95pt" o:ole="" fillcolor="window">
            <v:imagedata r:id="rId637" o:title=""/>
          </v:shape>
          <o:OLEObject Type="Embed" ProgID="Equation.3" ShapeID="_x0000_i1376" DrawAspect="Content" ObjectID="_1654987381" r:id="rId638"/>
        </w:object>
      </w:r>
      <w:r>
        <w:t xml:space="preserve"> </w:t>
      </w:r>
      <w:proofErr w:type="gramStart"/>
      <w:r>
        <w:t xml:space="preserve">= </w:t>
      </w:r>
      <w:proofErr w:type="gramEnd"/>
      <w:r w:rsidRPr="007E02FE">
        <w:rPr>
          <w:position w:val="-6"/>
        </w:rPr>
        <w:object w:dxaOrig="960" w:dyaOrig="320">
          <v:shape id="_x0000_i1377" type="#_x0000_t75" style="width:48.55pt;height:15.9pt" o:ole="" fillcolor="window">
            <v:imagedata r:id="rId639" o:title=""/>
          </v:shape>
          <o:OLEObject Type="Embed" ProgID="Equation.3" ShapeID="_x0000_i1377" DrawAspect="Content" ObjectID="_1654987382" r:id="rId640"/>
        </w:object>
      </w:r>
      <w:r>
        <w:t xml:space="preserve">, we similarly obtain </w:t>
      </w:r>
      <w:r>
        <w:rPr>
          <w:rFonts w:ascii="Times New Roman" w:hAnsi="Times New Roman"/>
          <w:i/>
        </w:rPr>
        <w:t>n</w:t>
      </w:r>
      <w:r>
        <w:t xml:space="preserve"> = 246.31.</w:t>
      </w:r>
    </w:p>
    <w:p w:rsidR="008063A3" w:rsidRDefault="008063A3" w:rsidP="008063A3">
      <w:pPr>
        <w:pStyle w:val="ISM"/>
      </w:pPr>
      <w:r>
        <w:tab/>
      </w:r>
      <w:r>
        <w:tab/>
        <w:t>That is, 247 contributions will be required. Therefore, at the lower rate of return,</w:t>
      </w:r>
    </w:p>
    <w:p w:rsidR="008063A3" w:rsidRDefault="008063A3" w:rsidP="008063A3">
      <w:pPr>
        <w:pStyle w:val="ISM"/>
        <w:spacing w:after="180"/>
      </w:pPr>
      <w:r>
        <w:tab/>
      </w:r>
      <w:r>
        <w:tab/>
      </w:r>
      <w:r>
        <w:tab/>
      </w:r>
      <w:r>
        <w:tab/>
        <w:t xml:space="preserve">263 – 247 = </w:t>
      </w:r>
      <w:r>
        <w:rPr>
          <w:u w:val="double"/>
        </w:rPr>
        <w:t>16 more contributions</w:t>
      </w:r>
      <w:r>
        <w:t xml:space="preserve"> will be required.</w:t>
      </w:r>
    </w:p>
    <w:p w:rsidR="002553E5" w:rsidRDefault="002553E5" w:rsidP="008063A3">
      <w:pPr>
        <w:pStyle w:val="ISM"/>
      </w:pPr>
    </w:p>
    <w:p w:rsidR="008063A3" w:rsidRDefault="008063A3" w:rsidP="008063A3">
      <w:pPr>
        <w:pStyle w:val="ISM"/>
      </w:pPr>
      <w:r>
        <w:tab/>
        <w:t>15.</w:t>
      </w:r>
      <w:r>
        <w:tab/>
        <w:t>The interest rate being charged is the discount rate that makes the present value</w:t>
      </w:r>
    </w:p>
    <w:p w:rsidR="008063A3" w:rsidRDefault="008063A3" w:rsidP="008063A3">
      <w:pPr>
        <w:pStyle w:val="ISM"/>
      </w:pPr>
      <w:r>
        <w:tab/>
      </w:r>
      <w:r>
        <w:tab/>
        <w:t>of the payments equal to the purchase price. The payments form an annuity due having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due) = $1395, </w:t>
      </w:r>
      <w:r>
        <w:rPr>
          <w:rFonts w:ascii="Times New Roman" w:hAnsi="Times New Roman"/>
          <w:i/>
        </w:rPr>
        <w:t>n</w:t>
      </w:r>
      <w:r>
        <w:t xml:space="preserve"> = 12, and </w:t>
      </w:r>
      <w:r>
        <w:rPr>
          <w:rFonts w:ascii="Times New Roman" w:hAnsi="Times New Roman"/>
          <w:i/>
        </w:rPr>
        <w:t>PMT</w:t>
      </w:r>
      <w:r>
        <w:t xml:space="preserve"> = $125.</w:t>
      </w:r>
    </w:p>
    <w:p w:rsidR="008063A3" w:rsidRDefault="008063A3" w:rsidP="008063A3">
      <w:pPr>
        <w:pStyle w:val="ISM"/>
      </w:pPr>
      <w:r>
        <w:tab/>
      </w:r>
      <w:r>
        <w:tab/>
        <w:t xml:space="preserve">Using the calculator’s financial functions to obtain </w:t>
      </w:r>
      <w:r>
        <w:rPr>
          <w:rFonts w:ascii="Times New Roman" w:hAnsi="Times New Roman"/>
          <w:i/>
          <w:iCs/>
        </w:rPr>
        <w:t xml:space="preserve">j </w:t>
      </w:r>
      <w:r>
        <w:t>= 16.176% compounded monthly.</w:t>
      </w:r>
    </w:p>
    <w:p w:rsidR="008063A3" w:rsidRDefault="008063A3" w:rsidP="008063A3">
      <w:pPr>
        <w:pStyle w:val="ISM"/>
      </w:pPr>
      <w:r>
        <w:tab/>
      </w:r>
      <w:r>
        <w:tab/>
        <w:t>Alternatively, substitute into formula (1</w:t>
      </w:r>
      <w:r w:rsidR="00434443">
        <w:t>3</w:t>
      </w:r>
      <w:r>
        <w:t xml:space="preserve">-2) and solve for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rPr>
          <w:rFonts w:ascii="Times New Roman" w:hAnsi="Times New Roman"/>
          <w:i/>
        </w:rPr>
        <w:t xml:space="preserve"> </w:t>
      </w:r>
      <w:r>
        <w:t xml:space="preserve">using the trial-and-error </w:t>
      </w:r>
    </w:p>
    <w:p w:rsidR="008063A3" w:rsidRDefault="002043E3" w:rsidP="008063A3">
      <w:pPr>
        <w:pStyle w:val="ISM"/>
      </w:pPr>
      <w:r>
        <w:rPr>
          <w:noProof/>
          <w:lang w:val="en-US"/>
        </w:rPr>
        <w:pict>
          <v:shape id="_x0000_s1107" type="#_x0000_t61" style="position:absolute;margin-left:347.55pt;margin-top:1.8pt;width:128.8pt;height:148.4pt;z-index:-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" adj="-4916,4323" fillcolor="#cff">
            <v:fill opacity="25443f"/>
            <v:textbox inset="3.6pt,,3.6pt">
              <w:txbxContent>
                <w:p w:rsidR="00466CD8" w:rsidRDefault="00466CD8" w:rsidP="00844B38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844B38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44B38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44B38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44B38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44B38">
                  <w:pPr>
                    <w:spacing w:line="320" w:lineRule="exact"/>
                    <w:ind w:right="42"/>
                    <w:jc w:val="right"/>
                  </w:pPr>
                  <w:r>
                    <w:t xml:space="preserve">125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44B38">
                  <w:pPr>
                    <w:spacing w:line="320" w:lineRule="exact"/>
                    <w:ind w:right="42"/>
                    <w:jc w:val="right"/>
                  </w:pPr>
                  <w:r>
                    <w:t xml:space="preserve">1395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844B38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844B38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:17.43 </w:t>
                  </w:r>
                </w:p>
              </w:txbxContent>
            </v:textbox>
            <w10:wrap type="square"/>
          </v:shape>
        </w:pict>
      </w:r>
      <w:r w:rsidR="008063A3">
        <w:tab/>
      </w:r>
      <w:r w:rsidR="008063A3">
        <w:tab/>
        <w:t xml:space="preserve">method of Appendix 11B to obtain </w:t>
      </w:r>
      <w:proofErr w:type="spellStart"/>
      <w:r w:rsidR="008063A3">
        <w:rPr>
          <w:rFonts w:ascii="Times New Roman" w:hAnsi="Times New Roman"/>
          <w:i/>
        </w:rPr>
        <w:t>i</w:t>
      </w:r>
      <w:proofErr w:type="spellEnd"/>
      <w:r w:rsidR="008063A3">
        <w:t xml:space="preserve"> = 1.348% per month.</w:t>
      </w:r>
    </w:p>
    <w:p w:rsidR="008063A3" w:rsidRDefault="008063A3" w:rsidP="008063A3">
      <w:pPr>
        <w:pStyle w:val="ISM"/>
        <w:spacing w:after="120"/>
        <w:rPr>
          <w:u w:val="double"/>
        </w:rPr>
      </w:pPr>
      <w:r>
        <w:tab/>
      </w:r>
      <w:r>
        <w:tab/>
        <w:t>Then</w:t>
      </w:r>
      <w:r>
        <w:tab/>
      </w:r>
      <w:r w:rsidRPr="007E02FE">
        <w:rPr>
          <w:position w:val="-12"/>
        </w:rPr>
        <w:object w:dxaOrig="1420" w:dyaOrig="420">
          <v:shape id="_x0000_i1378" type="#_x0000_t75" style="width:71.15pt;height:20.95pt" o:ole="" fillcolor="window">
            <v:imagedata r:id="rId219" o:title=""/>
          </v:shape>
          <o:OLEObject Type="Embed" ProgID="Equation.2" ShapeID="_x0000_i1378" DrawAspect="Content" ObjectID="_1654987383" r:id="rId641"/>
        </w:object>
      </w:r>
      <w:r>
        <w:t xml:space="preserve"> = </w:t>
      </w:r>
      <w:r w:rsidRPr="007E02FE">
        <w:rPr>
          <w:position w:val="-10"/>
        </w:rPr>
        <w:object w:dxaOrig="1200" w:dyaOrig="380">
          <v:shape id="_x0000_i1379" type="#_x0000_t75" style="width:60.3pt;height:18.4pt" o:ole="" fillcolor="window">
            <v:imagedata r:id="rId642" o:title=""/>
          </v:shape>
          <o:OLEObject Type="Embed" ProgID="Equation.3" ShapeID="_x0000_i1379" DrawAspect="Content" ObjectID="_1654987384" r:id="rId643"/>
        </w:object>
      </w:r>
      <w:r>
        <w:t xml:space="preserve">– 1 = </w:t>
      </w:r>
      <w:r>
        <w:rPr>
          <w:u w:val="double"/>
        </w:rPr>
        <w:t>17.43%</w:t>
      </w:r>
    </w:p>
    <w:p w:rsidR="00844B38" w:rsidRDefault="00844B38" w:rsidP="008063A3">
      <w:pPr>
        <w:pStyle w:val="ISM"/>
        <w:spacing w:after="120"/>
        <w:rPr>
          <w:u w:val="double"/>
        </w:rPr>
      </w:pPr>
    </w:p>
    <w:p w:rsidR="00844B38" w:rsidRDefault="00844B38" w:rsidP="008063A3">
      <w:pPr>
        <w:pStyle w:val="ISM"/>
        <w:spacing w:after="120"/>
        <w:rPr>
          <w:u w:val="double"/>
        </w:rPr>
      </w:pPr>
    </w:p>
    <w:p w:rsidR="00844B38" w:rsidRDefault="00844B38" w:rsidP="008063A3">
      <w:pPr>
        <w:pStyle w:val="ISM"/>
        <w:spacing w:after="120"/>
        <w:rPr>
          <w:u w:val="double"/>
        </w:rPr>
      </w:pPr>
    </w:p>
    <w:p w:rsidR="00844B38" w:rsidRDefault="00844B38" w:rsidP="008063A3">
      <w:pPr>
        <w:pStyle w:val="ISM"/>
        <w:spacing w:after="120"/>
        <w:rPr>
          <w:u w:val="double"/>
        </w:rPr>
      </w:pPr>
    </w:p>
    <w:p w:rsidR="00844B38" w:rsidRDefault="00844B38" w:rsidP="008063A3">
      <w:pPr>
        <w:pStyle w:val="ISM"/>
        <w:spacing w:after="120"/>
        <w:rPr>
          <w:u w:val="double"/>
        </w:rPr>
      </w:pPr>
    </w:p>
    <w:p w:rsidR="00A30043" w:rsidRDefault="00A30043" w:rsidP="008063A3">
      <w:pPr>
        <w:pStyle w:val="ISM"/>
        <w:spacing w:after="120"/>
        <w:rPr>
          <w:u w:val="double"/>
        </w:rPr>
      </w:pPr>
    </w:p>
    <w:p w:rsidR="008063A3" w:rsidRDefault="008063A3" w:rsidP="008063A3">
      <w:pPr>
        <w:pStyle w:val="ISMab"/>
      </w:pPr>
      <w:r>
        <w:tab/>
        <w:t>17.</w:t>
      </w:r>
      <w:r>
        <w:tab/>
      </w:r>
      <w:proofErr w:type="gramStart"/>
      <w:r>
        <w:rPr>
          <w:i/>
        </w:rPr>
        <w:t>a</w:t>
      </w:r>
      <w:proofErr w:type="gramEnd"/>
      <w:r>
        <w:rPr>
          <w:i/>
        </w:rPr>
        <w:t>.</w:t>
      </w:r>
      <w:r>
        <w:tab/>
        <w:t>The contributions form a simple annuity due having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 xml:space="preserve">due) = $1,000,000, </w:t>
      </w:r>
      <w:r>
        <w:rPr>
          <w:rFonts w:ascii="Times New Roman" w:hAnsi="Times New Roman"/>
          <w:i/>
        </w:rPr>
        <w:t>n</w:t>
      </w:r>
      <w:r>
        <w:t xml:space="preserve"> = 31,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8%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>Substitute into formula (1</w:t>
      </w:r>
      <w:r w:rsidR="00434443">
        <w:t>3</w:t>
      </w:r>
      <w:r>
        <w:t xml:space="preserve">-1) and solve for </w:t>
      </w:r>
      <w:r>
        <w:rPr>
          <w:rFonts w:ascii="Times New Roman" w:hAnsi="Times New Roman"/>
          <w:i/>
        </w:rPr>
        <w:t>PMT</w:t>
      </w:r>
      <w:r>
        <w:t>.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</w:r>
      <w:r>
        <w:tab/>
        <w:t xml:space="preserve">$1,000,000 = </w:t>
      </w:r>
      <w:r>
        <w:rPr>
          <w:rFonts w:ascii="Times New Roman" w:hAnsi="Times New Roman"/>
          <w:i/>
        </w:rPr>
        <w:t xml:space="preserve">PMT </w:t>
      </w:r>
      <w:r w:rsidRPr="007E02FE">
        <w:rPr>
          <w:position w:val="-34"/>
        </w:rPr>
        <w:object w:dxaOrig="1260" w:dyaOrig="780">
          <v:shape id="_x0000_i1380" type="#_x0000_t75" style="width:63.65pt;height:37.65pt" o:ole="" fillcolor="window">
            <v:imagedata r:id="rId644" o:title=""/>
          </v:shape>
          <o:OLEObject Type="Embed" ProgID="Equation.3" ShapeID="_x0000_i1380" DrawAspect="Content" ObjectID="_1654987385" r:id="rId645"/>
        </w:object>
      </w:r>
      <w:r>
        <w:t>(1.08)</w:t>
      </w:r>
    </w:p>
    <w:p w:rsidR="008063A3" w:rsidRDefault="008063A3" w:rsidP="008063A3">
      <w:pPr>
        <w:pStyle w:val="ISMab"/>
        <w:spacing w:after="120"/>
        <w:ind w:left="1980"/>
      </w:pPr>
      <w:r>
        <w:rPr>
          <w:rFonts w:ascii="Times New Roman" w:hAnsi="Times New Roman"/>
          <w:i/>
        </w:rPr>
        <w:t xml:space="preserve">  PMT</w:t>
      </w:r>
      <w:r>
        <w:t xml:space="preserve"> = </w:t>
      </w:r>
      <w:r>
        <w:rPr>
          <w:u w:val="double"/>
        </w:rPr>
        <w:t>$7506.74</w:t>
      </w:r>
      <w:r>
        <w:t xml:space="preserve"> on each birthday</w:t>
      </w:r>
    </w:p>
    <w:p w:rsidR="008063A3" w:rsidRDefault="008063A3" w:rsidP="008063A3">
      <w:pPr>
        <w:pStyle w:val="ISMab"/>
        <w:spacing w:after="180"/>
      </w:pPr>
      <w:r>
        <w:tab/>
      </w:r>
      <w:r>
        <w:tab/>
      </w:r>
      <w:r>
        <w:rPr>
          <w:i/>
        </w:rPr>
        <w:t>b</w:t>
      </w:r>
      <w:r>
        <w:t>.</w:t>
      </w:r>
      <w:r>
        <w:tab/>
        <w:t xml:space="preserve">If instead, </w:t>
      </w:r>
      <w:r>
        <w:rPr>
          <w:rFonts w:ascii="Times New Roman" w:hAnsi="Times New Roman"/>
          <w:i/>
        </w:rPr>
        <w:t>n</w:t>
      </w:r>
      <w:r>
        <w:t xml:space="preserve"> = 26, we similarly obtain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$11,580.67</w:t>
      </w:r>
    </w:p>
    <w:p w:rsidR="00A30043" w:rsidRDefault="00A30043" w:rsidP="008063A3">
      <w:pPr>
        <w:pStyle w:val="ISM"/>
      </w:pPr>
    </w:p>
    <w:p w:rsidR="008063A3" w:rsidRDefault="008063A3" w:rsidP="008063A3">
      <w:pPr>
        <w:pStyle w:val="ISM"/>
      </w:pPr>
      <w:r>
        <w:tab/>
        <w:t>19.</w:t>
      </w:r>
      <w:r>
        <w:tab/>
        <w:t>The total amount in the RRSP after 30 years will be the future value of all contributions.</w:t>
      </w:r>
    </w:p>
    <w:p w:rsidR="008063A3" w:rsidRDefault="008063A3" w:rsidP="008063A3">
      <w:pPr>
        <w:pStyle w:val="ISM"/>
      </w:pPr>
      <w:r>
        <w:tab/>
      </w:r>
      <w:r>
        <w:tab/>
        <w:t>The future value, 10 years from now, of the $4000 contributions will be</w:t>
      </w:r>
    </w:p>
    <w:p w:rsidR="008063A3" w:rsidRDefault="008063A3" w:rsidP="008063A3">
      <w:pPr>
        <w:pStyle w:val="ISM"/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proofErr w:type="gramStart"/>
      <w:r>
        <w:rPr>
          <w:rFonts w:ascii="Times New Roman" w:hAnsi="Times New Roman"/>
          <w:i/>
          <w:spacing w:val="-2"/>
        </w:rPr>
        <w:t>FV</w:t>
      </w:r>
      <w:r>
        <w:rPr>
          <w:spacing w:val="-2"/>
        </w:rPr>
        <w:t>(</w:t>
      </w:r>
      <w:proofErr w:type="gramEnd"/>
      <w:r>
        <w:rPr>
          <w:spacing w:val="-2"/>
        </w:rPr>
        <w:t xml:space="preserve">due) </w:t>
      </w:r>
      <w:r>
        <w:t>= $4000</w:t>
      </w:r>
      <w:r w:rsidRPr="007E02FE">
        <w:rPr>
          <w:position w:val="-34"/>
        </w:rPr>
        <w:object w:dxaOrig="1520" w:dyaOrig="780">
          <v:shape id="_x0000_i1381" type="#_x0000_t75" style="width:76.2pt;height:37.65pt" o:ole="" fillcolor="window">
            <v:imagedata r:id="rId646" o:title=""/>
          </v:shape>
          <o:OLEObject Type="Embed" ProgID="Equation.3" ShapeID="_x0000_i1381" DrawAspect="Content" ObjectID="_1654987386" r:id="rId647"/>
        </w:object>
      </w:r>
      <w:r>
        <w:t>(1.0825) = $63,476.43</w:t>
      </w:r>
    </w:p>
    <w:p w:rsidR="008063A3" w:rsidRDefault="008063A3" w:rsidP="008063A3">
      <w:pPr>
        <w:pStyle w:val="ISM"/>
      </w:pPr>
      <w:r>
        <w:tab/>
      </w:r>
      <w:r>
        <w:tab/>
        <w:t xml:space="preserve">The future value, 30 years from now (an additional </w:t>
      </w:r>
      <w:r>
        <w:rPr>
          <w:rFonts w:ascii="Times New Roman" w:hAnsi="Times New Roman"/>
          <w:i/>
        </w:rPr>
        <w:t>n</w:t>
      </w:r>
      <w:r>
        <w:t xml:space="preserve"> = 20 years), of this amount </w:t>
      </w:r>
    </w:p>
    <w:p w:rsidR="008063A3" w:rsidRDefault="008063A3" w:rsidP="008063A3">
      <w:pPr>
        <w:pStyle w:val="ISM"/>
      </w:pPr>
      <w:r>
        <w:tab/>
      </w:r>
      <w:r>
        <w:tab/>
        <w:t>and the $6000 contributions will be</w:t>
      </w:r>
    </w:p>
    <w:p w:rsidR="008063A3" w:rsidRDefault="008063A3" w:rsidP="008063A3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  <w:t>$63,476.43</w:t>
      </w:r>
      <w:r w:rsidRPr="00BD46A4">
        <w:rPr>
          <w:position w:val="-10"/>
        </w:rPr>
        <w:object w:dxaOrig="1020" w:dyaOrig="360">
          <v:shape id="_x0000_i1382" type="#_x0000_t75" style="width:51.05pt;height:18.4pt" o:ole="" fillcolor="window">
            <v:imagedata r:id="rId648" o:title=""/>
          </v:shape>
          <o:OLEObject Type="Embed" ProgID="Equation.3" ShapeID="_x0000_i1382" DrawAspect="Content" ObjectID="_1654987387" r:id="rId649"/>
        </w:object>
      </w:r>
      <w:r>
        <w:t xml:space="preserve"> + 6000</w:t>
      </w:r>
      <w:r w:rsidRPr="007E02FE">
        <w:rPr>
          <w:position w:val="-34"/>
        </w:rPr>
        <w:object w:dxaOrig="1520" w:dyaOrig="780">
          <v:shape id="_x0000_i1383" type="#_x0000_t75" style="width:76.2pt;height:37.65pt" o:ole="" fillcolor="window">
            <v:imagedata r:id="rId650" o:title=""/>
          </v:shape>
          <o:OLEObject Type="Embed" ProgID="Equation.3" ShapeID="_x0000_i1383" DrawAspect="Content" ObjectID="_1654987388" r:id="rId651"/>
        </w:object>
      </w:r>
      <w:r>
        <w:t xml:space="preserve">(1.0825) = </w:t>
      </w:r>
      <w:r>
        <w:rPr>
          <w:u w:val="double"/>
        </w:rPr>
        <w:t>$615,447.79</w:t>
      </w:r>
    </w:p>
    <w:p w:rsidR="00A30043" w:rsidRDefault="00A30043">
      <w:r>
        <w:br w:type="page"/>
      </w:r>
    </w:p>
    <w:p w:rsidR="008063A3" w:rsidRDefault="008063A3" w:rsidP="008063A3">
      <w:pPr>
        <w:pStyle w:val="ISM"/>
      </w:pPr>
      <w:r>
        <w:lastRenderedPageBreak/>
        <w:tab/>
        <w:t>21.</w:t>
      </w:r>
      <w:r>
        <w:tab/>
      </w:r>
      <w:proofErr w:type="gramStart"/>
      <w:r>
        <w:t>With</w:t>
      </w:r>
      <w:proofErr w:type="gramEnd"/>
      <w:r>
        <w:t xml:space="preserve"> the focal date at Ms. Bowers 62nd birthday,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RRSP contributions = </w:t>
      </w:r>
      <w:r>
        <w:rPr>
          <w:rFonts w:ascii="Times New Roman" w:hAnsi="Times New Roman"/>
          <w:i/>
        </w:rPr>
        <w:t>PV</w:t>
      </w:r>
      <w:r>
        <w:t xml:space="preserve"> of the annuity payments</w:t>
      </w:r>
    </w:p>
    <w:p w:rsidR="008063A3" w:rsidRDefault="008063A3" w:rsidP="008063A3">
      <w:pPr>
        <w:pStyle w:val="ISM"/>
      </w:pPr>
      <w:r>
        <w:tab/>
      </w:r>
      <w:r>
        <w:tab/>
        <w:t>Viewed from the focal date, both payment streams form simple annuities due.</w:t>
      </w:r>
    </w:p>
    <w:p w:rsidR="008063A3" w:rsidRDefault="008063A3" w:rsidP="008063A3">
      <w:pPr>
        <w:pStyle w:val="ISM"/>
      </w:pPr>
      <w:r>
        <w:tab/>
      </w:r>
      <w:r>
        <w:tab/>
        <w:t xml:space="preserve">For the </w:t>
      </w:r>
      <w:r>
        <w:rPr>
          <w:rFonts w:ascii="Times New Roman" w:hAnsi="Times New Roman"/>
          <w:i/>
        </w:rPr>
        <w:t>PV</w:t>
      </w:r>
      <w:r>
        <w:t xml:space="preserve"> calculation,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$3500, </w:t>
      </w:r>
      <w:r>
        <w:rPr>
          <w:rFonts w:ascii="Times New Roman" w:hAnsi="Times New Roman"/>
          <w:i/>
        </w:rPr>
        <w:t>n</w:t>
      </w:r>
      <w:r>
        <w:t xml:space="preserve"> = 12(20) = 240,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4"/>
        </w:rPr>
        <w:object w:dxaOrig="480" w:dyaOrig="400">
          <v:shape id="_x0000_i1384" type="#_x0000_t75" style="width:23.45pt;height:20.95pt" o:ole="" fillcolor="window">
            <v:imagedata r:id="rId652" o:title=""/>
          </v:shape>
          <o:OLEObject Type="Embed" ProgID="Equation.3" ShapeID="_x0000_i1384" DrawAspect="Content" ObjectID="_1654987389" r:id="rId653"/>
        </w:object>
      </w:r>
      <w:r>
        <w:t xml:space="preserve"> = 0.4%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  <w:spacing w:val="-2"/>
        </w:rPr>
        <w:t>PV</w:t>
      </w:r>
      <w:r>
        <w:rPr>
          <w:spacing w:val="-2"/>
        </w:rPr>
        <w:t>(</w:t>
      </w:r>
      <w:proofErr w:type="gramEnd"/>
      <w:r>
        <w:rPr>
          <w:spacing w:val="-2"/>
        </w:rPr>
        <w:t>due)</w:t>
      </w:r>
      <w:r>
        <w:t xml:space="preserve"> = $3500</w:t>
      </w:r>
      <w:r w:rsidRPr="007E02FE">
        <w:rPr>
          <w:position w:val="-32"/>
        </w:rPr>
        <w:object w:dxaOrig="1579" w:dyaOrig="740">
          <v:shape id="_x0000_i1385" type="#_x0000_t75" style="width:78.7pt;height:36.85pt" o:ole="" fillcolor="window">
            <v:imagedata r:id="rId654" o:title=""/>
          </v:shape>
          <o:OLEObject Type="Embed" ProgID="Equation.3" ShapeID="_x0000_i1385" DrawAspect="Content" ObjectID="_1654987390" r:id="rId655"/>
        </w:object>
      </w:r>
      <w:r>
        <w:t>(1.004) = $541,483.87</w:t>
      </w:r>
    </w:p>
    <w:p w:rsidR="008063A3" w:rsidRDefault="008063A3" w:rsidP="008063A3">
      <w:pPr>
        <w:pStyle w:val="ISM"/>
      </w:pPr>
      <w:r>
        <w:tab/>
      </w:r>
      <w:r>
        <w:tab/>
        <w:t xml:space="preserve">For the RRSP contributions, </w:t>
      </w:r>
      <w:proofErr w:type="gramStart"/>
      <w:r>
        <w:rPr>
          <w:rFonts w:ascii="Times New Roman" w:hAnsi="Times New Roman"/>
          <w:i/>
        </w:rPr>
        <w:t>FV</w:t>
      </w:r>
      <w:r>
        <w:t>(</w:t>
      </w:r>
      <w:proofErr w:type="gramEnd"/>
      <w:r>
        <w:t>due) = $541,483.87,</w:t>
      </w:r>
      <w:r>
        <w:rPr>
          <w:rFonts w:ascii="Times New Roman" w:hAnsi="Times New Roman"/>
          <w:i/>
        </w:rPr>
        <w:t xml:space="preserve"> n</w:t>
      </w:r>
      <w:r>
        <w:t xml:space="preserve"> = 4(27) = 108,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6"/>
        </w:rPr>
        <w:object w:dxaOrig="380" w:dyaOrig="440">
          <v:shape id="_x0000_i1386" type="#_x0000_t75" style="width:18.4pt;height:21.75pt" o:ole="" fillcolor="window">
            <v:imagedata r:id="rId656" o:title=""/>
          </v:shape>
          <o:OLEObject Type="Embed" ProgID="Equation.3" ShapeID="_x0000_i1386" DrawAspect="Content" ObjectID="_1654987391" r:id="rId657"/>
        </w:object>
      </w:r>
      <w:r>
        <w:t xml:space="preserve"> = 2%.</w:t>
      </w:r>
    </w:p>
    <w:p w:rsidR="008063A3" w:rsidRDefault="008063A3" w:rsidP="008063A3">
      <w:pPr>
        <w:pStyle w:val="ISM"/>
      </w:pPr>
      <w:r>
        <w:tab/>
      </w:r>
      <w:r>
        <w:tab/>
        <w:t>Substitute into formula (1</w:t>
      </w:r>
      <w:r w:rsidR="00434443">
        <w:t>3</w:t>
      </w:r>
      <w:r>
        <w:t xml:space="preserve">-1) and solve for </w:t>
      </w:r>
      <w:r>
        <w:rPr>
          <w:rFonts w:ascii="Times New Roman" w:hAnsi="Times New Roman"/>
          <w:i/>
        </w:rPr>
        <w:t>PMT</w:t>
      </w:r>
      <w:r>
        <w:t>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 xml:space="preserve">$541,483.87 = </w:t>
      </w:r>
      <w:r>
        <w:rPr>
          <w:rFonts w:ascii="Times New Roman" w:hAnsi="Times New Roman"/>
          <w:i/>
        </w:rPr>
        <w:t xml:space="preserve">PMT </w:t>
      </w:r>
      <w:r w:rsidRPr="007E02FE">
        <w:rPr>
          <w:position w:val="-34"/>
        </w:rPr>
        <w:object w:dxaOrig="1380" w:dyaOrig="780">
          <v:shape id="_x0000_i1387" type="#_x0000_t75" style="width:69.5pt;height:37.65pt" o:ole="" fillcolor="window">
            <v:imagedata r:id="rId658" o:title=""/>
          </v:shape>
          <o:OLEObject Type="Embed" ProgID="Equation.3" ShapeID="_x0000_i1387" DrawAspect="Content" ObjectID="_1654987392" r:id="rId659"/>
        </w:object>
      </w:r>
      <w:r>
        <w:t>(1.02)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$1417.86</w:t>
      </w:r>
    </w:p>
    <w:p w:rsidR="008063A3" w:rsidRDefault="008063A3" w:rsidP="008063A3">
      <w:pPr>
        <w:pStyle w:val="ISM"/>
        <w:spacing w:after="240"/>
      </w:pPr>
      <w:r>
        <w:tab/>
      </w:r>
      <w:r>
        <w:tab/>
        <w:t>Each quarterly contribution should be $1417.86.</w:t>
      </w:r>
    </w:p>
    <w:p w:rsidR="008063A3" w:rsidRDefault="008063A3" w:rsidP="008063A3">
      <w:pPr>
        <w:pStyle w:val="ISMab"/>
      </w:pPr>
      <w:r>
        <w:tab/>
        <w:t>23.</w:t>
      </w:r>
      <w:r>
        <w:tab/>
      </w:r>
      <w:proofErr w:type="gramStart"/>
      <w:r>
        <w:rPr>
          <w:i/>
        </w:rPr>
        <w:t>a</w:t>
      </w:r>
      <w:proofErr w:type="gramEnd"/>
      <w:r>
        <w:rPr>
          <w:i/>
        </w:rPr>
        <w:t>.</w:t>
      </w:r>
      <w:r>
        <w:tab/>
        <w:t xml:space="preserve">The single equivalent payment at the beginning of the year is the present 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>value of the schedule payments.</w:t>
      </w:r>
    </w:p>
    <w:p w:rsidR="008063A3" w:rsidRDefault="008063A3" w:rsidP="008063A3">
      <w:pPr>
        <w:pStyle w:val="ISMab"/>
        <w:rPr>
          <w:u w:val="double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proofErr w:type="gramStart"/>
      <w:r>
        <w:rPr>
          <w:rFonts w:ascii="Times New Roman" w:hAnsi="Times New Roman"/>
          <w:i/>
          <w:spacing w:val="-2"/>
        </w:rPr>
        <w:t>PV</w:t>
      </w:r>
      <w:r>
        <w:rPr>
          <w:spacing w:val="-2"/>
        </w:rPr>
        <w:t>(</w:t>
      </w:r>
      <w:proofErr w:type="gramEnd"/>
      <w:r>
        <w:rPr>
          <w:spacing w:val="-2"/>
        </w:rPr>
        <w:t xml:space="preserve">due) </w:t>
      </w:r>
      <w:r>
        <w:t>= $1000</w:t>
      </w:r>
      <w:r w:rsidRPr="007E02FE">
        <w:rPr>
          <w:position w:val="-34"/>
        </w:rPr>
        <w:object w:dxaOrig="1520" w:dyaOrig="780">
          <v:shape id="_x0000_i1388" type="#_x0000_t75" style="width:76.2pt;height:37.65pt" o:ole="" fillcolor="window">
            <v:imagedata r:id="rId660" o:title=""/>
          </v:shape>
          <o:OLEObject Type="Embed" ProgID="Equation.3" ShapeID="_x0000_i1388" DrawAspect="Content" ObjectID="_1654987393" r:id="rId661"/>
        </w:object>
      </w:r>
      <w:r w:rsidRPr="007E02FE">
        <w:rPr>
          <w:position w:val="-10"/>
        </w:rPr>
        <w:object w:dxaOrig="740" w:dyaOrig="360">
          <v:shape id="_x0000_i1389" type="#_x0000_t75" style="width:36.85pt;height:18.4pt" o:ole="" fillcolor="window">
            <v:imagedata r:id="rId662" o:title=""/>
          </v:shape>
          <o:OLEObject Type="Embed" ProgID="Equation.3" ShapeID="_x0000_i1389" DrawAspect="Content" ObjectID="_1654987394" r:id="rId663"/>
        </w:object>
      </w:r>
      <w:r>
        <w:t xml:space="preserve"> = </w:t>
      </w:r>
      <w:r>
        <w:rPr>
          <w:u w:val="double"/>
        </w:rPr>
        <w:t>$11,572.42</w:t>
      </w:r>
    </w:p>
    <w:p w:rsidR="008063A3" w:rsidRDefault="008063A3" w:rsidP="008063A3">
      <w:pPr>
        <w:pStyle w:val="ISMab"/>
        <w:spacing w:after="120"/>
      </w:pPr>
      <w:r>
        <w:tab/>
      </w:r>
      <w:r>
        <w:tab/>
      </w:r>
      <w:r>
        <w:tab/>
        <w:t>The landlord should accept a single payment of $11,572.42.</w:t>
      </w:r>
    </w:p>
    <w:p w:rsidR="008063A3" w:rsidRDefault="008063A3" w:rsidP="008063A3">
      <w:pPr>
        <w:pStyle w:val="ISMab"/>
      </w:pPr>
      <w:r>
        <w:tab/>
      </w:r>
      <w:r>
        <w:tab/>
      </w:r>
      <w:r>
        <w:rPr>
          <w:i/>
        </w:rPr>
        <w:t>b</w:t>
      </w:r>
      <w:r>
        <w:t>.</w:t>
      </w:r>
      <w:r>
        <w:tab/>
        <w:t>Compare the amounts accumulated after 1 year under the two alternatives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>if all rental payments are invested at 8% compounded monthly.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>For the normal monthly payments</w:t>
      </w:r>
    </w:p>
    <w:p w:rsidR="008063A3" w:rsidRDefault="008063A3" w:rsidP="008063A3">
      <w:pPr>
        <w:pStyle w:val="ISMab"/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proofErr w:type="gramStart"/>
      <w:r>
        <w:rPr>
          <w:rFonts w:ascii="Times New Roman" w:hAnsi="Times New Roman"/>
          <w:i/>
          <w:spacing w:val="-2"/>
        </w:rPr>
        <w:t>FV</w:t>
      </w:r>
      <w:r>
        <w:rPr>
          <w:spacing w:val="-2"/>
        </w:rPr>
        <w:t>(</w:t>
      </w:r>
      <w:proofErr w:type="gramEnd"/>
      <w:r>
        <w:rPr>
          <w:spacing w:val="-2"/>
        </w:rPr>
        <w:t xml:space="preserve">due) </w:t>
      </w:r>
      <w:r>
        <w:t>= $1000</w:t>
      </w:r>
      <w:r w:rsidRPr="007E02FE">
        <w:rPr>
          <w:position w:val="-34"/>
        </w:rPr>
        <w:object w:dxaOrig="1400" w:dyaOrig="780">
          <v:shape id="_x0000_i1390" type="#_x0000_t75" style="width:69.5pt;height:37.65pt" o:ole="" fillcolor="window">
            <v:imagedata r:id="rId664" o:title=""/>
          </v:shape>
          <o:OLEObject Type="Embed" ProgID="Equation.3" ShapeID="_x0000_i1390" DrawAspect="Content" ObjectID="_1654987395" r:id="rId665"/>
        </w:object>
      </w:r>
      <w:r w:rsidRPr="007E02FE">
        <w:rPr>
          <w:position w:val="-10"/>
        </w:rPr>
        <w:object w:dxaOrig="720" w:dyaOrig="360">
          <v:shape id="_x0000_i1391" type="#_x0000_t75" style="width:36pt;height:18.4pt" o:ole="" fillcolor="window">
            <v:imagedata r:id="rId666" o:title=""/>
          </v:shape>
          <o:OLEObject Type="Embed" ProgID="Equation.3" ShapeID="_x0000_i1391" DrawAspect="Content" ObjectID="_1654987396" r:id="rId667"/>
        </w:object>
      </w:r>
      <w:r>
        <w:t xml:space="preserve"> = </w:t>
      </w:r>
      <w:r>
        <w:rPr>
          <w:u w:val="double"/>
        </w:rPr>
        <w:t>$12,532.93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  <w:t xml:space="preserve">For the alternative initial </w:t>
      </w:r>
      <w:r w:rsidR="00C91B2E">
        <w:t>“</w:t>
      </w:r>
      <w:r>
        <w:t>lump</w:t>
      </w:r>
      <w:r w:rsidR="00C91B2E">
        <w:t>”</w:t>
      </w:r>
      <w:r>
        <w:t xml:space="preserve"> payment of $11,572.42</w:t>
      </w:r>
    </w:p>
    <w:p w:rsidR="008063A3" w:rsidRDefault="008063A3" w:rsidP="008063A3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$11,572.42</w:t>
      </w:r>
      <w:r w:rsidRPr="007E02FE">
        <w:rPr>
          <w:position w:val="-10"/>
        </w:rPr>
        <w:object w:dxaOrig="940" w:dyaOrig="420">
          <v:shape id="_x0000_i1392" type="#_x0000_t75" style="width:46.05pt;height:20.95pt" o:ole="" fillcolor="window">
            <v:imagedata r:id="rId668" o:title=""/>
          </v:shape>
          <o:OLEObject Type="Embed" ProgID="Equation.3" ShapeID="_x0000_i1392" DrawAspect="Content" ObjectID="_1654987397" r:id="rId669"/>
        </w:object>
      </w:r>
      <w:r>
        <w:t xml:space="preserve"> = </w:t>
      </w:r>
      <w:r>
        <w:rPr>
          <w:u w:val="double"/>
        </w:rPr>
        <w:t>$12,532.93</w:t>
      </w:r>
    </w:p>
    <w:p w:rsidR="008063A3" w:rsidRDefault="008063A3" w:rsidP="008063A3">
      <w:pPr>
        <w:pStyle w:val="ISMab"/>
        <w:spacing w:after="240"/>
      </w:pPr>
      <w:r>
        <w:tab/>
      </w:r>
      <w:r>
        <w:tab/>
        <w:t>In either case, the landlord will be in the same financial position at the end of the year.</w:t>
      </w:r>
    </w:p>
    <w:p w:rsidR="008063A3" w:rsidRDefault="008063A3" w:rsidP="008063A3">
      <w:pPr>
        <w:pStyle w:val="ISM"/>
      </w:pPr>
      <w:r>
        <w:tab/>
        <w:t>25.</w:t>
      </w:r>
      <w:r>
        <w:tab/>
        <w:t xml:space="preserve">The amount required to purchase the annuities is the present value, on the </w:t>
      </w:r>
    </w:p>
    <w:p w:rsidR="008063A3" w:rsidRDefault="008063A3" w:rsidP="008063A3">
      <w:pPr>
        <w:pStyle w:val="ISM"/>
      </w:pPr>
      <w:r>
        <w:tab/>
      </w:r>
      <w:r>
        <w:tab/>
        <w:t>purchase date, of all payments.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1: </w:t>
      </w:r>
      <w:r>
        <w:tab/>
        <w:t>Calculate the present value, 5 years from now, of the $2500</w:t>
      </w:r>
      <w:r>
        <w:noBreakHyphen/>
        <w:t>payment annuity.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>The $2500 payments form a general annuity due having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$2500, </w:t>
      </w:r>
      <w:r>
        <w:rPr>
          <w:rFonts w:ascii="Times New Roman" w:hAnsi="Times New Roman"/>
          <w:i/>
        </w:rPr>
        <w:t>n</w:t>
      </w:r>
      <w:r>
        <w:t xml:space="preserve"> = 12(15) = 180,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4"/>
        </w:rPr>
        <w:object w:dxaOrig="480" w:dyaOrig="400">
          <v:shape id="_x0000_i1393" type="#_x0000_t75" style="width:23.45pt;height:20.95pt" o:ole="">
            <v:imagedata r:id="rId670" o:title=""/>
          </v:shape>
          <o:OLEObject Type="Embed" ProgID="Equation.3" ShapeID="_x0000_i1393" DrawAspect="Content" ObjectID="_1654987398" r:id="rId671"/>
        </w:object>
      </w:r>
      <w:r>
        <w:t xml:space="preserve"> = 1.4%,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7E02FE">
        <w:rPr>
          <w:position w:val="-16"/>
        </w:rPr>
        <w:object w:dxaOrig="300" w:dyaOrig="420">
          <v:shape id="_x0000_i1394" type="#_x0000_t75" style="width:15.05pt;height:20.95pt" o:ole="" fillcolor="window">
            <v:imagedata r:id="rId328" o:title=""/>
          </v:shape>
          <o:OLEObject Type="Embed" ProgID="Equation.3" ShapeID="_x0000_i1394" DrawAspect="Content" ObjectID="_1654987399" r:id="rId672"/>
        </w:object>
      </w:r>
      <w:r>
        <w:t xml:space="preserve"> </w:t>
      </w:r>
      <w:proofErr w:type="gramStart"/>
      <w:r>
        <w:t xml:space="preserve">= </w:t>
      </w:r>
      <w:proofErr w:type="gramEnd"/>
      <w:r w:rsidRPr="007E02FE">
        <w:rPr>
          <w:position w:val="-6"/>
        </w:rPr>
        <w:object w:dxaOrig="400" w:dyaOrig="320">
          <v:shape id="_x0000_i1395" type="#_x0000_t75" style="width:20.95pt;height:15.9pt" o:ole="" fillcolor="window">
            <v:imagedata r:id="rId673" o:title=""/>
          </v:shape>
          <o:OLEObject Type="Embed" ProgID="Equation.3" ShapeID="_x0000_i1395" DrawAspect="Content" ObjectID="_1654987400" r:id="rId674"/>
        </w:object>
      </w:r>
      <w:r>
        <w:t>, and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10"/>
        </w:rPr>
        <w:object w:dxaOrig="1420" w:dyaOrig="380">
          <v:shape id="_x0000_i1396" type="#_x0000_t75" style="width:71.15pt;height:18.4pt" o:ole="" fillcolor="window">
            <v:imagedata r:id="rId256" o:title=""/>
          </v:shape>
          <o:OLEObject Type="Embed" ProgID="Equation.3" ShapeID="_x0000_i1396" DrawAspect="Content" ObjectID="_1654987401" r:id="rId675"/>
        </w:object>
      </w:r>
      <w:r>
        <w:rPr>
          <w:spacing w:val="-2"/>
        </w:rPr>
        <w:t xml:space="preserve"> </w:t>
      </w:r>
      <w:r>
        <w:t xml:space="preserve">= </w:t>
      </w:r>
      <w:r w:rsidRPr="007E02FE">
        <w:rPr>
          <w:position w:val="-10"/>
        </w:rPr>
        <w:object w:dxaOrig="999" w:dyaOrig="400">
          <v:shape id="_x0000_i1397" type="#_x0000_t75" style="width:50.25pt;height:20.95pt" o:ole="" fillcolor="window">
            <v:imagedata r:id="rId676" o:title=""/>
          </v:shape>
          <o:OLEObject Type="Embed" ProgID="Equation.3" ShapeID="_x0000_i1397" DrawAspect="Content" ObjectID="_1654987402" r:id="rId677"/>
        </w:object>
      </w:r>
      <w:r>
        <w:t>– 1 = 0.0046450567</w:t>
      </w:r>
    </w:p>
    <w:p w:rsidR="008063A3" w:rsidRDefault="008063A3" w:rsidP="008063A3">
      <w:pPr>
        <w:pStyle w:val="ISM"/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proofErr w:type="gramStart"/>
      <w:r>
        <w:rPr>
          <w:rFonts w:ascii="Times New Roman" w:hAnsi="Times New Roman"/>
          <w:i/>
          <w:spacing w:val="-2"/>
        </w:rPr>
        <w:t>PV</w:t>
      </w:r>
      <w:r>
        <w:rPr>
          <w:spacing w:val="-2"/>
        </w:rPr>
        <w:t>(</w:t>
      </w:r>
      <w:proofErr w:type="gramEnd"/>
      <w:r>
        <w:rPr>
          <w:spacing w:val="-2"/>
        </w:rPr>
        <w:t xml:space="preserve">due) </w:t>
      </w:r>
      <w:r>
        <w:t>= $2500</w:t>
      </w:r>
      <w:r w:rsidR="00A838FE" w:rsidRPr="007E02FE">
        <w:rPr>
          <w:position w:val="-32"/>
        </w:rPr>
        <w:object w:dxaOrig="2280" w:dyaOrig="740">
          <v:shape id="_x0000_i1398" type="#_x0000_t75" style="width:113pt;height:36.85pt" o:ole="" fillcolor="window">
            <v:imagedata r:id="rId678" o:title=""/>
          </v:shape>
          <o:OLEObject Type="Embed" ProgID="Equation.3" ShapeID="_x0000_i1398" DrawAspect="Content" ObjectID="_1654987403" r:id="rId679"/>
        </w:object>
      </w:r>
      <w:r>
        <w:t>(1.0046450567) = $305,914.00</w:t>
      </w:r>
    </w:p>
    <w:p w:rsidR="008063A3" w:rsidRDefault="008063A3" w:rsidP="008063A3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2: </w:t>
      </w:r>
      <w:r>
        <w:tab/>
        <w:t xml:space="preserve">Calculate today's present value of the amount from </w:t>
      </w:r>
      <w:r>
        <w:rPr>
          <w:i/>
        </w:rPr>
        <w:t xml:space="preserve">Step </w:t>
      </w:r>
      <w:r>
        <w:t>1 and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>the $4000</w:t>
      </w:r>
      <w:r>
        <w:noBreakHyphen/>
        <w:t>payment annuity.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  <w:t>The $4000 payments form an ordinary simple annuity having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$4000, </w:t>
      </w:r>
      <w:r>
        <w:rPr>
          <w:rFonts w:ascii="Times New Roman" w:hAnsi="Times New Roman"/>
          <w:i/>
        </w:rPr>
        <w:t>n</w:t>
      </w:r>
      <w:r>
        <w:t xml:space="preserve"> = 4(5) = 20,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1.4%</w:t>
      </w:r>
    </w:p>
    <w:p w:rsidR="008063A3" w:rsidRDefault="008063A3" w:rsidP="008063A3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Today) = </w:t>
      </w:r>
      <w:r w:rsidRPr="007E02FE">
        <w:rPr>
          <w:position w:val="-26"/>
        </w:rPr>
        <w:object w:dxaOrig="1340" w:dyaOrig="620">
          <v:shape id="_x0000_i1399" type="#_x0000_t75" style="width:67.8pt;height:31pt" o:ole="" fillcolor="window">
            <v:imagedata r:id="rId680" o:title=""/>
          </v:shape>
          <o:OLEObject Type="Embed" ProgID="Equation.3" ShapeID="_x0000_i1399" DrawAspect="Content" ObjectID="_1654987404" r:id="rId681"/>
        </w:object>
      </w:r>
      <w:r>
        <w:t xml:space="preserve"> + $4000</w:t>
      </w:r>
      <w:r w:rsidRPr="007E02FE">
        <w:rPr>
          <w:position w:val="-32"/>
        </w:rPr>
        <w:object w:dxaOrig="1480" w:dyaOrig="740">
          <v:shape id="_x0000_i1400" type="#_x0000_t75" style="width:74.5pt;height:36.85pt" o:ole="" fillcolor="window">
            <v:imagedata r:id="rId682" o:title=""/>
          </v:shape>
          <o:OLEObject Type="Embed" ProgID="Equation.3" ShapeID="_x0000_i1400" DrawAspect="Content" ObjectID="_1654987405" r:id="rId683"/>
        </w:object>
      </w:r>
      <w:r>
        <w:t xml:space="preserve">= </w:t>
      </w:r>
      <w:r>
        <w:rPr>
          <w:u w:val="double"/>
        </w:rPr>
        <w:t>$301,010.58</w:t>
      </w:r>
    </w:p>
    <w:p w:rsidR="008063A3" w:rsidRDefault="008063A3" w:rsidP="008063A3">
      <w:pPr>
        <w:pStyle w:val="ISM"/>
        <w:spacing w:after="240"/>
      </w:pPr>
      <w:r>
        <w:tab/>
      </w:r>
      <w:r>
        <w:tab/>
        <w:t>The amount required to purchase the annuity is $301,010.58.</w:t>
      </w:r>
    </w:p>
    <w:p w:rsidR="008063A3" w:rsidRDefault="008063A3" w:rsidP="008063A3">
      <w:pPr>
        <w:pStyle w:val="ISM"/>
      </w:pPr>
      <w:r>
        <w:lastRenderedPageBreak/>
        <w:tab/>
        <w:t>27.</w:t>
      </w:r>
      <w:r>
        <w:tab/>
      </w:r>
      <w:proofErr w:type="gramStart"/>
      <w:r>
        <w:t>At</w:t>
      </w:r>
      <w:proofErr w:type="gramEnd"/>
      <w:r>
        <w:t xml:space="preserve"> a focal date at 25 years from now,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the RRSP contributions = </w:t>
      </w:r>
      <w:r>
        <w:rPr>
          <w:rFonts w:ascii="Times New Roman" w:hAnsi="Times New Roman"/>
          <w:i/>
        </w:rPr>
        <w:t>PV</w:t>
      </w:r>
      <w:r>
        <w:t xml:space="preserve"> of the annuity payments</w:t>
      </w:r>
    </w:p>
    <w:p w:rsidR="008063A3" w:rsidRDefault="008063A3" w:rsidP="008063A3">
      <w:pPr>
        <w:pStyle w:val="ISM"/>
      </w:pPr>
      <w:r>
        <w:tab/>
      </w:r>
      <w:r>
        <w:tab/>
        <w:t>Both cash flow streams are simple annuities due.</w:t>
      </w:r>
    </w:p>
    <w:p w:rsidR="008063A3" w:rsidRDefault="008063A3" w:rsidP="008063A3">
      <w:pPr>
        <w:pStyle w:val="ISM"/>
      </w:pPr>
      <w:r>
        <w:tab/>
      </w:r>
      <w:r>
        <w:tab/>
        <w:t xml:space="preserve">For the RRSP contributions, </w:t>
      </w:r>
      <w:r>
        <w:rPr>
          <w:rFonts w:ascii="Times New Roman" w:hAnsi="Times New Roman"/>
          <w:i/>
        </w:rPr>
        <w:t>PMT</w:t>
      </w:r>
      <w:r>
        <w:t xml:space="preserve"> = $2500, </w:t>
      </w:r>
      <w:r>
        <w:rPr>
          <w:rFonts w:ascii="Times New Roman" w:hAnsi="Times New Roman"/>
          <w:i/>
        </w:rPr>
        <w:t>n</w:t>
      </w:r>
      <w:r>
        <w:t xml:space="preserve"> = 50,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6"/>
        </w:rPr>
        <w:object w:dxaOrig="380" w:dyaOrig="440">
          <v:shape id="_x0000_i1401" type="#_x0000_t75" style="width:18.4pt;height:21.75pt" o:ole="" fillcolor="window">
            <v:imagedata r:id="rId396" o:title=""/>
          </v:shape>
          <o:OLEObject Type="Embed" ProgID="Equation.3" ShapeID="_x0000_i1401" DrawAspect="Content" ObjectID="_1654987406" r:id="rId684"/>
        </w:object>
      </w:r>
      <w:r>
        <w:t xml:space="preserve"> = 4%, and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  <w:spacing w:val="-2"/>
        </w:rPr>
        <w:t>FV</w:t>
      </w:r>
      <w:r>
        <w:rPr>
          <w:spacing w:val="-2"/>
        </w:rPr>
        <w:t>(</w:t>
      </w:r>
      <w:proofErr w:type="gramEnd"/>
      <w:r>
        <w:rPr>
          <w:spacing w:val="-2"/>
        </w:rPr>
        <w:t xml:space="preserve">due) </w:t>
      </w:r>
      <w:r>
        <w:t>= $2500</w:t>
      </w:r>
      <w:r w:rsidRPr="007E02FE">
        <w:rPr>
          <w:position w:val="-34"/>
        </w:rPr>
        <w:object w:dxaOrig="1280" w:dyaOrig="780">
          <v:shape id="_x0000_i1402" type="#_x0000_t75" style="width:63.65pt;height:37.65pt" o:ole="" fillcolor="window">
            <v:imagedata r:id="rId685" o:title=""/>
          </v:shape>
          <o:OLEObject Type="Embed" ProgID="Equation.3" ShapeID="_x0000_i1402" DrawAspect="Content" ObjectID="_1654987407" r:id="rId686"/>
        </w:object>
      </w:r>
      <w:r>
        <w:t>(1.04) = $396,934.42</w:t>
      </w:r>
    </w:p>
    <w:p w:rsidR="008063A3" w:rsidRDefault="008063A3" w:rsidP="008063A3">
      <w:pPr>
        <w:pStyle w:val="ISM"/>
      </w:pPr>
      <w:r>
        <w:tab/>
      </w:r>
      <w:r>
        <w:tab/>
        <w:t xml:space="preserve">For the income annuity, </w:t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due) = $396,934.42, </w:t>
      </w:r>
      <w:r>
        <w:rPr>
          <w:rFonts w:ascii="Times New Roman" w:hAnsi="Times New Roman"/>
          <w:i/>
        </w:rPr>
        <w:t>PMT</w:t>
      </w:r>
      <w:r>
        <w:t xml:space="preserve"> = $2500,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E02FE">
        <w:rPr>
          <w:position w:val="-14"/>
        </w:rPr>
        <w:object w:dxaOrig="480" w:dyaOrig="400">
          <v:shape id="_x0000_i1403" type="#_x0000_t75" style="width:23.45pt;height:20.95pt" o:ole="" fillcolor="window">
            <v:imagedata r:id="rId687" o:title=""/>
          </v:shape>
          <o:OLEObject Type="Embed" ProgID="Equation.3" ShapeID="_x0000_i1403" DrawAspect="Content" ObjectID="_1654987408" r:id="rId688"/>
        </w:object>
      </w:r>
      <w:r>
        <w:t xml:space="preserve"> = 0.425%.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r>
        <w:tab/>
      </w:r>
      <w:r w:rsidRPr="007E02FE">
        <w:rPr>
          <w:spacing w:val="-2"/>
          <w:position w:val="-28"/>
        </w:rPr>
        <w:object w:dxaOrig="2680" w:dyaOrig="1020">
          <v:shape id="_x0000_i1404" type="#_x0000_t75" style="width:133.1pt;height:51.05pt" o:ole="" fillcolor="window">
            <v:imagedata r:id="rId689" o:title=""/>
          </v:shape>
          <o:OLEObject Type="Embed" ProgID="Equation.3" ShapeID="_x0000_i1404" DrawAspect="Content" ObjectID="_1654987409" r:id="rId690"/>
        </w:object>
      </w:r>
      <w:r>
        <w:t xml:space="preserve"> = </w:t>
      </w:r>
      <w:r w:rsidR="00EF7739" w:rsidRPr="00EF7739">
        <w:rPr>
          <w:spacing w:val="-2"/>
          <w:position w:val="-32"/>
        </w:rPr>
        <w:object w:dxaOrig="3180" w:dyaOrig="1060">
          <v:shape id="_x0000_i1405" type="#_x0000_t75" style="width:159.05pt;height:53.6pt" o:ole="" fillcolor="window">
            <v:imagedata r:id="rId691" o:title=""/>
          </v:shape>
          <o:OLEObject Type="Embed" ProgID="Equation.3" ShapeID="_x0000_i1405" DrawAspect="Content" ObjectID="_1654987410" r:id="rId692"/>
        </w:object>
      </w:r>
      <w:r>
        <w:rPr>
          <w:spacing w:val="-2"/>
        </w:rPr>
        <w:t xml:space="preserve"> = 262.80</w:t>
      </w:r>
    </w:p>
    <w:p w:rsidR="008063A3" w:rsidRDefault="008063A3" w:rsidP="008063A3">
      <w:pPr>
        <w:pStyle w:val="ISM"/>
      </w:pPr>
      <w:r>
        <w:tab/>
      </w:r>
      <w:r>
        <w:tab/>
        <w:t>The annuity will deliver 263 payments with the last payment occurring 262 months</w:t>
      </w:r>
    </w:p>
    <w:p w:rsidR="008063A3" w:rsidRDefault="008063A3" w:rsidP="008063A3">
      <w:pPr>
        <w:pStyle w:val="ISM"/>
        <w:spacing w:after="240"/>
      </w:pPr>
      <w:r>
        <w:tab/>
      </w:r>
      <w:r>
        <w:tab/>
        <w:t xml:space="preserve">or </w:t>
      </w:r>
      <w:r w:rsidR="00EF7739">
        <w:rPr>
          <w:u w:val="double"/>
        </w:rPr>
        <w:t xml:space="preserve">21 </w:t>
      </w:r>
      <w:r>
        <w:rPr>
          <w:u w:val="double"/>
        </w:rPr>
        <w:t>years and 10 months</w:t>
      </w:r>
      <w:r>
        <w:t xml:space="preserve"> after the start of the annuity.</w:t>
      </w:r>
    </w:p>
    <w:p w:rsidR="008063A3" w:rsidRDefault="008063A3" w:rsidP="008063A3">
      <w:pPr>
        <w:pStyle w:val="ISMab"/>
      </w:pPr>
    </w:p>
    <w:p w:rsidR="008063A3" w:rsidRDefault="008063A3" w:rsidP="008063A3">
      <w:pPr>
        <w:pStyle w:val="ISM"/>
      </w:pPr>
      <w:r>
        <w:tab/>
        <w:t>29.</w:t>
      </w:r>
      <w:r>
        <w:tab/>
        <w:t>The implied interest rate is the discount rate that makes the present value of four</w:t>
      </w:r>
    </w:p>
    <w:p w:rsidR="008063A3" w:rsidRDefault="008063A3" w:rsidP="008063A3">
      <w:pPr>
        <w:pStyle w:val="ISM"/>
      </w:pPr>
      <w:r>
        <w:tab/>
      </w:r>
      <w:r>
        <w:tab/>
        <w:t>3-month memberships equal to the price of a one-year membership.</w:t>
      </w:r>
    </w:p>
    <w:p w:rsidR="008063A3" w:rsidRDefault="002043E3" w:rsidP="00366831">
      <w:pPr>
        <w:pStyle w:val="ISM"/>
        <w:ind w:left="540"/>
      </w:pPr>
      <w:r>
        <w:rPr>
          <w:noProof/>
          <w:lang w:val="en-US"/>
        </w:rPr>
        <w:pict>
          <v:shape id="_x0000_s1108" type="#_x0000_t61" style="position:absolute;left:0;text-align:left;margin-left:337.05pt;margin-top:3.05pt;width:128.8pt;height:148.4pt;z-index:-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" adj="-3127,8302" fillcolor="#cff">
            <v:fill opacity="25443f"/>
            <v:textbox inset="3.6pt,,3.6pt">
              <w:txbxContent>
                <w:p w:rsidR="00466CD8" w:rsidRDefault="00466CD8" w:rsidP="00C101D1">
                  <w:pPr>
                    <w:jc w:val="center"/>
                    <w:rPr>
                      <w:rFonts w:cs="Arial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BGN mode</w:t>
                  </w:r>
                </w:p>
                <w:p w:rsidR="00466CD8" w:rsidRDefault="00466CD8" w:rsidP="00C101D1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C101D1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C101D1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C101D1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C101D1">
                  <w:pPr>
                    <w:spacing w:line="320" w:lineRule="exact"/>
                    <w:ind w:right="42"/>
                    <w:jc w:val="right"/>
                  </w:pPr>
                  <w:r>
                    <w:t xml:space="preserve">160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C101D1">
                  <w:pPr>
                    <w:spacing w:line="320" w:lineRule="exact"/>
                    <w:ind w:right="42"/>
                    <w:jc w:val="right"/>
                  </w:pPr>
                  <w:r>
                    <w:t xml:space="preserve">500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Default="00466CD8" w:rsidP="00C101D1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466CD8" w:rsidRPr="000E3959" w:rsidRDefault="00466CD8" w:rsidP="00C101D1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:103.54 </w:t>
                  </w:r>
                </w:p>
              </w:txbxContent>
            </v:textbox>
            <w10:wrap type="square"/>
          </v:shape>
        </w:pict>
      </w:r>
      <w:r w:rsidR="008063A3">
        <w:t xml:space="preserve">Substitute </w:t>
      </w:r>
      <w:proofErr w:type="gramStart"/>
      <w:r w:rsidR="008063A3">
        <w:rPr>
          <w:rFonts w:ascii="Times New Roman" w:hAnsi="Times New Roman"/>
          <w:i/>
        </w:rPr>
        <w:t>PV</w:t>
      </w:r>
      <w:r w:rsidR="008063A3">
        <w:t>(</w:t>
      </w:r>
      <w:proofErr w:type="gramEnd"/>
      <w:r w:rsidR="008063A3">
        <w:t xml:space="preserve">due) = $500, </w:t>
      </w:r>
      <w:r w:rsidR="008063A3">
        <w:rPr>
          <w:rFonts w:ascii="Times New Roman" w:hAnsi="Times New Roman"/>
          <w:i/>
        </w:rPr>
        <w:t>n</w:t>
      </w:r>
      <w:r w:rsidR="008063A3">
        <w:t xml:space="preserve"> = 4, and </w:t>
      </w:r>
      <w:r w:rsidR="008063A3">
        <w:rPr>
          <w:rFonts w:ascii="Times New Roman" w:hAnsi="Times New Roman"/>
          <w:i/>
        </w:rPr>
        <w:t>PMT</w:t>
      </w:r>
      <w:r w:rsidR="008063A3">
        <w:t xml:space="preserve"> = $160 into formula (</w:t>
      </w:r>
      <w:r w:rsidR="00434443">
        <w:t>13</w:t>
      </w:r>
      <w:r w:rsidR="008063A3">
        <w:t>-2)</w:t>
      </w:r>
      <w:r w:rsidR="00C101D1">
        <w:t xml:space="preserve"> or use the calculator TVM function</w:t>
      </w:r>
      <w:r w:rsidR="008063A3">
        <w:t xml:space="preserve">. Solve for </w:t>
      </w:r>
      <w:proofErr w:type="spellStart"/>
      <w:r w:rsidR="008063A3">
        <w:rPr>
          <w:rFonts w:ascii="Times New Roman" w:hAnsi="Times New Roman"/>
          <w:i/>
        </w:rPr>
        <w:t>i</w:t>
      </w:r>
      <w:proofErr w:type="spellEnd"/>
      <w:r w:rsidR="008063A3">
        <w:t xml:space="preserve"> using</w:t>
      </w:r>
      <w:r w:rsidR="00C101D1">
        <w:t xml:space="preserve"> </w:t>
      </w:r>
      <w:r w:rsidR="008063A3">
        <w:t xml:space="preserve">the trial-and-error method of Appendix 11B. We obtain </w:t>
      </w:r>
      <w:proofErr w:type="spellStart"/>
      <w:r w:rsidR="008063A3">
        <w:rPr>
          <w:rFonts w:ascii="Times New Roman" w:hAnsi="Times New Roman"/>
          <w:i/>
        </w:rPr>
        <w:t>i</w:t>
      </w:r>
      <w:proofErr w:type="spellEnd"/>
      <w:r w:rsidR="008063A3">
        <w:t xml:space="preserve"> = 19.443% per quarter. Then</w:t>
      </w:r>
    </w:p>
    <w:p w:rsidR="008063A3" w:rsidRDefault="008063A3" w:rsidP="008063A3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 w:rsidRPr="007E02FE">
        <w:rPr>
          <w:position w:val="-10"/>
        </w:rPr>
        <w:object w:dxaOrig="1440" w:dyaOrig="380">
          <v:shape id="_x0000_i1406" type="#_x0000_t75" style="width:1in;height:18.4pt" o:ole="" fillcolor="window">
            <v:imagedata r:id="rId693" o:title=""/>
          </v:shape>
          <o:OLEObject Type="Embed" ProgID="Equation.3" ShapeID="_x0000_i1406" DrawAspect="Content" ObjectID="_1654987411" r:id="rId694"/>
        </w:object>
      </w:r>
      <w:r>
        <w:t xml:space="preserve"> = </w:t>
      </w:r>
      <w:r w:rsidRPr="00306571">
        <w:rPr>
          <w:position w:val="-10"/>
        </w:rPr>
        <w:object w:dxaOrig="1060" w:dyaOrig="360">
          <v:shape id="_x0000_i1407" type="#_x0000_t75" style="width:53.6pt;height:18.4pt" o:ole="" fillcolor="window">
            <v:imagedata r:id="rId695" o:title=""/>
          </v:shape>
          <o:OLEObject Type="Embed" ProgID="Equation.3" ShapeID="_x0000_i1407" DrawAspect="Content" ObjectID="_1654987412" r:id="rId696"/>
        </w:object>
      </w:r>
      <w:r>
        <w:t xml:space="preserve">– 1 = </w:t>
      </w:r>
      <w:r>
        <w:rPr>
          <w:u w:val="double"/>
        </w:rPr>
        <w:t>103.54%</w:t>
      </w:r>
    </w:p>
    <w:p w:rsidR="008063A3" w:rsidRDefault="008063A3" w:rsidP="008063A3">
      <w:pPr>
        <w:pStyle w:val="ISM"/>
        <w:spacing w:after="120"/>
        <w:rPr>
          <w:b/>
          <w:i/>
          <w:sz w:val="24"/>
        </w:rPr>
      </w:pPr>
    </w:p>
    <w:p w:rsidR="00A30043" w:rsidRDefault="00A30043" w:rsidP="008063A3">
      <w:pPr>
        <w:pStyle w:val="ISM"/>
        <w:spacing w:after="120"/>
        <w:rPr>
          <w:b/>
          <w:i/>
          <w:sz w:val="24"/>
        </w:rPr>
      </w:pPr>
    </w:p>
    <w:p w:rsidR="00A30043" w:rsidRDefault="00A30043" w:rsidP="008063A3">
      <w:pPr>
        <w:pStyle w:val="ISM"/>
        <w:spacing w:after="120"/>
        <w:rPr>
          <w:b/>
          <w:i/>
          <w:sz w:val="24"/>
        </w:rPr>
      </w:pPr>
    </w:p>
    <w:p w:rsidR="00A30043" w:rsidRDefault="00A30043" w:rsidP="008063A3">
      <w:pPr>
        <w:pStyle w:val="ISM"/>
        <w:spacing w:after="120"/>
        <w:rPr>
          <w:b/>
          <w:i/>
          <w:sz w:val="24"/>
        </w:rPr>
      </w:pPr>
    </w:p>
    <w:p w:rsidR="00A30043" w:rsidRDefault="00A30043" w:rsidP="008063A3">
      <w:pPr>
        <w:pStyle w:val="ISM"/>
        <w:spacing w:after="120"/>
        <w:rPr>
          <w:b/>
          <w:i/>
          <w:sz w:val="24"/>
        </w:rPr>
      </w:pPr>
    </w:p>
    <w:p w:rsidR="008063A3" w:rsidRDefault="008063A3" w:rsidP="008063A3">
      <w:pPr>
        <w:pStyle w:val="ISM"/>
        <w:spacing w:after="120"/>
        <w:rPr>
          <w:b/>
          <w:sz w:val="24"/>
        </w:rPr>
      </w:pPr>
      <w:proofErr w:type="gramStart"/>
      <w:r>
        <w:rPr>
          <w:b/>
          <w:sz w:val="24"/>
        </w:rPr>
        <w:t>Case  (</w:t>
      </w:r>
      <w:proofErr w:type="gramEnd"/>
      <w:r>
        <w:rPr>
          <w:b/>
          <w:sz w:val="24"/>
        </w:rPr>
        <w:t xml:space="preserve">Chapter </w:t>
      </w:r>
      <w:r w:rsidR="00170960">
        <w:rPr>
          <w:b/>
          <w:sz w:val="24"/>
        </w:rPr>
        <w:t>13</w:t>
      </w:r>
      <w:r>
        <w:rPr>
          <w:b/>
          <w:sz w:val="24"/>
        </w:rPr>
        <w:t>)</w:t>
      </w:r>
    </w:p>
    <w:p w:rsidR="008063A3" w:rsidRDefault="008063A3" w:rsidP="008063A3">
      <w:pPr>
        <w:pStyle w:val="ISM"/>
        <w:spacing w:after="60"/>
        <w:rPr>
          <w:b/>
          <w:i/>
        </w:rPr>
      </w:pPr>
      <w:r>
        <w:rPr>
          <w:b/>
          <w:i/>
        </w:rPr>
        <w:t>A “Lotto” Money</w:t>
      </w:r>
    </w:p>
    <w:p w:rsidR="008063A3" w:rsidRDefault="008063A3" w:rsidP="008063A3">
      <w:pPr>
        <w:pStyle w:val="ISM"/>
        <w:ind w:left="547" w:hanging="547"/>
      </w:pPr>
      <w:r>
        <w:tab/>
        <w:t>1.</w:t>
      </w:r>
      <w:r>
        <w:tab/>
        <w:t>Nominal sum = 30($</w:t>
      </w:r>
      <w:r w:rsidR="008B1610">
        <w:t>24,946,667</w:t>
      </w:r>
      <w:r>
        <w:t xml:space="preserve">) = </w:t>
      </w:r>
      <w:r>
        <w:rPr>
          <w:u w:val="double"/>
        </w:rPr>
        <w:t>$</w:t>
      </w:r>
      <w:r w:rsidR="008B1610">
        <w:rPr>
          <w:u w:val="double"/>
        </w:rPr>
        <w:t>748,400,010</w:t>
      </w:r>
      <w:r>
        <w:t xml:space="preserve">. </w:t>
      </w:r>
    </w:p>
    <w:p w:rsidR="008063A3" w:rsidRDefault="008063A3" w:rsidP="008063A3">
      <w:pPr>
        <w:pStyle w:val="ISM"/>
        <w:spacing w:after="180"/>
        <w:ind w:left="547" w:hanging="547"/>
      </w:pPr>
      <w:r>
        <w:tab/>
      </w:r>
      <w:r>
        <w:tab/>
        <w:t>When Powerball reports a $</w:t>
      </w:r>
      <w:r w:rsidR="008B1610">
        <w:t>748.4</w:t>
      </w:r>
      <w:r>
        <w:t xml:space="preserve"> million jackpot, most people will think of it in terms of </w:t>
      </w:r>
      <w:r>
        <w:rPr>
          <w:i/>
          <w:iCs/>
        </w:rPr>
        <w:t>current</w:t>
      </w:r>
      <w:r>
        <w:t xml:space="preserve"> dollars. Therefore, it is misleading to promote this figure, particularly when the prize’s cash value (</w:t>
      </w:r>
      <w:r>
        <w:rPr>
          <w:rFonts w:cs="Arial"/>
          <w:iCs/>
        </w:rPr>
        <w:t>$</w:t>
      </w:r>
      <w:r w:rsidR="008B1610">
        <w:rPr>
          <w:rFonts w:cs="Arial"/>
          <w:iCs/>
        </w:rPr>
        <w:t>477</w:t>
      </w:r>
      <w:r>
        <w:rPr>
          <w:rFonts w:cs="Arial"/>
          <w:iCs/>
        </w:rPr>
        <w:t xml:space="preserve"> million) is known.</w:t>
      </w:r>
    </w:p>
    <w:p w:rsidR="008063A3" w:rsidRDefault="008063A3" w:rsidP="008063A3">
      <w:pPr>
        <w:pStyle w:val="ISM"/>
      </w:pPr>
      <w:r>
        <w:tab/>
        <w:t>3.</w:t>
      </w:r>
      <w:r>
        <w:tab/>
        <w:t>With</w:t>
      </w:r>
      <w:r>
        <w:rPr>
          <w:rFonts w:cs="Arial"/>
          <w:iCs/>
        </w:rPr>
        <w:t xml:space="preserve"> </w:t>
      </w:r>
      <w:r>
        <w:rPr>
          <w:rFonts w:ascii="Times New Roman" w:hAnsi="Times New Roman"/>
          <w:i/>
        </w:rPr>
        <w:t>PMT</w:t>
      </w:r>
      <w:r>
        <w:rPr>
          <w:rFonts w:cs="Arial"/>
          <w:iCs/>
        </w:rPr>
        <w:t xml:space="preserve"> = </w:t>
      </w:r>
      <w:r>
        <w:t>$</w:t>
      </w:r>
      <w:r w:rsidR="00C22DE8">
        <w:t>24,946,700</w:t>
      </w:r>
      <w:r>
        <w:t xml:space="preserve">, </w:t>
      </w:r>
      <w:r>
        <w:rPr>
          <w:rFonts w:ascii="Times New Roman" w:hAnsi="Times New Roman"/>
          <w:i/>
        </w:rPr>
        <w:t>n</w:t>
      </w:r>
      <w:r>
        <w:rPr>
          <w:rFonts w:cs="Arial"/>
          <w:iCs/>
        </w:rPr>
        <w:t xml:space="preserve"> = 30, </w:t>
      </w:r>
      <w:r>
        <w:t xml:space="preserve">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rPr>
          <w:rFonts w:ascii="Times New Roman" w:hAnsi="Times New Roman"/>
          <w:i/>
        </w:rPr>
        <w:t xml:space="preserve"> </w:t>
      </w:r>
      <w:r>
        <w:t xml:space="preserve">= </w:t>
      </w:r>
      <w:r w:rsidRPr="00E81145">
        <w:rPr>
          <w:position w:val="-12"/>
        </w:rPr>
        <w:object w:dxaOrig="320" w:dyaOrig="360">
          <v:shape id="_x0000_i1408" type="#_x0000_t75" style="width:15.9pt;height:18.4pt" o:ole="" fillcolor="window">
            <v:imagedata r:id="rId697" o:title=""/>
          </v:shape>
          <o:OLEObject Type="Embed" ProgID="Equation.3" ShapeID="_x0000_i1408" DrawAspect="Content" ObjectID="_1654987413" r:id="rId698"/>
        </w:object>
      </w:r>
      <w:r>
        <w:t xml:space="preserve"> = 6%, the initial economic value is</w:t>
      </w:r>
    </w:p>
    <w:p w:rsidR="008063A3" w:rsidRDefault="008063A3" w:rsidP="008063A3">
      <w:pPr>
        <w:pStyle w:val="ISM"/>
      </w:pPr>
      <w:r>
        <w:tab/>
      </w:r>
      <w:r>
        <w:tab/>
      </w:r>
      <w:r>
        <w:tab/>
      </w:r>
      <w:proofErr w:type="gramStart"/>
      <w:r>
        <w:rPr>
          <w:rFonts w:ascii="Times New Roman" w:hAnsi="Times New Roman"/>
          <w:i/>
        </w:rPr>
        <w:t>PV</w:t>
      </w:r>
      <w:r>
        <w:rPr>
          <w:rFonts w:cs="Arial"/>
          <w:iCs/>
        </w:rPr>
        <w:t>(</w:t>
      </w:r>
      <w:proofErr w:type="gramEnd"/>
      <w:r>
        <w:rPr>
          <w:rFonts w:cs="Arial"/>
          <w:iCs/>
        </w:rPr>
        <w:t xml:space="preserve">due) = </w:t>
      </w:r>
      <w:r>
        <w:t>$</w:t>
      </w:r>
      <w:r w:rsidR="00C22DE8">
        <w:t>24,946,700</w:t>
      </w:r>
      <w:r w:rsidRPr="00E81145">
        <w:rPr>
          <w:position w:val="-30"/>
        </w:rPr>
        <w:object w:dxaOrig="1300" w:dyaOrig="720">
          <v:shape id="_x0000_i1409" type="#_x0000_t75" style="width:64.45pt;height:36pt" o:ole="" fillcolor="window">
            <v:imagedata r:id="rId699" o:title=""/>
          </v:shape>
          <o:OLEObject Type="Embed" ProgID="Equation.3" ShapeID="_x0000_i1409" DrawAspect="Content" ObjectID="_1654987414" r:id="rId700"/>
        </w:object>
      </w:r>
      <w:r>
        <w:t xml:space="preserve">(1.06) = </w:t>
      </w:r>
      <w:r>
        <w:rPr>
          <w:u w:val="double"/>
        </w:rPr>
        <w:t>$</w:t>
      </w:r>
      <w:r w:rsidR="00C22DE8">
        <w:rPr>
          <w:u w:val="double"/>
        </w:rPr>
        <w:t>363,990,340</w:t>
      </w:r>
    </w:p>
    <w:p w:rsidR="008063A3" w:rsidRDefault="008063A3" w:rsidP="008063A3">
      <w:pPr>
        <w:pStyle w:val="ISM"/>
        <w:spacing w:after="120" w:line="360" w:lineRule="auto"/>
      </w:pPr>
      <w:r>
        <w:tab/>
      </w:r>
      <w:r>
        <w:tab/>
        <w:t xml:space="preserve">In this case, </w:t>
      </w:r>
      <w:r>
        <w:rPr>
          <w:u w:val="double"/>
        </w:rPr>
        <w:t>choose the lump payment option</w:t>
      </w:r>
      <w:r>
        <w:t xml:space="preserve"> because it has the greater economic value.</w:t>
      </w:r>
    </w:p>
    <w:p w:rsidR="008063A3" w:rsidRDefault="008063A3" w:rsidP="008063A3">
      <w:pPr>
        <w:pStyle w:val="ISM"/>
        <w:ind w:left="540" w:hanging="540"/>
      </w:pPr>
      <w:r>
        <w:tab/>
        <w:t>5.</w:t>
      </w:r>
      <w:r>
        <w:tab/>
        <w:t xml:space="preserve">As we saw in the answer to Question 1, MSLA reports the simple sum of the </w:t>
      </w:r>
      <w:r>
        <w:rPr>
          <w:i/>
          <w:iCs/>
        </w:rPr>
        <w:t>nominal</w:t>
      </w:r>
      <w:r>
        <w:t xml:space="preserve"> payments. For the 25-year annuity, this would be</w:t>
      </w:r>
    </w:p>
    <w:p w:rsidR="0081478B" w:rsidRDefault="008063A3" w:rsidP="00723EB6">
      <w:pPr>
        <w:pStyle w:val="ISM"/>
        <w:spacing w:after="60" w:line="360" w:lineRule="auto"/>
        <w:ind w:left="1627"/>
        <w:rPr>
          <w:u w:val="double"/>
        </w:rPr>
        <w:sectPr w:rsidR="0081478B" w:rsidSect="00CD10FE">
          <w:footerReference w:type="even" r:id="rId701"/>
          <w:footerReference w:type="default" r:id="rId702"/>
          <w:pgSz w:w="12240" w:h="15840" w:code="1"/>
          <w:pgMar w:top="1080" w:right="1440" w:bottom="1080" w:left="1440" w:header="720" w:footer="720" w:gutter="0"/>
          <w:pgNumType w:start="227"/>
          <w:cols w:space="720"/>
        </w:sectPr>
      </w:pPr>
      <w:r>
        <w:t>25($</w:t>
      </w:r>
      <w:r w:rsidR="00641605">
        <w:t>2</w:t>
      </w:r>
      <w:r w:rsidR="00C22DE8">
        <w:t>7,852,324</w:t>
      </w:r>
      <w:r>
        <w:t xml:space="preserve">) = </w:t>
      </w:r>
      <w:r>
        <w:rPr>
          <w:u w:val="double"/>
        </w:rPr>
        <w:t>$</w:t>
      </w:r>
      <w:r w:rsidR="00636273">
        <w:rPr>
          <w:u w:val="double"/>
        </w:rPr>
        <w:t>696,308,100</w:t>
      </w:r>
    </w:p>
    <w:p w:rsidR="005573C6" w:rsidRDefault="005573C6" w:rsidP="0081478B">
      <w:pPr>
        <w:pStyle w:val="ISM"/>
        <w:spacing w:after="60" w:line="360" w:lineRule="auto"/>
      </w:pPr>
    </w:p>
    <w:sectPr w:rsidR="005573C6" w:rsidSect="0081478B">
      <w:footerReference w:type="even" r:id="rId703"/>
      <w:type w:val="evenPage"/>
      <w:pgSz w:w="12240" w:h="15840" w:code="1"/>
      <w:pgMar w:top="1080" w:right="1440" w:bottom="1080" w:left="1440" w:header="720" w:footer="720" w:gutter="0"/>
      <w:pgNumType w:start="24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3E3" w:rsidRDefault="002043E3">
      <w:r>
        <w:separator/>
      </w:r>
    </w:p>
  </w:endnote>
  <w:endnote w:type="continuationSeparator" w:id="0">
    <w:p w:rsidR="002043E3" w:rsidRDefault="00204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T Symbol">
    <w:panose1 w:val="040004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CD8" w:rsidRDefault="00466CD8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b/>
        <w:i/>
      </w:rPr>
    </w:pP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 w:rsidR="00F07027">
      <w:rPr>
        <w:rStyle w:val="PageNumber"/>
        <w:b/>
        <w:noProof/>
      </w:rPr>
      <w:t>230</w:t>
    </w:r>
    <w:r>
      <w:rPr>
        <w:rStyle w:val="PageNumber"/>
        <w:b/>
      </w:rPr>
      <w:fldChar w:fldCharType="end"/>
    </w:r>
    <w:r>
      <w:rPr>
        <w:rStyle w:val="PageNumber"/>
        <w:b/>
      </w:rPr>
      <w:tab/>
    </w:r>
    <w:r>
      <w:rPr>
        <w:rStyle w:val="PageNumber"/>
        <w:b/>
      </w:rPr>
      <w:tab/>
    </w:r>
    <w:r>
      <w:rPr>
        <w:rStyle w:val="PageNumber"/>
        <w:b/>
        <w:i/>
      </w:rPr>
      <w:t>Business Mathematics in Canada, 10/e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CD8" w:rsidRDefault="00466CD8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b/>
        <w:i/>
      </w:rPr>
    </w:pPr>
    <w:r>
      <w:rPr>
        <w:b/>
        <w:i/>
      </w:rPr>
      <w:t>Chapter 13: Annuities Due</w:t>
    </w:r>
    <w:r>
      <w:rPr>
        <w:b/>
        <w:i/>
      </w:rPr>
      <w:tab/>
    </w:r>
    <w:r>
      <w:rPr>
        <w:b/>
        <w:i/>
      </w:rPr>
      <w:tab/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 w:rsidR="00F07027">
      <w:rPr>
        <w:rStyle w:val="PageNumber"/>
        <w:b/>
        <w:noProof/>
      </w:rPr>
      <w:t>229</w:t>
    </w:r>
    <w:r>
      <w:rPr>
        <w:rStyle w:val="PageNumber"/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78B" w:rsidRDefault="0081478B" w:rsidP="0081478B">
    <w:pPr>
      <w:pStyle w:val="Footer"/>
      <w:tabs>
        <w:tab w:val="clear" w:pos="8640"/>
        <w:tab w:val="right" w:pos="9270"/>
      </w:tabs>
      <w:rPr>
        <w:b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3E3" w:rsidRDefault="002043E3">
      <w:r>
        <w:separator/>
      </w:r>
    </w:p>
  </w:footnote>
  <w:footnote w:type="continuationSeparator" w:id="0">
    <w:p w:rsidR="002043E3" w:rsidRDefault="00204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172BD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"/>
  <w:drawingGridVerticalSpacing w:val="14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088"/>
    <w:rsid w:val="00000B84"/>
    <w:rsid w:val="00013BFB"/>
    <w:rsid w:val="00016DC4"/>
    <w:rsid w:val="0002296D"/>
    <w:rsid w:val="00026D65"/>
    <w:rsid w:val="00027DC2"/>
    <w:rsid w:val="000336D0"/>
    <w:rsid w:val="00033FFB"/>
    <w:rsid w:val="000507A2"/>
    <w:rsid w:val="00055B45"/>
    <w:rsid w:val="00055DD0"/>
    <w:rsid w:val="00057693"/>
    <w:rsid w:val="00062419"/>
    <w:rsid w:val="000800DE"/>
    <w:rsid w:val="00093A3C"/>
    <w:rsid w:val="000A2A39"/>
    <w:rsid w:val="000A74AD"/>
    <w:rsid w:val="000B509D"/>
    <w:rsid w:val="000C3D4C"/>
    <w:rsid w:val="000C53A0"/>
    <w:rsid w:val="000D046F"/>
    <w:rsid w:val="000D22D5"/>
    <w:rsid w:val="000E303D"/>
    <w:rsid w:val="000E3A8C"/>
    <w:rsid w:val="000F0035"/>
    <w:rsid w:val="000F3FF4"/>
    <w:rsid w:val="001165FF"/>
    <w:rsid w:val="00117223"/>
    <w:rsid w:val="00121DD2"/>
    <w:rsid w:val="00122057"/>
    <w:rsid w:val="00122D83"/>
    <w:rsid w:val="00123110"/>
    <w:rsid w:val="00124828"/>
    <w:rsid w:val="00134D5A"/>
    <w:rsid w:val="001419A2"/>
    <w:rsid w:val="00141F22"/>
    <w:rsid w:val="00143698"/>
    <w:rsid w:val="00145599"/>
    <w:rsid w:val="0016392A"/>
    <w:rsid w:val="001649B2"/>
    <w:rsid w:val="00170960"/>
    <w:rsid w:val="0017251D"/>
    <w:rsid w:val="00173B80"/>
    <w:rsid w:val="00174B35"/>
    <w:rsid w:val="00184DC3"/>
    <w:rsid w:val="001900B8"/>
    <w:rsid w:val="00192D6E"/>
    <w:rsid w:val="00194839"/>
    <w:rsid w:val="00195C27"/>
    <w:rsid w:val="001B5BDE"/>
    <w:rsid w:val="001B75F1"/>
    <w:rsid w:val="001C044B"/>
    <w:rsid w:val="001C43FC"/>
    <w:rsid w:val="001C7F50"/>
    <w:rsid w:val="001D1611"/>
    <w:rsid w:val="001D4200"/>
    <w:rsid w:val="001E7CB5"/>
    <w:rsid w:val="001F05B5"/>
    <w:rsid w:val="001F23EB"/>
    <w:rsid w:val="001F2B18"/>
    <w:rsid w:val="001F7EB1"/>
    <w:rsid w:val="002043E3"/>
    <w:rsid w:val="002046C0"/>
    <w:rsid w:val="00206EBC"/>
    <w:rsid w:val="002245AF"/>
    <w:rsid w:val="00224E4A"/>
    <w:rsid w:val="002347D9"/>
    <w:rsid w:val="002348AE"/>
    <w:rsid w:val="00237E9D"/>
    <w:rsid w:val="0024297A"/>
    <w:rsid w:val="002470A8"/>
    <w:rsid w:val="002553E5"/>
    <w:rsid w:val="002557D3"/>
    <w:rsid w:val="00265B82"/>
    <w:rsid w:val="00271002"/>
    <w:rsid w:val="0028162B"/>
    <w:rsid w:val="002903F6"/>
    <w:rsid w:val="00291285"/>
    <w:rsid w:val="0029213A"/>
    <w:rsid w:val="002925FB"/>
    <w:rsid w:val="002942F8"/>
    <w:rsid w:val="002A49D0"/>
    <w:rsid w:val="002A6BBD"/>
    <w:rsid w:val="002B175A"/>
    <w:rsid w:val="002C038F"/>
    <w:rsid w:val="002C278E"/>
    <w:rsid w:val="002C3710"/>
    <w:rsid w:val="002C58E7"/>
    <w:rsid w:val="002C69FD"/>
    <w:rsid w:val="002D522D"/>
    <w:rsid w:val="002E3DAA"/>
    <w:rsid w:val="0031019B"/>
    <w:rsid w:val="003101E9"/>
    <w:rsid w:val="00310711"/>
    <w:rsid w:val="00312503"/>
    <w:rsid w:val="0031525E"/>
    <w:rsid w:val="00321AA2"/>
    <w:rsid w:val="003244CE"/>
    <w:rsid w:val="00325AB0"/>
    <w:rsid w:val="00326A4E"/>
    <w:rsid w:val="00327502"/>
    <w:rsid w:val="00337089"/>
    <w:rsid w:val="00353B38"/>
    <w:rsid w:val="0036134F"/>
    <w:rsid w:val="0036554D"/>
    <w:rsid w:val="00366831"/>
    <w:rsid w:val="003713C9"/>
    <w:rsid w:val="0038527B"/>
    <w:rsid w:val="00385AC9"/>
    <w:rsid w:val="00393F5D"/>
    <w:rsid w:val="00395458"/>
    <w:rsid w:val="0039754C"/>
    <w:rsid w:val="003A6B3A"/>
    <w:rsid w:val="003B024D"/>
    <w:rsid w:val="003B2ADE"/>
    <w:rsid w:val="003C010F"/>
    <w:rsid w:val="003C1E51"/>
    <w:rsid w:val="003C2A80"/>
    <w:rsid w:val="003C2DAE"/>
    <w:rsid w:val="003C4036"/>
    <w:rsid w:val="003C43BC"/>
    <w:rsid w:val="003E46AB"/>
    <w:rsid w:val="003F2040"/>
    <w:rsid w:val="003F3218"/>
    <w:rsid w:val="003F5E03"/>
    <w:rsid w:val="003F6C19"/>
    <w:rsid w:val="003F6F13"/>
    <w:rsid w:val="003F7247"/>
    <w:rsid w:val="00400B96"/>
    <w:rsid w:val="00407F7C"/>
    <w:rsid w:val="00410CC5"/>
    <w:rsid w:val="00413DB5"/>
    <w:rsid w:val="004166AF"/>
    <w:rsid w:val="00417F93"/>
    <w:rsid w:val="0042243F"/>
    <w:rsid w:val="00427BEB"/>
    <w:rsid w:val="00434443"/>
    <w:rsid w:val="00436E47"/>
    <w:rsid w:val="004429BA"/>
    <w:rsid w:val="00442E13"/>
    <w:rsid w:val="0045013F"/>
    <w:rsid w:val="004515E2"/>
    <w:rsid w:val="0045271F"/>
    <w:rsid w:val="00457A9F"/>
    <w:rsid w:val="004659D9"/>
    <w:rsid w:val="00466CD8"/>
    <w:rsid w:val="00466E8A"/>
    <w:rsid w:val="004806C2"/>
    <w:rsid w:val="00481DE8"/>
    <w:rsid w:val="00485BF5"/>
    <w:rsid w:val="0049026B"/>
    <w:rsid w:val="004918FD"/>
    <w:rsid w:val="00491D0A"/>
    <w:rsid w:val="0049511F"/>
    <w:rsid w:val="004A0921"/>
    <w:rsid w:val="004A7B11"/>
    <w:rsid w:val="004B06F5"/>
    <w:rsid w:val="004B2A6D"/>
    <w:rsid w:val="004B2EF8"/>
    <w:rsid w:val="004C5F47"/>
    <w:rsid w:val="004C75F4"/>
    <w:rsid w:val="004D3101"/>
    <w:rsid w:val="004D6F47"/>
    <w:rsid w:val="004E2963"/>
    <w:rsid w:val="004E2F1B"/>
    <w:rsid w:val="004E3973"/>
    <w:rsid w:val="004E697D"/>
    <w:rsid w:val="004E79D7"/>
    <w:rsid w:val="004F09FC"/>
    <w:rsid w:val="004F4D10"/>
    <w:rsid w:val="004F5004"/>
    <w:rsid w:val="0050199A"/>
    <w:rsid w:val="005075CD"/>
    <w:rsid w:val="005101A6"/>
    <w:rsid w:val="0051643E"/>
    <w:rsid w:val="0052252B"/>
    <w:rsid w:val="00524766"/>
    <w:rsid w:val="00532063"/>
    <w:rsid w:val="00535794"/>
    <w:rsid w:val="00542A0C"/>
    <w:rsid w:val="00542DE2"/>
    <w:rsid w:val="0054489F"/>
    <w:rsid w:val="00546D45"/>
    <w:rsid w:val="00554B08"/>
    <w:rsid w:val="005573C6"/>
    <w:rsid w:val="005741DA"/>
    <w:rsid w:val="00576117"/>
    <w:rsid w:val="0057623C"/>
    <w:rsid w:val="00577946"/>
    <w:rsid w:val="00580712"/>
    <w:rsid w:val="00583BD2"/>
    <w:rsid w:val="00585232"/>
    <w:rsid w:val="00587AC7"/>
    <w:rsid w:val="0059104D"/>
    <w:rsid w:val="005935E2"/>
    <w:rsid w:val="005B7C90"/>
    <w:rsid w:val="005E4BAD"/>
    <w:rsid w:val="005E6159"/>
    <w:rsid w:val="005F29B5"/>
    <w:rsid w:val="005F4B7C"/>
    <w:rsid w:val="006017C2"/>
    <w:rsid w:val="006053E9"/>
    <w:rsid w:val="006109A5"/>
    <w:rsid w:val="00611206"/>
    <w:rsid w:val="00614632"/>
    <w:rsid w:val="00620F21"/>
    <w:rsid w:val="00621C0F"/>
    <w:rsid w:val="00627198"/>
    <w:rsid w:val="006279D9"/>
    <w:rsid w:val="00636273"/>
    <w:rsid w:val="00641605"/>
    <w:rsid w:val="006423CE"/>
    <w:rsid w:val="00644C7A"/>
    <w:rsid w:val="006503FF"/>
    <w:rsid w:val="00650EB4"/>
    <w:rsid w:val="0065367F"/>
    <w:rsid w:val="006646ED"/>
    <w:rsid w:val="006716B6"/>
    <w:rsid w:val="0067373B"/>
    <w:rsid w:val="00682258"/>
    <w:rsid w:val="0068556E"/>
    <w:rsid w:val="00685652"/>
    <w:rsid w:val="006A2811"/>
    <w:rsid w:val="006A4240"/>
    <w:rsid w:val="006B3551"/>
    <w:rsid w:val="006C2E68"/>
    <w:rsid w:val="006C39B2"/>
    <w:rsid w:val="006C4B3A"/>
    <w:rsid w:val="006C74A5"/>
    <w:rsid w:val="006D1BE4"/>
    <w:rsid w:val="006D1F2F"/>
    <w:rsid w:val="006D6247"/>
    <w:rsid w:val="006D769C"/>
    <w:rsid w:val="006D7774"/>
    <w:rsid w:val="006E01DC"/>
    <w:rsid w:val="006E149A"/>
    <w:rsid w:val="006E663B"/>
    <w:rsid w:val="006F17ED"/>
    <w:rsid w:val="006F490F"/>
    <w:rsid w:val="006F65D8"/>
    <w:rsid w:val="006F6881"/>
    <w:rsid w:val="0070165E"/>
    <w:rsid w:val="007020F2"/>
    <w:rsid w:val="007058B7"/>
    <w:rsid w:val="00710E60"/>
    <w:rsid w:val="00715B87"/>
    <w:rsid w:val="00723EB6"/>
    <w:rsid w:val="00724DFF"/>
    <w:rsid w:val="0073629C"/>
    <w:rsid w:val="007417A7"/>
    <w:rsid w:val="00741ED9"/>
    <w:rsid w:val="00742B27"/>
    <w:rsid w:val="00745153"/>
    <w:rsid w:val="007503C1"/>
    <w:rsid w:val="00750539"/>
    <w:rsid w:val="00751D97"/>
    <w:rsid w:val="007551B8"/>
    <w:rsid w:val="00767064"/>
    <w:rsid w:val="00767087"/>
    <w:rsid w:val="00770555"/>
    <w:rsid w:val="00773AE2"/>
    <w:rsid w:val="00774BA3"/>
    <w:rsid w:val="00781603"/>
    <w:rsid w:val="00793F7B"/>
    <w:rsid w:val="0079549E"/>
    <w:rsid w:val="007C48D4"/>
    <w:rsid w:val="007D5FE3"/>
    <w:rsid w:val="007D799D"/>
    <w:rsid w:val="007E02FE"/>
    <w:rsid w:val="007E4809"/>
    <w:rsid w:val="007E5025"/>
    <w:rsid w:val="007E50AC"/>
    <w:rsid w:val="007E69CD"/>
    <w:rsid w:val="007F60E1"/>
    <w:rsid w:val="00803746"/>
    <w:rsid w:val="00805439"/>
    <w:rsid w:val="008063A3"/>
    <w:rsid w:val="00806C98"/>
    <w:rsid w:val="0081478B"/>
    <w:rsid w:val="00815FA0"/>
    <w:rsid w:val="00823C25"/>
    <w:rsid w:val="0083244F"/>
    <w:rsid w:val="0083630A"/>
    <w:rsid w:val="008415F0"/>
    <w:rsid w:val="00844B38"/>
    <w:rsid w:val="00850864"/>
    <w:rsid w:val="00854B61"/>
    <w:rsid w:val="00862582"/>
    <w:rsid w:val="00867692"/>
    <w:rsid w:val="00872C24"/>
    <w:rsid w:val="00877909"/>
    <w:rsid w:val="0088133A"/>
    <w:rsid w:val="00883924"/>
    <w:rsid w:val="008845C9"/>
    <w:rsid w:val="00890C6F"/>
    <w:rsid w:val="008928F4"/>
    <w:rsid w:val="00893F00"/>
    <w:rsid w:val="00894D82"/>
    <w:rsid w:val="00896D1B"/>
    <w:rsid w:val="008A2A51"/>
    <w:rsid w:val="008A65FD"/>
    <w:rsid w:val="008A6732"/>
    <w:rsid w:val="008B0656"/>
    <w:rsid w:val="008B1610"/>
    <w:rsid w:val="008B6538"/>
    <w:rsid w:val="008C0D87"/>
    <w:rsid w:val="008C7CC7"/>
    <w:rsid w:val="008D031D"/>
    <w:rsid w:val="008D5934"/>
    <w:rsid w:val="008D5A00"/>
    <w:rsid w:val="008E49B9"/>
    <w:rsid w:val="008E6A62"/>
    <w:rsid w:val="008E6C9C"/>
    <w:rsid w:val="008F7B32"/>
    <w:rsid w:val="00900AE8"/>
    <w:rsid w:val="00900E9E"/>
    <w:rsid w:val="009038ED"/>
    <w:rsid w:val="009079F3"/>
    <w:rsid w:val="00914097"/>
    <w:rsid w:val="0093177A"/>
    <w:rsid w:val="00937096"/>
    <w:rsid w:val="009410AC"/>
    <w:rsid w:val="00944C82"/>
    <w:rsid w:val="00951DF6"/>
    <w:rsid w:val="00953C8E"/>
    <w:rsid w:val="009540AA"/>
    <w:rsid w:val="00961221"/>
    <w:rsid w:val="00961722"/>
    <w:rsid w:val="00962974"/>
    <w:rsid w:val="00977EDC"/>
    <w:rsid w:val="009801CC"/>
    <w:rsid w:val="009809BC"/>
    <w:rsid w:val="00982E0F"/>
    <w:rsid w:val="00983E3C"/>
    <w:rsid w:val="009A2B14"/>
    <w:rsid w:val="009A3E9F"/>
    <w:rsid w:val="009A4A34"/>
    <w:rsid w:val="009B35D9"/>
    <w:rsid w:val="009B3F2F"/>
    <w:rsid w:val="009B43FD"/>
    <w:rsid w:val="009C1009"/>
    <w:rsid w:val="009C48E9"/>
    <w:rsid w:val="009D5F5C"/>
    <w:rsid w:val="009E5AF3"/>
    <w:rsid w:val="009F49AD"/>
    <w:rsid w:val="009F57CD"/>
    <w:rsid w:val="009F675E"/>
    <w:rsid w:val="009F75AA"/>
    <w:rsid w:val="00A050D2"/>
    <w:rsid w:val="00A103EC"/>
    <w:rsid w:val="00A11265"/>
    <w:rsid w:val="00A1250B"/>
    <w:rsid w:val="00A262E8"/>
    <w:rsid w:val="00A2745F"/>
    <w:rsid w:val="00A30043"/>
    <w:rsid w:val="00A31F15"/>
    <w:rsid w:val="00A3516A"/>
    <w:rsid w:val="00A40CB8"/>
    <w:rsid w:val="00A41766"/>
    <w:rsid w:val="00A43209"/>
    <w:rsid w:val="00A46738"/>
    <w:rsid w:val="00A5091E"/>
    <w:rsid w:val="00A60685"/>
    <w:rsid w:val="00A608BA"/>
    <w:rsid w:val="00A64DB2"/>
    <w:rsid w:val="00A74179"/>
    <w:rsid w:val="00A81537"/>
    <w:rsid w:val="00A838FE"/>
    <w:rsid w:val="00A873AC"/>
    <w:rsid w:val="00A9459F"/>
    <w:rsid w:val="00AA07D2"/>
    <w:rsid w:val="00AA4858"/>
    <w:rsid w:val="00AA779A"/>
    <w:rsid w:val="00AB4371"/>
    <w:rsid w:val="00AC063E"/>
    <w:rsid w:val="00AC79FD"/>
    <w:rsid w:val="00AD28D0"/>
    <w:rsid w:val="00AE1EBD"/>
    <w:rsid w:val="00AE2A64"/>
    <w:rsid w:val="00AE37DD"/>
    <w:rsid w:val="00AE4190"/>
    <w:rsid w:val="00AE7517"/>
    <w:rsid w:val="00AF1E8C"/>
    <w:rsid w:val="00AF575B"/>
    <w:rsid w:val="00AF5791"/>
    <w:rsid w:val="00B0679F"/>
    <w:rsid w:val="00B07A46"/>
    <w:rsid w:val="00B10770"/>
    <w:rsid w:val="00B1642E"/>
    <w:rsid w:val="00B249A1"/>
    <w:rsid w:val="00B27E20"/>
    <w:rsid w:val="00B31069"/>
    <w:rsid w:val="00B35364"/>
    <w:rsid w:val="00B377B0"/>
    <w:rsid w:val="00B407B9"/>
    <w:rsid w:val="00B46982"/>
    <w:rsid w:val="00B52301"/>
    <w:rsid w:val="00B52F85"/>
    <w:rsid w:val="00B57048"/>
    <w:rsid w:val="00B60437"/>
    <w:rsid w:val="00B66BAB"/>
    <w:rsid w:val="00B72704"/>
    <w:rsid w:val="00B72BD7"/>
    <w:rsid w:val="00B733F4"/>
    <w:rsid w:val="00B84411"/>
    <w:rsid w:val="00B85567"/>
    <w:rsid w:val="00B859B9"/>
    <w:rsid w:val="00B936A3"/>
    <w:rsid w:val="00BA0088"/>
    <w:rsid w:val="00BA7C98"/>
    <w:rsid w:val="00BB2C7A"/>
    <w:rsid w:val="00BB3819"/>
    <w:rsid w:val="00BB3E67"/>
    <w:rsid w:val="00BB43A2"/>
    <w:rsid w:val="00BB57AB"/>
    <w:rsid w:val="00BC238E"/>
    <w:rsid w:val="00BC5E02"/>
    <w:rsid w:val="00BD6BD5"/>
    <w:rsid w:val="00BE52D3"/>
    <w:rsid w:val="00BE5495"/>
    <w:rsid w:val="00BE5B5E"/>
    <w:rsid w:val="00BE7381"/>
    <w:rsid w:val="00BF4309"/>
    <w:rsid w:val="00BF4E58"/>
    <w:rsid w:val="00BF741B"/>
    <w:rsid w:val="00C043D2"/>
    <w:rsid w:val="00C101D1"/>
    <w:rsid w:val="00C1529A"/>
    <w:rsid w:val="00C16CBE"/>
    <w:rsid w:val="00C22DE8"/>
    <w:rsid w:val="00C31E43"/>
    <w:rsid w:val="00C40A10"/>
    <w:rsid w:val="00C44FAA"/>
    <w:rsid w:val="00C50138"/>
    <w:rsid w:val="00C50A84"/>
    <w:rsid w:val="00C514F7"/>
    <w:rsid w:val="00C5532C"/>
    <w:rsid w:val="00C55FEA"/>
    <w:rsid w:val="00C61636"/>
    <w:rsid w:val="00C80B93"/>
    <w:rsid w:val="00C83A97"/>
    <w:rsid w:val="00C85367"/>
    <w:rsid w:val="00C86BEC"/>
    <w:rsid w:val="00C91B2E"/>
    <w:rsid w:val="00C953E9"/>
    <w:rsid w:val="00CA1299"/>
    <w:rsid w:val="00CA30BC"/>
    <w:rsid w:val="00CA3F23"/>
    <w:rsid w:val="00CA40EC"/>
    <w:rsid w:val="00CA4A27"/>
    <w:rsid w:val="00CB0EDF"/>
    <w:rsid w:val="00CB4216"/>
    <w:rsid w:val="00CC282C"/>
    <w:rsid w:val="00CC5869"/>
    <w:rsid w:val="00CC5BFE"/>
    <w:rsid w:val="00CD10FE"/>
    <w:rsid w:val="00CD482D"/>
    <w:rsid w:val="00CE16C6"/>
    <w:rsid w:val="00CE6442"/>
    <w:rsid w:val="00CE752C"/>
    <w:rsid w:val="00D1461C"/>
    <w:rsid w:val="00D16C53"/>
    <w:rsid w:val="00D21C14"/>
    <w:rsid w:val="00D3172C"/>
    <w:rsid w:val="00D33376"/>
    <w:rsid w:val="00D60110"/>
    <w:rsid w:val="00D60D58"/>
    <w:rsid w:val="00D635AD"/>
    <w:rsid w:val="00D70A04"/>
    <w:rsid w:val="00D717E7"/>
    <w:rsid w:val="00D723AB"/>
    <w:rsid w:val="00D75545"/>
    <w:rsid w:val="00D758E4"/>
    <w:rsid w:val="00D77BB7"/>
    <w:rsid w:val="00D919F3"/>
    <w:rsid w:val="00DA2590"/>
    <w:rsid w:val="00DA6A19"/>
    <w:rsid w:val="00DB3F62"/>
    <w:rsid w:val="00DB5BAE"/>
    <w:rsid w:val="00DB6696"/>
    <w:rsid w:val="00DC611E"/>
    <w:rsid w:val="00DD1876"/>
    <w:rsid w:val="00DD1ADC"/>
    <w:rsid w:val="00DD3BE3"/>
    <w:rsid w:val="00DD5044"/>
    <w:rsid w:val="00DD7683"/>
    <w:rsid w:val="00DE45CB"/>
    <w:rsid w:val="00DE53F2"/>
    <w:rsid w:val="00DE76BD"/>
    <w:rsid w:val="00DF29B9"/>
    <w:rsid w:val="00DF5A4B"/>
    <w:rsid w:val="00E07109"/>
    <w:rsid w:val="00E1013D"/>
    <w:rsid w:val="00E239F6"/>
    <w:rsid w:val="00E32D23"/>
    <w:rsid w:val="00E36E86"/>
    <w:rsid w:val="00E426DE"/>
    <w:rsid w:val="00E46B65"/>
    <w:rsid w:val="00E561F0"/>
    <w:rsid w:val="00E65EA2"/>
    <w:rsid w:val="00E6775E"/>
    <w:rsid w:val="00E739E6"/>
    <w:rsid w:val="00E8043B"/>
    <w:rsid w:val="00E82102"/>
    <w:rsid w:val="00E914C7"/>
    <w:rsid w:val="00E91601"/>
    <w:rsid w:val="00E92825"/>
    <w:rsid w:val="00E95981"/>
    <w:rsid w:val="00E978E2"/>
    <w:rsid w:val="00EA1992"/>
    <w:rsid w:val="00EA459F"/>
    <w:rsid w:val="00EB5757"/>
    <w:rsid w:val="00EC5C61"/>
    <w:rsid w:val="00ED6FAE"/>
    <w:rsid w:val="00EF288B"/>
    <w:rsid w:val="00EF4C14"/>
    <w:rsid w:val="00EF7739"/>
    <w:rsid w:val="00F07027"/>
    <w:rsid w:val="00F1015A"/>
    <w:rsid w:val="00F1382D"/>
    <w:rsid w:val="00F16263"/>
    <w:rsid w:val="00F25145"/>
    <w:rsid w:val="00F26A0F"/>
    <w:rsid w:val="00F27957"/>
    <w:rsid w:val="00F3094F"/>
    <w:rsid w:val="00F33785"/>
    <w:rsid w:val="00F36023"/>
    <w:rsid w:val="00F47F18"/>
    <w:rsid w:val="00F57DC4"/>
    <w:rsid w:val="00F732D7"/>
    <w:rsid w:val="00F773F1"/>
    <w:rsid w:val="00F86056"/>
    <w:rsid w:val="00F874F8"/>
    <w:rsid w:val="00F937C9"/>
    <w:rsid w:val="00F96AE2"/>
    <w:rsid w:val="00FA1497"/>
    <w:rsid w:val="00FA1EA3"/>
    <w:rsid w:val="00FA209E"/>
    <w:rsid w:val="00FB4D5D"/>
    <w:rsid w:val="00FB5C00"/>
    <w:rsid w:val="00FC2E45"/>
    <w:rsid w:val="00FC4005"/>
    <w:rsid w:val="00FC4AD9"/>
    <w:rsid w:val="00FD1715"/>
    <w:rsid w:val="00FD3C6B"/>
    <w:rsid w:val="00FD52AF"/>
    <w:rsid w:val="00FD5DC8"/>
    <w:rsid w:val="00FE3F47"/>
    <w:rsid w:val="00FF2F2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82"/>
    <o:shapelayout v:ext="edit">
      <o:idmap v:ext="edit" data="1"/>
      <o:rules v:ext="edit">
        <o:r id="V:Rule1" type="callout" idref="#AutoShape 184"/>
        <o:r id="V:Rule2" type="callout" idref="#AutoShape 19"/>
        <o:r id="V:Rule3" type="callout" idref="#AutoShape 190"/>
        <o:r id="V:Rule4" type="callout" idref="#AutoShape 191"/>
        <o:r id="V:Rule5" type="callout" idref="#AutoShape 193"/>
        <o:r id="V:Rule6" type="callout" idref="#AutoShape 196"/>
        <o:r id="V:Rule7" type="callout" idref="#AutoShape 36"/>
        <o:r id="V:Rule8" type="callout" idref="#AutoShape 38"/>
        <o:r id="V:Rule9" type="callout" idref="#AutoShape 40"/>
        <o:r id="V:Rule10" type="callout" idref="#AutoShape 44"/>
        <o:r id="V:Rule11" type="callout" idref="#AutoShape 48"/>
        <o:r id="V:Rule12" type="callout" idref="#AutoShape 49"/>
        <o:r id="V:Rule13" type="callout" idref="#AutoShape 58"/>
        <o:r id="V:Rule14" type="callout" idref="#AutoShape 59"/>
        <o:r id="V:Rule15" type="callout" idref="#AutoShape 200"/>
        <o:r id="V:Rule16" type="callout" idref="#AutoShape 198"/>
        <o:r id="V:Rule17" type="callout" idref="#AutoShape 202"/>
        <o:r id="V:Rule18" type="callout" idref="#AutoShape 203"/>
        <o:r id="V:Rule19" type="callout" idref="#AutoShape 204"/>
        <o:r id="V:Rule20" type="callout" idref="#AutoShape 80"/>
        <o:r id="V:Rule21" type="callout" idref="#AutoShape 270"/>
        <o:r id="V:Rule22" type="callout" idref="#AutoShape 266"/>
        <o:r id="V:Rule23" type="callout" idref="#AutoShape 90"/>
        <o:r id="V:Rule24" type="callout" idref="#AutoShape 92"/>
        <o:r id="V:Rule25" type="callout" idref="#AutoShape 94"/>
        <o:r id="V:Rule26" type="callout" idref="#AutoShape 269"/>
        <o:r id="V:Rule27" type="callout" idref="#AutoShape 263"/>
        <o:r id="V:Rule28" type="callout" idref="#AutoShape 264"/>
        <o:r id="V:Rule29" type="callout" idref="#AutoShape 100"/>
        <o:r id="V:Rule30" type="callout" idref="#AutoShape 214"/>
        <o:r id="V:Rule31" type="callout" idref="#AutoShape 271"/>
        <o:r id="V:Rule32" type="callout" idref="#AutoShape 219"/>
        <o:r id="V:Rule33" type="callout" idref="#AutoShape 221"/>
        <o:r id="V:Rule34" type="callout" idref="#AutoShape 223"/>
        <o:r id="V:Rule35" type="callout" idref="#AutoShape 225"/>
        <o:r id="V:Rule36" type="callout" idref="#AutoShape 224"/>
        <o:r id="V:Rule37" type="callout" idref="#AutoShape 119"/>
        <o:r id="V:Rule38" type="callout" idref="#AutoShape 121"/>
        <o:r id="V:Rule39" type="callout" idref="#AutoShape 123"/>
        <o:r id="V:Rule40" type="callout" idref="#AutoShape 124"/>
        <o:r id="V:Rule41" type="callout" idref="#AutoShape 131"/>
        <o:r id="V:Rule42" type="callout" idref="#_x0000_s1073"/>
        <o:r id="V:Rule43" type="callout" idref="#AutoShape 133"/>
        <o:r id="V:Rule44" type="callout" idref="#AutoShape 135"/>
        <o:r id="V:Rule45" type="callout" idref="#AutoShape 136"/>
        <o:r id="V:Rule46" type="callout" idref="#AutoShape 139"/>
        <o:r id="V:Rule47" type="callout" idref="#AutoShape 140"/>
        <o:r id="V:Rule48" type="callout" idref="#AutoShape 144"/>
        <o:r id="V:Rule49" type="callout" idref="#AutoShape 145"/>
        <o:r id="V:Rule50" type="callout" idref="#AutoShape 147"/>
        <o:r id="V:Rule51" type="callout" idref="#AutoShape 229"/>
        <o:r id="V:Rule52" type="callout" idref="#AutoShape 230"/>
        <o:r id="V:Rule53" type="callout" idref="#AutoShape 231"/>
        <o:r id="V:Rule54" type="callout" idref="#AutoShape 233"/>
        <o:r id="V:Rule55" type="callout" idref="#AutoShape 234"/>
        <o:r id="V:Rule56" type="callout" idref="#AutoShape 236"/>
        <o:r id="V:Rule57" type="callout" idref="#AutoShape 237"/>
        <o:r id="V:Rule58" type="callout" idref="#AutoShape 239"/>
        <o:r id="V:Rule59" type="callout" idref="#AutoShape 241"/>
        <o:r id="V:Rule60" type="callout" idref="#AutoShape 243"/>
        <o:r id="V:Rule61" type="callout" idref="#AutoShape 246"/>
        <o:r id="V:Rule62" type="callout" idref="#AutoShape 245"/>
        <o:r id="V:Rule63" type="callout" idref="#AutoShape 249"/>
        <o:r id="V:Rule64" type="callout" idref="#AutoShape 251"/>
        <o:r id="V:Rule65" type="callout" idref="#AutoShape 252"/>
        <o:r id="V:Rule66" type="callout" idref="#AutoShape 255"/>
        <o:r id="V:Rule67" type="callout" idref="#AutoShape 254"/>
        <o:r id="V:Rule68" type="callout" idref="#AutoShape 253"/>
        <o:r id="V:Rule69" type="callout" idref="#AutoShape 256"/>
        <o:r id="V:Rule70" type="callout" idref="#AutoShape 258"/>
        <o:r id="V:Rule71" type="callout" idref="#AutoShape 259"/>
        <o:r id="V:Rule72" type="callout" idref="#AutoShape 273"/>
        <o:r id="V:Rule73" type="callout" idref="#_x0000_s1105"/>
        <o:r id="V:Rule74" type="callout" idref="#_x0000_s1106"/>
        <o:r id="V:Rule75" type="callout" idref="#_x0000_s1107"/>
        <o:r id="V:Rule76" type="callout" idref="#_x0000_s1108"/>
      </o:rules>
    </o:shapelayout>
  </w:shapeDefaults>
  <w:decimalSymbol w:val="."/>
  <w:listSeparator w:val=","/>
  <w15:docId w15:val="{36EF3C9E-3436-452C-821C-F6DB69086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2FE"/>
    <w:rPr>
      <w:rFonts w:ascii="Arial" w:hAnsi="Arial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02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E02F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E02FE"/>
  </w:style>
  <w:style w:type="paragraph" w:customStyle="1" w:styleId="ISM">
    <w:name w:val="ISM"/>
    <w:basedOn w:val="Normal"/>
    <w:rsid w:val="007E02FE"/>
    <w:pPr>
      <w:tabs>
        <w:tab w:val="decimal" w:pos="270"/>
        <w:tab w:val="left" w:pos="540"/>
      </w:tabs>
    </w:pPr>
  </w:style>
  <w:style w:type="paragraph" w:customStyle="1" w:styleId="ISMab">
    <w:name w:val="ISMab"/>
    <w:basedOn w:val="ISM"/>
    <w:rsid w:val="007E02FE"/>
    <w:pPr>
      <w:tabs>
        <w:tab w:val="left" w:pos="900"/>
      </w:tabs>
    </w:pPr>
  </w:style>
  <w:style w:type="paragraph" w:customStyle="1" w:styleId="Mainfirst">
    <w:name w:val="Main first"/>
    <w:basedOn w:val="Normal"/>
    <w:rsid w:val="007E02FE"/>
    <w:pPr>
      <w:spacing w:line="360" w:lineRule="auto"/>
      <w:jc w:val="both"/>
    </w:pPr>
    <w:rPr>
      <w:lang w:val="en-GB"/>
    </w:rPr>
  </w:style>
  <w:style w:type="paragraph" w:styleId="BodyTextIndent">
    <w:name w:val="Body Text Indent"/>
    <w:basedOn w:val="Normal"/>
    <w:rsid w:val="007E02FE"/>
    <w:pPr>
      <w:tabs>
        <w:tab w:val="decimal" w:pos="360"/>
        <w:tab w:val="left" w:pos="720"/>
        <w:tab w:val="left" w:pos="1080"/>
      </w:tabs>
      <w:ind w:left="720" w:hanging="720"/>
      <w:jc w:val="both"/>
    </w:pPr>
  </w:style>
  <w:style w:type="paragraph" w:styleId="BalloonText">
    <w:name w:val="Balloon Text"/>
    <w:basedOn w:val="Normal"/>
    <w:link w:val="BalloonTextChar"/>
    <w:rsid w:val="00BC23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238E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rsid w:val="006716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16B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716B6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716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716B6"/>
    <w:rPr>
      <w:rFonts w:ascii="Arial" w:hAnsi="Arial"/>
      <w:b/>
      <w:bCs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038ED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9370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3.bin"/><Relationship Id="rId299" Type="http://schemas.openxmlformats.org/officeDocument/2006/relationships/image" Target="media/image132.wmf"/><Relationship Id="rId671" Type="http://schemas.openxmlformats.org/officeDocument/2006/relationships/oleObject" Target="embeddings/oleObject369.bin"/><Relationship Id="rId21" Type="http://schemas.openxmlformats.org/officeDocument/2006/relationships/oleObject" Target="embeddings/oleObject7.bin"/><Relationship Id="rId63" Type="http://schemas.openxmlformats.org/officeDocument/2006/relationships/image" Target="media/image27.wmf"/><Relationship Id="rId159" Type="http://schemas.openxmlformats.org/officeDocument/2006/relationships/image" Target="media/image67.wmf"/><Relationship Id="rId324" Type="http://schemas.openxmlformats.org/officeDocument/2006/relationships/image" Target="media/image143.wmf"/><Relationship Id="rId366" Type="http://schemas.openxmlformats.org/officeDocument/2006/relationships/oleObject" Target="embeddings/oleObject198.bin"/><Relationship Id="rId531" Type="http://schemas.openxmlformats.org/officeDocument/2006/relationships/image" Target="media/image233.wmf"/><Relationship Id="rId573" Type="http://schemas.openxmlformats.org/officeDocument/2006/relationships/image" Target="media/image251.wmf"/><Relationship Id="rId629" Type="http://schemas.openxmlformats.org/officeDocument/2006/relationships/oleObject" Target="embeddings/oleObject347.bin"/><Relationship Id="rId170" Type="http://schemas.openxmlformats.org/officeDocument/2006/relationships/oleObject" Target="embeddings/oleObject92.bin"/><Relationship Id="rId226" Type="http://schemas.openxmlformats.org/officeDocument/2006/relationships/image" Target="media/image97.emf"/><Relationship Id="rId433" Type="http://schemas.openxmlformats.org/officeDocument/2006/relationships/oleObject" Target="embeddings/oleObject236.bin"/><Relationship Id="rId268" Type="http://schemas.openxmlformats.org/officeDocument/2006/relationships/image" Target="media/image118.wmf"/><Relationship Id="rId475" Type="http://schemas.openxmlformats.org/officeDocument/2006/relationships/oleObject" Target="embeddings/oleObject261.bin"/><Relationship Id="rId640" Type="http://schemas.openxmlformats.org/officeDocument/2006/relationships/oleObject" Target="embeddings/oleObject353.bin"/><Relationship Id="rId682" Type="http://schemas.openxmlformats.org/officeDocument/2006/relationships/image" Target="media/image300.wmf"/><Relationship Id="rId32" Type="http://schemas.openxmlformats.org/officeDocument/2006/relationships/image" Target="media/image13.wmf"/><Relationship Id="rId74" Type="http://schemas.openxmlformats.org/officeDocument/2006/relationships/image" Target="media/image31.emf"/><Relationship Id="rId128" Type="http://schemas.openxmlformats.org/officeDocument/2006/relationships/image" Target="media/image53.wmf"/><Relationship Id="rId335" Type="http://schemas.openxmlformats.org/officeDocument/2006/relationships/image" Target="media/image148.wmf"/><Relationship Id="rId377" Type="http://schemas.openxmlformats.org/officeDocument/2006/relationships/oleObject" Target="embeddings/oleObject204.bin"/><Relationship Id="rId500" Type="http://schemas.openxmlformats.org/officeDocument/2006/relationships/oleObject" Target="embeddings/oleObject275.bin"/><Relationship Id="rId542" Type="http://schemas.openxmlformats.org/officeDocument/2006/relationships/image" Target="media/image238.wmf"/><Relationship Id="rId584" Type="http://schemas.openxmlformats.org/officeDocument/2006/relationships/image" Target="media/image256.wmf"/><Relationship Id="rId5" Type="http://schemas.openxmlformats.org/officeDocument/2006/relationships/webSettings" Target="webSettings.xml"/><Relationship Id="rId181" Type="http://schemas.openxmlformats.org/officeDocument/2006/relationships/image" Target="media/image76.wmf"/><Relationship Id="rId237" Type="http://schemas.openxmlformats.org/officeDocument/2006/relationships/oleObject" Target="embeddings/oleObject128.bin"/><Relationship Id="rId402" Type="http://schemas.openxmlformats.org/officeDocument/2006/relationships/oleObject" Target="embeddings/oleObject218.bin"/><Relationship Id="rId279" Type="http://schemas.openxmlformats.org/officeDocument/2006/relationships/image" Target="media/image123.wmf"/><Relationship Id="rId444" Type="http://schemas.openxmlformats.org/officeDocument/2006/relationships/image" Target="media/image195.wmf"/><Relationship Id="rId486" Type="http://schemas.openxmlformats.org/officeDocument/2006/relationships/oleObject" Target="embeddings/oleObject267.bin"/><Relationship Id="rId651" Type="http://schemas.openxmlformats.org/officeDocument/2006/relationships/oleObject" Target="embeddings/oleObject359.bin"/><Relationship Id="rId693" Type="http://schemas.openxmlformats.org/officeDocument/2006/relationships/image" Target="media/image305.wmf"/><Relationship Id="rId43" Type="http://schemas.openxmlformats.org/officeDocument/2006/relationships/image" Target="media/image18.wmf"/><Relationship Id="rId139" Type="http://schemas.openxmlformats.org/officeDocument/2006/relationships/oleObject" Target="embeddings/oleObject74.bin"/><Relationship Id="rId290" Type="http://schemas.openxmlformats.org/officeDocument/2006/relationships/oleObject" Target="embeddings/oleObject155.bin"/><Relationship Id="rId304" Type="http://schemas.openxmlformats.org/officeDocument/2006/relationships/oleObject" Target="embeddings/oleObject163.bin"/><Relationship Id="rId346" Type="http://schemas.openxmlformats.org/officeDocument/2006/relationships/image" Target="media/image153.wmf"/><Relationship Id="rId388" Type="http://schemas.openxmlformats.org/officeDocument/2006/relationships/image" Target="media/image171.wmf"/><Relationship Id="rId511" Type="http://schemas.openxmlformats.org/officeDocument/2006/relationships/oleObject" Target="embeddings/oleObject281.bin"/><Relationship Id="rId553" Type="http://schemas.openxmlformats.org/officeDocument/2006/relationships/oleObject" Target="embeddings/oleObject304.bin"/><Relationship Id="rId609" Type="http://schemas.openxmlformats.org/officeDocument/2006/relationships/oleObject" Target="embeddings/oleObject335.bin"/><Relationship Id="rId85" Type="http://schemas.openxmlformats.org/officeDocument/2006/relationships/oleObject" Target="embeddings/oleObject43.bin"/><Relationship Id="rId150" Type="http://schemas.openxmlformats.org/officeDocument/2006/relationships/image" Target="media/image63.wmf"/><Relationship Id="rId192" Type="http://schemas.openxmlformats.org/officeDocument/2006/relationships/image" Target="media/image81.wmf"/><Relationship Id="rId206" Type="http://schemas.openxmlformats.org/officeDocument/2006/relationships/oleObject" Target="embeddings/oleObject112.bin"/><Relationship Id="rId413" Type="http://schemas.openxmlformats.org/officeDocument/2006/relationships/oleObject" Target="embeddings/oleObject225.bin"/><Relationship Id="rId595" Type="http://schemas.openxmlformats.org/officeDocument/2006/relationships/image" Target="media/image261.wmf"/><Relationship Id="rId248" Type="http://schemas.openxmlformats.org/officeDocument/2006/relationships/image" Target="media/image108.wmf"/><Relationship Id="rId455" Type="http://schemas.openxmlformats.org/officeDocument/2006/relationships/image" Target="media/image200.wmf"/><Relationship Id="rId497" Type="http://schemas.openxmlformats.org/officeDocument/2006/relationships/image" Target="media/image217.wmf"/><Relationship Id="rId620" Type="http://schemas.openxmlformats.org/officeDocument/2006/relationships/oleObject" Target="embeddings/oleObject342.bin"/><Relationship Id="rId662" Type="http://schemas.openxmlformats.org/officeDocument/2006/relationships/image" Target="media/image291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8.bin"/><Relationship Id="rId315" Type="http://schemas.openxmlformats.org/officeDocument/2006/relationships/oleObject" Target="embeddings/oleObject169.bin"/><Relationship Id="rId357" Type="http://schemas.openxmlformats.org/officeDocument/2006/relationships/oleObject" Target="embeddings/oleObject193.bin"/><Relationship Id="rId522" Type="http://schemas.openxmlformats.org/officeDocument/2006/relationships/oleObject" Target="embeddings/oleObject287.bin"/><Relationship Id="rId54" Type="http://schemas.openxmlformats.org/officeDocument/2006/relationships/image" Target="media/image23.wmf"/><Relationship Id="rId96" Type="http://schemas.openxmlformats.org/officeDocument/2006/relationships/image" Target="media/image40.wmf"/><Relationship Id="rId161" Type="http://schemas.openxmlformats.org/officeDocument/2006/relationships/image" Target="media/image68.wmf"/><Relationship Id="rId217" Type="http://schemas.openxmlformats.org/officeDocument/2006/relationships/image" Target="media/image93.wmf"/><Relationship Id="rId399" Type="http://schemas.openxmlformats.org/officeDocument/2006/relationships/oleObject" Target="embeddings/oleObject216.bin"/><Relationship Id="rId564" Type="http://schemas.openxmlformats.org/officeDocument/2006/relationships/oleObject" Target="embeddings/oleObject310.bin"/><Relationship Id="rId259" Type="http://schemas.openxmlformats.org/officeDocument/2006/relationships/oleObject" Target="embeddings/oleObject139.bin"/><Relationship Id="rId424" Type="http://schemas.openxmlformats.org/officeDocument/2006/relationships/image" Target="media/image187.wmf"/><Relationship Id="rId466" Type="http://schemas.openxmlformats.org/officeDocument/2006/relationships/oleObject" Target="embeddings/oleObject256.bin"/><Relationship Id="rId631" Type="http://schemas.openxmlformats.org/officeDocument/2006/relationships/oleObject" Target="embeddings/oleObject348.bin"/><Relationship Id="rId673" Type="http://schemas.openxmlformats.org/officeDocument/2006/relationships/image" Target="media/image296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64.bin"/><Relationship Id="rId270" Type="http://schemas.openxmlformats.org/officeDocument/2006/relationships/image" Target="media/image119.emf"/><Relationship Id="rId326" Type="http://schemas.openxmlformats.org/officeDocument/2006/relationships/image" Target="media/image144.wmf"/><Relationship Id="rId533" Type="http://schemas.openxmlformats.org/officeDocument/2006/relationships/image" Target="media/image234.wmf"/><Relationship Id="rId65" Type="http://schemas.openxmlformats.org/officeDocument/2006/relationships/image" Target="media/image28.wmf"/><Relationship Id="rId130" Type="http://schemas.openxmlformats.org/officeDocument/2006/relationships/image" Target="media/image54.wmf"/><Relationship Id="rId368" Type="http://schemas.openxmlformats.org/officeDocument/2006/relationships/oleObject" Target="embeddings/oleObject199.bin"/><Relationship Id="rId575" Type="http://schemas.openxmlformats.org/officeDocument/2006/relationships/image" Target="media/image252.wmf"/><Relationship Id="rId172" Type="http://schemas.openxmlformats.org/officeDocument/2006/relationships/oleObject" Target="embeddings/oleObject93.bin"/><Relationship Id="rId228" Type="http://schemas.openxmlformats.org/officeDocument/2006/relationships/image" Target="media/image98.emf"/><Relationship Id="rId435" Type="http://schemas.openxmlformats.org/officeDocument/2006/relationships/oleObject" Target="embeddings/oleObject237.bin"/><Relationship Id="rId477" Type="http://schemas.openxmlformats.org/officeDocument/2006/relationships/oleObject" Target="embeddings/oleObject262.bin"/><Relationship Id="rId600" Type="http://schemas.openxmlformats.org/officeDocument/2006/relationships/image" Target="media/image263.wmf"/><Relationship Id="rId642" Type="http://schemas.openxmlformats.org/officeDocument/2006/relationships/image" Target="media/image281.wmf"/><Relationship Id="rId684" Type="http://schemas.openxmlformats.org/officeDocument/2006/relationships/oleObject" Target="embeddings/oleObject377.bin"/><Relationship Id="rId281" Type="http://schemas.openxmlformats.org/officeDocument/2006/relationships/image" Target="media/image124.wmf"/><Relationship Id="rId337" Type="http://schemas.openxmlformats.org/officeDocument/2006/relationships/image" Target="media/image149.wmf"/><Relationship Id="rId502" Type="http://schemas.openxmlformats.org/officeDocument/2006/relationships/oleObject" Target="embeddings/oleObject276.bin"/><Relationship Id="rId34" Type="http://schemas.openxmlformats.org/officeDocument/2006/relationships/oleObject" Target="embeddings/oleObject14.bin"/><Relationship Id="rId76" Type="http://schemas.openxmlformats.org/officeDocument/2006/relationships/image" Target="media/image32.wmf"/><Relationship Id="rId141" Type="http://schemas.openxmlformats.org/officeDocument/2006/relationships/oleObject" Target="embeddings/oleObject75.bin"/><Relationship Id="rId379" Type="http://schemas.openxmlformats.org/officeDocument/2006/relationships/image" Target="media/image167.wmf"/><Relationship Id="rId544" Type="http://schemas.openxmlformats.org/officeDocument/2006/relationships/image" Target="media/image239.wmf"/><Relationship Id="rId586" Type="http://schemas.openxmlformats.org/officeDocument/2006/relationships/oleObject" Target="embeddings/oleObject323.bin"/><Relationship Id="rId7" Type="http://schemas.openxmlformats.org/officeDocument/2006/relationships/endnotes" Target="endnotes.xml"/><Relationship Id="rId183" Type="http://schemas.openxmlformats.org/officeDocument/2006/relationships/image" Target="media/image77.wmf"/><Relationship Id="rId239" Type="http://schemas.openxmlformats.org/officeDocument/2006/relationships/oleObject" Target="embeddings/oleObject129.bin"/><Relationship Id="rId390" Type="http://schemas.openxmlformats.org/officeDocument/2006/relationships/image" Target="media/image172.wmf"/><Relationship Id="rId404" Type="http://schemas.openxmlformats.org/officeDocument/2006/relationships/oleObject" Target="embeddings/oleObject219.bin"/><Relationship Id="rId446" Type="http://schemas.openxmlformats.org/officeDocument/2006/relationships/image" Target="media/image196.wmf"/><Relationship Id="rId611" Type="http://schemas.openxmlformats.org/officeDocument/2006/relationships/oleObject" Target="embeddings/oleObject336.bin"/><Relationship Id="rId653" Type="http://schemas.openxmlformats.org/officeDocument/2006/relationships/oleObject" Target="embeddings/oleObject360.bin"/><Relationship Id="rId250" Type="http://schemas.openxmlformats.org/officeDocument/2006/relationships/image" Target="media/image109.wmf"/><Relationship Id="rId292" Type="http://schemas.openxmlformats.org/officeDocument/2006/relationships/image" Target="media/image129.wmf"/><Relationship Id="rId306" Type="http://schemas.openxmlformats.org/officeDocument/2006/relationships/oleObject" Target="embeddings/oleObject164.bin"/><Relationship Id="rId488" Type="http://schemas.openxmlformats.org/officeDocument/2006/relationships/image" Target="media/image213.wmf"/><Relationship Id="rId695" Type="http://schemas.openxmlformats.org/officeDocument/2006/relationships/image" Target="media/image306.wmf"/><Relationship Id="rId45" Type="http://schemas.openxmlformats.org/officeDocument/2006/relationships/image" Target="media/image19.wmf"/><Relationship Id="rId87" Type="http://schemas.openxmlformats.org/officeDocument/2006/relationships/image" Target="media/image36.wmf"/><Relationship Id="rId110" Type="http://schemas.openxmlformats.org/officeDocument/2006/relationships/oleObject" Target="embeddings/oleObject59.bin"/><Relationship Id="rId348" Type="http://schemas.openxmlformats.org/officeDocument/2006/relationships/oleObject" Target="embeddings/oleObject188.bin"/><Relationship Id="rId513" Type="http://schemas.openxmlformats.org/officeDocument/2006/relationships/oleObject" Target="embeddings/oleObject282.bin"/><Relationship Id="rId555" Type="http://schemas.openxmlformats.org/officeDocument/2006/relationships/image" Target="media/image243.wmf"/><Relationship Id="rId597" Type="http://schemas.openxmlformats.org/officeDocument/2006/relationships/oleObject" Target="embeddings/oleObject329.bin"/><Relationship Id="rId152" Type="http://schemas.openxmlformats.org/officeDocument/2006/relationships/oleObject" Target="embeddings/oleObject82.bin"/><Relationship Id="rId194" Type="http://schemas.openxmlformats.org/officeDocument/2006/relationships/oleObject" Target="embeddings/oleObject106.bin"/><Relationship Id="rId208" Type="http://schemas.openxmlformats.org/officeDocument/2006/relationships/oleObject" Target="embeddings/oleObject113.bin"/><Relationship Id="rId415" Type="http://schemas.openxmlformats.org/officeDocument/2006/relationships/oleObject" Target="embeddings/oleObject226.bin"/><Relationship Id="rId457" Type="http://schemas.openxmlformats.org/officeDocument/2006/relationships/image" Target="media/image201.wmf"/><Relationship Id="rId622" Type="http://schemas.openxmlformats.org/officeDocument/2006/relationships/oleObject" Target="embeddings/oleObject343.bin"/><Relationship Id="rId261" Type="http://schemas.openxmlformats.org/officeDocument/2006/relationships/oleObject" Target="embeddings/oleObject140.bin"/><Relationship Id="rId499" Type="http://schemas.openxmlformats.org/officeDocument/2006/relationships/image" Target="media/image218.wmf"/><Relationship Id="rId664" Type="http://schemas.openxmlformats.org/officeDocument/2006/relationships/image" Target="media/image292.wmf"/><Relationship Id="rId14" Type="http://schemas.openxmlformats.org/officeDocument/2006/relationships/image" Target="media/image4.wmf"/><Relationship Id="rId56" Type="http://schemas.openxmlformats.org/officeDocument/2006/relationships/image" Target="media/image24.wmf"/><Relationship Id="rId317" Type="http://schemas.openxmlformats.org/officeDocument/2006/relationships/oleObject" Target="embeddings/oleObject170.bin"/><Relationship Id="rId359" Type="http://schemas.openxmlformats.org/officeDocument/2006/relationships/image" Target="media/image158.wmf"/><Relationship Id="rId524" Type="http://schemas.openxmlformats.org/officeDocument/2006/relationships/oleObject" Target="embeddings/oleObject288.bin"/><Relationship Id="rId566" Type="http://schemas.openxmlformats.org/officeDocument/2006/relationships/oleObject" Target="embeddings/oleObject311.bin"/><Relationship Id="rId98" Type="http://schemas.openxmlformats.org/officeDocument/2006/relationships/oleObject" Target="embeddings/oleObject51.bin"/><Relationship Id="rId121" Type="http://schemas.openxmlformats.org/officeDocument/2006/relationships/oleObject" Target="embeddings/oleObject65.bin"/><Relationship Id="rId163" Type="http://schemas.openxmlformats.org/officeDocument/2006/relationships/oleObject" Target="embeddings/oleObject88.bin"/><Relationship Id="rId219" Type="http://schemas.openxmlformats.org/officeDocument/2006/relationships/image" Target="media/image94.wmf"/><Relationship Id="rId370" Type="http://schemas.openxmlformats.org/officeDocument/2006/relationships/image" Target="media/image163.wmf"/><Relationship Id="rId426" Type="http://schemas.openxmlformats.org/officeDocument/2006/relationships/image" Target="media/image188.wmf"/><Relationship Id="rId633" Type="http://schemas.openxmlformats.org/officeDocument/2006/relationships/oleObject" Target="embeddings/oleObject349.bin"/><Relationship Id="rId230" Type="http://schemas.openxmlformats.org/officeDocument/2006/relationships/image" Target="media/image99.wmf"/><Relationship Id="rId468" Type="http://schemas.openxmlformats.org/officeDocument/2006/relationships/oleObject" Target="embeddings/oleObject257.bin"/><Relationship Id="rId675" Type="http://schemas.openxmlformats.org/officeDocument/2006/relationships/oleObject" Target="embeddings/oleObject372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2.bin"/><Relationship Id="rId272" Type="http://schemas.openxmlformats.org/officeDocument/2006/relationships/image" Target="media/image120.wmf"/><Relationship Id="rId328" Type="http://schemas.openxmlformats.org/officeDocument/2006/relationships/image" Target="media/image145.wmf"/><Relationship Id="rId535" Type="http://schemas.openxmlformats.org/officeDocument/2006/relationships/image" Target="media/image235.wmf"/><Relationship Id="rId577" Type="http://schemas.openxmlformats.org/officeDocument/2006/relationships/image" Target="media/image253.wmf"/><Relationship Id="rId700" Type="http://schemas.openxmlformats.org/officeDocument/2006/relationships/oleObject" Target="embeddings/oleObject385.bin"/><Relationship Id="rId132" Type="http://schemas.openxmlformats.org/officeDocument/2006/relationships/image" Target="media/image55.wmf"/><Relationship Id="rId174" Type="http://schemas.openxmlformats.org/officeDocument/2006/relationships/oleObject" Target="embeddings/oleObject94.bin"/><Relationship Id="rId381" Type="http://schemas.openxmlformats.org/officeDocument/2006/relationships/oleObject" Target="embeddings/oleObject207.bin"/><Relationship Id="rId602" Type="http://schemas.openxmlformats.org/officeDocument/2006/relationships/image" Target="media/image264.wmf"/><Relationship Id="rId241" Type="http://schemas.openxmlformats.org/officeDocument/2006/relationships/oleObject" Target="embeddings/oleObject130.bin"/><Relationship Id="rId437" Type="http://schemas.openxmlformats.org/officeDocument/2006/relationships/oleObject" Target="embeddings/oleObject238.bin"/><Relationship Id="rId479" Type="http://schemas.openxmlformats.org/officeDocument/2006/relationships/oleObject" Target="embeddings/oleObject263.bin"/><Relationship Id="rId644" Type="http://schemas.openxmlformats.org/officeDocument/2006/relationships/image" Target="media/image282.wmf"/><Relationship Id="rId686" Type="http://schemas.openxmlformats.org/officeDocument/2006/relationships/oleObject" Target="embeddings/oleObject378.bin"/><Relationship Id="rId36" Type="http://schemas.openxmlformats.org/officeDocument/2006/relationships/oleObject" Target="embeddings/oleObject15.bin"/><Relationship Id="rId283" Type="http://schemas.openxmlformats.org/officeDocument/2006/relationships/image" Target="media/image125.wmf"/><Relationship Id="rId339" Type="http://schemas.openxmlformats.org/officeDocument/2006/relationships/oleObject" Target="embeddings/oleObject183.bin"/><Relationship Id="rId490" Type="http://schemas.openxmlformats.org/officeDocument/2006/relationships/image" Target="media/image214.emf"/><Relationship Id="rId504" Type="http://schemas.openxmlformats.org/officeDocument/2006/relationships/oleObject" Target="embeddings/oleObject277.bin"/><Relationship Id="rId546" Type="http://schemas.openxmlformats.org/officeDocument/2006/relationships/image" Target="media/image240.wmf"/><Relationship Id="rId78" Type="http://schemas.openxmlformats.org/officeDocument/2006/relationships/oleObject" Target="embeddings/oleObject39.bin"/><Relationship Id="rId101" Type="http://schemas.openxmlformats.org/officeDocument/2006/relationships/image" Target="media/image41.wmf"/><Relationship Id="rId143" Type="http://schemas.openxmlformats.org/officeDocument/2006/relationships/oleObject" Target="embeddings/oleObject76.bin"/><Relationship Id="rId185" Type="http://schemas.openxmlformats.org/officeDocument/2006/relationships/image" Target="media/image78.wmf"/><Relationship Id="rId350" Type="http://schemas.openxmlformats.org/officeDocument/2006/relationships/oleObject" Target="embeddings/oleObject189.bin"/><Relationship Id="rId406" Type="http://schemas.openxmlformats.org/officeDocument/2006/relationships/oleObject" Target="embeddings/oleObject220.bin"/><Relationship Id="rId588" Type="http://schemas.openxmlformats.org/officeDocument/2006/relationships/oleObject" Target="embeddings/oleObject324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14.bin"/><Relationship Id="rId392" Type="http://schemas.openxmlformats.org/officeDocument/2006/relationships/image" Target="media/image173.wmf"/><Relationship Id="rId448" Type="http://schemas.openxmlformats.org/officeDocument/2006/relationships/image" Target="media/image197.wmf"/><Relationship Id="rId613" Type="http://schemas.openxmlformats.org/officeDocument/2006/relationships/oleObject" Target="embeddings/oleObject338.bin"/><Relationship Id="rId655" Type="http://schemas.openxmlformats.org/officeDocument/2006/relationships/oleObject" Target="embeddings/oleObject361.bin"/><Relationship Id="rId697" Type="http://schemas.openxmlformats.org/officeDocument/2006/relationships/image" Target="media/image307.wmf"/><Relationship Id="rId252" Type="http://schemas.openxmlformats.org/officeDocument/2006/relationships/image" Target="media/image110.wmf"/><Relationship Id="rId294" Type="http://schemas.openxmlformats.org/officeDocument/2006/relationships/image" Target="media/image130.wmf"/><Relationship Id="rId308" Type="http://schemas.openxmlformats.org/officeDocument/2006/relationships/image" Target="media/image136.wmf"/><Relationship Id="rId515" Type="http://schemas.openxmlformats.org/officeDocument/2006/relationships/oleObject" Target="embeddings/oleObject283.bin"/><Relationship Id="rId47" Type="http://schemas.openxmlformats.org/officeDocument/2006/relationships/image" Target="media/image20.wmf"/><Relationship Id="rId89" Type="http://schemas.openxmlformats.org/officeDocument/2006/relationships/image" Target="media/image37.wmf"/><Relationship Id="rId112" Type="http://schemas.openxmlformats.org/officeDocument/2006/relationships/image" Target="media/image45.wmf"/><Relationship Id="rId154" Type="http://schemas.openxmlformats.org/officeDocument/2006/relationships/oleObject" Target="embeddings/oleObject83.bin"/><Relationship Id="rId361" Type="http://schemas.openxmlformats.org/officeDocument/2006/relationships/image" Target="media/image159.wmf"/><Relationship Id="rId557" Type="http://schemas.openxmlformats.org/officeDocument/2006/relationships/image" Target="media/image244.wmf"/><Relationship Id="rId599" Type="http://schemas.openxmlformats.org/officeDocument/2006/relationships/oleObject" Target="embeddings/oleObject330.bin"/><Relationship Id="rId196" Type="http://schemas.openxmlformats.org/officeDocument/2006/relationships/oleObject" Target="embeddings/oleObject107.bin"/><Relationship Id="rId417" Type="http://schemas.openxmlformats.org/officeDocument/2006/relationships/oleObject" Target="embeddings/oleObject227.bin"/><Relationship Id="rId459" Type="http://schemas.openxmlformats.org/officeDocument/2006/relationships/oleObject" Target="embeddings/oleObject251.bin"/><Relationship Id="rId624" Type="http://schemas.openxmlformats.org/officeDocument/2006/relationships/oleObject" Target="embeddings/oleObject344.bin"/><Relationship Id="rId666" Type="http://schemas.openxmlformats.org/officeDocument/2006/relationships/image" Target="media/image293.wmf"/><Relationship Id="rId16" Type="http://schemas.openxmlformats.org/officeDocument/2006/relationships/image" Target="media/image5.wmf"/><Relationship Id="rId221" Type="http://schemas.openxmlformats.org/officeDocument/2006/relationships/image" Target="media/image95.wmf"/><Relationship Id="rId263" Type="http://schemas.openxmlformats.org/officeDocument/2006/relationships/oleObject" Target="embeddings/oleObject141.bin"/><Relationship Id="rId319" Type="http://schemas.openxmlformats.org/officeDocument/2006/relationships/image" Target="media/image141.wmf"/><Relationship Id="rId470" Type="http://schemas.openxmlformats.org/officeDocument/2006/relationships/image" Target="media/image205.wmf"/><Relationship Id="rId526" Type="http://schemas.openxmlformats.org/officeDocument/2006/relationships/oleObject" Target="embeddings/oleObject289.bin"/><Relationship Id="rId58" Type="http://schemas.openxmlformats.org/officeDocument/2006/relationships/image" Target="media/image25.wmf"/><Relationship Id="rId123" Type="http://schemas.openxmlformats.org/officeDocument/2006/relationships/oleObject" Target="embeddings/oleObject66.bin"/><Relationship Id="rId330" Type="http://schemas.openxmlformats.org/officeDocument/2006/relationships/image" Target="media/image146.wmf"/><Relationship Id="rId568" Type="http://schemas.openxmlformats.org/officeDocument/2006/relationships/image" Target="media/image249.wmf"/><Relationship Id="rId165" Type="http://schemas.openxmlformats.org/officeDocument/2006/relationships/oleObject" Target="embeddings/oleObject89.bin"/><Relationship Id="rId372" Type="http://schemas.openxmlformats.org/officeDocument/2006/relationships/image" Target="media/image164.wmf"/><Relationship Id="rId428" Type="http://schemas.openxmlformats.org/officeDocument/2006/relationships/oleObject" Target="embeddings/oleObject233.bin"/><Relationship Id="rId635" Type="http://schemas.openxmlformats.org/officeDocument/2006/relationships/image" Target="media/image278.wmf"/><Relationship Id="rId677" Type="http://schemas.openxmlformats.org/officeDocument/2006/relationships/oleObject" Target="embeddings/oleObject373.bin"/><Relationship Id="rId232" Type="http://schemas.openxmlformats.org/officeDocument/2006/relationships/image" Target="media/image100.wmf"/><Relationship Id="rId274" Type="http://schemas.openxmlformats.org/officeDocument/2006/relationships/image" Target="media/image121.wmf"/><Relationship Id="rId481" Type="http://schemas.openxmlformats.org/officeDocument/2006/relationships/oleObject" Target="embeddings/oleObject264.bin"/><Relationship Id="rId702" Type="http://schemas.openxmlformats.org/officeDocument/2006/relationships/footer" Target="footer2.xml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3.bin"/><Relationship Id="rId134" Type="http://schemas.openxmlformats.org/officeDocument/2006/relationships/image" Target="media/image56.wmf"/><Relationship Id="rId537" Type="http://schemas.openxmlformats.org/officeDocument/2006/relationships/oleObject" Target="embeddings/oleObject295.bin"/><Relationship Id="rId579" Type="http://schemas.openxmlformats.org/officeDocument/2006/relationships/oleObject" Target="embeddings/oleObject319.bin"/><Relationship Id="rId80" Type="http://schemas.openxmlformats.org/officeDocument/2006/relationships/oleObject" Target="embeddings/oleObject40.bin"/><Relationship Id="rId176" Type="http://schemas.openxmlformats.org/officeDocument/2006/relationships/image" Target="media/image74.wmf"/><Relationship Id="rId341" Type="http://schemas.openxmlformats.org/officeDocument/2006/relationships/oleObject" Target="embeddings/oleObject184.bin"/><Relationship Id="rId383" Type="http://schemas.openxmlformats.org/officeDocument/2006/relationships/oleObject" Target="embeddings/oleObject208.bin"/><Relationship Id="rId439" Type="http://schemas.openxmlformats.org/officeDocument/2006/relationships/oleObject" Target="embeddings/oleObject239.bin"/><Relationship Id="rId590" Type="http://schemas.openxmlformats.org/officeDocument/2006/relationships/oleObject" Target="embeddings/oleObject325.bin"/><Relationship Id="rId604" Type="http://schemas.openxmlformats.org/officeDocument/2006/relationships/image" Target="media/image265.wmf"/><Relationship Id="rId646" Type="http://schemas.openxmlformats.org/officeDocument/2006/relationships/image" Target="media/image283.wmf"/><Relationship Id="rId201" Type="http://schemas.openxmlformats.org/officeDocument/2006/relationships/image" Target="media/image85.wmf"/><Relationship Id="rId243" Type="http://schemas.openxmlformats.org/officeDocument/2006/relationships/oleObject" Target="embeddings/oleObject131.bin"/><Relationship Id="rId285" Type="http://schemas.openxmlformats.org/officeDocument/2006/relationships/image" Target="media/image126.wmf"/><Relationship Id="rId450" Type="http://schemas.openxmlformats.org/officeDocument/2006/relationships/image" Target="media/image198.wmf"/><Relationship Id="rId506" Type="http://schemas.openxmlformats.org/officeDocument/2006/relationships/image" Target="media/image221.wmf"/><Relationship Id="rId688" Type="http://schemas.openxmlformats.org/officeDocument/2006/relationships/oleObject" Target="embeddings/oleObject379.bin"/><Relationship Id="rId38" Type="http://schemas.openxmlformats.org/officeDocument/2006/relationships/oleObject" Target="embeddings/oleObject16.bin"/><Relationship Id="rId103" Type="http://schemas.openxmlformats.org/officeDocument/2006/relationships/oleObject" Target="embeddings/oleObject55.bin"/><Relationship Id="rId310" Type="http://schemas.openxmlformats.org/officeDocument/2006/relationships/image" Target="media/image137.wmf"/><Relationship Id="rId492" Type="http://schemas.openxmlformats.org/officeDocument/2006/relationships/image" Target="media/image215.wmf"/><Relationship Id="rId548" Type="http://schemas.openxmlformats.org/officeDocument/2006/relationships/image" Target="media/image241.wmf"/><Relationship Id="rId91" Type="http://schemas.openxmlformats.org/officeDocument/2006/relationships/image" Target="media/image38.wmf"/><Relationship Id="rId145" Type="http://schemas.openxmlformats.org/officeDocument/2006/relationships/image" Target="media/image61.wmf"/><Relationship Id="rId187" Type="http://schemas.openxmlformats.org/officeDocument/2006/relationships/image" Target="media/image79.wmf"/><Relationship Id="rId352" Type="http://schemas.openxmlformats.org/officeDocument/2006/relationships/oleObject" Target="embeddings/oleObject190.bin"/><Relationship Id="rId394" Type="http://schemas.openxmlformats.org/officeDocument/2006/relationships/image" Target="media/image174.wmf"/><Relationship Id="rId408" Type="http://schemas.openxmlformats.org/officeDocument/2006/relationships/oleObject" Target="embeddings/oleObject222.bin"/><Relationship Id="rId615" Type="http://schemas.openxmlformats.org/officeDocument/2006/relationships/oleObject" Target="embeddings/oleObject339.bin"/><Relationship Id="rId212" Type="http://schemas.openxmlformats.org/officeDocument/2006/relationships/oleObject" Target="embeddings/oleObject115.bin"/><Relationship Id="rId254" Type="http://schemas.openxmlformats.org/officeDocument/2006/relationships/image" Target="media/image111.wmf"/><Relationship Id="rId657" Type="http://schemas.openxmlformats.org/officeDocument/2006/relationships/oleObject" Target="embeddings/oleObject362.bin"/><Relationship Id="rId699" Type="http://schemas.openxmlformats.org/officeDocument/2006/relationships/image" Target="media/image308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46.wmf"/><Relationship Id="rId296" Type="http://schemas.openxmlformats.org/officeDocument/2006/relationships/image" Target="media/image131.wmf"/><Relationship Id="rId461" Type="http://schemas.openxmlformats.org/officeDocument/2006/relationships/oleObject" Target="embeddings/oleObject253.bin"/><Relationship Id="rId517" Type="http://schemas.openxmlformats.org/officeDocument/2006/relationships/image" Target="media/image226.wmf"/><Relationship Id="rId559" Type="http://schemas.openxmlformats.org/officeDocument/2006/relationships/image" Target="media/image245.wmf"/><Relationship Id="rId60" Type="http://schemas.openxmlformats.org/officeDocument/2006/relationships/image" Target="media/image26.wmf"/><Relationship Id="rId156" Type="http://schemas.openxmlformats.org/officeDocument/2006/relationships/oleObject" Target="embeddings/oleObject84.bin"/><Relationship Id="rId198" Type="http://schemas.openxmlformats.org/officeDocument/2006/relationships/oleObject" Target="embeddings/oleObject108.bin"/><Relationship Id="rId321" Type="http://schemas.openxmlformats.org/officeDocument/2006/relationships/image" Target="media/image142.wmf"/><Relationship Id="rId363" Type="http://schemas.openxmlformats.org/officeDocument/2006/relationships/image" Target="media/image160.wmf"/><Relationship Id="rId419" Type="http://schemas.openxmlformats.org/officeDocument/2006/relationships/oleObject" Target="embeddings/oleObject228.bin"/><Relationship Id="rId570" Type="http://schemas.openxmlformats.org/officeDocument/2006/relationships/image" Target="media/image250.wmf"/><Relationship Id="rId626" Type="http://schemas.openxmlformats.org/officeDocument/2006/relationships/oleObject" Target="embeddings/oleObject345.bin"/><Relationship Id="rId223" Type="http://schemas.openxmlformats.org/officeDocument/2006/relationships/image" Target="media/image96.emf"/><Relationship Id="rId430" Type="http://schemas.openxmlformats.org/officeDocument/2006/relationships/image" Target="media/image189.wmf"/><Relationship Id="rId668" Type="http://schemas.openxmlformats.org/officeDocument/2006/relationships/image" Target="media/image294.wmf"/><Relationship Id="rId18" Type="http://schemas.openxmlformats.org/officeDocument/2006/relationships/image" Target="media/image6.wmf"/><Relationship Id="rId265" Type="http://schemas.openxmlformats.org/officeDocument/2006/relationships/oleObject" Target="embeddings/oleObject142.bin"/><Relationship Id="rId472" Type="http://schemas.openxmlformats.org/officeDocument/2006/relationships/image" Target="media/image206.wmf"/><Relationship Id="rId528" Type="http://schemas.openxmlformats.org/officeDocument/2006/relationships/oleObject" Target="embeddings/oleObject290.bin"/><Relationship Id="rId125" Type="http://schemas.openxmlformats.org/officeDocument/2006/relationships/oleObject" Target="embeddings/oleObject67.bin"/><Relationship Id="rId167" Type="http://schemas.openxmlformats.org/officeDocument/2006/relationships/image" Target="media/image70.wmf"/><Relationship Id="rId332" Type="http://schemas.openxmlformats.org/officeDocument/2006/relationships/oleObject" Target="embeddings/oleObject179.bin"/><Relationship Id="rId374" Type="http://schemas.openxmlformats.org/officeDocument/2006/relationships/image" Target="media/image165.wmf"/><Relationship Id="rId581" Type="http://schemas.openxmlformats.org/officeDocument/2006/relationships/oleObject" Target="embeddings/oleObject320.bin"/><Relationship Id="rId71" Type="http://schemas.openxmlformats.org/officeDocument/2006/relationships/image" Target="media/image30.emf"/><Relationship Id="rId234" Type="http://schemas.openxmlformats.org/officeDocument/2006/relationships/image" Target="media/image101.wmf"/><Relationship Id="rId637" Type="http://schemas.openxmlformats.org/officeDocument/2006/relationships/image" Target="media/image279.wmf"/><Relationship Id="rId679" Type="http://schemas.openxmlformats.org/officeDocument/2006/relationships/oleObject" Target="embeddings/oleObject374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76" Type="http://schemas.openxmlformats.org/officeDocument/2006/relationships/image" Target="media/image122.wmf"/><Relationship Id="rId441" Type="http://schemas.openxmlformats.org/officeDocument/2006/relationships/oleObject" Target="embeddings/oleObject241.bin"/><Relationship Id="rId483" Type="http://schemas.openxmlformats.org/officeDocument/2006/relationships/oleObject" Target="embeddings/oleObject265.bin"/><Relationship Id="rId539" Type="http://schemas.openxmlformats.org/officeDocument/2006/relationships/oleObject" Target="embeddings/oleObject296.bin"/><Relationship Id="rId690" Type="http://schemas.openxmlformats.org/officeDocument/2006/relationships/oleObject" Target="embeddings/oleObject380.bin"/><Relationship Id="rId704" Type="http://schemas.openxmlformats.org/officeDocument/2006/relationships/fontTable" Target="fontTable.xml"/><Relationship Id="rId40" Type="http://schemas.openxmlformats.org/officeDocument/2006/relationships/oleObject" Target="embeddings/oleObject17.bin"/><Relationship Id="rId136" Type="http://schemas.openxmlformats.org/officeDocument/2006/relationships/image" Target="media/image57.wmf"/><Relationship Id="rId178" Type="http://schemas.openxmlformats.org/officeDocument/2006/relationships/oleObject" Target="embeddings/oleObject97.bin"/><Relationship Id="rId301" Type="http://schemas.openxmlformats.org/officeDocument/2006/relationships/image" Target="media/image133.wmf"/><Relationship Id="rId343" Type="http://schemas.openxmlformats.org/officeDocument/2006/relationships/oleObject" Target="embeddings/oleObject185.bin"/><Relationship Id="rId550" Type="http://schemas.openxmlformats.org/officeDocument/2006/relationships/image" Target="media/image242.wmf"/><Relationship Id="rId82" Type="http://schemas.openxmlformats.org/officeDocument/2006/relationships/oleObject" Target="embeddings/oleObject41.bin"/><Relationship Id="rId203" Type="http://schemas.openxmlformats.org/officeDocument/2006/relationships/image" Target="media/image86.wmf"/><Relationship Id="rId385" Type="http://schemas.openxmlformats.org/officeDocument/2006/relationships/oleObject" Target="embeddings/oleObject209.bin"/><Relationship Id="rId592" Type="http://schemas.openxmlformats.org/officeDocument/2006/relationships/oleObject" Target="embeddings/oleObject326.bin"/><Relationship Id="rId606" Type="http://schemas.openxmlformats.org/officeDocument/2006/relationships/image" Target="media/image266.wmf"/><Relationship Id="rId648" Type="http://schemas.openxmlformats.org/officeDocument/2006/relationships/image" Target="media/image284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21.bin"/><Relationship Id="rId245" Type="http://schemas.openxmlformats.org/officeDocument/2006/relationships/oleObject" Target="embeddings/oleObject132.bin"/><Relationship Id="rId266" Type="http://schemas.openxmlformats.org/officeDocument/2006/relationships/image" Target="media/image117.wmf"/><Relationship Id="rId287" Type="http://schemas.openxmlformats.org/officeDocument/2006/relationships/image" Target="media/image127.wmf"/><Relationship Id="rId410" Type="http://schemas.openxmlformats.org/officeDocument/2006/relationships/oleObject" Target="embeddings/oleObject223.bin"/><Relationship Id="rId431" Type="http://schemas.openxmlformats.org/officeDocument/2006/relationships/oleObject" Target="embeddings/oleObject235.bin"/><Relationship Id="rId452" Type="http://schemas.openxmlformats.org/officeDocument/2006/relationships/oleObject" Target="embeddings/oleObject247.bin"/><Relationship Id="rId473" Type="http://schemas.openxmlformats.org/officeDocument/2006/relationships/oleObject" Target="embeddings/oleObject260.bin"/><Relationship Id="rId494" Type="http://schemas.openxmlformats.org/officeDocument/2006/relationships/oleObject" Target="embeddings/oleObject272.bin"/><Relationship Id="rId508" Type="http://schemas.openxmlformats.org/officeDocument/2006/relationships/image" Target="media/image222.wmf"/><Relationship Id="rId529" Type="http://schemas.openxmlformats.org/officeDocument/2006/relationships/image" Target="media/image232.wmf"/><Relationship Id="rId680" Type="http://schemas.openxmlformats.org/officeDocument/2006/relationships/image" Target="media/image299.wmf"/><Relationship Id="rId30" Type="http://schemas.openxmlformats.org/officeDocument/2006/relationships/image" Target="media/image12.wmf"/><Relationship Id="rId105" Type="http://schemas.openxmlformats.org/officeDocument/2006/relationships/oleObject" Target="embeddings/oleObject56.bin"/><Relationship Id="rId126" Type="http://schemas.openxmlformats.org/officeDocument/2006/relationships/image" Target="media/image52.wmf"/><Relationship Id="rId147" Type="http://schemas.openxmlformats.org/officeDocument/2006/relationships/oleObject" Target="embeddings/oleObject79.bin"/><Relationship Id="rId168" Type="http://schemas.openxmlformats.org/officeDocument/2006/relationships/oleObject" Target="embeddings/oleObject91.bin"/><Relationship Id="rId312" Type="http://schemas.openxmlformats.org/officeDocument/2006/relationships/image" Target="media/image138.wmf"/><Relationship Id="rId333" Type="http://schemas.openxmlformats.org/officeDocument/2006/relationships/image" Target="media/image147.wmf"/><Relationship Id="rId354" Type="http://schemas.openxmlformats.org/officeDocument/2006/relationships/oleObject" Target="embeddings/oleObject191.bin"/><Relationship Id="rId540" Type="http://schemas.openxmlformats.org/officeDocument/2006/relationships/image" Target="media/image237.e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5.bin"/><Relationship Id="rId93" Type="http://schemas.openxmlformats.org/officeDocument/2006/relationships/image" Target="media/image39.wmf"/><Relationship Id="rId189" Type="http://schemas.openxmlformats.org/officeDocument/2006/relationships/image" Target="media/image80.wmf"/><Relationship Id="rId375" Type="http://schemas.openxmlformats.org/officeDocument/2006/relationships/oleObject" Target="embeddings/oleObject203.bin"/><Relationship Id="rId396" Type="http://schemas.openxmlformats.org/officeDocument/2006/relationships/image" Target="media/image175.wmf"/><Relationship Id="rId561" Type="http://schemas.openxmlformats.org/officeDocument/2006/relationships/image" Target="media/image246.wmf"/><Relationship Id="rId582" Type="http://schemas.openxmlformats.org/officeDocument/2006/relationships/image" Target="media/image255.wmf"/><Relationship Id="rId617" Type="http://schemas.openxmlformats.org/officeDocument/2006/relationships/oleObject" Target="embeddings/oleObject340.bin"/><Relationship Id="rId638" Type="http://schemas.openxmlformats.org/officeDocument/2006/relationships/oleObject" Target="embeddings/oleObject352.bin"/><Relationship Id="rId659" Type="http://schemas.openxmlformats.org/officeDocument/2006/relationships/oleObject" Target="embeddings/oleObject363.bin"/><Relationship Id="rId3" Type="http://schemas.openxmlformats.org/officeDocument/2006/relationships/styles" Target="styles.xml"/><Relationship Id="rId214" Type="http://schemas.openxmlformats.org/officeDocument/2006/relationships/oleObject" Target="embeddings/oleObject116.bin"/><Relationship Id="rId235" Type="http://schemas.openxmlformats.org/officeDocument/2006/relationships/oleObject" Target="embeddings/oleObject127.bin"/><Relationship Id="rId256" Type="http://schemas.openxmlformats.org/officeDocument/2006/relationships/image" Target="media/image112.wmf"/><Relationship Id="rId277" Type="http://schemas.openxmlformats.org/officeDocument/2006/relationships/oleObject" Target="embeddings/oleObject148.bin"/><Relationship Id="rId298" Type="http://schemas.openxmlformats.org/officeDocument/2006/relationships/oleObject" Target="embeddings/oleObject160.bin"/><Relationship Id="rId400" Type="http://schemas.openxmlformats.org/officeDocument/2006/relationships/oleObject" Target="embeddings/oleObject217.bin"/><Relationship Id="rId421" Type="http://schemas.openxmlformats.org/officeDocument/2006/relationships/oleObject" Target="embeddings/oleObject229.bin"/><Relationship Id="rId442" Type="http://schemas.openxmlformats.org/officeDocument/2006/relationships/image" Target="media/image194.wmf"/><Relationship Id="rId463" Type="http://schemas.openxmlformats.org/officeDocument/2006/relationships/oleObject" Target="embeddings/oleObject254.bin"/><Relationship Id="rId484" Type="http://schemas.openxmlformats.org/officeDocument/2006/relationships/oleObject" Target="embeddings/oleObject266.bin"/><Relationship Id="rId519" Type="http://schemas.openxmlformats.org/officeDocument/2006/relationships/image" Target="media/image227.wmf"/><Relationship Id="rId670" Type="http://schemas.openxmlformats.org/officeDocument/2006/relationships/image" Target="media/image295.wmf"/><Relationship Id="rId705" Type="http://schemas.openxmlformats.org/officeDocument/2006/relationships/theme" Target="theme/theme1.xml"/><Relationship Id="rId116" Type="http://schemas.openxmlformats.org/officeDocument/2006/relationships/image" Target="media/image47.wmf"/><Relationship Id="rId137" Type="http://schemas.openxmlformats.org/officeDocument/2006/relationships/oleObject" Target="embeddings/oleObject73.bin"/><Relationship Id="rId158" Type="http://schemas.openxmlformats.org/officeDocument/2006/relationships/oleObject" Target="embeddings/oleObject85.bin"/><Relationship Id="rId302" Type="http://schemas.openxmlformats.org/officeDocument/2006/relationships/oleObject" Target="embeddings/oleObject162.bin"/><Relationship Id="rId323" Type="http://schemas.openxmlformats.org/officeDocument/2006/relationships/oleObject" Target="embeddings/oleObject174.bin"/><Relationship Id="rId344" Type="http://schemas.openxmlformats.org/officeDocument/2006/relationships/image" Target="media/image152.wmf"/><Relationship Id="rId530" Type="http://schemas.openxmlformats.org/officeDocument/2006/relationships/oleObject" Target="embeddings/oleObject291.bin"/><Relationship Id="rId691" Type="http://schemas.openxmlformats.org/officeDocument/2006/relationships/image" Target="media/image304.emf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2.bin"/><Relationship Id="rId179" Type="http://schemas.openxmlformats.org/officeDocument/2006/relationships/image" Target="media/image75.emf"/><Relationship Id="rId365" Type="http://schemas.openxmlformats.org/officeDocument/2006/relationships/image" Target="media/image161.wmf"/><Relationship Id="rId386" Type="http://schemas.openxmlformats.org/officeDocument/2006/relationships/image" Target="media/image170.wmf"/><Relationship Id="rId551" Type="http://schemas.openxmlformats.org/officeDocument/2006/relationships/oleObject" Target="embeddings/oleObject302.bin"/><Relationship Id="rId572" Type="http://schemas.openxmlformats.org/officeDocument/2006/relationships/oleObject" Target="embeddings/oleObject315.bin"/><Relationship Id="rId593" Type="http://schemas.openxmlformats.org/officeDocument/2006/relationships/image" Target="media/image260.wmf"/><Relationship Id="rId607" Type="http://schemas.openxmlformats.org/officeDocument/2006/relationships/oleObject" Target="embeddings/oleObject334.bin"/><Relationship Id="rId628" Type="http://schemas.openxmlformats.org/officeDocument/2006/relationships/image" Target="media/image275.wmf"/><Relationship Id="rId649" Type="http://schemas.openxmlformats.org/officeDocument/2006/relationships/oleObject" Target="embeddings/oleObject358.bin"/><Relationship Id="rId190" Type="http://schemas.openxmlformats.org/officeDocument/2006/relationships/oleObject" Target="embeddings/oleObject103.bin"/><Relationship Id="rId204" Type="http://schemas.openxmlformats.org/officeDocument/2006/relationships/oleObject" Target="embeddings/oleObject111.bin"/><Relationship Id="rId225" Type="http://schemas.openxmlformats.org/officeDocument/2006/relationships/oleObject" Target="embeddings/oleObject122.bin"/><Relationship Id="rId246" Type="http://schemas.openxmlformats.org/officeDocument/2006/relationships/image" Target="media/image107.wmf"/><Relationship Id="rId267" Type="http://schemas.openxmlformats.org/officeDocument/2006/relationships/oleObject" Target="embeddings/oleObject143.bin"/><Relationship Id="rId288" Type="http://schemas.openxmlformats.org/officeDocument/2006/relationships/oleObject" Target="embeddings/oleObject154.bin"/><Relationship Id="rId411" Type="http://schemas.openxmlformats.org/officeDocument/2006/relationships/oleObject" Target="embeddings/oleObject224.bin"/><Relationship Id="rId432" Type="http://schemas.openxmlformats.org/officeDocument/2006/relationships/image" Target="media/image190.wmf"/><Relationship Id="rId453" Type="http://schemas.openxmlformats.org/officeDocument/2006/relationships/image" Target="media/image199.wmf"/><Relationship Id="rId474" Type="http://schemas.openxmlformats.org/officeDocument/2006/relationships/image" Target="media/image207.wmf"/><Relationship Id="rId509" Type="http://schemas.openxmlformats.org/officeDocument/2006/relationships/oleObject" Target="embeddings/oleObject280.bin"/><Relationship Id="rId660" Type="http://schemas.openxmlformats.org/officeDocument/2006/relationships/image" Target="media/image290.wmf"/><Relationship Id="rId106" Type="http://schemas.openxmlformats.org/officeDocument/2006/relationships/oleObject" Target="embeddings/oleObject57.bin"/><Relationship Id="rId127" Type="http://schemas.openxmlformats.org/officeDocument/2006/relationships/oleObject" Target="embeddings/oleObject68.bin"/><Relationship Id="rId313" Type="http://schemas.openxmlformats.org/officeDocument/2006/relationships/oleObject" Target="embeddings/oleObject168.bin"/><Relationship Id="rId495" Type="http://schemas.openxmlformats.org/officeDocument/2006/relationships/image" Target="media/image216.wmf"/><Relationship Id="rId681" Type="http://schemas.openxmlformats.org/officeDocument/2006/relationships/oleObject" Target="embeddings/oleObject37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6.bin"/><Relationship Id="rId94" Type="http://schemas.openxmlformats.org/officeDocument/2006/relationships/oleObject" Target="embeddings/oleObject48.bin"/><Relationship Id="rId148" Type="http://schemas.openxmlformats.org/officeDocument/2006/relationships/image" Target="media/image62.wmf"/><Relationship Id="rId169" Type="http://schemas.openxmlformats.org/officeDocument/2006/relationships/image" Target="media/image71.wmf"/><Relationship Id="rId334" Type="http://schemas.openxmlformats.org/officeDocument/2006/relationships/oleObject" Target="embeddings/oleObject180.bin"/><Relationship Id="rId355" Type="http://schemas.openxmlformats.org/officeDocument/2006/relationships/oleObject" Target="embeddings/oleObject192.bin"/><Relationship Id="rId376" Type="http://schemas.openxmlformats.org/officeDocument/2006/relationships/image" Target="media/image166.wmf"/><Relationship Id="rId397" Type="http://schemas.openxmlformats.org/officeDocument/2006/relationships/oleObject" Target="embeddings/oleObject215.bin"/><Relationship Id="rId520" Type="http://schemas.openxmlformats.org/officeDocument/2006/relationships/oleObject" Target="embeddings/oleObject286.bin"/><Relationship Id="rId541" Type="http://schemas.openxmlformats.org/officeDocument/2006/relationships/oleObject" Target="embeddings/oleObject297.bin"/><Relationship Id="rId562" Type="http://schemas.openxmlformats.org/officeDocument/2006/relationships/oleObject" Target="embeddings/oleObject309.bin"/><Relationship Id="rId583" Type="http://schemas.openxmlformats.org/officeDocument/2006/relationships/oleObject" Target="embeddings/oleObject321.bin"/><Relationship Id="rId618" Type="http://schemas.openxmlformats.org/officeDocument/2006/relationships/image" Target="media/image271.wmf"/><Relationship Id="rId639" Type="http://schemas.openxmlformats.org/officeDocument/2006/relationships/image" Target="media/image280.wmf"/><Relationship Id="rId4" Type="http://schemas.openxmlformats.org/officeDocument/2006/relationships/settings" Target="settings.xml"/><Relationship Id="rId180" Type="http://schemas.openxmlformats.org/officeDocument/2006/relationships/oleObject" Target="embeddings/oleObject98.bin"/><Relationship Id="rId215" Type="http://schemas.openxmlformats.org/officeDocument/2006/relationships/image" Target="media/image92.wmf"/><Relationship Id="rId236" Type="http://schemas.openxmlformats.org/officeDocument/2006/relationships/image" Target="media/image102.wmf"/><Relationship Id="rId257" Type="http://schemas.openxmlformats.org/officeDocument/2006/relationships/oleObject" Target="embeddings/oleObject138.bin"/><Relationship Id="rId278" Type="http://schemas.openxmlformats.org/officeDocument/2006/relationships/oleObject" Target="embeddings/oleObject149.bin"/><Relationship Id="rId401" Type="http://schemas.openxmlformats.org/officeDocument/2006/relationships/image" Target="media/image177.wmf"/><Relationship Id="rId422" Type="http://schemas.openxmlformats.org/officeDocument/2006/relationships/image" Target="media/image186.wmf"/><Relationship Id="rId443" Type="http://schemas.openxmlformats.org/officeDocument/2006/relationships/oleObject" Target="embeddings/oleObject242.bin"/><Relationship Id="rId464" Type="http://schemas.openxmlformats.org/officeDocument/2006/relationships/image" Target="media/image203.wmf"/><Relationship Id="rId650" Type="http://schemas.openxmlformats.org/officeDocument/2006/relationships/image" Target="media/image285.wmf"/><Relationship Id="rId303" Type="http://schemas.openxmlformats.org/officeDocument/2006/relationships/image" Target="media/image134.wmf"/><Relationship Id="rId485" Type="http://schemas.openxmlformats.org/officeDocument/2006/relationships/image" Target="media/image212.wmf"/><Relationship Id="rId692" Type="http://schemas.openxmlformats.org/officeDocument/2006/relationships/oleObject" Target="embeddings/oleObject381.bin"/><Relationship Id="rId42" Type="http://schemas.openxmlformats.org/officeDocument/2006/relationships/oleObject" Target="embeddings/oleObject18.bin"/><Relationship Id="rId84" Type="http://schemas.openxmlformats.org/officeDocument/2006/relationships/image" Target="media/image35.wmf"/><Relationship Id="rId138" Type="http://schemas.openxmlformats.org/officeDocument/2006/relationships/image" Target="media/image58.wmf"/><Relationship Id="rId345" Type="http://schemas.openxmlformats.org/officeDocument/2006/relationships/oleObject" Target="embeddings/oleObject186.bin"/><Relationship Id="rId387" Type="http://schemas.openxmlformats.org/officeDocument/2006/relationships/oleObject" Target="embeddings/oleObject210.bin"/><Relationship Id="rId510" Type="http://schemas.openxmlformats.org/officeDocument/2006/relationships/image" Target="media/image223.wmf"/><Relationship Id="rId552" Type="http://schemas.openxmlformats.org/officeDocument/2006/relationships/oleObject" Target="embeddings/oleObject303.bin"/><Relationship Id="rId594" Type="http://schemas.openxmlformats.org/officeDocument/2006/relationships/oleObject" Target="embeddings/oleObject327.bin"/><Relationship Id="rId608" Type="http://schemas.openxmlformats.org/officeDocument/2006/relationships/image" Target="media/image267.wmf"/><Relationship Id="rId191" Type="http://schemas.openxmlformats.org/officeDocument/2006/relationships/oleObject" Target="embeddings/oleObject104.bin"/><Relationship Id="rId205" Type="http://schemas.openxmlformats.org/officeDocument/2006/relationships/image" Target="media/image87.wmf"/><Relationship Id="rId247" Type="http://schemas.openxmlformats.org/officeDocument/2006/relationships/oleObject" Target="embeddings/oleObject133.bin"/><Relationship Id="rId412" Type="http://schemas.openxmlformats.org/officeDocument/2006/relationships/image" Target="media/image181.wmf"/><Relationship Id="rId107" Type="http://schemas.openxmlformats.org/officeDocument/2006/relationships/image" Target="media/image43.wmf"/><Relationship Id="rId289" Type="http://schemas.openxmlformats.org/officeDocument/2006/relationships/image" Target="media/image128.wmf"/><Relationship Id="rId454" Type="http://schemas.openxmlformats.org/officeDocument/2006/relationships/oleObject" Target="embeddings/oleObject248.bin"/><Relationship Id="rId496" Type="http://schemas.openxmlformats.org/officeDocument/2006/relationships/oleObject" Target="embeddings/oleObject273.bin"/><Relationship Id="rId661" Type="http://schemas.openxmlformats.org/officeDocument/2006/relationships/oleObject" Target="embeddings/oleObject364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80.bin"/><Relationship Id="rId314" Type="http://schemas.openxmlformats.org/officeDocument/2006/relationships/image" Target="media/image139.wmf"/><Relationship Id="rId356" Type="http://schemas.openxmlformats.org/officeDocument/2006/relationships/image" Target="media/image157.wmf"/><Relationship Id="rId398" Type="http://schemas.openxmlformats.org/officeDocument/2006/relationships/image" Target="media/image176.wmf"/><Relationship Id="rId521" Type="http://schemas.openxmlformats.org/officeDocument/2006/relationships/image" Target="media/image228.wmf"/><Relationship Id="rId563" Type="http://schemas.openxmlformats.org/officeDocument/2006/relationships/image" Target="media/image247.wmf"/><Relationship Id="rId619" Type="http://schemas.openxmlformats.org/officeDocument/2006/relationships/oleObject" Target="embeddings/oleObject341.bin"/><Relationship Id="rId95" Type="http://schemas.openxmlformats.org/officeDocument/2006/relationships/oleObject" Target="embeddings/oleObject49.bin"/><Relationship Id="rId160" Type="http://schemas.openxmlformats.org/officeDocument/2006/relationships/oleObject" Target="embeddings/oleObject86.bin"/><Relationship Id="rId216" Type="http://schemas.openxmlformats.org/officeDocument/2006/relationships/oleObject" Target="embeddings/oleObject117.bin"/><Relationship Id="rId423" Type="http://schemas.openxmlformats.org/officeDocument/2006/relationships/oleObject" Target="embeddings/oleObject230.bin"/><Relationship Id="rId258" Type="http://schemas.openxmlformats.org/officeDocument/2006/relationships/image" Target="media/image113.wmf"/><Relationship Id="rId465" Type="http://schemas.openxmlformats.org/officeDocument/2006/relationships/oleObject" Target="embeddings/oleObject255.bin"/><Relationship Id="rId630" Type="http://schemas.openxmlformats.org/officeDocument/2006/relationships/image" Target="media/image276.wmf"/><Relationship Id="rId672" Type="http://schemas.openxmlformats.org/officeDocument/2006/relationships/oleObject" Target="embeddings/oleObject370.bin"/><Relationship Id="rId22" Type="http://schemas.openxmlformats.org/officeDocument/2006/relationships/image" Target="media/image8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48.wmf"/><Relationship Id="rId325" Type="http://schemas.openxmlformats.org/officeDocument/2006/relationships/oleObject" Target="embeddings/oleObject175.bin"/><Relationship Id="rId367" Type="http://schemas.openxmlformats.org/officeDocument/2006/relationships/image" Target="media/image162.wmf"/><Relationship Id="rId532" Type="http://schemas.openxmlformats.org/officeDocument/2006/relationships/oleObject" Target="embeddings/oleObject292.bin"/><Relationship Id="rId574" Type="http://schemas.openxmlformats.org/officeDocument/2006/relationships/oleObject" Target="embeddings/oleObject316.bin"/><Relationship Id="rId171" Type="http://schemas.openxmlformats.org/officeDocument/2006/relationships/image" Target="media/image72.wmf"/><Relationship Id="rId227" Type="http://schemas.openxmlformats.org/officeDocument/2006/relationships/oleObject" Target="embeddings/oleObject123.bin"/><Relationship Id="rId269" Type="http://schemas.openxmlformats.org/officeDocument/2006/relationships/oleObject" Target="embeddings/oleObject144.bin"/><Relationship Id="rId434" Type="http://schemas.openxmlformats.org/officeDocument/2006/relationships/image" Target="media/image191.wmf"/><Relationship Id="rId476" Type="http://schemas.openxmlformats.org/officeDocument/2006/relationships/image" Target="media/image208.wmf"/><Relationship Id="rId641" Type="http://schemas.openxmlformats.org/officeDocument/2006/relationships/oleObject" Target="embeddings/oleObject354.bin"/><Relationship Id="rId683" Type="http://schemas.openxmlformats.org/officeDocument/2006/relationships/oleObject" Target="embeddings/oleObject376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9.bin"/><Relationship Id="rId280" Type="http://schemas.openxmlformats.org/officeDocument/2006/relationships/oleObject" Target="embeddings/oleObject150.bin"/><Relationship Id="rId336" Type="http://schemas.openxmlformats.org/officeDocument/2006/relationships/oleObject" Target="embeddings/oleObject181.bin"/><Relationship Id="rId501" Type="http://schemas.openxmlformats.org/officeDocument/2006/relationships/image" Target="media/image219.wmf"/><Relationship Id="rId543" Type="http://schemas.openxmlformats.org/officeDocument/2006/relationships/oleObject" Target="embeddings/oleObject298.bin"/><Relationship Id="rId75" Type="http://schemas.openxmlformats.org/officeDocument/2006/relationships/oleObject" Target="embeddings/oleObject37.bin"/><Relationship Id="rId140" Type="http://schemas.openxmlformats.org/officeDocument/2006/relationships/image" Target="media/image59.wmf"/><Relationship Id="rId182" Type="http://schemas.openxmlformats.org/officeDocument/2006/relationships/oleObject" Target="embeddings/oleObject99.bin"/><Relationship Id="rId378" Type="http://schemas.openxmlformats.org/officeDocument/2006/relationships/oleObject" Target="embeddings/oleObject205.bin"/><Relationship Id="rId403" Type="http://schemas.openxmlformats.org/officeDocument/2006/relationships/image" Target="media/image178.wmf"/><Relationship Id="rId585" Type="http://schemas.openxmlformats.org/officeDocument/2006/relationships/oleObject" Target="embeddings/oleObject322.bin"/><Relationship Id="rId6" Type="http://schemas.openxmlformats.org/officeDocument/2006/relationships/footnotes" Target="footnotes.xml"/><Relationship Id="rId238" Type="http://schemas.openxmlformats.org/officeDocument/2006/relationships/image" Target="media/image103.wmf"/><Relationship Id="rId445" Type="http://schemas.openxmlformats.org/officeDocument/2006/relationships/oleObject" Target="embeddings/oleObject243.bin"/><Relationship Id="rId487" Type="http://schemas.openxmlformats.org/officeDocument/2006/relationships/oleObject" Target="embeddings/oleObject268.bin"/><Relationship Id="rId610" Type="http://schemas.openxmlformats.org/officeDocument/2006/relationships/image" Target="media/image268.wmf"/><Relationship Id="rId652" Type="http://schemas.openxmlformats.org/officeDocument/2006/relationships/image" Target="media/image286.wmf"/><Relationship Id="rId694" Type="http://schemas.openxmlformats.org/officeDocument/2006/relationships/oleObject" Target="embeddings/oleObject382.bin"/><Relationship Id="rId291" Type="http://schemas.openxmlformats.org/officeDocument/2006/relationships/oleObject" Target="embeddings/oleObject156.bin"/><Relationship Id="rId305" Type="http://schemas.openxmlformats.org/officeDocument/2006/relationships/image" Target="media/image135.wmf"/><Relationship Id="rId347" Type="http://schemas.openxmlformats.org/officeDocument/2006/relationships/oleObject" Target="embeddings/oleObject187.bin"/><Relationship Id="rId512" Type="http://schemas.openxmlformats.org/officeDocument/2006/relationships/image" Target="media/image224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4.bin"/><Relationship Id="rId151" Type="http://schemas.openxmlformats.org/officeDocument/2006/relationships/oleObject" Target="embeddings/oleObject81.bin"/><Relationship Id="rId389" Type="http://schemas.openxmlformats.org/officeDocument/2006/relationships/oleObject" Target="embeddings/oleObject211.bin"/><Relationship Id="rId554" Type="http://schemas.openxmlformats.org/officeDocument/2006/relationships/oleObject" Target="embeddings/oleObject305.bin"/><Relationship Id="rId596" Type="http://schemas.openxmlformats.org/officeDocument/2006/relationships/oleObject" Target="embeddings/oleObject328.bin"/><Relationship Id="rId193" Type="http://schemas.openxmlformats.org/officeDocument/2006/relationships/oleObject" Target="embeddings/oleObject105.bin"/><Relationship Id="rId207" Type="http://schemas.openxmlformats.org/officeDocument/2006/relationships/image" Target="media/image88.wmf"/><Relationship Id="rId249" Type="http://schemas.openxmlformats.org/officeDocument/2006/relationships/oleObject" Target="embeddings/oleObject134.bin"/><Relationship Id="rId414" Type="http://schemas.openxmlformats.org/officeDocument/2006/relationships/image" Target="media/image182.wmf"/><Relationship Id="rId456" Type="http://schemas.openxmlformats.org/officeDocument/2006/relationships/oleObject" Target="embeddings/oleObject249.bin"/><Relationship Id="rId498" Type="http://schemas.openxmlformats.org/officeDocument/2006/relationships/oleObject" Target="embeddings/oleObject274.bin"/><Relationship Id="rId621" Type="http://schemas.openxmlformats.org/officeDocument/2006/relationships/image" Target="media/image272.emf"/><Relationship Id="rId663" Type="http://schemas.openxmlformats.org/officeDocument/2006/relationships/oleObject" Target="embeddings/oleObject365.bin"/><Relationship Id="rId13" Type="http://schemas.openxmlformats.org/officeDocument/2006/relationships/oleObject" Target="embeddings/oleObject3.bin"/><Relationship Id="rId109" Type="http://schemas.openxmlformats.org/officeDocument/2006/relationships/image" Target="media/image44.wmf"/><Relationship Id="rId260" Type="http://schemas.openxmlformats.org/officeDocument/2006/relationships/image" Target="media/image114.emf"/><Relationship Id="rId316" Type="http://schemas.openxmlformats.org/officeDocument/2006/relationships/image" Target="media/image140.wmf"/><Relationship Id="rId523" Type="http://schemas.openxmlformats.org/officeDocument/2006/relationships/image" Target="media/image229.wmf"/><Relationship Id="rId55" Type="http://schemas.openxmlformats.org/officeDocument/2006/relationships/oleObject" Target="embeddings/oleObject25.bin"/><Relationship Id="rId97" Type="http://schemas.openxmlformats.org/officeDocument/2006/relationships/oleObject" Target="embeddings/oleObject50.bin"/><Relationship Id="rId120" Type="http://schemas.openxmlformats.org/officeDocument/2006/relationships/image" Target="media/image49.wmf"/><Relationship Id="rId358" Type="http://schemas.openxmlformats.org/officeDocument/2006/relationships/oleObject" Target="embeddings/oleObject194.bin"/><Relationship Id="rId565" Type="http://schemas.openxmlformats.org/officeDocument/2006/relationships/image" Target="media/image248.wmf"/><Relationship Id="rId162" Type="http://schemas.openxmlformats.org/officeDocument/2006/relationships/oleObject" Target="embeddings/oleObject87.bin"/><Relationship Id="rId218" Type="http://schemas.openxmlformats.org/officeDocument/2006/relationships/oleObject" Target="embeddings/oleObject118.bin"/><Relationship Id="rId425" Type="http://schemas.openxmlformats.org/officeDocument/2006/relationships/oleObject" Target="embeddings/oleObject231.bin"/><Relationship Id="rId467" Type="http://schemas.openxmlformats.org/officeDocument/2006/relationships/image" Target="media/image204.wmf"/><Relationship Id="rId632" Type="http://schemas.openxmlformats.org/officeDocument/2006/relationships/image" Target="media/image277.wmf"/><Relationship Id="rId271" Type="http://schemas.openxmlformats.org/officeDocument/2006/relationships/oleObject" Target="embeddings/oleObject145.bin"/><Relationship Id="rId674" Type="http://schemas.openxmlformats.org/officeDocument/2006/relationships/oleObject" Target="embeddings/oleObject371.bin"/><Relationship Id="rId24" Type="http://schemas.openxmlformats.org/officeDocument/2006/relationships/image" Target="media/image9.wmf"/><Relationship Id="rId66" Type="http://schemas.openxmlformats.org/officeDocument/2006/relationships/oleObject" Target="embeddings/oleObject31.bin"/><Relationship Id="rId131" Type="http://schemas.openxmlformats.org/officeDocument/2006/relationships/oleObject" Target="embeddings/oleObject70.bin"/><Relationship Id="rId327" Type="http://schemas.openxmlformats.org/officeDocument/2006/relationships/oleObject" Target="embeddings/oleObject176.bin"/><Relationship Id="rId369" Type="http://schemas.openxmlformats.org/officeDocument/2006/relationships/oleObject" Target="embeddings/oleObject200.bin"/><Relationship Id="rId534" Type="http://schemas.openxmlformats.org/officeDocument/2006/relationships/oleObject" Target="embeddings/oleObject293.bin"/><Relationship Id="rId576" Type="http://schemas.openxmlformats.org/officeDocument/2006/relationships/oleObject" Target="embeddings/oleObject317.bin"/><Relationship Id="rId173" Type="http://schemas.openxmlformats.org/officeDocument/2006/relationships/image" Target="media/image73.wmf"/><Relationship Id="rId229" Type="http://schemas.openxmlformats.org/officeDocument/2006/relationships/oleObject" Target="embeddings/oleObject124.bin"/><Relationship Id="rId380" Type="http://schemas.openxmlformats.org/officeDocument/2006/relationships/oleObject" Target="embeddings/oleObject206.bin"/><Relationship Id="rId436" Type="http://schemas.openxmlformats.org/officeDocument/2006/relationships/image" Target="media/image192.wmf"/><Relationship Id="rId601" Type="http://schemas.openxmlformats.org/officeDocument/2006/relationships/oleObject" Target="embeddings/oleObject331.bin"/><Relationship Id="rId643" Type="http://schemas.openxmlformats.org/officeDocument/2006/relationships/oleObject" Target="embeddings/oleObject355.bin"/><Relationship Id="rId240" Type="http://schemas.openxmlformats.org/officeDocument/2006/relationships/image" Target="media/image104.wmf"/><Relationship Id="rId478" Type="http://schemas.openxmlformats.org/officeDocument/2006/relationships/image" Target="media/image209.wmf"/><Relationship Id="rId685" Type="http://schemas.openxmlformats.org/officeDocument/2006/relationships/image" Target="media/image301.wmf"/><Relationship Id="rId35" Type="http://schemas.openxmlformats.org/officeDocument/2006/relationships/image" Target="media/image14.wmf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3.bin"/><Relationship Id="rId282" Type="http://schemas.openxmlformats.org/officeDocument/2006/relationships/oleObject" Target="embeddings/oleObject151.bin"/><Relationship Id="rId338" Type="http://schemas.openxmlformats.org/officeDocument/2006/relationships/oleObject" Target="embeddings/oleObject182.bin"/><Relationship Id="rId503" Type="http://schemas.openxmlformats.org/officeDocument/2006/relationships/image" Target="media/image220.wmf"/><Relationship Id="rId545" Type="http://schemas.openxmlformats.org/officeDocument/2006/relationships/oleObject" Target="embeddings/oleObject299.bin"/><Relationship Id="rId587" Type="http://schemas.openxmlformats.org/officeDocument/2006/relationships/image" Target="media/image257.wmf"/><Relationship Id="rId8" Type="http://schemas.openxmlformats.org/officeDocument/2006/relationships/image" Target="media/image1.emf"/><Relationship Id="rId142" Type="http://schemas.openxmlformats.org/officeDocument/2006/relationships/image" Target="media/image60.wmf"/><Relationship Id="rId184" Type="http://schemas.openxmlformats.org/officeDocument/2006/relationships/oleObject" Target="embeddings/oleObject100.bin"/><Relationship Id="rId391" Type="http://schemas.openxmlformats.org/officeDocument/2006/relationships/oleObject" Target="embeddings/oleObject212.bin"/><Relationship Id="rId405" Type="http://schemas.openxmlformats.org/officeDocument/2006/relationships/image" Target="media/image179.wmf"/><Relationship Id="rId447" Type="http://schemas.openxmlformats.org/officeDocument/2006/relationships/oleObject" Target="embeddings/oleObject244.bin"/><Relationship Id="rId612" Type="http://schemas.openxmlformats.org/officeDocument/2006/relationships/oleObject" Target="embeddings/oleObject337.bin"/><Relationship Id="rId251" Type="http://schemas.openxmlformats.org/officeDocument/2006/relationships/oleObject" Target="embeddings/oleObject135.bin"/><Relationship Id="rId489" Type="http://schemas.openxmlformats.org/officeDocument/2006/relationships/oleObject" Target="embeddings/oleObject269.bin"/><Relationship Id="rId654" Type="http://schemas.openxmlformats.org/officeDocument/2006/relationships/image" Target="media/image287.wmf"/><Relationship Id="rId696" Type="http://schemas.openxmlformats.org/officeDocument/2006/relationships/oleObject" Target="embeddings/oleObject383.bin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57.bin"/><Relationship Id="rId307" Type="http://schemas.openxmlformats.org/officeDocument/2006/relationships/oleObject" Target="embeddings/oleObject165.bin"/><Relationship Id="rId349" Type="http://schemas.openxmlformats.org/officeDocument/2006/relationships/image" Target="media/image154.wmf"/><Relationship Id="rId514" Type="http://schemas.openxmlformats.org/officeDocument/2006/relationships/image" Target="media/image225.wmf"/><Relationship Id="rId556" Type="http://schemas.openxmlformats.org/officeDocument/2006/relationships/oleObject" Target="embeddings/oleObject306.bin"/><Relationship Id="rId88" Type="http://schemas.openxmlformats.org/officeDocument/2006/relationships/oleObject" Target="embeddings/oleObject45.bin"/><Relationship Id="rId111" Type="http://schemas.openxmlformats.org/officeDocument/2006/relationships/oleObject" Target="embeddings/oleObject60.bin"/><Relationship Id="rId153" Type="http://schemas.openxmlformats.org/officeDocument/2006/relationships/image" Target="media/image64.wmf"/><Relationship Id="rId195" Type="http://schemas.openxmlformats.org/officeDocument/2006/relationships/image" Target="media/image82.wmf"/><Relationship Id="rId209" Type="http://schemas.openxmlformats.org/officeDocument/2006/relationships/image" Target="media/image89.wmf"/><Relationship Id="rId360" Type="http://schemas.openxmlformats.org/officeDocument/2006/relationships/oleObject" Target="embeddings/oleObject195.bin"/><Relationship Id="rId416" Type="http://schemas.openxmlformats.org/officeDocument/2006/relationships/image" Target="media/image183.wmf"/><Relationship Id="rId598" Type="http://schemas.openxmlformats.org/officeDocument/2006/relationships/image" Target="media/image262.wmf"/><Relationship Id="rId220" Type="http://schemas.openxmlformats.org/officeDocument/2006/relationships/oleObject" Target="embeddings/oleObject119.bin"/><Relationship Id="rId458" Type="http://schemas.openxmlformats.org/officeDocument/2006/relationships/oleObject" Target="embeddings/oleObject250.bin"/><Relationship Id="rId623" Type="http://schemas.openxmlformats.org/officeDocument/2006/relationships/image" Target="media/image273.wmf"/><Relationship Id="rId665" Type="http://schemas.openxmlformats.org/officeDocument/2006/relationships/oleObject" Target="embeddings/oleObject366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6.bin"/><Relationship Id="rId262" Type="http://schemas.openxmlformats.org/officeDocument/2006/relationships/image" Target="media/image115.wmf"/><Relationship Id="rId318" Type="http://schemas.openxmlformats.org/officeDocument/2006/relationships/oleObject" Target="embeddings/oleObject171.bin"/><Relationship Id="rId525" Type="http://schemas.openxmlformats.org/officeDocument/2006/relationships/image" Target="media/image230.wmf"/><Relationship Id="rId567" Type="http://schemas.openxmlformats.org/officeDocument/2006/relationships/oleObject" Target="embeddings/oleObject312.bin"/><Relationship Id="rId99" Type="http://schemas.openxmlformats.org/officeDocument/2006/relationships/oleObject" Target="embeddings/oleObject52.bin"/><Relationship Id="rId122" Type="http://schemas.openxmlformats.org/officeDocument/2006/relationships/image" Target="media/image50.wmf"/><Relationship Id="rId164" Type="http://schemas.openxmlformats.org/officeDocument/2006/relationships/image" Target="media/image69.wmf"/><Relationship Id="rId371" Type="http://schemas.openxmlformats.org/officeDocument/2006/relationships/oleObject" Target="embeddings/oleObject201.bin"/><Relationship Id="rId427" Type="http://schemas.openxmlformats.org/officeDocument/2006/relationships/oleObject" Target="embeddings/oleObject232.bin"/><Relationship Id="rId469" Type="http://schemas.openxmlformats.org/officeDocument/2006/relationships/oleObject" Target="embeddings/oleObject258.bin"/><Relationship Id="rId634" Type="http://schemas.openxmlformats.org/officeDocument/2006/relationships/oleObject" Target="embeddings/oleObject350.bin"/><Relationship Id="rId676" Type="http://schemas.openxmlformats.org/officeDocument/2006/relationships/image" Target="media/image297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25.bin"/><Relationship Id="rId273" Type="http://schemas.openxmlformats.org/officeDocument/2006/relationships/oleObject" Target="embeddings/oleObject146.bin"/><Relationship Id="rId329" Type="http://schemas.openxmlformats.org/officeDocument/2006/relationships/oleObject" Target="embeddings/oleObject177.bin"/><Relationship Id="rId480" Type="http://schemas.openxmlformats.org/officeDocument/2006/relationships/image" Target="media/image210.wmf"/><Relationship Id="rId536" Type="http://schemas.openxmlformats.org/officeDocument/2006/relationships/oleObject" Target="embeddings/oleObject294.bin"/><Relationship Id="rId701" Type="http://schemas.openxmlformats.org/officeDocument/2006/relationships/footer" Target="footer1.xml"/><Relationship Id="rId68" Type="http://schemas.openxmlformats.org/officeDocument/2006/relationships/image" Target="media/image29.wmf"/><Relationship Id="rId133" Type="http://schemas.openxmlformats.org/officeDocument/2006/relationships/oleObject" Target="embeddings/oleObject71.bin"/><Relationship Id="rId175" Type="http://schemas.openxmlformats.org/officeDocument/2006/relationships/oleObject" Target="embeddings/oleObject95.bin"/><Relationship Id="rId340" Type="http://schemas.openxmlformats.org/officeDocument/2006/relationships/image" Target="media/image150.wmf"/><Relationship Id="rId578" Type="http://schemas.openxmlformats.org/officeDocument/2006/relationships/oleObject" Target="embeddings/oleObject318.bin"/><Relationship Id="rId200" Type="http://schemas.openxmlformats.org/officeDocument/2006/relationships/oleObject" Target="embeddings/oleObject109.bin"/><Relationship Id="rId382" Type="http://schemas.openxmlformats.org/officeDocument/2006/relationships/image" Target="media/image168.emf"/><Relationship Id="rId438" Type="http://schemas.openxmlformats.org/officeDocument/2006/relationships/image" Target="media/image193.wmf"/><Relationship Id="rId603" Type="http://schemas.openxmlformats.org/officeDocument/2006/relationships/oleObject" Target="embeddings/oleObject332.bin"/><Relationship Id="rId645" Type="http://schemas.openxmlformats.org/officeDocument/2006/relationships/oleObject" Target="embeddings/oleObject356.bin"/><Relationship Id="rId687" Type="http://schemas.openxmlformats.org/officeDocument/2006/relationships/image" Target="media/image302.wmf"/><Relationship Id="rId242" Type="http://schemas.openxmlformats.org/officeDocument/2006/relationships/image" Target="media/image105.wmf"/><Relationship Id="rId284" Type="http://schemas.openxmlformats.org/officeDocument/2006/relationships/oleObject" Target="embeddings/oleObject152.bin"/><Relationship Id="rId491" Type="http://schemas.openxmlformats.org/officeDocument/2006/relationships/oleObject" Target="embeddings/oleObject270.bin"/><Relationship Id="rId505" Type="http://schemas.openxmlformats.org/officeDocument/2006/relationships/oleObject" Target="embeddings/oleObject278.bin"/><Relationship Id="rId37" Type="http://schemas.openxmlformats.org/officeDocument/2006/relationships/image" Target="media/image15.wmf"/><Relationship Id="rId79" Type="http://schemas.openxmlformats.org/officeDocument/2006/relationships/image" Target="media/image33.wmf"/><Relationship Id="rId102" Type="http://schemas.openxmlformats.org/officeDocument/2006/relationships/oleObject" Target="embeddings/oleObject54.bin"/><Relationship Id="rId144" Type="http://schemas.openxmlformats.org/officeDocument/2006/relationships/oleObject" Target="embeddings/oleObject77.bin"/><Relationship Id="rId547" Type="http://schemas.openxmlformats.org/officeDocument/2006/relationships/oleObject" Target="embeddings/oleObject300.bin"/><Relationship Id="rId589" Type="http://schemas.openxmlformats.org/officeDocument/2006/relationships/image" Target="media/image258.wmf"/><Relationship Id="rId90" Type="http://schemas.openxmlformats.org/officeDocument/2006/relationships/oleObject" Target="embeddings/oleObject46.bin"/><Relationship Id="rId186" Type="http://schemas.openxmlformats.org/officeDocument/2006/relationships/oleObject" Target="embeddings/oleObject101.bin"/><Relationship Id="rId351" Type="http://schemas.openxmlformats.org/officeDocument/2006/relationships/image" Target="media/image155.wmf"/><Relationship Id="rId393" Type="http://schemas.openxmlformats.org/officeDocument/2006/relationships/oleObject" Target="embeddings/oleObject213.bin"/><Relationship Id="rId407" Type="http://schemas.openxmlformats.org/officeDocument/2006/relationships/oleObject" Target="embeddings/oleObject221.bin"/><Relationship Id="rId449" Type="http://schemas.openxmlformats.org/officeDocument/2006/relationships/oleObject" Target="embeddings/oleObject245.bin"/><Relationship Id="rId614" Type="http://schemas.openxmlformats.org/officeDocument/2006/relationships/image" Target="media/image269.wmf"/><Relationship Id="rId656" Type="http://schemas.openxmlformats.org/officeDocument/2006/relationships/image" Target="media/image288.wmf"/><Relationship Id="rId211" Type="http://schemas.openxmlformats.org/officeDocument/2006/relationships/image" Target="media/image90.wmf"/><Relationship Id="rId253" Type="http://schemas.openxmlformats.org/officeDocument/2006/relationships/oleObject" Target="embeddings/oleObject136.bin"/><Relationship Id="rId295" Type="http://schemas.openxmlformats.org/officeDocument/2006/relationships/oleObject" Target="embeddings/oleObject158.bin"/><Relationship Id="rId309" Type="http://schemas.openxmlformats.org/officeDocument/2006/relationships/oleObject" Target="embeddings/oleObject166.bin"/><Relationship Id="rId460" Type="http://schemas.openxmlformats.org/officeDocument/2006/relationships/oleObject" Target="embeddings/oleObject252.bin"/><Relationship Id="rId516" Type="http://schemas.openxmlformats.org/officeDocument/2006/relationships/oleObject" Target="embeddings/oleObject284.bin"/><Relationship Id="rId698" Type="http://schemas.openxmlformats.org/officeDocument/2006/relationships/oleObject" Target="embeddings/oleObject384.bin"/><Relationship Id="rId48" Type="http://schemas.openxmlformats.org/officeDocument/2006/relationships/oleObject" Target="embeddings/oleObject21.bin"/><Relationship Id="rId113" Type="http://schemas.openxmlformats.org/officeDocument/2006/relationships/oleObject" Target="embeddings/oleObject61.bin"/><Relationship Id="rId320" Type="http://schemas.openxmlformats.org/officeDocument/2006/relationships/oleObject" Target="embeddings/oleObject172.bin"/><Relationship Id="rId558" Type="http://schemas.openxmlformats.org/officeDocument/2006/relationships/oleObject" Target="embeddings/oleObject307.bin"/><Relationship Id="rId155" Type="http://schemas.openxmlformats.org/officeDocument/2006/relationships/image" Target="media/image65.wmf"/><Relationship Id="rId197" Type="http://schemas.openxmlformats.org/officeDocument/2006/relationships/image" Target="media/image83.wmf"/><Relationship Id="rId362" Type="http://schemas.openxmlformats.org/officeDocument/2006/relationships/oleObject" Target="embeddings/oleObject196.bin"/><Relationship Id="rId418" Type="http://schemas.openxmlformats.org/officeDocument/2006/relationships/image" Target="media/image184.wmf"/><Relationship Id="rId625" Type="http://schemas.openxmlformats.org/officeDocument/2006/relationships/image" Target="media/image274.wmf"/><Relationship Id="rId222" Type="http://schemas.openxmlformats.org/officeDocument/2006/relationships/oleObject" Target="embeddings/oleObject120.bin"/><Relationship Id="rId264" Type="http://schemas.openxmlformats.org/officeDocument/2006/relationships/image" Target="media/image116.wmf"/><Relationship Id="rId471" Type="http://schemas.openxmlformats.org/officeDocument/2006/relationships/oleObject" Target="embeddings/oleObject259.bin"/><Relationship Id="rId667" Type="http://schemas.openxmlformats.org/officeDocument/2006/relationships/oleObject" Target="embeddings/oleObject367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7.bin"/><Relationship Id="rId124" Type="http://schemas.openxmlformats.org/officeDocument/2006/relationships/image" Target="media/image51.wmf"/><Relationship Id="rId527" Type="http://schemas.openxmlformats.org/officeDocument/2006/relationships/image" Target="media/image231.wmf"/><Relationship Id="rId569" Type="http://schemas.openxmlformats.org/officeDocument/2006/relationships/oleObject" Target="embeddings/oleObject313.bin"/><Relationship Id="rId70" Type="http://schemas.openxmlformats.org/officeDocument/2006/relationships/oleObject" Target="embeddings/oleObject34.bin"/><Relationship Id="rId166" Type="http://schemas.openxmlformats.org/officeDocument/2006/relationships/oleObject" Target="embeddings/oleObject90.bin"/><Relationship Id="rId331" Type="http://schemas.openxmlformats.org/officeDocument/2006/relationships/oleObject" Target="embeddings/oleObject178.bin"/><Relationship Id="rId373" Type="http://schemas.openxmlformats.org/officeDocument/2006/relationships/oleObject" Target="embeddings/oleObject202.bin"/><Relationship Id="rId429" Type="http://schemas.openxmlformats.org/officeDocument/2006/relationships/oleObject" Target="embeddings/oleObject234.bin"/><Relationship Id="rId580" Type="http://schemas.openxmlformats.org/officeDocument/2006/relationships/image" Target="media/image254.wmf"/><Relationship Id="rId636" Type="http://schemas.openxmlformats.org/officeDocument/2006/relationships/oleObject" Target="embeddings/oleObject351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26.bin"/><Relationship Id="rId440" Type="http://schemas.openxmlformats.org/officeDocument/2006/relationships/oleObject" Target="embeddings/oleObject240.bin"/><Relationship Id="rId678" Type="http://schemas.openxmlformats.org/officeDocument/2006/relationships/image" Target="media/image298.emf"/><Relationship Id="rId28" Type="http://schemas.openxmlformats.org/officeDocument/2006/relationships/image" Target="media/image11.wmf"/><Relationship Id="rId275" Type="http://schemas.openxmlformats.org/officeDocument/2006/relationships/oleObject" Target="embeddings/oleObject147.bin"/><Relationship Id="rId300" Type="http://schemas.openxmlformats.org/officeDocument/2006/relationships/oleObject" Target="embeddings/oleObject161.bin"/><Relationship Id="rId482" Type="http://schemas.openxmlformats.org/officeDocument/2006/relationships/image" Target="media/image211.wmf"/><Relationship Id="rId538" Type="http://schemas.openxmlformats.org/officeDocument/2006/relationships/image" Target="media/image236.wmf"/><Relationship Id="rId703" Type="http://schemas.openxmlformats.org/officeDocument/2006/relationships/footer" Target="footer3.xml"/><Relationship Id="rId81" Type="http://schemas.openxmlformats.org/officeDocument/2006/relationships/image" Target="media/image34.wmf"/><Relationship Id="rId135" Type="http://schemas.openxmlformats.org/officeDocument/2006/relationships/oleObject" Target="embeddings/oleObject72.bin"/><Relationship Id="rId177" Type="http://schemas.openxmlformats.org/officeDocument/2006/relationships/oleObject" Target="embeddings/oleObject96.bin"/><Relationship Id="rId342" Type="http://schemas.openxmlformats.org/officeDocument/2006/relationships/image" Target="media/image151.wmf"/><Relationship Id="rId384" Type="http://schemas.openxmlformats.org/officeDocument/2006/relationships/image" Target="media/image169.wmf"/><Relationship Id="rId591" Type="http://schemas.openxmlformats.org/officeDocument/2006/relationships/image" Target="media/image259.wmf"/><Relationship Id="rId605" Type="http://schemas.openxmlformats.org/officeDocument/2006/relationships/oleObject" Target="embeddings/oleObject333.bin"/><Relationship Id="rId202" Type="http://schemas.openxmlformats.org/officeDocument/2006/relationships/oleObject" Target="embeddings/oleObject110.bin"/><Relationship Id="rId244" Type="http://schemas.openxmlformats.org/officeDocument/2006/relationships/image" Target="media/image106.wmf"/><Relationship Id="rId647" Type="http://schemas.openxmlformats.org/officeDocument/2006/relationships/oleObject" Target="embeddings/oleObject357.bin"/><Relationship Id="rId689" Type="http://schemas.openxmlformats.org/officeDocument/2006/relationships/image" Target="media/image303.wmf"/><Relationship Id="rId39" Type="http://schemas.openxmlformats.org/officeDocument/2006/relationships/image" Target="media/image16.wmf"/><Relationship Id="rId286" Type="http://schemas.openxmlformats.org/officeDocument/2006/relationships/oleObject" Target="embeddings/oleObject153.bin"/><Relationship Id="rId451" Type="http://schemas.openxmlformats.org/officeDocument/2006/relationships/oleObject" Target="embeddings/oleObject246.bin"/><Relationship Id="rId493" Type="http://schemas.openxmlformats.org/officeDocument/2006/relationships/oleObject" Target="embeddings/oleObject271.bin"/><Relationship Id="rId507" Type="http://schemas.openxmlformats.org/officeDocument/2006/relationships/oleObject" Target="embeddings/oleObject279.bin"/><Relationship Id="rId549" Type="http://schemas.openxmlformats.org/officeDocument/2006/relationships/oleObject" Target="embeddings/oleObject301.bin"/><Relationship Id="rId50" Type="http://schemas.openxmlformats.org/officeDocument/2006/relationships/image" Target="media/image21.wmf"/><Relationship Id="rId104" Type="http://schemas.openxmlformats.org/officeDocument/2006/relationships/image" Target="media/image42.emf"/><Relationship Id="rId146" Type="http://schemas.openxmlformats.org/officeDocument/2006/relationships/oleObject" Target="embeddings/oleObject78.bin"/><Relationship Id="rId188" Type="http://schemas.openxmlformats.org/officeDocument/2006/relationships/oleObject" Target="embeddings/oleObject102.bin"/><Relationship Id="rId311" Type="http://schemas.openxmlformats.org/officeDocument/2006/relationships/oleObject" Target="embeddings/oleObject167.bin"/><Relationship Id="rId353" Type="http://schemas.openxmlformats.org/officeDocument/2006/relationships/image" Target="media/image156.wmf"/><Relationship Id="rId395" Type="http://schemas.openxmlformats.org/officeDocument/2006/relationships/oleObject" Target="embeddings/oleObject214.bin"/><Relationship Id="rId409" Type="http://schemas.openxmlformats.org/officeDocument/2006/relationships/image" Target="media/image180.wmf"/><Relationship Id="rId560" Type="http://schemas.openxmlformats.org/officeDocument/2006/relationships/oleObject" Target="embeddings/oleObject308.bin"/><Relationship Id="rId92" Type="http://schemas.openxmlformats.org/officeDocument/2006/relationships/oleObject" Target="embeddings/oleObject47.bin"/><Relationship Id="rId213" Type="http://schemas.openxmlformats.org/officeDocument/2006/relationships/image" Target="media/image91.wmf"/><Relationship Id="rId420" Type="http://schemas.openxmlformats.org/officeDocument/2006/relationships/image" Target="media/image185.wmf"/><Relationship Id="rId616" Type="http://schemas.openxmlformats.org/officeDocument/2006/relationships/image" Target="media/image270.wmf"/><Relationship Id="rId658" Type="http://schemas.openxmlformats.org/officeDocument/2006/relationships/image" Target="media/image289.wmf"/><Relationship Id="rId255" Type="http://schemas.openxmlformats.org/officeDocument/2006/relationships/oleObject" Target="embeddings/oleObject137.bin"/><Relationship Id="rId297" Type="http://schemas.openxmlformats.org/officeDocument/2006/relationships/oleObject" Target="embeddings/oleObject159.bin"/><Relationship Id="rId462" Type="http://schemas.openxmlformats.org/officeDocument/2006/relationships/image" Target="media/image202.wmf"/><Relationship Id="rId518" Type="http://schemas.openxmlformats.org/officeDocument/2006/relationships/oleObject" Target="embeddings/oleObject285.bin"/><Relationship Id="rId115" Type="http://schemas.openxmlformats.org/officeDocument/2006/relationships/oleObject" Target="embeddings/oleObject62.bin"/><Relationship Id="rId157" Type="http://schemas.openxmlformats.org/officeDocument/2006/relationships/image" Target="media/image66.wmf"/><Relationship Id="rId322" Type="http://schemas.openxmlformats.org/officeDocument/2006/relationships/oleObject" Target="embeddings/oleObject173.bin"/><Relationship Id="rId364" Type="http://schemas.openxmlformats.org/officeDocument/2006/relationships/oleObject" Target="embeddings/oleObject197.bin"/><Relationship Id="rId61" Type="http://schemas.openxmlformats.org/officeDocument/2006/relationships/oleObject" Target="embeddings/oleObject28.bin"/><Relationship Id="rId199" Type="http://schemas.openxmlformats.org/officeDocument/2006/relationships/image" Target="media/image84.wmf"/><Relationship Id="rId571" Type="http://schemas.openxmlformats.org/officeDocument/2006/relationships/oleObject" Target="embeddings/oleObject314.bin"/><Relationship Id="rId627" Type="http://schemas.openxmlformats.org/officeDocument/2006/relationships/oleObject" Target="embeddings/oleObject346.bin"/><Relationship Id="rId669" Type="http://schemas.openxmlformats.org/officeDocument/2006/relationships/oleObject" Target="embeddings/oleObject368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IS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32E8F-34E6-438D-B5BC-D3E69CDC1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ISM</Template>
  <TotalTime>127</TotalTime>
  <Pages>32</Pages>
  <Words>6723</Words>
  <Characters>38326</Characters>
  <Application>Microsoft Office Word</Application>
  <DocSecurity>0</DocSecurity>
  <Lines>319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Waterloo</Company>
  <LinksUpToDate>false</LinksUpToDate>
  <CharactersWithSpaces>44960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Ernie Jerome</dc:creator>
  <cp:lastModifiedBy>Rajender Kumar</cp:lastModifiedBy>
  <cp:revision>88</cp:revision>
  <cp:lastPrinted>2020-06-29T16:07:00Z</cp:lastPrinted>
  <dcterms:created xsi:type="dcterms:W3CDTF">2019-08-19T14:34:00Z</dcterms:created>
  <dcterms:modified xsi:type="dcterms:W3CDTF">2020-06-29T16:09:00Z</dcterms:modified>
</cp:coreProperties>
</file>