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653" w:rsidRDefault="00E62653">
      <w:pPr>
        <w:pStyle w:val="ISM"/>
        <w:rPr>
          <w:sz w:val="48"/>
        </w:rPr>
      </w:pPr>
      <w:r>
        <w:rPr>
          <w:sz w:val="48"/>
        </w:rPr>
        <w:t>1</w:t>
      </w:r>
      <w:r w:rsidR="007B4E8C">
        <w:rPr>
          <w:sz w:val="48"/>
        </w:rPr>
        <w:t>4</w:t>
      </w:r>
      <w:r>
        <w:rPr>
          <w:sz w:val="48"/>
        </w:rPr>
        <w:tab/>
      </w:r>
      <w:r>
        <w:rPr>
          <w:sz w:val="48"/>
        </w:rPr>
        <w:tab/>
        <w:t>Annuities: Special Situations</w:t>
      </w:r>
    </w:p>
    <w:p w:rsidR="002542AC" w:rsidRDefault="002542AC">
      <w:pPr>
        <w:pStyle w:val="ISM"/>
        <w:rPr>
          <w:sz w:val="48"/>
        </w:rPr>
      </w:pPr>
    </w:p>
    <w:p w:rsidR="00F57F1D" w:rsidRDefault="00540388" w:rsidP="00F57F1D">
      <w:pPr>
        <w:pStyle w:val="ISM"/>
        <w:spacing w:after="60"/>
        <w:rPr>
          <w:b/>
        </w:rPr>
      </w:pPr>
      <w:r w:rsidRPr="00FF3A6E">
        <w:rPr>
          <w:b/>
          <w:sz w:val="24"/>
        </w:rPr>
        <w:t>Point of Interest</w:t>
      </w:r>
      <w:r w:rsidRPr="00FF3A6E">
        <w:t xml:space="preserve">  </w:t>
      </w:r>
      <w:r w:rsidRPr="00FF3A6E">
        <w:rPr>
          <w:b/>
          <w:sz w:val="24"/>
        </w:rPr>
        <w:t xml:space="preserve">(Section </w:t>
      </w:r>
      <w:r w:rsidR="007B4E8C" w:rsidRPr="00FF3A6E">
        <w:rPr>
          <w:b/>
          <w:sz w:val="24"/>
        </w:rPr>
        <w:t>1</w:t>
      </w:r>
      <w:r w:rsidR="007B4E8C">
        <w:rPr>
          <w:b/>
          <w:sz w:val="24"/>
        </w:rPr>
        <w:t>4</w:t>
      </w:r>
      <w:r w:rsidRPr="00FF3A6E">
        <w:rPr>
          <w:b/>
          <w:sz w:val="24"/>
        </w:rPr>
        <w:t>.1)</w:t>
      </w:r>
    </w:p>
    <w:p w:rsidR="00F57F1D" w:rsidRDefault="00F57F1D" w:rsidP="00F57F1D">
      <w:pPr>
        <w:pStyle w:val="ISM"/>
        <w:rPr>
          <w:b/>
          <w:i/>
        </w:rPr>
      </w:pPr>
      <w:r>
        <w:rPr>
          <w:b/>
          <w:i/>
        </w:rPr>
        <w:t>Card Tricks—The “No-Interest, No-Payments-for-a-Year” Trap</w:t>
      </w:r>
    </w:p>
    <w:p w:rsidR="00F57F1D" w:rsidRDefault="00F57F1D" w:rsidP="00F57F1D">
      <w:pPr>
        <w:pStyle w:val="ISMab"/>
        <w:rPr>
          <w:szCs w:val="22"/>
        </w:rPr>
      </w:pPr>
      <w:r>
        <w:t xml:space="preserve">Given: </w:t>
      </w:r>
      <w:r w:rsidRPr="002A4FC1">
        <w:rPr>
          <w:rFonts w:ascii="Times New Roman" w:hAnsi="Times New Roman"/>
          <w:i/>
          <w:szCs w:val="22"/>
        </w:rPr>
        <w:t>P</w:t>
      </w:r>
      <w:r>
        <w:rPr>
          <w:rFonts w:ascii="Times New Roman" w:hAnsi="Times New Roman"/>
          <w:i/>
          <w:szCs w:val="22"/>
        </w:rPr>
        <w:t>V</w:t>
      </w:r>
      <w:r>
        <w:rPr>
          <w:szCs w:val="22"/>
        </w:rPr>
        <w:t xml:space="preserve"> = $5000; </w:t>
      </w:r>
      <w:r>
        <w:rPr>
          <w:rFonts w:ascii="Times New Roman" w:hAnsi="Times New Roman"/>
          <w:i/>
          <w:szCs w:val="22"/>
        </w:rPr>
        <w:t>j</w:t>
      </w:r>
      <w:r>
        <w:rPr>
          <w:szCs w:val="22"/>
        </w:rPr>
        <w:t xml:space="preserve"> = 28.8% </w:t>
      </w:r>
      <w:r w:rsidRPr="00B2109F">
        <w:rPr>
          <w:szCs w:val="22"/>
        </w:rPr>
        <w:t>compounded monthly</w:t>
      </w:r>
      <w:r>
        <w:rPr>
          <w:szCs w:val="22"/>
        </w:rPr>
        <w:t xml:space="preserve">; </w:t>
      </w:r>
      <w:r w:rsidRPr="002A4FC1">
        <w:rPr>
          <w:rFonts w:ascii="Times New Roman" w:hAnsi="Times New Roman"/>
          <w:i/>
          <w:szCs w:val="22"/>
        </w:rPr>
        <w:t>n</w:t>
      </w:r>
      <w:r>
        <w:rPr>
          <w:szCs w:val="22"/>
        </w:rPr>
        <w:t xml:space="preserve"> = 12</w:t>
      </w:r>
    </w:p>
    <w:p w:rsidR="00F57F1D" w:rsidRDefault="00F57F1D" w:rsidP="00F57F1D">
      <w:pPr>
        <w:pStyle w:val="ISMab"/>
      </w:pPr>
      <w:r>
        <w:rPr>
          <w:szCs w:val="22"/>
        </w:rPr>
        <w:t>Total amount owed after 1 year = $5000</w:t>
      </w:r>
      <w:r w:rsidRPr="005D5553">
        <w:rPr>
          <w:position w:val="-12"/>
        </w:rPr>
        <w:object w:dxaOrig="10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21.75pt" o:ole="">
            <v:imagedata r:id="rId7" o:title=""/>
          </v:shape>
          <o:OLEObject Type="Embed" ProgID="Equation.3" ShapeID="_x0000_i1025" DrawAspect="Content" ObjectID="_1654992335" r:id="rId8"/>
        </w:object>
      </w:r>
      <w:r>
        <w:t xml:space="preserve"> = $6646.14</w:t>
      </w:r>
    </w:p>
    <w:p w:rsidR="00F57F1D" w:rsidRDefault="00FA140A" w:rsidP="00F57F1D">
      <w:pPr>
        <w:pStyle w:val="ISMab"/>
        <w:rPr>
          <w:u w:val="double"/>
        </w:rPr>
      </w:pPr>
      <w:r>
        <w:t xml:space="preserve">Interest portion </w:t>
      </w:r>
      <w:r w:rsidR="00F57F1D">
        <w:t xml:space="preserve">= $6646.14 – $5000 = </w:t>
      </w:r>
      <w:r w:rsidR="00F57F1D" w:rsidRPr="00B2109F">
        <w:rPr>
          <w:u w:val="double"/>
        </w:rPr>
        <w:t>$1646.14</w:t>
      </w:r>
    </w:p>
    <w:p w:rsidR="00F57F1D" w:rsidRDefault="00F57F1D" w:rsidP="00F57F1D">
      <w:pPr>
        <w:pStyle w:val="ISMab"/>
      </w:pPr>
    </w:p>
    <w:p w:rsidR="00F57F1D" w:rsidRDefault="00540388" w:rsidP="00F57F1D">
      <w:pPr>
        <w:pStyle w:val="ISM"/>
        <w:spacing w:after="120"/>
        <w:rPr>
          <w:b/>
          <w:sz w:val="24"/>
        </w:rPr>
      </w:pPr>
      <w:r w:rsidRPr="00FF3A6E">
        <w:rPr>
          <w:b/>
          <w:sz w:val="24"/>
        </w:rPr>
        <w:t xml:space="preserve">Concept Questions  (Exercise </w:t>
      </w:r>
      <w:r w:rsidR="007B4E8C" w:rsidRPr="00FF3A6E">
        <w:rPr>
          <w:b/>
          <w:sz w:val="24"/>
        </w:rPr>
        <w:t>1</w:t>
      </w:r>
      <w:r w:rsidR="007B4E8C">
        <w:rPr>
          <w:b/>
          <w:sz w:val="24"/>
        </w:rPr>
        <w:t>4</w:t>
      </w:r>
      <w:r w:rsidRPr="00FF3A6E">
        <w:rPr>
          <w:b/>
          <w:sz w:val="24"/>
        </w:rPr>
        <w:t>.1)</w:t>
      </w:r>
    </w:p>
    <w:p w:rsidR="00F57F1D" w:rsidRDefault="00F57F1D" w:rsidP="00F57F1D">
      <w:pPr>
        <w:pStyle w:val="ISM"/>
      </w:pPr>
      <w:r>
        <w:tab/>
      </w:r>
      <w:r w:rsidR="000F3C61">
        <w:t>1</w:t>
      </w:r>
      <w:r>
        <w:t>.</w:t>
      </w:r>
      <w:r>
        <w:tab/>
      </w:r>
      <w:r w:rsidR="000F3C61">
        <w:t xml:space="preserve">a) For a deferred </w:t>
      </w:r>
      <w:r w:rsidR="00A22B01">
        <w:t xml:space="preserve">ordinary </w:t>
      </w:r>
      <w:r w:rsidR="000F3C61">
        <w:t>annuity</w:t>
      </w:r>
      <w:r>
        <w:t xml:space="preserve">, the period of deferral ends one payment interval before </w:t>
      </w:r>
    </w:p>
    <w:p w:rsidR="00F57F1D" w:rsidRDefault="00F57F1D" w:rsidP="00F57F1D">
      <w:pPr>
        <w:pStyle w:val="ISM"/>
        <w:ind w:firstLine="540"/>
      </w:pPr>
      <w:r>
        <w:t>the first payment. In the present case,</w:t>
      </w:r>
    </w:p>
    <w:p w:rsidR="00F57F1D" w:rsidRDefault="00F57F1D" w:rsidP="00F57F1D">
      <w:pPr>
        <w:pStyle w:val="ISM"/>
      </w:pPr>
      <w:r>
        <w:tab/>
      </w:r>
      <w:r>
        <w:tab/>
      </w:r>
      <w:r>
        <w:tab/>
      </w:r>
      <w:r>
        <w:tab/>
        <w:t>Period of deferral = 3.5 years – One payment interval</w:t>
      </w:r>
    </w:p>
    <w:p w:rsidR="00F57F1D" w:rsidRDefault="00F57F1D" w:rsidP="00F57F1D">
      <w:pPr>
        <w:pStyle w:val="ISM"/>
        <w:ind w:firstLine="3060"/>
      </w:pPr>
      <w:r>
        <w:t xml:space="preserve">  = 3.5 years – 3 months</w:t>
      </w:r>
    </w:p>
    <w:p w:rsidR="00F57F1D" w:rsidRDefault="00F57F1D" w:rsidP="00F57F1D">
      <w:pPr>
        <w:pStyle w:val="ISM"/>
        <w:spacing w:after="120"/>
        <w:ind w:firstLine="3067"/>
        <w:rPr>
          <w:u w:val="double"/>
        </w:rPr>
      </w:pPr>
      <w:r>
        <w:t xml:space="preserve">  = </w:t>
      </w:r>
      <w:r>
        <w:rPr>
          <w:u w:val="double"/>
        </w:rPr>
        <w:t>3 years and 3 months</w:t>
      </w:r>
    </w:p>
    <w:p w:rsidR="000F3C61" w:rsidRDefault="000F3C61" w:rsidP="000F3C61">
      <w:pPr>
        <w:pStyle w:val="ISM"/>
      </w:pPr>
      <w:r>
        <w:tab/>
      </w:r>
      <w:r>
        <w:tab/>
        <w:t xml:space="preserve">b) For a deferred annuity due, the period of deferral ends immediately before </w:t>
      </w:r>
    </w:p>
    <w:p w:rsidR="000F3C61" w:rsidRDefault="000F3C61" w:rsidP="000F3C61">
      <w:pPr>
        <w:pStyle w:val="ISM"/>
        <w:ind w:firstLine="540"/>
      </w:pPr>
      <w:r>
        <w:t>the first payment. In the present case,</w:t>
      </w:r>
    </w:p>
    <w:p w:rsidR="000F3C61" w:rsidRDefault="000F3C61" w:rsidP="000F3C61">
      <w:pPr>
        <w:pStyle w:val="ISM"/>
      </w:pPr>
      <w:r>
        <w:tab/>
      </w:r>
      <w:r>
        <w:tab/>
      </w:r>
      <w:r>
        <w:tab/>
      </w:r>
      <w:r>
        <w:tab/>
        <w:t xml:space="preserve">Period of deferral = 3.5 years </w:t>
      </w:r>
    </w:p>
    <w:p w:rsidR="000F3C61" w:rsidRDefault="000F3C61" w:rsidP="000F3C61">
      <w:pPr>
        <w:pStyle w:val="ISM"/>
        <w:ind w:firstLine="3060"/>
      </w:pPr>
      <w:r>
        <w:t xml:space="preserve">  = </w:t>
      </w:r>
      <w:r w:rsidRPr="00FA140A">
        <w:rPr>
          <w:u w:val="double"/>
        </w:rPr>
        <w:t>3 years and 6 months</w:t>
      </w:r>
    </w:p>
    <w:p w:rsidR="000F3C61" w:rsidRDefault="000F3C61" w:rsidP="000F3C61">
      <w:pPr>
        <w:pStyle w:val="ISM"/>
        <w:spacing w:after="120"/>
        <w:ind w:firstLine="3067"/>
        <w:rPr>
          <w:u w:val="double"/>
        </w:rPr>
      </w:pPr>
      <w:r>
        <w:t xml:space="preserve"> </w:t>
      </w:r>
    </w:p>
    <w:p w:rsidR="00FA140A" w:rsidRDefault="00FA140A" w:rsidP="00F57F1D">
      <w:pPr>
        <w:pStyle w:val="ISM"/>
        <w:spacing w:after="120"/>
        <w:rPr>
          <w:b/>
          <w:sz w:val="24"/>
        </w:rPr>
      </w:pPr>
    </w:p>
    <w:p w:rsidR="00F57F1D" w:rsidRDefault="00F57F1D" w:rsidP="00F57F1D">
      <w:pPr>
        <w:pStyle w:val="ISM"/>
        <w:spacing w:after="120"/>
        <w:rPr>
          <w:b/>
          <w:sz w:val="24"/>
        </w:rPr>
      </w:pPr>
      <w:r>
        <w:rPr>
          <w:b/>
          <w:sz w:val="24"/>
        </w:rPr>
        <w:t xml:space="preserve">Exercise </w:t>
      </w:r>
      <w:r w:rsidR="007B4E8C">
        <w:rPr>
          <w:b/>
          <w:sz w:val="24"/>
        </w:rPr>
        <w:t>14</w:t>
      </w:r>
      <w:r>
        <w:rPr>
          <w:b/>
          <w:sz w:val="24"/>
        </w:rPr>
        <w:t>.</w:t>
      </w:r>
      <w:r w:rsidR="000F3C61">
        <w:rPr>
          <w:b/>
          <w:sz w:val="24"/>
        </w:rPr>
        <w:t>1</w:t>
      </w:r>
    </w:p>
    <w:p w:rsidR="00F57F1D" w:rsidRDefault="005F1E52" w:rsidP="00F57F1D">
      <w:pPr>
        <w:pStyle w:val="ISM"/>
      </w:pPr>
      <w:r>
        <w:rPr>
          <w:noProof/>
          <w:lang w:val="en-US"/>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6" o:spid="_x0000_s1026" type="#_x0000_t61" style="position:absolute;margin-left:348.35pt;margin-top:4.05pt;width:127.3pt;height:131.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" adj="-12276,12090" fillcolor="#cff">
            <v:fill opacity="25443f"/>
            <v:textbox inset="3.6pt,,3.6pt">
              <w:txbxContent>
                <w:p w:rsidR="00F26F22" w:rsidRDefault="00F26F22" w:rsidP="00F57F1D">
                  <w:pPr>
                    <w:spacing w:line="300" w:lineRule="exact"/>
                    <w:ind w:right="42"/>
                    <w:jc w:val="right"/>
                  </w:pPr>
                  <w:r>
                    <w:t xml:space="preserve">7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Pr="00F516C9" w:rsidRDefault="00F26F22" w:rsidP="00F57F1D">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26F22" w:rsidRDefault="00F26F22" w:rsidP="00F57F1D">
                  <w:pPr>
                    <w:spacing w:line="300" w:lineRule="exact"/>
                    <w:ind w:right="42"/>
                    <w:jc w:val="right"/>
                    <w:rPr>
                      <w:spacing w:val="-2"/>
                      <w:bdr w:val="single" w:sz="12" w:space="0" w:color="auto"/>
                      <w:shd w:val="clear" w:color="auto" w:fill="C0C0C0"/>
                    </w:rPr>
                  </w:pPr>
                  <w:r>
                    <w:t xml:space="preserve">10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2000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–16,633.211</w:t>
                  </w:r>
                </w:p>
              </w:txbxContent>
            </v:textbox>
            <w10:wrap type="square"/>
          </v:shape>
        </w:pict>
      </w:r>
      <w:r w:rsidR="00F57F1D">
        <w:tab/>
        <w:t>1.</w:t>
      </w:r>
      <w:r w:rsidR="00F57F1D">
        <w:tab/>
        <w:t xml:space="preserve">Given: </w:t>
      </w:r>
      <w:r w:rsidR="00F57F1D">
        <w:rPr>
          <w:rFonts w:ascii="Times New Roman" w:hAnsi="Times New Roman"/>
          <w:i/>
        </w:rPr>
        <w:t>PMT</w:t>
      </w:r>
      <w:r w:rsidR="00F57F1D">
        <w:t xml:space="preserve"> = $2000, </w:t>
      </w:r>
      <w:r w:rsidR="00F57F1D">
        <w:rPr>
          <w:rFonts w:ascii="Times New Roman" w:hAnsi="Times New Roman"/>
          <w:i/>
        </w:rPr>
        <w:t>i</w:t>
      </w:r>
      <w:r w:rsidR="00F57F1D">
        <w:t xml:space="preserve"> = </w:t>
      </w:r>
      <w:r w:rsidR="00F57F1D" w:rsidRPr="004B1A38">
        <w:rPr>
          <w:position w:val="-16"/>
        </w:rPr>
        <w:object w:dxaOrig="380" w:dyaOrig="440">
          <v:shape id="_x0000_i1026" type="#_x0000_t75" style="width:14.25pt;height:21.75pt" o:ole="" fillcolor="window">
            <v:imagedata r:id="rId9" o:title=""/>
          </v:shape>
          <o:OLEObject Type="Embed" ProgID="Equation.3" ShapeID="_x0000_i1026" DrawAspect="Content" ObjectID="_1654992336" r:id="rId10"/>
        </w:object>
      </w:r>
      <w:r w:rsidR="00F57F1D">
        <w:t xml:space="preserve"> = 3.5%,</w:t>
      </w:r>
    </w:p>
    <w:p w:rsidR="00F57F1D" w:rsidRDefault="00F57F1D" w:rsidP="00F57F1D">
      <w:pPr>
        <w:pStyle w:val="ISM"/>
        <w:ind w:left="1260"/>
      </w:pPr>
      <w:r>
        <w:rPr>
          <w:rFonts w:ascii="Times New Roman" w:hAnsi="Times New Roman"/>
          <w:i/>
        </w:rPr>
        <w:t>n</w:t>
      </w:r>
      <w:r>
        <w:t xml:space="preserve"> = 10, </w:t>
      </w:r>
      <w:r>
        <w:rPr>
          <w:rFonts w:ascii="Times New Roman" w:hAnsi="Times New Roman"/>
          <w:i/>
        </w:rPr>
        <w:t xml:space="preserve">d </w:t>
      </w:r>
      <w:r>
        <w:t>= 2(5) = 10</w:t>
      </w:r>
    </w:p>
    <w:p w:rsidR="00F57F1D" w:rsidRDefault="005F1E52" w:rsidP="00F57F1D">
      <w:pPr>
        <w:pStyle w:val="ISM"/>
        <w:rPr>
          <w:spacing w:val="-2"/>
        </w:rPr>
      </w:pPr>
      <w:r>
        <w:rPr>
          <w:noProof/>
          <w:sz w:val="20"/>
          <w:lang w:val="en-US"/>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498" type="#_x0000_t88" style="position:absolute;margin-left:255.9pt;margin-top:1.35pt;width:12.9pt;height:8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"/>
        </w:pict>
      </w:r>
      <w:r w:rsidR="00F57F1D">
        <w:tab/>
      </w:r>
      <w:r w:rsidR="00F57F1D">
        <w:tab/>
      </w:r>
      <w:r w:rsidR="00F57F1D">
        <w:rPr>
          <w:rFonts w:ascii="Times New Roman" w:hAnsi="Times New Roman"/>
          <w:i/>
        </w:rPr>
        <w:t>PV</w:t>
      </w:r>
      <w:r w:rsidR="00F57F1D">
        <w:t xml:space="preserve">(5 years from now) = </w:t>
      </w:r>
      <w:r w:rsidR="005165C4" w:rsidRPr="005165C4">
        <w:rPr>
          <w:spacing w:val="-2"/>
          <w:position w:val="-38"/>
        </w:rPr>
        <w:object w:dxaOrig="1860" w:dyaOrig="880">
          <v:shape id="_x0000_i1226" type="#_x0000_t75" style="width:92.95pt;height:44.35pt;mso-position-vertical:absolute" o:ole="" o:preferrelative="f" fillcolor="window">
            <v:imagedata r:id="rId11" o:title=""/>
            <o:lock v:ext="edit" aspectratio="f"/>
          </v:shape>
          <o:OLEObject Type="Embed" ProgID="Equation.DSMT4" ShapeID="_x0000_i1226" DrawAspect="Content" ObjectID="_1654992337" r:id="rId12"/>
        </w:object>
      </w:r>
    </w:p>
    <w:p w:rsidR="00F57F1D" w:rsidRDefault="00F57F1D" w:rsidP="00F57F1D">
      <w:pPr>
        <w:pStyle w:val="ISM"/>
        <w:ind w:left="2700"/>
        <w:rPr>
          <w:spacing w:val="-2"/>
        </w:rPr>
      </w:pPr>
      <w:r>
        <w:rPr>
          <w:spacing w:val="-2"/>
        </w:rPr>
        <w:t>= $2000</w:t>
      </w:r>
      <w:r w:rsidRPr="00A16A45">
        <w:rPr>
          <w:spacing w:val="-2"/>
          <w:position w:val="-32"/>
        </w:rPr>
        <w:object w:dxaOrig="1480" w:dyaOrig="760">
          <v:shape id="_x0000_i1027" type="#_x0000_t75" style="width:1in;height:36pt" o:ole="" fillcolor="window">
            <v:imagedata r:id="rId13" o:title=""/>
          </v:shape>
          <o:OLEObject Type="Embed" ProgID="Equation.3" ShapeID="_x0000_i1027" DrawAspect="Content" ObjectID="_1654992338" r:id="rId14"/>
        </w:object>
      </w:r>
    </w:p>
    <w:p w:rsidR="00F57F1D" w:rsidRDefault="00F57F1D" w:rsidP="00F57F1D">
      <w:pPr>
        <w:pStyle w:val="ISM"/>
        <w:ind w:left="2700"/>
      </w:pPr>
      <w:r>
        <w:rPr>
          <w:spacing w:val="-2"/>
        </w:rPr>
        <w:t>= $</w:t>
      </w:r>
      <w:r>
        <w:t>16,633.211</w:t>
      </w:r>
    </w:p>
    <w:p w:rsidR="00F57F1D" w:rsidRDefault="005F1E52" w:rsidP="00F57F1D">
      <w:pPr>
        <w:pStyle w:val="ISM"/>
      </w:pPr>
      <w:r>
        <w:rPr>
          <w:noProof/>
          <w:lang w:val="en-US"/>
        </w:rPr>
        <w:pict>
          <v:shape id="AutoShape 17" o:spid="_x0000_s1027" type="#_x0000_t61" style="position:absolute;margin-left:227.95pt;margin-top:5.55pt;width:109.7pt;height:103.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" adj="-2599,10078" fillcolor="#cff">
            <v:fill opacity="25443f"/>
            <v:textbox inset="3.6pt,,3.6pt">
              <w:txbxContent>
                <w:p w:rsidR="00F26F22" w:rsidRDefault="00F26F22" w:rsidP="00F57F1D">
                  <w:pPr>
                    <w:spacing w:line="300" w:lineRule="exact"/>
                    <w:ind w:left="-90" w:right="42"/>
                    <w:jc w:val="right"/>
                  </w:pPr>
                  <w:r>
                    <w:t xml:space="preserve">Same </w:t>
                  </w:r>
                  <w:r w:rsidRPr="00F516C9">
                    <w:rPr>
                      <w:i/>
                    </w:rPr>
                    <w:t>I/Y,</w:t>
                  </w:r>
                  <w:r>
                    <w:t xml:space="preserve"> </w:t>
                  </w:r>
                  <w:r>
                    <w:rPr>
                      <w:i/>
                      <w:iCs/>
                    </w:rPr>
                    <w:t>P/Y, C/Y</w:t>
                  </w:r>
                </w:p>
                <w:p w:rsidR="00F26F22" w:rsidRDefault="00F26F22" w:rsidP="00F57F1D">
                  <w:pPr>
                    <w:spacing w:line="300" w:lineRule="exact"/>
                    <w:ind w:right="42"/>
                    <w:jc w:val="right"/>
                    <w:rPr>
                      <w:spacing w:val="-2"/>
                      <w:bdr w:val="single" w:sz="12" w:space="0" w:color="auto"/>
                      <w:shd w:val="clear" w:color="auto" w:fill="C0C0C0"/>
                    </w:rPr>
                  </w:pPr>
                  <w:r>
                    <w:t xml:space="preserve">10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16633.211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xml:space="preserve">: </w:t>
                  </w:r>
                  <w:r>
                    <w:sym w:font="Symbol" w:char="F02D"/>
                  </w:r>
                  <w:r>
                    <w:t>11,791.60</w:t>
                  </w:r>
                </w:p>
              </w:txbxContent>
            </v:textbox>
            <w10:wrap type="square"/>
          </v:shape>
        </w:pict>
      </w:r>
    </w:p>
    <w:p w:rsidR="00F57F1D" w:rsidRDefault="00F57F1D" w:rsidP="00F57F1D">
      <w:pPr>
        <w:pStyle w:val="ISM"/>
      </w:pPr>
    </w:p>
    <w:p w:rsidR="00F57F1D" w:rsidRDefault="005F1E52" w:rsidP="00F57F1D">
      <w:pPr>
        <w:pStyle w:val="ISM"/>
      </w:pPr>
      <w:r>
        <w:rPr>
          <w:noProof/>
          <w:sz w:val="20"/>
          <w:lang w:val="en-US"/>
        </w:rPr>
        <w:pict>
          <v:shape id="AutoShape 5" o:spid="_x0000_s1495" type="#_x0000_t88" style="position:absolute;margin-left:197.85pt;margin-top:3.4pt;width:12.9pt;height:49.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"/>
        </w:pict>
      </w:r>
      <w:r w:rsidR="00F57F1D">
        <w:tab/>
      </w:r>
      <w:r w:rsidR="00F57F1D">
        <w:tab/>
      </w:r>
      <w:r w:rsidR="00F57F1D">
        <w:rPr>
          <w:rFonts w:ascii="Times New Roman" w:hAnsi="Times New Roman"/>
          <w:i/>
        </w:rPr>
        <w:t>PV</w:t>
      </w:r>
      <w:r w:rsidR="00F57F1D">
        <w:t xml:space="preserve">(today) = </w:t>
      </w:r>
      <w:r w:rsidR="00F57F1D" w:rsidRPr="004B1A38">
        <w:rPr>
          <w:position w:val="-10"/>
        </w:rPr>
        <w:object w:dxaOrig="1100" w:dyaOrig="380">
          <v:shape id="_x0000_i1028" type="#_x0000_t75" style="width:57.75pt;height:14.25pt" o:ole="" fillcolor="window">
            <v:imagedata r:id="rId15" o:title=""/>
          </v:shape>
          <o:OLEObject Type="Embed" ProgID="Equation.3" ShapeID="_x0000_i1028" DrawAspect="Content" ObjectID="_1654992339" r:id="rId16"/>
        </w:object>
      </w:r>
    </w:p>
    <w:p w:rsidR="00E922DF" w:rsidRDefault="00E922DF" w:rsidP="00F57F1D">
      <w:pPr>
        <w:pStyle w:val="ISM"/>
      </w:pPr>
    </w:p>
    <w:p w:rsidR="00F57F1D" w:rsidRDefault="00F57F1D" w:rsidP="00F57F1D">
      <w:pPr>
        <w:pStyle w:val="ISM"/>
        <w:ind w:left="1530"/>
      </w:pPr>
      <w:r>
        <w:t>= $16,633.211</w:t>
      </w:r>
      <w:r w:rsidRPr="004B1A38">
        <w:rPr>
          <w:position w:val="-10"/>
        </w:rPr>
        <w:object w:dxaOrig="1060" w:dyaOrig="380">
          <v:shape id="_x0000_i1029" type="#_x0000_t75" style="width:57.75pt;height:14.25pt" o:ole="" fillcolor="window">
            <v:imagedata r:id="rId17" o:title=""/>
          </v:shape>
          <o:OLEObject Type="Embed" ProgID="Equation.3" ShapeID="_x0000_i1029" DrawAspect="Content" ObjectID="_1654992340" r:id="rId18"/>
        </w:object>
      </w:r>
    </w:p>
    <w:p w:rsidR="00F57F1D" w:rsidRDefault="00F57F1D" w:rsidP="00F57F1D">
      <w:pPr>
        <w:pStyle w:val="ISM"/>
        <w:spacing w:after="240"/>
        <w:ind w:left="1530"/>
        <w:rPr>
          <w:u w:val="double"/>
        </w:rPr>
      </w:pPr>
      <w:r>
        <w:t xml:space="preserve">= </w:t>
      </w:r>
      <w:r>
        <w:rPr>
          <w:u w:val="double"/>
        </w:rPr>
        <w:t>$11,791.60</w:t>
      </w:r>
    </w:p>
    <w:p w:rsidR="00F57F1D" w:rsidRDefault="00F57F1D" w:rsidP="00F57F1D">
      <w:pPr>
        <w:pStyle w:val="ISM"/>
      </w:pPr>
    </w:p>
    <w:p w:rsidR="00F57F1D" w:rsidRDefault="00F57F1D" w:rsidP="00F57F1D">
      <w:pPr>
        <w:pStyle w:val="ISM"/>
      </w:pPr>
    </w:p>
    <w:p w:rsidR="00F57F1D" w:rsidRDefault="00F57F1D" w:rsidP="00F57F1D">
      <w:pPr>
        <w:pStyle w:val="ISM"/>
      </w:pPr>
    </w:p>
    <w:p w:rsidR="00FA140A" w:rsidRDefault="00FA140A">
      <w:r>
        <w:br w:type="page"/>
      </w:r>
    </w:p>
    <w:p w:rsidR="00F57F1D" w:rsidRDefault="005F1E52" w:rsidP="00F57F1D">
      <w:pPr>
        <w:pStyle w:val="ISM"/>
      </w:pPr>
      <w:r>
        <w:rPr>
          <w:noProof/>
          <w:lang w:val="en-US"/>
        </w:rPr>
        <w:lastRenderedPageBreak/>
        <w:pict>
          <v:shape id="AutoShape 18" o:spid="_x0000_s1028" type="#_x0000_t61" style="position:absolute;margin-left:331.15pt;margin-top:6.3pt;width:134.7pt;height:131.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" adj="-6102,14343" fillcolor="#cff">
            <v:fill opacity="25443f"/>
            <v:textbox inset="3.6pt,,3.6pt">
              <w:txbxContent>
                <w:p w:rsidR="00F26F22" w:rsidRDefault="00F26F22" w:rsidP="00F57F1D">
                  <w:pPr>
                    <w:spacing w:line="300" w:lineRule="exact"/>
                    <w:ind w:right="42"/>
                    <w:jc w:val="right"/>
                  </w:pPr>
                  <w:r>
                    <w:t xml:space="preserve">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Pr="00F516C9" w:rsidRDefault="00F26F22" w:rsidP="00F57F1D">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26F22" w:rsidRDefault="00F26F22" w:rsidP="00F57F1D">
                  <w:pPr>
                    <w:spacing w:line="300" w:lineRule="exact"/>
                    <w:ind w:right="42"/>
                    <w:jc w:val="right"/>
                    <w:rPr>
                      <w:spacing w:val="-2"/>
                      <w:bdr w:val="single" w:sz="12" w:space="0" w:color="auto"/>
                      <w:shd w:val="clear" w:color="auto" w:fill="C0C0C0"/>
                    </w:rPr>
                  </w:pPr>
                  <w:r>
                    <w:t xml:space="preserve">42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
                      <w:spacing w:val="-2"/>
                      <w:bdr w:val="single" w:sz="12" w:space="0" w:color="auto"/>
                      <w:shd w:val="clear" w:color="auto" w:fill="C0C0C0"/>
                    </w:rPr>
                    <w:sym w:font="MT Extra" w:char="F020"/>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t>FV</w:t>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–19,565.90</w:t>
                  </w:r>
                </w:p>
              </w:txbxContent>
            </v:textbox>
            <w10:wrap type="square"/>
          </v:shape>
        </w:pict>
      </w:r>
      <w:r w:rsidR="00F57F1D">
        <w:tab/>
        <w:t>3.</w:t>
      </w:r>
      <w:r w:rsidR="00F57F1D">
        <w:tab/>
        <w:t xml:space="preserve">Given: </w:t>
      </w:r>
      <w:r w:rsidR="00F57F1D">
        <w:rPr>
          <w:rFonts w:ascii="Times New Roman" w:hAnsi="Times New Roman"/>
          <w:i/>
        </w:rPr>
        <w:t>PMT</w:t>
      </w:r>
      <w:r w:rsidR="00F57F1D">
        <w:t xml:space="preserve"> = $500, </w:t>
      </w:r>
      <w:r w:rsidR="00F57F1D">
        <w:rPr>
          <w:rFonts w:ascii="Times New Roman" w:hAnsi="Times New Roman"/>
          <w:i/>
        </w:rPr>
        <w:t>i</w:t>
      </w:r>
      <w:r w:rsidR="00F57F1D">
        <w:t xml:space="preserve"> = </w:t>
      </w:r>
      <w:r w:rsidR="000F3C61" w:rsidRPr="000F3C61">
        <w:rPr>
          <w:position w:val="-12"/>
        </w:rPr>
        <w:object w:dxaOrig="300" w:dyaOrig="360">
          <v:shape id="_x0000_i1030" type="#_x0000_t75" style="width:14.25pt;height:21.75pt" o:ole="" fillcolor="window">
            <v:imagedata r:id="rId19" o:title=""/>
          </v:shape>
          <o:OLEObject Type="Embed" ProgID="Equation.3" ShapeID="_x0000_i1030" DrawAspect="Content" ObjectID="_1654992341" r:id="rId20"/>
        </w:object>
      </w:r>
      <w:r w:rsidR="00F57F1D">
        <w:t xml:space="preserve"> = 0.</w:t>
      </w:r>
      <w:r w:rsidR="000F3C61" w:rsidRPr="000F3C61">
        <w:rPr>
          <w:position w:val="-6"/>
        </w:rPr>
        <w:object w:dxaOrig="180" w:dyaOrig="340">
          <v:shape id="_x0000_i1031" type="#_x0000_t75" style="width:7.55pt;height:21.75pt" o:ole="">
            <v:imagedata r:id="rId21" o:title=""/>
          </v:shape>
          <o:OLEObject Type="Embed" ProgID="Equation.3" ShapeID="_x0000_i1031" DrawAspect="Content" ObjectID="_1654992342" r:id="rId22"/>
        </w:object>
      </w:r>
      <w:r w:rsidR="00F57F1D">
        <w:t xml:space="preserve">%, </w:t>
      </w:r>
    </w:p>
    <w:p w:rsidR="00F57F1D" w:rsidRDefault="00F57F1D" w:rsidP="00F57F1D">
      <w:pPr>
        <w:pStyle w:val="ISM"/>
        <w:ind w:left="1260"/>
      </w:pPr>
      <w:r>
        <w:rPr>
          <w:rFonts w:ascii="Times New Roman" w:hAnsi="Times New Roman"/>
          <w:i/>
        </w:rPr>
        <w:t>n</w:t>
      </w:r>
      <w:r>
        <w:t xml:space="preserve"> = 12(3.5) = 42, </w:t>
      </w:r>
      <w:r>
        <w:rPr>
          <w:rFonts w:ascii="Times New Roman" w:hAnsi="Times New Roman"/>
          <w:i/>
        </w:rPr>
        <w:t xml:space="preserve">d </w:t>
      </w:r>
      <w:r>
        <w:t>= 12(2.75) = 33</w:t>
      </w:r>
    </w:p>
    <w:p w:rsidR="00F57F1D" w:rsidRDefault="00F57F1D" w:rsidP="00F57F1D"/>
    <w:p w:rsidR="00F57F1D" w:rsidRDefault="005F1E52" w:rsidP="00F57F1D">
      <w:pPr>
        <w:pStyle w:val="ISM"/>
        <w:rPr>
          <w:spacing w:val="-2"/>
        </w:rPr>
      </w:pPr>
      <w:r>
        <w:rPr>
          <w:noProof/>
          <w:sz w:val="20"/>
          <w:lang w:val="en-US"/>
        </w:rPr>
        <w:pict>
          <v:shape id="AutoShape 6" o:spid="_x0000_s1485" type="#_x0000_t88" style="position:absolute;margin-left:273.1pt;margin-top:-.2pt;width:12.9pt;height:90.3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"/>
        </w:pict>
      </w:r>
      <w:r w:rsidR="00F57F1D">
        <w:tab/>
      </w:r>
      <w:r w:rsidR="00F57F1D">
        <w:tab/>
      </w:r>
      <w:r w:rsidR="00F57F1D">
        <w:rPr>
          <w:rFonts w:ascii="Times New Roman" w:hAnsi="Times New Roman"/>
          <w:i/>
        </w:rPr>
        <w:t>PV</w:t>
      </w:r>
      <w:r w:rsidR="00F57F1D">
        <w:t xml:space="preserve">(2.75 years from now) = </w:t>
      </w:r>
      <w:r w:rsidR="008952AC" w:rsidRPr="008952AC">
        <w:rPr>
          <w:spacing w:val="-2"/>
          <w:position w:val="-38"/>
        </w:rPr>
        <w:object w:dxaOrig="1860" w:dyaOrig="880">
          <v:shape id="_x0000_i1243" type="#_x0000_t75" style="width:92.95pt;height:44.35pt" o:ole="" o:preferrelative="f" fillcolor="window">
            <v:imagedata r:id="rId23" o:title=""/>
            <o:lock v:ext="edit" aspectratio="f"/>
          </v:shape>
          <o:OLEObject Type="Embed" ProgID="Equation.DSMT4" ShapeID="_x0000_i1243" DrawAspect="Content" ObjectID="_1654992343" r:id="rId24"/>
        </w:object>
      </w:r>
    </w:p>
    <w:p w:rsidR="00F57F1D" w:rsidRDefault="00F57F1D" w:rsidP="00F57F1D">
      <w:pPr>
        <w:pStyle w:val="ISM"/>
        <w:ind w:left="2970"/>
      </w:pPr>
      <w:r>
        <w:t xml:space="preserve"> = $500</w:t>
      </w:r>
      <w:r w:rsidR="000F3C61" w:rsidRPr="000F3C61">
        <w:rPr>
          <w:position w:val="-38"/>
        </w:rPr>
        <w:object w:dxaOrig="1400" w:dyaOrig="880">
          <v:shape id="_x0000_i1032" type="#_x0000_t75" style="width:1in;height:43.55pt" o:ole="" fillcolor="window">
            <v:imagedata r:id="rId25" o:title=""/>
          </v:shape>
          <o:OLEObject Type="Embed" ProgID="Equation.3" ShapeID="_x0000_i1032" DrawAspect="Content" ObjectID="_1654992344" r:id="rId26"/>
        </w:object>
      </w:r>
    </w:p>
    <w:p w:rsidR="00F57F1D" w:rsidRDefault="00F57F1D" w:rsidP="00F57F1D">
      <w:pPr>
        <w:pStyle w:val="ISM"/>
        <w:ind w:left="2970"/>
      </w:pPr>
      <w:r>
        <w:t xml:space="preserve"> = $</w:t>
      </w:r>
      <w:r w:rsidR="000F3C61">
        <w:t>19,565.90</w:t>
      </w:r>
    </w:p>
    <w:p w:rsidR="00F57F1D" w:rsidRDefault="005F1E52" w:rsidP="00F57F1D">
      <w:pPr>
        <w:pStyle w:val="ISM"/>
      </w:pPr>
      <w:r>
        <w:rPr>
          <w:noProof/>
          <w:lang w:val="en-US"/>
        </w:rPr>
        <w:pict>
          <v:shape id="AutoShape 19" o:spid="_x0000_s1029" type="#_x0000_t61" style="position:absolute;margin-left:273.1pt;margin-top:9.2pt;width:107.55pt;height:103.2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" adj="-8646,14097" fillcolor="#cff">
            <v:fill opacity="25443f"/>
            <v:textbox inset="3.6pt,,3.6pt">
              <w:txbxContent>
                <w:p w:rsidR="00F26F22" w:rsidRDefault="00F26F22" w:rsidP="00F57F1D">
                  <w:pPr>
                    <w:spacing w:line="300" w:lineRule="exact"/>
                    <w:ind w:left="-90" w:right="42"/>
                    <w:jc w:val="right"/>
                  </w:pPr>
                  <w:r w:rsidRPr="00F516C9">
                    <w:t xml:space="preserve"> </w:t>
                  </w:r>
                  <w:r>
                    <w:t xml:space="preserve">Same </w:t>
                  </w:r>
                  <w:r w:rsidRPr="00F516C9">
                    <w:rPr>
                      <w:i/>
                    </w:rPr>
                    <w:t>I/Y,</w:t>
                  </w:r>
                  <w:r>
                    <w:t xml:space="preserve"> </w:t>
                  </w:r>
                  <w:r>
                    <w:rPr>
                      <w:i/>
                      <w:iCs/>
                    </w:rPr>
                    <w:t>P/Y, C/Y</w:t>
                  </w:r>
                </w:p>
                <w:p w:rsidR="00F26F22" w:rsidRDefault="00F26F22" w:rsidP="00F57F1D">
                  <w:pPr>
                    <w:spacing w:line="300" w:lineRule="exact"/>
                    <w:ind w:right="42"/>
                    <w:jc w:val="right"/>
                    <w:rPr>
                      <w:spacing w:val="-2"/>
                      <w:bdr w:val="single" w:sz="12" w:space="0" w:color="auto"/>
                      <w:shd w:val="clear" w:color="auto" w:fill="C0C0C0"/>
                    </w:rPr>
                  </w:pPr>
                  <w:r>
                    <w:t xml:space="preserve">33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19565.90  </w:t>
                  </w:r>
                  <w:r>
                    <w:rPr>
                      <w:b/>
                      <w:spacing w:val="-2"/>
                      <w:bdr w:val="single" w:sz="12" w:space="0" w:color="auto"/>
                      <w:shd w:val="clear" w:color="auto" w:fill="C0C0C0"/>
                    </w:rPr>
                    <w:sym w:font="MT Extra" w:char="F020"/>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t>FV</w:t>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xml:space="preserve">: </w:t>
                  </w:r>
                  <w:r>
                    <w:sym w:font="Symbol" w:char="F02D"/>
                  </w:r>
                  <w:r>
                    <w:t>17,531.01</w:t>
                  </w:r>
                </w:p>
              </w:txbxContent>
            </v:textbox>
            <w10:wrap type="square"/>
          </v:shape>
        </w:pict>
      </w:r>
    </w:p>
    <w:p w:rsidR="00F57F1D" w:rsidRDefault="00F57F1D" w:rsidP="00F57F1D"/>
    <w:p w:rsidR="00F57F1D" w:rsidRDefault="00F57F1D" w:rsidP="00F57F1D">
      <w:pPr>
        <w:pStyle w:val="ISM"/>
      </w:pPr>
    </w:p>
    <w:p w:rsidR="00F57F1D" w:rsidRDefault="00F57F1D" w:rsidP="00F57F1D">
      <w:pPr>
        <w:pStyle w:val="ISM"/>
      </w:pPr>
    </w:p>
    <w:p w:rsidR="00F57F1D" w:rsidRDefault="005F1E52" w:rsidP="00F57F1D">
      <w:pPr>
        <w:pStyle w:val="ISM"/>
      </w:pPr>
      <w:r>
        <w:rPr>
          <w:noProof/>
          <w:sz w:val="20"/>
          <w:lang w:val="en-US"/>
        </w:rPr>
        <w:pict>
          <v:shape id="AutoShape 7" o:spid="_x0000_s1482" type="#_x0000_t88" style="position:absolute;margin-left:200pt;margin-top:1.75pt;width:12.9pt;height:49.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"/>
        </w:pict>
      </w:r>
      <w:r w:rsidR="00F57F1D">
        <w:tab/>
      </w:r>
      <w:r w:rsidR="00F57F1D">
        <w:tab/>
      </w:r>
      <w:r w:rsidR="00F57F1D">
        <w:rPr>
          <w:rFonts w:ascii="Times New Roman" w:hAnsi="Times New Roman"/>
          <w:i/>
        </w:rPr>
        <w:t>PV</w:t>
      </w:r>
      <w:r w:rsidR="00F57F1D">
        <w:t xml:space="preserve">(today) = </w:t>
      </w:r>
      <w:r w:rsidR="00F57F1D" w:rsidRPr="004B1A38">
        <w:rPr>
          <w:position w:val="-10"/>
        </w:rPr>
        <w:object w:dxaOrig="1100" w:dyaOrig="380">
          <v:shape id="_x0000_i1033" type="#_x0000_t75" style="width:57.75pt;height:14.25pt" o:ole="" fillcolor="window">
            <v:imagedata r:id="rId15" o:title=""/>
          </v:shape>
          <o:OLEObject Type="Embed" ProgID="Equation.3" ShapeID="_x0000_i1033" DrawAspect="Content" ObjectID="_1654992345" r:id="rId27"/>
        </w:object>
      </w:r>
    </w:p>
    <w:p w:rsidR="00F57F1D" w:rsidRDefault="00F57F1D" w:rsidP="00F57F1D">
      <w:pPr>
        <w:pStyle w:val="ISM"/>
        <w:ind w:left="1530"/>
      </w:pPr>
      <w:r>
        <w:t>= $1</w:t>
      </w:r>
      <w:r w:rsidR="000F3C61">
        <w:t>9,565.90</w:t>
      </w:r>
      <w:r w:rsidR="000F3C61" w:rsidRPr="004B1A38">
        <w:rPr>
          <w:position w:val="-10"/>
        </w:rPr>
        <w:object w:dxaOrig="920" w:dyaOrig="420">
          <v:shape id="_x0000_i1034" type="#_x0000_t75" style="width:51.05pt;height:21.75pt" o:ole="" fillcolor="window">
            <v:imagedata r:id="rId28" o:title=""/>
          </v:shape>
          <o:OLEObject Type="Embed" ProgID="Equation.3" ShapeID="_x0000_i1034" DrawAspect="Content" ObjectID="_1654992346" r:id="rId29"/>
        </w:object>
      </w:r>
    </w:p>
    <w:p w:rsidR="00F57F1D" w:rsidRDefault="00F57F1D" w:rsidP="000F3C61">
      <w:pPr>
        <w:pStyle w:val="ISM"/>
        <w:ind w:left="1526"/>
      </w:pPr>
      <w:r>
        <w:t xml:space="preserve">= </w:t>
      </w:r>
      <w:r>
        <w:rPr>
          <w:u w:val="double"/>
        </w:rPr>
        <w:t>$1</w:t>
      </w:r>
      <w:r w:rsidR="000F3C61">
        <w:rPr>
          <w:u w:val="double"/>
        </w:rPr>
        <w:t>7,531.01</w:t>
      </w:r>
    </w:p>
    <w:p w:rsidR="00F57F1D" w:rsidRDefault="00F57F1D" w:rsidP="00F57F1D">
      <w:pPr>
        <w:pStyle w:val="ISM"/>
      </w:pPr>
    </w:p>
    <w:p w:rsidR="00F57F1D" w:rsidRDefault="00F57F1D" w:rsidP="00F57F1D">
      <w:pPr>
        <w:pStyle w:val="ISM"/>
      </w:pPr>
      <w:r>
        <w:tab/>
      </w:r>
      <w:r>
        <w:tab/>
        <w:t>An investment of $1</w:t>
      </w:r>
      <w:r w:rsidR="000F3C61">
        <w:t>7,531.01</w:t>
      </w:r>
      <w:r>
        <w:t xml:space="preserve"> today will support the deferred annuity payments.</w:t>
      </w:r>
    </w:p>
    <w:p w:rsidR="00222E76" w:rsidRDefault="00222E76" w:rsidP="00222E76">
      <w:pPr>
        <w:pStyle w:val="ISM"/>
      </w:pPr>
    </w:p>
    <w:p w:rsidR="00222E76" w:rsidRDefault="005F1E52" w:rsidP="00222E76">
      <w:pPr>
        <w:pStyle w:val="ISM"/>
      </w:pPr>
      <w:r>
        <w:rPr>
          <w:noProof/>
          <w:lang w:val="en-US"/>
        </w:rPr>
        <w:pict>
          <v:shape id="AutoShape 747" o:spid="_x0000_s1032" type="#_x0000_t61" style="position:absolute;margin-left:337.05pt;margin-top:4.05pt;width:123.15pt;height:130.7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" adj="-4499,14882" fillcolor="#cff">
            <v:fill opacity="25443f"/>
            <v:textbox inset="3.6pt,,3.6pt">
              <w:txbxContent>
                <w:p w:rsidR="00F26F22" w:rsidRDefault="00F26F22" w:rsidP="00222E76">
                  <w:pPr>
                    <w:spacing w:line="300" w:lineRule="exact"/>
                    <w:ind w:right="42"/>
                    <w:jc w:val="right"/>
                  </w:pPr>
                  <w:r>
                    <w:t xml:space="preserve">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222E76">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222E76">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222E76">
                  <w:pPr>
                    <w:spacing w:line="300" w:lineRule="exact"/>
                    <w:ind w:right="42"/>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222E76">
                  <w:pPr>
                    <w:spacing w:line="300" w:lineRule="exact"/>
                    <w:ind w:right="42"/>
                    <w:jc w:val="right"/>
                  </w:pPr>
                  <w:r>
                    <w:t xml:space="preserve">2000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222E76">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222E76">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222E76">
                  <w:pPr>
                    <w:spacing w:line="320" w:lineRule="exact"/>
                    <w:ind w:right="42"/>
                    <w:jc w:val="right"/>
                  </w:pPr>
                  <w:r>
                    <w:rPr>
                      <w:i/>
                      <w:iCs/>
                    </w:rPr>
                    <w:t>Ans</w:t>
                  </w:r>
                  <w:r>
                    <w:t xml:space="preserve">: </w:t>
                  </w:r>
                  <w:r>
                    <w:sym w:font="Symbol" w:char="F02D"/>
                  </w:r>
                  <w:r>
                    <w:t>32,671.33</w:t>
                  </w:r>
                </w:p>
              </w:txbxContent>
            </v:textbox>
            <w10:wrap type="square"/>
          </v:shape>
        </w:pict>
      </w:r>
      <w:r w:rsidR="00222E76">
        <w:tab/>
        <w:t>5.</w:t>
      </w:r>
      <w:r w:rsidR="00222E76">
        <w:tab/>
        <w:t xml:space="preserve">Given: </w:t>
      </w:r>
      <w:r w:rsidR="00222E76">
        <w:rPr>
          <w:rFonts w:ascii="Times New Roman" w:hAnsi="Times New Roman"/>
          <w:i/>
        </w:rPr>
        <w:t xml:space="preserve">i </w:t>
      </w:r>
      <w:r w:rsidR="00222E76">
        <w:t xml:space="preserve">= </w:t>
      </w:r>
      <w:r w:rsidR="00222E76" w:rsidRPr="00222E76">
        <w:rPr>
          <w:position w:val="-12"/>
        </w:rPr>
        <w:object w:dxaOrig="300" w:dyaOrig="360">
          <v:shape id="_x0000_i1035" type="#_x0000_t75" style="width:14.25pt;height:21.75pt" o:ole="">
            <v:imagedata r:id="rId30" o:title=""/>
          </v:shape>
          <o:OLEObject Type="Embed" ProgID="Equation.3" ShapeID="_x0000_i1035" DrawAspect="Content" ObjectID="_1654992347" r:id="rId31"/>
        </w:object>
      </w:r>
      <w:r w:rsidR="00222E76">
        <w:t xml:space="preserve"> = 1.0%; </w:t>
      </w:r>
      <w:r w:rsidR="00222E76">
        <w:rPr>
          <w:rFonts w:ascii="Times New Roman" w:hAnsi="Times New Roman"/>
          <w:i/>
        </w:rPr>
        <w:t>n</w:t>
      </w:r>
      <w:r w:rsidR="00222E76">
        <w:t xml:space="preserve"> = 2(10) = 20; </w:t>
      </w:r>
      <w:r w:rsidR="00222E76">
        <w:rPr>
          <w:rFonts w:ascii="Times New Roman" w:hAnsi="Times New Roman"/>
          <w:i/>
        </w:rPr>
        <w:t>c</w:t>
      </w:r>
      <w:r w:rsidR="00222E76">
        <w:t xml:space="preserve"> = </w:t>
      </w:r>
      <w:r w:rsidR="00222E76" w:rsidRPr="00197A7A">
        <w:rPr>
          <w:position w:val="-14"/>
        </w:rPr>
        <w:object w:dxaOrig="200" w:dyaOrig="380">
          <v:shape id="_x0000_i1036" type="#_x0000_t75" style="width:7.55pt;height:14.25pt" o:ole="">
            <v:imagedata r:id="rId32" o:title=""/>
          </v:shape>
          <o:OLEObject Type="Embed" ProgID="Equation.3" ShapeID="_x0000_i1036" DrawAspect="Content" ObjectID="_1654992348" r:id="rId33"/>
        </w:object>
      </w:r>
      <w:r w:rsidR="00222E76">
        <w:t xml:space="preserve"> = 2;</w:t>
      </w:r>
    </w:p>
    <w:p w:rsidR="00222E76" w:rsidRDefault="00222E76" w:rsidP="00222E76">
      <w:pPr>
        <w:pStyle w:val="ISM"/>
        <w:ind w:firstLine="1170"/>
      </w:pPr>
      <w:r>
        <w:rPr>
          <w:rFonts w:ascii="Times New Roman" w:hAnsi="Times New Roman"/>
          <w:i/>
        </w:rPr>
        <w:t>PMT</w:t>
      </w:r>
      <w:r>
        <w:t xml:space="preserve"> = $2000; </w:t>
      </w:r>
      <w:r>
        <w:rPr>
          <w:rFonts w:ascii="Times New Roman" w:hAnsi="Times New Roman"/>
          <w:i/>
        </w:rPr>
        <w:t xml:space="preserve">d </w:t>
      </w:r>
      <w:r>
        <w:t>= 2(5) = 10</w:t>
      </w:r>
    </w:p>
    <w:p w:rsidR="00222E76" w:rsidRDefault="005F1E52" w:rsidP="00222E76">
      <w:r>
        <w:rPr>
          <w:noProof/>
          <w:sz w:val="20"/>
          <w:lang w:val="en-US"/>
        </w:rPr>
        <w:pict>
          <v:shape id="AutoShape 745" o:spid="_x0000_s1470" type="#_x0000_t88" style="position:absolute;margin-left:288.05pt;margin-top:3.6pt;width:13.15pt;height:118.7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"/>
        </w:pict>
      </w:r>
    </w:p>
    <w:p w:rsidR="00222E76" w:rsidRDefault="00222E76" w:rsidP="00222E76">
      <w:pPr>
        <w:pStyle w:val="ISM"/>
      </w:pPr>
      <w:r>
        <w:tab/>
      </w:r>
      <w:r>
        <w:tab/>
      </w:r>
      <w:r w:rsidRPr="00197A7A">
        <w:rPr>
          <w:spacing w:val="-2"/>
          <w:position w:val="-10"/>
        </w:rPr>
        <w:object w:dxaOrig="1420" w:dyaOrig="380">
          <v:shape id="_x0000_i1037" type="#_x0000_t75" style="width:1in;height:14.25pt" o:ole="" fillcolor="window">
            <v:imagedata r:id="rId34" o:title=""/>
          </v:shape>
          <o:OLEObject Type="Embed" ProgID="Equation.3" ShapeID="_x0000_i1037" DrawAspect="Content" ObjectID="_1654992349" r:id="rId35"/>
        </w:object>
      </w:r>
      <w:r>
        <w:rPr>
          <w:spacing w:val="-2"/>
        </w:rPr>
        <w:t xml:space="preserve"> </w:t>
      </w:r>
      <w:r>
        <w:t xml:space="preserve">= </w:t>
      </w:r>
      <w:r w:rsidRPr="00197A7A">
        <w:rPr>
          <w:position w:val="-10"/>
        </w:rPr>
        <w:object w:dxaOrig="680" w:dyaOrig="380">
          <v:shape id="_x0000_i1038" type="#_x0000_t75" style="width:36pt;height:14.25pt" o:ole="" fillcolor="window">
            <v:imagedata r:id="rId36" o:title=""/>
          </v:shape>
          <o:OLEObject Type="Embed" ProgID="Equation.3" ShapeID="_x0000_i1038" DrawAspect="Content" ObjectID="_1654992350" r:id="rId37"/>
        </w:object>
      </w:r>
      <w:r>
        <w:t>– 1 = 0.0201</w:t>
      </w:r>
    </w:p>
    <w:p w:rsidR="00222E76" w:rsidRDefault="00222E76" w:rsidP="00222E76">
      <w:pPr>
        <w:pStyle w:val="ISM"/>
      </w:pPr>
      <w:r>
        <w:tab/>
      </w:r>
      <w:r>
        <w:tab/>
      </w:r>
      <w:bookmarkStart w:id="0" w:name="_GoBack"/>
      <w:r w:rsidR="008952AC" w:rsidRPr="008952AC">
        <w:rPr>
          <w:position w:val="-36"/>
        </w:rPr>
        <w:object w:dxaOrig="4080" w:dyaOrig="820">
          <v:shape id="_x0000_i1244" type="#_x0000_t75" style="width:204.3pt;height:41pt;mso-position-horizontal:absolute" o:ole="" o:preferrelative="f" fillcolor="window">
            <v:imagedata r:id="rId38" o:title=""/>
            <o:lock v:ext="edit" aspectratio="f"/>
          </v:shape>
          <o:OLEObject Type="Embed" ProgID="Equation.DSMT4" ShapeID="_x0000_i1244" DrawAspect="Content" ObjectID="_1654992351" r:id="rId39"/>
        </w:object>
      </w:r>
      <w:bookmarkEnd w:id="0"/>
    </w:p>
    <w:p w:rsidR="00222E76" w:rsidRDefault="00222E76" w:rsidP="00222E76">
      <w:pPr>
        <w:pStyle w:val="ISM"/>
        <w:ind w:left="2610"/>
      </w:pPr>
      <w:r>
        <w:t>= $2000</w:t>
      </w:r>
      <w:r w:rsidRPr="00222E76">
        <w:rPr>
          <w:position w:val="-32"/>
        </w:rPr>
        <w:object w:dxaOrig="1500" w:dyaOrig="760">
          <v:shape id="_x0000_i1039" type="#_x0000_t75" style="width:1in;height:36pt" o:ole="" fillcolor="window">
            <v:imagedata r:id="rId40" o:title=""/>
          </v:shape>
          <o:OLEObject Type="Embed" ProgID="Equation.3" ShapeID="_x0000_i1039" DrawAspect="Content" ObjectID="_1654992352" r:id="rId41"/>
        </w:object>
      </w:r>
    </w:p>
    <w:p w:rsidR="00222E76" w:rsidRDefault="00222E76" w:rsidP="00222E76">
      <w:pPr>
        <w:pStyle w:val="ISM"/>
        <w:spacing w:after="60"/>
        <w:ind w:left="2606"/>
      </w:pPr>
      <w:r>
        <w:t>= $32,671.33</w:t>
      </w:r>
    </w:p>
    <w:p w:rsidR="00222E76" w:rsidRDefault="005F1E52" w:rsidP="00222E76">
      <w:pPr>
        <w:pStyle w:val="ISM"/>
      </w:pPr>
      <w:r>
        <w:rPr>
          <w:noProof/>
          <w:sz w:val="20"/>
          <w:lang w:val="en-US"/>
        </w:rPr>
        <w:pict>
          <v:shape id="AutoShape 744" o:spid="_x0000_s1033" type="#_x0000_t61" style="position:absolute;margin-left:343.55pt;margin-top:1.3pt;width:112.35pt;height:120.7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" adj="-17515,6985" fillcolor="#cff">
            <v:fill opacity="32896f"/>
            <v:textbox inset="3.6pt,,3.6pt">
              <w:txbxContent>
                <w:p w:rsidR="00F26F22" w:rsidRPr="00B81786" w:rsidRDefault="00F26F22" w:rsidP="00222E76">
                  <w:pPr>
                    <w:spacing w:line="300" w:lineRule="exact"/>
                    <w:ind w:right="60"/>
                    <w:jc w:val="right"/>
                    <w:rPr>
                      <w:rFonts w:cs="Arial"/>
                      <w:i/>
                      <w:iCs/>
                    </w:rPr>
                  </w:pPr>
                  <w:r w:rsidRPr="00B81786">
                    <w:rPr>
                      <w:rFonts w:cs="Arial"/>
                    </w:rPr>
                    <w:t xml:space="preserve">Same </w:t>
                  </w:r>
                  <w:r w:rsidRPr="00B81786">
                    <w:rPr>
                      <w:rFonts w:cs="Arial"/>
                      <w:i/>
                      <w:iCs/>
                    </w:rPr>
                    <w:t>I/Y</w:t>
                  </w:r>
                  <w:r w:rsidRPr="00B81786">
                    <w:rPr>
                      <w:rFonts w:cs="Arial"/>
                    </w:rPr>
                    <w:t xml:space="preserve">, </w:t>
                  </w:r>
                  <w:r w:rsidRPr="00B81786">
                    <w:rPr>
                      <w:rFonts w:cs="Arial"/>
                      <w:i/>
                      <w:iCs/>
                    </w:rPr>
                    <w:t>P/Y, C/Y</w:t>
                  </w:r>
                </w:p>
                <w:p w:rsidR="00F26F22" w:rsidRPr="00B81786" w:rsidRDefault="00F26F22" w:rsidP="00222E76">
                  <w:pPr>
                    <w:spacing w:line="300" w:lineRule="exact"/>
                    <w:ind w:right="60"/>
                    <w:jc w:val="right"/>
                    <w:rPr>
                      <w:rFonts w:cs="Arial"/>
                    </w:rPr>
                  </w:pPr>
                  <w:r w:rsidRPr="00B81786">
                    <w:rPr>
                      <w:rFonts w:cs="Arial"/>
                    </w:rPr>
                    <w:t xml:space="preserve">10  </w:t>
                  </w:r>
                  <w:r w:rsidRPr="00B81786">
                    <w:rPr>
                      <w:rFonts w:cs="Arial"/>
                      <w:b/>
                      <w:spacing w:val="-2"/>
                      <w:bdr w:val="single" w:sz="12" w:space="0" w:color="auto"/>
                      <w:shd w:val="clear" w:color="auto" w:fill="C0C0C0"/>
                    </w:rPr>
                    <w:sym w:font="MT Extra" w:char="F020"/>
                  </w:r>
                  <w:r w:rsidRPr="00B81786">
                    <w:rPr>
                      <w:rFonts w:cs="Arial"/>
                      <w:bCs/>
                      <w:spacing w:val="-2"/>
                      <w:sz w:val="16"/>
                      <w:bdr w:val="single" w:sz="12" w:space="0" w:color="auto"/>
                      <w:shd w:val="clear" w:color="auto" w:fill="C0C0C0"/>
                    </w:rPr>
                    <w:t xml:space="preserve">    </w:t>
                  </w:r>
                  <w:r w:rsidRPr="00B81786">
                    <w:rPr>
                      <w:rFonts w:cs="Arial"/>
                      <w:b/>
                      <w:spacing w:val="-2"/>
                      <w:bdr w:val="single" w:sz="12" w:space="0" w:color="auto"/>
                      <w:shd w:val="clear" w:color="auto" w:fill="C0C0C0"/>
                    </w:rPr>
                    <w:t>N</w:t>
                  </w:r>
                  <w:r w:rsidRPr="00B81786">
                    <w:rPr>
                      <w:rFonts w:cs="Arial"/>
                      <w:bCs/>
                      <w:spacing w:val="-2"/>
                      <w:sz w:val="16"/>
                      <w:bdr w:val="single" w:sz="12" w:space="0" w:color="auto"/>
                      <w:shd w:val="clear" w:color="auto" w:fill="C0C0C0"/>
                    </w:rPr>
                    <w:t xml:space="preserve">    </w:t>
                  </w:r>
                  <w:r w:rsidRPr="00B81786">
                    <w:rPr>
                      <w:rFonts w:cs="Arial"/>
                      <w:b/>
                      <w:spacing w:val="-2"/>
                      <w:bdr w:val="single" w:sz="12" w:space="0" w:color="auto"/>
                      <w:shd w:val="clear" w:color="auto" w:fill="C0C0C0"/>
                    </w:rPr>
                    <w:sym w:font="MT Extra" w:char="F020"/>
                  </w:r>
                </w:p>
                <w:p w:rsidR="00F26F22" w:rsidRPr="00B81786" w:rsidRDefault="00F26F22" w:rsidP="00222E76">
                  <w:pPr>
                    <w:spacing w:line="300" w:lineRule="exact"/>
                    <w:ind w:right="60"/>
                    <w:jc w:val="right"/>
                    <w:rPr>
                      <w:rFonts w:cs="Arial"/>
                    </w:rPr>
                  </w:pPr>
                  <w:r w:rsidRPr="00B81786">
                    <w:rPr>
                      <w:rFonts w:cs="Arial"/>
                    </w:rPr>
                    <w:t xml:space="preserve">0  </w:t>
                  </w:r>
                  <w:r w:rsidRPr="00B81786">
                    <w:rPr>
                      <w:rFonts w:cs="Arial"/>
                      <w:bdr w:val="single" w:sz="12" w:space="0" w:color="auto"/>
                      <w:shd w:val="clear" w:color="auto" w:fill="C0C0C0"/>
                    </w:rPr>
                    <w:sym w:font="MT Extra" w:char="F020"/>
                  </w:r>
                  <w:r w:rsidRPr="00B81786">
                    <w:rPr>
                      <w:rFonts w:cs="Arial"/>
                      <w:b/>
                      <w:bdr w:val="single" w:sz="12" w:space="0" w:color="auto"/>
                      <w:shd w:val="clear" w:color="auto" w:fill="C0C0C0"/>
                    </w:rPr>
                    <w:t>PMT</w:t>
                  </w:r>
                  <w:r w:rsidRPr="00B81786">
                    <w:rPr>
                      <w:rFonts w:cs="Arial"/>
                      <w:bdr w:val="single" w:sz="12" w:space="0" w:color="auto"/>
                      <w:shd w:val="clear" w:color="auto" w:fill="C0C0C0"/>
                    </w:rPr>
                    <w:sym w:font="MT Extra" w:char="F020"/>
                  </w:r>
                </w:p>
                <w:p w:rsidR="00F26F22" w:rsidRPr="00B81786" w:rsidRDefault="00F26F22" w:rsidP="00222E76">
                  <w:pPr>
                    <w:spacing w:line="300" w:lineRule="exact"/>
                    <w:ind w:right="60"/>
                    <w:jc w:val="right"/>
                    <w:rPr>
                      <w:rFonts w:cs="Arial"/>
                      <w:spacing w:val="-2"/>
                      <w:bdr w:val="single" w:sz="12" w:space="0" w:color="auto"/>
                      <w:shd w:val="clear" w:color="auto" w:fill="C0C0C0"/>
                    </w:rPr>
                  </w:pPr>
                  <w:r>
                    <w:rPr>
                      <w:rFonts w:cs="Arial"/>
                    </w:rPr>
                    <w:t>32671.33</w:t>
                  </w:r>
                  <w:r w:rsidRPr="00B81786">
                    <w:rPr>
                      <w:rFonts w:cs="Arial"/>
                    </w:rPr>
                    <w:t xml:space="preserve">  </w:t>
                  </w:r>
                  <w:r w:rsidRPr="00B81786">
                    <w:rPr>
                      <w:rFonts w:cs="Arial"/>
                      <w:spacing w:val="-2"/>
                      <w:sz w:val="18"/>
                      <w:bdr w:val="single" w:sz="12" w:space="0" w:color="auto"/>
                      <w:shd w:val="clear" w:color="auto" w:fill="C0C0C0"/>
                    </w:rPr>
                    <w:sym w:font="MT Extra" w:char="F020"/>
                  </w:r>
                  <w:r w:rsidRPr="00621293">
                    <w:rPr>
                      <w:rFonts w:cs="Arial"/>
                      <w:spacing w:val="-2"/>
                      <w:sz w:val="16"/>
                      <w:szCs w:val="16"/>
                      <w:bdr w:val="single" w:sz="12" w:space="0" w:color="auto"/>
                      <w:shd w:val="clear" w:color="auto" w:fill="C0C0C0"/>
                    </w:rPr>
                    <w:t xml:space="preserve">  </w:t>
                  </w:r>
                  <w:r w:rsidRPr="00B81786">
                    <w:rPr>
                      <w:rFonts w:cs="Arial"/>
                      <w:b/>
                      <w:spacing w:val="-2"/>
                      <w:bdr w:val="single" w:sz="12" w:space="0" w:color="auto"/>
                      <w:shd w:val="clear" w:color="auto" w:fill="C0C0C0"/>
                    </w:rPr>
                    <w:t>FV</w:t>
                  </w:r>
                  <w:r w:rsidRPr="00621293">
                    <w:rPr>
                      <w:rFonts w:cs="Arial"/>
                      <w:spacing w:val="-2"/>
                      <w:sz w:val="16"/>
                      <w:szCs w:val="16"/>
                      <w:bdr w:val="single" w:sz="12" w:space="0" w:color="auto"/>
                      <w:shd w:val="clear" w:color="auto" w:fill="C0C0C0"/>
                    </w:rPr>
                    <w:t xml:space="preserve">  </w:t>
                  </w:r>
                  <w:r w:rsidRPr="00B81786">
                    <w:rPr>
                      <w:rFonts w:cs="Arial"/>
                      <w:spacing w:val="-2"/>
                      <w:bdr w:val="single" w:sz="12" w:space="0" w:color="auto"/>
                      <w:shd w:val="clear" w:color="auto" w:fill="C0C0C0"/>
                    </w:rPr>
                    <w:sym w:font="MT Extra" w:char="F020"/>
                  </w:r>
                </w:p>
                <w:p w:rsidR="00F26F22" w:rsidRPr="00B81786" w:rsidRDefault="00F26F22" w:rsidP="00222E76">
                  <w:pPr>
                    <w:spacing w:line="300" w:lineRule="exact"/>
                    <w:ind w:right="60"/>
                    <w:jc w:val="right"/>
                    <w:rPr>
                      <w:rFonts w:cs="Arial"/>
                    </w:rPr>
                  </w:pPr>
                  <w:r w:rsidRPr="00B81786">
                    <w:rPr>
                      <w:rFonts w:cs="Arial"/>
                    </w:rPr>
                    <w:t xml:space="preserve">  </w:t>
                  </w:r>
                  <w:r w:rsidRPr="00B81786">
                    <w:rPr>
                      <w:rFonts w:cs="Arial"/>
                      <w:bdr w:val="single" w:sz="12" w:space="0" w:color="auto"/>
                      <w:shd w:val="clear" w:color="auto" w:fill="C0C0C0"/>
                    </w:rPr>
                    <w:sym w:font="MT Extra" w:char="F020"/>
                  </w:r>
                  <w:r w:rsidRPr="00B81786">
                    <w:rPr>
                      <w:rFonts w:cs="Arial"/>
                      <w:b/>
                      <w:bdr w:val="single" w:sz="12" w:space="0" w:color="auto"/>
                      <w:shd w:val="clear" w:color="auto" w:fill="C0C0C0"/>
                    </w:rPr>
                    <w:t>CPT</w:t>
                  </w:r>
                  <w:r w:rsidRPr="00B81786">
                    <w:rPr>
                      <w:rFonts w:cs="Arial"/>
                      <w:bdr w:val="single" w:sz="12" w:space="0" w:color="auto"/>
                      <w:shd w:val="clear" w:color="auto" w:fill="C0C0C0"/>
                    </w:rPr>
                    <w:sym w:font="MT Extra" w:char="F020"/>
                  </w:r>
                  <w:r w:rsidRPr="00B81786">
                    <w:rPr>
                      <w:rFonts w:cs="Arial"/>
                    </w:rPr>
                    <w:t xml:space="preserve"> </w:t>
                  </w:r>
                  <w:r w:rsidRPr="00B81786">
                    <w:rPr>
                      <w:rFonts w:cs="Arial"/>
                      <w:b/>
                      <w:bCs/>
                      <w:spacing w:val="-2"/>
                      <w:bdr w:val="single" w:sz="12" w:space="0" w:color="auto"/>
                      <w:shd w:val="clear" w:color="auto" w:fill="C0C0C0"/>
                    </w:rPr>
                    <w:sym w:font="MT Extra" w:char="F020"/>
                  </w:r>
                  <w:r>
                    <w:rPr>
                      <w:rFonts w:cs="Arial"/>
                      <w:spacing w:val="-2"/>
                      <w:sz w:val="16"/>
                      <w:bdr w:val="single" w:sz="12" w:space="0" w:color="auto"/>
                      <w:shd w:val="clear" w:color="auto" w:fill="C0C0C0"/>
                    </w:rPr>
                    <w:t xml:space="preserve"> </w:t>
                  </w:r>
                  <w:r w:rsidRPr="00B81786">
                    <w:rPr>
                      <w:rFonts w:cs="Arial"/>
                      <w:spacing w:val="-2"/>
                      <w:sz w:val="16"/>
                      <w:bdr w:val="single" w:sz="12" w:space="0" w:color="auto"/>
                      <w:shd w:val="clear" w:color="auto" w:fill="C0C0C0"/>
                    </w:rPr>
                    <w:t xml:space="preserve"> </w:t>
                  </w:r>
                  <w:r w:rsidRPr="00B81786">
                    <w:rPr>
                      <w:rFonts w:cs="Arial"/>
                      <w:b/>
                      <w:bCs/>
                      <w:iCs/>
                      <w:spacing w:val="-2"/>
                      <w:bdr w:val="single" w:sz="12" w:space="0" w:color="auto"/>
                      <w:shd w:val="clear" w:color="auto" w:fill="C0C0C0"/>
                    </w:rPr>
                    <w:t>PV</w:t>
                  </w:r>
                  <w:r w:rsidRPr="00B81786">
                    <w:rPr>
                      <w:rFonts w:cs="Arial"/>
                      <w:iCs/>
                      <w:spacing w:val="-2"/>
                      <w:sz w:val="16"/>
                      <w:bdr w:val="single" w:sz="12" w:space="0" w:color="auto"/>
                      <w:shd w:val="clear" w:color="auto" w:fill="C0C0C0"/>
                    </w:rPr>
                    <w:t xml:space="preserve"> </w:t>
                  </w:r>
                  <w:r w:rsidRPr="00B81786">
                    <w:rPr>
                      <w:rFonts w:cs="Arial"/>
                      <w:spacing w:val="-2"/>
                      <w:sz w:val="16"/>
                      <w:bdr w:val="single" w:sz="12" w:space="0" w:color="auto"/>
                      <w:shd w:val="clear" w:color="auto" w:fill="C0C0C0"/>
                    </w:rPr>
                    <w:t xml:space="preserve"> </w:t>
                  </w:r>
                  <w:r w:rsidRPr="00B81786">
                    <w:rPr>
                      <w:rFonts w:cs="Arial"/>
                      <w:b/>
                      <w:bCs/>
                      <w:spacing w:val="-2"/>
                      <w:bdr w:val="single" w:sz="12" w:space="0" w:color="auto"/>
                      <w:shd w:val="clear" w:color="auto" w:fill="C0C0C0"/>
                    </w:rPr>
                    <w:sym w:font="MT Extra" w:char="F020"/>
                  </w:r>
                </w:p>
                <w:p w:rsidR="00F26F22" w:rsidRDefault="00F26F22" w:rsidP="00222E76">
                  <w:pPr>
                    <w:pStyle w:val="Mainfirst"/>
                    <w:spacing w:line="320" w:lineRule="exact"/>
                    <w:ind w:right="60"/>
                    <w:jc w:val="right"/>
                    <w:rPr>
                      <w:lang w:val="en-CA"/>
                    </w:rPr>
                  </w:pPr>
                  <w:r>
                    <w:rPr>
                      <w:rFonts w:ascii="Times New Roman" w:hAnsi="Times New Roman"/>
                      <w:i/>
                      <w:iCs/>
                      <w:lang w:val="en-CA"/>
                    </w:rPr>
                    <w:t>Ans</w:t>
                  </w:r>
                  <w:r>
                    <w:rPr>
                      <w:lang w:val="en-CA"/>
                    </w:rPr>
                    <w:t xml:space="preserve">: </w:t>
                  </w:r>
                  <w:r>
                    <w:rPr>
                      <w:lang w:val="en-CA"/>
                    </w:rPr>
                    <w:sym w:font="Symbol" w:char="F02D"/>
                  </w:r>
                  <w:r>
                    <w:rPr>
                      <w:lang w:val="en-CA"/>
                    </w:rPr>
                    <w:t>26,775.61</w:t>
                  </w:r>
                </w:p>
              </w:txbxContent>
            </v:textbox>
            <w10:wrap type="square"/>
          </v:shape>
        </w:pict>
      </w:r>
    </w:p>
    <w:p w:rsidR="00222E76" w:rsidRDefault="005F1E52" w:rsidP="00222E76">
      <w:pPr>
        <w:pStyle w:val="ISM"/>
      </w:pPr>
      <w:r>
        <w:rPr>
          <w:noProof/>
          <w:sz w:val="20"/>
          <w:lang w:val="en-US"/>
        </w:rPr>
        <w:pict>
          <v:shape id="AutoShape 746" o:spid="_x0000_s1465" type="#_x0000_t88" style="position:absolute;margin-left:237.7pt;margin-top:3.35pt;width:8.7pt;height:46.4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"/>
        </w:pict>
      </w:r>
      <w:r w:rsidR="00222E76">
        <w:tab/>
      </w:r>
      <w:r w:rsidR="00222E76">
        <w:tab/>
      </w:r>
      <w:r w:rsidR="00222E76">
        <w:rPr>
          <w:rFonts w:ascii="Times New Roman" w:hAnsi="Times New Roman"/>
          <w:i/>
        </w:rPr>
        <w:t>PV</w:t>
      </w:r>
      <w:r w:rsidR="00222E76">
        <w:t xml:space="preserve">(today) = </w:t>
      </w:r>
      <w:r w:rsidR="00222E76">
        <w:rPr>
          <w:rFonts w:ascii="Times New Roman" w:hAnsi="Times New Roman"/>
          <w:i/>
        </w:rPr>
        <w:t>FV</w:t>
      </w:r>
      <w:r w:rsidR="00222E76" w:rsidRPr="00197A7A">
        <w:rPr>
          <w:position w:val="-10"/>
        </w:rPr>
        <w:object w:dxaOrig="940" w:dyaOrig="380">
          <v:shape id="_x0000_i1040" type="#_x0000_t75" style="width:50.25pt;height:14.25pt" o:ole="" fillcolor="window">
            <v:imagedata r:id="rId42" o:title=""/>
          </v:shape>
          <o:OLEObject Type="Embed" ProgID="Equation.3" ShapeID="_x0000_i1040" DrawAspect="Content" ObjectID="_1654992353" r:id="rId43"/>
        </w:object>
      </w:r>
      <w:r w:rsidR="00222E76">
        <w:t xml:space="preserve"> </w:t>
      </w:r>
    </w:p>
    <w:p w:rsidR="00222E76" w:rsidRDefault="00222E76" w:rsidP="00222E76">
      <w:pPr>
        <w:pStyle w:val="ISM"/>
        <w:ind w:left="1440"/>
      </w:pPr>
      <w:r>
        <w:t xml:space="preserve">  = $32,671.33</w:t>
      </w:r>
      <w:r w:rsidRPr="00C607BB">
        <w:rPr>
          <w:position w:val="-10"/>
        </w:rPr>
        <w:object w:dxaOrig="1060" w:dyaOrig="380">
          <v:shape id="_x0000_i1041" type="#_x0000_t75" style="width:57.75pt;height:14.25pt" o:ole="" fillcolor="window">
            <v:imagedata r:id="rId44" o:title=""/>
          </v:shape>
          <o:OLEObject Type="Embed" ProgID="Equation.3" ShapeID="_x0000_i1041" DrawAspect="Content" ObjectID="_1654992354" r:id="rId45"/>
        </w:object>
      </w:r>
    </w:p>
    <w:p w:rsidR="00222E76" w:rsidRDefault="00222E76" w:rsidP="00222E76">
      <w:pPr>
        <w:pStyle w:val="ISM"/>
        <w:ind w:left="1440"/>
        <w:rPr>
          <w:u w:val="double"/>
        </w:rPr>
      </w:pPr>
      <w:r>
        <w:t xml:space="preserve">  = </w:t>
      </w:r>
      <w:r>
        <w:rPr>
          <w:u w:val="double"/>
        </w:rPr>
        <w:t>$26,775.61</w:t>
      </w:r>
    </w:p>
    <w:p w:rsidR="00222E76" w:rsidRDefault="00222E76" w:rsidP="00222E76">
      <w:pPr>
        <w:pStyle w:val="ISM"/>
        <w:rPr>
          <w:u w:val="double"/>
        </w:rPr>
      </w:pPr>
    </w:p>
    <w:p w:rsidR="00222E76" w:rsidRDefault="00222E76" w:rsidP="00222E76">
      <w:pPr>
        <w:pStyle w:val="ISM"/>
        <w:spacing w:after="120"/>
        <w:rPr>
          <w:u w:val="double"/>
        </w:rPr>
      </w:pPr>
    </w:p>
    <w:p w:rsidR="00DC47D8" w:rsidRDefault="00DC47D8" w:rsidP="00222E76">
      <w:pPr>
        <w:pStyle w:val="ISM"/>
        <w:spacing w:after="120"/>
        <w:rPr>
          <w:u w:val="double"/>
        </w:rPr>
      </w:pPr>
    </w:p>
    <w:p w:rsidR="00DC47D8" w:rsidRDefault="00DC47D8" w:rsidP="00222E76">
      <w:pPr>
        <w:pStyle w:val="ISM"/>
        <w:spacing w:after="120"/>
        <w:rPr>
          <w:u w:val="double"/>
        </w:rPr>
      </w:pPr>
    </w:p>
    <w:p w:rsidR="00421669" w:rsidRDefault="00421669">
      <w:r>
        <w:br w:type="page"/>
      </w:r>
    </w:p>
    <w:p w:rsidR="00DC47D8" w:rsidRDefault="005F1E52" w:rsidP="00DC47D8">
      <w:pPr>
        <w:pStyle w:val="ISM"/>
      </w:pPr>
      <w:r>
        <w:rPr>
          <w:noProof/>
          <w:lang w:val="en-US"/>
        </w:rPr>
        <w:lastRenderedPageBreak/>
        <w:pict>
          <v:shape id="AutoShape 751" o:spid="_x0000_s1034" type="#_x0000_t61" style="position:absolute;margin-left:333.3pt;margin-top:4.05pt;width:131.2pt;height:138.2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" adj="-3902,14793" fillcolor="#cff">
            <v:fill opacity="25443f"/>
            <v:textbox inset="3.6pt,,3.6pt">
              <w:txbxContent>
                <w:p w:rsidR="00F26F22" w:rsidRDefault="00F26F22" w:rsidP="00DC47D8">
                  <w:pPr>
                    <w:spacing w:line="300" w:lineRule="exact"/>
                    <w:ind w:right="42"/>
                    <w:jc w:val="right"/>
                  </w:pPr>
                  <w:r>
                    <w:t xml:space="preserve">9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DC47D8">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DC47D8">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DC47D8">
                  <w:pPr>
                    <w:spacing w:line="300" w:lineRule="exact"/>
                    <w:ind w:right="42"/>
                    <w:jc w:val="right"/>
                    <w:rPr>
                      <w:spacing w:val="-2"/>
                      <w:bdr w:val="single" w:sz="12" w:space="0" w:color="auto"/>
                      <w:shd w:val="clear" w:color="auto" w:fill="C0C0C0"/>
                    </w:rPr>
                  </w:pPr>
                  <w:r>
                    <w:t xml:space="preserve">42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DC47D8">
                  <w:pPr>
                    <w:spacing w:line="300" w:lineRule="exact"/>
                    <w:ind w:right="42"/>
                    <w:jc w:val="right"/>
                  </w:pPr>
                  <w:r>
                    <w:t xml:space="preserve">500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DC47D8">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DC47D8">
                  <w:pPr>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DC47D8">
                  <w:pPr>
                    <w:spacing w:line="320" w:lineRule="exact"/>
                    <w:ind w:right="43"/>
                    <w:jc w:val="right"/>
                  </w:pPr>
                  <w:r>
                    <w:rPr>
                      <w:i/>
                      <w:iCs/>
                    </w:rPr>
                    <w:t>Ans</w:t>
                  </w:r>
                  <w:r>
                    <w:t>: 17,977.076</w:t>
                  </w:r>
                </w:p>
              </w:txbxContent>
            </v:textbox>
            <w10:wrap type="square"/>
          </v:shape>
        </w:pict>
      </w:r>
      <w:r w:rsidR="00DC47D8">
        <w:tab/>
        <w:t>7.</w:t>
      </w:r>
      <w:r w:rsidR="00DC47D8">
        <w:tab/>
        <w:t xml:space="preserve">Given: </w:t>
      </w:r>
      <w:r w:rsidR="00DC47D8">
        <w:rPr>
          <w:rFonts w:ascii="Times New Roman" w:hAnsi="Times New Roman"/>
          <w:i/>
        </w:rPr>
        <w:t>PMT</w:t>
      </w:r>
      <w:r w:rsidR="00DC47D8">
        <w:t xml:space="preserve"> = $500; </w:t>
      </w:r>
      <w:r w:rsidR="00DC47D8">
        <w:rPr>
          <w:rFonts w:ascii="Times New Roman" w:hAnsi="Times New Roman"/>
          <w:i/>
        </w:rPr>
        <w:t>i</w:t>
      </w:r>
      <w:r w:rsidR="00DC47D8">
        <w:t xml:space="preserve"> = </w:t>
      </w:r>
      <w:r w:rsidR="00DC47D8" w:rsidRPr="00197A7A">
        <w:rPr>
          <w:position w:val="-14"/>
        </w:rPr>
        <w:object w:dxaOrig="340" w:dyaOrig="400">
          <v:shape id="_x0000_i1042" type="#_x0000_t75" style="width:21.75pt;height:21.75pt" o:ole="">
            <v:imagedata r:id="rId46" o:title=""/>
          </v:shape>
          <o:OLEObject Type="Embed" ProgID="Equation.3" ShapeID="_x0000_i1042" DrawAspect="Content" ObjectID="_1654992355" r:id="rId47"/>
        </w:object>
      </w:r>
      <w:r w:rsidR="00DC47D8">
        <w:t xml:space="preserve"> = 2.25%; </w:t>
      </w:r>
      <w:r w:rsidR="00DC47D8">
        <w:rPr>
          <w:rFonts w:ascii="Times New Roman" w:hAnsi="Times New Roman"/>
          <w:i/>
        </w:rPr>
        <w:t>n</w:t>
      </w:r>
      <w:r w:rsidR="00DC47D8">
        <w:t xml:space="preserve"> = 12(3.5) = 42;</w:t>
      </w:r>
    </w:p>
    <w:p w:rsidR="00DC47D8" w:rsidRDefault="00DC47D8" w:rsidP="00DC47D8">
      <w:pPr>
        <w:pStyle w:val="ISM"/>
        <w:ind w:left="1260"/>
      </w:pPr>
      <w:r>
        <w:rPr>
          <w:rFonts w:ascii="Times New Roman" w:hAnsi="Times New Roman"/>
          <w:i/>
        </w:rPr>
        <w:t>d</w:t>
      </w:r>
      <w:r>
        <w:t xml:space="preserve"> = 12(2.75) = 33; </w:t>
      </w:r>
      <w:r>
        <w:rPr>
          <w:rFonts w:ascii="Times New Roman" w:hAnsi="Times New Roman"/>
          <w:i/>
        </w:rPr>
        <w:t>c</w:t>
      </w:r>
      <w:r>
        <w:t xml:space="preserve"> = </w:t>
      </w:r>
      <w:r w:rsidRPr="00197A7A">
        <w:rPr>
          <w:position w:val="-14"/>
        </w:rPr>
        <w:object w:dxaOrig="780" w:dyaOrig="400">
          <v:shape id="_x0000_i1043" type="#_x0000_t75" style="width:43.55pt;height:21.75pt" o:ole="">
            <v:imagedata r:id="rId48" o:title=""/>
          </v:shape>
          <o:OLEObject Type="Embed" ProgID="Equation.3" ShapeID="_x0000_i1043" DrawAspect="Content" ObjectID="_1654992356" r:id="rId49"/>
        </w:object>
      </w:r>
    </w:p>
    <w:p w:rsidR="00DC47D8" w:rsidRDefault="005F1E52" w:rsidP="00DC47D8">
      <w:pPr>
        <w:pStyle w:val="ISM"/>
      </w:pPr>
      <w:r>
        <w:rPr>
          <w:noProof/>
          <w:sz w:val="20"/>
          <w:lang w:val="en-US"/>
        </w:rPr>
        <w:pict>
          <v:shape id="AutoShape 749" o:spid="_x0000_s1452" type="#_x0000_t88" style="position:absolute;margin-left:290.3pt;margin-top:6.85pt;width:15.95pt;height:102.95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"/>
        </w:pict>
      </w:r>
      <w:r w:rsidR="00DC47D8">
        <w:tab/>
      </w:r>
      <w:r w:rsidR="00DC47D8">
        <w:tab/>
      </w:r>
      <w:r w:rsidR="00DC47D8">
        <w:tab/>
      </w:r>
      <w:r w:rsidR="00DC47D8" w:rsidRPr="00197A7A">
        <w:rPr>
          <w:spacing w:val="-2"/>
          <w:position w:val="-10"/>
        </w:rPr>
        <w:object w:dxaOrig="1420" w:dyaOrig="380">
          <v:shape id="_x0000_i1044" type="#_x0000_t75" style="width:1in;height:14.25pt" o:ole="" fillcolor="window">
            <v:imagedata r:id="rId34" o:title=""/>
          </v:shape>
          <o:OLEObject Type="Embed" ProgID="Equation.3" ShapeID="_x0000_i1044" DrawAspect="Content" ObjectID="_1654992357" r:id="rId50"/>
        </w:object>
      </w:r>
      <w:r w:rsidR="00DC47D8">
        <w:rPr>
          <w:spacing w:val="-2"/>
        </w:rPr>
        <w:t xml:space="preserve"> </w:t>
      </w:r>
      <w:r w:rsidR="00DC47D8">
        <w:t xml:space="preserve">= </w:t>
      </w:r>
      <w:r w:rsidR="00DC47D8" w:rsidRPr="00197A7A">
        <w:rPr>
          <w:position w:val="-10"/>
        </w:rPr>
        <w:object w:dxaOrig="1140" w:dyaOrig="420">
          <v:shape id="_x0000_i1045" type="#_x0000_t75" style="width:57.75pt;height:21.75pt" o:ole="" fillcolor="window">
            <v:imagedata r:id="rId51" o:title=""/>
          </v:shape>
          <o:OLEObject Type="Embed" ProgID="Equation.3" ShapeID="_x0000_i1045" DrawAspect="Content" ObjectID="_1654992358" r:id="rId52"/>
        </w:object>
      </w:r>
      <w:r w:rsidR="00DC47D8">
        <w:t>– 1 = 0.00744444</w:t>
      </w:r>
      <w:r w:rsidR="006A6075">
        <w:t>3</w:t>
      </w:r>
    </w:p>
    <w:p w:rsidR="00DC47D8" w:rsidRDefault="00DC47D8" w:rsidP="00DC47D8">
      <w:pPr>
        <w:pStyle w:val="ISM"/>
      </w:pPr>
      <w:r>
        <w:tab/>
      </w:r>
      <w:r>
        <w:tab/>
      </w:r>
      <w:r>
        <w:rPr>
          <w:rFonts w:ascii="Times New Roman" w:hAnsi="Times New Roman"/>
          <w:i/>
        </w:rPr>
        <w:t>PV</w:t>
      </w:r>
      <w:r>
        <w:t xml:space="preserve">(2.75 yrs from now) = </w:t>
      </w:r>
      <w:r>
        <w:rPr>
          <w:rFonts w:ascii="Times New Roman" w:hAnsi="Times New Roman"/>
          <w:i/>
        </w:rPr>
        <w:t xml:space="preserve">PMT </w:t>
      </w:r>
      <w:r w:rsidRPr="00197A7A">
        <w:rPr>
          <w:position w:val="-34"/>
        </w:rPr>
        <w:object w:dxaOrig="1460" w:dyaOrig="800">
          <v:shape id="_x0000_i1046" type="#_x0000_t75" style="width:1in;height:43.55pt" o:ole="" fillcolor="window">
            <v:imagedata r:id="rId53" o:title=""/>
          </v:shape>
          <o:OLEObject Type="Embed" ProgID="Equation.3" ShapeID="_x0000_i1046" DrawAspect="Content" ObjectID="_1654992359" r:id="rId54"/>
        </w:object>
      </w:r>
      <w:r>
        <w:t xml:space="preserve"> </w:t>
      </w:r>
    </w:p>
    <w:p w:rsidR="00DC47D8" w:rsidRDefault="00DC47D8" w:rsidP="00DC47D8">
      <w:pPr>
        <w:pStyle w:val="ISM"/>
        <w:ind w:left="2790"/>
      </w:pPr>
      <w:r>
        <w:t>= $500</w:t>
      </w:r>
      <w:r w:rsidR="006A6075" w:rsidRPr="006A6075">
        <w:rPr>
          <w:position w:val="-32"/>
        </w:rPr>
        <w:object w:dxaOrig="2060" w:dyaOrig="740">
          <v:shape id="_x0000_i1047" type="#_x0000_t75" style="width:100.45pt;height:36pt" o:ole="" fillcolor="window">
            <v:imagedata r:id="rId55" o:title=""/>
          </v:shape>
          <o:OLEObject Type="Embed" ProgID="Equation.3" ShapeID="_x0000_i1047" DrawAspect="Content" ObjectID="_1654992360" r:id="rId56"/>
        </w:object>
      </w:r>
    </w:p>
    <w:p w:rsidR="00DC47D8" w:rsidRDefault="00DC47D8" w:rsidP="00DC47D8">
      <w:pPr>
        <w:pStyle w:val="ISM"/>
        <w:ind w:firstLine="2790"/>
      </w:pPr>
      <w:r>
        <w:t>= $17,977.076</w:t>
      </w:r>
    </w:p>
    <w:p w:rsidR="00DC47D8" w:rsidRDefault="005F1E52" w:rsidP="00DC47D8">
      <w:pPr>
        <w:pStyle w:val="ISM"/>
      </w:pPr>
      <w:r>
        <w:rPr>
          <w:noProof/>
          <w:sz w:val="20"/>
          <w:lang w:val="en-US"/>
        </w:rPr>
        <w:pict>
          <v:shape id="AutoShape 748" o:spid="_x0000_s1035" type="#_x0000_t61" style="position:absolute;margin-left:318.15pt;margin-top:1.7pt;width:142.4pt;height:102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" adj="-6841,10228" fillcolor="#cff">
            <v:fill opacity="32896f"/>
            <v:textbox inset="3.6pt,,3.6pt">
              <w:txbxContent>
                <w:p w:rsidR="00F26F22" w:rsidRPr="00036DE4" w:rsidRDefault="00F26F22" w:rsidP="00DC47D8">
                  <w:pPr>
                    <w:spacing w:line="300" w:lineRule="exact"/>
                    <w:ind w:right="60"/>
                    <w:jc w:val="right"/>
                    <w:rPr>
                      <w:rFonts w:cs="Arial"/>
                      <w:i/>
                      <w:iCs/>
                    </w:rPr>
                  </w:pPr>
                  <w:r w:rsidRPr="00036DE4">
                    <w:rPr>
                      <w:rFonts w:cs="Arial"/>
                    </w:rPr>
                    <w:t xml:space="preserve">Same </w:t>
                  </w:r>
                  <w:r w:rsidRPr="00036DE4">
                    <w:rPr>
                      <w:rFonts w:cs="Arial"/>
                      <w:i/>
                      <w:iCs/>
                    </w:rPr>
                    <w:t>I/Y</w:t>
                  </w:r>
                  <w:r w:rsidRPr="00036DE4">
                    <w:rPr>
                      <w:rFonts w:cs="Arial"/>
                    </w:rPr>
                    <w:t xml:space="preserve">, </w:t>
                  </w:r>
                  <w:r w:rsidRPr="00036DE4">
                    <w:rPr>
                      <w:rFonts w:cs="Arial"/>
                      <w:i/>
                      <w:iCs/>
                    </w:rPr>
                    <w:t>P/Y, C/Y</w:t>
                  </w:r>
                </w:p>
                <w:p w:rsidR="00F26F22" w:rsidRPr="00036DE4" w:rsidRDefault="00F26F22" w:rsidP="00DC47D8">
                  <w:pPr>
                    <w:spacing w:line="300" w:lineRule="exact"/>
                    <w:ind w:right="60"/>
                    <w:jc w:val="right"/>
                    <w:rPr>
                      <w:rFonts w:cs="Arial"/>
                    </w:rPr>
                  </w:pPr>
                  <w:r w:rsidRPr="00036DE4">
                    <w:rPr>
                      <w:rFonts w:cs="Arial"/>
                    </w:rPr>
                    <w:t xml:space="preserve">33  </w:t>
                  </w:r>
                  <w:r w:rsidRPr="00036DE4">
                    <w:rPr>
                      <w:rFonts w:cs="Arial"/>
                      <w:b/>
                      <w:spacing w:val="-2"/>
                      <w:bdr w:val="single" w:sz="12" w:space="0" w:color="auto"/>
                      <w:shd w:val="clear" w:color="auto" w:fill="C0C0C0"/>
                    </w:rPr>
                    <w:sym w:font="MT Extra" w:char="F020"/>
                  </w:r>
                  <w:r w:rsidRPr="00036DE4">
                    <w:rPr>
                      <w:rFonts w:cs="Arial"/>
                      <w:bCs/>
                      <w:spacing w:val="-2"/>
                      <w:sz w:val="16"/>
                      <w:bdr w:val="single" w:sz="12" w:space="0" w:color="auto"/>
                      <w:shd w:val="clear" w:color="auto" w:fill="C0C0C0"/>
                    </w:rPr>
                    <w:t xml:space="preserve">    </w:t>
                  </w:r>
                  <w:r w:rsidRPr="00036DE4">
                    <w:rPr>
                      <w:rFonts w:cs="Arial"/>
                      <w:b/>
                      <w:spacing w:val="-2"/>
                      <w:bdr w:val="single" w:sz="12" w:space="0" w:color="auto"/>
                      <w:shd w:val="clear" w:color="auto" w:fill="C0C0C0"/>
                    </w:rPr>
                    <w:t>N</w:t>
                  </w:r>
                  <w:r w:rsidRPr="00036DE4">
                    <w:rPr>
                      <w:rFonts w:cs="Arial"/>
                      <w:bCs/>
                      <w:spacing w:val="-2"/>
                      <w:sz w:val="16"/>
                      <w:bdr w:val="single" w:sz="12" w:space="0" w:color="auto"/>
                      <w:shd w:val="clear" w:color="auto" w:fill="C0C0C0"/>
                    </w:rPr>
                    <w:t xml:space="preserve">    </w:t>
                  </w:r>
                  <w:r w:rsidRPr="00036DE4">
                    <w:rPr>
                      <w:rFonts w:cs="Arial"/>
                      <w:b/>
                      <w:spacing w:val="-2"/>
                      <w:bdr w:val="single" w:sz="12" w:space="0" w:color="auto"/>
                      <w:shd w:val="clear" w:color="auto" w:fill="C0C0C0"/>
                    </w:rPr>
                    <w:sym w:font="MT Extra" w:char="F020"/>
                  </w:r>
                </w:p>
                <w:p w:rsidR="00F26F22" w:rsidRPr="00036DE4" w:rsidRDefault="00F26F22" w:rsidP="00DC47D8">
                  <w:pPr>
                    <w:spacing w:line="300" w:lineRule="exact"/>
                    <w:ind w:right="60"/>
                    <w:jc w:val="right"/>
                    <w:rPr>
                      <w:rFonts w:cs="Arial"/>
                    </w:rPr>
                  </w:pPr>
                  <w:r w:rsidRPr="00036DE4">
                    <w:rPr>
                      <w:rFonts w:cs="Arial"/>
                    </w:rPr>
                    <w:t xml:space="preserve">0  </w:t>
                  </w:r>
                  <w:r w:rsidRPr="00036DE4">
                    <w:rPr>
                      <w:rFonts w:cs="Arial"/>
                      <w:bdr w:val="single" w:sz="12" w:space="0" w:color="auto"/>
                      <w:shd w:val="clear" w:color="auto" w:fill="C0C0C0"/>
                    </w:rPr>
                    <w:sym w:font="MT Extra" w:char="F020"/>
                  </w:r>
                  <w:r w:rsidRPr="00036DE4">
                    <w:rPr>
                      <w:rFonts w:cs="Arial"/>
                      <w:b/>
                      <w:bdr w:val="single" w:sz="12" w:space="0" w:color="auto"/>
                      <w:shd w:val="clear" w:color="auto" w:fill="C0C0C0"/>
                    </w:rPr>
                    <w:t>PMT</w:t>
                  </w:r>
                  <w:r w:rsidRPr="00036DE4">
                    <w:rPr>
                      <w:rFonts w:cs="Arial"/>
                      <w:bdr w:val="single" w:sz="12" w:space="0" w:color="auto"/>
                      <w:shd w:val="clear" w:color="auto" w:fill="C0C0C0"/>
                    </w:rPr>
                    <w:sym w:font="MT Extra" w:char="F020"/>
                  </w:r>
                </w:p>
                <w:p w:rsidR="00F26F22" w:rsidRPr="00036DE4" w:rsidRDefault="00F26F22" w:rsidP="00DC47D8">
                  <w:pPr>
                    <w:spacing w:line="300" w:lineRule="exact"/>
                    <w:ind w:right="60"/>
                    <w:jc w:val="right"/>
                    <w:rPr>
                      <w:rFonts w:cs="Arial"/>
                      <w:spacing w:val="-2"/>
                      <w:bdr w:val="single" w:sz="12" w:space="0" w:color="auto"/>
                      <w:shd w:val="clear" w:color="auto" w:fill="C0C0C0"/>
                    </w:rPr>
                  </w:pPr>
                  <w:r w:rsidRPr="00036DE4">
                    <w:rPr>
                      <w:rFonts w:cs="Arial"/>
                    </w:rPr>
                    <w:t xml:space="preserve">17977.076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sidRPr="00036DE4">
                    <w:rPr>
                      <w:rFonts w:cs="Arial"/>
                      <w:spacing w:val="-2"/>
                      <w:sz w:val="18"/>
                      <w:bdr w:val="single" w:sz="12" w:space="0" w:color="auto"/>
                      <w:shd w:val="clear" w:color="auto" w:fill="C0C0C0"/>
                    </w:rPr>
                    <w:sym w:font="MT Extra" w:char="F020"/>
                  </w:r>
                  <w:r w:rsidRPr="00036DE4">
                    <w:rPr>
                      <w:rFonts w:cs="Arial"/>
                      <w:spacing w:val="-2"/>
                      <w:sz w:val="20"/>
                      <w:bdr w:val="single" w:sz="12" w:space="0" w:color="auto"/>
                      <w:shd w:val="clear" w:color="auto" w:fill="C0C0C0"/>
                    </w:rPr>
                    <w:t xml:space="preserve">  </w:t>
                  </w:r>
                  <w:r w:rsidRPr="00036DE4">
                    <w:rPr>
                      <w:rFonts w:cs="Arial"/>
                      <w:b/>
                      <w:spacing w:val="-2"/>
                      <w:bdr w:val="single" w:sz="12" w:space="0" w:color="auto"/>
                      <w:shd w:val="clear" w:color="auto" w:fill="C0C0C0"/>
                    </w:rPr>
                    <w:t>FV</w:t>
                  </w:r>
                  <w:r w:rsidRPr="00036DE4">
                    <w:rPr>
                      <w:rFonts w:cs="Arial"/>
                      <w:spacing w:val="-2"/>
                      <w:sz w:val="20"/>
                      <w:bdr w:val="single" w:sz="12" w:space="0" w:color="auto"/>
                      <w:shd w:val="clear" w:color="auto" w:fill="C0C0C0"/>
                    </w:rPr>
                    <w:t xml:space="preserve">  </w:t>
                  </w:r>
                  <w:r w:rsidRPr="00036DE4">
                    <w:rPr>
                      <w:rFonts w:cs="Arial"/>
                      <w:spacing w:val="-2"/>
                      <w:bdr w:val="single" w:sz="12" w:space="0" w:color="auto"/>
                      <w:shd w:val="clear" w:color="auto" w:fill="C0C0C0"/>
                    </w:rPr>
                    <w:sym w:font="MT Extra" w:char="F020"/>
                  </w:r>
                </w:p>
                <w:p w:rsidR="00F26F22" w:rsidRPr="00036DE4" w:rsidRDefault="00F26F22" w:rsidP="00DC47D8">
                  <w:pPr>
                    <w:spacing w:line="300" w:lineRule="exact"/>
                    <w:ind w:right="60"/>
                    <w:jc w:val="right"/>
                    <w:rPr>
                      <w:rFonts w:cs="Arial"/>
                    </w:rPr>
                  </w:pPr>
                  <w:r w:rsidRPr="00036DE4">
                    <w:rPr>
                      <w:rFonts w:cs="Arial"/>
                    </w:rPr>
                    <w:t xml:space="preserve">  </w:t>
                  </w:r>
                  <w:r w:rsidRPr="00036DE4">
                    <w:rPr>
                      <w:rFonts w:cs="Arial"/>
                      <w:bdr w:val="single" w:sz="12" w:space="0" w:color="auto"/>
                      <w:shd w:val="clear" w:color="auto" w:fill="C0C0C0"/>
                    </w:rPr>
                    <w:sym w:font="MT Extra" w:char="F020"/>
                  </w:r>
                  <w:r w:rsidRPr="00036DE4">
                    <w:rPr>
                      <w:rFonts w:cs="Arial"/>
                      <w:b/>
                      <w:bdr w:val="single" w:sz="12" w:space="0" w:color="auto"/>
                      <w:shd w:val="clear" w:color="auto" w:fill="C0C0C0"/>
                    </w:rPr>
                    <w:t>CPT</w:t>
                  </w:r>
                  <w:r w:rsidRPr="00036DE4">
                    <w:rPr>
                      <w:rFonts w:cs="Arial"/>
                      <w:bdr w:val="single" w:sz="12" w:space="0" w:color="auto"/>
                      <w:shd w:val="clear" w:color="auto" w:fill="C0C0C0"/>
                    </w:rPr>
                    <w:sym w:font="MT Extra" w:char="F020"/>
                  </w:r>
                  <w:r w:rsidRPr="00036DE4">
                    <w:rPr>
                      <w:rFonts w:cs="Arial"/>
                    </w:rPr>
                    <w:t xml:space="preserve"> </w:t>
                  </w:r>
                  <w:r w:rsidRPr="00036DE4">
                    <w:rPr>
                      <w:rFonts w:cs="Arial"/>
                      <w:b/>
                      <w:bCs/>
                      <w:spacing w:val="-2"/>
                      <w:bdr w:val="single" w:sz="12" w:space="0" w:color="auto"/>
                      <w:shd w:val="clear" w:color="auto" w:fill="C0C0C0"/>
                    </w:rPr>
                    <w:sym w:font="MT Extra" w:char="F020"/>
                  </w:r>
                  <w:r w:rsidRPr="00036DE4">
                    <w:rPr>
                      <w:rFonts w:cs="Arial"/>
                      <w:spacing w:val="-2"/>
                      <w:sz w:val="16"/>
                      <w:bdr w:val="single" w:sz="12" w:space="0" w:color="auto"/>
                      <w:shd w:val="clear" w:color="auto" w:fill="C0C0C0"/>
                    </w:rPr>
                    <w:t xml:space="preserve">  </w:t>
                  </w:r>
                  <w:r w:rsidRPr="00036DE4">
                    <w:rPr>
                      <w:rFonts w:cs="Arial"/>
                      <w:b/>
                      <w:bCs/>
                      <w:iCs/>
                      <w:spacing w:val="-2"/>
                      <w:bdr w:val="single" w:sz="12" w:space="0" w:color="auto"/>
                      <w:shd w:val="clear" w:color="auto" w:fill="C0C0C0"/>
                    </w:rPr>
                    <w:t>PV</w:t>
                  </w:r>
                  <w:r w:rsidRPr="00036DE4">
                    <w:rPr>
                      <w:rFonts w:cs="Arial"/>
                      <w:iCs/>
                      <w:spacing w:val="-2"/>
                      <w:sz w:val="16"/>
                      <w:bdr w:val="single" w:sz="12" w:space="0" w:color="auto"/>
                      <w:shd w:val="clear" w:color="auto" w:fill="C0C0C0"/>
                    </w:rPr>
                    <w:t xml:space="preserve"> </w:t>
                  </w:r>
                  <w:r w:rsidRPr="00036DE4">
                    <w:rPr>
                      <w:rFonts w:cs="Arial"/>
                      <w:spacing w:val="-2"/>
                      <w:sz w:val="16"/>
                      <w:bdr w:val="single" w:sz="12" w:space="0" w:color="auto"/>
                      <w:shd w:val="clear" w:color="auto" w:fill="C0C0C0"/>
                    </w:rPr>
                    <w:t xml:space="preserve"> </w:t>
                  </w:r>
                  <w:r w:rsidRPr="00036DE4">
                    <w:rPr>
                      <w:rFonts w:cs="Arial"/>
                      <w:b/>
                      <w:bCs/>
                      <w:spacing w:val="-2"/>
                      <w:bdr w:val="single" w:sz="12" w:space="0" w:color="auto"/>
                      <w:shd w:val="clear" w:color="auto" w:fill="C0C0C0"/>
                    </w:rPr>
                    <w:sym w:font="MT Extra" w:char="F020"/>
                  </w:r>
                </w:p>
                <w:p w:rsidR="00F26F22" w:rsidRPr="00036DE4" w:rsidRDefault="00F26F22" w:rsidP="00DC47D8">
                  <w:pPr>
                    <w:pStyle w:val="Mainfirst"/>
                    <w:spacing w:line="320" w:lineRule="exact"/>
                    <w:ind w:right="60"/>
                    <w:jc w:val="right"/>
                    <w:rPr>
                      <w:rFonts w:cs="Arial"/>
                      <w:lang w:val="en-CA"/>
                    </w:rPr>
                  </w:pPr>
                  <w:r w:rsidRPr="00036DE4">
                    <w:rPr>
                      <w:rFonts w:cs="Arial"/>
                      <w:i/>
                      <w:iCs/>
                      <w:lang w:val="en-CA"/>
                    </w:rPr>
                    <w:t>Ans</w:t>
                  </w:r>
                  <w:r>
                    <w:rPr>
                      <w:rFonts w:cs="Arial"/>
                      <w:lang w:val="en-CA"/>
                    </w:rPr>
                    <w:t xml:space="preserve">: </w:t>
                  </w:r>
                  <w:r w:rsidRPr="00036DE4">
                    <w:rPr>
                      <w:rFonts w:cs="Arial"/>
                    </w:rPr>
                    <w:t>14,074.16</w:t>
                  </w:r>
                </w:p>
              </w:txbxContent>
            </v:textbox>
            <w10:wrap type="square"/>
          </v:shape>
        </w:pict>
      </w:r>
    </w:p>
    <w:p w:rsidR="00DC47D8" w:rsidRDefault="00DC47D8" w:rsidP="00DC47D8">
      <w:pPr>
        <w:pStyle w:val="ISM"/>
      </w:pPr>
    </w:p>
    <w:p w:rsidR="00DC47D8" w:rsidRDefault="005F1E52" w:rsidP="00DC47D8">
      <w:pPr>
        <w:pStyle w:val="ISM"/>
      </w:pPr>
      <w:r>
        <w:rPr>
          <w:noProof/>
          <w:sz w:val="20"/>
          <w:lang w:val="en-US"/>
        </w:rPr>
        <w:pict>
          <v:shape id="AutoShape 750" o:spid="_x0000_s1447" type="#_x0000_t88" style="position:absolute;margin-left:259.45pt;margin-top:3.6pt;width:8.7pt;height:44.9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"/>
        </w:pict>
      </w:r>
      <w:r w:rsidR="00DC47D8">
        <w:tab/>
      </w:r>
      <w:r w:rsidR="00DC47D8">
        <w:tab/>
      </w:r>
      <w:r w:rsidR="00E9437C" w:rsidRPr="00E9437C">
        <w:rPr>
          <w:position w:val="-14"/>
        </w:rPr>
        <w:object w:dxaOrig="2420" w:dyaOrig="440">
          <v:shape id="_x0000_i1048" type="#_x0000_t75" style="width:123.05pt;height:21.75pt" o:ole="" fillcolor="window">
            <v:imagedata r:id="rId57" o:title=""/>
          </v:shape>
          <o:OLEObject Type="Embed" ProgID="Equation.3" ShapeID="_x0000_i1048" DrawAspect="Content" ObjectID="_1654992361" r:id="rId58"/>
        </w:object>
      </w:r>
      <w:r w:rsidR="00DC47D8">
        <w:t xml:space="preserve"> </w:t>
      </w:r>
    </w:p>
    <w:p w:rsidR="00DC47D8" w:rsidRDefault="00DC47D8" w:rsidP="00DC47D8">
      <w:pPr>
        <w:pStyle w:val="ISM"/>
        <w:ind w:left="1620"/>
      </w:pPr>
      <w:r>
        <w:t>= $17,977.076</w:t>
      </w:r>
      <w:r w:rsidR="006A6075" w:rsidRPr="006A6075">
        <w:rPr>
          <w:position w:val="-14"/>
        </w:rPr>
        <w:object w:dxaOrig="1720" w:dyaOrig="440">
          <v:shape id="_x0000_i1049" type="#_x0000_t75" style="width:86.25pt;height:21.75pt" o:ole="" fillcolor="window">
            <v:imagedata r:id="rId59" o:title=""/>
          </v:shape>
          <o:OLEObject Type="Embed" ProgID="Equation.3" ShapeID="_x0000_i1049" DrawAspect="Content" ObjectID="_1654992362" r:id="rId60"/>
        </w:object>
      </w:r>
    </w:p>
    <w:p w:rsidR="00DC47D8" w:rsidRDefault="00DC47D8" w:rsidP="00DC47D8">
      <w:pPr>
        <w:pStyle w:val="ISM"/>
        <w:ind w:left="1627"/>
        <w:rPr>
          <w:u w:val="double"/>
        </w:rPr>
      </w:pPr>
      <w:r>
        <w:t xml:space="preserve">= </w:t>
      </w:r>
      <w:r>
        <w:rPr>
          <w:u w:val="double"/>
        </w:rPr>
        <w:t>$14,074.16</w:t>
      </w:r>
    </w:p>
    <w:p w:rsidR="00DC47D8" w:rsidRDefault="00D658B8" w:rsidP="00DC47D8">
      <w:pPr>
        <w:pStyle w:val="ISM"/>
      </w:pPr>
      <w:r>
        <w:tab/>
      </w:r>
      <w:r>
        <w:tab/>
      </w:r>
      <w:r w:rsidR="00DC47D8">
        <w:t>The original loan was for $14,074.16.</w:t>
      </w:r>
    </w:p>
    <w:p w:rsidR="00DC47D8" w:rsidRDefault="00DC47D8" w:rsidP="00DC47D8">
      <w:pPr>
        <w:pStyle w:val="ISM"/>
      </w:pPr>
    </w:p>
    <w:p w:rsidR="00421669" w:rsidRDefault="00421669" w:rsidP="00DC47D8">
      <w:pPr>
        <w:pStyle w:val="ISM"/>
      </w:pPr>
    </w:p>
    <w:p w:rsidR="00F57F1D" w:rsidRDefault="005F1E52" w:rsidP="00F57F1D">
      <w:pPr>
        <w:pStyle w:val="ISM"/>
      </w:pPr>
      <w:r>
        <w:rPr>
          <w:noProof/>
          <w:lang w:val="en-US"/>
        </w:rPr>
        <w:pict>
          <v:shape id="AutoShape 22" o:spid="_x0000_s1036" type="#_x0000_t61" style="position:absolute;margin-left:329pt;margin-top:4.5pt;width:131.2pt;height:131.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" adj="-4988,20307" fillcolor="#cff">
            <v:fill opacity="25443f"/>
            <v:textbox inset="3.6pt,,3.6pt">
              <w:txbxContent>
                <w:p w:rsidR="00F26F22" w:rsidRDefault="00F26F22" w:rsidP="00F57F1D">
                  <w:pPr>
                    <w:spacing w:line="300" w:lineRule="exact"/>
                    <w:ind w:right="42"/>
                    <w:jc w:val="right"/>
                  </w:pPr>
                  <w:r>
                    <w:t xml:space="preserve">6.5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Pr="00F516C9" w:rsidRDefault="00F26F22" w:rsidP="00F57F1D">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4)</w:t>
                  </w:r>
                </w:p>
                <w:p w:rsidR="00F26F22" w:rsidRDefault="00F26F22" w:rsidP="00F57F1D">
                  <w:pPr>
                    <w:spacing w:line="300" w:lineRule="exact"/>
                    <w:ind w:right="42"/>
                    <w:jc w:val="right"/>
                    <w:rPr>
                      <w:spacing w:val="-2"/>
                      <w:bdr w:val="single" w:sz="12" w:space="0" w:color="auto"/>
                      <w:shd w:val="clear" w:color="auto" w:fill="C0C0C0"/>
                    </w:rPr>
                  </w:pPr>
                  <w:r>
                    <w:t xml:space="preserve">44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1500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xml:space="preserve">: </w:t>
                  </w:r>
                  <w:r>
                    <w:sym w:font="Symbol" w:char="F02D"/>
                  </w:r>
                  <w:r>
                    <w:t>46,891.229</w:t>
                  </w:r>
                </w:p>
              </w:txbxContent>
            </v:textbox>
            <w10:wrap type="square"/>
          </v:shape>
        </w:pict>
      </w:r>
      <w:r>
        <w:rPr>
          <w:noProof/>
          <w:sz w:val="20"/>
          <w:lang w:val="en-US"/>
        </w:rPr>
        <w:pict>
          <v:shape id="AutoShape 11" o:spid="_x0000_s1439" type="#_x0000_t88" style="position:absolute;margin-left:281.2pt;margin-top:86.3pt;width:13.05pt;height:85.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"/>
        </w:pict>
      </w:r>
      <w:r w:rsidR="00F57F1D">
        <w:tab/>
        <w:t>9.</w:t>
      </w:r>
      <w:r w:rsidR="00F57F1D">
        <w:tab/>
        <w:t>Today</w:t>
      </w:r>
      <w:r w:rsidR="00A83E49">
        <w:t>’</w:t>
      </w:r>
      <w:r w:rsidR="00F57F1D">
        <w:t>s economic value of the future payments is</w:t>
      </w:r>
    </w:p>
    <w:p w:rsidR="00F57F1D" w:rsidRDefault="00F57F1D" w:rsidP="00F57F1D">
      <w:pPr>
        <w:pStyle w:val="ISM"/>
      </w:pPr>
      <w:r>
        <w:tab/>
      </w:r>
      <w:r>
        <w:tab/>
        <w:t xml:space="preserve">their present value (discounted at the time value of </w:t>
      </w:r>
    </w:p>
    <w:p w:rsidR="00F57F1D" w:rsidRDefault="00F57F1D" w:rsidP="00F57F1D">
      <w:pPr>
        <w:pStyle w:val="ISM"/>
        <w:ind w:firstLine="540"/>
      </w:pPr>
      <w:r>
        <w:t xml:space="preserve">money). Viewing the payments as a deferred </w:t>
      </w:r>
    </w:p>
    <w:p w:rsidR="00F57F1D" w:rsidRDefault="00F57F1D" w:rsidP="00F57F1D">
      <w:pPr>
        <w:pStyle w:val="ISM"/>
        <w:ind w:firstLine="540"/>
      </w:pPr>
      <w:r>
        <w:t>ordinary simple annuity,</w:t>
      </w:r>
    </w:p>
    <w:p w:rsidR="00F57F1D" w:rsidRDefault="00F57F1D" w:rsidP="00F57F1D">
      <w:pPr>
        <w:pStyle w:val="ISM"/>
      </w:pPr>
      <w:r>
        <w:tab/>
      </w:r>
      <w:r>
        <w:tab/>
      </w:r>
      <w:r>
        <w:rPr>
          <w:rFonts w:ascii="Times New Roman" w:hAnsi="Times New Roman"/>
          <w:i/>
        </w:rPr>
        <w:t>PMT</w:t>
      </w:r>
      <w:r>
        <w:t xml:space="preserve"> = $1500, </w:t>
      </w:r>
      <w:r>
        <w:rPr>
          <w:rFonts w:ascii="Times New Roman" w:hAnsi="Times New Roman"/>
          <w:i/>
        </w:rPr>
        <w:t xml:space="preserve">n </w:t>
      </w:r>
      <w:r>
        <w:t xml:space="preserve">= 4(11) = 44, </w:t>
      </w:r>
      <w:r>
        <w:rPr>
          <w:rFonts w:ascii="Times New Roman" w:hAnsi="Times New Roman"/>
          <w:i/>
        </w:rPr>
        <w:t>d</w:t>
      </w:r>
      <w:r>
        <w:t xml:space="preserve"> = 4(5.75) = 23,</w:t>
      </w:r>
    </w:p>
    <w:p w:rsidR="00F57F1D" w:rsidRDefault="00F57F1D" w:rsidP="00F57F1D">
      <w:pPr>
        <w:pStyle w:val="ISM"/>
      </w:pPr>
      <w:r>
        <w:tab/>
      </w:r>
      <w:r>
        <w:tab/>
      </w:r>
      <w:r>
        <w:tab/>
        <w:t xml:space="preserve">and </w:t>
      </w:r>
      <w:r>
        <w:rPr>
          <w:rFonts w:ascii="Times New Roman" w:hAnsi="Times New Roman"/>
          <w:i/>
        </w:rPr>
        <w:t>i</w:t>
      </w:r>
      <w:r>
        <w:t xml:space="preserve"> = </w:t>
      </w:r>
      <w:r w:rsidRPr="004B1A38">
        <w:rPr>
          <w:position w:val="-14"/>
        </w:rPr>
        <w:object w:dxaOrig="480" w:dyaOrig="400">
          <v:shape id="_x0000_i1050" type="#_x0000_t75" style="width:21.75pt;height:21.75pt" o:ole="" fillcolor="window">
            <v:imagedata r:id="rId61" o:title=""/>
          </v:shape>
          <o:OLEObject Type="Embed" ProgID="Equation.3" ShapeID="_x0000_i1050" DrawAspect="Content" ObjectID="_1654992363" r:id="rId62"/>
        </w:object>
      </w:r>
      <w:r>
        <w:t xml:space="preserve"> = 1.625%</w:t>
      </w:r>
    </w:p>
    <w:p w:rsidR="00F57F1D" w:rsidRDefault="00F57F1D" w:rsidP="00F57F1D">
      <w:pPr>
        <w:pStyle w:val="ISM"/>
        <w:rPr>
          <w:spacing w:val="-2"/>
        </w:rPr>
      </w:pPr>
      <w:r>
        <w:tab/>
      </w:r>
      <w:r>
        <w:tab/>
      </w:r>
      <w:r>
        <w:rPr>
          <w:rFonts w:ascii="Times New Roman" w:hAnsi="Times New Roman"/>
          <w:i/>
        </w:rPr>
        <w:t>PV</w:t>
      </w:r>
      <w:r>
        <w:t xml:space="preserve">(5.75 years from now) = </w:t>
      </w:r>
      <w:r w:rsidR="00A83E49" w:rsidRPr="00A83E49">
        <w:rPr>
          <w:spacing w:val="-2"/>
          <w:position w:val="-38"/>
        </w:rPr>
        <w:object w:dxaOrig="1860" w:dyaOrig="880">
          <v:shape id="_x0000_i1227" type="#_x0000_t75" style="width:92.95pt;height:44.35pt" o:ole="" o:preferrelative="f" fillcolor="window">
            <v:imagedata r:id="rId63" o:title=""/>
            <o:lock v:ext="edit" aspectratio="f"/>
          </v:shape>
          <o:OLEObject Type="Embed" ProgID="Equation.DSMT4" ShapeID="_x0000_i1227" DrawAspect="Content" ObjectID="_1654992364" r:id="rId64"/>
        </w:object>
      </w:r>
    </w:p>
    <w:p w:rsidR="00F57F1D" w:rsidRDefault="005F1E52" w:rsidP="00F57F1D">
      <w:pPr>
        <w:pStyle w:val="ISM"/>
        <w:ind w:left="2880"/>
      </w:pPr>
      <w:r>
        <w:rPr>
          <w:noProof/>
          <w:lang w:val="en-US"/>
        </w:rPr>
        <w:pict>
          <v:shape id="AutoShape 23" o:spid="_x0000_s1037" type="#_x0000_t61" style="position:absolute;left:0;text-align:left;margin-left:342.65pt;margin-top:18.95pt;width:105.4pt;height:99.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" adj="-9027,16233" fillcolor="#cff">
            <v:fill opacity="25443f"/>
            <v:textbox inset="3.6pt,,3.6pt">
              <w:txbxContent>
                <w:p w:rsidR="00F26F22" w:rsidRDefault="00F26F22" w:rsidP="00F57F1D">
                  <w:pPr>
                    <w:spacing w:line="300" w:lineRule="exact"/>
                    <w:ind w:left="-90" w:right="42"/>
                    <w:jc w:val="right"/>
                  </w:pPr>
                  <w:r>
                    <w:t xml:space="preserve">Same </w:t>
                  </w:r>
                  <w:r w:rsidRPr="00F516C9">
                    <w:rPr>
                      <w:i/>
                    </w:rPr>
                    <w:t>I/Y,</w:t>
                  </w:r>
                  <w:r>
                    <w:t xml:space="preserve"> </w:t>
                  </w:r>
                  <w:r>
                    <w:rPr>
                      <w:i/>
                      <w:iCs/>
                    </w:rPr>
                    <w:t>P/Y, C/Y</w:t>
                  </w:r>
                </w:p>
                <w:p w:rsidR="00F26F22" w:rsidRDefault="00F26F22" w:rsidP="00F57F1D">
                  <w:pPr>
                    <w:spacing w:line="300" w:lineRule="exact"/>
                    <w:ind w:right="42"/>
                    <w:jc w:val="right"/>
                    <w:rPr>
                      <w:spacing w:val="-2"/>
                      <w:bdr w:val="single" w:sz="12" w:space="0" w:color="auto"/>
                      <w:shd w:val="clear" w:color="auto" w:fill="C0C0C0"/>
                    </w:rPr>
                  </w:pPr>
                  <w:r>
                    <w:t xml:space="preserve">23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46891.229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xml:space="preserve">: </w:t>
                  </w:r>
                  <w:r>
                    <w:sym w:font="Symbol" w:char="F02D"/>
                  </w:r>
                  <w:r>
                    <w:t>32,365.24</w:t>
                  </w:r>
                </w:p>
              </w:txbxContent>
            </v:textbox>
            <w10:wrap type="square"/>
          </v:shape>
        </w:pict>
      </w:r>
      <w:r w:rsidR="00F57F1D">
        <w:t xml:space="preserve">  = $1500</w:t>
      </w:r>
      <w:r w:rsidR="00F57F1D" w:rsidRPr="004B1A38">
        <w:rPr>
          <w:position w:val="-32"/>
        </w:rPr>
        <w:object w:dxaOrig="1700" w:dyaOrig="740">
          <v:shape id="_x0000_i1051" type="#_x0000_t75" style="width:86.25pt;height:36pt" o:ole="" fillcolor="window">
            <v:imagedata r:id="rId65" o:title=""/>
          </v:shape>
          <o:OLEObject Type="Embed" ProgID="Equation.3" ShapeID="_x0000_i1051" DrawAspect="Content" ObjectID="_1654992365" r:id="rId66"/>
        </w:object>
      </w:r>
    </w:p>
    <w:p w:rsidR="00F57F1D" w:rsidRDefault="00F57F1D" w:rsidP="00F57F1D">
      <w:pPr>
        <w:pStyle w:val="ISM"/>
        <w:ind w:left="2880"/>
      </w:pPr>
      <w:r>
        <w:t xml:space="preserve">  = $46,891.229</w:t>
      </w:r>
    </w:p>
    <w:p w:rsidR="00F57F1D" w:rsidRDefault="005F1E52" w:rsidP="00F57F1D">
      <w:pPr>
        <w:pStyle w:val="ISM"/>
      </w:pPr>
      <w:r>
        <w:rPr>
          <w:noProof/>
          <w:sz w:val="20"/>
          <w:lang w:val="en-US"/>
        </w:rPr>
        <w:pict>
          <v:shape id="AutoShape 10" o:spid="_x0000_s1435" type="#_x0000_t88" style="position:absolute;margin-left:263.8pt;margin-top:5.05pt;width:8.7pt;height:47.8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"/>
        </w:pict>
      </w:r>
      <w:r w:rsidR="00F57F1D">
        <w:tab/>
      </w:r>
      <w:r w:rsidR="00F57F1D">
        <w:tab/>
      </w:r>
      <w:r w:rsidR="00F57F1D">
        <w:tab/>
      </w:r>
      <w:r w:rsidR="00F57F1D">
        <w:tab/>
      </w:r>
      <w:r w:rsidR="00F57F1D">
        <w:rPr>
          <w:rFonts w:ascii="Times New Roman" w:hAnsi="Times New Roman"/>
          <w:i/>
        </w:rPr>
        <w:t>PV</w:t>
      </w:r>
      <w:r w:rsidR="00F57F1D">
        <w:t xml:space="preserve">(today) = </w:t>
      </w:r>
      <w:r w:rsidR="00F57F1D" w:rsidRPr="004B1A38">
        <w:rPr>
          <w:position w:val="-10"/>
        </w:rPr>
        <w:object w:dxaOrig="1100" w:dyaOrig="380">
          <v:shape id="_x0000_i1052" type="#_x0000_t75" style="width:57.75pt;height:14.25pt" o:ole="" fillcolor="window">
            <v:imagedata r:id="rId15" o:title=""/>
          </v:shape>
          <o:OLEObject Type="Embed" ProgID="Equation.3" ShapeID="_x0000_i1052" DrawAspect="Content" ObjectID="_1654992366" r:id="rId67"/>
        </w:object>
      </w:r>
      <w:r w:rsidR="00F57F1D">
        <w:t xml:space="preserve"> </w:t>
      </w:r>
    </w:p>
    <w:p w:rsidR="00F57F1D" w:rsidRDefault="00F57F1D" w:rsidP="00F57F1D">
      <w:pPr>
        <w:pStyle w:val="ISM"/>
        <w:ind w:left="2430"/>
      </w:pPr>
      <w:r>
        <w:t>= $46,891.229</w:t>
      </w:r>
      <w:r w:rsidRPr="004B1A38">
        <w:rPr>
          <w:position w:val="-10"/>
        </w:rPr>
        <w:object w:dxaOrig="1260" w:dyaOrig="380">
          <v:shape id="_x0000_i1053" type="#_x0000_t75" style="width:65.3pt;height:14.25pt" o:ole="" fillcolor="window">
            <v:imagedata r:id="rId68" o:title=""/>
          </v:shape>
          <o:OLEObject Type="Embed" ProgID="Equation.3" ShapeID="_x0000_i1053" DrawAspect="Content" ObjectID="_1654992367" r:id="rId69"/>
        </w:object>
      </w:r>
      <w:r>
        <w:t xml:space="preserve"> </w:t>
      </w:r>
    </w:p>
    <w:p w:rsidR="00F57F1D" w:rsidRDefault="00F57F1D" w:rsidP="00F57F1D">
      <w:pPr>
        <w:pStyle w:val="ISM"/>
        <w:ind w:left="2434"/>
      </w:pPr>
      <w:r>
        <w:t xml:space="preserve">= </w:t>
      </w:r>
      <w:r>
        <w:rPr>
          <w:u w:val="double"/>
        </w:rPr>
        <w:t>$32,365.2</w:t>
      </w:r>
      <w:r w:rsidR="00EB631A">
        <w:rPr>
          <w:u w:val="double"/>
        </w:rPr>
        <w:t>3</w:t>
      </w:r>
    </w:p>
    <w:p w:rsidR="00F57F1D" w:rsidRDefault="00F57F1D" w:rsidP="00F57F1D">
      <w:pPr>
        <w:pStyle w:val="ISM"/>
        <w:spacing w:after="120"/>
        <w:rPr>
          <w:b/>
          <w:i/>
          <w:sz w:val="24"/>
        </w:rPr>
      </w:pPr>
    </w:p>
    <w:p w:rsidR="00176EF7" w:rsidRDefault="00176EF7" w:rsidP="00176EF7">
      <w:pPr>
        <w:pStyle w:val="ISM"/>
      </w:pPr>
      <w:r>
        <w:tab/>
        <w:t>11.</w:t>
      </w:r>
      <w:r>
        <w:tab/>
        <w:t xml:space="preserve">Given: </w:t>
      </w:r>
      <w:r>
        <w:rPr>
          <w:rFonts w:ascii="Times New Roman" w:hAnsi="Times New Roman"/>
          <w:i/>
        </w:rPr>
        <w:t>PMT</w:t>
      </w:r>
      <w:r>
        <w:t xml:space="preserve"> = $1500, </w:t>
      </w:r>
      <w:r>
        <w:rPr>
          <w:rFonts w:ascii="Times New Roman" w:hAnsi="Times New Roman"/>
          <w:i/>
        </w:rPr>
        <w:t>i</w:t>
      </w:r>
      <w:r>
        <w:t xml:space="preserve"> = 7.9%, </w:t>
      </w:r>
      <w:r>
        <w:rPr>
          <w:rFonts w:ascii="Times New Roman" w:hAnsi="Times New Roman"/>
          <w:i/>
        </w:rPr>
        <w:t>n</w:t>
      </w:r>
      <w:r>
        <w:t xml:space="preserve"> = 1(8) = 8, and </w:t>
      </w:r>
      <w:r>
        <w:rPr>
          <w:rFonts w:ascii="Times New Roman" w:hAnsi="Times New Roman"/>
          <w:i/>
        </w:rPr>
        <w:t>PV</w:t>
      </w:r>
      <w:r>
        <w:t xml:space="preserve"> = $6383.65</w:t>
      </w:r>
    </w:p>
    <w:p w:rsidR="00176EF7" w:rsidRDefault="00176EF7" w:rsidP="00176EF7">
      <w:pPr>
        <w:pStyle w:val="ISM"/>
      </w:pPr>
      <w:r>
        <w:tab/>
      </w:r>
      <w:r>
        <w:tab/>
        <w:t>At a focal date at the end of the period of deferral,</w:t>
      </w:r>
    </w:p>
    <w:p w:rsidR="00176EF7" w:rsidRDefault="00176EF7" w:rsidP="00176EF7">
      <w:pPr>
        <w:pStyle w:val="ISM"/>
      </w:pPr>
      <w:r>
        <w:tab/>
      </w:r>
      <w:r>
        <w:tab/>
      </w:r>
      <w:r>
        <w:tab/>
      </w:r>
      <w:r>
        <w:tab/>
      </w:r>
      <w:r>
        <w:rPr>
          <w:rFonts w:ascii="Times New Roman" w:hAnsi="Times New Roman"/>
          <w:i/>
        </w:rPr>
        <w:t>FV</w:t>
      </w:r>
      <w:r>
        <w:t xml:space="preserve"> of $6383.65 = </w:t>
      </w:r>
      <w:r>
        <w:rPr>
          <w:rFonts w:ascii="Times New Roman" w:hAnsi="Times New Roman"/>
          <w:i/>
        </w:rPr>
        <w:t>PV</w:t>
      </w:r>
      <w:r>
        <w:t xml:space="preserve"> of ordinary annuity</w:t>
      </w:r>
    </w:p>
    <w:p w:rsidR="00176EF7" w:rsidRDefault="00176EF7" w:rsidP="00176EF7">
      <w:pPr>
        <w:pStyle w:val="ISM"/>
      </w:pPr>
      <w:r>
        <w:tab/>
      </w:r>
      <w:r>
        <w:tab/>
      </w:r>
      <w:r>
        <w:tab/>
      </w:r>
      <w:r>
        <w:tab/>
        <w:t>$6383.65</w:t>
      </w:r>
      <w:r w:rsidRPr="004B1A38">
        <w:rPr>
          <w:position w:val="-10"/>
        </w:rPr>
        <w:object w:dxaOrig="880" w:dyaOrig="380">
          <v:shape id="_x0000_i1054" type="#_x0000_t75" style="width:43.55pt;height:14.25pt" o:ole="" fillcolor="window">
            <v:imagedata r:id="rId70" o:title=""/>
          </v:shape>
          <o:OLEObject Type="Embed" ProgID="Equation.3" ShapeID="_x0000_i1054" DrawAspect="Content" ObjectID="_1654992368" r:id="rId71"/>
        </w:object>
      </w:r>
      <w:r>
        <w:t xml:space="preserve"> = $1500</w:t>
      </w:r>
      <w:r w:rsidRPr="004B1A38">
        <w:rPr>
          <w:position w:val="-34"/>
        </w:rPr>
        <w:object w:dxaOrig="1400" w:dyaOrig="780">
          <v:shape id="_x0000_i1055" type="#_x0000_t75" style="width:1in;height:43.55pt" o:ole="" fillcolor="window">
            <v:imagedata r:id="rId72" o:title=""/>
          </v:shape>
          <o:OLEObject Type="Embed" ProgID="Equation.3" ShapeID="_x0000_i1055" DrawAspect="Content" ObjectID="_1654992369" r:id="rId73"/>
        </w:object>
      </w:r>
      <w:r>
        <w:t xml:space="preserve"> = $8652.77</w:t>
      </w:r>
    </w:p>
    <w:p w:rsidR="00421669" w:rsidRDefault="00421669">
      <w:r>
        <w:br w:type="page"/>
      </w:r>
    </w:p>
    <w:p w:rsidR="00176EF7" w:rsidRDefault="00176EF7" w:rsidP="00176EF7">
      <w:pPr>
        <w:pStyle w:val="ISM"/>
      </w:pPr>
      <w:r>
        <w:lastRenderedPageBreak/>
        <w:tab/>
      </w:r>
      <w:r>
        <w:tab/>
        <w:t>Using formula (</w:t>
      </w:r>
      <w:r w:rsidR="00A76842">
        <w:t>10</w:t>
      </w:r>
      <w:r>
        <w:t xml:space="preserve">-2) to calculate </w:t>
      </w:r>
      <w:r>
        <w:rPr>
          <w:rFonts w:ascii="Times New Roman" w:hAnsi="Times New Roman"/>
          <w:i/>
        </w:rPr>
        <w:t>d,</w:t>
      </w:r>
    </w:p>
    <w:p w:rsidR="00176EF7" w:rsidRDefault="00176EF7" w:rsidP="00176EF7">
      <w:pPr>
        <w:pStyle w:val="ISM"/>
      </w:pPr>
      <w:r>
        <w:tab/>
      </w:r>
      <w:r>
        <w:tab/>
      </w:r>
      <w:r>
        <w:tab/>
      </w:r>
      <w:r>
        <w:tab/>
      </w:r>
      <w:r w:rsidRPr="004B1A38">
        <w:rPr>
          <w:position w:val="-26"/>
        </w:rPr>
        <w:object w:dxaOrig="1219" w:dyaOrig="940">
          <v:shape id="_x0000_i1056" type="#_x0000_t75" style="width:57.75pt;height:50.25pt" o:ole="" fillcolor="window">
            <v:imagedata r:id="rId74" o:title=""/>
          </v:shape>
          <o:OLEObject Type="Embed" ProgID="Equation.3" ShapeID="_x0000_i1056" DrawAspect="Content" ObjectID="_1654992370" r:id="rId75"/>
        </w:object>
      </w:r>
      <w:r>
        <w:t xml:space="preserve"> = </w:t>
      </w:r>
      <w:r w:rsidRPr="004B1A38">
        <w:rPr>
          <w:spacing w:val="-2"/>
          <w:position w:val="-28"/>
        </w:rPr>
        <w:object w:dxaOrig="1500" w:dyaOrig="960">
          <v:shape id="_x0000_i1057" type="#_x0000_t75" style="width:1in;height:51.05pt" o:ole="" fillcolor="window">
            <v:imagedata r:id="rId76" o:title=""/>
          </v:shape>
          <o:OLEObject Type="Embed" ProgID="Equation.3" ShapeID="_x0000_i1057" DrawAspect="Content" ObjectID="_1654992371" r:id="rId77"/>
        </w:object>
      </w:r>
      <w:r>
        <w:rPr>
          <w:spacing w:val="-2"/>
        </w:rPr>
        <w:t xml:space="preserve"> = 4.00 payment intervals</w:t>
      </w:r>
    </w:p>
    <w:p w:rsidR="00176EF7" w:rsidRDefault="00176EF7" w:rsidP="00176EF7">
      <w:pPr>
        <w:pStyle w:val="ISM"/>
        <w:spacing w:after="360"/>
      </w:pPr>
      <w:r>
        <w:tab/>
      </w:r>
      <w:r>
        <w:tab/>
        <w:t xml:space="preserve">The period of deferral is </w:t>
      </w:r>
      <w:r>
        <w:rPr>
          <w:u w:val="double"/>
        </w:rPr>
        <w:t>4 years</w:t>
      </w:r>
      <w:r>
        <w:t>.</w:t>
      </w:r>
    </w:p>
    <w:p w:rsidR="00176EF7" w:rsidRDefault="00176EF7" w:rsidP="00176EF7">
      <w:pPr>
        <w:pStyle w:val="ISM"/>
      </w:pPr>
      <w:r>
        <w:tab/>
        <w:t>13.</w:t>
      </w:r>
      <w:r>
        <w:tab/>
        <w:t xml:space="preserve">Given: </w:t>
      </w:r>
      <w:r>
        <w:rPr>
          <w:rFonts w:ascii="Times New Roman" w:hAnsi="Times New Roman"/>
          <w:i/>
        </w:rPr>
        <w:t>PMT</w:t>
      </w:r>
      <w:r>
        <w:t xml:space="preserve"> = $400, </w:t>
      </w:r>
      <w:r>
        <w:rPr>
          <w:rFonts w:ascii="Times New Roman" w:hAnsi="Times New Roman"/>
          <w:i/>
        </w:rPr>
        <w:t>i</w:t>
      </w:r>
      <w:r>
        <w:t xml:space="preserve"> = </w:t>
      </w:r>
      <w:r w:rsidR="002D73A3" w:rsidRPr="0069546F">
        <w:rPr>
          <w:position w:val="-12"/>
        </w:rPr>
        <w:object w:dxaOrig="480" w:dyaOrig="360">
          <v:shape id="_x0000_i1058" type="#_x0000_t75" style="width:21.75pt;height:21.75pt" o:ole="" fillcolor="window">
            <v:imagedata r:id="rId78" o:title=""/>
          </v:shape>
          <o:OLEObject Type="Embed" ProgID="Equation.3" ShapeID="_x0000_i1058" DrawAspect="Content" ObjectID="_1654992372" r:id="rId79"/>
        </w:object>
      </w:r>
      <w:r w:rsidR="002D73A3">
        <w:t xml:space="preserve"> = 0.3</w:t>
      </w:r>
      <w:r>
        <w:t xml:space="preserve">125%, </w:t>
      </w:r>
      <w:r>
        <w:rPr>
          <w:rFonts w:ascii="Times New Roman" w:hAnsi="Times New Roman"/>
          <w:i/>
        </w:rPr>
        <w:t>n</w:t>
      </w:r>
      <w:r>
        <w:t xml:space="preserve"> = 12(</w:t>
      </w:r>
      <w:r w:rsidR="00390BE9">
        <w:t>15</w:t>
      </w:r>
      <w:r>
        <w:t xml:space="preserve">) = 180, and </w:t>
      </w:r>
      <w:r>
        <w:rPr>
          <w:rFonts w:ascii="Times New Roman" w:hAnsi="Times New Roman"/>
          <w:i/>
        </w:rPr>
        <w:t>PV</w:t>
      </w:r>
      <w:r>
        <w:t xml:space="preserve"> = $33,173.03</w:t>
      </w:r>
    </w:p>
    <w:p w:rsidR="00176EF7" w:rsidRDefault="00176EF7" w:rsidP="00176EF7">
      <w:pPr>
        <w:pStyle w:val="ISM"/>
      </w:pPr>
      <w:r>
        <w:tab/>
      </w:r>
      <w:r>
        <w:tab/>
        <w:t>At a focal date at the end of the period of deferral,</w:t>
      </w:r>
    </w:p>
    <w:p w:rsidR="00176EF7" w:rsidRDefault="00176EF7" w:rsidP="00176EF7">
      <w:pPr>
        <w:pStyle w:val="ISM"/>
      </w:pPr>
      <w:r>
        <w:tab/>
      </w:r>
      <w:r>
        <w:tab/>
      </w:r>
      <w:r>
        <w:tab/>
      </w:r>
      <w:r>
        <w:tab/>
      </w:r>
      <w:r>
        <w:rPr>
          <w:rFonts w:ascii="Times New Roman" w:hAnsi="Times New Roman"/>
          <w:i/>
        </w:rPr>
        <w:t>FV</w:t>
      </w:r>
      <w:r>
        <w:t xml:space="preserve"> of $33,173.03 = </w:t>
      </w:r>
      <w:r>
        <w:rPr>
          <w:rFonts w:ascii="Times New Roman" w:hAnsi="Times New Roman"/>
          <w:i/>
        </w:rPr>
        <w:t>PV</w:t>
      </w:r>
      <w:r>
        <w:t xml:space="preserve"> of ordinary annuity</w:t>
      </w:r>
    </w:p>
    <w:p w:rsidR="00176EF7" w:rsidRDefault="00176EF7" w:rsidP="00176EF7">
      <w:pPr>
        <w:pStyle w:val="ISM"/>
      </w:pPr>
      <w:r>
        <w:tab/>
      </w:r>
      <w:r>
        <w:tab/>
      </w:r>
      <w:r>
        <w:tab/>
      </w:r>
      <w:r>
        <w:tab/>
        <w:t>$33,173.03</w:t>
      </w:r>
      <w:r w:rsidR="002D73A3" w:rsidRPr="000372DE">
        <w:rPr>
          <w:position w:val="-10"/>
        </w:rPr>
        <w:object w:dxaOrig="1240" w:dyaOrig="380">
          <v:shape id="_x0000_i1059" type="#_x0000_t75" style="width:64.45pt;height:14.25pt" o:ole="" fillcolor="window">
            <v:imagedata r:id="rId80" o:title=""/>
          </v:shape>
          <o:OLEObject Type="Embed" ProgID="Equation.3" ShapeID="_x0000_i1059" DrawAspect="Content" ObjectID="_1654992373" r:id="rId81"/>
        </w:object>
      </w:r>
      <w:r>
        <w:t xml:space="preserve"> = $400</w:t>
      </w:r>
      <w:r w:rsidR="002D73A3" w:rsidRPr="002D73A3">
        <w:rPr>
          <w:position w:val="-32"/>
        </w:rPr>
        <w:object w:dxaOrig="1840" w:dyaOrig="760">
          <v:shape id="_x0000_i1060" type="#_x0000_t75" style="width:92.95pt;height:36pt" o:ole="" fillcolor="window">
            <v:imagedata r:id="rId82" o:title=""/>
          </v:shape>
          <o:OLEObject Type="Embed" ProgID="Equation.3" ShapeID="_x0000_i1060" DrawAspect="Content" ObjectID="_1654992374" r:id="rId83"/>
        </w:object>
      </w:r>
      <w:r w:rsidR="002D73A3">
        <w:t xml:space="preserve"> = $55,003.80</w:t>
      </w:r>
    </w:p>
    <w:p w:rsidR="00176EF7" w:rsidRDefault="00176EF7" w:rsidP="00176EF7">
      <w:pPr>
        <w:pStyle w:val="ISM"/>
      </w:pPr>
      <w:r>
        <w:tab/>
      </w:r>
      <w:r>
        <w:tab/>
        <w:t>Using formula (</w:t>
      </w:r>
      <w:r w:rsidR="00805857">
        <w:t>10</w:t>
      </w:r>
      <w:r>
        <w:t xml:space="preserve">-2) to calculate </w:t>
      </w:r>
      <w:r>
        <w:rPr>
          <w:rFonts w:ascii="Times New Roman" w:hAnsi="Times New Roman"/>
          <w:i/>
        </w:rPr>
        <w:t>d,</w:t>
      </w:r>
    </w:p>
    <w:p w:rsidR="00176EF7" w:rsidRDefault="00176EF7" w:rsidP="00176EF7">
      <w:pPr>
        <w:pStyle w:val="ISM"/>
      </w:pPr>
      <w:r>
        <w:tab/>
      </w:r>
      <w:r>
        <w:tab/>
      </w:r>
      <w:r>
        <w:tab/>
      </w:r>
      <w:r>
        <w:tab/>
      </w:r>
      <w:r w:rsidRPr="004B1A38">
        <w:rPr>
          <w:position w:val="-26"/>
        </w:rPr>
        <w:object w:dxaOrig="1219" w:dyaOrig="940">
          <v:shape id="_x0000_i1061" type="#_x0000_t75" style="width:57.75pt;height:50.25pt" o:ole="" fillcolor="window">
            <v:imagedata r:id="rId74" o:title=""/>
          </v:shape>
          <o:OLEObject Type="Embed" ProgID="Equation.3" ShapeID="_x0000_i1061" DrawAspect="Content" ObjectID="_1654992375" r:id="rId84"/>
        </w:object>
      </w:r>
      <w:r>
        <w:t xml:space="preserve"> = </w:t>
      </w:r>
      <w:r w:rsidR="002D73A3" w:rsidRPr="002D73A3">
        <w:rPr>
          <w:spacing w:val="-2"/>
          <w:position w:val="-30"/>
        </w:rPr>
        <w:object w:dxaOrig="1700" w:dyaOrig="1060">
          <v:shape id="_x0000_i1062" type="#_x0000_t75" style="width:86.25pt;height:51.05pt" o:ole="" fillcolor="window">
            <v:imagedata r:id="rId85" o:title=""/>
          </v:shape>
          <o:OLEObject Type="Embed" ProgID="Equation.3" ShapeID="_x0000_i1062" DrawAspect="Content" ObjectID="_1654992376" r:id="rId86"/>
        </w:object>
      </w:r>
      <w:r w:rsidR="002D73A3">
        <w:rPr>
          <w:spacing w:val="-2"/>
        </w:rPr>
        <w:t xml:space="preserve"> = 162.0655435</w:t>
      </w:r>
      <w:r>
        <w:rPr>
          <w:spacing w:val="-2"/>
        </w:rPr>
        <w:t>.00 payment intervals</w:t>
      </w:r>
    </w:p>
    <w:p w:rsidR="0056152A" w:rsidRDefault="00176EF7" w:rsidP="00FE4255">
      <w:pPr>
        <w:pStyle w:val="ISM"/>
        <w:spacing w:after="180"/>
      </w:pPr>
      <w:r>
        <w:tab/>
      </w:r>
      <w:r>
        <w:tab/>
        <w:t>The period of deferral is 16</w:t>
      </w:r>
      <w:r w:rsidR="002D73A3">
        <w:t>2.0655435</w:t>
      </w:r>
      <w:r>
        <w:t xml:space="preserve"> months or </w:t>
      </w:r>
      <w:r>
        <w:rPr>
          <w:u w:val="double"/>
        </w:rPr>
        <w:t>1</w:t>
      </w:r>
      <w:r w:rsidR="002D73A3">
        <w:rPr>
          <w:u w:val="double"/>
        </w:rPr>
        <w:t>3 year</w:t>
      </w:r>
      <w:r w:rsidR="00EC3B3A">
        <w:rPr>
          <w:u w:val="double"/>
        </w:rPr>
        <w:t>s</w:t>
      </w:r>
      <w:r w:rsidR="002D73A3">
        <w:rPr>
          <w:u w:val="double"/>
        </w:rPr>
        <w:t xml:space="preserve"> and 6</w:t>
      </w:r>
      <w:r>
        <w:rPr>
          <w:u w:val="double"/>
        </w:rPr>
        <w:t xml:space="preserve"> months</w:t>
      </w:r>
      <w:r>
        <w:t>.</w:t>
      </w:r>
    </w:p>
    <w:p w:rsidR="00F57F1D" w:rsidRDefault="00463FD9" w:rsidP="00F57F1D">
      <w:pPr>
        <w:pStyle w:val="ISM"/>
        <w:ind w:left="540" w:hanging="540"/>
      </w:pPr>
      <w:r>
        <w:tab/>
        <w:t>15</w:t>
      </w:r>
      <w:r w:rsidR="00F57F1D">
        <w:t>.</w:t>
      </w:r>
      <w:r w:rsidR="00F57F1D">
        <w:tab/>
        <w:t>The price paid will be the present value of the payments discounted at the required rate of return. Since the first payment is due in 6 months, the period of deferral is 5 months (in order to treat the payments as a deferred ordinary annuity).</w:t>
      </w:r>
    </w:p>
    <w:p w:rsidR="00F57F1D" w:rsidRDefault="005F1E52" w:rsidP="00F57F1D">
      <w:pPr>
        <w:pStyle w:val="ISM"/>
        <w:spacing w:before="120" w:after="120"/>
      </w:pPr>
      <w:r>
        <w:rPr>
          <w:noProof/>
          <w:lang w:val="en-US"/>
        </w:rPr>
        <w:pict>
          <v:shape id="AutoShape 27" o:spid="_x0000_s1040" type="#_x0000_t61" style="position:absolute;margin-left:362.9pt;margin-top:1.5pt;width:132.35pt;height:132.8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" adj="-9164,13345" fillcolor="#cff">
            <v:fill opacity="25443f"/>
            <v:textbox inset="3.6pt,,3.6pt">
              <w:txbxContent>
                <w:p w:rsidR="00F26F22" w:rsidRDefault="00F26F22" w:rsidP="00F57F1D">
                  <w:pPr>
                    <w:spacing w:line="300" w:lineRule="exact"/>
                    <w:ind w:right="42"/>
                    <w:jc w:val="right"/>
                  </w:pPr>
                  <w:r>
                    <w:t xml:space="preserve">18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Pr="00F516C9" w:rsidRDefault="00F26F22" w:rsidP="00F57F1D">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26F22" w:rsidRDefault="00F26F22" w:rsidP="00F57F1D">
                  <w:pPr>
                    <w:spacing w:line="300" w:lineRule="exact"/>
                    <w:ind w:right="42"/>
                    <w:jc w:val="right"/>
                    <w:rPr>
                      <w:spacing w:val="-2"/>
                      <w:bdr w:val="single" w:sz="12" w:space="0" w:color="auto"/>
                      <w:shd w:val="clear" w:color="auto" w:fill="C0C0C0"/>
                    </w:rPr>
                  </w:pPr>
                  <w:r>
                    <w:t xml:space="preserve">15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231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–3082.287</w:t>
                  </w:r>
                </w:p>
              </w:txbxContent>
            </v:textbox>
            <w10:wrap type="square"/>
          </v:shape>
        </w:pict>
      </w:r>
      <w:r w:rsidR="00F57F1D">
        <w:tab/>
      </w:r>
      <w:r w:rsidR="00F57F1D">
        <w:tab/>
        <w:t xml:space="preserve">Given: </w:t>
      </w:r>
      <w:r w:rsidR="00F57F1D">
        <w:rPr>
          <w:rFonts w:ascii="Times New Roman" w:hAnsi="Times New Roman"/>
          <w:i/>
        </w:rPr>
        <w:t>PMT</w:t>
      </w:r>
      <w:r w:rsidR="00F57F1D">
        <w:t xml:space="preserve"> = $231, </w:t>
      </w:r>
      <w:r w:rsidR="00F57F1D">
        <w:rPr>
          <w:rFonts w:ascii="Times New Roman" w:hAnsi="Times New Roman"/>
          <w:i/>
        </w:rPr>
        <w:t>n</w:t>
      </w:r>
      <w:r w:rsidR="00F57F1D">
        <w:t xml:space="preserve"> = 15, </w:t>
      </w:r>
      <w:r w:rsidR="00F57F1D">
        <w:rPr>
          <w:rFonts w:ascii="Times New Roman" w:hAnsi="Times New Roman"/>
          <w:i/>
        </w:rPr>
        <w:t>d</w:t>
      </w:r>
      <w:r w:rsidR="00F57F1D">
        <w:t xml:space="preserve"> = 5, and </w:t>
      </w:r>
      <w:r w:rsidR="00F57F1D">
        <w:rPr>
          <w:rFonts w:ascii="Times New Roman" w:hAnsi="Times New Roman"/>
          <w:i/>
        </w:rPr>
        <w:t xml:space="preserve">i </w:t>
      </w:r>
      <w:r w:rsidR="00F57F1D">
        <w:t xml:space="preserve">= </w:t>
      </w:r>
      <w:r w:rsidR="00F57F1D" w:rsidRPr="004B1A38">
        <w:rPr>
          <w:position w:val="-16"/>
        </w:rPr>
        <w:object w:dxaOrig="460" w:dyaOrig="440">
          <v:shape id="_x0000_i1063" type="#_x0000_t75" style="width:20.95pt;height:21.75pt" o:ole="" fillcolor="window">
            <v:imagedata r:id="rId87" o:title=""/>
          </v:shape>
          <o:OLEObject Type="Embed" ProgID="Equation.3" ShapeID="_x0000_i1063" DrawAspect="Content" ObjectID="_1654992377" r:id="rId88"/>
        </w:object>
      </w:r>
      <w:r w:rsidR="00F57F1D">
        <w:t xml:space="preserve"> = 1.5%</w:t>
      </w:r>
    </w:p>
    <w:p w:rsidR="00F57F1D" w:rsidRDefault="005F1E52" w:rsidP="00F57F1D">
      <w:pPr>
        <w:pStyle w:val="ISM"/>
      </w:pPr>
      <w:r>
        <w:rPr>
          <w:noProof/>
          <w:sz w:val="20"/>
          <w:lang w:val="en-US"/>
        </w:rPr>
        <w:pict>
          <v:shape id="AutoShape 14" o:spid="_x0000_s1405" type="#_x0000_t88" style="position:absolute;margin-left:256.55pt;margin-top:2.65pt;width:13.05pt;height:87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"/>
        </w:pict>
      </w:r>
      <w:r w:rsidR="00F57F1D">
        <w:tab/>
      </w:r>
      <w:r w:rsidR="00F57F1D">
        <w:tab/>
      </w:r>
      <w:r w:rsidR="00F57F1D">
        <w:rPr>
          <w:rFonts w:ascii="Times New Roman" w:hAnsi="Times New Roman"/>
          <w:i/>
        </w:rPr>
        <w:t>PV</w:t>
      </w:r>
      <w:r w:rsidR="00F57F1D">
        <w:t xml:space="preserve">(5 months from now) = </w:t>
      </w:r>
      <w:r w:rsidR="00B27200" w:rsidRPr="00B27200">
        <w:rPr>
          <w:spacing w:val="-2"/>
          <w:position w:val="-38"/>
        </w:rPr>
        <w:object w:dxaOrig="1860" w:dyaOrig="880">
          <v:shape id="_x0000_i1228" type="#_x0000_t75" style="width:92.95pt;height:44.35pt" o:ole="" o:preferrelative="f" fillcolor="window">
            <v:imagedata r:id="rId89" o:title=""/>
            <o:lock v:ext="edit" aspectratio="f"/>
          </v:shape>
          <o:OLEObject Type="Embed" ProgID="Equation.DSMT4" ShapeID="_x0000_i1228" DrawAspect="Content" ObjectID="_1654992378" r:id="rId90"/>
        </w:object>
      </w:r>
      <w:r w:rsidR="00F57F1D">
        <w:t xml:space="preserve"> </w:t>
      </w:r>
    </w:p>
    <w:p w:rsidR="00F57F1D" w:rsidRDefault="00F57F1D" w:rsidP="00F57F1D">
      <w:pPr>
        <w:pStyle w:val="ISM"/>
        <w:ind w:left="2790"/>
      </w:pPr>
      <w:r>
        <w:t xml:space="preserve">  = $231</w:t>
      </w:r>
      <w:r w:rsidRPr="004B1A38">
        <w:rPr>
          <w:position w:val="-34"/>
        </w:rPr>
        <w:object w:dxaOrig="1500" w:dyaOrig="780">
          <v:shape id="_x0000_i1064" type="#_x0000_t75" style="width:1in;height:43.55pt" o:ole="" fillcolor="window">
            <v:imagedata r:id="rId91" o:title=""/>
          </v:shape>
          <o:OLEObject Type="Embed" ProgID="Equation.3" ShapeID="_x0000_i1064" DrawAspect="Content" ObjectID="_1654992379" r:id="rId92"/>
        </w:object>
      </w:r>
    </w:p>
    <w:p w:rsidR="00F57F1D" w:rsidRDefault="00F57F1D" w:rsidP="00F57F1D">
      <w:pPr>
        <w:pStyle w:val="ISM"/>
        <w:ind w:left="2790"/>
      </w:pPr>
      <w:r>
        <w:t xml:space="preserve">  = $3082.287</w:t>
      </w:r>
    </w:p>
    <w:p w:rsidR="00F57F1D" w:rsidRDefault="00F57F1D" w:rsidP="00F57F1D"/>
    <w:p w:rsidR="00F57F1D" w:rsidRDefault="005F1E52" w:rsidP="00F57F1D">
      <w:pPr>
        <w:pStyle w:val="ISM"/>
      </w:pPr>
      <w:r>
        <w:rPr>
          <w:noProof/>
          <w:lang w:val="en-US"/>
        </w:rPr>
        <w:pict>
          <v:shape id="AutoShape 28" o:spid="_x0000_s1041" type="#_x0000_t61" style="position:absolute;margin-left:382.05pt;margin-top:2.5pt;width:108.2pt;height:99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" adj="-21899,11352" fillcolor="#cff">
            <v:fill opacity="25443f"/>
            <v:textbox inset="3.6pt,,3.6pt">
              <w:txbxContent>
                <w:p w:rsidR="00F26F22" w:rsidRDefault="00F26F22" w:rsidP="00F57F1D">
                  <w:pPr>
                    <w:spacing w:line="300" w:lineRule="exact"/>
                    <w:ind w:left="-90" w:right="42"/>
                    <w:jc w:val="right"/>
                  </w:pPr>
                  <w:r>
                    <w:t xml:space="preserve">Same </w:t>
                  </w:r>
                  <w:r w:rsidRPr="00F516C9">
                    <w:rPr>
                      <w:i/>
                    </w:rPr>
                    <w:t>I/Y,</w:t>
                  </w:r>
                  <w:r>
                    <w:t xml:space="preserve"> </w:t>
                  </w:r>
                  <w:r>
                    <w:rPr>
                      <w:i/>
                      <w:iCs/>
                    </w:rPr>
                    <w:t>P/Y, C/Y</w:t>
                  </w:r>
                </w:p>
                <w:p w:rsidR="00F26F22" w:rsidRDefault="00F26F22" w:rsidP="00F57F1D">
                  <w:pPr>
                    <w:spacing w:line="300" w:lineRule="exact"/>
                    <w:ind w:right="42"/>
                    <w:jc w:val="right"/>
                    <w:rPr>
                      <w:spacing w:val="-2"/>
                      <w:bdr w:val="single" w:sz="12" w:space="0" w:color="auto"/>
                      <w:shd w:val="clear" w:color="auto" w:fill="C0C0C0"/>
                    </w:rPr>
                  </w:pPr>
                  <w:r>
                    <w:t xml:space="preserve">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3082.287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xml:space="preserve">: </w:t>
                  </w:r>
                  <w:r>
                    <w:sym w:font="Symbol" w:char="F02D"/>
                  </w:r>
                  <w:r>
                    <w:t>2861.16</w:t>
                  </w:r>
                </w:p>
              </w:txbxContent>
            </v:textbox>
            <w10:wrap type="square"/>
          </v:shape>
        </w:pict>
      </w:r>
    </w:p>
    <w:p w:rsidR="00F57F1D" w:rsidRDefault="00F57F1D" w:rsidP="00F57F1D">
      <w:pPr>
        <w:pStyle w:val="ISM"/>
      </w:pPr>
    </w:p>
    <w:p w:rsidR="00F57F1D" w:rsidRDefault="005F1E52" w:rsidP="00F57F1D">
      <w:pPr>
        <w:pStyle w:val="ISM"/>
      </w:pPr>
      <w:r>
        <w:rPr>
          <w:noProof/>
          <w:sz w:val="20"/>
          <w:lang w:val="en-US"/>
        </w:rPr>
        <w:pict>
          <v:shape id="AutoShape 15" o:spid="_x0000_s1402" type="#_x0000_t88" style="position:absolute;margin-left:236.25pt;margin-top:4.8pt;width:8.7pt;height:44.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"/>
        </w:pict>
      </w:r>
      <w:r w:rsidR="00F57F1D">
        <w:tab/>
      </w:r>
      <w:r w:rsidR="00F57F1D">
        <w:tab/>
      </w:r>
      <w:r w:rsidR="00F57F1D">
        <w:tab/>
      </w:r>
      <w:r w:rsidR="00F57F1D">
        <w:tab/>
      </w:r>
      <w:r w:rsidR="00F57F1D">
        <w:rPr>
          <w:rFonts w:ascii="Times New Roman" w:hAnsi="Times New Roman"/>
          <w:i/>
        </w:rPr>
        <w:t>PV</w:t>
      </w:r>
      <w:r w:rsidR="00F57F1D">
        <w:t xml:space="preserve">(today) = </w:t>
      </w:r>
      <w:r w:rsidR="00F57F1D" w:rsidRPr="004B1A38">
        <w:rPr>
          <w:position w:val="-10"/>
        </w:rPr>
        <w:object w:dxaOrig="1100" w:dyaOrig="380">
          <v:shape id="_x0000_i1065" type="#_x0000_t75" style="width:57.75pt;height:14.25pt" o:ole="" fillcolor="window">
            <v:imagedata r:id="rId15" o:title=""/>
          </v:shape>
          <o:OLEObject Type="Embed" ProgID="Equation.3" ShapeID="_x0000_i1065" DrawAspect="Content" ObjectID="_1654992380" r:id="rId93"/>
        </w:object>
      </w:r>
      <w:r w:rsidR="00F57F1D">
        <w:t xml:space="preserve"> </w:t>
      </w:r>
    </w:p>
    <w:p w:rsidR="00F57F1D" w:rsidRDefault="00F57F1D" w:rsidP="00F57F1D">
      <w:pPr>
        <w:pStyle w:val="ISM"/>
        <w:ind w:left="2340"/>
      </w:pPr>
      <w:r>
        <w:t xml:space="preserve">  = $3082.29</w:t>
      </w:r>
      <w:r w:rsidRPr="004B1A38">
        <w:rPr>
          <w:position w:val="-10"/>
        </w:rPr>
        <w:object w:dxaOrig="960" w:dyaOrig="380">
          <v:shape id="_x0000_i1066" type="#_x0000_t75" style="width:51.05pt;height:14.25pt" o:ole="" fillcolor="window">
            <v:imagedata r:id="rId94" o:title=""/>
          </v:shape>
          <o:OLEObject Type="Embed" ProgID="Equation.3" ShapeID="_x0000_i1066" DrawAspect="Content" ObjectID="_1654992381" r:id="rId95"/>
        </w:object>
      </w:r>
    </w:p>
    <w:p w:rsidR="00F57F1D" w:rsidRDefault="00F57F1D" w:rsidP="00F57F1D">
      <w:pPr>
        <w:pStyle w:val="ISM"/>
        <w:spacing w:after="60"/>
        <w:ind w:left="2347"/>
        <w:rPr>
          <w:u w:val="double"/>
        </w:rPr>
      </w:pPr>
      <w:r>
        <w:t xml:space="preserve">  = </w:t>
      </w:r>
      <w:r>
        <w:rPr>
          <w:u w:val="double"/>
        </w:rPr>
        <w:t>$2861.16</w:t>
      </w:r>
    </w:p>
    <w:p w:rsidR="00805857" w:rsidRDefault="00805857" w:rsidP="00F57F1D">
      <w:pPr>
        <w:pStyle w:val="ISM"/>
        <w:spacing w:after="60"/>
        <w:ind w:left="2347"/>
        <w:rPr>
          <w:u w:val="double"/>
        </w:rPr>
      </w:pPr>
    </w:p>
    <w:p w:rsidR="00805857" w:rsidRDefault="00805857" w:rsidP="00F57F1D">
      <w:pPr>
        <w:pStyle w:val="ISM"/>
        <w:spacing w:after="60"/>
        <w:ind w:left="2347"/>
        <w:rPr>
          <w:u w:val="double"/>
        </w:rPr>
      </w:pPr>
    </w:p>
    <w:p w:rsidR="00F57F1D" w:rsidRDefault="00F57F1D" w:rsidP="00F57F1D">
      <w:pPr>
        <w:pStyle w:val="ISM"/>
        <w:spacing w:after="480"/>
      </w:pPr>
      <w:r>
        <w:tab/>
      </w:r>
      <w:r>
        <w:tab/>
        <w:t>The finance company will pay $2861.16 for the contract.</w:t>
      </w:r>
    </w:p>
    <w:p w:rsidR="00463FD9" w:rsidRDefault="00463FD9" w:rsidP="00463FD9">
      <w:pPr>
        <w:pStyle w:val="ISMab"/>
      </w:pPr>
    </w:p>
    <w:p w:rsidR="00421669" w:rsidRDefault="00421669" w:rsidP="00463FD9">
      <w:pPr>
        <w:pStyle w:val="ISMab"/>
      </w:pPr>
    </w:p>
    <w:p w:rsidR="00421669" w:rsidRDefault="00421669">
      <w:r>
        <w:br w:type="page"/>
      </w:r>
    </w:p>
    <w:p w:rsidR="00B24725" w:rsidRDefault="005F1E52" w:rsidP="00B24725">
      <w:pPr>
        <w:pStyle w:val="ISM"/>
      </w:pPr>
      <w:r>
        <w:rPr>
          <w:noProof/>
          <w:lang w:val="en-US"/>
        </w:rPr>
        <w:lastRenderedPageBreak/>
        <w:pict>
          <v:shape id="AutoShape 766" o:spid="_x0000_s1044" type="#_x0000_t61" style="position:absolute;margin-left:348.25pt;margin-top:2.85pt;width:123.2pt;height:132.2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" adj="-11671,13449" fillcolor="#cff">
            <v:fill opacity="25443f"/>
            <v:textbox inset="3.6pt,,3.6pt">
              <w:txbxContent>
                <w:p w:rsidR="00F26F22" w:rsidRDefault="00F26F22" w:rsidP="00B24725">
                  <w:pPr>
                    <w:spacing w:line="300" w:lineRule="exact"/>
                    <w:ind w:right="42"/>
                    <w:jc w:val="right"/>
                  </w:pPr>
                  <w:r>
                    <w:t xml:space="preserve">6.5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B24725">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Pr="00F516C9" w:rsidRDefault="00F26F22" w:rsidP="00B24725">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26F22" w:rsidRDefault="00F26F22" w:rsidP="00B24725">
                  <w:pPr>
                    <w:spacing w:line="300" w:lineRule="exact"/>
                    <w:ind w:right="42"/>
                    <w:jc w:val="right"/>
                    <w:rPr>
                      <w:spacing w:val="-2"/>
                      <w:bdr w:val="single" w:sz="12" w:space="0" w:color="auto"/>
                      <w:shd w:val="clear" w:color="auto" w:fill="C0C0C0"/>
                    </w:rPr>
                  </w:pPr>
                  <w:r>
                    <w:t xml:space="preserve">10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B24725">
                  <w:pPr>
                    <w:spacing w:line="300" w:lineRule="exact"/>
                    <w:ind w:right="42"/>
                    <w:jc w:val="right"/>
                  </w:pPr>
                  <w:r>
                    <w:t xml:space="preserve">1000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B24725">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B24725">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B24725">
                  <w:pPr>
                    <w:spacing w:line="320" w:lineRule="exact"/>
                    <w:ind w:right="43"/>
                    <w:jc w:val="right"/>
                  </w:pPr>
                  <w:r>
                    <w:rPr>
                      <w:i/>
                      <w:iCs/>
                    </w:rPr>
                    <w:t>Ans</w:t>
                  </w:r>
                  <w:r>
                    <w:t xml:space="preserve">: </w:t>
                  </w:r>
                  <w:r>
                    <w:sym w:font="Symbol" w:char="F02D"/>
                  </w:r>
                  <w:r>
                    <w:t>7188.83</w:t>
                  </w:r>
                </w:p>
              </w:txbxContent>
            </v:textbox>
            <w10:wrap type="square"/>
          </v:shape>
        </w:pict>
      </w:r>
      <w:r w:rsidR="00B24725">
        <w:tab/>
        <w:t>17</w:t>
      </w:r>
      <w:r w:rsidR="00B24725">
        <w:tab/>
        <w:t xml:space="preserve">Today’s economic value is the </w:t>
      </w:r>
      <w:r w:rsidR="00B24725">
        <w:rPr>
          <w:iCs/>
        </w:rPr>
        <w:t>present</w:t>
      </w:r>
      <w:r w:rsidR="00B24725">
        <w:t xml:space="preserve"> value.</w:t>
      </w:r>
    </w:p>
    <w:p w:rsidR="00B24725" w:rsidRDefault="00B24725" w:rsidP="00B24725">
      <w:pPr>
        <w:pStyle w:val="ISM"/>
      </w:pPr>
      <w:r>
        <w:tab/>
      </w:r>
      <w:r>
        <w:tab/>
        <w:t>For the $1000 annuity,</w:t>
      </w:r>
    </w:p>
    <w:p w:rsidR="00B24725" w:rsidRDefault="005F1E52" w:rsidP="00B24725">
      <w:pPr>
        <w:pStyle w:val="ISM"/>
        <w:rPr>
          <w:spacing w:val="-2"/>
        </w:rPr>
      </w:pPr>
      <w:r>
        <w:rPr>
          <w:noProof/>
          <w:sz w:val="20"/>
          <w:lang w:val="en-US"/>
        </w:rPr>
        <w:pict>
          <v:shape id="AutoShape 764" o:spid="_x0000_s1394" type="#_x0000_t88" style="position:absolute;margin-left:223.2pt;margin-top:3.25pt;width:10.15pt;height:84.1pt;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"/>
        </w:pict>
      </w:r>
      <w:r w:rsidR="00B24725">
        <w:tab/>
      </w:r>
      <w:r w:rsidR="00B24725">
        <w:tab/>
      </w:r>
      <w:r w:rsidR="00B24725">
        <w:tab/>
      </w:r>
      <w:r w:rsidR="00B24725">
        <w:rPr>
          <w:rFonts w:ascii="Times New Roman" w:hAnsi="Times New Roman"/>
          <w:i/>
        </w:rPr>
        <w:t>PV</w:t>
      </w:r>
      <w:r w:rsidR="00B24725">
        <w:t xml:space="preserve">(today) = </w:t>
      </w:r>
      <w:r w:rsidR="00BD12FD" w:rsidRPr="00BD12FD">
        <w:rPr>
          <w:spacing w:val="-2"/>
          <w:position w:val="-38"/>
        </w:rPr>
        <w:object w:dxaOrig="1860" w:dyaOrig="880">
          <v:shape id="_x0000_i1229" type="#_x0000_t75" style="width:92.95pt;height:44.35pt" o:ole="" o:preferrelative="f" fillcolor="window">
            <v:imagedata r:id="rId96" o:title=""/>
            <o:lock v:ext="edit" aspectratio="f"/>
          </v:shape>
          <o:OLEObject Type="Embed" ProgID="Equation.DSMT4" ShapeID="_x0000_i1229" DrawAspect="Content" ObjectID="_1654992382" r:id="rId97"/>
        </w:object>
      </w:r>
    </w:p>
    <w:p w:rsidR="00B24725" w:rsidRDefault="00B24725" w:rsidP="00B24725">
      <w:pPr>
        <w:pStyle w:val="ISM"/>
        <w:ind w:left="1890"/>
      </w:pPr>
      <w:r>
        <w:t>= $1000</w:t>
      </w:r>
      <w:r w:rsidRPr="004B1A38">
        <w:rPr>
          <w:position w:val="-32"/>
        </w:rPr>
        <w:object w:dxaOrig="1460" w:dyaOrig="740">
          <v:shape id="_x0000_i1067" type="#_x0000_t75" style="width:1in;height:36pt" o:ole="" fillcolor="window">
            <v:imagedata r:id="rId98" o:title=""/>
          </v:shape>
          <o:OLEObject Type="Embed" ProgID="Equation.3" ShapeID="_x0000_i1067" DrawAspect="Content" ObjectID="_1654992383" r:id="rId99"/>
        </w:object>
      </w:r>
    </w:p>
    <w:p w:rsidR="00B24725" w:rsidRDefault="00B24725" w:rsidP="00B24725">
      <w:pPr>
        <w:pStyle w:val="ISM"/>
        <w:ind w:left="1890"/>
      </w:pPr>
      <w:r>
        <w:t>= $7188.83</w:t>
      </w:r>
    </w:p>
    <w:p w:rsidR="00B24725" w:rsidRDefault="005F1E52" w:rsidP="00B24725">
      <w:r>
        <w:rPr>
          <w:noProof/>
          <w:lang w:val="en-US"/>
        </w:rPr>
        <w:pict>
          <v:shape id="AutoShape 767" o:spid="_x0000_s1045" type="#_x0000_t61" style="position:absolute;margin-left:238.7pt;margin-top:5pt;width:103.25pt;height:81.7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" adj="-2897,13602" fillcolor="#cff">
            <v:fill opacity="25443f"/>
            <v:textbox inset="3.6pt,,3.6pt">
              <w:txbxContent>
                <w:p w:rsidR="00F26F22" w:rsidRDefault="00F26F22" w:rsidP="00B24725">
                  <w:pPr>
                    <w:spacing w:line="260" w:lineRule="exact"/>
                    <w:ind w:left="-86" w:right="43"/>
                    <w:jc w:val="right"/>
                  </w:pPr>
                  <w:r>
                    <w:t xml:space="preserve">Same </w:t>
                  </w:r>
                  <w:r w:rsidRPr="00F516C9">
                    <w:rPr>
                      <w:i/>
                    </w:rPr>
                    <w:t>I/Y,</w:t>
                  </w:r>
                  <w:r>
                    <w:t xml:space="preserve"> </w:t>
                  </w:r>
                  <w:r>
                    <w:rPr>
                      <w:i/>
                      <w:iCs/>
                    </w:rPr>
                    <w:t>P/Y, C/Y</w:t>
                  </w:r>
                </w:p>
                <w:p w:rsidR="00F26F22" w:rsidRDefault="00F26F22" w:rsidP="00B24725">
                  <w:pPr>
                    <w:spacing w:line="260" w:lineRule="exact"/>
                    <w:ind w:left="-86" w:right="43"/>
                    <w:jc w:val="right"/>
                  </w:pPr>
                  <w:r>
                    <w:t xml:space="preserve">Same </w:t>
                  </w:r>
                  <w:r>
                    <w:rPr>
                      <w:i/>
                    </w:rPr>
                    <w:t>N</w:t>
                  </w:r>
                  <w:r w:rsidRPr="00F516C9">
                    <w:rPr>
                      <w:i/>
                    </w:rPr>
                    <w:t>,</w:t>
                  </w:r>
                  <w:r>
                    <w:t xml:space="preserve"> </w:t>
                  </w:r>
                  <w:r>
                    <w:rPr>
                      <w:i/>
                      <w:iCs/>
                    </w:rPr>
                    <w:t>FV</w:t>
                  </w:r>
                </w:p>
                <w:p w:rsidR="00F26F22" w:rsidRDefault="00F26F22" w:rsidP="00B24725">
                  <w:pPr>
                    <w:spacing w:line="300" w:lineRule="exact"/>
                    <w:ind w:right="42"/>
                    <w:jc w:val="right"/>
                  </w:pPr>
                  <w:r>
                    <w:t xml:space="preserve">2000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B24725">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B24725">
                  <w:pPr>
                    <w:spacing w:line="320" w:lineRule="exact"/>
                    <w:ind w:right="43"/>
                    <w:jc w:val="right"/>
                  </w:pPr>
                  <w:r>
                    <w:rPr>
                      <w:i/>
                      <w:iCs/>
                    </w:rPr>
                    <w:t>Ans</w:t>
                  </w:r>
                  <w:r>
                    <w:t xml:space="preserve">: </w:t>
                  </w:r>
                  <w:r>
                    <w:sym w:font="Symbol" w:char="F02D"/>
                  </w:r>
                  <w:r>
                    <w:t>14,377.66</w:t>
                  </w:r>
                </w:p>
              </w:txbxContent>
            </v:textbox>
            <w10:wrap type="square"/>
          </v:shape>
        </w:pict>
      </w:r>
    </w:p>
    <w:p w:rsidR="00B24725" w:rsidRDefault="00B24725" w:rsidP="00B24725">
      <w:pPr>
        <w:pStyle w:val="ISM"/>
      </w:pPr>
      <w:r>
        <w:tab/>
      </w:r>
      <w:r>
        <w:tab/>
        <w:t>For the $2000 annuity,</w:t>
      </w:r>
    </w:p>
    <w:p w:rsidR="00B24725" w:rsidRDefault="005F1E52" w:rsidP="00B24725">
      <w:pPr>
        <w:pStyle w:val="ISM"/>
        <w:rPr>
          <w:spacing w:val="-2"/>
        </w:rPr>
      </w:pPr>
      <w:r>
        <w:rPr>
          <w:noProof/>
          <w:sz w:val="20"/>
          <w:lang w:val="en-US"/>
        </w:rPr>
        <w:pict>
          <v:shape id="AutoShape 765" o:spid="_x0000_s1391" type="#_x0000_t88" style="position:absolute;margin-left:206.45pt;margin-top:1.2pt;width:15.05pt;height:61.1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"/>
        </w:pict>
      </w:r>
      <w:r w:rsidR="00B24725">
        <w:tab/>
      </w:r>
      <w:r w:rsidR="00B24725">
        <w:tab/>
      </w:r>
      <w:r w:rsidR="00B24725">
        <w:tab/>
      </w:r>
      <w:r w:rsidR="00B24725">
        <w:rPr>
          <w:rFonts w:ascii="Times New Roman" w:hAnsi="Times New Roman"/>
          <w:i/>
        </w:rPr>
        <w:t>PV</w:t>
      </w:r>
      <w:r w:rsidR="00B24725">
        <w:t>(10 years from now)</w:t>
      </w:r>
    </w:p>
    <w:p w:rsidR="00B24725" w:rsidRDefault="005F1E52" w:rsidP="00B24725">
      <w:pPr>
        <w:pStyle w:val="ISM"/>
        <w:ind w:left="1890"/>
      </w:pPr>
      <w:r>
        <w:rPr>
          <w:noProof/>
          <w:lang w:val="en-US"/>
        </w:rPr>
        <w:pict>
          <v:shape id="AutoShape 768" o:spid="_x0000_s1046" type="#_x0000_t61" style="position:absolute;left:0;text-align:left;margin-left:350.5pt;margin-top:5.7pt;width:118.3pt;height:86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" adj="-15337,17418" fillcolor="#cff">
            <v:fill opacity="25443f"/>
            <v:textbox inset="3.6pt,,3.6pt">
              <w:txbxContent>
                <w:p w:rsidR="00F26F22" w:rsidRDefault="00F26F22" w:rsidP="00B24725">
                  <w:pPr>
                    <w:spacing w:line="260" w:lineRule="exact"/>
                    <w:ind w:left="-86" w:right="43"/>
                    <w:jc w:val="right"/>
                  </w:pPr>
                  <w:r>
                    <w:t xml:space="preserve">Same </w:t>
                  </w:r>
                  <w:r w:rsidRPr="00F516C9">
                    <w:rPr>
                      <w:i/>
                    </w:rPr>
                    <w:t>I/Y,</w:t>
                  </w:r>
                  <w:r>
                    <w:t xml:space="preserve"> </w:t>
                  </w:r>
                  <w:r>
                    <w:rPr>
                      <w:i/>
                      <w:iCs/>
                    </w:rPr>
                    <w:t>P/Y, C/Y, N</w:t>
                  </w:r>
                </w:p>
                <w:p w:rsidR="00F26F22" w:rsidRDefault="00F26F22" w:rsidP="00B24725">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B24725">
                  <w:pPr>
                    <w:spacing w:line="300" w:lineRule="exact"/>
                    <w:ind w:right="42"/>
                    <w:jc w:val="right"/>
                  </w:pPr>
                  <w:r>
                    <w:t xml:space="preserve">14377.66  </w:t>
                  </w:r>
                  <w:r>
                    <w:rPr>
                      <w:bdr w:val="single" w:sz="12" w:space="0" w:color="auto"/>
                      <w:shd w:val="clear" w:color="auto" w:fill="C0C0C0"/>
                    </w:rPr>
                    <w:sym w:font="MT Extra" w:char="F020"/>
                  </w:r>
                  <w:r>
                    <w:rPr>
                      <w:spacing w:val="-2"/>
                      <w:sz w:val="16"/>
                      <w:bdr w:val="single" w:sz="12" w:space="0" w:color="auto"/>
                      <w:shd w:val="clear" w:color="auto" w:fill="C0C0C0"/>
                    </w:rPr>
                    <w:t xml:space="preserve">  </w:t>
                  </w:r>
                  <w:r>
                    <w:rPr>
                      <w:b/>
                      <w:bdr w:val="single" w:sz="12" w:space="0" w:color="auto"/>
                      <w:shd w:val="clear" w:color="auto" w:fill="C0C0C0"/>
                    </w:rPr>
                    <w:t>FV</w:t>
                  </w:r>
                  <w:r>
                    <w:rPr>
                      <w:spacing w:val="-2"/>
                      <w:sz w:val="16"/>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B24725">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B24725">
                  <w:pPr>
                    <w:spacing w:line="320" w:lineRule="exact"/>
                    <w:ind w:right="43"/>
                    <w:jc w:val="right"/>
                  </w:pPr>
                  <w:r>
                    <w:rPr>
                      <w:i/>
                      <w:iCs/>
                    </w:rPr>
                    <w:t>Ans</w:t>
                  </w:r>
                  <w:r>
                    <w:t xml:space="preserve">: </w:t>
                  </w:r>
                  <w:r>
                    <w:sym w:font="Symbol" w:char="F02D"/>
                  </w:r>
                  <w:r>
                    <w:t>7659.35</w:t>
                  </w:r>
                </w:p>
              </w:txbxContent>
            </v:textbox>
            <w10:wrap type="square"/>
          </v:shape>
        </w:pict>
      </w:r>
      <w:r w:rsidR="00B24725">
        <w:t>= $2000</w:t>
      </w:r>
      <w:r w:rsidR="00B24725" w:rsidRPr="004B1A38">
        <w:rPr>
          <w:position w:val="-32"/>
        </w:rPr>
        <w:object w:dxaOrig="1460" w:dyaOrig="740">
          <v:shape id="_x0000_i1068" type="#_x0000_t75" style="width:1in;height:36pt" o:ole="" fillcolor="window">
            <v:imagedata r:id="rId100" o:title=""/>
          </v:shape>
          <o:OLEObject Type="Embed" ProgID="Equation.3" ShapeID="_x0000_i1068" DrawAspect="Content" ObjectID="_1654992384" r:id="rId101"/>
        </w:object>
      </w:r>
    </w:p>
    <w:p w:rsidR="00B24725" w:rsidRDefault="00B24725" w:rsidP="00B24725">
      <w:pPr>
        <w:pStyle w:val="ISM"/>
        <w:spacing w:line="480" w:lineRule="auto"/>
        <w:ind w:left="1890"/>
      </w:pPr>
      <w:r>
        <w:t>= $14,377.66</w:t>
      </w:r>
    </w:p>
    <w:p w:rsidR="00B24725" w:rsidRDefault="00B24725" w:rsidP="00B24725">
      <w:pPr>
        <w:pStyle w:val="ISM"/>
        <w:spacing w:after="120"/>
      </w:pPr>
      <w:r>
        <w:tab/>
      </w:r>
      <w:r>
        <w:tab/>
      </w:r>
      <w:r>
        <w:tab/>
      </w:r>
      <w:r>
        <w:rPr>
          <w:rFonts w:ascii="Times New Roman" w:hAnsi="Times New Roman"/>
          <w:i/>
        </w:rPr>
        <w:t>PV</w:t>
      </w:r>
      <w:r>
        <w:t xml:space="preserve">(today) = </w:t>
      </w:r>
      <w:r w:rsidRPr="004B1A38">
        <w:rPr>
          <w:position w:val="-26"/>
        </w:rPr>
        <w:object w:dxaOrig="1219" w:dyaOrig="620">
          <v:shape id="_x0000_i1069" type="#_x0000_t75" style="width:57.75pt;height:28.45pt" o:ole="">
            <v:imagedata r:id="rId102" o:title=""/>
          </v:shape>
          <o:OLEObject Type="Embed" ProgID="Equation.3" ShapeID="_x0000_i1069" DrawAspect="Content" ObjectID="_1654992385" r:id="rId103"/>
        </w:object>
      </w:r>
      <w:r>
        <w:t xml:space="preserve"> = $7659.35</w:t>
      </w:r>
    </w:p>
    <w:p w:rsidR="0056152A" w:rsidRDefault="00B24725" w:rsidP="00FE4255">
      <w:pPr>
        <w:pStyle w:val="ISM"/>
        <w:spacing w:after="360"/>
      </w:pPr>
      <w:r>
        <w:tab/>
      </w:r>
      <w:r>
        <w:tab/>
      </w:r>
      <w:r>
        <w:rPr>
          <w:u w:val="double"/>
        </w:rPr>
        <w:t>The $2000 annuity has the greater (by $470.52) economic value</w:t>
      </w:r>
      <w:r>
        <w:t>.</w:t>
      </w:r>
    </w:p>
    <w:p w:rsidR="00F57F1D" w:rsidRPr="003708E2" w:rsidRDefault="00F57F1D" w:rsidP="00F57F1D">
      <w:pPr>
        <w:pStyle w:val="ISM"/>
        <w:rPr>
          <w:sz w:val="16"/>
          <w:szCs w:val="16"/>
        </w:rPr>
      </w:pPr>
    </w:p>
    <w:p w:rsidR="00F57F1D" w:rsidRDefault="00B24725" w:rsidP="00F57F1D">
      <w:pPr>
        <w:pStyle w:val="ISM"/>
      </w:pPr>
      <w:r>
        <w:tab/>
        <w:t>19</w:t>
      </w:r>
      <w:r w:rsidR="00F57F1D">
        <w:tab/>
        <w:t>The original loan equals the present value of the payments. Thus,</w:t>
      </w:r>
    </w:p>
    <w:p w:rsidR="00F57F1D" w:rsidRDefault="00F57F1D" w:rsidP="00F57F1D">
      <w:pPr>
        <w:pStyle w:val="ISM"/>
      </w:pPr>
      <w:r>
        <w:tab/>
      </w:r>
      <w:r>
        <w:tab/>
      </w:r>
      <w:r>
        <w:rPr>
          <w:rFonts w:ascii="Times New Roman" w:hAnsi="Times New Roman"/>
          <w:i/>
        </w:rPr>
        <w:t>PV</w:t>
      </w:r>
      <w:r>
        <w:t xml:space="preserve"> = $35,000 with </w:t>
      </w:r>
      <w:r>
        <w:rPr>
          <w:rFonts w:ascii="Times New Roman" w:hAnsi="Times New Roman"/>
          <w:i/>
        </w:rPr>
        <w:t>PMT</w:t>
      </w:r>
      <w:r>
        <w:t xml:space="preserve"> = $1573.83, </w:t>
      </w:r>
      <w:r>
        <w:rPr>
          <w:rFonts w:ascii="Times New Roman" w:hAnsi="Times New Roman"/>
          <w:i/>
        </w:rPr>
        <w:t>n</w:t>
      </w:r>
      <w:r>
        <w:t xml:space="preserve"> = 4(12) = 48, and </w:t>
      </w:r>
      <w:r>
        <w:rPr>
          <w:rFonts w:ascii="Times New Roman" w:hAnsi="Times New Roman"/>
          <w:i/>
        </w:rPr>
        <w:t>i</w:t>
      </w:r>
      <w:r>
        <w:t xml:space="preserve"> = </w:t>
      </w:r>
      <w:r w:rsidR="00B24725" w:rsidRPr="00B24725">
        <w:rPr>
          <w:position w:val="-12"/>
        </w:rPr>
        <w:object w:dxaOrig="300" w:dyaOrig="360">
          <v:shape id="_x0000_i1070" type="#_x0000_t75" style="width:14.25pt;height:21.75pt" o:ole="" fillcolor="window">
            <v:imagedata r:id="rId104" o:title=""/>
          </v:shape>
          <o:OLEObject Type="Embed" ProgID="Equation.3" ShapeID="_x0000_i1070" DrawAspect="Content" ObjectID="_1654992386" r:id="rId105"/>
        </w:object>
      </w:r>
      <w:r w:rsidR="00B24725">
        <w:t xml:space="preserve"> = 1</w:t>
      </w:r>
      <w:r>
        <w:t>.</w:t>
      </w:r>
      <w:r w:rsidR="008B3794">
        <w:t>2</w:t>
      </w:r>
      <w:r>
        <w:t>5%.</w:t>
      </w:r>
    </w:p>
    <w:p w:rsidR="00F57F1D" w:rsidRDefault="00F57F1D" w:rsidP="00F57F1D">
      <w:pPr>
        <w:pStyle w:val="ISM"/>
      </w:pPr>
      <w:r>
        <w:tab/>
      </w:r>
      <w:r>
        <w:tab/>
        <w:t>At a focal date at the end of the period of deferral,</w:t>
      </w:r>
    </w:p>
    <w:p w:rsidR="00F57F1D" w:rsidRDefault="00F57F1D" w:rsidP="00F57F1D">
      <w:pPr>
        <w:pStyle w:val="ISM"/>
      </w:pPr>
      <w:r>
        <w:tab/>
      </w:r>
      <w:r>
        <w:tab/>
      </w:r>
      <w:r>
        <w:tab/>
      </w:r>
      <w:r>
        <w:tab/>
      </w:r>
      <w:r>
        <w:rPr>
          <w:rFonts w:ascii="Times New Roman" w:hAnsi="Times New Roman"/>
          <w:i/>
        </w:rPr>
        <w:t>FV</w:t>
      </w:r>
      <w:r>
        <w:t xml:space="preserve"> of $35,000 = </w:t>
      </w:r>
      <w:r>
        <w:rPr>
          <w:rFonts w:ascii="Times New Roman" w:hAnsi="Times New Roman"/>
          <w:i/>
        </w:rPr>
        <w:t>PV</w:t>
      </w:r>
      <w:r>
        <w:t xml:space="preserve"> of ordinary annuity</w:t>
      </w:r>
    </w:p>
    <w:p w:rsidR="00F57F1D" w:rsidRDefault="00F57F1D" w:rsidP="00F57F1D">
      <w:pPr>
        <w:pStyle w:val="ISM"/>
      </w:pPr>
      <w:r>
        <w:tab/>
      </w:r>
      <w:r>
        <w:tab/>
      </w:r>
      <w:r>
        <w:tab/>
      </w:r>
      <w:r>
        <w:tab/>
        <w:t>$35,000</w:t>
      </w:r>
      <w:r w:rsidR="008B3794" w:rsidRPr="004B1A38">
        <w:rPr>
          <w:position w:val="-10"/>
        </w:rPr>
        <w:object w:dxaOrig="960" w:dyaOrig="380">
          <v:shape id="_x0000_i1071" type="#_x0000_t75" style="width:51.05pt;height:14.25pt" o:ole="" fillcolor="window">
            <v:imagedata r:id="rId106" o:title=""/>
          </v:shape>
          <o:OLEObject Type="Embed" ProgID="Equation.3" ShapeID="_x0000_i1071" DrawAspect="Content" ObjectID="_1654992387" r:id="rId107"/>
        </w:object>
      </w:r>
      <w:r>
        <w:t>= $1573.83</w:t>
      </w:r>
      <w:r w:rsidR="008B3794" w:rsidRPr="008B3794">
        <w:rPr>
          <w:position w:val="-32"/>
        </w:rPr>
        <w:object w:dxaOrig="1540" w:dyaOrig="760">
          <v:shape id="_x0000_i1072" type="#_x0000_t75" style="width:79.55pt;height:36pt" o:ole="" fillcolor="window">
            <v:imagedata r:id="rId108" o:title=""/>
          </v:shape>
          <o:OLEObject Type="Embed" ProgID="Equation.3" ShapeID="_x0000_i1072" DrawAspect="Content" ObjectID="_1654992388" r:id="rId109"/>
        </w:object>
      </w:r>
      <w:r>
        <w:t xml:space="preserve"> </w:t>
      </w:r>
      <w:r w:rsidR="008B3794">
        <w:t>= $56,550.04</w:t>
      </w:r>
    </w:p>
    <w:p w:rsidR="00F57F1D" w:rsidRDefault="00F57F1D" w:rsidP="00F57F1D">
      <w:pPr>
        <w:pStyle w:val="ISM"/>
      </w:pPr>
      <w:r>
        <w:tab/>
      </w:r>
      <w:r>
        <w:tab/>
        <w:t>Using formula (</w:t>
      </w:r>
      <w:r w:rsidR="00695890">
        <w:t>10</w:t>
      </w:r>
      <w:r>
        <w:t xml:space="preserve">-2) to calculate </w:t>
      </w:r>
      <w:r>
        <w:rPr>
          <w:rFonts w:ascii="Times New Roman" w:hAnsi="Times New Roman"/>
          <w:i/>
        </w:rPr>
        <w:t>d</w:t>
      </w:r>
      <w:r>
        <w:t>,</w:t>
      </w:r>
    </w:p>
    <w:p w:rsidR="00F57F1D" w:rsidRDefault="00F57F1D" w:rsidP="00F57F1D">
      <w:pPr>
        <w:pStyle w:val="ISM"/>
      </w:pPr>
      <w:r>
        <w:tab/>
      </w:r>
      <w:r>
        <w:tab/>
      </w:r>
      <w:r>
        <w:tab/>
      </w:r>
      <w:r>
        <w:tab/>
      </w:r>
      <w:r w:rsidRPr="004B1A38">
        <w:rPr>
          <w:position w:val="-26"/>
        </w:rPr>
        <w:object w:dxaOrig="1219" w:dyaOrig="940">
          <v:shape id="_x0000_i1073" type="#_x0000_t75" style="width:57.75pt;height:50.25pt" o:ole="" fillcolor="window">
            <v:imagedata r:id="rId74" o:title=""/>
          </v:shape>
          <o:OLEObject Type="Embed" ProgID="Equation.3" ShapeID="_x0000_i1073" DrawAspect="Content" ObjectID="_1654992389" r:id="rId110"/>
        </w:object>
      </w:r>
      <w:r>
        <w:t xml:space="preserve"> = </w:t>
      </w:r>
      <w:r w:rsidR="008B3794" w:rsidRPr="008B3794">
        <w:rPr>
          <w:spacing w:val="-2"/>
          <w:position w:val="-30"/>
        </w:rPr>
        <w:object w:dxaOrig="1700" w:dyaOrig="1060">
          <v:shape id="_x0000_i1074" type="#_x0000_t75" style="width:86.25pt;height:51.05pt" o:ole="" fillcolor="window">
            <v:imagedata r:id="rId111" o:title=""/>
          </v:shape>
          <o:OLEObject Type="Embed" ProgID="Equation.3" ShapeID="_x0000_i1074" DrawAspect="Content" ObjectID="_1654992390" r:id="rId112"/>
        </w:object>
      </w:r>
      <w:r>
        <w:rPr>
          <w:spacing w:val="-2"/>
        </w:rPr>
        <w:t xml:space="preserve"> = </w:t>
      </w:r>
      <w:r w:rsidR="008B3794">
        <w:rPr>
          <w:spacing w:val="-2"/>
        </w:rPr>
        <w:t>38.62162</w:t>
      </w:r>
      <w:r w:rsidR="00695890">
        <w:rPr>
          <w:spacing w:val="-2"/>
        </w:rPr>
        <w:t>013</w:t>
      </w:r>
    </w:p>
    <w:p w:rsidR="00F57F1D" w:rsidRDefault="00F57F1D" w:rsidP="00F57F1D">
      <w:pPr>
        <w:pStyle w:val="ISM"/>
      </w:pPr>
      <w:r>
        <w:tab/>
      </w:r>
      <w:r>
        <w:tab/>
        <w:t xml:space="preserve">The period of deferral was </w:t>
      </w:r>
      <w:r w:rsidR="008B3794">
        <w:t>38.62162</w:t>
      </w:r>
      <w:r w:rsidR="00695890">
        <w:t>013</w:t>
      </w:r>
      <w:r>
        <w:t xml:space="preserve"> quarters long. The interval between the date of the </w:t>
      </w:r>
    </w:p>
    <w:p w:rsidR="00F57F1D" w:rsidRDefault="00F57F1D" w:rsidP="00F57F1D">
      <w:pPr>
        <w:pStyle w:val="ISM"/>
      </w:pPr>
      <w:r>
        <w:tab/>
      </w:r>
      <w:r>
        <w:tab/>
        <w:t>l</w:t>
      </w:r>
      <w:r w:rsidR="008B3794">
        <w:t>oan and the first payment was 39.62162</w:t>
      </w:r>
      <w:r w:rsidR="00695890">
        <w:t>013</w:t>
      </w:r>
      <w:r>
        <w:t xml:space="preserve"> quarters or </w:t>
      </w:r>
      <w:r w:rsidR="008B3794">
        <w:rPr>
          <w:u w:val="double"/>
        </w:rPr>
        <w:t>9</w:t>
      </w:r>
      <w:r>
        <w:rPr>
          <w:u w:val="double"/>
        </w:rPr>
        <w:t xml:space="preserve"> years and </w:t>
      </w:r>
      <w:r w:rsidR="008B3794">
        <w:rPr>
          <w:u w:val="double"/>
        </w:rPr>
        <w:t>11</w:t>
      </w:r>
      <w:r>
        <w:rPr>
          <w:u w:val="double"/>
        </w:rPr>
        <w:t xml:space="preserve"> months</w:t>
      </w:r>
      <w:r>
        <w:t>.</w:t>
      </w:r>
    </w:p>
    <w:p w:rsidR="008B3794" w:rsidRDefault="008B3794" w:rsidP="00F57F1D">
      <w:pPr>
        <w:pStyle w:val="ISM"/>
      </w:pPr>
    </w:p>
    <w:p w:rsidR="00F57F1D" w:rsidRDefault="00101D39" w:rsidP="00F57F1D">
      <w:pPr>
        <w:pStyle w:val="ISM"/>
      </w:pPr>
      <w:r>
        <w:tab/>
        <w:t>21</w:t>
      </w:r>
      <w:r w:rsidR="00F57F1D">
        <w:tab/>
        <w:t xml:space="preserve">Given: For the initial </w:t>
      </w:r>
      <w:r w:rsidR="00F57F1D">
        <w:rPr>
          <w:rFonts w:cs="Arial"/>
          <w:iCs/>
        </w:rPr>
        <w:t>investment,</w:t>
      </w:r>
      <w:r w:rsidR="00F57F1D">
        <w:t xml:space="preserve"> </w:t>
      </w:r>
      <w:r w:rsidR="00F57F1D">
        <w:rPr>
          <w:rFonts w:ascii="Times New Roman" w:hAnsi="Times New Roman"/>
          <w:i/>
          <w:iCs/>
        </w:rPr>
        <w:t>PV</w:t>
      </w:r>
      <w:r w:rsidR="00F57F1D">
        <w:t xml:space="preserve"> = $10,000, </w:t>
      </w:r>
      <w:r w:rsidR="00F57F1D">
        <w:rPr>
          <w:rFonts w:ascii="Times New Roman" w:hAnsi="Times New Roman"/>
          <w:i/>
        </w:rPr>
        <w:t>i</w:t>
      </w:r>
      <w:r w:rsidR="00F57F1D">
        <w:t xml:space="preserve"> = </w:t>
      </w:r>
      <w:r w:rsidRPr="00101D39">
        <w:rPr>
          <w:position w:val="-12"/>
        </w:rPr>
        <w:object w:dxaOrig="420" w:dyaOrig="360">
          <v:shape id="_x0000_i1075" type="#_x0000_t75" style="width:21.75pt;height:21.75pt" o:ole="" fillcolor="window">
            <v:imagedata r:id="rId113" o:title=""/>
          </v:shape>
          <o:OLEObject Type="Embed" ProgID="Equation.3" ShapeID="_x0000_i1075" DrawAspect="Content" ObjectID="_1654992391" r:id="rId114"/>
        </w:object>
      </w:r>
      <w:r>
        <w:t xml:space="preserve"> = 2</w:t>
      </w:r>
      <w:r w:rsidR="00F57F1D">
        <w:t>.25%.</w:t>
      </w:r>
    </w:p>
    <w:p w:rsidR="00F57F1D" w:rsidRDefault="00F57F1D" w:rsidP="00F57F1D">
      <w:pPr>
        <w:pStyle w:val="ISM"/>
        <w:ind w:left="1170"/>
      </w:pPr>
      <w:r>
        <w:t xml:space="preserve"> For the deferred annuity, </w:t>
      </w:r>
      <w:r>
        <w:rPr>
          <w:rFonts w:ascii="Times New Roman" w:hAnsi="Times New Roman"/>
          <w:i/>
        </w:rPr>
        <w:t>PMT</w:t>
      </w:r>
      <w:r>
        <w:t xml:space="preserve"> = $1000, </w:t>
      </w:r>
      <w:r>
        <w:rPr>
          <w:rFonts w:ascii="Times New Roman" w:hAnsi="Times New Roman"/>
          <w:i/>
        </w:rPr>
        <w:t>n</w:t>
      </w:r>
      <w:r>
        <w:t xml:space="preserve"> = 40, and </w:t>
      </w:r>
      <w:r>
        <w:rPr>
          <w:rFonts w:ascii="Times New Roman" w:hAnsi="Times New Roman"/>
          <w:i/>
        </w:rPr>
        <w:t>i</w:t>
      </w:r>
      <w:r w:rsidR="00101D39">
        <w:t xml:space="preserve"> = 2</w:t>
      </w:r>
      <w:r>
        <w:t>.25%.</w:t>
      </w:r>
    </w:p>
    <w:p w:rsidR="00F57F1D" w:rsidRDefault="005F1E52" w:rsidP="00F57F1D">
      <w:pPr>
        <w:pStyle w:val="ISM"/>
      </w:pPr>
      <w:r>
        <w:rPr>
          <w:noProof/>
          <w:lang w:val="en-US"/>
        </w:rPr>
        <w:pict>
          <v:shape id="AutoShape 29" o:spid="_x0000_s1047" type="#_x0000_t61" style="position:absolute;margin-left:337.6pt;margin-top:4.2pt;width:126.15pt;height:132.8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" adj="-9614,7585" fillcolor="#cff">
            <v:fill opacity="25443f"/>
            <v:textbox inset="3.6pt,,3.6pt">
              <w:txbxContent>
                <w:p w:rsidR="00F26F22" w:rsidRDefault="00F26F22" w:rsidP="00F57F1D">
                  <w:pPr>
                    <w:spacing w:line="300" w:lineRule="exact"/>
                    <w:ind w:right="42"/>
                    <w:jc w:val="right"/>
                  </w:pPr>
                  <w:r>
                    <w:t xml:space="preserve">4.5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Pr="00F516C9" w:rsidRDefault="00F26F22" w:rsidP="00F57F1D">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26F22" w:rsidRDefault="00F26F22" w:rsidP="00F57F1D">
                  <w:pPr>
                    <w:spacing w:line="300" w:lineRule="exact"/>
                    <w:ind w:right="42"/>
                    <w:jc w:val="right"/>
                    <w:rPr>
                      <w:spacing w:val="-2"/>
                      <w:bdr w:val="single" w:sz="12" w:space="0" w:color="auto"/>
                      <w:shd w:val="clear" w:color="auto" w:fill="C0C0C0"/>
                    </w:rPr>
                  </w:pPr>
                  <w:r>
                    <w:t xml:space="preserve">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1000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F57F1D">
                  <w:pPr>
                    <w:spacing w:line="320" w:lineRule="exact"/>
                    <w:ind w:right="43"/>
                    <w:jc w:val="right"/>
                  </w:pPr>
                  <w:r>
                    <w:rPr>
                      <w:i/>
                      <w:iCs/>
                    </w:rPr>
                    <w:t>Ans</w:t>
                  </w:r>
                  <w:r>
                    <w:t>: –26,193.52</w:t>
                  </w:r>
                </w:p>
              </w:txbxContent>
            </v:textbox>
            <w10:wrap type="square"/>
          </v:shape>
        </w:pict>
      </w:r>
      <w:r w:rsidR="00F57F1D">
        <w:tab/>
      </w:r>
      <w:r w:rsidR="00F57F1D">
        <w:tab/>
        <w:t>At a focal date at the end of the period of deferral,</w:t>
      </w:r>
    </w:p>
    <w:p w:rsidR="00F57F1D" w:rsidRDefault="00F57F1D" w:rsidP="00F57F1D">
      <w:pPr>
        <w:pStyle w:val="ISM"/>
      </w:pPr>
      <w:r>
        <w:tab/>
      </w:r>
      <w:r>
        <w:tab/>
      </w:r>
      <w:r>
        <w:tab/>
      </w:r>
      <w:r>
        <w:rPr>
          <w:rFonts w:ascii="Times New Roman" w:hAnsi="Times New Roman"/>
          <w:i/>
        </w:rPr>
        <w:t>FV</w:t>
      </w:r>
      <w:r>
        <w:t xml:space="preserve"> of $10,000 = </w:t>
      </w:r>
      <w:r>
        <w:rPr>
          <w:rFonts w:ascii="Times New Roman" w:hAnsi="Times New Roman"/>
          <w:i/>
        </w:rPr>
        <w:t>PV</w:t>
      </w:r>
      <w:r>
        <w:t xml:space="preserve"> of ordinary annuity</w:t>
      </w:r>
    </w:p>
    <w:p w:rsidR="00F57F1D" w:rsidRDefault="005F1E52" w:rsidP="00F57F1D">
      <w:pPr>
        <w:pStyle w:val="ISM"/>
      </w:pPr>
      <w:r>
        <w:rPr>
          <w:noProof/>
          <w:lang w:val="en-US"/>
        </w:rPr>
        <w:pict>
          <v:shape id="AutoShape 31" o:spid="_x0000_s1372" type="#_x0000_t88" style="position:absolute;margin-left:266.65pt;margin-top:2.5pt;width:8.6pt;height:49.4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"/>
        </w:pict>
      </w:r>
      <w:r w:rsidR="00F57F1D">
        <w:tab/>
      </w:r>
      <w:r w:rsidR="00F57F1D">
        <w:tab/>
      </w:r>
      <w:r w:rsidR="00F57F1D">
        <w:tab/>
        <w:t>$10,000</w:t>
      </w:r>
      <w:r w:rsidR="00101D39" w:rsidRPr="004B1A38">
        <w:rPr>
          <w:position w:val="-10"/>
        </w:rPr>
        <w:object w:dxaOrig="960" w:dyaOrig="380">
          <v:shape id="_x0000_i1076" type="#_x0000_t75" style="width:51.05pt;height:14.25pt" o:ole="" fillcolor="window">
            <v:imagedata r:id="rId115" o:title=""/>
          </v:shape>
          <o:OLEObject Type="Embed" ProgID="Equation.3" ShapeID="_x0000_i1076" DrawAspect="Content" ObjectID="_1654992392" r:id="rId116"/>
        </w:object>
      </w:r>
      <w:r w:rsidR="00F57F1D">
        <w:t xml:space="preserve"> = $1000</w:t>
      </w:r>
      <w:r w:rsidR="00101D39" w:rsidRPr="00101D39">
        <w:rPr>
          <w:position w:val="-32"/>
        </w:rPr>
        <w:object w:dxaOrig="1540" w:dyaOrig="760">
          <v:shape id="_x0000_i1077" type="#_x0000_t75" style="width:79.55pt;height:36pt" o:ole="" fillcolor="window">
            <v:imagedata r:id="rId117" o:title=""/>
          </v:shape>
          <o:OLEObject Type="Embed" ProgID="Equation.3" ShapeID="_x0000_i1077" DrawAspect="Content" ObjectID="_1654992393" r:id="rId118"/>
        </w:object>
      </w:r>
      <w:r w:rsidR="00F57F1D">
        <w:t xml:space="preserve"> </w:t>
      </w:r>
    </w:p>
    <w:p w:rsidR="00F57F1D" w:rsidRDefault="00F57F1D" w:rsidP="00F57F1D">
      <w:pPr>
        <w:pStyle w:val="ISM"/>
        <w:ind w:left="2520"/>
      </w:pPr>
      <w:r>
        <w:t xml:space="preserve"> </w:t>
      </w:r>
      <w:r w:rsidR="00101D39">
        <w:t>= $26,193.52</w:t>
      </w:r>
    </w:p>
    <w:p w:rsidR="00F57F1D" w:rsidRDefault="00F57F1D" w:rsidP="00F57F1D">
      <w:pPr>
        <w:pStyle w:val="ISM"/>
      </w:pPr>
    </w:p>
    <w:p w:rsidR="00F57F1D" w:rsidRDefault="00F57F1D" w:rsidP="00F57F1D">
      <w:pPr>
        <w:pStyle w:val="ISM"/>
      </w:pPr>
    </w:p>
    <w:p w:rsidR="00F57F1D" w:rsidRDefault="00F57F1D" w:rsidP="00F57F1D"/>
    <w:p w:rsidR="00F57F1D" w:rsidRDefault="00F57F1D" w:rsidP="00F57F1D">
      <w:pPr>
        <w:pStyle w:val="ISM"/>
      </w:pPr>
    </w:p>
    <w:p w:rsidR="00421669" w:rsidRDefault="00421669">
      <w:r>
        <w:br w:type="page"/>
      </w:r>
    </w:p>
    <w:p w:rsidR="00F57F1D" w:rsidRDefault="00F57F1D" w:rsidP="00F57F1D">
      <w:pPr>
        <w:pStyle w:val="ISM"/>
      </w:pPr>
      <w:r>
        <w:lastRenderedPageBreak/>
        <w:tab/>
      </w:r>
      <w:r>
        <w:tab/>
        <w:t>Using formula (</w:t>
      </w:r>
      <w:r w:rsidR="00895A49">
        <w:t>10</w:t>
      </w:r>
      <w:r>
        <w:t xml:space="preserve">-2) to calculate </w:t>
      </w:r>
      <w:r>
        <w:rPr>
          <w:rFonts w:ascii="Times New Roman" w:hAnsi="Times New Roman"/>
          <w:i/>
        </w:rPr>
        <w:t>d</w:t>
      </w:r>
      <w:r>
        <w:t>,</w:t>
      </w:r>
    </w:p>
    <w:p w:rsidR="00F57F1D" w:rsidRDefault="005F1E52" w:rsidP="00F57F1D">
      <w:pPr>
        <w:pStyle w:val="ISM"/>
      </w:pPr>
      <w:r>
        <w:rPr>
          <w:noProof/>
          <w:lang w:val="en-US"/>
        </w:rPr>
        <w:pict>
          <v:shape id="AutoShape 30" o:spid="_x0000_s1048" type="#_x0000_t61" style="position:absolute;margin-left:337.6pt;margin-top:8pt;width:118.3pt;height:102.9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" adj="-8645,5424" fillcolor="#cff">
            <v:fill opacity="25443f"/>
            <v:textbox inset="3.6pt,,3.6pt">
              <w:txbxContent>
                <w:p w:rsidR="00F26F22" w:rsidRDefault="00F26F22" w:rsidP="00F57F1D">
                  <w:pPr>
                    <w:spacing w:line="300" w:lineRule="exact"/>
                    <w:ind w:left="-90" w:right="42"/>
                    <w:jc w:val="right"/>
                  </w:pPr>
                  <w:r>
                    <w:t xml:space="preserve">Same </w:t>
                  </w:r>
                  <w:r w:rsidRPr="00F516C9">
                    <w:rPr>
                      <w:i/>
                    </w:rPr>
                    <w:t>I/Y,</w:t>
                  </w:r>
                  <w:r>
                    <w:t xml:space="preserve"> </w:t>
                  </w:r>
                  <w:r>
                    <w:rPr>
                      <w:i/>
                      <w:iCs/>
                    </w:rPr>
                    <w:t>P/Y, C/Y</w:t>
                  </w:r>
                </w:p>
                <w:p w:rsidR="00F26F22" w:rsidRDefault="00F26F22" w:rsidP="00F57F1D">
                  <w:pPr>
                    <w:spacing w:line="300" w:lineRule="exact"/>
                    <w:ind w:right="42"/>
                    <w:jc w:val="right"/>
                  </w:pPr>
                  <w:r>
                    <w:t xml:space="preserve">10000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
                      <w:spacing w:val="-2"/>
                      <w:bdr w:val="single" w:sz="12" w:space="0" w:color="auto"/>
                      <w:shd w:val="clear" w:color="auto" w:fill="C0C0C0"/>
                    </w:rPr>
                    <w:sym w:font="MT Extra" w:char="F020"/>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t>PV</w:t>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F57F1D">
                  <w:pPr>
                    <w:spacing w:line="300" w:lineRule="exact"/>
                    <w:ind w:right="42"/>
                    <w:jc w:val="right"/>
                  </w:pPr>
                  <w:r>
                    <w:t xml:space="preserve">26193.52  </w:t>
                  </w:r>
                  <w:r>
                    <w:rPr>
                      <w:b/>
                      <w:spacing w:val="-2"/>
                      <w:bdr w:val="single" w:sz="12" w:space="0" w:color="auto"/>
                      <w:shd w:val="clear" w:color="auto" w:fill="C0C0C0"/>
                    </w:rPr>
                    <w:sym w:font="MT Extra" w:char="F020"/>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t>FV</w:t>
                  </w:r>
                  <w:r w:rsidRPr="00B117C2">
                    <w:rPr>
                      <w:b/>
                      <w:spacing w:val="-2"/>
                      <w:sz w:val="16"/>
                      <w:szCs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F57F1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F57F1D">
                  <w:pPr>
                    <w:spacing w:line="320" w:lineRule="exact"/>
                    <w:ind w:right="43"/>
                    <w:jc w:val="right"/>
                    <w:rPr>
                      <w:spacing w:val="-2"/>
                    </w:rPr>
                  </w:pPr>
                  <w:r>
                    <w:rPr>
                      <w:i/>
                      <w:iCs/>
                    </w:rPr>
                    <w:t>Ans</w:t>
                  </w:r>
                  <w:r>
                    <w:t xml:space="preserve">: </w:t>
                  </w:r>
                  <w:r>
                    <w:rPr>
                      <w:spacing w:val="-2"/>
                    </w:rPr>
                    <w:t>43.28</w:t>
                  </w:r>
                </w:p>
                <w:p w:rsidR="00F26F22" w:rsidRPr="000E3959" w:rsidRDefault="00F26F22" w:rsidP="00F57F1D">
                  <w:pPr>
                    <w:spacing w:line="320" w:lineRule="exact"/>
                    <w:ind w:right="43"/>
                    <w:jc w:val="right"/>
                  </w:pPr>
                  <w:r>
                    <w:rPr>
                      <w:spacing w:val="-2"/>
                    </w:rPr>
                    <w:t>43.27</w:t>
                  </w:r>
                </w:p>
              </w:txbxContent>
            </v:textbox>
            <w10:wrap type="square"/>
          </v:shape>
        </w:pict>
      </w:r>
      <w:r w:rsidR="00F57F1D">
        <w:tab/>
      </w:r>
      <w:r w:rsidR="00F57F1D">
        <w:tab/>
      </w:r>
      <w:r w:rsidR="00F57F1D">
        <w:tab/>
      </w:r>
      <w:r w:rsidR="00F57F1D" w:rsidRPr="004B1A38">
        <w:rPr>
          <w:position w:val="-26"/>
        </w:rPr>
        <w:object w:dxaOrig="1219" w:dyaOrig="940">
          <v:shape id="_x0000_i1078" type="#_x0000_t75" style="width:57.75pt;height:50.25pt" o:ole="" fillcolor="window">
            <v:imagedata r:id="rId74" o:title=""/>
          </v:shape>
          <o:OLEObject Type="Embed" ProgID="Equation.3" ShapeID="_x0000_i1078" DrawAspect="Content" ObjectID="_1654992394" r:id="rId119"/>
        </w:object>
      </w:r>
      <w:r w:rsidR="00F57F1D">
        <w:t xml:space="preserve"> = </w:t>
      </w:r>
      <w:r w:rsidR="00101D39" w:rsidRPr="00101D39">
        <w:rPr>
          <w:spacing w:val="-2"/>
          <w:position w:val="-30"/>
        </w:rPr>
        <w:object w:dxaOrig="1700" w:dyaOrig="1060">
          <v:shape id="_x0000_i1079" type="#_x0000_t75" style="width:86.25pt;height:51.05pt" o:ole="" fillcolor="window">
            <v:imagedata r:id="rId120" o:title=""/>
          </v:shape>
          <o:OLEObject Type="Embed" ProgID="Equation.3" ShapeID="_x0000_i1079" DrawAspect="Content" ObjectID="_1654992395" r:id="rId121"/>
        </w:object>
      </w:r>
      <w:r w:rsidR="00F57F1D">
        <w:rPr>
          <w:spacing w:val="-2"/>
        </w:rPr>
        <w:t xml:space="preserve"> = </w:t>
      </w:r>
      <w:r w:rsidR="00101D39">
        <w:rPr>
          <w:spacing w:val="-2"/>
        </w:rPr>
        <w:t>43.2764318</w:t>
      </w:r>
    </w:p>
    <w:p w:rsidR="00F57F1D" w:rsidRDefault="00F57F1D" w:rsidP="00F57F1D">
      <w:pPr>
        <w:pStyle w:val="ISM"/>
      </w:pPr>
      <w:r>
        <w:tab/>
      </w:r>
      <w:r w:rsidR="00101D39">
        <w:tab/>
        <w:t>The period of deferral is 43.2764318</w:t>
      </w:r>
      <w:r>
        <w:t xml:space="preserve"> half years or </w:t>
      </w:r>
    </w:p>
    <w:p w:rsidR="00F57F1D" w:rsidRDefault="00101D39" w:rsidP="00F57F1D">
      <w:pPr>
        <w:pStyle w:val="ISM"/>
      </w:pPr>
      <w:r>
        <w:tab/>
      </w:r>
      <w:r>
        <w:tab/>
        <w:t>21 years and 8</w:t>
      </w:r>
      <w:r w:rsidR="00F57F1D">
        <w:t xml:space="preserve"> months (rounded to the nearest month.)</w:t>
      </w:r>
    </w:p>
    <w:p w:rsidR="00F57F1D" w:rsidRDefault="00F57F1D" w:rsidP="00F57F1D">
      <w:pPr>
        <w:pStyle w:val="ISM"/>
      </w:pPr>
      <w:r>
        <w:tab/>
      </w:r>
      <w:r>
        <w:tab/>
        <w:t xml:space="preserve">Since, the first withdrawal occurs 6 months after the </w:t>
      </w:r>
    </w:p>
    <w:p w:rsidR="00F57F1D" w:rsidRDefault="00F57F1D" w:rsidP="00F57F1D">
      <w:pPr>
        <w:pStyle w:val="ISM"/>
      </w:pPr>
      <w:r>
        <w:tab/>
      </w:r>
      <w:r>
        <w:tab/>
        <w:t>period of deferral,</w:t>
      </w:r>
      <w:r w:rsidRPr="00271B15">
        <w:t xml:space="preserve"> </w:t>
      </w:r>
      <w:r>
        <w:t>the $10,000 deposit must be made</w:t>
      </w:r>
    </w:p>
    <w:p w:rsidR="00F57F1D" w:rsidRDefault="00F57F1D" w:rsidP="00F57F1D">
      <w:pPr>
        <w:pStyle w:val="ISM"/>
        <w:spacing w:line="480" w:lineRule="auto"/>
      </w:pPr>
      <w:r>
        <w:tab/>
      </w:r>
      <w:r>
        <w:tab/>
      </w:r>
      <w:r w:rsidR="00101D39">
        <w:rPr>
          <w:u w:val="double"/>
        </w:rPr>
        <w:t>22 years and 2</w:t>
      </w:r>
      <w:r>
        <w:rPr>
          <w:u w:val="double"/>
        </w:rPr>
        <w:t xml:space="preserve"> months</w:t>
      </w:r>
      <w:r>
        <w:t xml:space="preserve"> before the first withdrawal.</w:t>
      </w:r>
    </w:p>
    <w:p w:rsidR="00151E2E" w:rsidRDefault="00151E2E" w:rsidP="00291BE3">
      <w:pPr>
        <w:pStyle w:val="ISM"/>
      </w:pPr>
    </w:p>
    <w:p w:rsidR="00291BE3" w:rsidRDefault="00291BE3" w:rsidP="00291BE3">
      <w:pPr>
        <w:pStyle w:val="ISM"/>
      </w:pPr>
      <w:r>
        <w:tab/>
        <w:t>23</w:t>
      </w:r>
      <w:r>
        <w:tab/>
        <w:t xml:space="preserve">The present value (on the purchase date) of the deferred annuity payments </w:t>
      </w:r>
    </w:p>
    <w:p w:rsidR="00291BE3" w:rsidRDefault="00291BE3" w:rsidP="00291BE3">
      <w:pPr>
        <w:pStyle w:val="ISM"/>
      </w:pPr>
      <w:r>
        <w:tab/>
      </w:r>
      <w:r>
        <w:tab/>
        <w:t>equals $85,000. Alternatively, at a focal date 9 years from now,</w:t>
      </w:r>
    </w:p>
    <w:p w:rsidR="00291BE3" w:rsidRDefault="00291BE3" w:rsidP="00291BE3">
      <w:pPr>
        <w:pStyle w:val="ISM"/>
      </w:pPr>
      <w:r>
        <w:tab/>
      </w:r>
      <w:r>
        <w:tab/>
      </w:r>
      <w:r>
        <w:tab/>
      </w:r>
      <w:r>
        <w:tab/>
      </w:r>
      <w:r>
        <w:rPr>
          <w:rFonts w:ascii="Times New Roman" w:hAnsi="Times New Roman"/>
          <w:i/>
        </w:rPr>
        <w:t>FV</w:t>
      </w:r>
      <w:r>
        <w:t xml:space="preserve"> of $85,000 = </w:t>
      </w:r>
      <w:r>
        <w:rPr>
          <w:rFonts w:ascii="Times New Roman" w:hAnsi="Times New Roman"/>
          <w:i/>
        </w:rPr>
        <w:t>PV</w:t>
      </w:r>
      <w:r>
        <w:t xml:space="preserve"> of ordinary annuity</w:t>
      </w:r>
    </w:p>
    <w:p w:rsidR="00291BE3" w:rsidRDefault="00291BE3" w:rsidP="00291BE3">
      <w:pPr>
        <w:pStyle w:val="ISMab"/>
      </w:pPr>
      <w:r>
        <w:tab/>
      </w:r>
      <w:r>
        <w:tab/>
        <w:t xml:space="preserve">For the </w:t>
      </w:r>
      <w:r>
        <w:rPr>
          <w:rFonts w:ascii="Times New Roman" w:hAnsi="Times New Roman"/>
          <w:i/>
        </w:rPr>
        <w:t>FV</w:t>
      </w:r>
      <w:r>
        <w:t xml:space="preserve"> calculation, </w:t>
      </w:r>
      <w:r>
        <w:rPr>
          <w:rFonts w:ascii="Times New Roman" w:hAnsi="Times New Roman"/>
          <w:i/>
        </w:rPr>
        <w:t>PV</w:t>
      </w:r>
      <w:r>
        <w:t xml:space="preserve"> = $85,000, </w:t>
      </w:r>
      <w:r>
        <w:rPr>
          <w:rFonts w:ascii="Times New Roman" w:hAnsi="Times New Roman"/>
          <w:i/>
        </w:rPr>
        <w:t>n</w:t>
      </w:r>
      <w:r>
        <w:t xml:space="preserve"> = 9, and </w:t>
      </w:r>
      <w:r>
        <w:rPr>
          <w:rFonts w:ascii="Times New Roman" w:hAnsi="Times New Roman"/>
          <w:i/>
        </w:rPr>
        <w:t>i</w:t>
      </w:r>
      <w:r>
        <w:t xml:space="preserve"> = 5.5%.</w:t>
      </w:r>
    </w:p>
    <w:p w:rsidR="00291BE3" w:rsidRDefault="00291BE3" w:rsidP="00291BE3">
      <w:pPr>
        <w:pStyle w:val="ISMab"/>
      </w:pPr>
      <w:r>
        <w:tab/>
      </w:r>
      <w:r>
        <w:tab/>
        <w:t xml:space="preserve">For the </w:t>
      </w:r>
      <w:r>
        <w:rPr>
          <w:rFonts w:ascii="Times New Roman" w:hAnsi="Times New Roman"/>
          <w:i/>
        </w:rPr>
        <w:t>PV</w:t>
      </w:r>
      <w:r>
        <w:t xml:space="preserve"> calculation, </w:t>
      </w:r>
      <w:r>
        <w:rPr>
          <w:rFonts w:ascii="Times New Roman" w:hAnsi="Times New Roman"/>
          <w:i/>
        </w:rPr>
        <w:t>n</w:t>
      </w:r>
      <w:r>
        <w:t xml:space="preserve"> = 2(20) = 40, </w:t>
      </w:r>
      <w:r>
        <w:rPr>
          <w:rFonts w:ascii="Times New Roman" w:hAnsi="Times New Roman"/>
          <w:i/>
        </w:rPr>
        <w:t>i</w:t>
      </w:r>
      <w:r>
        <w:t xml:space="preserve"> = 5.5%, </w:t>
      </w:r>
      <w:r>
        <w:rPr>
          <w:rFonts w:ascii="Times New Roman" w:hAnsi="Times New Roman"/>
          <w:i/>
        </w:rPr>
        <w:t>c</w:t>
      </w:r>
      <w:r>
        <w:t xml:space="preserve"> = </w:t>
      </w:r>
      <w:r w:rsidRPr="00197A7A">
        <w:rPr>
          <w:position w:val="-16"/>
        </w:rPr>
        <w:object w:dxaOrig="220" w:dyaOrig="420">
          <v:shape id="_x0000_i1080" type="#_x0000_t75" style="width:14.25pt;height:21.75pt" o:ole="" fillcolor="window">
            <v:imagedata r:id="rId122" o:title=""/>
          </v:shape>
          <o:OLEObject Type="Embed" ProgID="Equation.3" ShapeID="_x0000_i1080" DrawAspect="Content" ObjectID="_1654992396" r:id="rId123"/>
        </w:object>
      </w:r>
      <w:r>
        <w:t xml:space="preserve"> = 0.5, and</w:t>
      </w:r>
    </w:p>
    <w:p w:rsidR="00291BE3" w:rsidRDefault="00291BE3" w:rsidP="00291BE3">
      <w:pPr>
        <w:pStyle w:val="ISM"/>
      </w:pPr>
      <w:r>
        <w:tab/>
      </w:r>
      <w:r>
        <w:tab/>
      </w:r>
      <w:r>
        <w:tab/>
      </w:r>
      <w:r>
        <w:tab/>
      </w:r>
      <w:r w:rsidRPr="00197A7A">
        <w:rPr>
          <w:position w:val="-10"/>
        </w:rPr>
        <w:object w:dxaOrig="1420" w:dyaOrig="380">
          <v:shape id="_x0000_i1081" type="#_x0000_t75" style="width:1in;height:14.25pt" o:ole="" fillcolor="window">
            <v:imagedata r:id="rId124" o:title=""/>
          </v:shape>
          <o:OLEObject Type="Embed" ProgID="Equation.3" ShapeID="_x0000_i1081" DrawAspect="Content" ObjectID="_1654992397" r:id="rId125"/>
        </w:object>
      </w:r>
      <w:r>
        <w:t xml:space="preserve"> = </w:t>
      </w:r>
      <w:r w:rsidRPr="00197A7A">
        <w:rPr>
          <w:position w:val="-10"/>
        </w:rPr>
        <w:object w:dxaOrig="960" w:dyaOrig="380">
          <v:shape id="_x0000_i1082" type="#_x0000_t75" style="width:51.05pt;height:14.25pt" o:ole="" fillcolor="window">
            <v:imagedata r:id="rId126" o:title=""/>
          </v:shape>
          <o:OLEObject Type="Embed" ProgID="Equation.3" ShapeID="_x0000_i1082" DrawAspect="Content" ObjectID="_1654992398" r:id="rId127"/>
        </w:object>
      </w:r>
      <w:r>
        <w:t>– 1 = 0.027131929</w:t>
      </w:r>
    </w:p>
    <w:p w:rsidR="00291BE3" w:rsidRDefault="005F1E52" w:rsidP="00291BE3">
      <w:pPr>
        <w:pStyle w:val="ISM"/>
      </w:pPr>
      <w:r>
        <w:rPr>
          <w:noProof/>
          <w:lang w:val="en-US"/>
        </w:rPr>
        <w:pict>
          <v:shape id="AutoShape 770" o:spid="_x0000_s1049" type="#_x0000_t61" style="position:absolute;margin-left:215.05pt;margin-top:60.45pt;width:146.2pt;height:133.3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" adj="9131,-2649" fillcolor="#cff">
            <v:fill opacity="26214f"/>
            <v:textbox inset="3.6pt,,3.6pt">
              <w:txbxContent>
                <w:p w:rsidR="00F26F22" w:rsidRDefault="00F26F22" w:rsidP="00291BE3">
                  <w:pPr>
                    <w:spacing w:line="300" w:lineRule="exact"/>
                    <w:ind w:left="-90" w:right="42"/>
                    <w:jc w:val="right"/>
                  </w:pPr>
                  <w:r>
                    <w:t xml:space="preserve">Same </w:t>
                  </w:r>
                  <w:r w:rsidRPr="00F516C9">
                    <w:rPr>
                      <w:i/>
                    </w:rPr>
                    <w:t>I/Y</w:t>
                  </w:r>
                </w:p>
                <w:p w:rsidR="00F26F22" w:rsidRDefault="00F26F22" w:rsidP="00291BE3">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291BE3">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291BE3">
                  <w:pPr>
                    <w:spacing w:line="300" w:lineRule="exact"/>
                    <w:ind w:right="42"/>
                    <w:jc w:val="right"/>
                    <w:rPr>
                      <w:spacing w:val="-2"/>
                      <w:bdr w:val="single" w:sz="12" w:space="0" w:color="auto"/>
                      <w:shd w:val="clear" w:color="auto" w:fill="C0C0C0"/>
                    </w:rPr>
                  </w:pPr>
                  <w:r>
                    <w:t xml:space="preserve">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291BE3">
                  <w:pPr>
                    <w:spacing w:line="300" w:lineRule="exact"/>
                    <w:ind w:right="42"/>
                    <w:jc w:val="right"/>
                  </w:pPr>
                  <w:r>
                    <w:t xml:space="preserve">137,623.01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F26F22" w:rsidRDefault="00F26F22" w:rsidP="00291BE3">
                  <w:pPr>
                    <w:spacing w:line="300" w:lineRule="exact"/>
                    <w:ind w:right="42"/>
                    <w:jc w:val="right"/>
                  </w:pPr>
                  <w:r>
                    <w:t xml:space="preserve">0  </w:t>
                  </w:r>
                  <w:r>
                    <w:rPr>
                      <w:b/>
                      <w:spacing w:val="-2"/>
                      <w:bdr w:val="single" w:sz="12" w:space="0" w:color="auto"/>
                      <w:shd w:val="clear" w:color="auto" w:fill="C0C0C0"/>
                    </w:rPr>
                    <w:sym w:font="MT Extra" w:char="F020"/>
                  </w:r>
                  <w:r>
                    <w:rPr>
                      <w:b/>
                      <w:spacing w:val="-2"/>
                      <w:bdr w:val="single" w:sz="12" w:space="0" w:color="auto"/>
                      <w:shd w:val="clear" w:color="auto" w:fill="C0C0C0"/>
                    </w:rPr>
                    <w:t xml:space="preserve"> FV </w:t>
                  </w:r>
                  <w:r>
                    <w:rPr>
                      <w:b/>
                      <w:spacing w:val="-2"/>
                      <w:bdr w:val="single" w:sz="12" w:space="0" w:color="auto"/>
                      <w:shd w:val="clear" w:color="auto" w:fill="C0C0C0"/>
                    </w:rPr>
                    <w:sym w:font="MT Extra" w:char="F020"/>
                  </w:r>
                </w:p>
                <w:p w:rsidR="00F26F22" w:rsidRDefault="00F26F22" w:rsidP="00291BE3">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Pr="000E3959" w:rsidRDefault="00F26F22" w:rsidP="00291BE3">
                  <w:pPr>
                    <w:spacing w:line="320" w:lineRule="exact"/>
                    <w:ind w:right="43"/>
                    <w:jc w:val="right"/>
                  </w:pPr>
                  <w:r>
                    <w:rPr>
                      <w:i/>
                      <w:iCs/>
                    </w:rPr>
                    <w:t>Ans</w:t>
                  </w:r>
                  <w:r>
                    <w:t>: 5681.03</w:t>
                  </w:r>
                </w:p>
              </w:txbxContent>
            </v:textbox>
            <w10:wrap type="square"/>
          </v:shape>
        </w:pict>
      </w:r>
      <w:r>
        <w:rPr>
          <w:noProof/>
          <w:lang w:val="en-US"/>
        </w:rPr>
        <w:pict>
          <v:shape id="AutoShape 769" o:spid="_x0000_s1050" type="#_x0000_t61" style="position:absolute;margin-left:45.2pt;margin-top:60.45pt;width:131.2pt;height:131.1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" adj="16743,-3681" fillcolor="#cff">
            <v:fill opacity="25443f"/>
            <v:textbox inset="3.6pt,,3.6pt">
              <w:txbxContent>
                <w:p w:rsidR="00F26F22" w:rsidRDefault="00F26F22" w:rsidP="00291BE3">
                  <w:pPr>
                    <w:spacing w:line="300" w:lineRule="exact"/>
                    <w:ind w:right="42"/>
                    <w:jc w:val="right"/>
                  </w:pPr>
                  <w:r>
                    <w:t xml:space="preserve">5.5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291BE3">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Pr="00F516C9" w:rsidRDefault="00F26F22" w:rsidP="00291BE3">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 xml:space="preserve">/Y </w:t>
                  </w:r>
                  <w:r w:rsidRPr="006F3B25">
                    <w:rPr>
                      <w:iCs/>
                    </w:rPr>
                    <w:t xml:space="preserve">= </w:t>
                  </w:r>
                  <w:r>
                    <w:rPr>
                      <w:iCs/>
                    </w:rPr>
                    <w:t>1)</w:t>
                  </w:r>
                </w:p>
                <w:p w:rsidR="00F26F22" w:rsidRDefault="00F26F22" w:rsidP="00291BE3">
                  <w:pPr>
                    <w:spacing w:line="300" w:lineRule="exact"/>
                    <w:ind w:right="42"/>
                    <w:jc w:val="right"/>
                    <w:rPr>
                      <w:spacing w:val="-2"/>
                      <w:bdr w:val="single" w:sz="12" w:space="0" w:color="auto"/>
                      <w:shd w:val="clear" w:color="auto" w:fill="C0C0C0"/>
                    </w:rPr>
                  </w:pPr>
                  <w:r>
                    <w:t xml:space="preserve">9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291BE3">
                  <w:pPr>
                    <w:spacing w:line="300" w:lineRule="exact"/>
                    <w:ind w:right="42"/>
                    <w:jc w:val="right"/>
                  </w:pPr>
                  <w:r>
                    <w:t xml:space="preserve">85000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
                      <w:spacing w:val="-2"/>
                      <w:bdr w:val="single" w:sz="12" w:space="0" w:color="auto"/>
                      <w:shd w:val="clear" w:color="auto" w:fill="C0C0C0"/>
                    </w:rPr>
                    <w:sym w:font="MT Extra" w:char="F020"/>
                  </w:r>
                  <w:r>
                    <w:rPr>
                      <w:b/>
                      <w:spacing w:val="-2"/>
                      <w:bdr w:val="single" w:sz="12" w:space="0" w:color="auto"/>
                      <w:shd w:val="clear" w:color="auto" w:fill="C0C0C0"/>
                    </w:rPr>
                    <w:t xml:space="preserve"> PV </w:t>
                  </w:r>
                  <w:r>
                    <w:rPr>
                      <w:b/>
                      <w:spacing w:val="-2"/>
                      <w:bdr w:val="single" w:sz="12" w:space="0" w:color="auto"/>
                      <w:shd w:val="clear" w:color="auto" w:fill="C0C0C0"/>
                    </w:rPr>
                    <w:sym w:font="MT Extra" w:char="F020"/>
                  </w:r>
                </w:p>
                <w:p w:rsidR="00F26F22" w:rsidRDefault="00F26F22" w:rsidP="00291BE3">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291BE3">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291BE3">
                  <w:pPr>
                    <w:spacing w:line="320" w:lineRule="exact"/>
                    <w:ind w:right="43"/>
                    <w:jc w:val="right"/>
                  </w:pPr>
                  <w:r>
                    <w:rPr>
                      <w:i/>
                      <w:iCs/>
                    </w:rPr>
                    <w:t>Ans</w:t>
                  </w:r>
                  <w:r>
                    <w:t>: 137,623.01</w:t>
                  </w:r>
                </w:p>
              </w:txbxContent>
            </v:textbox>
            <w10:wrap type="square"/>
          </v:shape>
        </w:pict>
      </w:r>
      <w:r w:rsidR="00291BE3">
        <w:tab/>
      </w:r>
      <w:r w:rsidR="00291BE3">
        <w:tab/>
        <w:t>Hence,</w:t>
      </w:r>
      <w:r w:rsidR="00291BE3">
        <w:tab/>
      </w:r>
      <w:r w:rsidR="00291BE3">
        <w:tab/>
        <w:t>$85,000</w:t>
      </w:r>
      <w:r w:rsidR="00291BE3" w:rsidRPr="00197A7A">
        <w:rPr>
          <w:position w:val="-10"/>
        </w:rPr>
        <w:object w:dxaOrig="840" w:dyaOrig="380">
          <v:shape id="_x0000_i1083" type="#_x0000_t75" style="width:43.55pt;height:14.25pt" o:ole="" fillcolor="window">
            <v:imagedata r:id="rId128" o:title=""/>
          </v:shape>
          <o:OLEObject Type="Embed" ProgID="Equation.3" ShapeID="_x0000_i1083" DrawAspect="Content" ObjectID="_1654992399" r:id="rId129"/>
        </w:object>
      </w:r>
      <w:r w:rsidR="00291BE3">
        <w:t xml:space="preserve"> = </w:t>
      </w:r>
      <w:r w:rsidR="00291BE3">
        <w:rPr>
          <w:rFonts w:ascii="Times New Roman" w:hAnsi="Times New Roman"/>
          <w:i/>
        </w:rPr>
        <w:t xml:space="preserve">PMT </w:t>
      </w:r>
      <w:r w:rsidR="00291BE3" w:rsidRPr="00197A7A">
        <w:rPr>
          <w:position w:val="-32"/>
        </w:rPr>
        <w:object w:dxaOrig="2200" w:dyaOrig="740">
          <v:shape id="_x0000_i1084" type="#_x0000_t75" style="width:108pt;height:36pt" o:ole="" fillcolor="window">
            <v:imagedata r:id="rId130" o:title=""/>
          </v:shape>
          <o:OLEObject Type="Embed" ProgID="Equation.3" ShapeID="_x0000_i1084" DrawAspect="Content" ObjectID="_1654992400" r:id="rId131"/>
        </w:object>
      </w:r>
    </w:p>
    <w:p w:rsidR="00291BE3" w:rsidRDefault="00291BE3" w:rsidP="00291BE3"/>
    <w:p w:rsidR="00291BE3" w:rsidRDefault="00291BE3" w:rsidP="00291BE3">
      <w:pPr>
        <w:pStyle w:val="ISM"/>
      </w:pPr>
    </w:p>
    <w:p w:rsidR="00291BE3" w:rsidRDefault="00291BE3" w:rsidP="00291BE3">
      <w:pPr>
        <w:pStyle w:val="ISM"/>
      </w:pPr>
    </w:p>
    <w:p w:rsidR="00291BE3" w:rsidRDefault="00291BE3" w:rsidP="00291BE3">
      <w:pPr>
        <w:pStyle w:val="ISM"/>
      </w:pPr>
    </w:p>
    <w:p w:rsidR="00291BE3" w:rsidRDefault="00291BE3" w:rsidP="00291BE3">
      <w:pPr>
        <w:pStyle w:val="ISM"/>
      </w:pPr>
    </w:p>
    <w:p w:rsidR="00291BE3" w:rsidRDefault="00291BE3" w:rsidP="00291BE3">
      <w:pPr>
        <w:pStyle w:val="ISM"/>
      </w:pPr>
    </w:p>
    <w:p w:rsidR="00291BE3" w:rsidRDefault="00291BE3" w:rsidP="00291BE3">
      <w:pPr>
        <w:pStyle w:val="ISM"/>
      </w:pPr>
    </w:p>
    <w:p w:rsidR="00291BE3" w:rsidRDefault="00291BE3" w:rsidP="00291BE3">
      <w:pPr>
        <w:pStyle w:val="ISM"/>
      </w:pPr>
    </w:p>
    <w:p w:rsidR="00291BE3" w:rsidRDefault="00291BE3" w:rsidP="00291BE3">
      <w:pPr>
        <w:pStyle w:val="ISM"/>
      </w:pPr>
    </w:p>
    <w:p w:rsidR="00291BE3" w:rsidRDefault="00291BE3" w:rsidP="00291BE3">
      <w:pPr>
        <w:pStyle w:val="ISM"/>
      </w:pPr>
    </w:p>
    <w:p w:rsidR="00291BE3" w:rsidRDefault="00291BE3" w:rsidP="00291BE3">
      <w:pPr>
        <w:pStyle w:val="ISM"/>
      </w:pPr>
    </w:p>
    <w:p w:rsidR="00291BE3" w:rsidRDefault="00291BE3" w:rsidP="00291BE3">
      <w:pPr>
        <w:pStyle w:val="ISM"/>
        <w:spacing w:after="120"/>
      </w:pPr>
    </w:p>
    <w:p w:rsidR="001C67AE" w:rsidRDefault="00291BE3" w:rsidP="00291BE3">
      <w:pPr>
        <w:pStyle w:val="ISM"/>
      </w:pPr>
      <w:r>
        <w:tab/>
      </w:r>
      <w:r>
        <w:tab/>
      </w:r>
      <w:r>
        <w:tab/>
      </w:r>
      <w:r>
        <w:tab/>
      </w:r>
      <w:r>
        <w:tab/>
      </w:r>
    </w:p>
    <w:p w:rsidR="00291BE3" w:rsidRDefault="001C67AE" w:rsidP="00291BE3">
      <w:pPr>
        <w:pStyle w:val="ISM"/>
        <w:rPr>
          <w:u w:val="double"/>
        </w:rPr>
      </w:pPr>
      <w:r>
        <w:tab/>
      </w:r>
      <w:r>
        <w:tab/>
      </w:r>
      <w:r w:rsidR="00291BE3">
        <w:rPr>
          <w:rFonts w:ascii="Times New Roman" w:hAnsi="Times New Roman"/>
          <w:i/>
        </w:rPr>
        <w:t>PMT</w:t>
      </w:r>
      <w:r w:rsidR="00291BE3">
        <w:t xml:space="preserve"> = </w:t>
      </w:r>
      <w:r w:rsidR="00291BE3" w:rsidRPr="00197A7A">
        <w:rPr>
          <w:position w:val="-22"/>
        </w:rPr>
        <w:object w:dxaOrig="1320" w:dyaOrig="580">
          <v:shape id="_x0000_i1085" type="#_x0000_t75" style="width:65.3pt;height:28.45pt" o:ole="" fillcolor="window">
            <v:imagedata r:id="rId132" o:title=""/>
          </v:shape>
          <o:OLEObject Type="Embed" ProgID="Equation.3" ShapeID="_x0000_i1085" DrawAspect="Content" ObjectID="_1654992401" r:id="rId133"/>
        </w:object>
      </w:r>
      <w:r w:rsidR="00291BE3">
        <w:t xml:space="preserve"> = </w:t>
      </w:r>
      <w:r w:rsidR="00291BE3">
        <w:rPr>
          <w:u w:val="double"/>
        </w:rPr>
        <w:t>$5681.03</w:t>
      </w:r>
    </w:p>
    <w:p w:rsidR="00291BE3" w:rsidRDefault="00291BE3" w:rsidP="00291BE3">
      <w:pPr>
        <w:pStyle w:val="ISM"/>
        <w:spacing w:after="240"/>
      </w:pPr>
      <w:r>
        <w:tab/>
      </w:r>
      <w:r>
        <w:tab/>
        <w:t>The semiannual payments will be $5681.03.</w:t>
      </w:r>
    </w:p>
    <w:p w:rsidR="00151E2E" w:rsidRDefault="00151E2E">
      <w:r>
        <w:br w:type="page"/>
      </w:r>
    </w:p>
    <w:p w:rsidR="009648E7" w:rsidRDefault="009648E7" w:rsidP="009648E7">
      <w:pPr>
        <w:pStyle w:val="ISM"/>
        <w:spacing w:after="60"/>
        <w:ind w:left="547" w:hanging="547"/>
      </w:pPr>
      <w:r>
        <w:lastRenderedPageBreak/>
        <w:tab/>
        <w:t>25</w:t>
      </w:r>
      <w:r>
        <w:tab/>
        <w:t>The inheritance</w:t>
      </w:r>
      <w:r w:rsidR="0096159B">
        <w:t>’</w:t>
      </w:r>
      <w:r>
        <w:t>s current economic value is the present value of the deferred general annuity. Since the first quarterly payment is 4.5 years from now, the period of deferral is 4.25 years (if we wish to treat the payments as a deferred ordinary annuity).</w:t>
      </w:r>
    </w:p>
    <w:p w:rsidR="009648E7" w:rsidRDefault="005F1E52" w:rsidP="009648E7">
      <w:pPr>
        <w:pStyle w:val="ISM"/>
      </w:pPr>
      <w:r>
        <w:rPr>
          <w:noProof/>
          <w:lang w:val="en-US"/>
        </w:rPr>
        <w:pict>
          <v:shape id="AutoShape 778" o:spid="_x0000_s1051" type="#_x0000_t61" style="position:absolute;margin-left:340.55pt;margin-top:7.95pt;width:120.45pt;height:132.35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" adj="-4349,12705" fillcolor="#cff">
            <v:fill opacity="25443f"/>
            <v:textbox inset="3.6pt,,3.6pt">
              <w:txbxContent>
                <w:p w:rsidR="00F26F22" w:rsidRDefault="00F26F22" w:rsidP="009648E7">
                  <w:pPr>
                    <w:spacing w:line="300" w:lineRule="exact"/>
                    <w:ind w:right="42"/>
                    <w:jc w:val="right"/>
                  </w:pPr>
                  <w:r>
                    <w:t xml:space="preserve">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9648E7">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9648E7">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9648E7">
                  <w:pPr>
                    <w:spacing w:line="300" w:lineRule="exact"/>
                    <w:ind w:right="42"/>
                    <w:jc w:val="right"/>
                    <w:rPr>
                      <w:spacing w:val="-2"/>
                      <w:bdr w:val="single" w:sz="12" w:space="0" w:color="auto"/>
                      <w:shd w:val="clear" w:color="auto" w:fill="C0C0C0"/>
                    </w:rPr>
                  </w:pPr>
                  <w:r>
                    <w:t xml:space="preserve">80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9648E7">
                  <w:pPr>
                    <w:spacing w:line="300" w:lineRule="exact"/>
                    <w:ind w:right="42"/>
                    <w:jc w:val="right"/>
                  </w:pPr>
                  <w:r>
                    <w:t xml:space="preserve">2000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9648E7">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9648E7">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9648E7">
                  <w:pPr>
                    <w:spacing w:line="320" w:lineRule="exact"/>
                    <w:ind w:right="42"/>
                    <w:jc w:val="right"/>
                  </w:pPr>
                  <w:r>
                    <w:rPr>
                      <w:i/>
                      <w:iCs/>
                    </w:rPr>
                    <w:t>Ans</w:t>
                  </w:r>
                  <w:r>
                    <w:t xml:space="preserve">: </w:t>
                  </w:r>
                  <w:r>
                    <w:sym w:font="Symbol" w:char="F02D"/>
                  </w:r>
                  <w:r>
                    <w:rPr>
                      <w:spacing w:val="-2"/>
                    </w:rPr>
                    <w:t>92,590.13</w:t>
                  </w:r>
                </w:p>
                <w:p w:rsidR="00F26F22" w:rsidRDefault="00F26F22" w:rsidP="009648E7"/>
              </w:txbxContent>
            </v:textbox>
            <w10:wrap type="square"/>
          </v:shape>
        </w:pict>
      </w:r>
      <w:r w:rsidR="009648E7">
        <w:tab/>
      </w:r>
      <w:r w:rsidR="009648E7">
        <w:tab/>
        <w:t xml:space="preserve">Given: </w:t>
      </w:r>
      <w:r w:rsidR="009648E7">
        <w:rPr>
          <w:rFonts w:ascii="Times New Roman" w:hAnsi="Times New Roman"/>
          <w:i/>
        </w:rPr>
        <w:t>PMT</w:t>
      </w:r>
      <w:r w:rsidR="009648E7">
        <w:t xml:space="preserve"> = $2000, </w:t>
      </w:r>
      <w:r w:rsidR="009648E7">
        <w:rPr>
          <w:rFonts w:ascii="Times New Roman" w:hAnsi="Times New Roman"/>
          <w:i/>
        </w:rPr>
        <w:t xml:space="preserve">n </w:t>
      </w:r>
      <w:r w:rsidR="009648E7">
        <w:t xml:space="preserve">= 4(20) = 80, </w:t>
      </w:r>
    </w:p>
    <w:p w:rsidR="009648E7" w:rsidRDefault="009648E7" w:rsidP="009648E7">
      <w:pPr>
        <w:pStyle w:val="ISM"/>
        <w:ind w:left="1260"/>
      </w:pPr>
      <w:r>
        <w:rPr>
          <w:rFonts w:ascii="Times New Roman" w:hAnsi="Times New Roman"/>
          <w:i/>
        </w:rPr>
        <w:t>d</w:t>
      </w:r>
      <w:r>
        <w:t xml:space="preserve"> = 4(4.25) = 17, </w:t>
      </w:r>
      <w:r>
        <w:rPr>
          <w:rFonts w:ascii="Times New Roman" w:hAnsi="Times New Roman"/>
          <w:i/>
        </w:rPr>
        <w:t xml:space="preserve">i </w:t>
      </w:r>
      <w:r>
        <w:t xml:space="preserve">= </w:t>
      </w:r>
      <w:r w:rsidRPr="008203C9">
        <w:rPr>
          <w:position w:val="-14"/>
        </w:rPr>
        <w:object w:dxaOrig="340" w:dyaOrig="400">
          <v:shape id="_x0000_i1086" type="#_x0000_t75" style="width:21.75pt;height:21.75pt" o:ole="">
            <v:imagedata r:id="rId134" o:title=""/>
          </v:shape>
          <o:OLEObject Type="Embed" ProgID="Equation.3" ShapeID="_x0000_i1086" DrawAspect="Content" ObjectID="_1654992402" r:id="rId135"/>
        </w:object>
      </w:r>
      <w:r>
        <w:t xml:space="preserve"> = 0.5%, </w:t>
      </w:r>
      <w:r>
        <w:rPr>
          <w:rFonts w:ascii="Times New Roman" w:hAnsi="Times New Roman"/>
          <w:i/>
        </w:rPr>
        <w:t>c</w:t>
      </w:r>
      <w:r>
        <w:t xml:space="preserve"> = </w:t>
      </w:r>
      <w:r w:rsidRPr="008203C9">
        <w:rPr>
          <w:position w:val="-14"/>
        </w:rPr>
        <w:object w:dxaOrig="279" w:dyaOrig="380">
          <v:shape id="_x0000_i1087" type="#_x0000_t75" style="width:14.25pt;height:14.25pt" o:ole="">
            <v:imagedata r:id="rId136" o:title=""/>
          </v:shape>
          <o:OLEObject Type="Embed" ProgID="Equation.3" ShapeID="_x0000_i1087" DrawAspect="Content" ObjectID="_1654992403" r:id="rId137"/>
        </w:object>
      </w:r>
      <w:r>
        <w:t xml:space="preserve"> = 3</w:t>
      </w:r>
    </w:p>
    <w:p w:rsidR="009648E7" w:rsidRDefault="005F1E52" w:rsidP="009648E7">
      <w:r>
        <w:rPr>
          <w:noProof/>
          <w:sz w:val="20"/>
          <w:lang w:val="en-US"/>
        </w:rPr>
        <w:pict>
          <v:shape id="AutoShape 777" o:spid="_x0000_s1345" type="#_x0000_t88" style="position:absolute;margin-left:301.05pt;margin-top:1.35pt;width:10.15pt;height:104.4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"/>
        </w:pict>
      </w:r>
      <w:r w:rsidR="009648E7">
        <w:tab/>
      </w:r>
      <w:r w:rsidR="009648E7">
        <w:tab/>
      </w:r>
      <w:r w:rsidR="009648E7" w:rsidRPr="008203C9">
        <w:rPr>
          <w:position w:val="-10"/>
        </w:rPr>
        <w:object w:dxaOrig="1420" w:dyaOrig="380">
          <v:shape id="_x0000_i1088" type="#_x0000_t75" style="width:1in;height:14.25pt" o:ole="" fillcolor="window">
            <v:imagedata r:id="rId124" o:title=""/>
          </v:shape>
          <o:OLEObject Type="Embed" ProgID="Equation.3" ShapeID="_x0000_i1088" DrawAspect="Content" ObjectID="_1654992404" r:id="rId138"/>
        </w:object>
      </w:r>
      <w:r w:rsidR="009648E7">
        <w:t xml:space="preserve"> = </w:t>
      </w:r>
      <w:r w:rsidR="009648E7" w:rsidRPr="008203C9">
        <w:rPr>
          <w:position w:val="-10"/>
        </w:rPr>
        <w:object w:dxaOrig="840" w:dyaOrig="380">
          <v:shape id="_x0000_i1089" type="#_x0000_t75" style="width:43.55pt;height:14.25pt" o:ole="" fillcolor="window">
            <v:imagedata r:id="rId139" o:title=""/>
          </v:shape>
          <o:OLEObject Type="Embed" ProgID="Equation.3" ShapeID="_x0000_i1089" DrawAspect="Content" ObjectID="_1654992405" r:id="rId140"/>
        </w:object>
      </w:r>
      <w:r w:rsidR="009648E7">
        <w:t xml:space="preserve"> – 1 = 0.015075125</w:t>
      </w:r>
    </w:p>
    <w:p w:rsidR="009648E7" w:rsidRDefault="009648E7" w:rsidP="009648E7">
      <w:pPr>
        <w:pStyle w:val="ISM"/>
        <w:rPr>
          <w:spacing w:val="-2"/>
        </w:rPr>
      </w:pPr>
      <w:r>
        <w:tab/>
      </w:r>
      <w:r>
        <w:tab/>
      </w:r>
      <w:r>
        <w:rPr>
          <w:rFonts w:ascii="Times New Roman" w:hAnsi="Times New Roman"/>
          <w:i/>
        </w:rPr>
        <w:t>PV</w:t>
      </w:r>
      <w:r>
        <w:t>(4.25 yrs. from now) =</w:t>
      </w:r>
      <w:r w:rsidRPr="008203C9">
        <w:rPr>
          <w:spacing w:val="-2"/>
          <w:position w:val="-34"/>
        </w:rPr>
        <w:object w:dxaOrig="1980" w:dyaOrig="800">
          <v:shape id="_x0000_i1090" type="#_x0000_t75" style="width:100.45pt;height:43.55pt" o:ole="" fillcolor="window">
            <v:imagedata r:id="rId141" o:title=""/>
          </v:shape>
          <o:OLEObject Type="Embed" ProgID="Equation.3" ShapeID="_x0000_i1090" DrawAspect="Content" ObjectID="_1654992406" r:id="rId142"/>
        </w:object>
      </w:r>
    </w:p>
    <w:p w:rsidR="009648E7" w:rsidRDefault="009648E7" w:rsidP="009648E7">
      <w:pPr>
        <w:pStyle w:val="ISM"/>
        <w:ind w:left="2880"/>
        <w:rPr>
          <w:spacing w:val="-2"/>
        </w:rPr>
      </w:pPr>
      <w:r>
        <w:rPr>
          <w:spacing w:val="-2"/>
        </w:rPr>
        <w:t>= $2000</w:t>
      </w:r>
      <w:r w:rsidRPr="008203C9">
        <w:rPr>
          <w:spacing w:val="-2"/>
          <w:position w:val="-32"/>
        </w:rPr>
        <w:object w:dxaOrig="2240" w:dyaOrig="740">
          <v:shape id="_x0000_i1091" type="#_x0000_t75" style="width:115.55pt;height:36pt" o:ole="" fillcolor="window">
            <v:imagedata r:id="rId143" o:title=""/>
          </v:shape>
          <o:OLEObject Type="Embed" ProgID="Equation.3" ShapeID="_x0000_i1091" DrawAspect="Content" ObjectID="_1654992407" r:id="rId144"/>
        </w:object>
      </w:r>
    </w:p>
    <w:p w:rsidR="009648E7" w:rsidRDefault="009648E7" w:rsidP="009648E7">
      <w:pPr>
        <w:pStyle w:val="ISM"/>
        <w:spacing w:after="60"/>
        <w:ind w:left="2880"/>
        <w:rPr>
          <w:spacing w:val="-2"/>
        </w:rPr>
      </w:pPr>
      <w:r>
        <w:rPr>
          <w:spacing w:val="-2"/>
        </w:rPr>
        <w:t>= $92,590.13</w:t>
      </w:r>
    </w:p>
    <w:p w:rsidR="009648E7" w:rsidRDefault="005F1E52" w:rsidP="009648E7">
      <w:pPr>
        <w:pStyle w:val="ISM"/>
        <w:ind w:left="2880"/>
        <w:rPr>
          <w:spacing w:val="-2"/>
        </w:rPr>
      </w:pPr>
      <w:r>
        <w:rPr>
          <w:noProof/>
          <w:spacing w:val="-2"/>
          <w:sz w:val="20"/>
          <w:lang w:val="en-US"/>
        </w:rPr>
        <w:pict>
          <v:shape id="AutoShape 771" o:spid="_x0000_s1052" type="#_x0000_t61" style="position:absolute;left:0;text-align:left;margin-left:355.05pt;margin-top:2.45pt;width:115.15pt;height:102.2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" adj="-7369,8432" fillcolor="#cff">
            <v:fill opacity="32896f"/>
            <v:textbox inset="3.6pt,,3.6pt">
              <w:txbxContent>
                <w:p w:rsidR="00F26F22" w:rsidRPr="008A0ADB" w:rsidRDefault="00F26F22" w:rsidP="009648E7">
                  <w:pPr>
                    <w:spacing w:line="300" w:lineRule="exact"/>
                    <w:ind w:right="75"/>
                    <w:jc w:val="right"/>
                    <w:rPr>
                      <w:rFonts w:cs="Arial"/>
                      <w:i/>
                      <w:iCs/>
                    </w:rPr>
                  </w:pPr>
                  <w:r w:rsidRPr="008A0ADB">
                    <w:rPr>
                      <w:rFonts w:cs="Arial"/>
                    </w:rPr>
                    <w:t xml:space="preserve">Same </w:t>
                  </w:r>
                  <w:r w:rsidRPr="008A0ADB">
                    <w:rPr>
                      <w:rFonts w:cs="Arial"/>
                      <w:i/>
                      <w:iCs/>
                    </w:rPr>
                    <w:t>I/Y</w:t>
                  </w:r>
                  <w:r w:rsidRPr="008A0ADB">
                    <w:rPr>
                      <w:rFonts w:cs="Arial"/>
                    </w:rPr>
                    <w:t xml:space="preserve">, </w:t>
                  </w:r>
                  <w:r w:rsidRPr="008A0ADB">
                    <w:rPr>
                      <w:rFonts w:cs="Arial"/>
                      <w:i/>
                      <w:iCs/>
                    </w:rPr>
                    <w:t>P/Y, C/Y</w:t>
                  </w:r>
                </w:p>
                <w:p w:rsidR="00F26F22" w:rsidRPr="008A0ADB" w:rsidRDefault="00F26F22" w:rsidP="009648E7">
                  <w:pPr>
                    <w:spacing w:line="300" w:lineRule="exact"/>
                    <w:ind w:right="75"/>
                    <w:jc w:val="right"/>
                    <w:rPr>
                      <w:rFonts w:cs="Arial"/>
                      <w:spacing w:val="-2"/>
                      <w:bdr w:val="single" w:sz="12" w:space="0" w:color="auto"/>
                      <w:shd w:val="clear" w:color="auto" w:fill="C0C0C0"/>
                    </w:rPr>
                  </w:pPr>
                  <w:r w:rsidRPr="008A0ADB">
                    <w:rPr>
                      <w:rFonts w:cs="Arial"/>
                    </w:rPr>
                    <w:t xml:space="preserve">17  </w:t>
                  </w:r>
                  <w:r w:rsidRPr="008A0ADB">
                    <w:rPr>
                      <w:rFonts w:cs="Arial"/>
                      <w:spacing w:val="-2"/>
                      <w:sz w:val="18"/>
                      <w:bdr w:val="single" w:sz="12" w:space="0" w:color="auto"/>
                      <w:shd w:val="clear" w:color="auto" w:fill="C0C0C0"/>
                    </w:rPr>
                    <w:sym w:font="MT Extra" w:char="F020"/>
                  </w:r>
                  <w:r w:rsidRPr="008A0ADB">
                    <w:rPr>
                      <w:rFonts w:cs="Arial"/>
                      <w:spacing w:val="-2"/>
                      <w:sz w:val="20"/>
                      <w:bdr w:val="single" w:sz="12" w:space="0" w:color="auto"/>
                      <w:shd w:val="clear" w:color="auto" w:fill="C0C0C0"/>
                    </w:rPr>
                    <w:t xml:space="preserve">   </w:t>
                  </w:r>
                  <w:r w:rsidRPr="008A0ADB">
                    <w:rPr>
                      <w:rFonts w:cs="Arial"/>
                      <w:b/>
                      <w:spacing w:val="-2"/>
                      <w:bdr w:val="single" w:sz="12" w:space="0" w:color="auto"/>
                      <w:shd w:val="clear" w:color="auto" w:fill="C0C0C0"/>
                    </w:rPr>
                    <w:t>N</w:t>
                  </w:r>
                  <w:r w:rsidRPr="008A0ADB">
                    <w:rPr>
                      <w:rFonts w:cs="Arial"/>
                      <w:b/>
                      <w:spacing w:val="-2"/>
                      <w:sz w:val="20"/>
                      <w:bdr w:val="single" w:sz="12" w:space="0" w:color="auto"/>
                      <w:shd w:val="clear" w:color="auto" w:fill="C0C0C0"/>
                    </w:rPr>
                    <w:t xml:space="preserve"> </w:t>
                  </w:r>
                  <w:r w:rsidRPr="008A0ADB">
                    <w:rPr>
                      <w:rFonts w:cs="Arial"/>
                      <w:spacing w:val="-2"/>
                      <w:sz w:val="20"/>
                      <w:bdr w:val="single" w:sz="12" w:space="0" w:color="auto"/>
                      <w:shd w:val="clear" w:color="auto" w:fill="C0C0C0"/>
                    </w:rPr>
                    <w:t xml:space="preserve">  </w:t>
                  </w:r>
                  <w:r w:rsidRPr="008A0ADB">
                    <w:rPr>
                      <w:rFonts w:cs="Arial"/>
                      <w:spacing w:val="-2"/>
                      <w:bdr w:val="single" w:sz="12" w:space="0" w:color="auto"/>
                      <w:shd w:val="clear" w:color="auto" w:fill="C0C0C0"/>
                    </w:rPr>
                    <w:sym w:font="MT Extra" w:char="F020"/>
                  </w:r>
                </w:p>
                <w:p w:rsidR="00F26F22" w:rsidRPr="008A0ADB" w:rsidRDefault="00F26F22" w:rsidP="009648E7">
                  <w:pPr>
                    <w:spacing w:line="300" w:lineRule="exact"/>
                    <w:ind w:right="75"/>
                    <w:jc w:val="right"/>
                    <w:rPr>
                      <w:rFonts w:cs="Arial"/>
                    </w:rPr>
                  </w:pPr>
                  <w:r w:rsidRPr="008A0ADB">
                    <w:rPr>
                      <w:rFonts w:cs="Arial"/>
                    </w:rPr>
                    <w:t xml:space="preserve">0  </w:t>
                  </w:r>
                  <w:r w:rsidRPr="008A0ADB">
                    <w:rPr>
                      <w:rFonts w:cs="Arial"/>
                      <w:bdr w:val="single" w:sz="12" w:space="0" w:color="auto"/>
                      <w:shd w:val="clear" w:color="auto" w:fill="C0C0C0"/>
                    </w:rPr>
                    <w:sym w:font="MT Extra" w:char="F020"/>
                  </w:r>
                  <w:r w:rsidRPr="008A0ADB">
                    <w:rPr>
                      <w:rFonts w:cs="Arial"/>
                      <w:b/>
                      <w:bdr w:val="single" w:sz="12" w:space="0" w:color="auto"/>
                      <w:shd w:val="clear" w:color="auto" w:fill="C0C0C0"/>
                    </w:rPr>
                    <w:t>PMT</w:t>
                  </w:r>
                  <w:r w:rsidRPr="008A0ADB">
                    <w:rPr>
                      <w:rFonts w:cs="Arial"/>
                      <w:bdr w:val="single" w:sz="12" w:space="0" w:color="auto"/>
                      <w:shd w:val="clear" w:color="auto" w:fill="C0C0C0"/>
                    </w:rPr>
                    <w:sym w:font="MT Extra" w:char="F020"/>
                  </w:r>
                </w:p>
                <w:p w:rsidR="00F26F22" w:rsidRPr="008A0ADB" w:rsidRDefault="00F26F22" w:rsidP="009648E7">
                  <w:pPr>
                    <w:spacing w:line="300" w:lineRule="exact"/>
                    <w:ind w:right="75"/>
                    <w:jc w:val="right"/>
                    <w:rPr>
                      <w:rFonts w:cs="Arial"/>
                    </w:rPr>
                  </w:pPr>
                  <w:r w:rsidRPr="008A0ADB">
                    <w:rPr>
                      <w:rFonts w:cs="Arial"/>
                      <w:spacing w:val="-2"/>
                    </w:rPr>
                    <w:t>92590.1</w:t>
                  </w:r>
                  <w:r>
                    <w:rPr>
                      <w:rFonts w:cs="Arial"/>
                      <w:spacing w:val="-2"/>
                    </w:rPr>
                    <w:t>3</w:t>
                  </w:r>
                  <w:r w:rsidRPr="008A0ADB">
                    <w:rPr>
                      <w:rFonts w:cs="Arial"/>
                    </w:rPr>
                    <w:t xml:space="preserve">  </w:t>
                  </w:r>
                  <w:r w:rsidRPr="008A0ADB">
                    <w:rPr>
                      <w:rFonts w:cs="Arial"/>
                      <w:b/>
                      <w:spacing w:val="-2"/>
                      <w:bdr w:val="single" w:sz="12" w:space="0" w:color="auto"/>
                      <w:shd w:val="clear" w:color="auto" w:fill="C0C0C0"/>
                    </w:rPr>
                    <w:sym w:font="MT Extra" w:char="F020"/>
                  </w:r>
                  <w:r w:rsidRPr="008A0ADB">
                    <w:rPr>
                      <w:rFonts w:cs="Arial"/>
                      <w:bCs/>
                      <w:spacing w:val="-2"/>
                      <w:sz w:val="16"/>
                      <w:bdr w:val="single" w:sz="12" w:space="0" w:color="auto"/>
                      <w:shd w:val="clear" w:color="auto" w:fill="C0C0C0"/>
                    </w:rPr>
                    <w:t xml:space="preserve">  </w:t>
                  </w:r>
                  <w:r w:rsidRPr="008A0ADB">
                    <w:rPr>
                      <w:rFonts w:cs="Arial"/>
                      <w:b/>
                      <w:spacing w:val="-2"/>
                      <w:bdr w:val="single" w:sz="12" w:space="0" w:color="auto"/>
                      <w:shd w:val="clear" w:color="auto" w:fill="C0C0C0"/>
                    </w:rPr>
                    <w:t>FV</w:t>
                  </w:r>
                  <w:r w:rsidRPr="008A0ADB">
                    <w:rPr>
                      <w:rFonts w:cs="Arial"/>
                      <w:bCs/>
                      <w:spacing w:val="-2"/>
                      <w:sz w:val="16"/>
                      <w:bdr w:val="single" w:sz="12" w:space="0" w:color="auto"/>
                      <w:shd w:val="clear" w:color="auto" w:fill="C0C0C0"/>
                    </w:rPr>
                    <w:t xml:space="preserve">  </w:t>
                  </w:r>
                  <w:r w:rsidRPr="008A0ADB">
                    <w:rPr>
                      <w:rFonts w:cs="Arial"/>
                      <w:b/>
                      <w:spacing w:val="-2"/>
                      <w:bdr w:val="single" w:sz="12" w:space="0" w:color="auto"/>
                      <w:shd w:val="clear" w:color="auto" w:fill="C0C0C0"/>
                    </w:rPr>
                    <w:sym w:font="MT Extra" w:char="F020"/>
                  </w:r>
                </w:p>
                <w:p w:rsidR="00F26F22" w:rsidRPr="008A0ADB" w:rsidRDefault="00F26F22" w:rsidP="009648E7">
                  <w:pPr>
                    <w:spacing w:line="300" w:lineRule="exact"/>
                    <w:ind w:right="75"/>
                    <w:jc w:val="right"/>
                    <w:rPr>
                      <w:rFonts w:cs="Arial"/>
                    </w:rPr>
                  </w:pPr>
                  <w:r w:rsidRPr="008A0ADB">
                    <w:rPr>
                      <w:rFonts w:cs="Arial"/>
                    </w:rPr>
                    <w:t xml:space="preserve">  </w:t>
                  </w:r>
                  <w:r w:rsidRPr="008A0ADB">
                    <w:rPr>
                      <w:rFonts w:cs="Arial"/>
                      <w:bdr w:val="single" w:sz="12" w:space="0" w:color="auto"/>
                      <w:shd w:val="clear" w:color="auto" w:fill="C0C0C0"/>
                    </w:rPr>
                    <w:sym w:font="MT Extra" w:char="F020"/>
                  </w:r>
                  <w:r w:rsidRPr="008A0ADB">
                    <w:rPr>
                      <w:rFonts w:cs="Arial"/>
                      <w:b/>
                      <w:bdr w:val="single" w:sz="12" w:space="0" w:color="auto"/>
                      <w:shd w:val="clear" w:color="auto" w:fill="C0C0C0"/>
                    </w:rPr>
                    <w:t>CPT</w:t>
                  </w:r>
                  <w:r w:rsidRPr="008A0ADB">
                    <w:rPr>
                      <w:rFonts w:cs="Arial"/>
                      <w:bdr w:val="single" w:sz="12" w:space="0" w:color="auto"/>
                      <w:shd w:val="clear" w:color="auto" w:fill="C0C0C0"/>
                    </w:rPr>
                    <w:sym w:font="MT Extra" w:char="F020"/>
                  </w:r>
                  <w:r w:rsidRPr="008A0ADB">
                    <w:rPr>
                      <w:rFonts w:cs="Arial"/>
                    </w:rPr>
                    <w:t xml:space="preserve"> </w:t>
                  </w:r>
                  <w:r w:rsidRPr="008A0ADB">
                    <w:rPr>
                      <w:rFonts w:cs="Arial"/>
                      <w:b/>
                      <w:bCs/>
                      <w:spacing w:val="-2"/>
                      <w:bdr w:val="single" w:sz="12" w:space="0" w:color="auto"/>
                      <w:shd w:val="clear" w:color="auto" w:fill="C0C0C0"/>
                    </w:rPr>
                    <w:sym w:font="MT Extra" w:char="F020"/>
                  </w:r>
                  <w:r w:rsidRPr="008A0ADB">
                    <w:rPr>
                      <w:rFonts w:cs="Arial"/>
                      <w:spacing w:val="-2"/>
                      <w:sz w:val="16"/>
                      <w:bdr w:val="single" w:sz="12" w:space="0" w:color="auto"/>
                      <w:shd w:val="clear" w:color="auto" w:fill="C0C0C0"/>
                    </w:rPr>
                    <w:t xml:space="preserve">  </w:t>
                  </w:r>
                  <w:r w:rsidRPr="008A0ADB">
                    <w:rPr>
                      <w:rFonts w:cs="Arial"/>
                      <w:b/>
                      <w:bCs/>
                      <w:iCs/>
                      <w:spacing w:val="-2"/>
                      <w:bdr w:val="single" w:sz="12" w:space="0" w:color="auto"/>
                      <w:shd w:val="clear" w:color="auto" w:fill="C0C0C0"/>
                    </w:rPr>
                    <w:t>PV</w:t>
                  </w:r>
                  <w:r w:rsidRPr="008A0ADB">
                    <w:rPr>
                      <w:rFonts w:cs="Arial"/>
                      <w:iCs/>
                      <w:spacing w:val="-2"/>
                      <w:sz w:val="16"/>
                      <w:bdr w:val="single" w:sz="12" w:space="0" w:color="auto"/>
                      <w:shd w:val="clear" w:color="auto" w:fill="C0C0C0"/>
                    </w:rPr>
                    <w:t xml:space="preserve"> </w:t>
                  </w:r>
                  <w:r w:rsidRPr="008A0ADB">
                    <w:rPr>
                      <w:rFonts w:cs="Arial"/>
                      <w:spacing w:val="-2"/>
                      <w:sz w:val="16"/>
                      <w:bdr w:val="single" w:sz="12" w:space="0" w:color="auto"/>
                      <w:shd w:val="clear" w:color="auto" w:fill="C0C0C0"/>
                    </w:rPr>
                    <w:t xml:space="preserve"> </w:t>
                  </w:r>
                  <w:r w:rsidRPr="008A0ADB">
                    <w:rPr>
                      <w:rFonts w:cs="Arial"/>
                      <w:b/>
                      <w:bCs/>
                      <w:spacing w:val="-2"/>
                      <w:bdr w:val="single" w:sz="12" w:space="0" w:color="auto"/>
                      <w:shd w:val="clear" w:color="auto" w:fill="C0C0C0"/>
                    </w:rPr>
                    <w:sym w:font="MT Extra" w:char="F020"/>
                  </w:r>
                </w:p>
                <w:p w:rsidR="00F26F22" w:rsidRPr="008A0ADB" w:rsidRDefault="00F26F22" w:rsidP="009648E7">
                  <w:pPr>
                    <w:pStyle w:val="Mainfirst"/>
                    <w:spacing w:line="320" w:lineRule="exact"/>
                    <w:ind w:right="75"/>
                    <w:jc w:val="right"/>
                    <w:rPr>
                      <w:rFonts w:cs="Arial"/>
                      <w:lang w:val="en-CA"/>
                    </w:rPr>
                  </w:pPr>
                  <w:r w:rsidRPr="008A0ADB">
                    <w:rPr>
                      <w:rFonts w:cs="Arial"/>
                      <w:i/>
                      <w:iCs/>
                      <w:lang w:val="en-CA"/>
                    </w:rPr>
                    <w:t>Ans</w:t>
                  </w:r>
                  <w:r w:rsidRPr="008A0ADB">
                    <w:rPr>
                      <w:rFonts w:cs="Arial"/>
                      <w:lang w:val="en-CA"/>
                    </w:rPr>
                    <w:t xml:space="preserve">: </w:t>
                  </w:r>
                  <w:r w:rsidRPr="008A0ADB">
                    <w:rPr>
                      <w:rFonts w:cs="Arial"/>
                      <w:lang w:val="en-CA"/>
                    </w:rPr>
                    <w:sym w:font="Symbol" w:char="F02D"/>
                  </w:r>
                  <w:r w:rsidRPr="008A0ADB">
                    <w:rPr>
                      <w:rFonts w:cs="Arial"/>
                      <w:spacing w:val="-2"/>
                    </w:rPr>
                    <w:t>71,795.22</w:t>
                  </w:r>
                </w:p>
              </w:txbxContent>
            </v:textbox>
            <w10:wrap type="square"/>
          </v:shape>
        </w:pict>
      </w:r>
    </w:p>
    <w:p w:rsidR="009648E7" w:rsidRDefault="005F1E52" w:rsidP="009648E7">
      <w:pPr>
        <w:pStyle w:val="ISM"/>
        <w:rPr>
          <w:spacing w:val="-2"/>
        </w:rPr>
      </w:pPr>
      <w:r>
        <w:rPr>
          <w:noProof/>
          <w:spacing w:val="-2"/>
          <w:sz w:val="20"/>
          <w:lang w:val="en-US"/>
        </w:rPr>
        <w:pict>
          <v:shape id="AutoShape 772" o:spid="_x0000_s1340" type="#_x0000_t88" style="position:absolute;margin-left:244.95pt;margin-top:7.8pt;width:11.6pt;height:46.4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"/>
        </w:pict>
      </w:r>
      <w:r w:rsidR="009648E7">
        <w:rPr>
          <w:spacing w:val="-2"/>
        </w:rPr>
        <w:tab/>
      </w:r>
      <w:r w:rsidR="001A5934">
        <w:rPr>
          <w:spacing w:val="-2"/>
        </w:rPr>
        <w:tab/>
        <w:t xml:space="preserve"> </w:t>
      </w:r>
      <w:r w:rsidR="009648E7">
        <w:rPr>
          <w:rFonts w:ascii="Times New Roman" w:hAnsi="Times New Roman"/>
          <w:i/>
          <w:spacing w:val="-2"/>
        </w:rPr>
        <w:t>PV</w:t>
      </w:r>
      <w:r w:rsidR="009648E7">
        <w:rPr>
          <w:spacing w:val="-2"/>
        </w:rPr>
        <w:t xml:space="preserve">(today) = </w:t>
      </w:r>
      <w:r w:rsidR="009648E7" w:rsidRPr="008203C9">
        <w:rPr>
          <w:spacing w:val="-2"/>
          <w:position w:val="-10"/>
        </w:rPr>
        <w:object w:dxaOrig="1120" w:dyaOrig="380">
          <v:shape id="_x0000_i1092" type="#_x0000_t75" style="width:57.75pt;height:14.25pt" o:ole="" fillcolor="window">
            <v:imagedata r:id="rId145" o:title=""/>
          </v:shape>
          <o:OLEObject Type="Embed" ProgID="Equation.3" ShapeID="_x0000_i1092" DrawAspect="Content" ObjectID="_1654992408" r:id="rId146"/>
        </w:object>
      </w:r>
      <w:r w:rsidR="009648E7">
        <w:rPr>
          <w:spacing w:val="-2"/>
        </w:rPr>
        <w:t xml:space="preserve"> </w:t>
      </w:r>
    </w:p>
    <w:p w:rsidR="009648E7" w:rsidRDefault="009648E7" w:rsidP="009648E7">
      <w:pPr>
        <w:pStyle w:val="ISM"/>
        <w:ind w:left="1440"/>
        <w:rPr>
          <w:spacing w:val="-2"/>
        </w:rPr>
      </w:pPr>
      <w:r>
        <w:rPr>
          <w:spacing w:val="-2"/>
        </w:rPr>
        <w:t xml:space="preserve">  = $92,590.13</w:t>
      </w:r>
      <w:r w:rsidR="0096159B" w:rsidRPr="0096159B">
        <w:rPr>
          <w:spacing w:val="-2"/>
          <w:position w:val="-14"/>
        </w:rPr>
        <w:object w:dxaOrig="1740" w:dyaOrig="420">
          <v:shape id="_x0000_i1230" type="#_x0000_t75" style="width:87.05pt;height:20.95pt" o:ole="" o:preferrelative="f" fillcolor="window">
            <v:imagedata r:id="rId147" o:title=""/>
            <o:lock v:ext="edit" aspectratio="f"/>
          </v:shape>
          <o:OLEObject Type="Embed" ProgID="Equation.DSMT4" ShapeID="_x0000_i1230" DrawAspect="Content" ObjectID="_1654992409" r:id="rId148"/>
        </w:object>
      </w:r>
      <w:r>
        <w:rPr>
          <w:spacing w:val="-2"/>
        </w:rPr>
        <w:t xml:space="preserve"> </w:t>
      </w:r>
    </w:p>
    <w:p w:rsidR="009648E7" w:rsidRDefault="009648E7" w:rsidP="009648E7">
      <w:pPr>
        <w:pStyle w:val="ISM"/>
        <w:ind w:left="1440"/>
        <w:rPr>
          <w:spacing w:val="-2"/>
        </w:rPr>
      </w:pPr>
      <w:r>
        <w:rPr>
          <w:spacing w:val="-2"/>
        </w:rPr>
        <w:t xml:space="preserve">  = </w:t>
      </w:r>
      <w:r>
        <w:rPr>
          <w:spacing w:val="-2"/>
          <w:u w:val="double"/>
        </w:rPr>
        <w:t>$71,795</w:t>
      </w:r>
      <w:r>
        <w:rPr>
          <w:spacing w:val="-2"/>
        </w:rPr>
        <w:t xml:space="preserve"> (to the nearest dollar)</w:t>
      </w:r>
    </w:p>
    <w:p w:rsidR="009648E7" w:rsidRDefault="009648E7" w:rsidP="009648E7">
      <w:pPr>
        <w:pStyle w:val="ISM"/>
        <w:rPr>
          <w:u w:val="double"/>
        </w:rPr>
      </w:pPr>
    </w:p>
    <w:p w:rsidR="009648E7" w:rsidRDefault="009648E7" w:rsidP="009648E7">
      <w:pPr>
        <w:pStyle w:val="ISM"/>
        <w:rPr>
          <w:u w:val="double"/>
        </w:rPr>
      </w:pPr>
    </w:p>
    <w:p w:rsidR="00151E2E" w:rsidRDefault="00151E2E" w:rsidP="009648E7">
      <w:pPr>
        <w:pStyle w:val="ISM"/>
        <w:rPr>
          <w:u w:val="double"/>
        </w:rPr>
      </w:pPr>
    </w:p>
    <w:p w:rsidR="00151E2E" w:rsidRDefault="00151E2E" w:rsidP="009648E7">
      <w:pPr>
        <w:pStyle w:val="ISM"/>
        <w:spacing w:after="120"/>
        <w:rPr>
          <w:spacing w:val="-2"/>
        </w:rPr>
      </w:pPr>
    </w:p>
    <w:p w:rsidR="009648E7" w:rsidRDefault="005F1E52" w:rsidP="009648E7">
      <w:pPr>
        <w:pStyle w:val="ISM"/>
      </w:pPr>
      <w:r>
        <w:rPr>
          <w:noProof/>
          <w:lang w:val="en-US"/>
        </w:rPr>
        <w:pict>
          <v:shape id="AutoShape 776" o:spid="_x0000_s1053" type="#_x0000_t61" style="position:absolute;margin-left:331.15pt;margin-top:6.4pt;width:131.2pt;height:133.75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" adj="-4593,12960" fillcolor="#cff">
            <v:fill opacity="25443f"/>
            <v:textbox inset="3.6pt,,3.6pt">
              <w:txbxContent>
                <w:p w:rsidR="00F26F22" w:rsidRDefault="00F26F22" w:rsidP="009648E7">
                  <w:pPr>
                    <w:spacing w:line="300" w:lineRule="exact"/>
                    <w:ind w:right="42"/>
                    <w:jc w:val="right"/>
                  </w:pPr>
                  <w:r>
                    <w:t xml:space="preserve">7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9648E7">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9648E7">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9648E7">
                  <w:pPr>
                    <w:spacing w:line="300" w:lineRule="exact"/>
                    <w:ind w:right="42"/>
                    <w:jc w:val="right"/>
                    <w:rPr>
                      <w:spacing w:val="-2"/>
                      <w:bdr w:val="single" w:sz="12" w:space="0" w:color="auto"/>
                      <w:shd w:val="clear" w:color="auto" w:fill="C0C0C0"/>
                    </w:rPr>
                  </w:pPr>
                  <w:r>
                    <w:t xml:space="preserve">150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9648E7">
                  <w:pPr>
                    <w:spacing w:line="300" w:lineRule="exact"/>
                    <w:ind w:right="42"/>
                    <w:jc w:val="right"/>
                  </w:pPr>
                  <w:r>
                    <w:t xml:space="preserve">356.83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9648E7">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9648E7">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9648E7">
                  <w:pPr>
                    <w:spacing w:line="320" w:lineRule="exact"/>
                    <w:ind w:right="42"/>
                    <w:jc w:val="right"/>
                  </w:pPr>
                  <w:r>
                    <w:rPr>
                      <w:i/>
                      <w:iCs/>
                    </w:rPr>
                    <w:t>Ans</w:t>
                  </w:r>
                  <w:r>
                    <w:t>: –35,683.49</w:t>
                  </w:r>
                </w:p>
              </w:txbxContent>
            </v:textbox>
            <w10:wrap type="square"/>
          </v:shape>
        </w:pict>
      </w:r>
      <w:r w:rsidR="009648E7">
        <w:tab/>
        <w:t>27</w:t>
      </w:r>
      <w:r w:rsidR="009648E7">
        <w:tab/>
        <w:t xml:space="preserve">Given: </w:t>
      </w:r>
      <w:r w:rsidR="009648E7">
        <w:rPr>
          <w:rFonts w:ascii="Times New Roman" w:hAnsi="Times New Roman"/>
          <w:i/>
        </w:rPr>
        <w:t>PMT</w:t>
      </w:r>
      <w:r w:rsidR="009648E7">
        <w:t xml:space="preserve"> = $356.83; </w:t>
      </w:r>
      <w:r w:rsidR="009648E7">
        <w:rPr>
          <w:rFonts w:ascii="Times New Roman" w:hAnsi="Times New Roman"/>
          <w:i/>
        </w:rPr>
        <w:t xml:space="preserve">i </w:t>
      </w:r>
      <w:r w:rsidR="009648E7">
        <w:t xml:space="preserve">= </w:t>
      </w:r>
      <w:r w:rsidR="009648E7" w:rsidRPr="008203C9">
        <w:rPr>
          <w:position w:val="-16"/>
        </w:rPr>
        <w:object w:dxaOrig="380" w:dyaOrig="440">
          <v:shape id="_x0000_i1093" type="#_x0000_t75" style="width:14.25pt;height:21.75pt" o:ole="" fillcolor="window">
            <v:imagedata r:id="rId149" o:title=""/>
          </v:shape>
          <o:OLEObject Type="Embed" ProgID="Equation.3" ShapeID="_x0000_i1093" DrawAspect="Content" ObjectID="_1654992410" r:id="rId150"/>
        </w:object>
      </w:r>
      <w:r w:rsidR="009648E7">
        <w:t xml:space="preserve"> = 1.75%; </w:t>
      </w:r>
      <w:r w:rsidR="009648E7">
        <w:rPr>
          <w:rFonts w:ascii="Times New Roman" w:hAnsi="Times New Roman"/>
          <w:i/>
        </w:rPr>
        <w:t>c</w:t>
      </w:r>
      <w:r w:rsidR="009648E7">
        <w:t xml:space="preserve"> = </w:t>
      </w:r>
      <w:r w:rsidR="009648E7" w:rsidRPr="008203C9">
        <w:rPr>
          <w:position w:val="-14"/>
        </w:rPr>
        <w:object w:dxaOrig="780" w:dyaOrig="400">
          <v:shape id="_x0000_i1094" type="#_x0000_t75" style="width:43.55pt;height:21.75pt" o:ole="">
            <v:imagedata r:id="rId151" o:title=""/>
          </v:shape>
          <o:OLEObject Type="Embed" ProgID="Equation.3" ShapeID="_x0000_i1094" DrawAspect="Content" ObjectID="_1654992411" r:id="rId152"/>
        </w:object>
      </w:r>
      <w:r w:rsidR="009648E7">
        <w:t>;</w:t>
      </w:r>
    </w:p>
    <w:p w:rsidR="009648E7" w:rsidRDefault="009648E7" w:rsidP="009648E7">
      <w:pPr>
        <w:pStyle w:val="ISM"/>
        <w:ind w:left="1170"/>
      </w:pPr>
      <w:r>
        <w:rPr>
          <w:rFonts w:ascii="Times New Roman" w:hAnsi="Times New Roman"/>
          <w:i/>
        </w:rPr>
        <w:t xml:space="preserve"> n</w:t>
      </w:r>
      <w:r>
        <w:t xml:space="preserve"> = 12(12.5) = 150; </w:t>
      </w:r>
      <w:r>
        <w:rPr>
          <w:rFonts w:ascii="Times New Roman" w:hAnsi="Times New Roman"/>
          <w:i/>
        </w:rPr>
        <w:t>PV</w:t>
      </w:r>
      <w:r>
        <w:t xml:space="preserve"> = $30,000</w:t>
      </w:r>
    </w:p>
    <w:p w:rsidR="009648E7" w:rsidRDefault="005F1E52" w:rsidP="009648E7">
      <w:pPr>
        <w:pStyle w:val="ISM"/>
      </w:pPr>
      <w:r>
        <w:rPr>
          <w:noProof/>
          <w:sz w:val="20"/>
          <w:lang w:val="en-US"/>
        </w:rPr>
        <w:pict>
          <v:shape id="AutoShape 773" o:spid="_x0000_s1327" type="#_x0000_t88" style="position:absolute;margin-left:288.15pt;margin-top:6.1pt;width:8.7pt;height:88.7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"/>
        </w:pict>
      </w:r>
      <w:r w:rsidR="009648E7">
        <w:tab/>
      </w:r>
      <w:r w:rsidR="009648E7">
        <w:tab/>
      </w:r>
      <w:r w:rsidR="009648E7">
        <w:tab/>
      </w:r>
      <w:r w:rsidR="009648E7" w:rsidRPr="008203C9">
        <w:rPr>
          <w:spacing w:val="-2"/>
          <w:position w:val="-10"/>
        </w:rPr>
        <w:object w:dxaOrig="1420" w:dyaOrig="380">
          <v:shape id="_x0000_i1095" type="#_x0000_t75" style="width:1in;height:14.25pt" o:ole="" fillcolor="window">
            <v:imagedata r:id="rId34" o:title=""/>
          </v:shape>
          <o:OLEObject Type="Embed" ProgID="Equation.3" ShapeID="_x0000_i1095" DrawAspect="Content" ObjectID="_1654992412" r:id="rId153"/>
        </w:object>
      </w:r>
      <w:r w:rsidR="009648E7">
        <w:rPr>
          <w:spacing w:val="-2"/>
        </w:rPr>
        <w:t xml:space="preserve"> </w:t>
      </w:r>
      <w:r w:rsidR="009648E7">
        <w:t xml:space="preserve">= </w:t>
      </w:r>
      <w:r w:rsidR="009648E7" w:rsidRPr="008203C9">
        <w:rPr>
          <w:position w:val="-10"/>
        </w:rPr>
        <w:object w:dxaOrig="1140" w:dyaOrig="420">
          <v:shape id="_x0000_i1096" type="#_x0000_t75" style="width:57.75pt;height:21.75pt" o:ole="" fillcolor="window">
            <v:imagedata r:id="rId154" o:title=""/>
          </v:shape>
          <o:OLEObject Type="Embed" ProgID="Equation.3" ShapeID="_x0000_i1096" DrawAspect="Content" ObjectID="_1654992413" r:id="rId155"/>
        </w:object>
      </w:r>
      <w:r w:rsidR="009648E7">
        <w:t>– 1 = 0.005799633</w:t>
      </w:r>
    </w:p>
    <w:p w:rsidR="009648E7" w:rsidRDefault="009648E7" w:rsidP="009648E7">
      <w:pPr>
        <w:pStyle w:val="ISM"/>
      </w:pPr>
      <w:r>
        <w:tab/>
      </w:r>
      <w:r>
        <w:tab/>
        <w:t>At a focal date at the end of the period of deferral,</w:t>
      </w:r>
    </w:p>
    <w:p w:rsidR="009648E7" w:rsidRDefault="009648E7" w:rsidP="009648E7">
      <w:pPr>
        <w:pStyle w:val="ISM"/>
      </w:pPr>
      <w:r>
        <w:tab/>
      </w:r>
      <w:r>
        <w:tab/>
      </w:r>
      <w:r>
        <w:tab/>
        <w:t xml:space="preserve">    </w:t>
      </w:r>
      <w:r>
        <w:rPr>
          <w:rFonts w:ascii="Times New Roman" w:hAnsi="Times New Roman"/>
          <w:i/>
        </w:rPr>
        <w:t>FV</w:t>
      </w:r>
      <w:r>
        <w:t xml:space="preserve"> of $30,000 loan = </w:t>
      </w:r>
      <w:r>
        <w:rPr>
          <w:rFonts w:ascii="Times New Roman" w:hAnsi="Times New Roman"/>
          <w:i/>
        </w:rPr>
        <w:t>PV</w:t>
      </w:r>
      <w:r>
        <w:t xml:space="preserve"> of loan payments</w:t>
      </w:r>
    </w:p>
    <w:p w:rsidR="009648E7" w:rsidRDefault="009648E7" w:rsidP="009648E7">
      <w:pPr>
        <w:pStyle w:val="ISM"/>
      </w:pPr>
      <w:r>
        <w:tab/>
      </w:r>
      <w:r>
        <w:tab/>
        <w:t>Right hand side = $356.83</w:t>
      </w:r>
      <w:r w:rsidR="006A4C59" w:rsidRPr="006A4C59">
        <w:rPr>
          <w:position w:val="-32"/>
        </w:rPr>
        <w:object w:dxaOrig="2120" w:dyaOrig="740">
          <v:shape id="_x0000_i1097" type="#_x0000_t75" style="width:108pt;height:36pt" o:ole="" fillcolor="window">
            <v:imagedata r:id="rId156" o:title=""/>
          </v:shape>
          <o:OLEObject Type="Embed" ProgID="Equation.3" ShapeID="_x0000_i1097" DrawAspect="Content" ObjectID="_1654992414" r:id="rId157"/>
        </w:object>
      </w:r>
    </w:p>
    <w:p w:rsidR="009648E7" w:rsidRDefault="009648E7" w:rsidP="009648E7">
      <w:pPr>
        <w:pStyle w:val="ISM"/>
        <w:ind w:firstLine="2160"/>
      </w:pPr>
      <w:r>
        <w:t>= $35,683.49</w:t>
      </w:r>
    </w:p>
    <w:p w:rsidR="00620351" w:rsidRDefault="00620351" w:rsidP="009648E7">
      <w:pPr>
        <w:pStyle w:val="ISM"/>
        <w:ind w:firstLine="2160"/>
      </w:pPr>
    </w:p>
    <w:p w:rsidR="00620351" w:rsidRDefault="00620351" w:rsidP="009648E7">
      <w:pPr>
        <w:pStyle w:val="ISM"/>
        <w:ind w:firstLine="2160"/>
      </w:pPr>
    </w:p>
    <w:p w:rsidR="00620351" w:rsidRDefault="00620351" w:rsidP="009648E7">
      <w:pPr>
        <w:pStyle w:val="ISM"/>
        <w:ind w:firstLine="2160"/>
      </w:pPr>
    </w:p>
    <w:p w:rsidR="00620351" w:rsidRDefault="00620351" w:rsidP="009648E7">
      <w:pPr>
        <w:pStyle w:val="ISM"/>
        <w:ind w:firstLine="2160"/>
      </w:pPr>
    </w:p>
    <w:p w:rsidR="00620351" w:rsidRDefault="00620351" w:rsidP="009648E7">
      <w:pPr>
        <w:pStyle w:val="ISM"/>
        <w:ind w:firstLine="2160"/>
      </w:pPr>
    </w:p>
    <w:p w:rsidR="00620351" w:rsidRDefault="00620351" w:rsidP="009648E7">
      <w:pPr>
        <w:pStyle w:val="ISM"/>
        <w:ind w:firstLine="2160"/>
      </w:pPr>
    </w:p>
    <w:p w:rsidR="009648E7" w:rsidRDefault="005F1E52" w:rsidP="009648E7">
      <w:pPr>
        <w:pStyle w:val="ISM"/>
      </w:pPr>
      <w:r>
        <w:rPr>
          <w:noProof/>
          <w:sz w:val="20"/>
          <w:lang w:val="en-US"/>
        </w:rPr>
        <w:pict>
          <v:shape id="AutoShape 774" o:spid="_x0000_s1054" type="#_x0000_t61" style="position:absolute;margin-left:346.05pt;margin-top:17.55pt;width:131.1pt;height:100.9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" adj="-5064,13900" fillcolor="#cff">
            <v:fill opacity="32896f"/>
            <v:textbox inset="3.6pt,,3.6pt">
              <w:txbxContent>
                <w:p w:rsidR="00F26F22" w:rsidRPr="00B410CF" w:rsidRDefault="00F26F22" w:rsidP="009648E7">
                  <w:pPr>
                    <w:spacing w:line="300" w:lineRule="exact"/>
                    <w:ind w:right="90"/>
                    <w:jc w:val="right"/>
                    <w:rPr>
                      <w:rFonts w:cs="Arial"/>
                      <w:i/>
                      <w:iCs/>
                    </w:rPr>
                  </w:pPr>
                  <w:r w:rsidRPr="00B410CF">
                    <w:rPr>
                      <w:rFonts w:cs="Arial"/>
                    </w:rPr>
                    <w:t xml:space="preserve">Same </w:t>
                  </w:r>
                  <w:r w:rsidRPr="00B410CF">
                    <w:rPr>
                      <w:rFonts w:cs="Arial"/>
                      <w:i/>
                      <w:iCs/>
                    </w:rPr>
                    <w:t>I/Y</w:t>
                  </w:r>
                  <w:r w:rsidRPr="00B410CF">
                    <w:rPr>
                      <w:rFonts w:cs="Arial"/>
                    </w:rPr>
                    <w:t xml:space="preserve">, </w:t>
                  </w:r>
                  <w:r w:rsidRPr="00B410CF">
                    <w:rPr>
                      <w:rFonts w:cs="Arial"/>
                      <w:i/>
                      <w:iCs/>
                    </w:rPr>
                    <w:t>P/Y, C/Y</w:t>
                  </w:r>
                </w:p>
                <w:p w:rsidR="00F26F22" w:rsidRPr="00B410CF" w:rsidRDefault="00F26F22" w:rsidP="009648E7">
                  <w:pPr>
                    <w:spacing w:line="300" w:lineRule="exact"/>
                    <w:ind w:right="90"/>
                    <w:jc w:val="right"/>
                    <w:rPr>
                      <w:rFonts w:cs="Arial"/>
                    </w:rPr>
                  </w:pPr>
                  <w:r w:rsidRPr="00B410CF">
                    <w:rPr>
                      <w:rFonts w:cs="Arial"/>
                    </w:rPr>
                    <w:t xml:space="preserve">30000  </w:t>
                  </w:r>
                  <w:r w:rsidRPr="00B410CF">
                    <w:rPr>
                      <w:rFonts w:cs="Arial"/>
                      <w:b/>
                      <w:bCs/>
                      <w:bdr w:val="single" w:sz="12" w:space="0" w:color="auto"/>
                      <w:shd w:val="clear" w:color="auto" w:fill="C0C0C0"/>
                    </w:rPr>
                    <w:sym w:font="MT Extra" w:char="F020"/>
                  </w:r>
                  <w:r w:rsidRPr="00B410CF">
                    <w:rPr>
                      <w:rFonts w:cs="Arial"/>
                      <w:b/>
                      <w:bCs/>
                      <w:bdr w:val="single" w:sz="12" w:space="0" w:color="auto"/>
                      <w:shd w:val="clear" w:color="auto" w:fill="C0C0C0"/>
                    </w:rPr>
                    <w:t>+ /</w:t>
                  </w:r>
                  <w:r w:rsidRPr="00B410CF">
                    <w:rPr>
                      <w:rFonts w:cs="Arial"/>
                      <w:bdr w:val="single" w:sz="12" w:space="0" w:color="auto"/>
                      <w:shd w:val="clear" w:color="auto" w:fill="C0C0C0"/>
                    </w:rPr>
                    <w:t xml:space="preserve"> </w:t>
                  </w:r>
                  <w:r w:rsidRPr="00B410CF">
                    <w:rPr>
                      <w:rFonts w:cs="Arial"/>
                      <w:b/>
                      <w:bdr w:val="single" w:sz="12" w:space="0" w:color="auto"/>
                      <w:shd w:val="clear" w:color="auto" w:fill="C0C0C0"/>
                    </w:rPr>
                    <w:t>–</w:t>
                  </w:r>
                  <w:r w:rsidRPr="00B410CF">
                    <w:rPr>
                      <w:rFonts w:cs="Arial"/>
                      <w:bdr w:val="single" w:sz="12" w:space="0" w:color="auto"/>
                      <w:shd w:val="clear" w:color="auto" w:fill="C0C0C0"/>
                    </w:rPr>
                    <w:sym w:font="MT Extra" w:char="F020"/>
                  </w:r>
                  <w:r w:rsidRPr="00B410CF">
                    <w:rPr>
                      <w:rFonts w:cs="Arial"/>
                    </w:rPr>
                    <w:t xml:space="preserve">  </w:t>
                  </w:r>
                  <w:r w:rsidRPr="00B410CF">
                    <w:rPr>
                      <w:rFonts w:cs="Arial"/>
                      <w:b/>
                      <w:spacing w:val="-2"/>
                      <w:bdr w:val="single" w:sz="12" w:space="0" w:color="auto"/>
                      <w:shd w:val="clear" w:color="auto" w:fill="C0C0C0"/>
                    </w:rPr>
                    <w:sym w:font="MT Extra" w:char="F020"/>
                  </w:r>
                  <w:r w:rsidRPr="00B410CF">
                    <w:rPr>
                      <w:rFonts w:cs="Arial"/>
                      <w:bCs/>
                      <w:spacing w:val="-2"/>
                      <w:sz w:val="16"/>
                      <w:bdr w:val="single" w:sz="12" w:space="0" w:color="auto"/>
                      <w:shd w:val="clear" w:color="auto" w:fill="C0C0C0"/>
                    </w:rPr>
                    <w:t xml:space="preserve">  </w:t>
                  </w:r>
                  <w:r w:rsidRPr="00B410CF">
                    <w:rPr>
                      <w:rFonts w:cs="Arial"/>
                      <w:b/>
                      <w:spacing w:val="-2"/>
                      <w:bdr w:val="single" w:sz="12" w:space="0" w:color="auto"/>
                      <w:shd w:val="clear" w:color="auto" w:fill="C0C0C0"/>
                    </w:rPr>
                    <w:t>PV</w:t>
                  </w:r>
                  <w:r w:rsidRPr="00B410CF">
                    <w:rPr>
                      <w:rFonts w:cs="Arial"/>
                      <w:bCs/>
                      <w:spacing w:val="-2"/>
                      <w:sz w:val="16"/>
                      <w:bdr w:val="single" w:sz="12" w:space="0" w:color="auto"/>
                      <w:shd w:val="clear" w:color="auto" w:fill="C0C0C0"/>
                    </w:rPr>
                    <w:t xml:space="preserve">  </w:t>
                  </w:r>
                  <w:r w:rsidRPr="00B410CF">
                    <w:rPr>
                      <w:rFonts w:cs="Arial"/>
                      <w:b/>
                      <w:spacing w:val="-2"/>
                      <w:bdr w:val="single" w:sz="12" w:space="0" w:color="auto"/>
                      <w:shd w:val="clear" w:color="auto" w:fill="C0C0C0"/>
                    </w:rPr>
                    <w:sym w:font="MT Extra" w:char="F020"/>
                  </w:r>
                </w:p>
                <w:p w:rsidR="00F26F22" w:rsidRPr="00B410CF" w:rsidRDefault="00F26F22" w:rsidP="009648E7">
                  <w:pPr>
                    <w:spacing w:line="300" w:lineRule="exact"/>
                    <w:ind w:right="90"/>
                    <w:jc w:val="right"/>
                    <w:rPr>
                      <w:rFonts w:cs="Arial"/>
                    </w:rPr>
                  </w:pPr>
                  <w:r w:rsidRPr="00B410CF">
                    <w:rPr>
                      <w:rFonts w:cs="Arial"/>
                    </w:rPr>
                    <w:t xml:space="preserve">0  </w:t>
                  </w:r>
                  <w:r w:rsidRPr="00B410CF">
                    <w:rPr>
                      <w:rFonts w:cs="Arial"/>
                      <w:bdr w:val="single" w:sz="12" w:space="0" w:color="auto"/>
                      <w:shd w:val="clear" w:color="auto" w:fill="C0C0C0"/>
                    </w:rPr>
                    <w:sym w:font="MT Extra" w:char="F020"/>
                  </w:r>
                  <w:r w:rsidRPr="00B410CF">
                    <w:rPr>
                      <w:rFonts w:cs="Arial"/>
                      <w:b/>
                      <w:bdr w:val="single" w:sz="12" w:space="0" w:color="auto"/>
                      <w:shd w:val="clear" w:color="auto" w:fill="C0C0C0"/>
                    </w:rPr>
                    <w:t>PMT</w:t>
                  </w:r>
                  <w:r w:rsidRPr="00B410CF">
                    <w:rPr>
                      <w:rFonts w:cs="Arial"/>
                      <w:bdr w:val="single" w:sz="12" w:space="0" w:color="auto"/>
                      <w:shd w:val="clear" w:color="auto" w:fill="C0C0C0"/>
                    </w:rPr>
                    <w:sym w:font="MT Extra" w:char="F020"/>
                  </w:r>
                </w:p>
                <w:p w:rsidR="00F26F22" w:rsidRPr="00B410CF" w:rsidRDefault="00F26F22" w:rsidP="009648E7">
                  <w:pPr>
                    <w:spacing w:line="300" w:lineRule="exact"/>
                    <w:ind w:right="90"/>
                    <w:jc w:val="right"/>
                    <w:rPr>
                      <w:rFonts w:cs="Arial"/>
                      <w:spacing w:val="-2"/>
                      <w:bdr w:val="single" w:sz="12" w:space="0" w:color="auto"/>
                      <w:shd w:val="clear" w:color="auto" w:fill="C0C0C0"/>
                    </w:rPr>
                  </w:pPr>
                  <w:r w:rsidRPr="00B410CF">
                    <w:rPr>
                      <w:rFonts w:cs="Arial"/>
                    </w:rPr>
                    <w:t xml:space="preserve">35683.49  </w:t>
                  </w:r>
                  <w:r w:rsidRPr="00B410CF">
                    <w:rPr>
                      <w:rFonts w:cs="Arial"/>
                      <w:spacing w:val="-2"/>
                      <w:sz w:val="18"/>
                      <w:bdr w:val="single" w:sz="12" w:space="0" w:color="auto"/>
                      <w:shd w:val="clear" w:color="auto" w:fill="C0C0C0"/>
                    </w:rPr>
                    <w:sym w:font="MT Extra" w:char="F020"/>
                  </w:r>
                  <w:r w:rsidRPr="00621293">
                    <w:rPr>
                      <w:rFonts w:cs="Arial"/>
                      <w:spacing w:val="-2"/>
                      <w:sz w:val="16"/>
                      <w:szCs w:val="16"/>
                      <w:bdr w:val="single" w:sz="12" w:space="0" w:color="auto"/>
                      <w:shd w:val="clear" w:color="auto" w:fill="C0C0C0"/>
                    </w:rPr>
                    <w:t xml:space="preserve">  </w:t>
                  </w:r>
                  <w:r w:rsidRPr="00B410CF">
                    <w:rPr>
                      <w:rFonts w:cs="Arial"/>
                      <w:b/>
                      <w:spacing w:val="-2"/>
                      <w:bdr w:val="single" w:sz="12" w:space="0" w:color="auto"/>
                      <w:shd w:val="clear" w:color="auto" w:fill="C0C0C0"/>
                    </w:rPr>
                    <w:t>FV</w:t>
                  </w:r>
                  <w:r w:rsidRPr="00621293">
                    <w:rPr>
                      <w:rFonts w:cs="Arial"/>
                      <w:spacing w:val="-2"/>
                      <w:sz w:val="16"/>
                      <w:szCs w:val="16"/>
                      <w:bdr w:val="single" w:sz="12" w:space="0" w:color="auto"/>
                      <w:shd w:val="clear" w:color="auto" w:fill="C0C0C0"/>
                    </w:rPr>
                    <w:t xml:space="preserve">  </w:t>
                  </w:r>
                  <w:r w:rsidRPr="00B410CF">
                    <w:rPr>
                      <w:rFonts w:cs="Arial"/>
                      <w:spacing w:val="-2"/>
                      <w:bdr w:val="single" w:sz="12" w:space="0" w:color="auto"/>
                      <w:shd w:val="clear" w:color="auto" w:fill="C0C0C0"/>
                    </w:rPr>
                    <w:sym w:font="MT Extra" w:char="F020"/>
                  </w:r>
                </w:p>
                <w:p w:rsidR="00F26F22" w:rsidRPr="00B410CF" w:rsidRDefault="00F26F22" w:rsidP="009648E7">
                  <w:pPr>
                    <w:spacing w:line="300" w:lineRule="exact"/>
                    <w:ind w:right="90"/>
                    <w:jc w:val="right"/>
                    <w:rPr>
                      <w:rFonts w:cs="Arial"/>
                    </w:rPr>
                  </w:pPr>
                  <w:r w:rsidRPr="00B410CF">
                    <w:rPr>
                      <w:rFonts w:cs="Arial"/>
                    </w:rPr>
                    <w:t xml:space="preserve">  </w:t>
                  </w:r>
                  <w:r w:rsidRPr="00B410CF">
                    <w:rPr>
                      <w:rFonts w:cs="Arial"/>
                      <w:bdr w:val="single" w:sz="12" w:space="0" w:color="auto"/>
                      <w:shd w:val="clear" w:color="auto" w:fill="C0C0C0"/>
                    </w:rPr>
                    <w:sym w:font="MT Extra" w:char="F020"/>
                  </w:r>
                  <w:r w:rsidRPr="00B410CF">
                    <w:rPr>
                      <w:rFonts w:cs="Arial"/>
                      <w:b/>
                      <w:bdr w:val="single" w:sz="12" w:space="0" w:color="auto"/>
                      <w:shd w:val="clear" w:color="auto" w:fill="C0C0C0"/>
                    </w:rPr>
                    <w:t>CPT</w:t>
                  </w:r>
                  <w:r w:rsidRPr="00B410CF">
                    <w:rPr>
                      <w:rFonts w:cs="Arial"/>
                      <w:bdr w:val="single" w:sz="12" w:space="0" w:color="auto"/>
                      <w:shd w:val="clear" w:color="auto" w:fill="C0C0C0"/>
                    </w:rPr>
                    <w:sym w:font="MT Extra" w:char="F020"/>
                  </w:r>
                  <w:r w:rsidRPr="00B410CF">
                    <w:rPr>
                      <w:rFonts w:cs="Arial"/>
                    </w:rPr>
                    <w:t xml:space="preserve"> </w:t>
                  </w:r>
                  <w:r w:rsidRPr="00B410CF">
                    <w:rPr>
                      <w:rFonts w:cs="Arial"/>
                      <w:b/>
                      <w:bCs/>
                      <w:spacing w:val="-2"/>
                      <w:bdr w:val="single" w:sz="12" w:space="0" w:color="auto"/>
                      <w:shd w:val="clear" w:color="auto" w:fill="C0C0C0"/>
                    </w:rPr>
                    <w:sym w:font="MT Extra" w:char="F020"/>
                  </w:r>
                  <w:r w:rsidRPr="00B410CF">
                    <w:rPr>
                      <w:rFonts w:cs="Arial"/>
                      <w:spacing w:val="-2"/>
                      <w:sz w:val="16"/>
                      <w:bdr w:val="single" w:sz="12" w:space="0" w:color="auto"/>
                      <w:shd w:val="clear" w:color="auto" w:fill="C0C0C0"/>
                    </w:rPr>
                    <w:t xml:space="preserve">   </w:t>
                  </w:r>
                  <w:r w:rsidRPr="00B410CF">
                    <w:rPr>
                      <w:rFonts w:cs="Arial"/>
                      <w:b/>
                      <w:bCs/>
                      <w:iCs/>
                      <w:spacing w:val="-2"/>
                      <w:bdr w:val="single" w:sz="12" w:space="0" w:color="auto"/>
                      <w:shd w:val="clear" w:color="auto" w:fill="C0C0C0"/>
                    </w:rPr>
                    <w:t>N</w:t>
                  </w:r>
                  <w:r w:rsidRPr="00621293">
                    <w:rPr>
                      <w:rFonts w:cs="Arial"/>
                      <w:bCs/>
                      <w:iCs/>
                      <w:spacing w:val="-2"/>
                      <w:sz w:val="16"/>
                      <w:szCs w:val="16"/>
                      <w:bdr w:val="single" w:sz="12" w:space="0" w:color="auto"/>
                      <w:shd w:val="clear" w:color="auto" w:fill="C0C0C0"/>
                    </w:rPr>
                    <w:t xml:space="preserve"> </w:t>
                  </w:r>
                  <w:r w:rsidRPr="00621293">
                    <w:rPr>
                      <w:rFonts w:cs="Arial"/>
                      <w:iCs/>
                      <w:spacing w:val="-2"/>
                      <w:sz w:val="16"/>
                      <w:szCs w:val="16"/>
                      <w:bdr w:val="single" w:sz="12" w:space="0" w:color="auto"/>
                      <w:shd w:val="clear" w:color="auto" w:fill="C0C0C0"/>
                    </w:rPr>
                    <w:t xml:space="preserve"> </w:t>
                  </w:r>
                  <w:r w:rsidRPr="00B410CF">
                    <w:rPr>
                      <w:rFonts w:cs="Arial"/>
                      <w:spacing w:val="-2"/>
                      <w:sz w:val="16"/>
                      <w:bdr w:val="single" w:sz="12" w:space="0" w:color="auto"/>
                      <w:shd w:val="clear" w:color="auto" w:fill="C0C0C0"/>
                    </w:rPr>
                    <w:t xml:space="preserve"> </w:t>
                  </w:r>
                  <w:r w:rsidRPr="00B410CF">
                    <w:rPr>
                      <w:rFonts w:cs="Arial"/>
                      <w:b/>
                      <w:bCs/>
                      <w:spacing w:val="-2"/>
                      <w:bdr w:val="single" w:sz="12" w:space="0" w:color="auto"/>
                      <w:shd w:val="clear" w:color="auto" w:fill="C0C0C0"/>
                    </w:rPr>
                    <w:sym w:font="MT Extra" w:char="F020"/>
                  </w:r>
                </w:p>
                <w:p w:rsidR="00F26F22" w:rsidRPr="00B410CF" w:rsidRDefault="00F26F22" w:rsidP="009648E7">
                  <w:pPr>
                    <w:pStyle w:val="Mainfirst"/>
                    <w:spacing w:line="320" w:lineRule="exact"/>
                    <w:ind w:right="90"/>
                    <w:jc w:val="right"/>
                    <w:rPr>
                      <w:rFonts w:cs="Arial"/>
                      <w:lang w:val="en-CA"/>
                    </w:rPr>
                  </w:pPr>
                  <w:r w:rsidRPr="00B410CF">
                    <w:rPr>
                      <w:rFonts w:cs="Arial"/>
                      <w:i/>
                      <w:iCs/>
                      <w:lang w:val="en-CA"/>
                    </w:rPr>
                    <w:t>Ans</w:t>
                  </w:r>
                  <w:r w:rsidRPr="00B410CF">
                    <w:rPr>
                      <w:rFonts w:cs="Arial"/>
                      <w:lang w:val="en-CA"/>
                    </w:rPr>
                    <w:t>:  30.00</w:t>
                  </w:r>
                </w:p>
              </w:txbxContent>
            </v:textbox>
            <w10:wrap type="square"/>
          </v:shape>
        </w:pict>
      </w:r>
      <w:r w:rsidR="009648E7">
        <w:tab/>
      </w:r>
      <w:r w:rsidR="009648E7">
        <w:tab/>
        <w:t>Left hand side = $30,000</w:t>
      </w:r>
      <w:r w:rsidR="009648E7" w:rsidRPr="00991AA8">
        <w:rPr>
          <w:position w:val="-10"/>
        </w:rPr>
        <w:object w:dxaOrig="1680" w:dyaOrig="380">
          <v:shape id="_x0000_i1098" type="#_x0000_t75" style="width:86.25pt;height:14.25pt" o:ole="" fillcolor="window">
            <v:imagedata r:id="rId158" o:title=""/>
          </v:shape>
          <o:OLEObject Type="Embed" ProgID="Equation.3" ShapeID="_x0000_i1098" DrawAspect="Content" ObjectID="_1654992415" r:id="rId159"/>
        </w:object>
      </w:r>
    </w:p>
    <w:p w:rsidR="009648E7" w:rsidRDefault="009648E7" w:rsidP="009648E7">
      <w:pPr>
        <w:pStyle w:val="ISM"/>
      </w:pPr>
      <w:r>
        <w:tab/>
      </w:r>
      <w:r>
        <w:tab/>
        <w:t xml:space="preserve">Hence, </w:t>
      </w:r>
      <w:r>
        <w:tab/>
        <w:t>$30,000</w:t>
      </w:r>
      <w:r w:rsidRPr="008203C9">
        <w:rPr>
          <w:position w:val="-10"/>
        </w:rPr>
        <w:object w:dxaOrig="1740" w:dyaOrig="380">
          <v:shape id="_x0000_i1099" type="#_x0000_t75" style="width:86.25pt;height:14.25pt" o:ole="" fillcolor="window">
            <v:imagedata r:id="rId160" o:title=""/>
          </v:shape>
          <o:OLEObject Type="Embed" ProgID="Equation.3" ShapeID="_x0000_i1099" DrawAspect="Content" ObjectID="_1654992416" r:id="rId161"/>
        </w:object>
      </w:r>
      <w:r>
        <w:t xml:space="preserve"> = $35,683.49</w:t>
      </w:r>
    </w:p>
    <w:p w:rsidR="009648E7" w:rsidRDefault="009648E7" w:rsidP="009648E7">
      <w:pPr>
        <w:pStyle w:val="ISM"/>
      </w:pPr>
      <w:r>
        <w:tab/>
      </w:r>
      <w:r>
        <w:tab/>
        <w:t>Using formula (</w:t>
      </w:r>
      <w:r w:rsidR="00C33B8D">
        <w:t>10</w:t>
      </w:r>
      <w:r>
        <w:t xml:space="preserve">-2) to calculate </w:t>
      </w:r>
      <w:r>
        <w:rPr>
          <w:rFonts w:ascii="Times New Roman" w:hAnsi="Times New Roman"/>
          <w:i/>
        </w:rPr>
        <w:t>d</w:t>
      </w:r>
      <w:r>
        <w:t>,</w:t>
      </w:r>
    </w:p>
    <w:p w:rsidR="009648E7" w:rsidRDefault="005F1E52" w:rsidP="009648E7">
      <w:pPr>
        <w:pStyle w:val="ISM"/>
      </w:pPr>
      <w:r>
        <w:rPr>
          <w:noProof/>
          <w:sz w:val="20"/>
          <w:lang w:val="en-US"/>
        </w:rPr>
        <w:pict>
          <v:shape id="AutoShape 775" o:spid="_x0000_s1321" type="#_x0000_t88" style="position:absolute;margin-left:255.1pt;margin-top:2.9pt;width:8.7pt;height:44.95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"/>
        </w:pict>
      </w:r>
      <w:r w:rsidR="009648E7">
        <w:tab/>
      </w:r>
      <w:r w:rsidR="009648E7">
        <w:tab/>
      </w:r>
      <w:r w:rsidR="009648E7">
        <w:tab/>
      </w:r>
      <w:r w:rsidR="009648E7" w:rsidRPr="008203C9">
        <w:rPr>
          <w:position w:val="-26"/>
        </w:rPr>
        <w:object w:dxaOrig="1219" w:dyaOrig="960">
          <v:shape id="_x0000_i1100" type="#_x0000_t75" style="width:57.75pt;height:51.05pt" o:ole="" fillcolor="window">
            <v:imagedata r:id="rId162" o:title=""/>
          </v:shape>
          <o:OLEObject Type="Embed" ProgID="Equation.3" ShapeID="_x0000_i1100" DrawAspect="Content" ObjectID="_1654992417" r:id="rId163"/>
        </w:object>
      </w:r>
      <w:r w:rsidR="009648E7">
        <w:t xml:space="preserve">= </w:t>
      </w:r>
      <w:r w:rsidR="00C33B8D" w:rsidRPr="00C33B8D">
        <w:rPr>
          <w:spacing w:val="-2"/>
          <w:position w:val="-32"/>
        </w:rPr>
        <w:object w:dxaOrig="1740" w:dyaOrig="1040">
          <v:shape id="_x0000_i1101" type="#_x0000_t75" style="width:86.25pt;height:50.25pt" o:ole="" fillcolor="window">
            <v:imagedata r:id="rId164" o:title=""/>
          </v:shape>
          <o:OLEObject Type="Embed" ProgID="Equation.3" ShapeID="_x0000_i1101" DrawAspect="Content" ObjectID="_1654992418" r:id="rId165"/>
        </w:object>
      </w:r>
      <w:r w:rsidR="009648E7">
        <w:rPr>
          <w:spacing w:val="-2"/>
        </w:rPr>
        <w:t xml:space="preserve"> = 30.00 </w:t>
      </w:r>
    </w:p>
    <w:p w:rsidR="009648E7" w:rsidRDefault="009648E7" w:rsidP="009648E7">
      <w:pPr>
        <w:pStyle w:val="ISM"/>
        <w:rPr>
          <w:spacing w:val="-2"/>
        </w:rPr>
      </w:pPr>
      <w:r>
        <w:tab/>
      </w:r>
      <w:r>
        <w:tab/>
        <w:t xml:space="preserve">The period of deferral is 30 </w:t>
      </w:r>
      <w:r>
        <w:rPr>
          <w:spacing w:val="-2"/>
        </w:rPr>
        <w:t>payment intervals, that is,</w:t>
      </w:r>
    </w:p>
    <w:p w:rsidR="009648E7" w:rsidRDefault="009648E7" w:rsidP="009648E7">
      <w:pPr>
        <w:pStyle w:val="ISM"/>
        <w:spacing w:after="120" w:line="360" w:lineRule="auto"/>
      </w:pPr>
      <w:r>
        <w:t xml:space="preserve"> </w:t>
      </w:r>
      <w:r>
        <w:tab/>
      </w:r>
      <w:r>
        <w:tab/>
        <w:t xml:space="preserve">30 months or </w:t>
      </w:r>
      <w:r>
        <w:rPr>
          <w:u w:val="double"/>
        </w:rPr>
        <w:t>2 years and 6 months</w:t>
      </w:r>
      <w:r>
        <w:t>.</w:t>
      </w:r>
    </w:p>
    <w:p w:rsidR="00151E2E" w:rsidRDefault="00151E2E">
      <w:r>
        <w:br w:type="page"/>
      </w:r>
    </w:p>
    <w:p w:rsidR="00151E2E" w:rsidRDefault="00151E2E" w:rsidP="009648E7">
      <w:pPr>
        <w:pStyle w:val="ISM"/>
        <w:spacing w:after="120"/>
      </w:pPr>
    </w:p>
    <w:p w:rsidR="009648E7" w:rsidRDefault="005F1E52" w:rsidP="009648E7">
      <w:pPr>
        <w:pStyle w:val="ISM"/>
      </w:pPr>
      <w:r>
        <w:rPr>
          <w:noProof/>
          <w:lang w:val="en-US"/>
        </w:rPr>
        <w:pict>
          <v:shape id="AutoShape 782" o:spid="_x0000_s1055" type="#_x0000_t61" style="position:absolute;margin-left:372.8pt;margin-top:10.25pt;width:118.3pt;height:157.25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" adj="-1972,10694" fillcolor="#cff">
            <v:fill opacity="25443f"/>
            <v:textbox inset="3.6pt,,3.6pt">
              <w:txbxContent>
                <w:p w:rsidR="00F26F22" w:rsidRDefault="00F26F22" w:rsidP="009648E7">
                  <w:pPr>
                    <w:spacing w:line="300" w:lineRule="exact"/>
                    <w:ind w:right="42"/>
                    <w:jc w:val="right"/>
                  </w:pPr>
                  <w:r>
                    <w:t xml:space="preserve">3.5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9648E7">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9648E7">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Default="00F26F22" w:rsidP="009648E7">
                  <w:pPr>
                    <w:spacing w:line="300" w:lineRule="exact"/>
                    <w:ind w:right="42"/>
                    <w:jc w:val="right"/>
                    <w:rPr>
                      <w:spacing w:val="-2"/>
                      <w:bdr w:val="single" w:sz="12" w:space="0" w:color="auto"/>
                      <w:shd w:val="clear" w:color="auto" w:fill="C0C0C0"/>
                    </w:rPr>
                  </w:pPr>
                  <w:r>
                    <w:t xml:space="preserve">60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9648E7">
                  <w:pPr>
                    <w:spacing w:line="300" w:lineRule="exact"/>
                    <w:ind w:right="42"/>
                    <w:jc w:val="right"/>
                  </w:pPr>
                  <w:r>
                    <w:t xml:space="preserve">1000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9648E7">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9648E7">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9648E7">
                  <w:pPr>
                    <w:spacing w:line="320" w:lineRule="exact"/>
                    <w:ind w:right="42"/>
                    <w:jc w:val="right"/>
                  </w:pPr>
                  <w:r>
                    <w:rPr>
                      <w:i/>
                      <w:iCs/>
                    </w:rPr>
                    <w:t>Ans</w:t>
                  </w:r>
                  <w:r>
                    <w:t xml:space="preserve">: </w:t>
                  </w:r>
                  <w:r>
                    <w:sym w:font="Symbol" w:char="F02D"/>
                  </w:r>
                </w:p>
                <w:p w:rsidR="00F26F22" w:rsidRPr="000E3959" w:rsidRDefault="00F26F22" w:rsidP="009648E7">
                  <w:pPr>
                    <w:spacing w:line="320" w:lineRule="exact"/>
                    <w:ind w:right="42"/>
                    <w:jc w:val="right"/>
                  </w:pPr>
                  <w:r>
                    <w:t>46573.69</w:t>
                  </w:r>
                </w:p>
              </w:txbxContent>
            </v:textbox>
            <w10:wrap type="square"/>
          </v:shape>
        </w:pict>
      </w:r>
      <w:r w:rsidR="009648E7">
        <w:tab/>
        <w:t>29</w:t>
      </w:r>
      <w:r w:rsidR="009648E7">
        <w:tab/>
        <w:t>The initial investment equals the present value of the withdrawals.</w:t>
      </w:r>
    </w:p>
    <w:p w:rsidR="009648E7" w:rsidRDefault="009648E7" w:rsidP="009648E7">
      <w:pPr>
        <w:pStyle w:val="ISM"/>
      </w:pPr>
      <w:r>
        <w:tab/>
      </w:r>
      <w:r>
        <w:tab/>
        <w:t xml:space="preserve">Given: </w:t>
      </w:r>
      <w:r>
        <w:rPr>
          <w:rFonts w:ascii="Times New Roman" w:hAnsi="Times New Roman"/>
          <w:i/>
        </w:rPr>
        <w:t>PV</w:t>
      </w:r>
      <w:r>
        <w:t xml:space="preserve"> = $19,665, </w:t>
      </w:r>
      <w:r>
        <w:rPr>
          <w:rFonts w:ascii="Times New Roman" w:hAnsi="Times New Roman"/>
          <w:i/>
        </w:rPr>
        <w:t>PMT</w:t>
      </w:r>
      <w:r>
        <w:t xml:space="preserve"> = $1000, </w:t>
      </w:r>
      <w:r>
        <w:rPr>
          <w:rFonts w:ascii="Times New Roman" w:hAnsi="Times New Roman"/>
          <w:i/>
        </w:rPr>
        <w:t>n</w:t>
      </w:r>
      <w:r>
        <w:t xml:space="preserve"> = 60,</w:t>
      </w:r>
    </w:p>
    <w:p w:rsidR="009648E7" w:rsidRDefault="009648E7" w:rsidP="009648E7">
      <w:pPr>
        <w:pStyle w:val="ISM"/>
        <w:ind w:left="1260"/>
      </w:pPr>
      <w:r>
        <w:rPr>
          <w:rFonts w:ascii="Times New Roman" w:hAnsi="Times New Roman"/>
          <w:i/>
        </w:rPr>
        <w:t>i</w:t>
      </w:r>
      <w:r>
        <w:t xml:space="preserve"> = </w:t>
      </w:r>
      <w:r w:rsidR="005D198C" w:rsidRPr="002C0FB6">
        <w:rPr>
          <w:position w:val="-12"/>
        </w:rPr>
        <w:object w:dxaOrig="400" w:dyaOrig="360">
          <v:shape id="_x0000_i1102" type="#_x0000_t75" style="width:21.75pt;height:21.75pt" o:ole="">
            <v:imagedata r:id="rId166" o:title=""/>
          </v:shape>
          <o:OLEObject Type="Embed" ProgID="Equation.DSMT4" ShapeID="_x0000_i1102" DrawAspect="Content" ObjectID="_1654992419" r:id="rId167"/>
        </w:object>
      </w:r>
      <w:r>
        <w:t xml:space="preserve">= </w:t>
      </w:r>
      <w:r w:rsidR="005D198C">
        <w:t>1</w:t>
      </w:r>
      <w:r>
        <w:t xml:space="preserve">.75%, and </w:t>
      </w:r>
      <w:r>
        <w:rPr>
          <w:rFonts w:ascii="Times New Roman" w:hAnsi="Times New Roman"/>
          <w:i/>
        </w:rPr>
        <w:t>c</w:t>
      </w:r>
      <w:r>
        <w:t xml:space="preserve"> = </w:t>
      </w:r>
      <w:r w:rsidRPr="002C0FB6">
        <w:rPr>
          <w:position w:val="-12"/>
        </w:rPr>
        <w:object w:dxaOrig="200" w:dyaOrig="360">
          <v:shape id="_x0000_i1103" type="#_x0000_t75" style="width:7.55pt;height:21.75pt" o:ole="">
            <v:imagedata r:id="rId168" o:title=""/>
          </v:shape>
          <o:OLEObject Type="Embed" ProgID="Equation.3" ShapeID="_x0000_i1103" DrawAspect="Content" ObjectID="_1654992420" r:id="rId169"/>
        </w:object>
      </w:r>
      <w:r>
        <w:t xml:space="preserve"> =0.5.</w:t>
      </w:r>
    </w:p>
    <w:p w:rsidR="009648E7" w:rsidRDefault="005F1E52" w:rsidP="009648E7">
      <w:pPr>
        <w:pStyle w:val="ISM"/>
      </w:pPr>
      <w:r>
        <w:rPr>
          <w:noProof/>
          <w:sz w:val="20"/>
          <w:lang w:val="en-US"/>
        </w:rPr>
        <w:pict>
          <v:shape id="AutoShape 781" o:spid="_x0000_s1308" type="#_x0000_t88" style="position:absolute;margin-left:338.55pt;margin-top:7.1pt;width:10.15pt;height:89.9pt;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"/>
        </w:pict>
      </w:r>
      <w:r w:rsidR="009648E7">
        <w:tab/>
      </w:r>
      <w:r w:rsidR="009648E7">
        <w:tab/>
      </w:r>
      <w:r w:rsidR="009648E7">
        <w:tab/>
      </w:r>
      <w:r w:rsidR="009648E7">
        <w:rPr>
          <w:rFonts w:ascii="Times New Roman" w:hAnsi="Times New Roman"/>
          <w:i/>
        </w:rPr>
        <w:t>i</w:t>
      </w:r>
      <w:r w:rsidR="009648E7">
        <w:rPr>
          <w:vertAlign w:val="subscript"/>
        </w:rPr>
        <w:t>2</w:t>
      </w:r>
      <w:r w:rsidR="009648E7">
        <w:t xml:space="preserve"> = </w:t>
      </w:r>
      <w:r w:rsidR="009648E7" w:rsidRPr="008203C9">
        <w:rPr>
          <w:position w:val="-10"/>
        </w:rPr>
        <w:object w:dxaOrig="980" w:dyaOrig="380">
          <v:shape id="_x0000_i1104" type="#_x0000_t75" style="width:51.05pt;height:14.25pt" o:ole="" fillcolor="window">
            <v:imagedata r:id="rId170" o:title=""/>
          </v:shape>
          <o:OLEObject Type="Embed" ProgID="Equation.3" ShapeID="_x0000_i1104" DrawAspect="Content" ObjectID="_1654992421" r:id="rId171"/>
        </w:object>
      </w:r>
      <w:r w:rsidR="009648E7">
        <w:t xml:space="preserve"> =</w:t>
      </w:r>
      <w:r w:rsidR="005D198C">
        <w:t xml:space="preserve"> </w:t>
      </w:r>
      <w:r w:rsidR="005D198C" w:rsidRPr="00FF3A6E">
        <w:rPr>
          <w:position w:val="-14"/>
        </w:rPr>
        <w:object w:dxaOrig="1060" w:dyaOrig="440">
          <v:shape id="_x0000_i1105" type="#_x0000_t75" style="width:57.75pt;height:21.75pt" o:ole="" fillcolor="window">
            <v:imagedata r:id="rId172" o:title=""/>
          </v:shape>
          <o:OLEObject Type="Embed" ProgID="Equation.DSMT4" ShapeID="_x0000_i1105" DrawAspect="Content" ObjectID="_1654992422" r:id="rId173"/>
        </w:object>
      </w:r>
      <w:r w:rsidR="009648E7">
        <w:t>– 1 =</w:t>
      </w:r>
      <w:r w:rsidR="005D198C">
        <w:t xml:space="preserve"> </w:t>
      </w:r>
      <w:r w:rsidR="009648E7">
        <w:t>0.</w:t>
      </w:r>
      <w:r w:rsidR="005D198C">
        <w:t>00871205</w:t>
      </w:r>
    </w:p>
    <w:p w:rsidR="009648E7" w:rsidRDefault="009648E7" w:rsidP="009648E7">
      <w:pPr>
        <w:pStyle w:val="ISM"/>
      </w:pPr>
      <w:r>
        <w:tab/>
      </w:r>
      <w:r>
        <w:tab/>
        <w:t>With the focal date at the end of the period of deferral,</w:t>
      </w:r>
    </w:p>
    <w:p w:rsidR="009648E7" w:rsidRDefault="009648E7" w:rsidP="009648E7">
      <w:pPr>
        <w:pStyle w:val="ISM"/>
      </w:pPr>
      <w:r>
        <w:tab/>
      </w:r>
      <w:r>
        <w:tab/>
      </w:r>
      <w:r>
        <w:tab/>
      </w:r>
      <w:r>
        <w:rPr>
          <w:rFonts w:ascii="Times New Roman" w:hAnsi="Times New Roman"/>
          <w:i/>
        </w:rPr>
        <w:t>FV</w:t>
      </w:r>
      <w:r>
        <w:t xml:space="preserve"> of $19,665 = </w:t>
      </w:r>
      <w:r>
        <w:rPr>
          <w:rFonts w:ascii="Times New Roman" w:hAnsi="Times New Roman"/>
          <w:i/>
        </w:rPr>
        <w:t>PV</w:t>
      </w:r>
      <w:r>
        <w:t xml:space="preserve"> of ordinary annuity</w:t>
      </w:r>
    </w:p>
    <w:p w:rsidR="009648E7" w:rsidRDefault="009648E7" w:rsidP="009648E7">
      <w:pPr>
        <w:pStyle w:val="ISM"/>
      </w:pPr>
      <w:r>
        <w:tab/>
      </w:r>
      <w:r>
        <w:tab/>
        <w:t>Right hand side = $1000</w:t>
      </w:r>
      <w:r w:rsidR="00281723" w:rsidRPr="00281723">
        <w:rPr>
          <w:position w:val="-34"/>
        </w:rPr>
        <w:object w:dxaOrig="1920" w:dyaOrig="780">
          <v:shape id="_x0000_i1106" type="#_x0000_t75" style="width:93.75pt;height:36pt" o:ole="" fillcolor="window">
            <v:imagedata r:id="rId174" o:title=""/>
          </v:shape>
          <o:OLEObject Type="Embed" ProgID="Equation.3" ShapeID="_x0000_i1106" DrawAspect="Content" ObjectID="_1654992423" r:id="rId175"/>
        </w:object>
      </w:r>
      <w:r>
        <w:t>=</w:t>
      </w:r>
      <w:r w:rsidR="00BE62CB">
        <w:t xml:space="preserve"> </w:t>
      </w:r>
      <w:r w:rsidR="005C2710">
        <w:t>46,573.69</w:t>
      </w:r>
    </w:p>
    <w:p w:rsidR="009648E7" w:rsidRDefault="009648E7" w:rsidP="009648E7">
      <w:pPr>
        <w:pStyle w:val="ISM"/>
      </w:pPr>
      <w:r>
        <w:tab/>
      </w:r>
      <w:r>
        <w:tab/>
        <w:t>Left hand side = $19,665</w:t>
      </w:r>
      <w:r w:rsidR="00B906A4" w:rsidRPr="001E5801">
        <w:rPr>
          <w:position w:val="-14"/>
        </w:rPr>
        <w:object w:dxaOrig="960" w:dyaOrig="420">
          <v:shape id="_x0000_i1107" type="#_x0000_t75" style="width:51.05pt;height:21.75pt" o:ole="" fillcolor="window">
            <v:imagedata r:id="rId176" o:title=""/>
          </v:shape>
          <o:OLEObject Type="Embed" ProgID="Equation.DSMT4" ShapeID="_x0000_i1107" DrawAspect="Content" ObjectID="_1654992424" r:id="rId177"/>
        </w:object>
      </w:r>
      <w:r w:rsidR="00FB3C7A" w:rsidRPr="008279B1">
        <w:fldChar w:fldCharType="begin"/>
      </w:r>
      <w:r w:rsidR="00FB3C7A" w:rsidRPr="008279B1">
        <w:fldChar w:fldCharType="end"/>
      </w:r>
    </w:p>
    <w:p w:rsidR="009648E7" w:rsidRDefault="009648E7" w:rsidP="009648E7">
      <w:pPr>
        <w:pStyle w:val="ISM"/>
      </w:pPr>
      <w:r>
        <w:tab/>
      </w:r>
      <w:r>
        <w:tab/>
        <w:t xml:space="preserve">Hence, </w:t>
      </w:r>
      <w:r>
        <w:tab/>
        <w:t>$19,665</w:t>
      </w:r>
      <w:r w:rsidR="00FB3C7A" w:rsidRPr="008279B1">
        <w:fldChar w:fldCharType="begin"/>
      </w:r>
      <w:r w:rsidR="00FB3C7A" w:rsidRPr="008279B1">
        <w:fldChar w:fldCharType="end"/>
      </w:r>
      <w:r w:rsidR="00843632" w:rsidRPr="00843632">
        <w:rPr>
          <w:position w:val="-18"/>
        </w:rPr>
        <w:object w:dxaOrig="1420" w:dyaOrig="520">
          <v:shape id="_x0000_i1108" type="#_x0000_t75" style="width:1in;height:28.45pt" o:ole="" fillcolor="window">
            <v:imagedata r:id="rId178" o:title=""/>
          </v:shape>
          <o:OLEObject Type="Embed" ProgID="Equation.3" ShapeID="_x0000_i1108" DrawAspect="Content" ObjectID="_1654992425" r:id="rId179"/>
        </w:object>
      </w:r>
      <w:r>
        <w:t xml:space="preserve"> =</w:t>
      </w:r>
      <w:r w:rsidR="00BE62CB">
        <w:t xml:space="preserve"> </w:t>
      </w:r>
      <w:r>
        <w:t>$</w:t>
      </w:r>
      <w:r w:rsidR="008279B1">
        <w:t>46</w:t>
      </w:r>
      <w:r w:rsidR="00BA5933">
        <w:t>,</w:t>
      </w:r>
      <w:r w:rsidR="008279B1">
        <w:t>573.69</w:t>
      </w:r>
    </w:p>
    <w:p w:rsidR="009648E7" w:rsidRDefault="005F1E52" w:rsidP="009648E7">
      <w:pPr>
        <w:pStyle w:val="ISM"/>
      </w:pPr>
      <w:r>
        <w:rPr>
          <w:noProof/>
          <w:sz w:val="20"/>
          <w:lang w:val="en-US"/>
        </w:rPr>
        <w:pict>
          <v:shape id="AutoShape 779" o:spid="_x0000_s1056" type="#_x0000_t61" style="position:absolute;margin-left:348.7pt;margin-top:3.2pt;width:146.2pt;height:114.2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" adj="-9086,5866" fillcolor="#cff">
            <v:fill opacity="32896f"/>
            <v:textbox inset="3.6pt,,3.6pt">
              <w:txbxContent>
                <w:p w:rsidR="00F26F22" w:rsidRPr="008A0ADB" w:rsidRDefault="00F26F22" w:rsidP="009648E7">
                  <w:pPr>
                    <w:spacing w:line="300" w:lineRule="exact"/>
                    <w:ind w:right="120"/>
                    <w:jc w:val="right"/>
                    <w:rPr>
                      <w:rFonts w:cs="Arial"/>
                      <w:i/>
                      <w:iCs/>
                    </w:rPr>
                  </w:pPr>
                  <w:r w:rsidRPr="008A0ADB">
                    <w:rPr>
                      <w:rFonts w:cs="Arial"/>
                    </w:rPr>
                    <w:t xml:space="preserve">Same </w:t>
                  </w:r>
                  <w:r w:rsidRPr="008A0ADB">
                    <w:rPr>
                      <w:rFonts w:cs="Arial"/>
                      <w:i/>
                      <w:iCs/>
                    </w:rPr>
                    <w:t>I/Y</w:t>
                  </w:r>
                  <w:r w:rsidRPr="008A0ADB">
                    <w:rPr>
                      <w:rFonts w:cs="Arial"/>
                    </w:rPr>
                    <w:t xml:space="preserve">, </w:t>
                  </w:r>
                  <w:r w:rsidRPr="008A0ADB">
                    <w:rPr>
                      <w:rFonts w:cs="Arial"/>
                      <w:i/>
                      <w:iCs/>
                    </w:rPr>
                    <w:t>P/Y, C/Y</w:t>
                  </w:r>
                </w:p>
                <w:p w:rsidR="00F26F22" w:rsidRPr="008A0ADB" w:rsidRDefault="00F26F22" w:rsidP="009648E7">
                  <w:pPr>
                    <w:spacing w:line="300" w:lineRule="exact"/>
                    <w:ind w:right="120"/>
                    <w:jc w:val="right"/>
                    <w:rPr>
                      <w:rFonts w:cs="Arial"/>
                    </w:rPr>
                  </w:pPr>
                  <w:r w:rsidRPr="008A0ADB">
                    <w:rPr>
                      <w:rFonts w:cs="Arial"/>
                    </w:rPr>
                    <w:t xml:space="preserve">19665  </w:t>
                  </w:r>
                  <w:r w:rsidRPr="008A0ADB">
                    <w:rPr>
                      <w:rFonts w:cs="Arial"/>
                      <w:b/>
                      <w:bCs/>
                      <w:bdr w:val="single" w:sz="12" w:space="0" w:color="auto"/>
                      <w:shd w:val="clear" w:color="auto" w:fill="C0C0C0"/>
                    </w:rPr>
                    <w:sym w:font="MT Extra" w:char="F020"/>
                  </w:r>
                  <w:r w:rsidRPr="008A0ADB">
                    <w:rPr>
                      <w:rFonts w:cs="Arial"/>
                      <w:b/>
                      <w:bCs/>
                      <w:bdr w:val="single" w:sz="12" w:space="0" w:color="auto"/>
                      <w:shd w:val="clear" w:color="auto" w:fill="C0C0C0"/>
                    </w:rPr>
                    <w:t>+ /</w:t>
                  </w:r>
                  <w:r w:rsidRPr="008A0ADB">
                    <w:rPr>
                      <w:rFonts w:cs="Arial"/>
                      <w:bdr w:val="single" w:sz="12" w:space="0" w:color="auto"/>
                      <w:shd w:val="clear" w:color="auto" w:fill="C0C0C0"/>
                    </w:rPr>
                    <w:t xml:space="preserve"> </w:t>
                  </w:r>
                  <w:r w:rsidRPr="008A0ADB">
                    <w:rPr>
                      <w:rFonts w:cs="Arial"/>
                      <w:b/>
                      <w:bdr w:val="single" w:sz="12" w:space="0" w:color="auto"/>
                      <w:shd w:val="clear" w:color="auto" w:fill="C0C0C0"/>
                    </w:rPr>
                    <w:t>–</w:t>
                  </w:r>
                  <w:r w:rsidRPr="008A0ADB">
                    <w:rPr>
                      <w:rFonts w:cs="Arial"/>
                      <w:bdr w:val="single" w:sz="12" w:space="0" w:color="auto"/>
                      <w:shd w:val="clear" w:color="auto" w:fill="C0C0C0"/>
                    </w:rPr>
                    <w:sym w:font="MT Extra" w:char="F020"/>
                  </w:r>
                  <w:r w:rsidRPr="008A0ADB">
                    <w:rPr>
                      <w:rFonts w:cs="Arial"/>
                    </w:rPr>
                    <w:t xml:space="preserve">  </w:t>
                  </w:r>
                  <w:r w:rsidRPr="008A0ADB">
                    <w:rPr>
                      <w:rFonts w:cs="Arial"/>
                      <w:b/>
                      <w:spacing w:val="-2"/>
                      <w:bdr w:val="single" w:sz="12" w:space="0" w:color="auto"/>
                      <w:shd w:val="clear" w:color="auto" w:fill="C0C0C0"/>
                    </w:rPr>
                    <w:sym w:font="MT Extra" w:char="F020"/>
                  </w:r>
                  <w:r w:rsidRPr="008A0ADB">
                    <w:rPr>
                      <w:rFonts w:cs="Arial"/>
                      <w:bCs/>
                      <w:spacing w:val="-2"/>
                      <w:sz w:val="16"/>
                      <w:bdr w:val="single" w:sz="12" w:space="0" w:color="auto"/>
                      <w:shd w:val="clear" w:color="auto" w:fill="C0C0C0"/>
                    </w:rPr>
                    <w:t xml:space="preserve">  </w:t>
                  </w:r>
                  <w:r w:rsidRPr="008A0ADB">
                    <w:rPr>
                      <w:rFonts w:cs="Arial"/>
                      <w:b/>
                      <w:spacing w:val="-2"/>
                      <w:bdr w:val="single" w:sz="12" w:space="0" w:color="auto"/>
                      <w:shd w:val="clear" w:color="auto" w:fill="C0C0C0"/>
                    </w:rPr>
                    <w:t>PV</w:t>
                  </w:r>
                  <w:r w:rsidRPr="008A0ADB">
                    <w:rPr>
                      <w:rFonts w:cs="Arial"/>
                      <w:bCs/>
                      <w:spacing w:val="-2"/>
                      <w:sz w:val="16"/>
                      <w:bdr w:val="single" w:sz="12" w:space="0" w:color="auto"/>
                      <w:shd w:val="clear" w:color="auto" w:fill="C0C0C0"/>
                    </w:rPr>
                    <w:t xml:space="preserve">  </w:t>
                  </w:r>
                  <w:r w:rsidRPr="008A0ADB">
                    <w:rPr>
                      <w:rFonts w:cs="Arial"/>
                      <w:b/>
                      <w:spacing w:val="-2"/>
                      <w:bdr w:val="single" w:sz="12" w:space="0" w:color="auto"/>
                      <w:shd w:val="clear" w:color="auto" w:fill="C0C0C0"/>
                    </w:rPr>
                    <w:sym w:font="MT Extra" w:char="F020"/>
                  </w:r>
                </w:p>
                <w:p w:rsidR="00F26F22" w:rsidRPr="008A0ADB" w:rsidRDefault="00F26F22" w:rsidP="009648E7">
                  <w:pPr>
                    <w:spacing w:line="300" w:lineRule="exact"/>
                    <w:ind w:right="120"/>
                    <w:jc w:val="right"/>
                    <w:rPr>
                      <w:rFonts w:cs="Arial"/>
                    </w:rPr>
                  </w:pPr>
                  <w:r w:rsidRPr="008A0ADB">
                    <w:rPr>
                      <w:rFonts w:cs="Arial"/>
                    </w:rPr>
                    <w:t xml:space="preserve">0  </w:t>
                  </w:r>
                  <w:r w:rsidRPr="008A0ADB">
                    <w:rPr>
                      <w:rFonts w:cs="Arial"/>
                      <w:bdr w:val="single" w:sz="12" w:space="0" w:color="auto"/>
                      <w:shd w:val="clear" w:color="auto" w:fill="C0C0C0"/>
                    </w:rPr>
                    <w:sym w:font="MT Extra" w:char="F020"/>
                  </w:r>
                  <w:r w:rsidRPr="008A0ADB">
                    <w:rPr>
                      <w:rFonts w:cs="Arial"/>
                      <w:b/>
                      <w:bdr w:val="single" w:sz="12" w:space="0" w:color="auto"/>
                      <w:shd w:val="clear" w:color="auto" w:fill="C0C0C0"/>
                    </w:rPr>
                    <w:t>PMT</w:t>
                  </w:r>
                  <w:r w:rsidRPr="008A0ADB">
                    <w:rPr>
                      <w:rFonts w:cs="Arial"/>
                      <w:bdr w:val="single" w:sz="12" w:space="0" w:color="auto"/>
                      <w:shd w:val="clear" w:color="auto" w:fill="C0C0C0"/>
                    </w:rPr>
                    <w:sym w:font="MT Extra" w:char="F020"/>
                  </w:r>
                </w:p>
                <w:p w:rsidR="00F26F22" w:rsidRPr="008A0ADB" w:rsidRDefault="00F26F22" w:rsidP="009648E7">
                  <w:pPr>
                    <w:spacing w:line="300" w:lineRule="exact"/>
                    <w:ind w:right="120"/>
                    <w:jc w:val="right"/>
                    <w:rPr>
                      <w:rFonts w:cs="Arial"/>
                      <w:spacing w:val="-2"/>
                      <w:bdr w:val="single" w:sz="12" w:space="0" w:color="auto"/>
                      <w:shd w:val="clear" w:color="auto" w:fill="C0C0C0"/>
                    </w:rPr>
                  </w:pPr>
                  <w:r>
                    <w:rPr>
                      <w:rFonts w:cs="Arial"/>
                    </w:rPr>
                    <w:t>46573.69</w:t>
                  </w:r>
                  <w:r w:rsidRPr="008A0ADB">
                    <w:rPr>
                      <w:rFonts w:cs="Arial"/>
                    </w:rPr>
                    <w:t xml:space="preserve">  </w:t>
                  </w:r>
                  <w:r w:rsidRPr="008A0ADB">
                    <w:rPr>
                      <w:rFonts w:cs="Arial"/>
                      <w:spacing w:val="-2"/>
                      <w:sz w:val="18"/>
                      <w:bdr w:val="single" w:sz="12" w:space="0" w:color="auto"/>
                      <w:shd w:val="clear" w:color="auto" w:fill="C0C0C0"/>
                    </w:rPr>
                    <w:sym w:font="MT Extra" w:char="F020"/>
                  </w:r>
                  <w:r w:rsidRPr="008A0ADB">
                    <w:rPr>
                      <w:rFonts w:cs="Arial"/>
                      <w:spacing w:val="-2"/>
                      <w:sz w:val="20"/>
                      <w:bdr w:val="single" w:sz="12" w:space="0" w:color="auto"/>
                      <w:shd w:val="clear" w:color="auto" w:fill="C0C0C0"/>
                    </w:rPr>
                    <w:t xml:space="preserve">  </w:t>
                  </w:r>
                  <w:r w:rsidRPr="008A0ADB">
                    <w:rPr>
                      <w:rFonts w:cs="Arial"/>
                      <w:b/>
                      <w:spacing w:val="-2"/>
                      <w:bdr w:val="single" w:sz="12" w:space="0" w:color="auto"/>
                      <w:shd w:val="clear" w:color="auto" w:fill="C0C0C0"/>
                    </w:rPr>
                    <w:t>FV</w:t>
                  </w:r>
                  <w:r w:rsidRPr="008A0ADB">
                    <w:rPr>
                      <w:rFonts w:cs="Arial"/>
                      <w:spacing w:val="-2"/>
                      <w:sz w:val="20"/>
                      <w:bdr w:val="single" w:sz="12" w:space="0" w:color="auto"/>
                      <w:shd w:val="clear" w:color="auto" w:fill="C0C0C0"/>
                    </w:rPr>
                    <w:t xml:space="preserve">  </w:t>
                  </w:r>
                  <w:r w:rsidRPr="008A0ADB">
                    <w:rPr>
                      <w:rFonts w:cs="Arial"/>
                      <w:spacing w:val="-2"/>
                      <w:bdr w:val="single" w:sz="12" w:space="0" w:color="auto"/>
                      <w:shd w:val="clear" w:color="auto" w:fill="C0C0C0"/>
                    </w:rPr>
                    <w:sym w:font="MT Extra" w:char="F020"/>
                  </w:r>
                </w:p>
                <w:p w:rsidR="00F26F22" w:rsidRPr="008A0ADB" w:rsidRDefault="00F26F22" w:rsidP="009648E7">
                  <w:pPr>
                    <w:spacing w:line="300" w:lineRule="exact"/>
                    <w:ind w:right="120"/>
                    <w:jc w:val="right"/>
                    <w:rPr>
                      <w:rFonts w:cs="Arial"/>
                    </w:rPr>
                  </w:pPr>
                  <w:r w:rsidRPr="008A0ADB">
                    <w:rPr>
                      <w:rFonts w:cs="Arial"/>
                    </w:rPr>
                    <w:t xml:space="preserve">  </w:t>
                  </w:r>
                  <w:r w:rsidRPr="008A0ADB">
                    <w:rPr>
                      <w:rFonts w:cs="Arial"/>
                      <w:bdr w:val="single" w:sz="12" w:space="0" w:color="auto"/>
                      <w:shd w:val="clear" w:color="auto" w:fill="C0C0C0"/>
                    </w:rPr>
                    <w:sym w:font="MT Extra" w:char="F020"/>
                  </w:r>
                  <w:r w:rsidRPr="008A0ADB">
                    <w:rPr>
                      <w:rFonts w:cs="Arial"/>
                      <w:b/>
                      <w:bdr w:val="single" w:sz="12" w:space="0" w:color="auto"/>
                      <w:shd w:val="clear" w:color="auto" w:fill="C0C0C0"/>
                    </w:rPr>
                    <w:t>CPT</w:t>
                  </w:r>
                  <w:r w:rsidRPr="008A0ADB">
                    <w:rPr>
                      <w:rFonts w:cs="Arial"/>
                      <w:bdr w:val="single" w:sz="12" w:space="0" w:color="auto"/>
                      <w:shd w:val="clear" w:color="auto" w:fill="C0C0C0"/>
                    </w:rPr>
                    <w:sym w:font="MT Extra" w:char="F020"/>
                  </w:r>
                  <w:r w:rsidRPr="008A0ADB">
                    <w:rPr>
                      <w:rFonts w:cs="Arial"/>
                    </w:rPr>
                    <w:t xml:space="preserve"> </w:t>
                  </w:r>
                  <w:r w:rsidRPr="008A0ADB">
                    <w:rPr>
                      <w:rFonts w:cs="Arial"/>
                      <w:b/>
                      <w:bCs/>
                      <w:spacing w:val="-2"/>
                      <w:bdr w:val="single" w:sz="12" w:space="0" w:color="auto"/>
                      <w:shd w:val="clear" w:color="auto" w:fill="C0C0C0"/>
                    </w:rPr>
                    <w:sym w:font="MT Extra" w:char="F020"/>
                  </w:r>
                  <w:r w:rsidRPr="008A0ADB">
                    <w:rPr>
                      <w:rFonts w:cs="Arial"/>
                      <w:spacing w:val="-2"/>
                      <w:sz w:val="16"/>
                      <w:bdr w:val="single" w:sz="12" w:space="0" w:color="auto"/>
                      <w:shd w:val="clear" w:color="auto" w:fill="C0C0C0"/>
                    </w:rPr>
                    <w:t xml:space="preserve">   </w:t>
                  </w:r>
                  <w:r w:rsidRPr="008A0ADB">
                    <w:rPr>
                      <w:rFonts w:cs="Arial"/>
                      <w:b/>
                      <w:bCs/>
                      <w:iCs/>
                      <w:spacing w:val="-2"/>
                      <w:bdr w:val="single" w:sz="12" w:space="0" w:color="auto"/>
                      <w:shd w:val="clear" w:color="auto" w:fill="C0C0C0"/>
                    </w:rPr>
                    <w:t xml:space="preserve">N </w:t>
                  </w:r>
                  <w:r w:rsidRPr="008A0ADB">
                    <w:rPr>
                      <w:rFonts w:cs="Arial"/>
                      <w:iCs/>
                      <w:spacing w:val="-2"/>
                      <w:sz w:val="16"/>
                      <w:bdr w:val="single" w:sz="12" w:space="0" w:color="auto"/>
                      <w:shd w:val="clear" w:color="auto" w:fill="C0C0C0"/>
                    </w:rPr>
                    <w:t xml:space="preserve"> </w:t>
                  </w:r>
                  <w:r w:rsidRPr="008A0ADB">
                    <w:rPr>
                      <w:rFonts w:cs="Arial"/>
                      <w:spacing w:val="-2"/>
                      <w:sz w:val="16"/>
                      <w:bdr w:val="single" w:sz="12" w:space="0" w:color="auto"/>
                      <w:shd w:val="clear" w:color="auto" w:fill="C0C0C0"/>
                    </w:rPr>
                    <w:t xml:space="preserve"> </w:t>
                  </w:r>
                  <w:r w:rsidRPr="008A0ADB">
                    <w:rPr>
                      <w:rFonts w:cs="Arial"/>
                      <w:b/>
                      <w:bCs/>
                      <w:spacing w:val="-2"/>
                      <w:bdr w:val="single" w:sz="12" w:space="0" w:color="auto"/>
                      <w:shd w:val="clear" w:color="auto" w:fill="C0C0C0"/>
                    </w:rPr>
                    <w:sym w:font="MT Extra" w:char="F020"/>
                  </w:r>
                </w:p>
                <w:p w:rsidR="00F26F22" w:rsidRDefault="00F26F22" w:rsidP="009648E7">
                  <w:pPr>
                    <w:pStyle w:val="Mainfirst"/>
                    <w:spacing w:line="320" w:lineRule="exact"/>
                    <w:ind w:right="120"/>
                    <w:jc w:val="right"/>
                    <w:rPr>
                      <w:rFonts w:cs="Arial"/>
                      <w:lang w:val="en-CA"/>
                    </w:rPr>
                  </w:pPr>
                  <w:r w:rsidRPr="008A0ADB">
                    <w:rPr>
                      <w:rFonts w:cs="Arial"/>
                      <w:i/>
                      <w:iCs/>
                      <w:lang w:val="en-CA"/>
                    </w:rPr>
                    <w:t>Ans</w:t>
                  </w:r>
                  <w:r w:rsidRPr="008A0ADB">
                    <w:rPr>
                      <w:rFonts w:cs="Arial"/>
                      <w:lang w:val="en-CA"/>
                    </w:rPr>
                    <w:t xml:space="preserve">:  </w:t>
                  </w:r>
                </w:p>
                <w:p w:rsidR="00F26F22" w:rsidRPr="008A0ADB" w:rsidRDefault="00F26F22" w:rsidP="009648E7">
                  <w:pPr>
                    <w:pStyle w:val="Mainfirst"/>
                    <w:spacing w:line="320" w:lineRule="exact"/>
                    <w:ind w:right="120"/>
                    <w:jc w:val="right"/>
                    <w:rPr>
                      <w:rFonts w:cs="Arial"/>
                      <w:lang w:val="en-CA"/>
                    </w:rPr>
                  </w:pPr>
                  <w:r>
                    <w:rPr>
                      <w:rFonts w:cs="Arial"/>
                      <w:lang w:val="en-CA"/>
                    </w:rPr>
                    <w:t>99.396</w:t>
                  </w:r>
                </w:p>
              </w:txbxContent>
            </v:textbox>
            <w10:wrap type="square"/>
          </v:shape>
        </w:pict>
      </w:r>
      <w:r>
        <w:rPr>
          <w:noProof/>
          <w:sz w:val="20"/>
          <w:lang w:val="en-US"/>
        </w:rPr>
        <w:pict>
          <v:shape id="AutoShape 780" o:spid="_x0000_s1302" type="#_x0000_t88" style="position:absolute;margin-left:258pt;margin-top:10pt;width:10.15pt;height:55.1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"/>
        </w:pict>
      </w:r>
      <w:r w:rsidR="009648E7">
        <w:tab/>
      </w:r>
      <w:r w:rsidR="009648E7">
        <w:tab/>
        <w:t>Using formula (</w:t>
      </w:r>
      <w:r w:rsidR="00D0250D">
        <w:t>10</w:t>
      </w:r>
      <w:r w:rsidR="009648E7">
        <w:t xml:space="preserve">-2) to calculate </w:t>
      </w:r>
      <w:r w:rsidR="009648E7">
        <w:rPr>
          <w:rFonts w:ascii="Times New Roman" w:hAnsi="Times New Roman"/>
          <w:i/>
        </w:rPr>
        <w:t>d,</w:t>
      </w:r>
    </w:p>
    <w:p w:rsidR="009648E7" w:rsidRDefault="009648E7" w:rsidP="009648E7">
      <w:pPr>
        <w:pStyle w:val="ISM"/>
      </w:pPr>
      <w:r>
        <w:tab/>
      </w:r>
      <w:r>
        <w:tab/>
      </w:r>
      <w:r>
        <w:tab/>
      </w:r>
      <w:r w:rsidRPr="008203C9">
        <w:rPr>
          <w:position w:val="-26"/>
        </w:rPr>
        <w:object w:dxaOrig="1219" w:dyaOrig="960">
          <v:shape id="_x0000_i1109" type="#_x0000_t75" style="width:57.75pt;height:51.05pt" o:ole="" fillcolor="window">
            <v:imagedata r:id="rId180" o:title=""/>
          </v:shape>
          <o:OLEObject Type="Embed" ProgID="Equation.3" ShapeID="_x0000_i1109" DrawAspect="Content" ObjectID="_1654992426" r:id="rId181"/>
        </w:object>
      </w:r>
      <w:r>
        <w:t xml:space="preserve"> = </w:t>
      </w:r>
      <w:r w:rsidR="00D0250D" w:rsidRPr="00BF1A66">
        <w:rPr>
          <w:spacing w:val="-2"/>
          <w:position w:val="-28"/>
        </w:rPr>
        <w:object w:dxaOrig="1660" w:dyaOrig="1000">
          <v:shape id="_x0000_i1110" type="#_x0000_t75" style="width:78.7pt;height:51.05pt" o:ole="">
            <v:imagedata r:id="rId182" o:title=""/>
          </v:shape>
          <o:OLEObject Type="Embed" ProgID="Equation.3" ShapeID="_x0000_i1110" DrawAspect="Content" ObjectID="_1654992427" r:id="rId183"/>
        </w:object>
      </w:r>
      <w:r>
        <w:rPr>
          <w:spacing w:val="-2"/>
        </w:rPr>
        <w:t xml:space="preserve">= </w:t>
      </w:r>
      <w:r w:rsidR="00BF1A66">
        <w:rPr>
          <w:spacing w:val="-2"/>
        </w:rPr>
        <w:t>99.396</w:t>
      </w:r>
    </w:p>
    <w:p w:rsidR="009648E7" w:rsidRDefault="009648E7" w:rsidP="009648E7">
      <w:pPr>
        <w:pStyle w:val="ISM"/>
      </w:pPr>
      <w:r>
        <w:tab/>
      </w:r>
      <w:r>
        <w:tab/>
        <w:t xml:space="preserve">The period of deferral is </w:t>
      </w:r>
      <w:r w:rsidR="00BF1A66">
        <w:t>99.396</w:t>
      </w:r>
      <w:r>
        <w:t xml:space="preserve"> quarters long. </w:t>
      </w:r>
    </w:p>
    <w:p w:rsidR="009648E7" w:rsidRDefault="009648E7" w:rsidP="009648E7">
      <w:pPr>
        <w:pStyle w:val="ISM"/>
      </w:pPr>
      <w:r>
        <w:tab/>
      </w:r>
      <w:r>
        <w:tab/>
        <w:t xml:space="preserve">The investment must be made </w:t>
      </w:r>
      <w:r w:rsidR="00BF1A66">
        <w:t>100</w:t>
      </w:r>
      <w:r>
        <w:t xml:space="preserve"> quarters</w:t>
      </w:r>
    </w:p>
    <w:p w:rsidR="009648E7" w:rsidRDefault="009648E7" w:rsidP="009648E7">
      <w:pPr>
        <w:pStyle w:val="ISM"/>
        <w:spacing w:after="120"/>
      </w:pPr>
      <w:r>
        <w:tab/>
      </w:r>
      <w:r>
        <w:tab/>
        <w:t xml:space="preserve">or </w:t>
      </w:r>
      <w:r w:rsidR="00BF1A66">
        <w:rPr>
          <w:u w:val="double"/>
        </w:rPr>
        <w:t>2</w:t>
      </w:r>
      <w:r w:rsidR="008922DD">
        <w:rPr>
          <w:u w:val="double"/>
        </w:rPr>
        <w:t>5</w:t>
      </w:r>
      <w:r>
        <w:rPr>
          <w:u w:val="double"/>
        </w:rPr>
        <w:t xml:space="preserve"> years</w:t>
      </w:r>
      <w:r>
        <w:t xml:space="preserve"> before the first withdrawal.</w:t>
      </w:r>
    </w:p>
    <w:p w:rsidR="003E6C22" w:rsidRDefault="003E6C22" w:rsidP="009648E7">
      <w:pPr>
        <w:pStyle w:val="ISM"/>
      </w:pPr>
    </w:p>
    <w:p w:rsidR="00A81A3A" w:rsidRDefault="00A81A3A" w:rsidP="009648E7">
      <w:pPr>
        <w:pStyle w:val="ISM"/>
      </w:pPr>
    </w:p>
    <w:p w:rsidR="00E62653" w:rsidRDefault="00E62653" w:rsidP="00AC2942">
      <w:pPr>
        <w:rPr>
          <w:b/>
          <w:sz w:val="24"/>
        </w:rPr>
      </w:pPr>
      <w:r>
        <w:rPr>
          <w:b/>
          <w:sz w:val="24"/>
        </w:rPr>
        <w:t xml:space="preserve">Concept Questions  (Section </w:t>
      </w:r>
      <w:r w:rsidR="00B53A8E">
        <w:rPr>
          <w:b/>
          <w:sz w:val="24"/>
        </w:rPr>
        <w:t>14</w:t>
      </w:r>
      <w:r>
        <w:rPr>
          <w:b/>
          <w:sz w:val="24"/>
        </w:rPr>
        <w:t>.</w:t>
      </w:r>
      <w:r w:rsidR="009648E7">
        <w:rPr>
          <w:b/>
          <w:sz w:val="24"/>
        </w:rPr>
        <w:t>2</w:t>
      </w:r>
      <w:r>
        <w:rPr>
          <w:b/>
          <w:sz w:val="24"/>
        </w:rPr>
        <w:t>)</w:t>
      </w:r>
    </w:p>
    <w:p w:rsidR="00E62653" w:rsidRDefault="00E62653">
      <w:pPr>
        <w:pStyle w:val="ISM"/>
        <w:ind w:left="540" w:hanging="540"/>
        <w:rPr>
          <w:spacing w:val="-2"/>
        </w:rPr>
      </w:pPr>
      <w:r>
        <w:tab/>
        <w:t>1.</w:t>
      </w:r>
      <w:r>
        <w:tab/>
        <w:t xml:space="preserve">The </w:t>
      </w:r>
      <w:r>
        <w:rPr>
          <w:u w:val="double"/>
        </w:rPr>
        <w:t xml:space="preserve">perpetuity has the larger </w:t>
      </w:r>
      <w:r>
        <w:rPr>
          <w:spacing w:val="-2"/>
          <w:u w:val="double"/>
        </w:rPr>
        <w:t>present value</w:t>
      </w:r>
      <w:r>
        <w:rPr>
          <w:spacing w:val="-2"/>
        </w:rPr>
        <w:t xml:space="preserve">. The greater the number of payments in an annuity, the larger the annuity’s present value. Hence, </w:t>
      </w:r>
      <w:r>
        <w:rPr>
          <w:rFonts w:ascii="Times New Roman" w:hAnsi="Times New Roman"/>
          <w:i/>
          <w:spacing w:val="-2"/>
        </w:rPr>
        <w:t>PV</w:t>
      </w:r>
      <w:r>
        <w:rPr>
          <w:spacing w:val="-2"/>
        </w:rPr>
        <w:t xml:space="preserve">(perpetuity) &gt; </w:t>
      </w:r>
      <w:r>
        <w:rPr>
          <w:rFonts w:ascii="Times New Roman" w:hAnsi="Times New Roman"/>
          <w:i/>
          <w:spacing w:val="-2"/>
        </w:rPr>
        <w:t>PV</w:t>
      </w:r>
      <w:r>
        <w:rPr>
          <w:spacing w:val="-2"/>
        </w:rPr>
        <w:t xml:space="preserve">(annuity). </w:t>
      </w:r>
    </w:p>
    <w:p w:rsidR="00E62653" w:rsidRDefault="00E62653">
      <w:pPr>
        <w:pStyle w:val="ISM"/>
        <w:tabs>
          <w:tab w:val="left" w:pos="900"/>
        </w:tabs>
        <w:ind w:left="540" w:hanging="540"/>
        <w:rPr>
          <w:spacing w:val="-2"/>
        </w:rPr>
      </w:pPr>
      <w:r>
        <w:rPr>
          <w:spacing w:val="-2"/>
        </w:rPr>
        <w:tab/>
      </w:r>
      <w:r>
        <w:rPr>
          <w:spacing w:val="-2"/>
        </w:rPr>
        <w:tab/>
      </w:r>
      <w:r>
        <w:rPr>
          <w:spacing w:val="-2"/>
        </w:rPr>
        <w:tab/>
        <w:t>Alternatively, the perpetuity may be viewed as a combination of an annuity identical to the given annuity and a deferred perpetuity. Then</w:t>
      </w:r>
    </w:p>
    <w:p w:rsidR="00E62653" w:rsidRDefault="00E62653">
      <w:pPr>
        <w:pStyle w:val="ISM"/>
        <w:rPr>
          <w:spacing w:val="-2"/>
        </w:rPr>
      </w:pPr>
      <w:r>
        <w:rPr>
          <w:spacing w:val="-2"/>
        </w:rPr>
        <w:tab/>
      </w:r>
      <w:r>
        <w:rPr>
          <w:spacing w:val="-2"/>
        </w:rPr>
        <w:tab/>
      </w:r>
      <w:r>
        <w:rPr>
          <w:spacing w:val="-2"/>
        </w:rPr>
        <w:tab/>
      </w:r>
      <w:r>
        <w:rPr>
          <w:spacing w:val="-2"/>
        </w:rPr>
        <w:tab/>
      </w:r>
      <w:r>
        <w:rPr>
          <w:rFonts w:ascii="Times New Roman" w:hAnsi="Times New Roman"/>
          <w:i/>
          <w:spacing w:val="-2"/>
        </w:rPr>
        <w:t>PV</w:t>
      </w:r>
      <w:r>
        <w:rPr>
          <w:spacing w:val="-2"/>
        </w:rPr>
        <w:t xml:space="preserve"> of given perpetuity = (</w:t>
      </w:r>
      <w:r>
        <w:rPr>
          <w:rFonts w:ascii="Times New Roman" w:hAnsi="Times New Roman"/>
          <w:i/>
          <w:spacing w:val="-2"/>
        </w:rPr>
        <w:t>PV</w:t>
      </w:r>
      <w:r>
        <w:rPr>
          <w:spacing w:val="-2"/>
        </w:rPr>
        <w:t xml:space="preserve"> of given annuity) + (</w:t>
      </w:r>
      <w:r>
        <w:rPr>
          <w:rFonts w:ascii="Times New Roman" w:hAnsi="Times New Roman"/>
          <w:i/>
          <w:spacing w:val="-2"/>
        </w:rPr>
        <w:t>PV</w:t>
      </w:r>
      <w:r>
        <w:rPr>
          <w:spacing w:val="-2"/>
        </w:rPr>
        <w:t xml:space="preserve"> of deferred perpetuity)</w:t>
      </w:r>
    </w:p>
    <w:p w:rsidR="00E62653" w:rsidRDefault="00E62653">
      <w:pPr>
        <w:pStyle w:val="ISM"/>
        <w:rPr>
          <w:spacing w:val="-2"/>
        </w:rPr>
      </w:pPr>
      <w:r>
        <w:rPr>
          <w:spacing w:val="-2"/>
        </w:rPr>
        <w:tab/>
      </w:r>
      <w:r>
        <w:rPr>
          <w:spacing w:val="-2"/>
        </w:rPr>
        <w:tab/>
        <w:t xml:space="preserve">Therefore, </w:t>
      </w:r>
    </w:p>
    <w:p w:rsidR="00E62653" w:rsidRDefault="00E62653">
      <w:pPr>
        <w:pStyle w:val="ISM"/>
        <w:spacing w:after="120"/>
        <w:rPr>
          <w:spacing w:val="-2"/>
        </w:rPr>
      </w:pPr>
      <w:r>
        <w:rPr>
          <w:spacing w:val="-2"/>
        </w:rPr>
        <w:tab/>
      </w:r>
      <w:r>
        <w:rPr>
          <w:spacing w:val="-2"/>
        </w:rPr>
        <w:tab/>
      </w:r>
      <w:r>
        <w:rPr>
          <w:spacing w:val="-2"/>
        </w:rPr>
        <w:tab/>
      </w:r>
      <w:r>
        <w:rPr>
          <w:spacing w:val="-2"/>
        </w:rPr>
        <w:tab/>
      </w:r>
      <w:r>
        <w:rPr>
          <w:rFonts w:ascii="Times New Roman" w:hAnsi="Times New Roman"/>
          <w:i/>
          <w:spacing w:val="-2"/>
        </w:rPr>
        <w:t>PV</w:t>
      </w:r>
      <w:r>
        <w:rPr>
          <w:spacing w:val="-2"/>
        </w:rPr>
        <w:t xml:space="preserve"> of given perpetuity &gt; </w:t>
      </w:r>
      <w:r>
        <w:rPr>
          <w:rFonts w:ascii="Times New Roman" w:hAnsi="Times New Roman"/>
          <w:i/>
          <w:spacing w:val="-2"/>
        </w:rPr>
        <w:t>PV</w:t>
      </w:r>
      <w:r>
        <w:rPr>
          <w:spacing w:val="-2"/>
        </w:rPr>
        <w:t xml:space="preserve"> of given annuity</w:t>
      </w:r>
    </w:p>
    <w:p w:rsidR="00E62653" w:rsidRDefault="00E62653">
      <w:pPr>
        <w:pStyle w:val="ISM"/>
        <w:spacing w:after="120"/>
        <w:ind w:left="547" w:hanging="547"/>
        <w:rPr>
          <w:spacing w:val="-2"/>
        </w:rPr>
      </w:pPr>
      <w:r>
        <w:rPr>
          <w:spacing w:val="-2"/>
        </w:rPr>
        <w:tab/>
        <w:t>2.</w:t>
      </w:r>
      <w:r>
        <w:rPr>
          <w:spacing w:val="-2"/>
        </w:rPr>
        <w:tab/>
      </w:r>
      <w:r>
        <w:rPr>
          <w:spacing w:val="-2"/>
          <w:u w:val="double"/>
        </w:rPr>
        <w:t>No</w:t>
      </w:r>
      <w:r>
        <w:rPr>
          <w:spacing w:val="-2"/>
        </w:rPr>
        <w:t>. Each payment is the interest earned during the preceding payment interval. At a higher market interest rate, a smaller endowment can generate the same payment size.</w:t>
      </w:r>
    </w:p>
    <w:p w:rsidR="00E62653" w:rsidRDefault="00E62653">
      <w:pPr>
        <w:pStyle w:val="ISM"/>
        <w:ind w:left="540" w:hanging="540"/>
        <w:rPr>
          <w:spacing w:val="-2"/>
        </w:rPr>
      </w:pPr>
      <w:r>
        <w:rPr>
          <w:spacing w:val="-2"/>
        </w:rPr>
        <w:tab/>
        <w:t>3.</w:t>
      </w:r>
      <w:r>
        <w:rPr>
          <w:spacing w:val="-2"/>
        </w:rPr>
        <w:tab/>
        <w:t xml:space="preserve">The market value will </w:t>
      </w:r>
      <w:r>
        <w:rPr>
          <w:spacing w:val="-2"/>
          <w:u w:val="double"/>
        </w:rPr>
        <w:t>rise</w:t>
      </w:r>
      <w:r>
        <w:rPr>
          <w:spacing w:val="-2"/>
        </w:rPr>
        <w:t xml:space="preserve">. The rate of return (dividend yield) is the (fixed) annual dividend calculated as a percentage of the market value. If investors will accept a lower rate of return, they will pay a higher price for the shares. </w:t>
      </w:r>
    </w:p>
    <w:p w:rsidR="00E62653" w:rsidRDefault="00E62653">
      <w:pPr>
        <w:pStyle w:val="ISM"/>
        <w:spacing w:after="120"/>
      </w:pPr>
    </w:p>
    <w:p w:rsidR="00E62653" w:rsidRDefault="00E62653">
      <w:pPr>
        <w:pStyle w:val="ISM"/>
        <w:spacing w:after="60"/>
        <w:rPr>
          <w:b/>
          <w:sz w:val="24"/>
        </w:rPr>
      </w:pPr>
      <w:r>
        <w:rPr>
          <w:b/>
          <w:sz w:val="24"/>
        </w:rPr>
        <w:t xml:space="preserve">Exercise </w:t>
      </w:r>
      <w:r w:rsidR="00B53A8E">
        <w:rPr>
          <w:b/>
          <w:sz w:val="24"/>
        </w:rPr>
        <w:t>14</w:t>
      </w:r>
      <w:r>
        <w:rPr>
          <w:b/>
          <w:sz w:val="24"/>
        </w:rPr>
        <w:t>.</w:t>
      </w:r>
      <w:r w:rsidR="009648E7">
        <w:rPr>
          <w:b/>
          <w:sz w:val="24"/>
        </w:rPr>
        <w:t>2</w:t>
      </w:r>
    </w:p>
    <w:p w:rsidR="00E62653" w:rsidRDefault="00E62653">
      <w:pPr>
        <w:pStyle w:val="ISM"/>
      </w:pPr>
      <w:r>
        <w:tab/>
        <w:t>1.</w:t>
      </w:r>
      <w:r>
        <w:tab/>
        <w:t>The $</w:t>
      </w:r>
      <w:r w:rsidR="00AB0FCC">
        <w:t>500</w:t>
      </w:r>
      <w:r>
        <w:t xml:space="preserve">,000 gift is the </w:t>
      </w:r>
      <w:r>
        <w:rPr>
          <w:spacing w:val="-2"/>
        </w:rPr>
        <w:t xml:space="preserve">present value </w:t>
      </w:r>
      <w:r>
        <w:t>of the payments.</w:t>
      </w:r>
    </w:p>
    <w:p w:rsidR="00E62653" w:rsidRDefault="00E62653">
      <w:pPr>
        <w:pStyle w:val="ISM"/>
        <w:spacing w:after="120"/>
      </w:pPr>
      <w:r>
        <w:tab/>
      </w:r>
      <w:r>
        <w:tab/>
      </w:r>
      <w:r>
        <w:rPr>
          <w:rFonts w:ascii="Times New Roman" w:hAnsi="Times New Roman"/>
          <w:i/>
        </w:rPr>
        <w:t>PMT</w:t>
      </w:r>
      <w:r>
        <w:t xml:space="preserve"> = </w:t>
      </w:r>
      <w:r w:rsidRPr="004B1A38">
        <w:rPr>
          <w:position w:val="-6"/>
        </w:rPr>
        <w:object w:dxaOrig="639" w:dyaOrig="260">
          <v:shape id="_x0000_i1111" type="#_x0000_t75" style="width:28.45pt;height:14.25pt" o:ole="" fillcolor="window">
            <v:imagedata r:id="rId184" o:title=""/>
          </v:shape>
          <o:OLEObject Type="Embed" ProgID="Equation.3" ShapeID="_x0000_i1111" DrawAspect="Content" ObjectID="_1654992428" r:id="rId185"/>
        </w:object>
      </w:r>
      <w:r>
        <w:t xml:space="preserve"> = 0.0</w:t>
      </w:r>
      <w:r w:rsidR="00AB0FCC">
        <w:t>4</w:t>
      </w:r>
      <w:r>
        <w:t xml:space="preserve">5 </w:t>
      </w:r>
      <w:r>
        <w:rPr>
          <w:sz w:val="24"/>
        </w:rPr>
        <w:sym w:font="Symbol" w:char="F0B4"/>
      </w:r>
      <w:r>
        <w:t xml:space="preserve"> $</w:t>
      </w:r>
      <w:r w:rsidR="00AB0FCC">
        <w:t>500</w:t>
      </w:r>
      <w:r>
        <w:t xml:space="preserve">,000 = </w:t>
      </w:r>
      <w:r>
        <w:rPr>
          <w:u w:val="double"/>
        </w:rPr>
        <w:t>$</w:t>
      </w:r>
      <w:r w:rsidR="00AB0FCC">
        <w:rPr>
          <w:u w:val="double"/>
        </w:rPr>
        <w:t>22,500</w:t>
      </w:r>
    </w:p>
    <w:p w:rsidR="00E62653" w:rsidRDefault="00E62653">
      <w:pPr>
        <w:pStyle w:val="ISM"/>
      </w:pPr>
      <w:r>
        <w:tab/>
        <w:t>3.</w:t>
      </w:r>
      <w:r>
        <w:tab/>
        <w:t xml:space="preserve">Given: </w:t>
      </w:r>
      <w:r>
        <w:rPr>
          <w:rFonts w:ascii="Times New Roman" w:hAnsi="Times New Roman"/>
          <w:i/>
        </w:rPr>
        <w:t>PMT</w:t>
      </w:r>
      <w:r>
        <w:t xml:space="preserve"> = $10,000</w:t>
      </w:r>
    </w:p>
    <w:p w:rsidR="00E62653" w:rsidRDefault="00E62653">
      <w:pPr>
        <w:pStyle w:val="ISM"/>
      </w:pPr>
      <w:r>
        <w:tab/>
      </w:r>
      <w:r>
        <w:tab/>
        <w:t xml:space="preserve">With </w:t>
      </w:r>
      <w:r w:rsidR="00AB0FCC" w:rsidRPr="004B1A38">
        <w:rPr>
          <w:position w:val="-16"/>
        </w:rPr>
        <w:object w:dxaOrig="680" w:dyaOrig="440">
          <v:shape id="_x0000_i1112" type="#_x0000_t75" style="width:36pt;height:21.75pt" o:ole="" fillcolor="window">
            <v:imagedata r:id="rId186" o:title=""/>
          </v:shape>
          <o:OLEObject Type="Embed" ProgID="Equation.3" ShapeID="_x0000_i1112" DrawAspect="Content" ObjectID="_1654992429" r:id="rId187"/>
        </w:object>
      </w:r>
      <w:r>
        <w:t xml:space="preserve"> = </w:t>
      </w:r>
      <w:r w:rsidR="00AB0FCC">
        <w:t>2.5</w:t>
      </w:r>
      <w:r>
        <w:t xml:space="preserve">%, </w:t>
      </w:r>
      <w:r w:rsidRPr="004B1A38">
        <w:rPr>
          <w:position w:val="-22"/>
        </w:rPr>
        <w:object w:dxaOrig="1240" w:dyaOrig="580">
          <v:shape id="_x0000_i1113" type="#_x0000_t75" style="width:64.45pt;height:28.45pt" o:ole="" fillcolor="window">
            <v:imagedata r:id="rId188" o:title=""/>
          </v:shape>
          <o:OLEObject Type="Embed" ProgID="Equation.2" ShapeID="_x0000_i1113" DrawAspect="Content" ObjectID="_1654992430" r:id="rId189"/>
        </w:object>
      </w:r>
      <w:r>
        <w:t xml:space="preserve"> = </w:t>
      </w:r>
      <w:r w:rsidR="00AB0FCC" w:rsidRPr="004B1A38">
        <w:rPr>
          <w:position w:val="-22"/>
        </w:rPr>
        <w:object w:dxaOrig="920" w:dyaOrig="580">
          <v:shape id="_x0000_i1114" type="#_x0000_t75" style="width:43.55pt;height:28.45pt" o:ole="" fillcolor="window">
            <v:imagedata r:id="rId190" o:title=""/>
          </v:shape>
          <o:OLEObject Type="Embed" ProgID="Equation.3" ShapeID="_x0000_i1114" DrawAspect="Content" ObjectID="_1654992431" r:id="rId191"/>
        </w:object>
      </w:r>
      <w:r>
        <w:t xml:space="preserve"> = </w:t>
      </w:r>
      <w:r w:rsidR="00AB0FCC">
        <w:t>$400,000</w:t>
      </w:r>
    </w:p>
    <w:p w:rsidR="00E62653" w:rsidRDefault="00E62653">
      <w:pPr>
        <w:pStyle w:val="ISM"/>
      </w:pPr>
      <w:r>
        <w:tab/>
      </w:r>
      <w:r>
        <w:tab/>
        <w:t xml:space="preserve">With </w:t>
      </w:r>
      <w:r w:rsidR="00AB0FCC" w:rsidRPr="00AB0FCC">
        <w:rPr>
          <w:position w:val="-12"/>
        </w:rPr>
        <w:object w:dxaOrig="600" w:dyaOrig="360">
          <v:shape id="_x0000_i1115" type="#_x0000_t75" style="width:28.45pt;height:21.75pt" o:ole="" fillcolor="window">
            <v:imagedata r:id="rId192" o:title=""/>
          </v:shape>
          <o:OLEObject Type="Embed" ProgID="Equation.3" ShapeID="_x0000_i1115" DrawAspect="Content" ObjectID="_1654992432" r:id="rId193"/>
        </w:object>
      </w:r>
      <w:r>
        <w:t xml:space="preserve"> = 2%, </w:t>
      </w:r>
      <w:r w:rsidRPr="004B1A38">
        <w:rPr>
          <w:position w:val="-22"/>
        </w:rPr>
        <w:object w:dxaOrig="1240" w:dyaOrig="580">
          <v:shape id="_x0000_i1116" type="#_x0000_t75" style="width:64.45pt;height:28.45pt" o:ole="" fillcolor="window">
            <v:imagedata r:id="rId188" o:title=""/>
          </v:shape>
          <o:OLEObject Type="Embed" ProgID="Equation.2" ShapeID="_x0000_i1116" DrawAspect="Content" ObjectID="_1654992433" r:id="rId194"/>
        </w:object>
      </w:r>
      <w:r>
        <w:t xml:space="preserve"> = </w:t>
      </w:r>
      <w:r w:rsidR="00AB0FCC" w:rsidRPr="00AB0FCC">
        <w:rPr>
          <w:position w:val="-22"/>
        </w:rPr>
        <w:object w:dxaOrig="900" w:dyaOrig="580">
          <v:shape id="_x0000_i1117" type="#_x0000_t75" style="width:43.55pt;height:28.45pt" o:ole="" fillcolor="window">
            <v:imagedata r:id="rId195" o:title=""/>
          </v:shape>
          <o:OLEObject Type="Embed" ProgID="Equation.3" ShapeID="_x0000_i1117" DrawAspect="Content" ObjectID="_1654992434" r:id="rId196"/>
        </w:object>
      </w:r>
      <w:r>
        <w:t>= $</w:t>
      </w:r>
      <w:r w:rsidR="00AB0FCC">
        <w:t>500,000</w:t>
      </w:r>
    </w:p>
    <w:p w:rsidR="00E62653" w:rsidRDefault="00E62653">
      <w:pPr>
        <w:pStyle w:val="ISM"/>
      </w:pPr>
      <w:r>
        <w:tab/>
      </w:r>
      <w:r>
        <w:tab/>
        <w:t xml:space="preserve">Therefore, </w:t>
      </w:r>
      <w:r w:rsidR="00AB0FCC">
        <w:t xml:space="preserve">$500,000 – </w:t>
      </w:r>
      <w:r>
        <w:t xml:space="preserve">$400,000 = </w:t>
      </w:r>
      <w:r>
        <w:rPr>
          <w:u w:val="double"/>
        </w:rPr>
        <w:t>$</w:t>
      </w:r>
      <w:r w:rsidR="00AB0FCC">
        <w:rPr>
          <w:u w:val="double"/>
        </w:rPr>
        <w:t>100,000</w:t>
      </w:r>
      <w:r>
        <w:t xml:space="preserve"> less is required to fund</w:t>
      </w:r>
    </w:p>
    <w:p w:rsidR="00E62653" w:rsidRDefault="00E62653">
      <w:pPr>
        <w:pStyle w:val="ISM"/>
        <w:spacing w:after="120"/>
      </w:pPr>
      <w:r>
        <w:tab/>
      </w:r>
      <w:r>
        <w:tab/>
        <w:t>the perpetuity at the higher rate of return.</w:t>
      </w:r>
    </w:p>
    <w:p w:rsidR="00E62653" w:rsidRDefault="00E62653">
      <w:pPr>
        <w:pStyle w:val="ISMab"/>
        <w:ind w:left="540" w:hanging="540"/>
      </w:pPr>
      <w:r>
        <w:lastRenderedPageBreak/>
        <w:tab/>
        <w:t>5.</w:t>
      </w:r>
      <w:r>
        <w:tab/>
        <w:t xml:space="preserve">The amount required to fund each case is the </w:t>
      </w:r>
      <w:r>
        <w:rPr>
          <w:spacing w:val="-2"/>
        </w:rPr>
        <w:t xml:space="preserve">present value </w:t>
      </w:r>
      <w:r>
        <w:t>of the payments.</w:t>
      </w:r>
    </w:p>
    <w:p w:rsidR="00E62653" w:rsidRDefault="00E62653">
      <w:pPr>
        <w:pStyle w:val="ISMab"/>
        <w:ind w:left="540" w:hanging="540"/>
      </w:pPr>
      <w:r>
        <w:tab/>
      </w:r>
      <w:r>
        <w:tab/>
        <w:t xml:space="preserve">For the perpetuity, </w:t>
      </w:r>
      <w:r w:rsidRPr="004B1A38">
        <w:rPr>
          <w:position w:val="-22"/>
        </w:rPr>
        <w:object w:dxaOrig="1120" w:dyaOrig="580">
          <v:shape id="_x0000_i1118" type="#_x0000_t75" style="width:57.75pt;height:28.45pt" o:ole="" fillcolor="window">
            <v:imagedata r:id="rId197" o:title=""/>
          </v:shape>
          <o:OLEObject Type="Embed" ProgID="Equation.3" ShapeID="_x0000_i1118" DrawAspect="Content" ObjectID="_1654992435" r:id="rId198"/>
        </w:object>
      </w:r>
      <w:r>
        <w:t xml:space="preserve"> = </w:t>
      </w:r>
      <w:r w:rsidR="00CA2A36" w:rsidRPr="00CA2A36">
        <w:rPr>
          <w:position w:val="-22"/>
        </w:rPr>
        <w:object w:dxaOrig="780" w:dyaOrig="580">
          <v:shape id="_x0000_i1119" type="#_x0000_t75" style="width:43.55pt;height:28.45pt" o:ole="" fillcolor="window">
            <v:imagedata r:id="rId199" o:title=""/>
          </v:shape>
          <o:OLEObject Type="Embed" ProgID="Equation.3" ShapeID="_x0000_i1119" DrawAspect="Content" ObjectID="_1654992436" r:id="rId200"/>
        </w:object>
      </w:r>
      <w:r>
        <w:t xml:space="preserve"> = $</w:t>
      </w:r>
      <w:r w:rsidR="00CA2A36">
        <w:t>400,000</w:t>
      </w:r>
    </w:p>
    <w:p w:rsidR="00E62653" w:rsidRDefault="00E62653">
      <w:pPr>
        <w:pStyle w:val="ISMab"/>
        <w:ind w:left="540" w:hanging="540"/>
      </w:pPr>
      <w:r>
        <w:tab/>
      </w:r>
      <w:r>
        <w:tab/>
        <w:t xml:space="preserve">For the annuity, </w:t>
      </w:r>
      <w:r w:rsidRPr="004B1A38">
        <w:rPr>
          <w:spacing w:val="-2"/>
          <w:position w:val="-36"/>
        </w:rPr>
        <w:object w:dxaOrig="2520" w:dyaOrig="840">
          <v:shape id="_x0000_i1120" type="#_x0000_t75" style="width:129.75pt;height:43.55pt" o:ole="" fillcolor="window">
            <v:imagedata r:id="rId201" o:title=""/>
          </v:shape>
          <o:OLEObject Type="Embed" ProgID="Equation.2" ShapeID="_x0000_i1120" DrawAspect="Content" ObjectID="_1654992437" r:id="rId202"/>
        </w:object>
      </w:r>
      <w:r>
        <w:t xml:space="preserve"> = $</w:t>
      </w:r>
      <w:r w:rsidR="00CA2A36">
        <w:t>5</w:t>
      </w:r>
      <w:r>
        <w:t>000</w:t>
      </w:r>
      <w:r w:rsidR="00CA2A36" w:rsidRPr="00CA2A36">
        <w:rPr>
          <w:position w:val="-30"/>
        </w:rPr>
        <w:object w:dxaOrig="1600" w:dyaOrig="720">
          <v:shape id="_x0000_i1121" type="#_x0000_t75" style="width:79.55pt;height:36pt" o:ole="" fillcolor="window">
            <v:imagedata r:id="rId203" o:title=""/>
          </v:shape>
          <o:OLEObject Type="Embed" ProgID="Equation.3" ShapeID="_x0000_i1121" DrawAspect="Content" ObjectID="_1654992438" r:id="rId204"/>
        </w:object>
      </w:r>
      <w:r>
        <w:t xml:space="preserve"> = $</w:t>
      </w:r>
      <w:r w:rsidR="00CA2A36">
        <w:t>309,914.24</w:t>
      </w:r>
    </w:p>
    <w:p w:rsidR="00E62653" w:rsidRDefault="00E62653" w:rsidP="00CA2A36">
      <w:pPr>
        <w:pStyle w:val="ISMab"/>
        <w:spacing w:after="180"/>
        <w:ind w:left="547" w:hanging="547"/>
      </w:pPr>
      <w:r>
        <w:tab/>
      </w:r>
      <w:r>
        <w:tab/>
        <w:t>You need $</w:t>
      </w:r>
      <w:r w:rsidR="00CA2A36">
        <w:t>400,000</w:t>
      </w:r>
      <w:r>
        <w:t xml:space="preserve"> – </w:t>
      </w:r>
      <w:r w:rsidR="00CA2A36">
        <w:t>$309,914.24</w:t>
      </w:r>
      <w:r>
        <w:t xml:space="preserve"> = </w:t>
      </w:r>
      <w:r>
        <w:rPr>
          <w:u w:val="double"/>
        </w:rPr>
        <w:t>$</w:t>
      </w:r>
      <w:r w:rsidR="00CA2A36">
        <w:rPr>
          <w:u w:val="double"/>
        </w:rPr>
        <w:t>90,085</w:t>
      </w:r>
      <w:r>
        <w:rPr>
          <w:u w:val="double"/>
        </w:rPr>
        <w:t>.</w:t>
      </w:r>
      <w:r w:rsidR="00CA2A36">
        <w:rPr>
          <w:u w:val="double"/>
        </w:rPr>
        <w:t>76</w:t>
      </w:r>
      <w:r>
        <w:t xml:space="preserve"> more money to fund the perpetuity.</w:t>
      </w:r>
    </w:p>
    <w:p w:rsidR="00E62653" w:rsidRDefault="00E62653">
      <w:pPr>
        <w:pStyle w:val="ISM"/>
        <w:ind w:left="540" w:hanging="540"/>
      </w:pPr>
      <w:r>
        <w:tab/>
        <w:t>7.</w:t>
      </w:r>
      <w:r>
        <w:tab/>
        <w:t>The owner should be willing to accept the current economic value of the stream of future payments. This economic value equals the present value of the future payments. On the date of the next scheduled payment, the payments consist of a simple perpetuity plus the payment due on that date. Hence,</w:t>
      </w:r>
    </w:p>
    <w:p w:rsidR="00E62653" w:rsidRDefault="00E62653">
      <w:pPr>
        <w:pStyle w:val="ISM"/>
        <w:rPr>
          <w:u w:val="double"/>
        </w:rPr>
      </w:pPr>
      <w:r>
        <w:tab/>
      </w:r>
      <w:r>
        <w:tab/>
      </w:r>
      <w:r>
        <w:tab/>
      </w:r>
      <w:r>
        <w:tab/>
      </w:r>
      <w:r>
        <w:rPr>
          <w:rFonts w:ascii="Times New Roman" w:hAnsi="Times New Roman"/>
          <w:i/>
        </w:rPr>
        <w:t>PV</w:t>
      </w:r>
      <w:r>
        <w:t xml:space="preserve"> = $500 + </w:t>
      </w:r>
      <w:r w:rsidRPr="004B1A38">
        <w:rPr>
          <w:position w:val="-22"/>
        </w:rPr>
        <w:object w:dxaOrig="580" w:dyaOrig="580">
          <v:shape id="_x0000_i1122" type="#_x0000_t75" style="width:28.45pt;height:28.45pt" o:ole="" fillcolor="window">
            <v:imagedata r:id="rId205" o:title=""/>
          </v:shape>
          <o:OLEObject Type="Embed" ProgID="Equation.3" ShapeID="_x0000_i1122" DrawAspect="Content" ObjectID="_1654992439" r:id="rId206"/>
        </w:object>
      </w:r>
      <w:r>
        <w:t xml:space="preserve"> = $500 + </w:t>
      </w:r>
      <w:r w:rsidRPr="004B1A38">
        <w:rPr>
          <w:position w:val="-22"/>
        </w:rPr>
        <w:object w:dxaOrig="660" w:dyaOrig="580">
          <v:shape id="_x0000_i1123" type="#_x0000_t75" style="width:36pt;height:28.45pt" o:ole="" fillcolor="window">
            <v:imagedata r:id="rId207" o:title=""/>
          </v:shape>
          <o:OLEObject Type="Embed" ProgID="Equation.3" ShapeID="_x0000_i1123" DrawAspect="Content" ObjectID="_1654992440" r:id="rId208"/>
        </w:object>
      </w:r>
      <w:r>
        <w:t xml:space="preserve"> = </w:t>
      </w:r>
      <w:r>
        <w:rPr>
          <w:u w:val="double"/>
        </w:rPr>
        <w:t>$9120.69</w:t>
      </w:r>
    </w:p>
    <w:p w:rsidR="00E62653" w:rsidRDefault="00E62653">
      <w:pPr>
        <w:pStyle w:val="ISM"/>
        <w:spacing w:after="240"/>
      </w:pPr>
      <w:r>
        <w:tab/>
      </w:r>
      <w:r>
        <w:tab/>
        <w:t>The landowner should be willing to accept $9120.69.</w:t>
      </w:r>
    </w:p>
    <w:p w:rsidR="00E62653" w:rsidRDefault="00E62653">
      <w:pPr>
        <w:pStyle w:val="ISM"/>
      </w:pPr>
      <w:r>
        <w:tab/>
        <w:t>9.</w:t>
      </w:r>
      <w:r>
        <w:tab/>
        <w:t>Price = $</w:t>
      </w:r>
      <w:r w:rsidR="00322D94">
        <w:t>10</w:t>
      </w:r>
      <w:r>
        <w:t>00 + Present value of quarterly payments</w:t>
      </w:r>
    </w:p>
    <w:p w:rsidR="00E62653" w:rsidRDefault="00E62653">
      <w:pPr>
        <w:pStyle w:val="ISM"/>
      </w:pPr>
      <w:r>
        <w:tab/>
      </w:r>
      <w:r>
        <w:tab/>
        <w:t>The quarterly payments form an ordinary general perpetuity having</w:t>
      </w:r>
    </w:p>
    <w:p w:rsidR="00E62653" w:rsidRDefault="00E62653">
      <w:pPr>
        <w:pStyle w:val="ISM"/>
      </w:pPr>
      <w:r>
        <w:tab/>
      </w:r>
      <w:r>
        <w:tab/>
      </w:r>
      <w:r>
        <w:tab/>
      </w:r>
      <w:r>
        <w:tab/>
      </w:r>
      <w:r>
        <w:rPr>
          <w:rFonts w:ascii="Times New Roman" w:hAnsi="Times New Roman"/>
          <w:i/>
        </w:rPr>
        <w:t>PMT</w:t>
      </w:r>
      <w:r>
        <w:t xml:space="preserve"> = $</w:t>
      </w:r>
      <w:r w:rsidR="00322D94">
        <w:t>2</w:t>
      </w:r>
      <w:r>
        <w:t xml:space="preserve">5, </w:t>
      </w:r>
      <w:r>
        <w:rPr>
          <w:rFonts w:ascii="Times New Roman" w:hAnsi="Times New Roman"/>
          <w:i/>
        </w:rPr>
        <w:t>i</w:t>
      </w:r>
      <w:r>
        <w:t xml:space="preserve"> = </w:t>
      </w:r>
      <w:r w:rsidR="00322D94">
        <w:t>4.8</w:t>
      </w:r>
      <w:r>
        <w:t xml:space="preserve">%, and </w:t>
      </w:r>
      <w:r>
        <w:rPr>
          <w:rFonts w:ascii="Times New Roman" w:hAnsi="Times New Roman"/>
          <w:i/>
        </w:rPr>
        <w:t>c</w:t>
      </w:r>
      <w:r>
        <w:t xml:space="preserve"> = </w:t>
      </w:r>
      <w:r w:rsidRPr="004B1A38">
        <w:rPr>
          <w:position w:val="-16"/>
        </w:rPr>
        <w:object w:dxaOrig="220" w:dyaOrig="420">
          <v:shape id="_x0000_i1124" type="#_x0000_t75" style="width:14.25pt;height:21.75pt" o:ole="" fillcolor="window">
            <v:imagedata r:id="rId209" o:title=""/>
          </v:shape>
          <o:OLEObject Type="Embed" ProgID="Equation.3" ShapeID="_x0000_i1124" DrawAspect="Content" ObjectID="_1654992441" r:id="rId210"/>
        </w:object>
      </w:r>
      <w:r>
        <w:t xml:space="preserve"> = 0.25</w:t>
      </w:r>
    </w:p>
    <w:p w:rsidR="00E62653" w:rsidRDefault="00E62653">
      <w:pPr>
        <w:pStyle w:val="ISM"/>
      </w:pPr>
      <w:r>
        <w:tab/>
      </w:r>
      <w:r>
        <w:tab/>
      </w:r>
      <w:r>
        <w:tab/>
      </w:r>
      <w:r>
        <w:tab/>
      </w:r>
      <w:r w:rsidRPr="004B1A38">
        <w:rPr>
          <w:position w:val="-10"/>
        </w:rPr>
        <w:object w:dxaOrig="1420" w:dyaOrig="380">
          <v:shape id="_x0000_i1125" type="#_x0000_t75" style="width:1in;height:14.25pt" o:ole="" fillcolor="window">
            <v:imagedata r:id="rId124" o:title=""/>
          </v:shape>
          <o:OLEObject Type="Embed" ProgID="Equation.3" ShapeID="_x0000_i1125" DrawAspect="Content" ObjectID="_1654992442" r:id="rId211"/>
        </w:object>
      </w:r>
      <w:r>
        <w:t xml:space="preserve"> = </w:t>
      </w:r>
      <w:r w:rsidR="00661B4B" w:rsidRPr="00661B4B">
        <w:rPr>
          <w:position w:val="-14"/>
        </w:rPr>
        <w:object w:dxaOrig="1020" w:dyaOrig="420">
          <v:shape id="_x0000_i1231" type="#_x0000_t75" style="width:51.05pt;height:20.95pt" o:ole="" o:preferrelative="f" fillcolor="window">
            <v:imagedata r:id="rId212" o:title=""/>
            <o:lock v:ext="edit" aspectratio="f"/>
          </v:shape>
          <o:OLEObject Type="Embed" ProgID="Equation.DSMT4" ShapeID="_x0000_i1231" DrawAspect="Content" ObjectID="_1654992443" r:id="rId213"/>
        </w:object>
      </w:r>
      <w:r>
        <w:t>– 1 = 0.</w:t>
      </w:r>
      <w:r w:rsidR="00322D94">
        <w:t>011789855</w:t>
      </w:r>
    </w:p>
    <w:p w:rsidR="00E62653" w:rsidRDefault="00E62653">
      <w:pPr>
        <w:pStyle w:val="ISM"/>
      </w:pPr>
      <w:r>
        <w:tab/>
      </w:r>
      <w:r>
        <w:tab/>
      </w:r>
      <w:r>
        <w:tab/>
      </w:r>
      <w:r>
        <w:tab/>
      </w:r>
      <w:r>
        <w:rPr>
          <w:rFonts w:ascii="Times New Roman" w:hAnsi="Times New Roman"/>
          <w:i/>
        </w:rPr>
        <w:t>PV</w:t>
      </w:r>
      <w:r>
        <w:t xml:space="preserve"> = </w:t>
      </w:r>
      <w:r w:rsidRPr="004B1A38">
        <w:rPr>
          <w:position w:val="-28"/>
        </w:rPr>
        <w:object w:dxaOrig="580" w:dyaOrig="639">
          <v:shape id="_x0000_i1126" type="#_x0000_t75" style="width:28.45pt;height:28.45pt" o:ole="" fillcolor="window">
            <v:imagedata r:id="rId214" o:title=""/>
          </v:shape>
          <o:OLEObject Type="Embed" ProgID="Equation.3" ShapeID="_x0000_i1126" DrawAspect="Content" ObjectID="_1654992444" r:id="rId215"/>
        </w:object>
      </w:r>
      <w:r>
        <w:t xml:space="preserve"> = </w:t>
      </w:r>
      <w:r w:rsidR="00322D94" w:rsidRPr="00322D94">
        <w:rPr>
          <w:position w:val="-22"/>
        </w:rPr>
        <w:object w:dxaOrig="1380" w:dyaOrig="580">
          <v:shape id="_x0000_i1127" type="#_x0000_t75" style="width:1in;height:28.45pt" o:ole="" fillcolor="window">
            <v:imagedata r:id="rId216" o:title=""/>
          </v:shape>
          <o:OLEObject Type="Embed" ProgID="Equation.3" ShapeID="_x0000_i1127" DrawAspect="Content" ObjectID="_1654992445" r:id="rId217"/>
        </w:object>
      </w:r>
      <w:r>
        <w:t xml:space="preserve"> = $</w:t>
      </w:r>
      <w:r w:rsidR="00322D94">
        <w:t>2120.47</w:t>
      </w:r>
    </w:p>
    <w:p w:rsidR="00E62653" w:rsidRDefault="00E62653" w:rsidP="00151E2E">
      <w:pPr>
        <w:pStyle w:val="ISM"/>
        <w:spacing w:after="240"/>
        <w:rPr>
          <w:u w:val="double"/>
        </w:rPr>
      </w:pPr>
      <w:r>
        <w:tab/>
      </w:r>
      <w:r>
        <w:tab/>
      </w:r>
      <w:r>
        <w:tab/>
        <w:t>Price of a plot = $</w:t>
      </w:r>
      <w:r w:rsidR="00322D94">
        <w:t>10</w:t>
      </w:r>
      <w:r>
        <w:t>00 + $</w:t>
      </w:r>
      <w:r w:rsidR="00322D94">
        <w:t xml:space="preserve">2120.47 </w:t>
      </w:r>
      <w:r>
        <w:t xml:space="preserve">= </w:t>
      </w:r>
      <w:r>
        <w:rPr>
          <w:u w:val="double"/>
        </w:rPr>
        <w:t>$</w:t>
      </w:r>
      <w:r w:rsidR="00322D94" w:rsidRPr="00322D94">
        <w:rPr>
          <w:u w:val="double"/>
        </w:rPr>
        <w:t>3120.47</w:t>
      </w:r>
    </w:p>
    <w:p w:rsidR="00E62653" w:rsidRDefault="00E62653">
      <w:pPr>
        <w:pStyle w:val="ISMab"/>
      </w:pPr>
      <w:r>
        <w:tab/>
        <w:t>11.</w:t>
      </w:r>
      <w:r>
        <w:tab/>
      </w:r>
      <w:r>
        <w:rPr>
          <w:i/>
        </w:rPr>
        <w:t>a.</w:t>
      </w:r>
      <w:r>
        <w:tab/>
        <w:t xml:space="preserve">The price equals the present value of the dividends discounted at the required rate </w:t>
      </w:r>
    </w:p>
    <w:p w:rsidR="00E62653" w:rsidRDefault="00E62653">
      <w:pPr>
        <w:pStyle w:val="ISMab"/>
      </w:pPr>
      <w:r>
        <w:tab/>
      </w:r>
      <w:r>
        <w:tab/>
      </w:r>
      <w:r>
        <w:tab/>
        <w:t xml:space="preserve">of return. Since the next dividend is about to be paid, the dividends form a simple </w:t>
      </w:r>
    </w:p>
    <w:p w:rsidR="00E62653" w:rsidRDefault="00E62653">
      <w:pPr>
        <w:pStyle w:val="ISMab"/>
      </w:pPr>
      <w:r>
        <w:tab/>
      </w:r>
      <w:r>
        <w:tab/>
      </w:r>
      <w:r>
        <w:tab/>
        <w:t xml:space="preserve">perpetuity </w:t>
      </w:r>
      <w:r>
        <w:rPr>
          <w:i/>
        </w:rPr>
        <w:t>after</w:t>
      </w:r>
      <w:r>
        <w:t xml:space="preserve"> the first payment. With </w:t>
      </w:r>
      <w:r>
        <w:rPr>
          <w:rFonts w:ascii="Times New Roman" w:hAnsi="Times New Roman"/>
          <w:i/>
        </w:rPr>
        <w:t>PMT</w:t>
      </w:r>
      <w:r>
        <w:t xml:space="preserve"> = $</w:t>
      </w:r>
      <w:r w:rsidR="00A2121E">
        <w:t>1.50</w:t>
      </w:r>
      <w:r>
        <w:t xml:space="preserve"> and </w:t>
      </w:r>
      <w:r>
        <w:rPr>
          <w:rFonts w:ascii="Times New Roman" w:hAnsi="Times New Roman"/>
          <w:i/>
        </w:rPr>
        <w:t>i</w:t>
      </w:r>
      <w:r>
        <w:t xml:space="preserve"> = </w:t>
      </w:r>
      <w:r w:rsidR="00E50567" w:rsidRPr="00E50567">
        <w:rPr>
          <w:position w:val="-12"/>
        </w:rPr>
        <w:object w:dxaOrig="420" w:dyaOrig="360">
          <v:shape id="_x0000_i1128" type="#_x0000_t75" style="width:21.75pt;height:21.75pt" o:ole="" fillcolor="window">
            <v:imagedata r:id="rId218" o:title=""/>
          </v:shape>
          <o:OLEObject Type="Embed" ProgID="Equation.3" ShapeID="_x0000_i1128" DrawAspect="Content" ObjectID="_1654992446" r:id="rId219"/>
        </w:object>
      </w:r>
      <w:r>
        <w:t xml:space="preserve">= </w:t>
      </w:r>
      <w:r w:rsidR="00E50567">
        <w:t>2</w:t>
      </w:r>
      <w:r>
        <w:t>.25%.</w:t>
      </w:r>
    </w:p>
    <w:p w:rsidR="00E62653" w:rsidRDefault="00E62653">
      <w:pPr>
        <w:pStyle w:val="ISMab"/>
        <w:spacing w:after="120"/>
      </w:pPr>
      <w:r>
        <w:tab/>
      </w:r>
      <w:r>
        <w:tab/>
      </w:r>
      <w:r>
        <w:tab/>
        <w:t xml:space="preserve">Price = $1.50 + </w:t>
      </w:r>
      <w:r w:rsidRPr="004B1A38">
        <w:rPr>
          <w:position w:val="-22"/>
        </w:rPr>
        <w:object w:dxaOrig="580" w:dyaOrig="580">
          <v:shape id="_x0000_i1129" type="#_x0000_t75" style="width:28.45pt;height:28.45pt" o:ole="" fillcolor="window">
            <v:imagedata r:id="rId220" o:title=""/>
          </v:shape>
          <o:OLEObject Type="Embed" ProgID="Equation.3" ShapeID="_x0000_i1129" DrawAspect="Content" ObjectID="_1654992447" r:id="rId221"/>
        </w:object>
      </w:r>
      <w:r>
        <w:t xml:space="preserve"> = $1.50 + </w:t>
      </w:r>
      <w:r w:rsidRPr="004B1A38">
        <w:rPr>
          <w:position w:val="-22"/>
        </w:rPr>
        <w:object w:dxaOrig="780" w:dyaOrig="580">
          <v:shape id="_x0000_i1130" type="#_x0000_t75" style="width:43.55pt;height:28.45pt" o:ole="" fillcolor="window">
            <v:imagedata r:id="rId222" o:title=""/>
          </v:shape>
          <o:OLEObject Type="Embed" ProgID="Equation.3" ShapeID="_x0000_i1130" DrawAspect="Content" ObjectID="_1654992448" r:id="rId223"/>
        </w:object>
      </w:r>
      <w:r>
        <w:t xml:space="preserve"> = </w:t>
      </w:r>
      <w:r>
        <w:rPr>
          <w:u w:val="double"/>
        </w:rPr>
        <w:t>$68.17</w:t>
      </w:r>
    </w:p>
    <w:p w:rsidR="00E62653" w:rsidRDefault="00E62653">
      <w:pPr>
        <w:pStyle w:val="ISMab"/>
      </w:pPr>
      <w:r>
        <w:tab/>
      </w:r>
      <w:r>
        <w:tab/>
      </w:r>
      <w:r>
        <w:rPr>
          <w:i/>
        </w:rPr>
        <w:t>b</w:t>
      </w:r>
      <w:r>
        <w:t>.</w:t>
      </w:r>
      <w:r>
        <w:tab/>
        <w:t>Price = Present value of the payments</w:t>
      </w:r>
    </w:p>
    <w:p w:rsidR="00E62653" w:rsidRDefault="00E62653">
      <w:pPr>
        <w:pStyle w:val="ISMab"/>
      </w:pPr>
      <w:r>
        <w:tab/>
      </w:r>
      <w:r>
        <w:tab/>
      </w:r>
      <w:r>
        <w:tab/>
      </w:r>
      <w:r>
        <w:tab/>
        <w:t xml:space="preserve"> = </w:t>
      </w:r>
      <w:r>
        <w:rPr>
          <w:rFonts w:ascii="Times New Roman" w:hAnsi="Times New Roman"/>
          <w:i/>
        </w:rPr>
        <w:t>PMT</w:t>
      </w:r>
      <w:r>
        <w:t xml:space="preserve"> + </w:t>
      </w:r>
      <w:r w:rsidRPr="004B1A38">
        <w:rPr>
          <w:position w:val="-22"/>
        </w:rPr>
        <w:object w:dxaOrig="580" w:dyaOrig="580">
          <v:shape id="_x0000_i1131" type="#_x0000_t75" style="width:28.45pt;height:28.45pt" o:ole="" fillcolor="window">
            <v:imagedata r:id="rId220" o:title=""/>
          </v:shape>
          <o:OLEObject Type="Embed" ProgID="Equation.3" ShapeID="_x0000_i1131" DrawAspect="Content" ObjectID="_1654992449" r:id="rId224"/>
        </w:object>
      </w:r>
    </w:p>
    <w:p w:rsidR="00E62653" w:rsidRDefault="00E62653">
      <w:pPr>
        <w:pStyle w:val="ISMab"/>
      </w:pPr>
      <w:r>
        <w:tab/>
      </w:r>
      <w:r>
        <w:tab/>
      </w:r>
      <w:r>
        <w:tab/>
        <w:t xml:space="preserve">   $70 = $1.50 + </w:t>
      </w:r>
      <w:r w:rsidRPr="004B1A38">
        <w:rPr>
          <w:position w:val="-22"/>
        </w:rPr>
        <w:object w:dxaOrig="660" w:dyaOrig="580">
          <v:shape id="_x0000_i1132" type="#_x0000_t75" style="width:36pt;height:28.45pt" o:ole="" fillcolor="window">
            <v:imagedata r:id="rId225" o:title=""/>
          </v:shape>
          <o:OLEObject Type="Embed" ProgID="Equation.3" ShapeID="_x0000_i1132" DrawAspect="Content" ObjectID="_1654992450" r:id="rId226"/>
        </w:object>
      </w:r>
    </w:p>
    <w:p w:rsidR="00E62653" w:rsidRDefault="00E62653">
      <w:pPr>
        <w:pStyle w:val="ISMab"/>
      </w:pPr>
      <w:r>
        <w:tab/>
      </w:r>
      <w:r>
        <w:tab/>
      </w:r>
      <w:r>
        <w:tab/>
      </w:r>
      <w:r>
        <w:rPr>
          <w:rFonts w:ascii="Times New Roman" w:hAnsi="Times New Roman"/>
          <w:i/>
        </w:rPr>
        <w:t>i</w:t>
      </w:r>
      <w:r>
        <w:t xml:space="preserve"> = </w:t>
      </w:r>
      <w:r w:rsidRPr="004B1A38">
        <w:rPr>
          <w:position w:val="-24"/>
        </w:rPr>
        <w:object w:dxaOrig="1240" w:dyaOrig="600">
          <v:shape id="_x0000_i1133" type="#_x0000_t75" style="width:64.45pt;height:28.45pt" o:ole="" fillcolor="window">
            <v:imagedata r:id="rId227" o:title=""/>
          </v:shape>
          <o:OLEObject Type="Embed" ProgID="Equation.3" ShapeID="_x0000_i1133" DrawAspect="Content" ObjectID="_1654992451" r:id="rId228"/>
        </w:object>
      </w:r>
      <w:r>
        <w:t>= 0.02190 = 2.190% per half year</w:t>
      </w:r>
    </w:p>
    <w:p w:rsidR="00E62653" w:rsidRDefault="00E62653">
      <w:pPr>
        <w:pStyle w:val="ISMab"/>
        <w:spacing w:after="240"/>
      </w:pPr>
      <w:r>
        <w:tab/>
      </w:r>
      <w:r>
        <w:tab/>
      </w:r>
      <w:r>
        <w:tab/>
      </w:r>
      <w:r>
        <w:rPr>
          <w:rFonts w:ascii="Times New Roman" w:hAnsi="Times New Roman"/>
          <w:i/>
          <w:sz w:val="24"/>
        </w:rPr>
        <w:t>j = mi</w:t>
      </w:r>
      <w:r>
        <w:t xml:space="preserve"> = 2(2.190%) = </w:t>
      </w:r>
      <w:r>
        <w:rPr>
          <w:u w:val="double"/>
        </w:rPr>
        <w:t>4.38% compounded semiannually</w:t>
      </w:r>
    </w:p>
    <w:p w:rsidR="00E62653" w:rsidRDefault="00E62653">
      <w:pPr>
        <w:pStyle w:val="ISMab"/>
      </w:pPr>
      <w:r>
        <w:tab/>
        <w:t>13.</w:t>
      </w:r>
      <w:r>
        <w:tab/>
      </w:r>
      <w:r>
        <w:rPr>
          <w:i/>
        </w:rPr>
        <w:t>a</w:t>
      </w:r>
      <w:r>
        <w:t>.</w:t>
      </w:r>
      <w:r>
        <w:tab/>
        <w:t>The payments form a general perpetuity having</w:t>
      </w:r>
    </w:p>
    <w:p w:rsidR="00E62653" w:rsidRDefault="00E62653">
      <w:pPr>
        <w:pStyle w:val="ISMab"/>
      </w:pPr>
      <w:r>
        <w:tab/>
      </w:r>
      <w:r>
        <w:tab/>
      </w:r>
      <w:r>
        <w:tab/>
      </w:r>
      <w:r>
        <w:tab/>
      </w:r>
      <w:r>
        <w:rPr>
          <w:rFonts w:ascii="Times New Roman" w:hAnsi="Times New Roman"/>
          <w:i/>
        </w:rPr>
        <w:t>PMT</w:t>
      </w:r>
      <w:r>
        <w:t xml:space="preserve"> = $1000, </w:t>
      </w:r>
      <w:r>
        <w:rPr>
          <w:rFonts w:ascii="Times New Roman" w:hAnsi="Times New Roman"/>
          <w:i/>
        </w:rPr>
        <w:t>i</w:t>
      </w:r>
      <w:r>
        <w:t xml:space="preserve"> = </w:t>
      </w:r>
      <w:r w:rsidRPr="004B1A38">
        <w:rPr>
          <w:position w:val="-22"/>
        </w:rPr>
        <w:object w:dxaOrig="600" w:dyaOrig="580">
          <v:shape id="_x0000_i1134" type="#_x0000_t75" style="width:28.45pt;height:28.45pt" o:ole="" fillcolor="window">
            <v:imagedata r:id="rId229" o:title=""/>
          </v:shape>
          <o:OLEObject Type="Embed" ProgID="Equation.3" ShapeID="_x0000_i1134" DrawAspect="Content" ObjectID="_1654992452" r:id="rId230"/>
        </w:object>
      </w:r>
      <w:r>
        <w:t xml:space="preserve"> = 2.75%, </w:t>
      </w:r>
      <w:r>
        <w:rPr>
          <w:rFonts w:ascii="Times New Roman" w:hAnsi="Times New Roman"/>
          <w:i/>
        </w:rPr>
        <w:t xml:space="preserve">c </w:t>
      </w:r>
      <w:r>
        <w:t xml:space="preserve">= </w:t>
      </w:r>
      <w:r w:rsidRPr="004B1A38">
        <w:rPr>
          <w:position w:val="-22"/>
        </w:rPr>
        <w:object w:dxaOrig="240" w:dyaOrig="580">
          <v:shape id="_x0000_i1135" type="#_x0000_t75" style="width:14.25pt;height:28.45pt" o:ole="" fillcolor="window">
            <v:imagedata r:id="rId231" o:title=""/>
          </v:shape>
          <o:OLEObject Type="Embed" ProgID="Equation.3" ShapeID="_x0000_i1135" DrawAspect="Content" ObjectID="_1654992453" r:id="rId232"/>
        </w:object>
      </w:r>
      <w:r>
        <w:t xml:space="preserve"> = 0.5, and</w:t>
      </w:r>
    </w:p>
    <w:p w:rsidR="00E62653" w:rsidRDefault="00E62653">
      <w:pPr>
        <w:pStyle w:val="ISMab"/>
      </w:pPr>
      <w:r>
        <w:tab/>
      </w:r>
      <w:r>
        <w:tab/>
      </w:r>
      <w:r>
        <w:tab/>
      </w:r>
      <w:r>
        <w:tab/>
      </w:r>
      <w:r w:rsidRPr="004B1A38">
        <w:rPr>
          <w:position w:val="-10"/>
        </w:rPr>
        <w:object w:dxaOrig="1420" w:dyaOrig="380">
          <v:shape id="_x0000_i1136" type="#_x0000_t75" style="width:1in;height:14.25pt" o:ole="" fillcolor="window">
            <v:imagedata r:id="rId124" o:title=""/>
          </v:shape>
          <o:OLEObject Type="Embed" ProgID="Equation.3" ShapeID="_x0000_i1136" DrawAspect="Content" ObjectID="_1654992454" r:id="rId233"/>
        </w:object>
      </w:r>
      <w:r>
        <w:t xml:space="preserve"> = </w:t>
      </w:r>
      <w:r w:rsidRPr="004B1A38">
        <w:rPr>
          <w:position w:val="-10"/>
        </w:rPr>
        <w:object w:dxaOrig="1140" w:dyaOrig="380">
          <v:shape id="_x0000_i1137" type="#_x0000_t75" style="width:57.75pt;height:14.25pt" o:ole="" fillcolor="window">
            <v:imagedata r:id="rId234" o:title=""/>
          </v:shape>
          <o:OLEObject Type="Embed" ProgID="Equation.3" ShapeID="_x0000_i1137" DrawAspect="Content" ObjectID="_1654992455" r:id="rId235"/>
        </w:object>
      </w:r>
      <w:r>
        <w:t>-1 = 0.013656747</w:t>
      </w:r>
    </w:p>
    <w:p w:rsidR="00E62653" w:rsidRDefault="00E62653">
      <w:pPr>
        <w:pStyle w:val="ISMab"/>
      </w:pPr>
      <w:r>
        <w:tab/>
      </w:r>
      <w:r>
        <w:tab/>
      </w:r>
      <w:r>
        <w:tab/>
        <w:t>The initial amount needed to sustain the perpetuity is</w:t>
      </w:r>
    </w:p>
    <w:p w:rsidR="00E62653" w:rsidRDefault="00E62653">
      <w:pPr>
        <w:pStyle w:val="ISMab"/>
        <w:spacing w:after="120"/>
      </w:pPr>
      <w:r>
        <w:tab/>
      </w:r>
      <w:r>
        <w:tab/>
      </w:r>
      <w:r>
        <w:tab/>
      </w:r>
      <w:r>
        <w:tab/>
      </w:r>
      <w:r w:rsidRPr="004B1A38">
        <w:rPr>
          <w:position w:val="-28"/>
        </w:rPr>
        <w:object w:dxaOrig="1120" w:dyaOrig="639">
          <v:shape id="_x0000_i1138" type="#_x0000_t75" style="width:57.75pt;height:28.45pt" o:ole="" fillcolor="window">
            <v:imagedata r:id="rId236" o:title=""/>
          </v:shape>
          <o:OLEObject Type="Embed" ProgID="Equation.3" ShapeID="_x0000_i1138" DrawAspect="Content" ObjectID="_1654992456" r:id="rId237"/>
        </w:object>
      </w:r>
      <w:r>
        <w:t xml:space="preserve"> = </w:t>
      </w:r>
      <w:r w:rsidRPr="004B1A38">
        <w:rPr>
          <w:position w:val="-22"/>
        </w:rPr>
        <w:object w:dxaOrig="1400" w:dyaOrig="580">
          <v:shape id="_x0000_i1139" type="#_x0000_t75" style="width:1in;height:28.45pt" o:ole="" fillcolor="window">
            <v:imagedata r:id="rId238" o:title=""/>
          </v:shape>
          <o:OLEObject Type="Embed" ProgID="Equation.3" ShapeID="_x0000_i1139" DrawAspect="Content" ObjectID="_1654992457" r:id="rId239"/>
        </w:object>
      </w:r>
      <w:r>
        <w:t xml:space="preserve"> = </w:t>
      </w:r>
      <w:r>
        <w:rPr>
          <w:u w:val="double"/>
        </w:rPr>
        <w:t>$73,223.88</w:t>
      </w:r>
    </w:p>
    <w:p w:rsidR="00151E2E" w:rsidRDefault="00151E2E">
      <w:r>
        <w:br w:type="page"/>
      </w:r>
    </w:p>
    <w:p w:rsidR="00E62653" w:rsidRDefault="00E62653">
      <w:pPr>
        <w:pStyle w:val="ISMab"/>
      </w:pPr>
      <w:r>
        <w:lastRenderedPageBreak/>
        <w:tab/>
      </w:r>
      <w:r>
        <w:tab/>
      </w:r>
      <w:r>
        <w:rPr>
          <w:i/>
        </w:rPr>
        <w:t>b.</w:t>
      </w:r>
      <w:r>
        <w:tab/>
        <w:t xml:space="preserve">The present value of the payments 9 months from now is the amount calculated </w:t>
      </w:r>
    </w:p>
    <w:p w:rsidR="00E62653" w:rsidRDefault="00E62653">
      <w:pPr>
        <w:pStyle w:val="ISMab"/>
      </w:pPr>
      <w:r>
        <w:tab/>
      </w:r>
      <w:r>
        <w:tab/>
      </w:r>
      <w:r>
        <w:tab/>
        <w:t xml:space="preserve">in part </w:t>
      </w:r>
      <w:r>
        <w:rPr>
          <w:i/>
        </w:rPr>
        <w:t>a</w:t>
      </w:r>
      <w:r>
        <w:t>, that is, $73,223.88. The present value today is</w:t>
      </w:r>
    </w:p>
    <w:p w:rsidR="00E62653" w:rsidRDefault="00E62653">
      <w:pPr>
        <w:pStyle w:val="ISMab"/>
        <w:spacing w:after="240"/>
        <w:rPr>
          <w:u w:val="double"/>
        </w:rPr>
      </w:pPr>
      <w:r>
        <w:tab/>
      </w:r>
      <w:r>
        <w:tab/>
      </w:r>
      <w:r>
        <w:tab/>
      </w:r>
      <w:r>
        <w:tab/>
      </w:r>
      <w:r w:rsidRPr="004B1A38">
        <w:rPr>
          <w:spacing w:val="-2"/>
          <w:position w:val="-10"/>
        </w:rPr>
        <w:object w:dxaOrig="1660" w:dyaOrig="380">
          <v:shape id="_x0000_i1140" type="#_x0000_t75" style="width:86.25pt;height:14.25pt" o:ole="" fillcolor="window">
            <v:imagedata r:id="rId240" o:title=""/>
          </v:shape>
          <o:OLEObject Type="Embed" ProgID="Equation.3" ShapeID="_x0000_i1140" DrawAspect="Content" ObjectID="_1654992458" r:id="rId241"/>
        </w:object>
      </w:r>
      <w:r>
        <w:rPr>
          <w:spacing w:val="-2"/>
        </w:rPr>
        <w:t xml:space="preserve"> = </w:t>
      </w:r>
      <w:r>
        <w:t>$73,223.88</w:t>
      </w:r>
      <w:r w:rsidRPr="004B1A38">
        <w:rPr>
          <w:spacing w:val="-2"/>
          <w:position w:val="-10"/>
        </w:rPr>
        <w:object w:dxaOrig="1700" w:dyaOrig="380">
          <v:shape id="_x0000_i1141" type="#_x0000_t75" style="width:86.25pt;height:14.25pt" o:ole="" fillcolor="window">
            <v:imagedata r:id="rId242" o:title=""/>
          </v:shape>
          <o:OLEObject Type="Embed" ProgID="Equation.3" ShapeID="_x0000_i1141" DrawAspect="Content" ObjectID="_1654992459" r:id="rId243"/>
        </w:object>
      </w:r>
      <w:r>
        <w:rPr>
          <w:spacing w:val="-2"/>
        </w:rPr>
        <w:t xml:space="preserve"> = </w:t>
      </w:r>
      <w:r>
        <w:rPr>
          <w:spacing w:val="-2"/>
          <w:u w:val="double"/>
        </w:rPr>
        <w:t>$70,303.99</w:t>
      </w:r>
    </w:p>
    <w:p w:rsidR="00E62653" w:rsidRDefault="00E62653">
      <w:pPr>
        <w:pStyle w:val="ISM"/>
      </w:pPr>
      <w:r>
        <w:tab/>
        <w:t>15.</w:t>
      </w:r>
      <w:r>
        <w:tab/>
        <w:t>At a focal date 2 years and 9 months from now,</w:t>
      </w:r>
    </w:p>
    <w:p w:rsidR="00E62653" w:rsidRDefault="00E62653">
      <w:pPr>
        <w:pStyle w:val="ISM"/>
      </w:pPr>
      <w:r>
        <w:tab/>
      </w:r>
      <w:r>
        <w:tab/>
      </w:r>
      <w:r>
        <w:tab/>
      </w:r>
      <w:r>
        <w:tab/>
      </w:r>
      <w:r>
        <w:rPr>
          <w:rFonts w:ascii="Times New Roman" w:hAnsi="Times New Roman"/>
          <w:i/>
        </w:rPr>
        <w:t>FV</w:t>
      </w:r>
      <w:r>
        <w:t xml:space="preserve"> of $1 million donation = </w:t>
      </w:r>
      <w:r>
        <w:rPr>
          <w:rFonts w:ascii="Times New Roman" w:hAnsi="Times New Roman"/>
          <w:i/>
        </w:rPr>
        <w:t>PV</w:t>
      </w:r>
      <w:r>
        <w:t xml:space="preserve"> of ordinary simple perpetuity</w:t>
      </w:r>
    </w:p>
    <w:p w:rsidR="00E62653" w:rsidRDefault="00E62653">
      <w:pPr>
        <w:pStyle w:val="ISM"/>
      </w:pPr>
      <w:r>
        <w:tab/>
      </w:r>
      <w:r>
        <w:tab/>
        <w:t xml:space="preserve">For the </w:t>
      </w:r>
      <w:r>
        <w:rPr>
          <w:rFonts w:ascii="Times New Roman" w:hAnsi="Times New Roman"/>
          <w:i/>
        </w:rPr>
        <w:t>FV</w:t>
      </w:r>
      <w:r>
        <w:t xml:space="preserve"> calculation, </w:t>
      </w:r>
      <w:r>
        <w:rPr>
          <w:rFonts w:ascii="Times New Roman" w:hAnsi="Times New Roman"/>
          <w:i/>
        </w:rPr>
        <w:t>PV</w:t>
      </w:r>
      <w:r>
        <w:t xml:space="preserve"> = $1,000,000, </w:t>
      </w:r>
      <w:r>
        <w:rPr>
          <w:rFonts w:ascii="Times New Roman" w:hAnsi="Times New Roman"/>
          <w:i/>
        </w:rPr>
        <w:t>n</w:t>
      </w:r>
      <w:r>
        <w:t xml:space="preserve"> = 4(2.75) = 11, and </w:t>
      </w:r>
      <w:r>
        <w:rPr>
          <w:rFonts w:ascii="Times New Roman" w:hAnsi="Times New Roman"/>
          <w:i/>
        </w:rPr>
        <w:t xml:space="preserve">i </w:t>
      </w:r>
      <w:r>
        <w:t xml:space="preserve">= </w:t>
      </w:r>
      <w:r w:rsidRPr="004B1A38">
        <w:rPr>
          <w:position w:val="-16"/>
        </w:rPr>
        <w:object w:dxaOrig="380" w:dyaOrig="440">
          <v:shape id="_x0000_i1142" type="#_x0000_t75" style="width:14.25pt;height:21.75pt" o:ole="" fillcolor="window">
            <v:imagedata r:id="rId244" o:title=""/>
          </v:shape>
          <o:OLEObject Type="Embed" ProgID="Equation.3" ShapeID="_x0000_i1142" DrawAspect="Content" ObjectID="_1654992460" r:id="rId245"/>
        </w:object>
      </w:r>
      <w:r>
        <w:t xml:space="preserve"> = 1.5%</w:t>
      </w:r>
    </w:p>
    <w:p w:rsidR="00E62653" w:rsidRDefault="00E62653">
      <w:pPr>
        <w:pStyle w:val="ISM"/>
      </w:pPr>
      <w:r>
        <w:tab/>
      </w:r>
      <w:r>
        <w:tab/>
      </w:r>
      <w:r>
        <w:tab/>
      </w:r>
      <w:r>
        <w:tab/>
      </w:r>
      <w:r w:rsidRPr="004B1A38">
        <w:rPr>
          <w:position w:val="-10"/>
        </w:rPr>
        <w:object w:dxaOrig="1560" w:dyaOrig="380">
          <v:shape id="_x0000_i1143" type="#_x0000_t75" style="width:78.7pt;height:14.25pt" o:ole="" fillcolor="window">
            <v:imagedata r:id="rId246" o:title=""/>
          </v:shape>
          <o:OLEObject Type="Embed" ProgID="Equation.3" ShapeID="_x0000_i1143" DrawAspect="Content" ObjectID="_1654992461" r:id="rId247"/>
        </w:object>
      </w:r>
      <w:r>
        <w:t xml:space="preserve"> = $1,000,000</w:t>
      </w:r>
      <w:r w:rsidRPr="004B1A38">
        <w:rPr>
          <w:position w:val="-10"/>
        </w:rPr>
        <w:object w:dxaOrig="920" w:dyaOrig="380">
          <v:shape id="_x0000_i1144" type="#_x0000_t75" style="width:43.55pt;height:14.25pt" o:ole="" fillcolor="window">
            <v:imagedata r:id="rId248" o:title=""/>
          </v:shape>
          <o:OLEObject Type="Embed" ProgID="Equation.3" ShapeID="_x0000_i1144" DrawAspect="Content" ObjectID="_1654992462" r:id="rId249"/>
        </w:object>
      </w:r>
      <w:r>
        <w:t xml:space="preserve"> = $1,177,948.94</w:t>
      </w:r>
    </w:p>
    <w:p w:rsidR="00E62653" w:rsidRDefault="00E62653">
      <w:pPr>
        <w:pStyle w:val="ISM"/>
      </w:pPr>
      <w:r>
        <w:tab/>
      </w:r>
      <w:r>
        <w:tab/>
        <w:t xml:space="preserve">For the perpetuity, </w:t>
      </w:r>
      <w:r>
        <w:rPr>
          <w:rFonts w:ascii="Times New Roman" w:hAnsi="Times New Roman"/>
          <w:i/>
        </w:rPr>
        <w:t>PV</w:t>
      </w:r>
      <w:r>
        <w:t xml:space="preserve"> = $1,177,948.94 and </w:t>
      </w:r>
      <w:r>
        <w:rPr>
          <w:rFonts w:ascii="Times New Roman" w:hAnsi="Times New Roman"/>
          <w:i/>
        </w:rPr>
        <w:t>i</w:t>
      </w:r>
      <w:r>
        <w:t xml:space="preserve"> = 1.5%. Hence, </w:t>
      </w:r>
    </w:p>
    <w:p w:rsidR="00E62653" w:rsidRDefault="00E62653">
      <w:pPr>
        <w:pStyle w:val="ISM"/>
      </w:pPr>
      <w:r>
        <w:tab/>
      </w:r>
      <w:r>
        <w:tab/>
      </w:r>
      <w:r>
        <w:tab/>
      </w:r>
      <w:r>
        <w:tab/>
      </w:r>
      <w:r>
        <w:rPr>
          <w:rFonts w:ascii="Times New Roman" w:hAnsi="Times New Roman"/>
          <w:i/>
        </w:rPr>
        <w:t>PMT</w:t>
      </w:r>
      <w:r>
        <w:t xml:space="preserve"> = </w:t>
      </w:r>
      <w:r>
        <w:rPr>
          <w:rFonts w:ascii="Times New Roman" w:hAnsi="Times New Roman"/>
          <w:i/>
        </w:rPr>
        <w:t>i</w:t>
      </w:r>
      <w:r>
        <w:t xml:space="preserve"> </w:t>
      </w:r>
      <w:r>
        <w:rPr>
          <w:sz w:val="28"/>
        </w:rPr>
        <w:sym w:font="Symbol" w:char="F0B4"/>
      </w:r>
      <w:r>
        <w:t xml:space="preserve"> </w:t>
      </w:r>
      <w:r>
        <w:rPr>
          <w:rFonts w:ascii="Times New Roman" w:hAnsi="Times New Roman"/>
          <w:i/>
        </w:rPr>
        <w:t>PV</w:t>
      </w:r>
      <w:r>
        <w:t xml:space="preserve"> = 0.015 </w:t>
      </w:r>
      <w:r>
        <w:rPr>
          <w:sz w:val="24"/>
        </w:rPr>
        <w:sym w:font="Symbol" w:char="F0B4"/>
      </w:r>
      <w:r>
        <w:t xml:space="preserve"> $1,177,948.94 = </w:t>
      </w:r>
      <w:r>
        <w:rPr>
          <w:u w:val="double"/>
        </w:rPr>
        <w:t>$17,669.23</w:t>
      </w:r>
    </w:p>
    <w:p w:rsidR="00E62653" w:rsidRDefault="00E62653">
      <w:pPr>
        <w:pStyle w:val="ISM"/>
        <w:spacing w:after="240"/>
      </w:pPr>
      <w:r>
        <w:tab/>
      </w:r>
      <w:r>
        <w:tab/>
        <w:t>Quarterly payments of $17,669.23 will be made.</w:t>
      </w:r>
    </w:p>
    <w:p w:rsidR="00E62653" w:rsidRDefault="00E62653">
      <w:pPr>
        <w:pStyle w:val="ISM"/>
      </w:pPr>
      <w:r>
        <w:tab/>
        <w:t>17.</w:t>
      </w:r>
      <w:r>
        <w:tab/>
        <w:t>At a focal date today,</w:t>
      </w:r>
    </w:p>
    <w:p w:rsidR="00E62653" w:rsidRDefault="00E62653">
      <w:pPr>
        <w:pStyle w:val="ISM"/>
      </w:pPr>
      <w:r>
        <w:tab/>
      </w:r>
      <w:r>
        <w:tab/>
      </w:r>
      <w:r>
        <w:tab/>
      </w:r>
      <w:r>
        <w:tab/>
      </w:r>
      <w:r>
        <w:rPr>
          <w:rFonts w:ascii="Times New Roman" w:hAnsi="Times New Roman"/>
          <w:i/>
        </w:rPr>
        <w:t>FV</w:t>
      </w:r>
      <w:r>
        <w:t xml:space="preserve"> of the $500,000 bequest = </w:t>
      </w:r>
      <w:r>
        <w:rPr>
          <w:rFonts w:ascii="Times New Roman" w:hAnsi="Times New Roman"/>
          <w:i/>
        </w:rPr>
        <w:t>PV</w:t>
      </w:r>
      <w:r>
        <w:t xml:space="preserve"> of the ordinary perpetuity</w:t>
      </w:r>
    </w:p>
    <w:p w:rsidR="00E62653" w:rsidRDefault="00E62653">
      <w:pPr>
        <w:pStyle w:val="ISM"/>
      </w:pPr>
      <w:r>
        <w:tab/>
      </w:r>
      <w:r>
        <w:tab/>
        <w:t xml:space="preserve">For the </w:t>
      </w:r>
      <w:r>
        <w:rPr>
          <w:rFonts w:ascii="Times New Roman" w:hAnsi="Times New Roman"/>
          <w:i/>
        </w:rPr>
        <w:t>FV</w:t>
      </w:r>
      <w:r>
        <w:t xml:space="preserve"> calculation, </w:t>
      </w:r>
      <w:r>
        <w:rPr>
          <w:rFonts w:ascii="Times New Roman" w:hAnsi="Times New Roman"/>
          <w:i/>
        </w:rPr>
        <w:t>PV</w:t>
      </w:r>
      <w:r>
        <w:t xml:space="preserve"> = $500,000, </w:t>
      </w:r>
      <w:r>
        <w:rPr>
          <w:rFonts w:ascii="Times New Roman" w:hAnsi="Times New Roman"/>
          <w:i/>
        </w:rPr>
        <w:t>i</w:t>
      </w:r>
      <w:r>
        <w:t xml:space="preserve"> = </w:t>
      </w:r>
      <w:r w:rsidRPr="004B1A38">
        <w:rPr>
          <w:position w:val="-16"/>
        </w:rPr>
        <w:object w:dxaOrig="380" w:dyaOrig="440">
          <v:shape id="_x0000_i1145" type="#_x0000_t75" style="width:14.25pt;height:21.75pt" o:ole="" fillcolor="window">
            <v:imagedata r:id="rId250" o:title=""/>
          </v:shape>
          <o:OLEObject Type="Embed" ProgID="Equation.3" ShapeID="_x0000_i1145" DrawAspect="Content" ObjectID="_1654992463" r:id="rId251"/>
        </w:object>
      </w:r>
      <w:r>
        <w:t xml:space="preserve"> = 2.5%, and </w:t>
      </w:r>
      <w:r>
        <w:rPr>
          <w:rFonts w:ascii="Times New Roman" w:hAnsi="Times New Roman"/>
          <w:i/>
        </w:rPr>
        <w:t>n</w:t>
      </w:r>
      <w:r>
        <w:t xml:space="preserve"> = 2(1.5) = 3. Hence,</w:t>
      </w:r>
    </w:p>
    <w:p w:rsidR="00E62653" w:rsidRDefault="00E62653">
      <w:pPr>
        <w:pStyle w:val="ISM"/>
      </w:pPr>
      <w:r>
        <w:tab/>
      </w:r>
      <w:r>
        <w:tab/>
      </w:r>
      <w:r>
        <w:tab/>
      </w:r>
      <w:r>
        <w:tab/>
      </w:r>
      <w:r w:rsidRPr="004B1A38">
        <w:rPr>
          <w:position w:val="-10"/>
        </w:rPr>
        <w:object w:dxaOrig="1560" w:dyaOrig="380">
          <v:shape id="_x0000_i1146" type="#_x0000_t75" style="width:78.7pt;height:14.25pt" o:ole="" fillcolor="window">
            <v:imagedata r:id="rId246" o:title=""/>
          </v:shape>
          <o:OLEObject Type="Embed" ProgID="Equation.3" ShapeID="_x0000_i1146" DrawAspect="Content" ObjectID="_1654992464" r:id="rId252"/>
        </w:object>
      </w:r>
      <w:r>
        <w:t>= $500,000</w:t>
      </w:r>
      <w:r w:rsidRPr="004B1A38">
        <w:rPr>
          <w:position w:val="-10"/>
        </w:rPr>
        <w:object w:dxaOrig="859" w:dyaOrig="380">
          <v:shape id="_x0000_i1147" type="#_x0000_t75" style="width:43.55pt;height:14.25pt" o:ole="" fillcolor="window">
            <v:imagedata r:id="rId253" o:title=""/>
          </v:shape>
          <o:OLEObject Type="Embed" ProgID="Equation.3" ShapeID="_x0000_i1147" DrawAspect="Content" ObjectID="_1654992465" r:id="rId254"/>
        </w:object>
      </w:r>
      <w:r>
        <w:t xml:space="preserve"> = $538,445.31</w:t>
      </w:r>
    </w:p>
    <w:p w:rsidR="00E62653" w:rsidRDefault="00E62653">
      <w:pPr>
        <w:pStyle w:val="ISM"/>
      </w:pPr>
      <w:r>
        <w:tab/>
      </w:r>
      <w:r>
        <w:tab/>
        <w:t>The quarterly payments form an ordinary general perpetuity having</w:t>
      </w:r>
    </w:p>
    <w:p w:rsidR="00E62653" w:rsidRDefault="00E62653">
      <w:pPr>
        <w:pStyle w:val="ISM"/>
      </w:pPr>
      <w:r>
        <w:tab/>
      </w:r>
      <w:r>
        <w:tab/>
      </w:r>
      <w:r>
        <w:tab/>
      </w:r>
      <w:r>
        <w:tab/>
      </w:r>
      <w:r>
        <w:rPr>
          <w:rFonts w:ascii="Times New Roman" w:hAnsi="Times New Roman"/>
          <w:i/>
        </w:rPr>
        <w:t xml:space="preserve">PV </w:t>
      </w:r>
      <w:r>
        <w:t xml:space="preserve">= $538,445.31, </w:t>
      </w:r>
      <w:r>
        <w:rPr>
          <w:rFonts w:ascii="Times New Roman" w:hAnsi="Times New Roman"/>
          <w:i/>
        </w:rPr>
        <w:t>i</w:t>
      </w:r>
      <w:r>
        <w:t xml:space="preserve"> = </w:t>
      </w:r>
      <w:r w:rsidRPr="004B1A38">
        <w:rPr>
          <w:position w:val="-22"/>
        </w:rPr>
        <w:object w:dxaOrig="600" w:dyaOrig="580">
          <v:shape id="_x0000_i1148" type="#_x0000_t75" style="width:28.45pt;height:28.45pt" o:ole="" fillcolor="window">
            <v:imagedata r:id="rId255" o:title=""/>
          </v:shape>
          <o:OLEObject Type="Embed" ProgID="Equation.3" ShapeID="_x0000_i1148" DrawAspect="Content" ObjectID="_1654992466" r:id="rId256"/>
        </w:object>
      </w:r>
      <w:r>
        <w:t xml:space="preserve"> = 2.6%, </w:t>
      </w:r>
      <w:r>
        <w:rPr>
          <w:rFonts w:ascii="Times New Roman" w:hAnsi="Times New Roman"/>
          <w:i/>
        </w:rPr>
        <w:t>c</w:t>
      </w:r>
      <w:r>
        <w:t xml:space="preserve"> = </w:t>
      </w:r>
      <w:r w:rsidRPr="004B1A38">
        <w:rPr>
          <w:position w:val="-22"/>
        </w:rPr>
        <w:object w:dxaOrig="240" w:dyaOrig="580">
          <v:shape id="_x0000_i1149" type="#_x0000_t75" style="width:14.25pt;height:28.45pt" o:ole="" fillcolor="window">
            <v:imagedata r:id="rId231" o:title=""/>
          </v:shape>
          <o:OLEObject Type="Embed" ProgID="Equation.3" ShapeID="_x0000_i1149" DrawAspect="Content" ObjectID="_1654992467" r:id="rId257"/>
        </w:object>
      </w:r>
      <w:r>
        <w:t xml:space="preserve"> = 0.5, and</w:t>
      </w:r>
    </w:p>
    <w:p w:rsidR="00E62653" w:rsidRDefault="00E62653">
      <w:pPr>
        <w:pStyle w:val="ISM"/>
      </w:pPr>
      <w:r>
        <w:tab/>
      </w:r>
      <w:r>
        <w:tab/>
      </w:r>
      <w:r>
        <w:tab/>
      </w:r>
      <w:r>
        <w:tab/>
      </w:r>
      <w:r w:rsidRPr="004B1A38">
        <w:rPr>
          <w:position w:val="-10"/>
        </w:rPr>
        <w:object w:dxaOrig="1420" w:dyaOrig="380">
          <v:shape id="_x0000_i1150" type="#_x0000_t75" style="width:1in;height:14.25pt" o:ole="" fillcolor="window">
            <v:imagedata r:id="rId124" o:title=""/>
          </v:shape>
          <o:OLEObject Type="Embed" ProgID="Equation.3" ShapeID="_x0000_i1150" DrawAspect="Content" ObjectID="_1654992468" r:id="rId258"/>
        </w:object>
      </w:r>
      <w:r>
        <w:t xml:space="preserve"> = </w:t>
      </w:r>
      <w:r w:rsidRPr="004B1A38">
        <w:rPr>
          <w:position w:val="-10"/>
        </w:rPr>
        <w:object w:dxaOrig="999" w:dyaOrig="380">
          <v:shape id="_x0000_i1151" type="#_x0000_t75" style="width:50.25pt;height:14.25pt" o:ole="" fillcolor="window">
            <v:imagedata r:id="rId259" o:title=""/>
          </v:shape>
          <o:OLEObject Type="Embed" ProgID="Equation.3" ShapeID="_x0000_i1151" DrawAspect="Content" ObjectID="_1654992469" r:id="rId260"/>
        </w:object>
      </w:r>
      <w:r>
        <w:t>– 1 = 0.012916581</w:t>
      </w:r>
    </w:p>
    <w:p w:rsidR="00E62653" w:rsidRDefault="00E62653">
      <w:pPr>
        <w:pStyle w:val="ISM"/>
        <w:rPr>
          <w:u w:val="double"/>
        </w:rPr>
      </w:pPr>
      <w:r>
        <w:tab/>
      </w:r>
      <w:r>
        <w:tab/>
      </w:r>
      <w:r>
        <w:tab/>
      </w:r>
      <w:r>
        <w:tab/>
        <w:t xml:space="preserve">Then </w:t>
      </w:r>
      <w:r>
        <w:rPr>
          <w:rFonts w:ascii="Times New Roman" w:hAnsi="Times New Roman"/>
          <w:i/>
        </w:rPr>
        <w:t>PMT</w:t>
      </w:r>
      <w:r>
        <w:t xml:space="preserve"> = </w:t>
      </w:r>
      <w:r>
        <w:rPr>
          <w:rFonts w:ascii="Times New Roman" w:hAnsi="Times New Roman"/>
          <w:i/>
        </w:rPr>
        <w:t>i</w:t>
      </w:r>
      <w:r>
        <w:rPr>
          <w:sz w:val="24"/>
          <w:vertAlign w:val="subscript"/>
        </w:rPr>
        <w:t>2</w:t>
      </w:r>
      <w:r>
        <w:rPr>
          <w:rFonts w:ascii="Times New Roman" w:hAnsi="Times New Roman"/>
          <w:i/>
        </w:rPr>
        <w:t xml:space="preserve"> </w:t>
      </w:r>
      <w:r>
        <w:rPr>
          <w:sz w:val="24"/>
        </w:rPr>
        <w:sym w:font="Symbol" w:char="F0B4"/>
      </w:r>
      <w:r>
        <w:t xml:space="preserve"> </w:t>
      </w:r>
      <w:r>
        <w:rPr>
          <w:rFonts w:ascii="Times New Roman" w:hAnsi="Times New Roman"/>
          <w:i/>
        </w:rPr>
        <w:t>PV</w:t>
      </w:r>
      <w:r>
        <w:t xml:space="preserve"> = 0.012916581($538,445.31) = </w:t>
      </w:r>
      <w:r>
        <w:rPr>
          <w:u w:val="double"/>
        </w:rPr>
        <w:t>$6954.87</w:t>
      </w:r>
    </w:p>
    <w:p w:rsidR="00E62653" w:rsidRDefault="00E62653">
      <w:pPr>
        <w:pStyle w:val="ISM"/>
      </w:pPr>
      <w:r>
        <w:tab/>
      </w:r>
      <w:r>
        <w:tab/>
        <w:t>The hospice will receive quarterly payments of $6954.87.</w:t>
      </w:r>
    </w:p>
    <w:p w:rsidR="00E62653" w:rsidRDefault="00E62653">
      <w:pPr>
        <w:pStyle w:val="ISM"/>
      </w:pPr>
    </w:p>
    <w:p w:rsidR="00E62653" w:rsidRDefault="00E62653">
      <w:pPr>
        <w:pStyle w:val="ISM"/>
        <w:spacing w:after="60"/>
        <w:rPr>
          <w:b/>
          <w:sz w:val="24"/>
        </w:rPr>
      </w:pPr>
      <w:r>
        <w:rPr>
          <w:b/>
          <w:sz w:val="24"/>
        </w:rPr>
        <w:t xml:space="preserve">Point of Interest (Section </w:t>
      </w:r>
      <w:r w:rsidR="00B53A8E">
        <w:rPr>
          <w:b/>
          <w:sz w:val="24"/>
        </w:rPr>
        <w:t>14</w:t>
      </w:r>
      <w:r>
        <w:rPr>
          <w:b/>
          <w:sz w:val="24"/>
        </w:rPr>
        <w:t>.</w:t>
      </w:r>
      <w:r w:rsidR="00E7009A">
        <w:rPr>
          <w:b/>
          <w:sz w:val="24"/>
        </w:rPr>
        <w:t>3</w:t>
      </w:r>
      <w:r>
        <w:rPr>
          <w:b/>
          <w:sz w:val="24"/>
        </w:rPr>
        <w:t>)</w:t>
      </w:r>
    </w:p>
    <w:p w:rsidR="00E62653" w:rsidRDefault="00E62653">
      <w:pPr>
        <w:pStyle w:val="ISM"/>
        <w:spacing w:after="60"/>
        <w:rPr>
          <w:b/>
          <w:i/>
        </w:rPr>
      </w:pPr>
      <w:r>
        <w:rPr>
          <w:b/>
          <w:i/>
        </w:rPr>
        <w:t>Such a Deal!</w:t>
      </w:r>
    </w:p>
    <w:p w:rsidR="00E62653" w:rsidRDefault="00E62653">
      <w:pPr>
        <w:pStyle w:val="ISMab"/>
      </w:pPr>
      <w:r>
        <w:tab/>
        <w:t>1.</w:t>
      </w:r>
      <w:r>
        <w:tab/>
      </w:r>
      <w:r>
        <w:rPr>
          <w:i/>
        </w:rPr>
        <w:t>a</w:t>
      </w:r>
      <w:r>
        <w:t>.</w:t>
      </w:r>
      <w:r>
        <w:tab/>
        <w:t xml:space="preserve">Given: </w:t>
      </w:r>
      <w:r>
        <w:rPr>
          <w:rFonts w:ascii="Times New Roman" w:hAnsi="Times New Roman"/>
          <w:i/>
        </w:rPr>
        <w:t>PMT</w:t>
      </w:r>
      <w:r>
        <w:t xml:space="preserve"> = $</w:t>
      </w:r>
      <w:r w:rsidR="00B53A8E">
        <w:t>5336.10</w:t>
      </w:r>
      <w:r>
        <w:t xml:space="preserve"> </w:t>
      </w:r>
      <w:r>
        <w:rPr>
          <w:rFonts w:ascii="Times New Roman" w:hAnsi="Times New Roman"/>
          <w:i/>
        </w:rPr>
        <w:t>n</w:t>
      </w:r>
      <w:r>
        <w:t xml:space="preserve"> = 40, </w:t>
      </w:r>
      <w:r>
        <w:rPr>
          <w:rFonts w:ascii="Times New Roman" w:hAnsi="Times New Roman"/>
          <w:i/>
        </w:rPr>
        <w:t>g</w:t>
      </w:r>
      <w:r>
        <w:t xml:space="preserve"> = 2</w:t>
      </w:r>
      <w:r w:rsidR="000943C4">
        <w:t>.3</w:t>
      </w:r>
      <w:r>
        <w:t xml:space="preserve">%, </w:t>
      </w:r>
      <w:r>
        <w:rPr>
          <w:rFonts w:ascii="Times New Roman" w:hAnsi="Times New Roman"/>
          <w:i/>
        </w:rPr>
        <w:t xml:space="preserve">i </w:t>
      </w:r>
      <w:r>
        <w:t>= 3%. Then</w:t>
      </w:r>
    </w:p>
    <w:p w:rsidR="00E62653" w:rsidRDefault="00E62653">
      <w:pPr>
        <w:pStyle w:val="ISMab"/>
      </w:pPr>
      <w:r>
        <w:tab/>
      </w:r>
      <w:r>
        <w:tab/>
      </w:r>
      <w:r>
        <w:tab/>
      </w:r>
      <w:r>
        <w:tab/>
      </w:r>
      <w:r w:rsidRPr="004B1A38">
        <w:rPr>
          <w:position w:val="-36"/>
        </w:rPr>
        <w:object w:dxaOrig="3040" w:dyaOrig="840">
          <v:shape id="_x0000_i1152" type="#_x0000_t75" style="width:151.55pt;height:43.55pt" o:ole="" fillcolor="window">
            <v:imagedata r:id="rId261" o:title=""/>
          </v:shape>
          <o:OLEObject Type="Embed" ProgID="Equation.2" ShapeID="_x0000_i1152" DrawAspect="Content" ObjectID="_1654992470" r:id="rId262"/>
        </w:object>
      </w:r>
      <w:r>
        <w:t xml:space="preserve"> = $</w:t>
      </w:r>
      <w:r w:rsidR="00B53A8E">
        <w:t>5336.10</w:t>
      </w:r>
      <w:r w:rsidR="007564D0" w:rsidRPr="000943C4">
        <w:rPr>
          <w:position w:val="-32"/>
        </w:rPr>
        <w:object w:dxaOrig="1740" w:dyaOrig="740">
          <v:shape id="_x0000_i1153" type="#_x0000_t75" style="width:86.25pt;height:36pt" o:ole="" fillcolor="window">
            <v:imagedata r:id="rId263" o:title=""/>
          </v:shape>
          <o:OLEObject Type="Embed" ProgID="Equation.3" ShapeID="_x0000_i1153" DrawAspect="Content" ObjectID="_1654992471" r:id="rId264"/>
        </w:object>
      </w:r>
      <w:r>
        <w:t xml:space="preserve"> = </w:t>
      </w:r>
      <w:r w:rsidRPr="00D975EC">
        <w:rPr>
          <w:u w:val="double"/>
        </w:rPr>
        <w:t>$</w:t>
      </w:r>
      <w:r w:rsidR="00D975EC" w:rsidRPr="00D975EC">
        <w:rPr>
          <w:u w:val="double"/>
        </w:rPr>
        <w:t>5</w:t>
      </w:r>
      <w:r w:rsidR="000943C4">
        <w:rPr>
          <w:u w:val="double"/>
        </w:rPr>
        <w:t>93,648.56</w:t>
      </w:r>
    </w:p>
    <w:p w:rsidR="00E62653" w:rsidRDefault="00E62653">
      <w:pPr>
        <w:pStyle w:val="ISMab"/>
      </w:pPr>
      <w:r>
        <w:tab/>
      </w:r>
      <w:r>
        <w:tab/>
      </w:r>
      <w:r>
        <w:rPr>
          <w:i/>
        </w:rPr>
        <w:t>b.</w:t>
      </w:r>
      <w:r>
        <w:t xml:space="preserve"> </w:t>
      </w:r>
      <w:r>
        <w:tab/>
        <w:t xml:space="preserve">If instead, </w:t>
      </w:r>
      <w:r>
        <w:rPr>
          <w:rFonts w:ascii="Times New Roman" w:hAnsi="Times New Roman"/>
          <w:i/>
        </w:rPr>
        <w:t xml:space="preserve">i </w:t>
      </w:r>
      <w:r>
        <w:t>= 4%, then</w:t>
      </w:r>
    </w:p>
    <w:p w:rsidR="00E62653" w:rsidRDefault="00E62653">
      <w:pPr>
        <w:pStyle w:val="ISMab"/>
        <w:spacing w:after="120"/>
      </w:pPr>
      <w:r>
        <w:tab/>
      </w:r>
      <w:r>
        <w:tab/>
      </w:r>
      <w:r>
        <w:tab/>
      </w:r>
      <w:r>
        <w:tab/>
      </w:r>
      <w:r>
        <w:rPr>
          <w:rFonts w:ascii="Times New Roman" w:hAnsi="Times New Roman"/>
          <w:i/>
        </w:rPr>
        <w:t>FV</w:t>
      </w:r>
      <w:r>
        <w:t xml:space="preserve"> = $</w:t>
      </w:r>
      <w:r w:rsidR="00B53A8E">
        <w:t>5336.10</w:t>
      </w:r>
      <w:r w:rsidR="007564D0" w:rsidRPr="000943C4">
        <w:rPr>
          <w:position w:val="-32"/>
        </w:rPr>
        <w:object w:dxaOrig="1760" w:dyaOrig="740">
          <v:shape id="_x0000_i1154" type="#_x0000_t75" style="width:86.25pt;height:36pt" o:ole="" fillcolor="window">
            <v:imagedata r:id="rId265" o:title=""/>
          </v:shape>
          <o:OLEObject Type="Embed" ProgID="Equation.3" ShapeID="_x0000_i1154" DrawAspect="Content" ObjectID="_1654992472" r:id="rId266"/>
        </w:object>
      </w:r>
      <w:r>
        <w:t xml:space="preserve"> = </w:t>
      </w:r>
      <w:r w:rsidRPr="00D975EC">
        <w:rPr>
          <w:u w:val="double"/>
        </w:rPr>
        <w:t>$</w:t>
      </w:r>
      <w:r w:rsidR="000943C4">
        <w:rPr>
          <w:u w:val="double"/>
        </w:rPr>
        <w:t>727,512.13</w:t>
      </w:r>
    </w:p>
    <w:p w:rsidR="00E62653" w:rsidRDefault="00E62653">
      <w:pPr>
        <w:pStyle w:val="ISMab"/>
      </w:pPr>
      <w:r>
        <w:tab/>
        <w:t>3.</w:t>
      </w:r>
      <w:r>
        <w:tab/>
      </w:r>
      <w:r>
        <w:rPr>
          <w:i/>
        </w:rPr>
        <w:t>a.</w:t>
      </w:r>
      <w:r>
        <w:tab/>
        <w:t xml:space="preserve">Given: </w:t>
      </w:r>
      <w:r>
        <w:rPr>
          <w:rFonts w:ascii="Times New Roman" w:hAnsi="Times New Roman"/>
          <w:i/>
        </w:rPr>
        <w:t>PMT</w:t>
      </w:r>
      <w:r>
        <w:t xml:space="preserve"> = $</w:t>
      </w:r>
      <w:r w:rsidR="005E69BD">
        <w:t>3</w:t>
      </w:r>
      <w:r w:rsidR="000943C4">
        <w:t>4,405.82</w:t>
      </w:r>
      <w:r>
        <w:t xml:space="preserve">, </w:t>
      </w:r>
      <w:r>
        <w:rPr>
          <w:rFonts w:ascii="Times New Roman" w:hAnsi="Times New Roman"/>
          <w:i/>
        </w:rPr>
        <w:t>n</w:t>
      </w:r>
      <w:r>
        <w:t xml:space="preserve"> = </w:t>
      </w:r>
      <w:r w:rsidR="00836895">
        <w:t>86 – 6</w:t>
      </w:r>
      <w:r>
        <w:t>5</w:t>
      </w:r>
      <w:r w:rsidR="00836895">
        <w:t xml:space="preserve"> = 21</w:t>
      </w:r>
      <w:r>
        <w:t xml:space="preserve">, </w:t>
      </w:r>
      <w:r>
        <w:rPr>
          <w:rFonts w:ascii="Times New Roman" w:hAnsi="Times New Roman"/>
          <w:i/>
        </w:rPr>
        <w:t>g</w:t>
      </w:r>
      <w:r>
        <w:t xml:space="preserve"> = 2</w:t>
      </w:r>
      <w:r w:rsidR="000943C4">
        <w:t>.3</w:t>
      </w:r>
      <w:r>
        <w:t xml:space="preserve">%, </w:t>
      </w:r>
      <w:r>
        <w:rPr>
          <w:rFonts w:ascii="Times New Roman" w:hAnsi="Times New Roman"/>
          <w:i/>
        </w:rPr>
        <w:t xml:space="preserve">i </w:t>
      </w:r>
      <w:r>
        <w:t>= 3%. Then</w:t>
      </w:r>
    </w:p>
    <w:p w:rsidR="00E62653" w:rsidRDefault="00E62653">
      <w:pPr>
        <w:pStyle w:val="ISMab"/>
      </w:pPr>
      <w:r>
        <w:tab/>
      </w:r>
      <w:r>
        <w:tab/>
      </w:r>
      <w:r>
        <w:tab/>
      </w:r>
      <w:r>
        <w:tab/>
      </w:r>
      <w:r w:rsidR="00A979E0" w:rsidRPr="004B1A38">
        <w:rPr>
          <w:spacing w:val="-2"/>
          <w:position w:val="-36"/>
        </w:rPr>
        <w:object w:dxaOrig="3200" w:dyaOrig="840">
          <v:shape id="_x0000_i1155" type="#_x0000_t75" style="width:151.55pt;height:43.55pt" o:ole="" fillcolor="window">
            <v:imagedata r:id="rId267" o:title=""/>
          </v:shape>
          <o:OLEObject Type="Embed" ProgID="Equation.2" ShapeID="_x0000_i1155" DrawAspect="Content" ObjectID="_1654992473" r:id="rId268"/>
        </w:object>
      </w:r>
      <w:r>
        <w:t xml:space="preserve"> = $</w:t>
      </w:r>
      <w:r w:rsidR="005E69BD">
        <w:t>3</w:t>
      </w:r>
      <w:r w:rsidR="000943C4">
        <w:t>4,405.82</w:t>
      </w:r>
      <w:r w:rsidR="007564D0" w:rsidRPr="000943C4">
        <w:rPr>
          <w:position w:val="-38"/>
        </w:rPr>
        <w:object w:dxaOrig="2200" w:dyaOrig="880">
          <v:shape id="_x0000_i1156" type="#_x0000_t75" style="width:100.45pt;height:43.55pt" o:ole="" fillcolor="window">
            <v:imagedata r:id="rId269" o:title=""/>
          </v:shape>
          <o:OLEObject Type="Embed" ProgID="Equation.3" ShapeID="_x0000_i1156" DrawAspect="Content" ObjectID="_1654992474" r:id="rId270"/>
        </w:object>
      </w:r>
      <w:r>
        <w:t xml:space="preserve"> = </w:t>
      </w:r>
      <w:r w:rsidR="000943C4">
        <w:rPr>
          <w:u w:val="double"/>
        </w:rPr>
        <w:t>$655,795.26</w:t>
      </w:r>
    </w:p>
    <w:p w:rsidR="00E62653" w:rsidRDefault="00E62653">
      <w:pPr>
        <w:pStyle w:val="ISMab"/>
      </w:pPr>
      <w:r>
        <w:tab/>
      </w:r>
      <w:r>
        <w:tab/>
      </w:r>
      <w:r>
        <w:rPr>
          <w:i/>
        </w:rPr>
        <w:t>b.</w:t>
      </w:r>
      <w:r>
        <w:t xml:space="preserve"> </w:t>
      </w:r>
      <w:r>
        <w:tab/>
        <w:t xml:space="preserve">If instead, </w:t>
      </w:r>
      <w:r>
        <w:rPr>
          <w:rFonts w:ascii="Times New Roman" w:hAnsi="Times New Roman"/>
          <w:i/>
        </w:rPr>
        <w:t xml:space="preserve">i </w:t>
      </w:r>
      <w:r>
        <w:t>= 4%, then</w:t>
      </w:r>
    </w:p>
    <w:p w:rsidR="00E62653" w:rsidRDefault="00E62653">
      <w:pPr>
        <w:pStyle w:val="ISMab"/>
        <w:spacing w:after="120"/>
      </w:pPr>
      <w:r>
        <w:tab/>
      </w:r>
      <w:r>
        <w:tab/>
      </w:r>
      <w:r>
        <w:tab/>
      </w:r>
      <w:r>
        <w:tab/>
      </w:r>
      <w:r w:rsidR="009304CF" w:rsidRPr="004B1A38">
        <w:rPr>
          <w:spacing w:val="-2"/>
          <w:position w:val="-36"/>
        </w:rPr>
        <w:object w:dxaOrig="3200" w:dyaOrig="840">
          <v:shape id="_x0000_i1157" type="#_x0000_t75" style="width:151.55pt;height:43.55pt" o:ole="" fillcolor="window">
            <v:imagedata r:id="rId267" o:title=""/>
          </v:shape>
          <o:OLEObject Type="Embed" ProgID="Equation.2" ShapeID="_x0000_i1157" DrawAspect="Content" ObjectID="_1654992475" r:id="rId271"/>
        </w:object>
      </w:r>
      <w:r>
        <w:t xml:space="preserve"> = $</w:t>
      </w:r>
      <w:r w:rsidR="005E69BD">
        <w:t>3</w:t>
      </w:r>
      <w:r w:rsidR="000943C4">
        <w:t>4,405.82</w:t>
      </w:r>
      <w:r w:rsidR="000943C4" w:rsidRPr="000943C4">
        <w:rPr>
          <w:position w:val="-38"/>
        </w:rPr>
        <w:object w:dxaOrig="2200" w:dyaOrig="880">
          <v:shape id="_x0000_i1158" type="#_x0000_t75" style="width:100.45pt;height:43.55pt" o:ole="" fillcolor="window">
            <v:imagedata r:id="rId272" o:title=""/>
          </v:shape>
          <o:OLEObject Type="Embed" ProgID="Equation.3" ShapeID="_x0000_i1158" DrawAspect="Content" ObjectID="_1654992476" r:id="rId273"/>
        </w:object>
      </w:r>
      <w:r>
        <w:t xml:space="preserve"> = </w:t>
      </w:r>
      <w:r>
        <w:rPr>
          <w:u w:val="double"/>
        </w:rPr>
        <w:t>$</w:t>
      </w:r>
      <w:r w:rsidR="005E69BD">
        <w:rPr>
          <w:u w:val="double"/>
        </w:rPr>
        <w:t>5</w:t>
      </w:r>
      <w:r w:rsidR="000943C4">
        <w:rPr>
          <w:u w:val="double"/>
        </w:rPr>
        <w:t>92,108.64</w:t>
      </w:r>
    </w:p>
    <w:p w:rsidR="00E62653" w:rsidRDefault="00E62653">
      <w:pPr>
        <w:pStyle w:val="ISM"/>
        <w:tabs>
          <w:tab w:val="clear" w:pos="540"/>
        </w:tabs>
      </w:pPr>
      <w:r>
        <w:rPr>
          <w:b/>
        </w:rPr>
        <w:t>Postscript:</w:t>
      </w:r>
      <w:r>
        <w:t xml:space="preserve"> The estimated 3% rate of return required for CPP contributions to fund the future CPP pension is only about half the compound annual rate of return earned over the past 50 years on a balanced portfolio of bonds and stocks. Contribution rates before 1990 were far below those needed to actuarially fund accrued CPP benefits. During the first 2 decades of the 21st century, contributors will be subsidizing pension benefits being paid to the preceding generation of contributors. This “subsidy” is the cause of the low imputed rate of return on current workers’ contributions.</w:t>
      </w:r>
    </w:p>
    <w:p w:rsidR="00E62653" w:rsidRDefault="00E62653" w:rsidP="008649DA">
      <w:pPr>
        <w:pStyle w:val="ISM"/>
        <w:spacing w:after="120"/>
        <w:ind w:left="547" w:hanging="547"/>
        <w:rPr>
          <w:b/>
          <w:sz w:val="24"/>
        </w:rPr>
      </w:pPr>
      <w:r>
        <w:rPr>
          <w:b/>
          <w:sz w:val="24"/>
        </w:rPr>
        <w:lastRenderedPageBreak/>
        <w:t xml:space="preserve">Exercise </w:t>
      </w:r>
      <w:r w:rsidR="00AF7CDF">
        <w:rPr>
          <w:b/>
          <w:sz w:val="24"/>
        </w:rPr>
        <w:t>14</w:t>
      </w:r>
      <w:r>
        <w:rPr>
          <w:b/>
          <w:sz w:val="24"/>
        </w:rPr>
        <w:t>.</w:t>
      </w:r>
      <w:r w:rsidR="006F428A">
        <w:rPr>
          <w:b/>
          <w:sz w:val="24"/>
        </w:rPr>
        <w:t>3</w:t>
      </w:r>
    </w:p>
    <w:p w:rsidR="00E62653" w:rsidRDefault="00E62653">
      <w:pPr>
        <w:pStyle w:val="ISM"/>
        <w:ind w:left="540" w:hanging="540"/>
      </w:pPr>
      <w:r>
        <w:tab/>
        <w:t>1.</w:t>
      </w:r>
      <w:r>
        <w:tab/>
        <w:t xml:space="preserve">The amount in the RRSP will be the </w:t>
      </w:r>
      <w:r>
        <w:rPr>
          <w:spacing w:val="-2"/>
        </w:rPr>
        <w:t xml:space="preserve">future value </w:t>
      </w:r>
      <w:r>
        <w:t>of the contributions, which form a constant-growth ordinary simple annuity.</w:t>
      </w:r>
    </w:p>
    <w:p w:rsidR="00E62653" w:rsidRDefault="00E62653">
      <w:pPr>
        <w:pStyle w:val="ISM"/>
      </w:pPr>
      <w:r>
        <w:tab/>
      </w:r>
      <w:r>
        <w:tab/>
        <w:t xml:space="preserve">Given: </w:t>
      </w:r>
      <w:r>
        <w:rPr>
          <w:rFonts w:ascii="Times New Roman" w:hAnsi="Times New Roman"/>
          <w:i/>
        </w:rPr>
        <w:t>PMT</w:t>
      </w:r>
      <w:r>
        <w:t xml:space="preserve"> = $3000, </w:t>
      </w:r>
      <w:r>
        <w:rPr>
          <w:rFonts w:ascii="Times New Roman" w:hAnsi="Times New Roman"/>
          <w:i/>
        </w:rPr>
        <w:t>g</w:t>
      </w:r>
      <w:r>
        <w:t xml:space="preserve"> = 2.5%, </w:t>
      </w:r>
      <w:r>
        <w:rPr>
          <w:rFonts w:ascii="Times New Roman" w:hAnsi="Times New Roman"/>
          <w:i/>
        </w:rPr>
        <w:t>n</w:t>
      </w:r>
      <w:r>
        <w:t xml:space="preserve"> = 25, and </w:t>
      </w:r>
      <w:r>
        <w:rPr>
          <w:rFonts w:ascii="Times New Roman" w:hAnsi="Times New Roman"/>
          <w:i/>
        </w:rPr>
        <w:t xml:space="preserve">i </w:t>
      </w:r>
      <w:r>
        <w:t>= 9%. Then,</w:t>
      </w:r>
    </w:p>
    <w:p w:rsidR="00E62653" w:rsidRDefault="00E62653">
      <w:pPr>
        <w:pStyle w:val="ISM"/>
        <w:spacing w:after="120"/>
      </w:pPr>
      <w:r>
        <w:tab/>
      </w:r>
      <w:r>
        <w:tab/>
      </w:r>
      <w:r>
        <w:tab/>
      </w:r>
      <w:r w:rsidRPr="004B1A38">
        <w:rPr>
          <w:position w:val="-36"/>
        </w:rPr>
        <w:object w:dxaOrig="3040" w:dyaOrig="840">
          <v:shape id="_x0000_i1159" type="#_x0000_t75" style="width:151.55pt;height:43.55pt" o:ole="" fillcolor="window">
            <v:imagedata r:id="rId261" o:title=""/>
          </v:shape>
          <o:OLEObject Type="Embed" ProgID="Equation.2" ShapeID="_x0000_i1159" DrawAspect="Content" ObjectID="_1654992477" r:id="rId274"/>
        </w:object>
      </w:r>
      <w:r>
        <w:t xml:space="preserve"> = $3000</w:t>
      </w:r>
      <w:r w:rsidRPr="004B1A38">
        <w:rPr>
          <w:position w:val="-34"/>
        </w:rPr>
        <w:object w:dxaOrig="1980" w:dyaOrig="780">
          <v:shape id="_x0000_i1160" type="#_x0000_t75" style="width:100.45pt;height:43.55pt" o:ole="" fillcolor="window">
            <v:imagedata r:id="rId275" o:title=""/>
          </v:shape>
          <o:OLEObject Type="Embed" ProgID="Equation.3" ShapeID="_x0000_i1160" DrawAspect="Content" ObjectID="_1654992478" r:id="rId276"/>
        </w:object>
      </w:r>
      <w:r>
        <w:t xml:space="preserve"> = </w:t>
      </w:r>
      <w:r>
        <w:rPr>
          <w:u w:val="double"/>
        </w:rPr>
        <w:t>$312,421.69</w:t>
      </w:r>
    </w:p>
    <w:p w:rsidR="00E62653" w:rsidRDefault="00E62653">
      <w:pPr>
        <w:pStyle w:val="ISM"/>
      </w:pPr>
      <w:r>
        <w:tab/>
        <w:t>3.</w:t>
      </w:r>
      <w:r>
        <w:tab/>
        <w:t xml:space="preserve">Given: </w:t>
      </w:r>
      <w:r>
        <w:rPr>
          <w:rFonts w:ascii="Times New Roman" w:hAnsi="Times New Roman"/>
          <w:i/>
        </w:rPr>
        <w:t>FV</w:t>
      </w:r>
      <w:r>
        <w:t xml:space="preserve"> = $750,000, </w:t>
      </w:r>
      <w:r>
        <w:rPr>
          <w:rFonts w:ascii="Times New Roman" w:hAnsi="Times New Roman"/>
          <w:i/>
        </w:rPr>
        <w:t>n</w:t>
      </w:r>
      <w:r>
        <w:t xml:space="preserve"> = 30, </w:t>
      </w:r>
      <w:r>
        <w:rPr>
          <w:rFonts w:ascii="Times New Roman" w:hAnsi="Times New Roman"/>
          <w:i/>
        </w:rPr>
        <w:t>g</w:t>
      </w:r>
      <w:r>
        <w:t xml:space="preserve"> = 3%, and </w:t>
      </w:r>
      <w:r>
        <w:rPr>
          <w:rFonts w:ascii="Times New Roman" w:hAnsi="Times New Roman"/>
          <w:i/>
        </w:rPr>
        <w:t xml:space="preserve">i </w:t>
      </w:r>
      <w:r>
        <w:t>= 10%. Substitute into</w:t>
      </w:r>
    </w:p>
    <w:p w:rsidR="00E62653" w:rsidRDefault="00E62653">
      <w:pPr>
        <w:pStyle w:val="ISM"/>
      </w:pPr>
      <w:r>
        <w:tab/>
      </w:r>
      <w:r>
        <w:tab/>
      </w:r>
      <w:r>
        <w:tab/>
      </w:r>
      <w:r>
        <w:tab/>
      </w:r>
      <w:r w:rsidR="009F0C38" w:rsidRPr="009F0C38">
        <w:rPr>
          <w:position w:val="-36"/>
        </w:rPr>
        <w:object w:dxaOrig="3080" w:dyaOrig="820">
          <v:shape id="_x0000_i1232" type="#_x0000_t75" style="width:154.05pt;height:41pt" o:ole="" o:preferrelative="f" fillcolor="window">
            <v:imagedata r:id="rId277" o:title=""/>
            <o:lock v:ext="edit" aspectratio="f"/>
          </v:shape>
          <o:OLEObject Type="Embed" ProgID="Equation.DSMT4" ShapeID="_x0000_i1232" DrawAspect="Content" ObjectID="_1654992479" r:id="rId278"/>
        </w:object>
      </w:r>
    </w:p>
    <w:p w:rsidR="00E62653" w:rsidRDefault="00E62653">
      <w:pPr>
        <w:pStyle w:val="ISM"/>
      </w:pPr>
      <w:r>
        <w:tab/>
      </w:r>
      <w:r>
        <w:tab/>
      </w:r>
      <w:r>
        <w:tab/>
      </w:r>
      <w:r>
        <w:tab/>
        <w:t xml:space="preserve">$750,000 = </w:t>
      </w:r>
      <w:r>
        <w:rPr>
          <w:rFonts w:ascii="Times New Roman" w:hAnsi="Times New Roman"/>
          <w:i/>
        </w:rPr>
        <w:t xml:space="preserve">PMT </w:t>
      </w:r>
      <w:r w:rsidRPr="004B1A38">
        <w:rPr>
          <w:position w:val="-34"/>
        </w:rPr>
        <w:object w:dxaOrig="1860" w:dyaOrig="780">
          <v:shape id="_x0000_i1161" type="#_x0000_t75" style="width:92.95pt;height:43.55pt" o:ole="" fillcolor="window">
            <v:imagedata r:id="rId279" o:title=""/>
          </v:shape>
          <o:OLEObject Type="Embed" ProgID="Equation.3" ShapeID="_x0000_i1161" DrawAspect="Content" ObjectID="_1654992480" r:id="rId280"/>
        </w:object>
      </w:r>
      <w:r>
        <w:t xml:space="preserve"> = </w:t>
      </w:r>
      <w:r>
        <w:rPr>
          <w:rFonts w:ascii="Times New Roman" w:hAnsi="Times New Roman"/>
          <w:i/>
        </w:rPr>
        <w:t>PMT</w:t>
      </w:r>
      <w:r>
        <w:t>(214.601997</w:t>
      </w:r>
      <w:r w:rsidR="00A566AA">
        <w:t>)</w:t>
      </w:r>
    </w:p>
    <w:p w:rsidR="00E62653" w:rsidRDefault="00E62653">
      <w:pPr>
        <w:pStyle w:val="ISM"/>
        <w:spacing w:after="180"/>
      </w:pPr>
      <w:r>
        <w:tab/>
      </w:r>
      <w:r>
        <w:tab/>
      </w:r>
      <w:r>
        <w:tab/>
      </w:r>
      <w:r>
        <w:tab/>
      </w:r>
      <w:r>
        <w:rPr>
          <w:rFonts w:ascii="Times New Roman" w:hAnsi="Times New Roman"/>
          <w:i/>
        </w:rPr>
        <w:t>PMT</w:t>
      </w:r>
      <w:r>
        <w:t xml:space="preserve"> = </w:t>
      </w:r>
      <w:r>
        <w:rPr>
          <w:u w:val="double"/>
        </w:rPr>
        <w:t>$3494.84</w:t>
      </w:r>
    </w:p>
    <w:p w:rsidR="00E62653" w:rsidRDefault="00E62653">
      <w:pPr>
        <w:pStyle w:val="ISM"/>
      </w:pPr>
      <w:r>
        <w:tab/>
        <w:t>5.</w:t>
      </w:r>
      <w:r>
        <w:tab/>
        <w:t xml:space="preserve">For the fixed-payment annuity, </w:t>
      </w:r>
    </w:p>
    <w:p w:rsidR="00E62653" w:rsidRDefault="00E62653">
      <w:pPr>
        <w:pStyle w:val="ISM"/>
      </w:pPr>
      <w:r>
        <w:tab/>
      </w:r>
      <w:r>
        <w:tab/>
      </w:r>
      <w:r>
        <w:tab/>
      </w:r>
      <w:r>
        <w:rPr>
          <w:rFonts w:ascii="Times New Roman" w:hAnsi="Times New Roman"/>
          <w:i/>
        </w:rPr>
        <w:t>PMT</w:t>
      </w:r>
      <w:r>
        <w:t xml:space="preserve"> = $1000, </w:t>
      </w:r>
      <w:r>
        <w:rPr>
          <w:rFonts w:ascii="Times New Roman" w:hAnsi="Times New Roman"/>
          <w:i/>
        </w:rPr>
        <w:t>n</w:t>
      </w:r>
      <w:r>
        <w:t xml:space="preserve"> = 12(25) = 300, </w:t>
      </w:r>
      <w:r>
        <w:rPr>
          <w:rFonts w:ascii="Times New Roman" w:hAnsi="Times New Roman"/>
          <w:i/>
        </w:rPr>
        <w:t>i</w:t>
      </w:r>
      <w:r>
        <w:t xml:space="preserve"> = </w:t>
      </w:r>
      <w:r w:rsidRPr="004B1A38">
        <w:rPr>
          <w:position w:val="-16"/>
        </w:rPr>
        <w:object w:dxaOrig="520" w:dyaOrig="440">
          <v:shape id="_x0000_i1162" type="#_x0000_t75" style="width:28.45pt;height:21.75pt" o:ole="" fillcolor="window">
            <v:imagedata r:id="rId281" o:title=""/>
          </v:shape>
          <o:OLEObject Type="Embed" ProgID="Equation.3" ShapeID="_x0000_i1162" DrawAspect="Content" ObjectID="_1654992481" r:id="rId282"/>
        </w:object>
      </w:r>
      <w:r>
        <w:t xml:space="preserve"> = 0.45%, and</w:t>
      </w:r>
    </w:p>
    <w:p w:rsidR="00E62653" w:rsidRDefault="00E62653">
      <w:pPr>
        <w:pStyle w:val="ISM"/>
      </w:pPr>
      <w:r>
        <w:tab/>
      </w:r>
      <w:r>
        <w:tab/>
      </w:r>
      <w:r>
        <w:tab/>
        <w:t xml:space="preserve">Price = </w:t>
      </w:r>
      <w:r w:rsidRPr="004B1A38">
        <w:rPr>
          <w:spacing w:val="-2"/>
          <w:position w:val="-36"/>
        </w:rPr>
        <w:object w:dxaOrig="2520" w:dyaOrig="840">
          <v:shape id="_x0000_i1163" type="#_x0000_t75" style="width:129.75pt;height:43.55pt" o:ole="" fillcolor="window">
            <v:imagedata r:id="rId201" o:title=""/>
          </v:shape>
          <o:OLEObject Type="Embed" ProgID="Equation.2" ShapeID="_x0000_i1163" DrawAspect="Content" ObjectID="_1654992482" r:id="rId283"/>
        </w:object>
      </w:r>
      <w:r>
        <w:t xml:space="preserve"> = $1000</w:t>
      </w:r>
      <w:r w:rsidRPr="004B1A38">
        <w:rPr>
          <w:position w:val="-34"/>
        </w:rPr>
        <w:object w:dxaOrig="1719" w:dyaOrig="780">
          <v:shape id="_x0000_i1164" type="#_x0000_t75" style="width:86.25pt;height:43.55pt" o:ole="" fillcolor="window">
            <v:imagedata r:id="rId284" o:title=""/>
          </v:shape>
          <o:OLEObject Type="Embed" ProgID="Equation.3" ShapeID="_x0000_i1164" DrawAspect="Content" ObjectID="_1654992483" r:id="rId285"/>
        </w:object>
      </w:r>
      <w:r>
        <w:t xml:space="preserve"> = $164,438.55</w:t>
      </w:r>
    </w:p>
    <w:p w:rsidR="00E62653" w:rsidRDefault="00E62653">
      <w:pPr>
        <w:pStyle w:val="ISM"/>
      </w:pPr>
      <w:r>
        <w:tab/>
      </w:r>
      <w:r>
        <w:tab/>
        <w:t xml:space="preserve">For the indexed annuity, </w:t>
      </w:r>
      <w:r>
        <w:rPr>
          <w:rFonts w:ascii="Times New Roman" w:hAnsi="Times New Roman"/>
          <w:i/>
        </w:rPr>
        <w:t>g</w:t>
      </w:r>
      <w:r>
        <w:t xml:space="preserve"> = </w:t>
      </w:r>
      <w:r w:rsidRPr="004B1A38">
        <w:rPr>
          <w:position w:val="-16"/>
        </w:rPr>
        <w:object w:dxaOrig="520" w:dyaOrig="440">
          <v:shape id="_x0000_i1165" type="#_x0000_t75" style="width:28.45pt;height:21.75pt" o:ole="" fillcolor="window">
            <v:imagedata r:id="rId286" o:title=""/>
          </v:shape>
          <o:OLEObject Type="Embed" ProgID="Equation.3" ShapeID="_x0000_i1165" DrawAspect="Content" ObjectID="_1654992484" r:id="rId287"/>
        </w:object>
      </w:r>
      <w:r>
        <w:t xml:space="preserve"> = 0.2% per month and</w:t>
      </w:r>
    </w:p>
    <w:p w:rsidR="00E62653" w:rsidRDefault="00E62653">
      <w:pPr>
        <w:pStyle w:val="ISM"/>
      </w:pPr>
      <w:r>
        <w:tab/>
      </w:r>
      <w:r>
        <w:tab/>
      </w:r>
      <w:r>
        <w:tab/>
      </w:r>
      <w:r w:rsidRPr="004B1A38">
        <w:rPr>
          <w:spacing w:val="-2"/>
          <w:position w:val="-34"/>
        </w:rPr>
        <w:object w:dxaOrig="3300" w:dyaOrig="780">
          <v:shape id="_x0000_i1166" type="#_x0000_t75" style="width:165.75pt;height:43.55pt" o:ole="" fillcolor="window">
            <v:imagedata r:id="rId288" o:title=""/>
          </v:shape>
          <o:OLEObject Type="Embed" ProgID="Equation.3" ShapeID="_x0000_i1166" DrawAspect="Content" ObjectID="_1654992485" r:id="rId289"/>
        </w:object>
      </w:r>
      <w:r>
        <w:rPr>
          <w:spacing w:val="-2"/>
        </w:rPr>
        <w:t xml:space="preserve"> = $1000</w:t>
      </w:r>
      <w:r w:rsidR="003D4EB5" w:rsidRPr="003D4EB5">
        <w:rPr>
          <w:spacing w:val="-2"/>
          <w:position w:val="-36"/>
        </w:rPr>
        <w:object w:dxaOrig="2620" w:dyaOrig="840">
          <v:shape id="_x0000_i1233" type="#_x0000_t75" style="width:130.6pt;height:41.85pt" o:ole="" o:preferrelative="f" fillcolor="window">
            <v:imagedata r:id="rId290" o:title=""/>
            <o:lock v:ext="edit" aspectratio="f"/>
          </v:shape>
          <o:OLEObject Type="Embed" ProgID="Equation.DSMT4" ShapeID="_x0000_i1233" DrawAspect="Content" ObjectID="_1654992486" r:id="rId291"/>
        </w:object>
      </w:r>
      <w:r>
        <w:rPr>
          <w:spacing w:val="-2"/>
        </w:rPr>
        <w:t xml:space="preserve"> = $210,593.83</w:t>
      </w:r>
    </w:p>
    <w:p w:rsidR="00E62653" w:rsidRDefault="00E62653">
      <w:pPr>
        <w:pStyle w:val="ISM"/>
        <w:spacing w:after="180"/>
      </w:pPr>
      <w:r>
        <w:tab/>
      </w:r>
      <w:r>
        <w:tab/>
        <w:t xml:space="preserve">Indexation of the annuity costs </w:t>
      </w:r>
      <w:r>
        <w:rPr>
          <w:spacing w:val="-2"/>
        </w:rPr>
        <w:t xml:space="preserve">$210,593.83 – </w:t>
      </w:r>
      <w:r>
        <w:t xml:space="preserve">$164,438.55 = </w:t>
      </w:r>
      <w:r>
        <w:rPr>
          <w:u w:val="double"/>
        </w:rPr>
        <w:t>$46,155.28</w:t>
      </w:r>
      <w:r>
        <w:t xml:space="preserve"> more.</w:t>
      </w:r>
    </w:p>
    <w:p w:rsidR="00E62653" w:rsidRDefault="00E62653">
      <w:pPr>
        <w:pStyle w:val="ISM"/>
      </w:pPr>
      <w:r>
        <w:tab/>
        <w:t>7.</w:t>
      </w:r>
      <w:r>
        <w:tab/>
        <w:t xml:space="preserve">The current economic value of future pension payments is their </w:t>
      </w:r>
      <w:r>
        <w:rPr>
          <w:spacing w:val="-2"/>
        </w:rPr>
        <w:t>present value.</w:t>
      </w:r>
    </w:p>
    <w:p w:rsidR="00E62653" w:rsidRDefault="00E62653">
      <w:pPr>
        <w:pStyle w:val="ISM"/>
      </w:pPr>
      <w:r>
        <w:tab/>
      </w:r>
      <w:r>
        <w:tab/>
        <w:t xml:space="preserve">Given: </w:t>
      </w:r>
      <w:r>
        <w:rPr>
          <w:rFonts w:ascii="Times New Roman" w:hAnsi="Times New Roman"/>
          <w:i/>
        </w:rPr>
        <w:t>PMT</w:t>
      </w:r>
      <w:r>
        <w:t xml:space="preserve"> = $20,000, </w:t>
      </w:r>
      <w:r>
        <w:rPr>
          <w:rFonts w:ascii="Times New Roman" w:hAnsi="Times New Roman"/>
          <w:i/>
        </w:rPr>
        <w:t>n</w:t>
      </w:r>
      <w:r>
        <w:t xml:space="preserve"> = 25, </w:t>
      </w:r>
      <w:r>
        <w:rPr>
          <w:rFonts w:ascii="Times New Roman" w:hAnsi="Times New Roman"/>
          <w:i/>
        </w:rPr>
        <w:t>i</w:t>
      </w:r>
      <w:r>
        <w:t xml:space="preserve"> = 5%</w:t>
      </w:r>
    </w:p>
    <w:p w:rsidR="00E62653" w:rsidRDefault="00E62653">
      <w:pPr>
        <w:pStyle w:val="ISM"/>
      </w:pPr>
      <w:r>
        <w:tab/>
      </w:r>
      <w:r>
        <w:tab/>
        <w:t xml:space="preserve">With indexation (at </w:t>
      </w:r>
      <w:r>
        <w:rPr>
          <w:rFonts w:ascii="Times New Roman" w:hAnsi="Times New Roman"/>
          <w:i/>
        </w:rPr>
        <w:t>g</w:t>
      </w:r>
      <w:r>
        <w:t xml:space="preserve"> = 2.5% per year),</w:t>
      </w:r>
    </w:p>
    <w:p w:rsidR="00E62653" w:rsidRDefault="00E62653">
      <w:pPr>
        <w:pStyle w:val="ISM"/>
      </w:pPr>
      <w:r>
        <w:tab/>
      </w:r>
      <w:r>
        <w:tab/>
      </w:r>
      <w:r>
        <w:tab/>
      </w:r>
      <w:r w:rsidRPr="004B1A38">
        <w:rPr>
          <w:spacing w:val="-2"/>
          <w:position w:val="-36"/>
        </w:rPr>
        <w:object w:dxaOrig="3200" w:dyaOrig="840">
          <v:shape id="_x0000_i1167" type="#_x0000_t75" style="width:158.25pt;height:43.55pt" o:ole="" fillcolor="window">
            <v:imagedata r:id="rId267" o:title=""/>
          </v:shape>
          <o:OLEObject Type="Embed" ProgID="Equation.2" ShapeID="_x0000_i1167" DrawAspect="Content" ObjectID="_1654992487" r:id="rId292"/>
        </w:object>
      </w:r>
      <w:r>
        <w:rPr>
          <w:spacing w:val="-2"/>
        </w:rPr>
        <w:t xml:space="preserve"> = $20,000</w:t>
      </w:r>
      <w:r w:rsidR="00140494" w:rsidRPr="00140494">
        <w:rPr>
          <w:spacing w:val="-2"/>
          <w:position w:val="-36"/>
        </w:rPr>
        <w:object w:dxaOrig="2240" w:dyaOrig="840">
          <v:shape id="_x0000_i1234" type="#_x0000_t75" style="width:112.2pt;height:41.85pt" o:ole="" o:preferrelative="f" fillcolor="window">
            <v:imagedata r:id="rId293" o:title=""/>
            <o:lock v:ext="edit" aspectratio="f"/>
          </v:shape>
          <o:OLEObject Type="Embed" ProgID="Equation.DSMT4" ShapeID="_x0000_i1234" DrawAspect="Content" ObjectID="_1654992488" r:id="rId294"/>
        </w:object>
      </w:r>
      <w:r>
        <w:rPr>
          <w:spacing w:val="-2"/>
        </w:rPr>
        <w:t xml:space="preserve"> = </w:t>
      </w:r>
      <w:r>
        <w:rPr>
          <w:spacing w:val="-2"/>
          <w:u w:val="double"/>
        </w:rPr>
        <w:t>$362,020.14</w:t>
      </w:r>
    </w:p>
    <w:p w:rsidR="00E62653" w:rsidRDefault="00E62653">
      <w:pPr>
        <w:pStyle w:val="ISM"/>
      </w:pPr>
      <w:r>
        <w:tab/>
      </w:r>
      <w:r>
        <w:tab/>
        <w:t>Without indexation (</w:t>
      </w:r>
      <w:r>
        <w:rPr>
          <w:rFonts w:ascii="Times New Roman" w:hAnsi="Times New Roman"/>
          <w:i/>
        </w:rPr>
        <w:t>g</w:t>
      </w:r>
      <w:r>
        <w:t xml:space="preserve"> = 0%),</w:t>
      </w:r>
    </w:p>
    <w:p w:rsidR="00E62653" w:rsidRDefault="00E62653">
      <w:pPr>
        <w:pStyle w:val="ISM"/>
      </w:pPr>
      <w:r>
        <w:tab/>
      </w:r>
      <w:r>
        <w:tab/>
      </w:r>
      <w:r>
        <w:tab/>
      </w:r>
      <w:r w:rsidRPr="004B1A38">
        <w:rPr>
          <w:spacing w:val="-2"/>
          <w:position w:val="-36"/>
        </w:rPr>
        <w:object w:dxaOrig="2520" w:dyaOrig="840">
          <v:shape id="_x0000_i1168" type="#_x0000_t75" style="width:129.75pt;height:43.55pt" o:ole="" fillcolor="window">
            <v:imagedata r:id="rId201" o:title=""/>
          </v:shape>
          <o:OLEObject Type="Embed" ProgID="Equation.2" ShapeID="_x0000_i1168" DrawAspect="Content" ObjectID="_1654992489" r:id="rId295"/>
        </w:object>
      </w:r>
      <w:r>
        <w:rPr>
          <w:spacing w:val="-2"/>
        </w:rPr>
        <w:t xml:space="preserve"> = $20,000</w:t>
      </w:r>
      <w:r w:rsidRPr="004B1A38">
        <w:rPr>
          <w:spacing w:val="-2"/>
          <w:position w:val="-34"/>
        </w:rPr>
        <w:object w:dxaOrig="1380" w:dyaOrig="780">
          <v:shape id="_x0000_i1169" type="#_x0000_t75" style="width:1in;height:43.55pt" o:ole="" fillcolor="window">
            <v:imagedata r:id="rId296" o:title=""/>
          </v:shape>
          <o:OLEObject Type="Embed" ProgID="Equation.3" ShapeID="_x0000_i1169" DrawAspect="Content" ObjectID="_1654992490" r:id="rId297"/>
        </w:object>
      </w:r>
      <w:r>
        <w:rPr>
          <w:spacing w:val="-2"/>
        </w:rPr>
        <w:t xml:space="preserve"> = $281,878.89</w:t>
      </w:r>
    </w:p>
    <w:p w:rsidR="00E62653" w:rsidRDefault="00E62653">
      <w:pPr>
        <w:pStyle w:val="ISM"/>
        <w:ind w:left="540" w:hanging="540"/>
        <w:rPr>
          <w:spacing w:val="-2"/>
        </w:rPr>
      </w:pPr>
      <w:r>
        <w:tab/>
      </w:r>
      <w:r>
        <w:tab/>
        <w:t xml:space="preserve">Hence, </w:t>
      </w:r>
      <w:r>
        <w:rPr>
          <w:spacing w:val="-2"/>
        </w:rPr>
        <w:t xml:space="preserve">$362,020.14 – $281,878.89 = </w:t>
      </w:r>
      <w:r>
        <w:rPr>
          <w:spacing w:val="-2"/>
          <w:u w:val="double"/>
        </w:rPr>
        <w:t>$80,141.25</w:t>
      </w:r>
      <w:r>
        <w:rPr>
          <w:spacing w:val="-2"/>
        </w:rPr>
        <w:t xml:space="preserve"> (representing 22.1%) of the </w:t>
      </w:r>
    </w:p>
    <w:p w:rsidR="00E62653" w:rsidRDefault="00E62653">
      <w:pPr>
        <w:pStyle w:val="ISM"/>
        <w:spacing w:after="240"/>
        <w:ind w:left="547"/>
      </w:pPr>
      <w:r>
        <w:rPr>
          <w:spacing w:val="-2"/>
        </w:rPr>
        <w:t>pension’s economic value comes from the indexation feature.</w:t>
      </w:r>
    </w:p>
    <w:p w:rsidR="0097143C" w:rsidRDefault="0097143C" w:rsidP="0097143C">
      <w:pPr>
        <w:pStyle w:val="ISM"/>
      </w:pPr>
      <w:r>
        <w:tab/>
        <w:t>9.</w:t>
      </w:r>
      <w:r>
        <w:tab/>
        <w:t>At a focal date at the end of the 30-year contributory period,</w:t>
      </w:r>
    </w:p>
    <w:p w:rsidR="0097143C" w:rsidRDefault="0097143C" w:rsidP="0097143C">
      <w:pPr>
        <w:pStyle w:val="ISM"/>
      </w:pPr>
      <w:r>
        <w:tab/>
      </w:r>
      <w:r>
        <w:tab/>
      </w:r>
      <w:r>
        <w:tab/>
      </w:r>
      <w:r>
        <w:tab/>
      </w:r>
      <w:r>
        <w:rPr>
          <w:rFonts w:ascii="Times New Roman" w:hAnsi="Times New Roman"/>
          <w:i/>
        </w:rPr>
        <w:t>FV</w:t>
      </w:r>
      <w:r>
        <w:t xml:space="preserve"> of RRSP contributions = </w:t>
      </w:r>
      <w:r>
        <w:rPr>
          <w:rFonts w:ascii="Times New Roman" w:hAnsi="Times New Roman"/>
          <w:i/>
        </w:rPr>
        <w:t>PV</w:t>
      </w:r>
      <w:r>
        <w:t xml:space="preserve"> of RRIF withdrawals</w:t>
      </w:r>
    </w:p>
    <w:p w:rsidR="0097143C" w:rsidRDefault="0097143C" w:rsidP="0097143C">
      <w:pPr>
        <w:pStyle w:val="ISM"/>
      </w:pPr>
      <w:r>
        <w:tab/>
      </w:r>
      <w:r>
        <w:tab/>
        <w:t xml:space="preserve">For the </w:t>
      </w:r>
      <w:r>
        <w:rPr>
          <w:rFonts w:ascii="Times New Roman" w:hAnsi="Times New Roman"/>
          <w:i/>
        </w:rPr>
        <w:t>FV</w:t>
      </w:r>
      <w:r>
        <w:t xml:space="preserve"> calculation,</w:t>
      </w:r>
    </w:p>
    <w:p w:rsidR="0097143C" w:rsidRDefault="0097143C" w:rsidP="0097143C">
      <w:pPr>
        <w:pStyle w:val="ISM"/>
      </w:pPr>
      <w:r>
        <w:tab/>
      </w:r>
      <w:r>
        <w:tab/>
      </w:r>
      <w:r>
        <w:tab/>
      </w:r>
      <w:r>
        <w:tab/>
      </w:r>
      <w:r>
        <w:rPr>
          <w:rFonts w:ascii="Times New Roman" w:hAnsi="Times New Roman"/>
          <w:i/>
        </w:rPr>
        <w:t>PMT</w:t>
      </w:r>
      <w:r>
        <w:t xml:space="preserve"> = $2000, </w:t>
      </w:r>
      <w:r>
        <w:rPr>
          <w:rFonts w:ascii="Times New Roman" w:hAnsi="Times New Roman"/>
          <w:i/>
        </w:rPr>
        <w:t>n</w:t>
      </w:r>
      <w:r>
        <w:t xml:space="preserve"> = 30, </w:t>
      </w:r>
      <w:r>
        <w:rPr>
          <w:rFonts w:ascii="Times New Roman" w:hAnsi="Times New Roman"/>
          <w:i/>
        </w:rPr>
        <w:t>g</w:t>
      </w:r>
      <w:r>
        <w:t xml:space="preserve"> = 3%, and </w:t>
      </w:r>
      <w:r>
        <w:rPr>
          <w:rFonts w:ascii="Times New Roman" w:hAnsi="Times New Roman"/>
          <w:i/>
        </w:rPr>
        <w:t>i</w:t>
      </w:r>
      <w:r>
        <w:t xml:space="preserve"> = 9%. Then,</w:t>
      </w:r>
    </w:p>
    <w:p w:rsidR="0097143C" w:rsidRDefault="0097143C" w:rsidP="0097143C">
      <w:pPr>
        <w:pStyle w:val="ISM"/>
      </w:pPr>
      <w:r>
        <w:tab/>
      </w:r>
      <w:r>
        <w:tab/>
      </w:r>
      <w:r>
        <w:tab/>
      </w:r>
      <w:r>
        <w:tab/>
      </w:r>
      <w:r w:rsidRPr="004B1A38">
        <w:rPr>
          <w:position w:val="-36"/>
        </w:rPr>
        <w:object w:dxaOrig="3040" w:dyaOrig="840">
          <v:shape id="_x0000_i1170" type="#_x0000_t75" style="width:151.55pt;height:43.55pt" o:ole="" fillcolor="window">
            <v:imagedata r:id="rId261" o:title=""/>
          </v:shape>
          <o:OLEObject Type="Embed" ProgID="Equation.2" ShapeID="_x0000_i1170" DrawAspect="Content" ObjectID="_1654992491" r:id="rId298"/>
        </w:object>
      </w:r>
      <w:r>
        <w:t xml:space="preserve"> = $2000</w:t>
      </w:r>
      <w:r w:rsidRPr="004B1A38">
        <w:rPr>
          <w:position w:val="-34"/>
        </w:rPr>
        <w:object w:dxaOrig="1860" w:dyaOrig="780">
          <v:shape id="_x0000_i1171" type="#_x0000_t75" style="width:92.95pt;height:43.55pt" o:ole="" fillcolor="window">
            <v:imagedata r:id="rId299" o:title=""/>
          </v:shape>
          <o:OLEObject Type="Embed" ProgID="Equation.3" ShapeID="_x0000_i1171" DrawAspect="Content" ObjectID="_1654992492" r:id="rId300"/>
        </w:object>
      </w:r>
      <w:r>
        <w:t xml:space="preserve"> = $361,347.20</w:t>
      </w:r>
    </w:p>
    <w:p w:rsidR="00666804" w:rsidRDefault="00666804">
      <w:r>
        <w:br w:type="page"/>
      </w:r>
    </w:p>
    <w:p w:rsidR="0097143C" w:rsidRDefault="0097143C" w:rsidP="0097143C">
      <w:pPr>
        <w:pStyle w:val="ISM"/>
      </w:pPr>
      <w:r>
        <w:lastRenderedPageBreak/>
        <w:tab/>
      </w:r>
      <w:r>
        <w:tab/>
        <w:t xml:space="preserve">For the </w:t>
      </w:r>
      <w:r>
        <w:rPr>
          <w:rFonts w:ascii="Times New Roman" w:hAnsi="Times New Roman"/>
          <w:i/>
        </w:rPr>
        <w:t>PV</w:t>
      </w:r>
      <w:r>
        <w:t xml:space="preserve"> calculation,</w:t>
      </w:r>
    </w:p>
    <w:p w:rsidR="0097143C" w:rsidRDefault="0097143C" w:rsidP="0097143C">
      <w:pPr>
        <w:pStyle w:val="ISM"/>
      </w:pPr>
      <w:r>
        <w:tab/>
      </w:r>
      <w:r>
        <w:tab/>
      </w:r>
      <w:r>
        <w:tab/>
      </w:r>
      <w:r>
        <w:tab/>
      </w:r>
      <w:r>
        <w:rPr>
          <w:rFonts w:ascii="Times New Roman" w:hAnsi="Times New Roman"/>
          <w:i/>
        </w:rPr>
        <w:t>PV</w:t>
      </w:r>
      <w:r>
        <w:t xml:space="preserve"> = $361,347.20, </w:t>
      </w:r>
      <w:r>
        <w:rPr>
          <w:rFonts w:ascii="Times New Roman" w:hAnsi="Times New Roman"/>
          <w:i/>
        </w:rPr>
        <w:t xml:space="preserve">n </w:t>
      </w:r>
      <w:r>
        <w:t xml:space="preserve">= 12(25) = 300, </w:t>
      </w:r>
      <w:r>
        <w:rPr>
          <w:rFonts w:ascii="Times New Roman" w:hAnsi="Times New Roman"/>
          <w:i/>
        </w:rPr>
        <w:t>g</w:t>
      </w:r>
      <w:r>
        <w:t xml:space="preserve"> = </w:t>
      </w:r>
      <w:r w:rsidRPr="004B1A38">
        <w:rPr>
          <w:position w:val="-16"/>
        </w:rPr>
        <w:object w:dxaOrig="520" w:dyaOrig="440">
          <v:shape id="_x0000_i1172" type="#_x0000_t75" style="width:28.45pt;height:21.75pt" o:ole="" fillcolor="window">
            <v:imagedata r:id="rId301" o:title=""/>
          </v:shape>
          <o:OLEObject Type="Embed" ProgID="Equation.3" ShapeID="_x0000_i1172" DrawAspect="Content" ObjectID="_1654992493" r:id="rId302"/>
        </w:object>
      </w:r>
      <w:r>
        <w:t xml:space="preserve"> = 0.15%, and </w:t>
      </w:r>
      <w:r>
        <w:rPr>
          <w:rFonts w:ascii="Times New Roman" w:hAnsi="Times New Roman"/>
          <w:i/>
        </w:rPr>
        <w:t xml:space="preserve">i </w:t>
      </w:r>
      <w:r>
        <w:t xml:space="preserve">= </w:t>
      </w:r>
      <w:r w:rsidRPr="004B1A38">
        <w:rPr>
          <w:position w:val="-16"/>
        </w:rPr>
        <w:object w:dxaOrig="380" w:dyaOrig="440">
          <v:shape id="_x0000_i1173" type="#_x0000_t75" style="width:14.25pt;height:21.75pt" o:ole="" fillcolor="window">
            <v:imagedata r:id="rId303" o:title=""/>
          </v:shape>
          <o:OLEObject Type="Embed" ProgID="Equation.3" ShapeID="_x0000_i1173" DrawAspect="Content" ObjectID="_1654992494" r:id="rId304"/>
        </w:object>
      </w:r>
      <w:r>
        <w:t xml:space="preserve"> = 0.5%</w:t>
      </w:r>
    </w:p>
    <w:p w:rsidR="0097143C" w:rsidRDefault="0097143C" w:rsidP="0097143C">
      <w:pPr>
        <w:pStyle w:val="ISM"/>
      </w:pPr>
      <w:r>
        <w:tab/>
      </w:r>
      <w:r>
        <w:tab/>
        <w:t xml:space="preserve">Substitute into </w:t>
      </w:r>
    </w:p>
    <w:p w:rsidR="0097143C" w:rsidRDefault="0097143C" w:rsidP="0097143C">
      <w:pPr>
        <w:pStyle w:val="ISM"/>
      </w:pPr>
      <w:r>
        <w:rPr>
          <w:spacing w:val="-2"/>
        </w:rPr>
        <w:tab/>
      </w:r>
      <w:r>
        <w:rPr>
          <w:spacing w:val="-2"/>
        </w:rPr>
        <w:tab/>
      </w:r>
      <w:r>
        <w:rPr>
          <w:spacing w:val="-2"/>
        </w:rPr>
        <w:tab/>
      </w:r>
      <w:r>
        <w:rPr>
          <w:spacing w:val="-2"/>
        </w:rPr>
        <w:tab/>
      </w:r>
      <w:r>
        <w:rPr>
          <w:spacing w:val="-2"/>
        </w:rPr>
        <w:tab/>
        <w:t xml:space="preserve">  </w:t>
      </w:r>
      <w:r w:rsidRPr="004B1A38">
        <w:rPr>
          <w:spacing w:val="-2"/>
          <w:position w:val="-36"/>
        </w:rPr>
        <w:object w:dxaOrig="3200" w:dyaOrig="840">
          <v:shape id="_x0000_i1174" type="#_x0000_t75" style="width:158.25pt;height:43.55pt" o:ole="" fillcolor="window">
            <v:imagedata r:id="rId267" o:title=""/>
          </v:shape>
          <o:OLEObject Type="Embed" ProgID="Equation.2" ShapeID="_x0000_i1174" DrawAspect="Content" ObjectID="_1654992495" r:id="rId305"/>
        </w:object>
      </w:r>
    </w:p>
    <w:p w:rsidR="0097143C" w:rsidRDefault="0097143C" w:rsidP="0097143C">
      <w:pPr>
        <w:pStyle w:val="ISM"/>
      </w:pPr>
      <w:r>
        <w:tab/>
      </w:r>
      <w:r>
        <w:tab/>
      </w:r>
      <w:r>
        <w:tab/>
      </w:r>
      <w:r>
        <w:tab/>
        <w:t xml:space="preserve">$361,347.20 = </w:t>
      </w:r>
      <w:r>
        <w:rPr>
          <w:rFonts w:ascii="Times New Roman" w:hAnsi="Times New Roman"/>
          <w:i/>
        </w:rPr>
        <w:t xml:space="preserve">PMT </w:t>
      </w:r>
      <w:r w:rsidR="00B27370" w:rsidRPr="00B27370">
        <w:rPr>
          <w:position w:val="-36"/>
        </w:rPr>
        <w:object w:dxaOrig="2640" w:dyaOrig="840">
          <v:shape id="_x0000_i1235" type="#_x0000_t75" style="width:132.3pt;height:41.85pt;mso-position-horizontal:absolute" o:ole="" o:preferrelative="f" fillcolor="window">
            <v:imagedata r:id="rId306" o:title=""/>
            <o:lock v:ext="edit" aspectratio="f"/>
          </v:shape>
          <o:OLEObject Type="Embed" ProgID="Equation.DSMT4" ShapeID="_x0000_i1235" DrawAspect="Content" ObjectID="_1654992496" r:id="rId307"/>
        </w:object>
      </w:r>
    </w:p>
    <w:p w:rsidR="0097143C" w:rsidRDefault="0097143C" w:rsidP="0097143C">
      <w:pPr>
        <w:pStyle w:val="ISM"/>
        <w:ind w:left="2610"/>
      </w:pPr>
      <w:r>
        <w:t xml:space="preserve">  = </w:t>
      </w:r>
      <w:r>
        <w:rPr>
          <w:rFonts w:ascii="Times New Roman" w:hAnsi="Times New Roman"/>
          <w:i/>
        </w:rPr>
        <w:t>PMT</w:t>
      </w:r>
      <w:r>
        <w:t>(185.391515)</w:t>
      </w:r>
    </w:p>
    <w:p w:rsidR="0097143C" w:rsidRDefault="0097143C" w:rsidP="0097143C">
      <w:pPr>
        <w:pStyle w:val="ISM"/>
      </w:pPr>
      <w:r>
        <w:tab/>
      </w:r>
      <w:r>
        <w:tab/>
      </w:r>
      <w:r>
        <w:tab/>
      </w:r>
      <w:r>
        <w:tab/>
      </w:r>
      <w:r>
        <w:tab/>
        <w:t xml:space="preserve"> </w:t>
      </w:r>
      <w:r>
        <w:rPr>
          <w:rFonts w:ascii="Times New Roman" w:hAnsi="Times New Roman"/>
          <w:i/>
        </w:rPr>
        <w:t>PMT</w:t>
      </w:r>
      <w:r>
        <w:t xml:space="preserve"> = </w:t>
      </w:r>
      <w:r>
        <w:rPr>
          <w:u w:val="double"/>
        </w:rPr>
        <w:t>$1949.10</w:t>
      </w:r>
    </w:p>
    <w:p w:rsidR="0097143C" w:rsidRDefault="0097143C" w:rsidP="0097143C">
      <w:pPr>
        <w:pStyle w:val="ISM"/>
        <w:spacing w:after="240"/>
      </w:pPr>
      <w:r>
        <w:tab/>
      </w:r>
      <w:r>
        <w:tab/>
        <w:t>The initial RRIF withdrawal will be $1949.10.</w:t>
      </w:r>
    </w:p>
    <w:p w:rsidR="0097143C" w:rsidRDefault="0097143C" w:rsidP="0097143C">
      <w:pPr>
        <w:pStyle w:val="ISM"/>
      </w:pPr>
      <w:r>
        <w:tab/>
        <w:t>11.</w:t>
      </w:r>
      <w:r>
        <w:tab/>
        <w:t xml:space="preserve">Market value of shares = </w:t>
      </w:r>
      <w:r>
        <w:rPr>
          <w:rFonts w:ascii="Times New Roman" w:hAnsi="Times New Roman"/>
          <w:i/>
        </w:rPr>
        <w:t>PV</w:t>
      </w:r>
      <w:r>
        <w:t xml:space="preserve"> of dividends </w:t>
      </w:r>
    </w:p>
    <w:p w:rsidR="0097143C" w:rsidRDefault="0097143C" w:rsidP="0097143C">
      <w:pPr>
        <w:pStyle w:val="ISM"/>
      </w:pPr>
      <w:r>
        <w:tab/>
      </w:r>
      <w:r>
        <w:tab/>
        <w:t>The dividends in the first 5 years form a constant growth ordinary simple annuity.</w:t>
      </w:r>
    </w:p>
    <w:p w:rsidR="0097143C" w:rsidRDefault="0097143C" w:rsidP="0097143C">
      <w:pPr>
        <w:pStyle w:val="ISM"/>
      </w:pPr>
      <w:r>
        <w:tab/>
      </w:r>
      <w:r>
        <w:tab/>
        <w:t>The dividends in the next 25 years form another constant growth ordinary simple annuity.</w:t>
      </w:r>
    </w:p>
    <w:p w:rsidR="0097143C" w:rsidRDefault="0097143C" w:rsidP="0097143C">
      <w:pPr>
        <w:pStyle w:val="ISM"/>
      </w:pPr>
      <w:r>
        <w:tab/>
      </w:r>
      <w:r>
        <w:tab/>
        <w:t>For the first 5 years,</w:t>
      </w:r>
    </w:p>
    <w:p w:rsidR="0097143C" w:rsidRDefault="0097143C" w:rsidP="0097143C">
      <w:pPr>
        <w:pStyle w:val="ISM"/>
      </w:pPr>
      <w:r>
        <w:tab/>
      </w:r>
      <w:r>
        <w:tab/>
      </w:r>
      <w:r>
        <w:tab/>
      </w:r>
      <w:r>
        <w:tab/>
      </w:r>
      <w:r>
        <w:rPr>
          <w:rFonts w:ascii="Times New Roman" w:hAnsi="Times New Roman"/>
          <w:i/>
        </w:rPr>
        <w:t>PMT</w:t>
      </w:r>
      <w:r>
        <w:t xml:space="preserve"> = $2.00(1.10) = $2.20, </w:t>
      </w:r>
      <w:r>
        <w:rPr>
          <w:rFonts w:ascii="Times New Roman" w:hAnsi="Times New Roman"/>
          <w:i/>
        </w:rPr>
        <w:t>n</w:t>
      </w:r>
      <w:r>
        <w:t xml:space="preserve"> = 5, </w:t>
      </w:r>
      <w:r>
        <w:rPr>
          <w:rFonts w:ascii="Times New Roman" w:hAnsi="Times New Roman"/>
          <w:i/>
        </w:rPr>
        <w:t xml:space="preserve">g </w:t>
      </w:r>
      <w:r>
        <w:t xml:space="preserve">= 10%, and </w:t>
      </w:r>
      <w:r>
        <w:rPr>
          <w:rFonts w:ascii="Times New Roman" w:hAnsi="Times New Roman"/>
          <w:i/>
        </w:rPr>
        <w:t>i</w:t>
      </w:r>
      <w:r>
        <w:t xml:space="preserve"> = 9%.</w:t>
      </w:r>
    </w:p>
    <w:p w:rsidR="0097143C" w:rsidRDefault="0097143C" w:rsidP="0097143C">
      <w:pPr>
        <w:pStyle w:val="ISM"/>
      </w:pPr>
      <w:r>
        <w:tab/>
      </w:r>
      <w:r>
        <w:tab/>
        <w:t>For the next 25 years,</w:t>
      </w:r>
    </w:p>
    <w:p w:rsidR="0097143C" w:rsidRDefault="0097143C" w:rsidP="0097143C">
      <w:pPr>
        <w:pStyle w:val="ISM"/>
      </w:pPr>
      <w:r>
        <w:tab/>
      </w:r>
      <w:r>
        <w:tab/>
      </w:r>
      <w:r>
        <w:tab/>
      </w:r>
      <w:r>
        <w:tab/>
      </w:r>
      <w:r>
        <w:rPr>
          <w:rFonts w:ascii="Times New Roman" w:hAnsi="Times New Roman"/>
          <w:i/>
        </w:rPr>
        <w:t>PMT</w:t>
      </w:r>
      <w:r>
        <w:t xml:space="preserve"> = $2.00(1.10)</w:t>
      </w:r>
      <w:r>
        <w:rPr>
          <w:vertAlign w:val="superscript"/>
        </w:rPr>
        <w:t>5</w:t>
      </w:r>
      <w:r>
        <w:t xml:space="preserve">(1.03) = $3.318, </w:t>
      </w:r>
      <w:r>
        <w:rPr>
          <w:rFonts w:ascii="Times New Roman" w:hAnsi="Times New Roman"/>
          <w:i/>
        </w:rPr>
        <w:t>n</w:t>
      </w:r>
      <w:r>
        <w:t xml:space="preserve"> = 25, </w:t>
      </w:r>
      <w:r>
        <w:rPr>
          <w:rFonts w:ascii="Times New Roman" w:hAnsi="Times New Roman"/>
          <w:i/>
        </w:rPr>
        <w:t xml:space="preserve">g </w:t>
      </w:r>
      <w:r>
        <w:t xml:space="preserve">= 3%, and </w:t>
      </w:r>
      <w:r>
        <w:rPr>
          <w:rFonts w:ascii="Times New Roman" w:hAnsi="Times New Roman"/>
          <w:i/>
        </w:rPr>
        <w:t>i</w:t>
      </w:r>
      <w:r>
        <w:t xml:space="preserve"> = 9%.</w:t>
      </w:r>
    </w:p>
    <w:p w:rsidR="0097143C" w:rsidRDefault="0097143C" w:rsidP="0097143C">
      <w:pPr>
        <w:pStyle w:val="ISM"/>
      </w:pPr>
      <w:r>
        <w:tab/>
      </w:r>
      <w:r>
        <w:tab/>
        <w:t xml:space="preserve">At a focal date 5 years from now, the </w:t>
      </w:r>
      <w:r>
        <w:rPr>
          <w:rFonts w:ascii="Times New Roman" w:hAnsi="Times New Roman"/>
          <w:i/>
        </w:rPr>
        <w:t>PV</w:t>
      </w:r>
      <w:r>
        <w:t xml:space="preserve"> of the subsequent 25 years’ dividends is</w:t>
      </w:r>
    </w:p>
    <w:p w:rsidR="0097143C" w:rsidRDefault="0097143C" w:rsidP="0097143C">
      <w:pPr>
        <w:pStyle w:val="ISM"/>
      </w:pPr>
      <w:r>
        <w:rPr>
          <w:spacing w:val="-2"/>
        </w:rPr>
        <w:tab/>
      </w:r>
      <w:r>
        <w:rPr>
          <w:spacing w:val="-2"/>
        </w:rPr>
        <w:tab/>
      </w:r>
      <w:r>
        <w:rPr>
          <w:spacing w:val="-2"/>
        </w:rPr>
        <w:tab/>
      </w:r>
      <w:r>
        <w:rPr>
          <w:spacing w:val="-2"/>
        </w:rPr>
        <w:tab/>
      </w:r>
      <w:r w:rsidRPr="004B1A38">
        <w:rPr>
          <w:spacing w:val="-2"/>
          <w:position w:val="-36"/>
        </w:rPr>
        <w:object w:dxaOrig="3200" w:dyaOrig="840">
          <v:shape id="_x0000_i1175" type="#_x0000_t75" style="width:158.25pt;height:43.55pt" o:ole="" fillcolor="window">
            <v:imagedata r:id="rId267" o:title=""/>
          </v:shape>
          <o:OLEObject Type="Embed" ProgID="Equation.2" ShapeID="_x0000_i1175" DrawAspect="Content" ObjectID="_1654992497" r:id="rId308"/>
        </w:object>
      </w:r>
      <w:r>
        <w:rPr>
          <w:spacing w:val="-2"/>
        </w:rPr>
        <w:t xml:space="preserve"> = $3.318</w:t>
      </w:r>
      <w:r w:rsidR="00EC3EEB" w:rsidRPr="00EC3EEB">
        <w:rPr>
          <w:spacing w:val="-2"/>
          <w:position w:val="-36"/>
        </w:rPr>
        <w:object w:dxaOrig="2120" w:dyaOrig="840">
          <v:shape id="_x0000_i1236" type="#_x0000_t75" style="width:106.35pt;height:41.85pt" o:ole="" o:preferrelative="f" fillcolor="window">
            <v:imagedata r:id="rId309" o:title=""/>
            <o:lock v:ext="edit" aspectratio="f"/>
          </v:shape>
          <o:OLEObject Type="Embed" ProgID="Equation.DSMT4" ShapeID="_x0000_i1236" DrawAspect="Content" ObjectID="_1654992498" r:id="rId310"/>
        </w:object>
      </w:r>
      <w:r>
        <w:rPr>
          <w:spacing w:val="-2"/>
        </w:rPr>
        <w:t xml:space="preserve"> = $41.873</w:t>
      </w:r>
    </w:p>
    <w:p w:rsidR="0097143C" w:rsidRDefault="0097143C" w:rsidP="0097143C">
      <w:pPr>
        <w:pStyle w:val="ISM"/>
      </w:pPr>
      <w:r>
        <w:tab/>
      </w:r>
      <w:r>
        <w:tab/>
        <w:t xml:space="preserve">The </w:t>
      </w:r>
      <w:r>
        <w:rPr>
          <w:rFonts w:ascii="Times New Roman" w:hAnsi="Times New Roman"/>
          <w:i/>
        </w:rPr>
        <w:t>PV</w:t>
      </w:r>
      <w:r>
        <w:t xml:space="preserve"> today of this amount and the first 5 years’ dividends is</w:t>
      </w:r>
    </w:p>
    <w:p w:rsidR="0097143C" w:rsidRDefault="0097143C" w:rsidP="0097143C">
      <w:pPr>
        <w:pStyle w:val="ISM"/>
        <w:rPr>
          <w:spacing w:val="-2"/>
        </w:rPr>
      </w:pPr>
      <w:r>
        <w:tab/>
      </w:r>
      <w:r>
        <w:tab/>
      </w:r>
      <w:r>
        <w:tab/>
      </w:r>
      <w:r>
        <w:tab/>
      </w:r>
      <w:r>
        <w:rPr>
          <w:rFonts w:ascii="Times New Roman" w:hAnsi="Times New Roman"/>
          <w:i/>
        </w:rPr>
        <w:t>PV</w:t>
      </w:r>
      <w:r>
        <w:t xml:space="preserve"> = $</w:t>
      </w:r>
      <w:r>
        <w:rPr>
          <w:spacing w:val="-2"/>
        </w:rPr>
        <w:t>41.873</w:t>
      </w:r>
      <w:r w:rsidRPr="004B1A38">
        <w:rPr>
          <w:position w:val="-10"/>
        </w:rPr>
        <w:object w:dxaOrig="840" w:dyaOrig="380">
          <v:shape id="_x0000_i1176" type="#_x0000_t75" style="width:43.55pt;height:14.25pt" o:ole="" fillcolor="window">
            <v:imagedata r:id="rId311" o:title=""/>
          </v:shape>
          <o:OLEObject Type="Embed" ProgID="Equation.3" ShapeID="_x0000_i1176" DrawAspect="Content" ObjectID="_1654992499" r:id="rId312"/>
        </w:object>
      </w:r>
      <w:r>
        <w:t xml:space="preserve"> + $2.20</w:t>
      </w:r>
      <w:r w:rsidR="00EC3EEB" w:rsidRPr="00EC3EEB">
        <w:rPr>
          <w:spacing w:val="-2"/>
          <w:position w:val="-36"/>
        </w:rPr>
        <w:object w:dxaOrig="1980" w:dyaOrig="840">
          <v:shape id="_x0000_i1237" type="#_x0000_t75" style="width:98.8pt;height:41.85pt;mso-position-horizontal:absolute" o:ole="" o:preferrelative="f" fillcolor="window">
            <v:imagedata r:id="rId313" o:title=""/>
            <o:lock v:ext="edit" aspectratio="f"/>
          </v:shape>
          <o:OLEObject Type="Embed" ProgID="Equation.DSMT4" ShapeID="_x0000_i1237" DrawAspect="Content" ObjectID="_1654992500" r:id="rId314"/>
        </w:object>
      </w:r>
    </w:p>
    <w:p w:rsidR="0097143C" w:rsidRDefault="0097143C" w:rsidP="0097143C">
      <w:pPr>
        <w:pStyle w:val="ISM"/>
        <w:rPr>
          <w:spacing w:val="-2"/>
        </w:rPr>
      </w:pPr>
      <w:r>
        <w:rPr>
          <w:spacing w:val="-2"/>
        </w:rPr>
        <w:tab/>
      </w:r>
      <w:r>
        <w:rPr>
          <w:spacing w:val="-2"/>
        </w:rPr>
        <w:tab/>
      </w:r>
      <w:r>
        <w:rPr>
          <w:spacing w:val="-2"/>
        </w:rPr>
        <w:tab/>
      </w:r>
      <w:r>
        <w:rPr>
          <w:spacing w:val="-2"/>
        </w:rPr>
        <w:tab/>
        <w:t xml:space="preserve">      = $27.21</w:t>
      </w:r>
      <w:r w:rsidR="00E019E0">
        <w:rPr>
          <w:spacing w:val="-2"/>
        </w:rPr>
        <w:t>5</w:t>
      </w:r>
      <w:r>
        <w:rPr>
          <w:spacing w:val="-2"/>
        </w:rPr>
        <w:t xml:space="preserve"> + $10.279</w:t>
      </w:r>
    </w:p>
    <w:p w:rsidR="0097143C" w:rsidRDefault="0097143C" w:rsidP="0097143C">
      <w:pPr>
        <w:pStyle w:val="ISM"/>
        <w:rPr>
          <w:spacing w:val="-2"/>
        </w:rPr>
      </w:pPr>
      <w:r>
        <w:rPr>
          <w:spacing w:val="-2"/>
        </w:rPr>
        <w:tab/>
      </w:r>
      <w:r>
        <w:rPr>
          <w:spacing w:val="-2"/>
        </w:rPr>
        <w:tab/>
      </w:r>
      <w:r>
        <w:rPr>
          <w:spacing w:val="-2"/>
        </w:rPr>
        <w:tab/>
      </w:r>
      <w:r>
        <w:rPr>
          <w:spacing w:val="-2"/>
        </w:rPr>
        <w:tab/>
        <w:t xml:space="preserve">      = </w:t>
      </w:r>
      <w:r>
        <w:rPr>
          <w:spacing w:val="-2"/>
          <w:u w:val="double"/>
        </w:rPr>
        <w:t>$37.49</w:t>
      </w:r>
    </w:p>
    <w:p w:rsidR="0097143C" w:rsidRDefault="0097143C" w:rsidP="0097143C">
      <w:pPr>
        <w:pStyle w:val="ISM"/>
        <w:spacing w:after="180"/>
      </w:pPr>
      <w:r>
        <w:rPr>
          <w:spacing w:val="-2"/>
        </w:rPr>
        <w:tab/>
      </w:r>
      <w:r>
        <w:rPr>
          <w:spacing w:val="-2"/>
        </w:rPr>
        <w:tab/>
        <w:t>The fair market value of the shares is $37.49.</w:t>
      </w:r>
    </w:p>
    <w:p w:rsidR="00D658B8" w:rsidRDefault="00D658B8" w:rsidP="0097143C">
      <w:pPr>
        <w:pStyle w:val="ISMab"/>
      </w:pPr>
    </w:p>
    <w:p w:rsidR="0056152A" w:rsidRPr="00FE4255" w:rsidRDefault="0097143C" w:rsidP="00FE4255">
      <w:pPr>
        <w:pStyle w:val="ISMab"/>
        <w:spacing w:after="120"/>
        <w:rPr>
          <w:b/>
          <w:sz w:val="24"/>
        </w:rPr>
      </w:pPr>
      <w:r>
        <w:rPr>
          <w:b/>
          <w:sz w:val="24"/>
        </w:rPr>
        <w:t>Review Problems</w:t>
      </w:r>
    </w:p>
    <w:p w:rsidR="00752491" w:rsidRDefault="00752491" w:rsidP="00752491">
      <w:pPr>
        <w:pStyle w:val="ISM"/>
      </w:pPr>
      <w:r>
        <w:tab/>
        <w:t>1.</w:t>
      </w:r>
      <w:r>
        <w:tab/>
        <w:t>The required amount is the present value of the deferred annuity.</w:t>
      </w:r>
    </w:p>
    <w:p w:rsidR="00752491" w:rsidRDefault="00752491" w:rsidP="00752491">
      <w:pPr>
        <w:pStyle w:val="ISM"/>
      </w:pPr>
      <w:r>
        <w:tab/>
      </w:r>
      <w:r>
        <w:tab/>
        <w:t xml:space="preserve">With </w:t>
      </w:r>
      <w:r>
        <w:rPr>
          <w:rFonts w:ascii="Times New Roman" w:hAnsi="Times New Roman"/>
          <w:i/>
        </w:rPr>
        <w:t>PMT</w:t>
      </w:r>
      <w:r>
        <w:t xml:space="preserve"> = $500, </w:t>
      </w:r>
      <w:r>
        <w:rPr>
          <w:rFonts w:ascii="Times New Roman" w:hAnsi="Times New Roman"/>
          <w:i/>
        </w:rPr>
        <w:t xml:space="preserve">n </w:t>
      </w:r>
      <w:r>
        <w:t xml:space="preserve">= 12(5) = 60, </w:t>
      </w:r>
      <w:r>
        <w:rPr>
          <w:rFonts w:ascii="Times New Roman" w:hAnsi="Times New Roman"/>
          <w:i/>
        </w:rPr>
        <w:t>d</w:t>
      </w:r>
      <w:r>
        <w:t xml:space="preserve"> = 12(4) = 48, and </w:t>
      </w:r>
      <w:r>
        <w:rPr>
          <w:rFonts w:ascii="Times New Roman" w:hAnsi="Times New Roman"/>
          <w:i/>
        </w:rPr>
        <w:t xml:space="preserve">i </w:t>
      </w:r>
      <w:r>
        <w:t xml:space="preserve">= </w:t>
      </w:r>
      <w:r w:rsidRPr="00197A7A">
        <w:rPr>
          <w:position w:val="-14"/>
        </w:rPr>
        <w:object w:dxaOrig="480" w:dyaOrig="400">
          <v:shape id="_x0000_i1177" type="#_x0000_t75" style="width:21.75pt;height:21.75pt" o:ole="" fillcolor="window">
            <v:imagedata r:id="rId315" o:title=""/>
          </v:shape>
          <o:OLEObject Type="Embed" ProgID="Equation.3" ShapeID="_x0000_i1177" DrawAspect="Content" ObjectID="_1654992501" r:id="rId316"/>
        </w:object>
      </w:r>
      <w:r>
        <w:t xml:space="preserve"> = 0.6%,</w:t>
      </w:r>
    </w:p>
    <w:p w:rsidR="00752491" w:rsidRDefault="00752491" w:rsidP="00752491">
      <w:pPr>
        <w:pStyle w:val="ISM"/>
      </w:pPr>
      <w:r>
        <w:tab/>
      </w:r>
      <w:r>
        <w:tab/>
      </w:r>
      <w:r>
        <w:rPr>
          <w:rFonts w:ascii="Times New Roman" w:hAnsi="Times New Roman"/>
          <w:i/>
        </w:rPr>
        <w:t>PV</w:t>
      </w:r>
      <w:r>
        <w:t>(4 years from now) =</w:t>
      </w:r>
      <w:r w:rsidRPr="00197A7A">
        <w:rPr>
          <w:spacing w:val="-2"/>
          <w:position w:val="-34"/>
        </w:rPr>
        <w:object w:dxaOrig="1840" w:dyaOrig="780">
          <v:shape id="_x0000_i1178" type="#_x0000_t75" style="width:92.95pt;height:43.55pt" o:ole="" fillcolor="window">
            <v:imagedata r:id="rId317" o:title=""/>
          </v:shape>
          <o:OLEObject Type="Embed" ProgID="Equation.3" ShapeID="_x0000_i1178" DrawAspect="Content" ObjectID="_1654992502" r:id="rId318"/>
        </w:object>
      </w:r>
      <w:r>
        <w:t xml:space="preserve"> = $500</w:t>
      </w:r>
      <w:r w:rsidRPr="00197A7A">
        <w:rPr>
          <w:position w:val="-34"/>
        </w:rPr>
        <w:object w:dxaOrig="1500" w:dyaOrig="780">
          <v:shape id="_x0000_i1179" type="#_x0000_t75" style="width:1in;height:43.55pt" o:ole="" fillcolor="window">
            <v:imagedata r:id="rId319" o:title=""/>
          </v:shape>
          <o:OLEObject Type="Embed" ProgID="Equation.3" ShapeID="_x0000_i1179" DrawAspect="Content" ObjectID="_1654992503" r:id="rId320"/>
        </w:object>
      </w:r>
      <w:r>
        <w:t>= $25,131.065</w:t>
      </w:r>
    </w:p>
    <w:p w:rsidR="00752491" w:rsidRDefault="00752491" w:rsidP="00752491">
      <w:pPr>
        <w:pStyle w:val="ISM"/>
        <w:rPr>
          <w:u w:val="double"/>
        </w:rPr>
      </w:pPr>
      <w:r>
        <w:tab/>
      </w:r>
      <w:r>
        <w:tab/>
      </w:r>
      <w:r>
        <w:rPr>
          <w:rFonts w:ascii="Times New Roman" w:hAnsi="Times New Roman"/>
          <w:i/>
        </w:rPr>
        <w:t>PV</w:t>
      </w:r>
      <w:r>
        <w:t xml:space="preserve">(today) = </w:t>
      </w:r>
      <w:r w:rsidRPr="00197A7A">
        <w:rPr>
          <w:spacing w:val="-2"/>
          <w:position w:val="-10"/>
        </w:rPr>
        <w:object w:dxaOrig="1120" w:dyaOrig="380">
          <v:shape id="_x0000_i1180" type="#_x0000_t75" style="width:57.75pt;height:14.25pt" o:ole="" fillcolor="window">
            <v:imagedata r:id="rId145" o:title=""/>
          </v:shape>
          <o:OLEObject Type="Embed" ProgID="Equation.3" ShapeID="_x0000_i1180" DrawAspect="Content" ObjectID="_1654992504" r:id="rId321"/>
        </w:object>
      </w:r>
      <w:r>
        <w:t xml:space="preserve"> = $25,131.065</w:t>
      </w:r>
      <w:r w:rsidRPr="00197A7A">
        <w:rPr>
          <w:position w:val="-10"/>
        </w:rPr>
        <w:object w:dxaOrig="1060" w:dyaOrig="380">
          <v:shape id="_x0000_i1181" type="#_x0000_t75" style="width:57.75pt;height:14.25pt" o:ole="" fillcolor="window">
            <v:imagedata r:id="rId322" o:title=""/>
          </v:shape>
          <o:OLEObject Type="Embed" ProgID="Equation.3" ShapeID="_x0000_i1181" DrawAspect="Content" ObjectID="_1654992505" r:id="rId323"/>
        </w:object>
      </w:r>
      <w:r>
        <w:t xml:space="preserve"> = </w:t>
      </w:r>
      <w:r>
        <w:rPr>
          <w:u w:val="double"/>
        </w:rPr>
        <w:t>$18,858.53</w:t>
      </w:r>
    </w:p>
    <w:p w:rsidR="00752491" w:rsidRDefault="00752491" w:rsidP="00752491">
      <w:pPr>
        <w:pStyle w:val="ISM"/>
        <w:spacing w:after="240" w:line="360" w:lineRule="auto"/>
      </w:pPr>
      <w:r>
        <w:tab/>
      </w:r>
      <w:r>
        <w:tab/>
        <w:t>Therefore, $18,858.53 invested now will provide the desired payments.</w:t>
      </w:r>
    </w:p>
    <w:p w:rsidR="0097143C" w:rsidRDefault="0097143C" w:rsidP="0097143C">
      <w:pPr>
        <w:pStyle w:val="ISM"/>
      </w:pPr>
      <w:r>
        <w:tab/>
      </w:r>
      <w:r w:rsidR="00752491">
        <w:t>3</w:t>
      </w:r>
      <w:r>
        <w:t>.</w:t>
      </w:r>
      <w:r>
        <w:tab/>
        <w:t>The amount required to fund an annuity or a perpetuity is the present value of</w:t>
      </w:r>
    </w:p>
    <w:p w:rsidR="0097143C" w:rsidRDefault="0097143C" w:rsidP="0097143C">
      <w:pPr>
        <w:pStyle w:val="ISM"/>
      </w:pPr>
      <w:r>
        <w:tab/>
      </w:r>
      <w:r>
        <w:tab/>
        <w:t xml:space="preserve">the payments. For a perpetuity having </w:t>
      </w:r>
      <w:r>
        <w:rPr>
          <w:rFonts w:ascii="Times New Roman" w:hAnsi="Times New Roman"/>
          <w:i/>
        </w:rPr>
        <w:t>PMT</w:t>
      </w:r>
      <w:r>
        <w:t xml:space="preserve"> = $1000 and </w:t>
      </w:r>
      <w:r>
        <w:rPr>
          <w:rFonts w:ascii="Times New Roman" w:hAnsi="Times New Roman"/>
          <w:i/>
        </w:rPr>
        <w:t>i</w:t>
      </w:r>
      <w:r>
        <w:t xml:space="preserve"> = 6%,</w:t>
      </w:r>
    </w:p>
    <w:p w:rsidR="0097143C" w:rsidRDefault="0097143C" w:rsidP="0097143C">
      <w:pPr>
        <w:pStyle w:val="ISM"/>
      </w:pPr>
      <w:r>
        <w:tab/>
      </w:r>
      <w:r>
        <w:tab/>
      </w:r>
      <w:r>
        <w:tab/>
      </w:r>
      <w:r>
        <w:tab/>
      </w:r>
      <w:r>
        <w:rPr>
          <w:rFonts w:ascii="Times New Roman" w:hAnsi="Times New Roman"/>
          <w:i/>
        </w:rPr>
        <w:t>PV</w:t>
      </w:r>
      <w:r>
        <w:t xml:space="preserve"> = </w:t>
      </w:r>
      <w:r w:rsidRPr="004B1A38">
        <w:rPr>
          <w:position w:val="-22"/>
        </w:rPr>
        <w:object w:dxaOrig="580" w:dyaOrig="580">
          <v:shape id="_x0000_i1182" type="#_x0000_t75" style="width:28.45pt;height:28.45pt" o:ole="" fillcolor="window">
            <v:imagedata r:id="rId324" o:title=""/>
          </v:shape>
          <o:OLEObject Type="Embed" ProgID="Equation.3" ShapeID="_x0000_i1182" DrawAspect="Content" ObjectID="_1654992506" r:id="rId325"/>
        </w:object>
      </w:r>
      <w:r>
        <w:t xml:space="preserve"> = </w:t>
      </w:r>
      <w:r w:rsidRPr="004B1A38">
        <w:rPr>
          <w:position w:val="-22"/>
        </w:rPr>
        <w:object w:dxaOrig="720" w:dyaOrig="580">
          <v:shape id="_x0000_i1183" type="#_x0000_t75" style="width:36pt;height:28.45pt" o:ole="" fillcolor="window">
            <v:imagedata r:id="rId326" o:title=""/>
          </v:shape>
          <o:OLEObject Type="Embed" ProgID="Equation.3" ShapeID="_x0000_i1183" DrawAspect="Content" ObjectID="_1654992507" r:id="rId327"/>
        </w:object>
      </w:r>
      <w:r>
        <w:t xml:space="preserve"> = $16,666.67</w:t>
      </w:r>
    </w:p>
    <w:p w:rsidR="0097143C" w:rsidRDefault="0097143C" w:rsidP="0097143C">
      <w:pPr>
        <w:pStyle w:val="ISM"/>
      </w:pPr>
      <w:r>
        <w:tab/>
      </w:r>
      <w:r>
        <w:tab/>
        <w:t xml:space="preserve">For the annuity having </w:t>
      </w:r>
      <w:r>
        <w:rPr>
          <w:rFonts w:ascii="Times New Roman" w:hAnsi="Times New Roman"/>
          <w:i/>
        </w:rPr>
        <w:t>PMT</w:t>
      </w:r>
      <w:r>
        <w:t xml:space="preserve"> = $1000, </w:t>
      </w:r>
      <w:r>
        <w:rPr>
          <w:rFonts w:ascii="Times New Roman" w:hAnsi="Times New Roman"/>
          <w:i/>
        </w:rPr>
        <w:t>n</w:t>
      </w:r>
      <w:r>
        <w:t xml:space="preserve"> = 25, and </w:t>
      </w:r>
      <w:r>
        <w:rPr>
          <w:rFonts w:ascii="Times New Roman" w:hAnsi="Times New Roman"/>
          <w:i/>
        </w:rPr>
        <w:t>i</w:t>
      </w:r>
      <w:r>
        <w:t xml:space="preserve"> = 6%,</w:t>
      </w:r>
    </w:p>
    <w:p w:rsidR="0097143C" w:rsidRDefault="0097143C" w:rsidP="0097143C">
      <w:pPr>
        <w:pStyle w:val="ISM"/>
      </w:pPr>
      <w:r>
        <w:lastRenderedPageBreak/>
        <w:tab/>
      </w:r>
      <w:r>
        <w:tab/>
      </w:r>
      <w:r>
        <w:tab/>
      </w:r>
      <w:r>
        <w:tab/>
      </w:r>
      <w:r w:rsidR="00CD53D5" w:rsidRPr="00CD53D5">
        <w:rPr>
          <w:spacing w:val="-2"/>
          <w:position w:val="-38"/>
        </w:rPr>
        <w:object w:dxaOrig="2560" w:dyaOrig="880">
          <v:shape id="_x0000_i1238" type="#_x0000_t75" style="width:128.1pt;height:44.35pt" o:ole="" o:preferrelative="f" fillcolor="window">
            <v:imagedata r:id="rId328" o:title=""/>
            <o:lock v:ext="edit" aspectratio="f"/>
          </v:shape>
          <o:OLEObject Type="Embed" ProgID="Equation.DSMT4" ShapeID="_x0000_i1238" DrawAspect="Content" ObjectID="_1654992508" r:id="rId329"/>
        </w:object>
      </w:r>
      <w:r>
        <w:t xml:space="preserve"> = $1000</w:t>
      </w:r>
      <w:r w:rsidRPr="004B1A38">
        <w:rPr>
          <w:position w:val="-34"/>
        </w:rPr>
        <w:object w:dxaOrig="1380" w:dyaOrig="780">
          <v:shape id="_x0000_i1184" type="#_x0000_t75" style="width:1in;height:43.55pt" o:ole="" fillcolor="window">
            <v:imagedata r:id="rId330" o:title=""/>
          </v:shape>
          <o:OLEObject Type="Embed" ProgID="Equation.3" ShapeID="_x0000_i1184" DrawAspect="Content" ObjectID="_1654992509" r:id="rId331"/>
        </w:object>
      </w:r>
      <w:r>
        <w:t xml:space="preserve"> = $12,783.36</w:t>
      </w:r>
    </w:p>
    <w:p w:rsidR="0097143C" w:rsidRDefault="0097143C" w:rsidP="0097143C">
      <w:pPr>
        <w:pStyle w:val="ISM"/>
      </w:pPr>
      <w:r>
        <w:tab/>
      </w:r>
      <w:r>
        <w:tab/>
        <w:t>Therefore,</w:t>
      </w:r>
    </w:p>
    <w:p w:rsidR="0097143C" w:rsidRDefault="0097143C" w:rsidP="0097143C">
      <w:pPr>
        <w:pStyle w:val="ISM"/>
      </w:pPr>
      <w:r>
        <w:tab/>
      </w:r>
      <w:r>
        <w:tab/>
      </w:r>
      <w:r>
        <w:tab/>
      </w:r>
      <w:r>
        <w:tab/>
      </w:r>
      <w:r w:rsidRPr="004B1A38">
        <w:rPr>
          <w:position w:val="-26"/>
        </w:rPr>
        <w:object w:dxaOrig="2540" w:dyaOrig="620">
          <v:shape id="_x0000_i1185" type="#_x0000_t75" style="width:123.05pt;height:28.45pt" o:ole="" fillcolor="window">
            <v:imagedata r:id="rId332" o:title=""/>
          </v:shape>
          <o:OLEObject Type="Embed" ProgID="Equation.3" ShapeID="_x0000_i1185" DrawAspect="Content" ObjectID="_1654992510" r:id="rId333"/>
        </w:object>
      </w:r>
      <w:r>
        <w:t xml:space="preserve"> </w:t>
      </w:r>
      <w:r>
        <w:rPr>
          <w:sz w:val="24"/>
        </w:rPr>
        <w:sym w:font="Symbol" w:char="F0B4"/>
      </w:r>
      <w:r>
        <w:t xml:space="preserve"> 100% = </w:t>
      </w:r>
      <w:r>
        <w:rPr>
          <w:u w:val="double"/>
        </w:rPr>
        <w:t>30.38%</w:t>
      </w:r>
    </w:p>
    <w:p w:rsidR="0097143C" w:rsidRDefault="0097143C" w:rsidP="0097143C">
      <w:pPr>
        <w:pStyle w:val="ISM"/>
        <w:spacing w:after="240"/>
      </w:pPr>
      <w:r>
        <w:tab/>
      </w:r>
      <w:r>
        <w:tab/>
        <w:t>more funds are needed to fund the perpetuity.</w:t>
      </w:r>
    </w:p>
    <w:p w:rsidR="008E7E97" w:rsidRDefault="008E7E97" w:rsidP="008E7E97">
      <w:pPr>
        <w:pStyle w:val="ISM"/>
      </w:pPr>
      <w:r>
        <w:tab/>
      </w:r>
      <w:r w:rsidR="00752491">
        <w:t>5</w:t>
      </w:r>
      <w:r>
        <w:t>.</w:t>
      </w:r>
      <w:r>
        <w:tab/>
        <w:t xml:space="preserve">We have a perpetuity with </w:t>
      </w:r>
      <w:r>
        <w:rPr>
          <w:rFonts w:ascii="Times New Roman" w:hAnsi="Times New Roman"/>
          <w:i/>
        </w:rPr>
        <w:t>PV</w:t>
      </w:r>
      <w:r>
        <w:t xml:space="preserve"> = $200,000 and </w:t>
      </w:r>
      <w:r>
        <w:rPr>
          <w:rFonts w:ascii="Times New Roman" w:hAnsi="Times New Roman"/>
          <w:i/>
        </w:rPr>
        <w:t>i</w:t>
      </w:r>
      <w:r>
        <w:t xml:space="preserve"> = </w:t>
      </w:r>
      <w:r w:rsidRPr="004B1A38">
        <w:rPr>
          <w:position w:val="-16"/>
        </w:rPr>
        <w:object w:dxaOrig="520" w:dyaOrig="440">
          <v:shape id="_x0000_i1186" type="#_x0000_t75" style="width:28.45pt;height:21.75pt" o:ole="" fillcolor="window">
            <v:imagedata r:id="rId281" o:title=""/>
          </v:shape>
          <o:OLEObject Type="Embed" ProgID="Equation.3" ShapeID="_x0000_i1186" DrawAspect="Content" ObjectID="_1654992511" r:id="rId334"/>
        </w:object>
      </w:r>
      <w:r>
        <w:t xml:space="preserve"> = 0.45%</w:t>
      </w:r>
    </w:p>
    <w:p w:rsidR="008E7E97" w:rsidRDefault="008E7E97" w:rsidP="008E7E97">
      <w:pPr>
        <w:pStyle w:val="ISM"/>
      </w:pPr>
      <w:r>
        <w:tab/>
      </w:r>
      <w:r>
        <w:tab/>
        <w:t>The monthly payments will be</w:t>
      </w:r>
    </w:p>
    <w:p w:rsidR="005E5FB3" w:rsidRDefault="008E7E97" w:rsidP="005E5FB3">
      <w:pPr>
        <w:pStyle w:val="ISM"/>
        <w:spacing w:after="180"/>
        <w:rPr>
          <w:u w:val="double"/>
        </w:rPr>
      </w:pPr>
      <w:r>
        <w:tab/>
      </w:r>
      <w:r>
        <w:tab/>
      </w:r>
      <w:r>
        <w:tab/>
      </w:r>
      <w:r>
        <w:tab/>
      </w:r>
      <w:r>
        <w:rPr>
          <w:rFonts w:ascii="Times New Roman" w:hAnsi="Times New Roman"/>
          <w:i/>
        </w:rPr>
        <w:t>PMT</w:t>
      </w:r>
      <w:r>
        <w:t xml:space="preserve"> = </w:t>
      </w:r>
      <w:r>
        <w:rPr>
          <w:rFonts w:ascii="Times New Roman" w:hAnsi="Times New Roman"/>
          <w:i/>
        </w:rPr>
        <w:t>i</w:t>
      </w:r>
      <w:r>
        <w:t xml:space="preserve"> </w:t>
      </w:r>
      <w:r>
        <w:rPr>
          <w:sz w:val="24"/>
        </w:rPr>
        <w:sym w:font="Symbol" w:char="F0B4"/>
      </w:r>
      <w:r>
        <w:t xml:space="preserve"> </w:t>
      </w:r>
      <w:r>
        <w:rPr>
          <w:rFonts w:ascii="Times New Roman" w:hAnsi="Times New Roman"/>
          <w:i/>
        </w:rPr>
        <w:t>PV</w:t>
      </w:r>
      <w:r>
        <w:t xml:space="preserve"> = 0.0045 </w:t>
      </w:r>
      <w:r>
        <w:rPr>
          <w:sz w:val="24"/>
        </w:rPr>
        <w:sym w:font="Symbol" w:char="F0B4"/>
      </w:r>
      <w:r>
        <w:t xml:space="preserve"> $200,000 = </w:t>
      </w:r>
      <w:r>
        <w:rPr>
          <w:u w:val="double"/>
        </w:rPr>
        <w:t>$900</w:t>
      </w:r>
      <w:r w:rsidR="006D4FA1">
        <w:rPr>
          <w:u w:val="double"/>
        </w:rPr>
        <w:t>.00</w:t>
      </w:r>
    </w:p>
    <w:p w:rsidR="0056152A" w:rsidRDefault="0056152A" w:rsidP="00FE4255">
      <w:pPr>
        <w:pStyle w:val="ISM"/>
        <w:spacing w:after="120" w:line="360" w:lineRule="auto"/>
      </w:pPr>
    </w:p>
    <w:p w:rsidR="001A3B6D" w:rsidRDefault="00752491" w:rsidP="001A3B6D">
      <w:pPr>
        <w:pStyle w:val="ISM"/>
      </w:pPr>
      <w:r>
        <w:t>7.</w:t>
      </w:r>
      <w:r>
        <w:tab/>
        <w:t xml:space="preserve"> </w:t>
      </w:r>
      <w:r w:rsidR="0013667F">
        <w:tab/>
      </w:r>
      <w:r w:rsidR="001A3B6D">
        <w:t xml:space="preserve">Purchase price = </w:t>
      </w:r>
      <w:r w:rsidR="001A3B6D">
        <w:rPr>
          <w:rFonts w:ascii="Times New Roman" w:hAnsi="Times New Roman"/>
          <w:i/>
        </w:rPr>
        <w:t>PV</w:t>
      </w:r>
      <w:r w:rsidR="001A3B6D">
        <w:t xml:space="preserve"> of annuity payments</w:t>
      </w:r>
    </w:p>
    <w:p w:rsidR="001A3B6D" w:rsidRDefault="001A3B6D" w:rsidP="001A3B6D">
      <w:pPr>
        <w:pStyle w:val="ISM"/>
      </w:pPr>
      <w:r>
        <w:tab/>
      </w:r>
      <w:r>
        <w:tab/>
        <w:t xml:space="preserve">Given: </w:t>
      </w:r>
      <w:r>
        <w:rPr>
          <w:rFonts w:ascii="Times New Roman" w:hAnsi="Times New Roman"/>
          <w:i/>
        </w:rPr>
        <w:t>PMT</w:t>
      </w:r>
      <w:r>
        <w:t xml:space="preserve"> = $10,000, </w:t>
      </w:r>
      <w:r>
        <w:rPr>
          <w:rFonts w:ascii="Times New Roman" w:hAnsi="Times New Roman"/>
          <w:i/>
        </w:rPr>
        <w:t>g</w:t>
      </w:r>
      <w:r>
        <w:t xml:space="preserve"> = 2.0%, </w:t>
      </w:r>
      <w:r>
        <w:rPr>
          <w:rFonts w:ascii="Times New Roman" w:hAnsi="Times New Roman"/>
          <w:i/>
        </w:rPr>
        <w:t>n</w:t>
      </w:r>
      <w:r>
        <w:t xml:space="preserve"> = 1(15) = 15, and </w:t>
      </w:r>
      <w:r>
        <w:rPr>
          <w:rFonts w:ascii="Times New Roman" w:hAnsi="Times New Roman"/>
          <w:i/>
        </w:rPr>
        <w:t xml:space="preserve">i </w:t>
      </w:r>
      <w:r>
        <w:t>= 5.5%. Then,</w:t>
      </w:r>
    </w:p>
    <w:p w:rsidR="001A3B6D" w:rsidRDefault="001A3B6D" w:rsidP="001A3B6D">
      <w:pPr>
        <w:pStyle w:val="ISM"/>
      </w:pPr>
      <w:r>
        <w:tab/>
      </w:r>
      <w:r>
        <w:tab/>
      </w:r>
      <w:r w:rsidRPr="004B1A38">
        <w:rPr>
          <w:spacing w:val="-2"/>
          <w:position w:val="-36"/>
        </w:rPr>
        <w:object w:dxaOrig="3200" w:dyaOrig="840">
          <v:shape id="_x0000_i1187" type="#_x0000_t75" style="width:158.25pt;height:43.55pt" o:ole="" fillcolor="window">
            <v:imagedata r:id="rId267" o:title=""/>
          </v:shape>
          <o:OLEObject Type="Embed" ProgID="Equation.2" ShapeID="_x0000_i1187" DrawAspect="Content" ObjectID="_1654992512" r:id="rId335"/>
        </w:object>
      </w:r>
      <w:r>
        <w:rPr>
          <w:spacing w:val="-2"/>
        </w:rPr>
        <w:t xml:space="preserve"> = $10,000</w:t>
      </w:r>
      <w:r w:rsidRPr="00393714">
        <w:rPr>
          <w:spacing w:val="-2"/>
          <w:position w:val="-38"/>
        </w:rPr>
        <w:object w:dxaOrig="2200" w:dyaOrig="880">
          <v:shape id="_x0000_i1188" type="#_x0000_t75" style="width:108pt;height:43.55pt" o:ole="" fillcolor="window">
            <v:imagedata r:id="rId336" o:title=""/>
          </v:shape>
          <o:OLEObject Type="Embed" ProgID="Equation.3" ShapeID="_x0000_i1188" DrawAspect="Content" ObjectID="_1654992513" r:id="rId337"/>
        </w:object>
      </w:r>
      <w:r>
        <w:rPr>
          <w:spacing w:val="-2"/>
        </w:rPr>
        <w:t xml:space="preserve"> = </w:t>
      </w:r>
      <w:r>
        <w:rPr>
          <w:spacing w:val="-2"/>
          <w:u w:val="double"/>
        </w:rPr>
        <w:t>$113,468.88</w:t>
      </w:r>
    </w:p>
    <w:p w:rsidR="001A3B6D" w:rsidRDefault="001A3B6D" w:rsidP="001A3B6D">
      <w:pPr>
        <w:pStyle w:val="ISM"/>
        <w:spacing w:after="180"/>
      </w:pPr>
      <w:r>
        <w:tab/>
      </w:r>
      <w:r>
        <w:tab/>
        <w:t xml:space="preserve">It will cost </w:t>
      </w:r>
      <w:r>
        <w:rPr>
          <w:spacing w:val="-2"/>
        </w:rPr>
        <w:t>$113,468.88 to purchase the annuity.</w:t>
      </w:r>
    </w:p>
    <w:p w:rsidR="001A3B6D" w:rsidRDefault="001A3B6D" w:rsidP="00752491">
      <w:pPr>
        <w:pStyle w:val="ISM"/>
      </w:pPr>
    </w:p>
    <w:p w:rsidR="00752491" w:rsidRDefault="001A3B6D" w:rsidP="00752491">
      <w:pPr>
        <w:pStyle w:val="ISM"/>
      </w:pPr>
      <w:r>
        <w:t xml:space="preserve">9. </w:t>
      </w:r>
      <w:r w:rsidR="000C643C">
        <w:tab/>
      </w:r>
      <w:r w:rsidR="000C643C">
        <w:tab/>
      </w:r>
      <w:r w:rsidR="00752491">
        <w:t xml:space="preserve">The selling price (original loan) equals the present </w:t>
      </w:r>
    </w:p>
    <w:p w:rsidR="00752491" w:rsidRDefault="005F1E52" w:rsidP="00752491">
      <w:pPr>
        <w:pStyle w:val="ISM"/>
      </w:pPr>
      <w:r>
        <w:rPr>
          <w:noProof/>
          <w:lang w:val="en-US"/>
        </w:rPr>
        <w:pict>
          <v:shape id="AutoShape 790" o:spid="_x0000_s1059" type="#_x0000_t61" style="position:absolute;margin-left:346.05pt;margin-top:5.55pt;width:131.2pt;height:133.65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" adj="-3271,14252" fillcolor="#cff">
            <v:fill opacity="25443f"/>
            <v:textbox inset="3.6pt,,3.6pt">
              <w:txbxContent>
                <w:p w:rsidR="00F26F22" w:rsidRDefault="00F26F22" w:rsidP="001A3B6D">
                  <w:pPr>
                    <w:spacing w:line="300" w:lineRule="exact"/>
                    <w:ind w:right="42"/>
                    <w:jc w:val="right"/>
                  </w:pPr>
                  <w:r>
                    <w:t xml:space="preserve">16.5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1A3B6D">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26F22" w:rsidRPr="00F516C9" w:rsidRDefault="00F26F22" w:rsidP="001A3B6D">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26F22" w:rsidRDefault="00F26F22" w:rsidP="001A3B6D">
                  <w:pPr>
                    <w:spacing w:line="300" w:lineRule="exact"/>
                    <w:ind w:right="42"/>
                    <w:jc w:val="right"/>
                    <w:rPr>
                      <w:spacing w:val="-2"/>
                      <w:bdr w:val="single" w:sz="12" w:space="0" w:color="auto"/>
                      <w:shd w:val="clear" w:color="auto" w:fill="C0C0C0"/>
                    </w:rPr>
                  </w:pPr>
                  <w:r>
                    <w:t xml:space="preserve">12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26F22" w:rsidRDefault="00F26F22" w:rsidP="001A3B6D">
                  <w:pPr>
                    <w:spacing w:line="300" w:lineRule="exact"/>
                    <w:ind w:right="42"/>
                    <w:jc w:val="right"/>
                  </w:pPr>
                  <w:r>
                    <w:t xml:space="preserve">226.51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26F22" w:rsidRDefault="00F26F22" w:rsidP="001A3B6D">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26F22" w:rsidRDefault="00F26F22" w:rsidP="001A3B6D">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26F22" w:rsidRPr="000E3959" w:rsidRDefault="00F26F22" w:rsidP="001A3B6D">
                  <w:pPr>
                    <w:spacing w:line="320" w:lineRule="exact"/>
                    <w:ind w:right="42"/>
                    <w:jc w:val="right"/>
                  </w:pPr>
                  <w:r>
                    <w:rPr>
                      <w:i/>
                      <w:iCs/>
                    </w:rPr>
                    <w:t>Ans</w:t>
                  </w:r>
                  <w:r>
                    <w:t xml:space="preserve">: </w:t>
                  </w:r>
                  <w:r>
                    <w:sym w:font="Symbol" w:char="F02D"/>
                  </w:r>
                  <w:r>
                    <w:t>2490.006</w:t>
                  </w:r>
                </w:p>
              </w:txbxContent>
            </v:textbox>
            <w10:wrap type="square"/>
          </v:shape>
        </w:pict>
      </w:r>
      <w:r w:rsidR="00752491">
        <w:tab/>
      </w:r>
      <w:r w:rsidR="00752491">
        <w:tab/>
        <w:t>value of the payments. The payments form a</w:t>
      </w:r>
    </w:p>
    <w:p w:rsidR="00752491" w:rsidRDefault="00752491" w:rsidP="00752491">
      <w:pPr>
        <w:pStyle w:val="ISM"/>
      </w:pPr>
      <w:r>
        <w:tab/>
      </w:r>
      <w:r>
        <w:tab/>
        <w:t xml:space="preserve">deferred simple annuity having </w:t>
      </w:r>
    </w:p>
    <w:p w:rsidR="00752491" w:rsidRDefault="00752491" w:rsidP="00752491">
      <w:pPr>
        <w:pStyle w:val="ISM"/>
      </w:pPr>
      <w:r>
        <w:tab/>
      </w:r>
      <w:r>
        <w:tab/>
      </w:r>
      <w:r>
        <w:rPr>
          <w:rFonts w:ascii="Times New Roman" w:hAnsi="Times New Roman"/>
          <w:i/>
        </w:rPr>
        <w:t>PMT</w:t>
      </w:r>
      <w:r>
        <w:t xml:space="preserve"> = $226.51, </w:t>
      </w:r>
      <w:r>
        <w:rPr>
          <w:rFonts w:ascii="Times New Roman" w:hAnsi="Times New Roman"/>
          <w:i/>
        </w:rPr>
        <w:t>n</w:t>
      </w:r>
      <w:r>
        <w:t xml:space="preserve"> = 12, </w:t>
      </w:r>
      <w:r>
        <w:rPr>
          <w:rFonts w:ascii="Times New Roman" w:hAnsi="Times New Roman"/>
          <w:i/>
        </w:rPr>
        <w:t>d</w:t>
      </w:r>
      <w:r>
        <w:t xml:space="preserve"> = 3, and</w:t>
      </w:r>
      <w:r>
        <w:rPr>
          <w:rFonts w:ascii="Times New Roman" w:hAnsi="Times New Roman"/>
          <w:i/>
        </w:rPr>
        <w:t xml:space="preserve"> i</w:t>
      </w:r>
      <w:r>
        <w:t xml:space="preserve"> = </w:t>
      </w:r>
      <w:r w:rsidRPr="00197A7A">
        <w:rPr>
          <w:position w:val="-16"/>
        </w:rPr>
        <w:object w:dxaOrig="620" w:dyaOrig="440">
          <v:shape id="_x0000_i1189" type="#_x0000_t75" style="width:28.45pt;height:21.75pt" o:ole="" fillcolor="window">
            <v:imagedata r:id="rId338" o:title=""/>
          </v:shape>
          <o:OLEObject Type="Embed" ProgID="Equation.3" ShapeID="_x0000_i1189" DrawAspect="Content" ObjectID="_1654992514" r:id="rId339"/>
        </w:object>
      </w:r>
      <w:r>
        <w:t xml:space="preserve"> = 1.375%.</w:t>
      </w:r>
    </w:p>
    <w:p w:rsidR="00752491" w:rsidRDefault="005F1E52" w:rsidP="00752491">
      <w:pPr>
        <w:pStyle w:val="ISM"/>
        <w:rPr>
          <w:spacing w:val="-2"/>
        </w:rPr>
      </w:pPr>
      <w:r>
        <w:rPr>
          <w:noProof/>
          <w:sz w:val="20"/>
          <w:lang w:val="en-US"/>
        </w:rPr>
        <w:pict>
          <v:shape id="AutoShape 788" o:spid="_x0000_s1132" type="#_x0000_t88" style="position:absolute;margin-left:283.05pt;margin-top:.1pt;width:11.6pt;height:82.65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"/>
        </w:pict>
      </w:r>
      <w:r w:rsidR="00752491">
        <w:tab/>
      </w:r>
      <w:r w:rsidR="00752491">
        <w:tab/>
      </w:r>
      <w:r w:rsidR="00752491">
        <w:rPr>
          <w:rFonts w:ascii="Times New Roman" w:hAnsi="Times New Roman"/>
          <w:i/>
        </w:rPr>
        <w:t>PV</w:t>
      </w:r>
      <w:r w:rsidR="00752491">
        <w:t xml:space="preserve">(3 months from now) = </w:t>
      </w:r>
      <w:r w:rsidR="004318C0" w:rsidRPr="004318C0">
        <w:rPr>
          <w:spacing w:val="-2"/>
          <w:position w:val="-38"/>
        </w:rPr>
        <w:object w:dxaOrig="1860" w:dyaOrig="880">
          <v:shape id="_x0000_i1239" type="#_x0000_t75" style="width:92.95pt;height:44.35pt" o:ole="" o:preferrelative="f" fillcolor="window">
            <v:imagedata r:id="rId340" o:title=""/>
            <o:lock v:ext="edit" aspectratio="f"/>
          </v:shape>
          <o:OLEObject Type="Embed" ProgID="Equation.DSMT4" ShapeID="_x0000_i1239" DrawAspect="Content" ObjectID="_1654992515" r:id="rId341"/>
        </w:object>
      </w:r>
      <w:r w:rsidR="00752491">
        <w:rPr>
          <w:spacing w:val="-2"/>
        </w:rPr>
        <w:t xml:space="preserve"> </w:t>
      </w:r>
    </w:p>
    <w:p w:rsidR="00752491" w:rsidRDefault="00752491" w:rsidP="00752491">
      <w:pPr>
        <w:pStyle w:val="ISM"/>
        <w:ind w:left="2880"/>
      </w:pPr>
      <w:r>
        <w:t>= $226.51</w:t>
      </w:r>
      <w:r w:rsidRPr="00197A7A">
        <w:rPr>
          <w:position w:val="-34"/>
        </w:rPr>
        <w:object w:dxaOrig="1740" w:dyaOrig="780">
          <v:shape id="_x0000_i1190" type="#_x0000_t75" style="width:86.25pt;height:43.55pt" o:ole="" fillcolor="window">
            <v:imagedata r:id="rId342" o:title=""/>
          </v:shape>
          <o:OLEObject Type="Embed" ProgID="Equation.3" ShapeID="_x0000_i1190" DrawAspect="Content" ObjectID="_1654992516" r:id="rId343"/>
        </w:object>
      </w:r>
    </w:p>
    <w:p w:rsidR="00752491" w:rsidRDefault="00752491" w:rsidP="00752491">
      <w:pPr>
        <w:pStyle w:val="ISM"/>
        <w:ind w:left="2880"/>
      </w:pPr>
      <w:r>
        <w:t>= $2490.006</w:t>
      </w:r>
    </w:p>
    <w:p w:rsidR="00752491" w:rsidRDefault="005F1E52" w:rsidP="00752491">
      <w:pPr>
        <w:pStyle w:val="ISM"/>
        <w:rPr>
          <w:rFonts w:cs="Arial"/>
          <w:iCs/>
        </w:rPr>
      </w:pPr>
      <w:r>
        <w:rPr>
          <w:rFonts w:ascii="Times New Roman" w:hAnsi="Times New Roman"/>
          <w:i/>
          <w:noProof/>
          <w:sz w:val="20"/>
          <w:lang w:val="en-US"/>
        </w:rPr>
        <w:pict>
          <v:shape id="AutoShape 787" o:spid="_x0000_s1060" type="#_x0000_t61" style="position:absolute;margin-left:364.05pt;margin-top:1.2pt;width:111.65pt;height:104.4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" adj="-10637,9069" fillcolor="#cff">
            <v:fill opacity="26985f"/>
            <v:textbox inset="3.6pt,,3.6pt">
              <w:txbxContent>
                <w:p w:rsidR="00F26F22" w:rsidRPr="00516129" w:rsidRDefault="00F26F22" w:rsidP="00752491">
                  <w:pPr>
                    <w:spacing w:line="300" w:lineRule="exact"/>
                    <w:ind w:right="105"/>
                    <w:jc w:val="right"/>
                    <w:rPr>
                      <w:rFonts w:cs="Arial"/>
                      <w:i/>
                      <w:iCs/>
                    </w:rPr>
                  </w:pPr>
                  <w:r w:rsidRPr="00516129">
                    <w:rPr>
                      <w:rFonts w:cs="Arial"/>
                    </w:rPr>
                    <w:t xml:space="preserve">Same </w:t>
                  </w:r>
                  <w:r w:rsidRPr="00516129">
                    <w:rPr>
                      <w:rFonts w:cs="Arial"/>
                      <w:i/>
                      <w:iCs/>
                    </w:rPr>
                    <w:t>I/Y</w:t>
                  </w:r>
                  <w:r w:rsidRPr="00516129">
                    <w:rPr>
                      <w:rFonts w:cs="Arial"/>
                    </w:rPr>
                    <w:t xml:space="preserve">, </w:t>
                  </w:r>
                  <w:r w:rsidRPr="00516129">
                    <w:rPr>
                      <w:rFonts w:cs="Arial"/>
                      <w:i/>
                      <w:iCs/>
                    </w:rPr>
                    <w:t>P/Y, C/Y</w:t>
                  </w:r>
                </w:p>
                <w:p w:rsidR="00F26F22" w:rsidRPr="00516129" w:rsidRDefault="00F26F22" w:rsidP="00752491">
                  <w:pPr>
                    <w:spacing w:line="300" w:lineRule="exact"/>
                    <w:ind w:right="105"/>
                    <w:jc w:val="right"/>
                    <w:rPr>
                      <w:rFonts w:cs="Arial"/>
                      <w:spacing w:val="-2"/>
                      <w:bdr w:val="single" w:sz="12" w:space="0" w:color="auto"/>
                      <w:shd w:val="clear" w:color="auto" w:fill="C0C0C0"/>
                    </w:rPr>
                  </w:pPr>
                  <w:r w:rsidRPr="00516129">
                    <w:rPr>
                      <w:rFonts w:cs="Arial"/>
                    </w:rPr>
                    <w:t xml:space="preserve">3  </w:t>
                  </w:r>
                  <w:r w:rsidRPr="00516129">
                    <w:rPr>
                      <w:rFonts w:cs="Arial"/>
                      <w:spacing w:val="-2"/>
                      <w:sz w:val="18"/>
                      <w:bdr w:val="single" w:sz="12" w:space="0" w:color="auto"/>
                      <w:shd w:val="clear" w:color="auto" w:fill="C0C0C0"/>
                    </w:rPr>
                    <w:sym w:font="MT Extra" w:char="F020"/>
                  </w:r>
                  <w:r w:rsidRPr="00516129">
                    <w:rPr>
                      <w:rFonts w:cs="Arial"/>
                      <w:spacing w:val="-2"/>
                      <w:sz w:val="20"/>
                      <w:bdr w:val="single" w:sz="12" w:space="0" w:color="auto"/>
                      <w:shd w:val="clear" w:color="auto" w:fill="C0C0C0"/>
                    </w:rPr>
                    <w:t xml:space="preserve">   </w:t>
                  </w:r>
                  <w:r w:rsidRPr="00516129">
                    <w:rPr>
                      <w:rFonts w:cs="Arial"/>
                      <w:b/>
                      <w:spacing w:val="-2"/>
                      <w:bdr w:val="single" w:sz="12" w:space="0" w:color="auto"/>
                      <w:shd w:val="clear" w:color="auto" w:fill="C0C0C0"/>
                    </w:rPr>
                    <w:t>N</w:t>
                  </w:r>
                  <w:r w:rsidRPr="00516129">
                    <w:rPr>
                      <w:rFonts w:cs="Arial"/>
                      <w:b/>
                      <w:spacing w:val="-2"/>
                      <w:sz w:val="20"/>
                      <w:bdr w:val="single" w:sz="12" w:space="0" w:color="auto"/>
                      <w:shd w:val="clear" w:color="auto" w:fill="C0C0C0"/>
                    </w:rPr>
                    <w:t xml:space="preserve"> </w:t>
                  </w:r>
                  <w:r w:rsidRPr="00516129">
                    <w:rPr>
                      <w:rFonts w:cs="Arial"/>
                      <w:spacing w:val="-2"/>
                      <w:sz w:val="20"/>
                      <w:bdr w:val="single" w:sz="12" w:space="0" w:color="auto"/>
                      <w:shd w:val="clear" w:color="auto" w:fill="C0C0C0"/>
                    </w:rPr>
                    <w:t xml:space="preserve">  </w:t>
                  </w:r>
                  <w:r w:rsidRPr="00516129">
                    <w:rPr>
                      <w:rFonts w:cs="Arial"/>
                      <w:spacing w:val="-2"/>
                      <w:bdr w:val="single" w:sz="12" w:space="0" w:color="auto"/>
                      <w:shd w:val="clear" w:color="auto" w:fill="C0C0C0"/>
                    </w:rPr>
                    <w:sym w:font="MT Extra" w:char="F020"/>
                  </w:r>
                </w:p>
                <w:p w:rsidR="00F26F22" w:rsidRPr="00516129" w:rsidRDefault="00F26F22" w:rsidP="00752491">
                  <w:pPr>
                    <w:spacing w:line="300" w:lineRule="exact"/>
                    <w:ind w:right="105"/>
                    <w:jc w:val="right"/>
                    <w:rPr>
                      <w:rFonts w:cs="Arial"/>
                    </w:rPr>
                  </w:pPr>
                  <w:r w:rsidRPr="00516129">
                    <w:rPr>
                      <w:rFonts w:cs="Arial"/>
                    </w:rPr>
                    <w:t xml:space="preserve">0  </w:t>
                  </w:r>
                  <w:r w:rsidRPr="00516129">
                    <w:rPr>
                      <w:rFonts w:cs="Arial"/>
                      <w:bdr w:val="single" w:sz="12" w:space="0" w:color="auto"/>
                      <w:shd w:val="clear" w:color="auto" w:fill="C0C0C0"/>
                    </w:rPr>
                    <w:sym w:font="MT Extra" w:char="F020"/>
                  </w:r>
                  <w:r w:rsidRPr="00516129">
                    <w:rPr>
                      <w:rFonts w:cs="Arial"/>
                      <w:b/>
                      <w:bdr w:val="single" w:sz="12" w:space="0" w:color="auto"/>
                      <w:shd w:val="clear" w:color="auto" w:fill="C0C0C0"/>
                    </w:rPr>
                    <w:t>PMT</w:t>
                  </w:r>
                  <w:r w:rsidRPr="00516129">
                    <w:rPr>
                      <w:rFonts w:cs="Arial"/>
                      <w:bdr w:val="single" w:sz="12" w:space="0" w:color="auto"/>
                      <w:shd w:val="clear" w:color="auto" w:fill="C0C0C0"/>
                    </w:rPr>
                    <w:sym w:font="MT Extra" w:char="F020"/>
                  </w:r>
                </w:p>
                <w:p w:rsidR="00F26F22" w:rsidRPr="00516129" w:rsidRDefault="00F26F22" w:rsidP="00752491">
                  <w:pPr>
                    <w:spacing w:line="300" w:lineRule="exact"/>
                    <w:ind w:right="105"/>
                    <w:jc w:val="right"/>
                    <w:rPr>
                      <w:rFonts w:cs="Arial"/>
                    </w:rPr>
                  </w:pPr>
                  <w:r w:rsidRPr="00516129">
                    <w:rPr>
                      <w:rFonts w:cs="Arial"/>
                    </w:rPr>
                    <w:t xml:space="preserve">2490.006  </w:t>
                  </w:r>
                  <w:r w:rsidRPr="00516129">
                    <w:rPr>
                      <w:rFonts w:cs="Arial"/>
                      <w:b/>
                      <w:spacing w:val="-2"/>
                      <w:bdr w:val="single" w:sz="12" w:space="0" w:color="auto"/>
                      <w:shd w:val="clear" w:color="auto" w:fill="C0C0C0"/>
                    </w:rPr>
                    <w:sym w:font="MT Extra" w:char="F020"/>
                  </w:r>
                  <w:r w:rsidRPr="00516129">
                    <w:rPr>
                      <w:rFonts w:cs="Arial"/>
                      <w:bCs/>
                      <w:spacing w:val="-2"/>
                      <w:sz w:val="16"/>
                      <w:bdr w:val="single" w:sz="12" w:space="0" w:color="auto"/>
                      <w:shd w:val="clear" w:color="auto" w:fill="C0C0C0"/>
                    </w:rPr>
                    <w:t xml:space="preserve">  </w:t>
                  </w:r>
                  <w:r w:rsidRPr="00516129">
                    <w:rPr>
                      <w:rFonts w:cs="Arial"/>
                      <w:b/>
                      <w:spacing w:val="-2"/>
                      <w:bdr w:val="single" w:sz="12" w:space="0" w:color="auto"/>
                      <w:shd w:val="clear" w:color="auto" w:fill="C0C0C0"/>
                    </w:rPr>
                    <w:t>FV</w:t>
                  </w:r>
                  <w:r w:rsidRPr="00516129">
                    <w:rPr>
                      <w:rFonts w:cs="Arial"/>
                      <w:bCs/>
                      <w:spacing w:val="-2"/>
                      <w:sz w:val="16"/>
                      <w:bdr w:val="single" w:sz="12" w:space="0" w:color="auto"/>
                      <w:shd w:val="clear" w:color="auto" w:fill="C0C0C0"/>
                    </w:rPr>
                    <w:t xml:space="preserve">  </w:t>
                  </w:r>
                  <w:r w:rsidRPr="00516129">
                    <w:rPr>
                      <w:rFonts w:cs="Arial"/>
                      <w:b/>
                      <w:spacing w:val="-2"/>
                      <w:bdr w:val="single" w:sz="12" w:space="0" w:color="auto"/>
                      <w:shd w:val="clear" w:color="auto" w:fill="C0C0C0"/>
                    </w:rPr>
                    <w:sym w:font="MT Extra" w:char="F020"/>
                  </w:r>
                </w:p>
                <w:p w:rsidR="00F26F22" w:rsidRPr="00516129" w:rsidRDefault="00F26F22" w:rsidP="00752491">
                  <w:pPr>
                    <w:spacing w:line="300" w:lineRule="exact"/>
                    <w:ind w:right="105"/>
                    <w:jc w:val="right"/>
                    <w:rPr>
                      <w:rFonts w:cs="Arial"/>
                    </w:rPr>
                  </w:pPr>
                  <w:r w:rsidRPr="00516129">
                    <w:rPr>
                      <w:rFonts w:cs="Arial"/>
                    </w:rPr>
                    <w:t xml:space="preserve">  </w:t>
                  </w:r>
                  <w:r w:rsidRPr="00516129">
                    <w:rPr>
                      <w:rFonts w:cs="Arial"/>
                      <w:bdr w:val="single" w:sz="12" w:space="0" w:color="auto"/>
                      <w:shd w:val="clear" w:color="auto" w:fill="C0C0C0"/>
                    </w:rPr>
                    <w:sym w:font="MT Extra" w:char="F020"/>
                  </w:r>
                  <w:r w:rsidRPr="00516129">
                    <w:rPr>
                      <w:rFonts w:cs="Arial"/>
                      <w:b/>
                      <w:bdr w:val="single" w:sz="12" w:space="0" w:color="auto"/>
                      <w:shd w:val="clear" w:color="auto" w:fill="C0C0C0"/>
                    </w:rPr>
                    <w:t>CPT</w:t>
                  </w:r>
                  <w:r w:rsidRPr="00516129">
                    <w:rPr>
                      <w:rFonts w:cs="Arial"/>
                      <w:bdr w:val="single" w:sz="12" w:space="0" w:color="auto"/>
                      <w:shd w:val="clear" w:color="auto" w:fill="C0C0C0"/>
                    </w:rPr>
                    <w:sym w:font="MT Extra" w:char="F020"/>
                  </w:r>
                  <w:r w:rsidRPr="00516129">
                    <w:rPr>
                      <w:rFonts w:cs="Arial"/>
                    </w:rPr>
                    <w:t xml:space="preserve"> </w:t>
                  </w:r>
                  <w:r w:rsidRPr="00516129">
                    <w:rPr>
                      <w:rFonts w:cs="Arial"/>
                      <w:b/>
                      <w:bCs/>
                      <w:spacing w:val="-2"/>
                      <w:bdr w:val="single" w:sz="12" w:space="0" w:color="auto"/>
                      <w:shd w:val="clear" w:color="auto" w:fill="C0C0C0"/>
                    </w:rPr>
                    <w:sym w:font="MT Extra" w:char="F020"/>
                  </w:r>
                  <w:r w:rsidRPr="00516129">
                    <w:rPr>
                      <w:rFonts w:cs="Arial"/>
                      <w:spacing w:val="-2"/>
                      <w:sz w:val="16"/>
                      <w:bdr w:val="single" w:sz="12" w:space="0" w:color="auto"/>
                      <w:shd w:val="clear" w:color="auto" w:fill="C0C0C0"/>
                    </w:rPr>
                    <w:t xml:space="preserve">  </w:t>
                  </w:r>
                  <w:r w:rsidRPr="00516129">
                    <w:rPr>
                      <w:rFonts w:cs="Arial"/>
                      <w:b/>
                      <w:bCs/>
                      <w:iCs/>
                      <w:spacing w:val="-2"/>
                      <w:bdr w:val="single" w:sz="12" w:space="0" w:color="auto"/>
                      <w:shd w:val="clear" w:color="auto" w:fill="C0C0C0"/>
                    </w:rPr>
                    <w:t>PV</w:t>
                  </w:r>
                  <w:r w:rsidRPr="00516129">
                    <w:rPr>
                      <w:rFonts w:cs="Arial"/>
                      <w:iCs/>
                      <w:spacing w:val="-2"/>
                      <w:sz w:val="16"/>
                      <w:bdr w:val="single" w:sz="12" w:space="0" w:color="auto"/>
                      <w:shd w:val="clear" w:color="auto" w:fill="C0C0C0"/>
                    </w:rPr>
                    <w:t xml:space="preserve"> </w:t>
                  </w:r>
                  <w:r w:rsidRPr="00516129">
                    <w:rPr>
                      <w:rFonts w:cs="Arial"/>
                      <w:spacing w:val="-2"/>
                      <w:sz w:val="16"/>
                      <w:bdr w:val="single" w:sz="12" w:space="0" w:color="auto"/>
                      <w:shd w:val="clear" w:color="auto" w:fill="C0C0C0"/>
                    </w:rPr>
                    <w:t xml:space="preserve"> </w:t>
                  </w:r>
                  <w:r w:rsidRPr="00516129">
                    <w:rPr>
                      <w:rFonts w:cs="Arial"/>
                      <w:b/>
                      <w:bCs/>
                      <w:spacing w:val="-2"/>
                      <w:bdr w:val="single" w:sz="12" w:space="0" w:color="auto"/>
                      <w:shd w:val="clear" w:color="auto" w:fill="C0C0C0"/>
                    </w:rPr>
                    <w:sym w:font="MT Extra" w:char="F020"/>
                  </w:r>
                </w:p>
                <w:p w:rsidR="00F26F22" w:rsidRPr="00516129" w:rsidRDefault="00F26F22" w:rsidP="00752491">
                  <w:pPr>
                    <w:pStyle w:val="Mainfirst"/>
                    <w:spacing w:line="320" w:lineRule="exact"/>
                    <w:ind w:right="105"/>
                    <w:jc w:val="right"/>
                    <w:rPr>
                      <w:rFonts w:cs="Arial"/>
                      <w:lang w:val="en-CA"/>
                    </w:rPr>
                  </w:pPr>
                  <w:r w:rsidRPr="00516129">
                    <w:rPr>
                      <w:rFonts w:cs="Arial"/>
                      <w:i/>
                      <w:iCs/>
                      <w:lang w:val="en-CA"/>
                    </w:rPr>
                    <w:t>Ans</w:t>
                  </w:r>
                  <w:r w:rsidRPr="00516129">
                    <w:rPr>
                      <w:rFonts w:cs="Arial"/>
                      <w:lang w:val="en-CA"/>
                    </w:rPr>
                    <w:t xml:space="preserve">: </w:t>
                  </w:r>
                  <w:r w:rsidRPr="00516129">
                    <w:rPr>
                      <w:rFonts w:cs="Arial"/>
                      <w:lang w:val="en-CA"/>
                    </w:rPr>
                    <w:sym w:font="Symbol" w:char="F02D"/>
                  </w:r>
                  <w:r w:rsidRPr="00516129">
                    <w:rPr>
                      <w:rFonts w:cs="Arial"/>
                      <w:lang w:val="en-CA"/>
                    </w:rPr>
                    <w:t>2390.05</w:t>
                  </w:r>
                </w:p>
              </w:txbxContent>
            </v:textbox>
            <w10:wrap type="square"/>
          </v:shape>
        </w:pict>
      </w:r>
    </w:p>
    <w:p w:rsidR="00752491" w:rsidRDefault="00752491" w:rsidP="00752491">
      <w:pPr>
        <w:pStyle w:val="ISM"/>
        <w:rPr>
          <w:rFonts w:cs="Arial"/>
          <w:iCs/>
        </w:rPr>
      </w:pPr>
    </w:p>
    <w:p w:rsidR="00752491" w:rsidRDefault="005F1E52" w:rsidP="00752491">
      <w:pPr>
        <w:pStyle w:val="ISM"/>
        <w:ind w:left="990"/>
      </w:pPr>
      <w:r>
        <w:rPr>
          <w:rFonts w:ascii="Times New Roman" w:hAnsi="Times New Roman"/>
          <w:i/>
          <w:noProof/>
          <w:sz w:val="20"/>
          <w:lang w:val="en-US"/>
        </w:rPr>
        <w:pict>
          <v:shape id="AutoShape 789" o:spid="_x0000_s1129" type="#_x0000_t88" style="position:absolute;left:0;text-align:left;margin-left:240.6pt;margin-top:4.7pt;width:10.15pt;height:43.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"/>
        </w:pict>
      </w:r>
      <w:r w:rsidR="00752491">
        <w:rPr>
          <w:rFonts w:ascii="Times New Roman" w:hAnsi="Times New Roman"/>
          <w:i/>
        </w:rPr>
        <w:t>PV</w:t>
      </w:r>
      <w:r w:rsidR="00752491">
        <w:t xml:space="preserve">(today) = </w:t>
      </w:r>
      <w:r w:rsidR="00752491" w:rsidRPr="00197A7A">
        <w:rPr>
          <w:position w:val="-10"/>
        </w:rPr>
        <w:object w:dxaOrig="1100" w:dyaOrig="380">
          <v:shape id="_x0000_i1191" type="#_x0000_t75" style="width:57.75pt;height:14.25pt" o:ole="" fillcolor="window">
            <v:imagedata r:id="rId344" o:title=""/>
          </v:shape>
          <o:OLEObject Type="Embed" ProgID="Equation.3" ShapeID="_x0000_i1191" DrawAspect="Content" ObjectID="_1654992517" r:id="rId345"/>
        </w:object>
      </w:r>
    </w:p>
    <w:p w:rsidR="00752491" w:rsidRDefault="00752491" w:rsidP="00752491">
      <w:pPr>
        <w:pStyle w:val="ISM"/>
        <w:ind w:left="1890"/>
      </w:pPr>
      <w:r>
        <w:rPr>
          <w:rFonts w:ascii="Times New Roman" w:hAnsi="Times New Roman"/>
          <w:i/>
        </w:rPr>
        <w:t xml:space="preserve">  </w:t>
      </w:r>
      <w:r>
        <w:t>= $2490.006</w:t>
      </w:r>
      <w:r w:rsidRPr="00197A7A">
        <w:rPr>
          <w:position w:val="-10"/>
        </w:rPr>
        <w:object w:dxaOrig="1200" w:dyaOrig="380">
          <v:shape id="_x0000_i1192" type="#_x0000_t75" style="width:57.75pt;height:14.25pt" o:ole="" fillcolor="window">
            <v:imagedata r:id="rId346" o:title=""/>
          </v:shape>
          <o:OLEObject Type="Embed" ProgID="Equation.3" ShapeID="_x0000_i1192" DrawAspect="Content" ObjectID="_1654992518" r:id="rId347"/>
        </w:object>
      </w:r>
    </w:p>
    <w:p w:rsidR="00752491" w:rsidRDefault="00752491" w:rsidP="00752491">
      <w:pPr>
        <w:pStyle w:val="ISM"/>
        <w:ind w:left="1890"/>
        <w:rPr>
          <w:u w:val="double"/>
        </w:rPr>
      </w:pPr>
      <w:r>
        <w:t xml:space="preserve">  = </w:t>
      </w:r>
      <w:r>
        <w:rPr>
          <w:u w:val="double"/>
        </w:rPr>
        <w:t>$2390.05</w:t>
      </w:r>
    </w:p>
    <w:p w:rsidR="00752491" w:rsidRDefault="00752491" w:rsidP="00752491">
      <w:pPr>
        <w:pStyle w:val="ISM"/>
      </w:pPr>
      <w:r>
        <w:tab/>
      </w:r>
      <w:r>
        <w:tab/>
        <w:t>The selling price of the stereo system was $2390.05.</w:t>
      </w:r>
    </w:p>
    <w:p w:rsidR="00666804" w:rsidRDefault="00666804"/>
    <w:p w:rsidR="00666804" w:rsidRDefault="00666804"/>
    <w:p w:rsidR="00752491" w:rsidRDefault="00752491" w:rsidP="00752491">
      <w:pPr>
        <w:pStyle w:val="ISM"/>
      </w:pPr>
    </w:p>
    <w:p w:rsidR="00B8375E" w:rsidRDefault="00B8375E" w:rsidP="008E7E97">
      <w:pPr>
        <w:pStyle w:val="ISM"/>
      </w:pPr>
    </w:p>
    <w:p w:rsidR="0097143C" w:rsidRDefault="0097143C" w:rsidP="0097143C">
      <w:pPr>
        <w:pStyle w:val="ISMab"/>
      </w:pPr>
      <w:r>
        <w:tab/>
      </w:r>
      <w:r w:rsidR="0002157E">
        <w:t>11</w:t>
      </w:r>
      <w:r>
        <w:t>.</w:t>
      </w:r>
      <w:r>
        <w:tab/>
        <w:t xml:space="preserve">The amount that must be dedicated today is the </w:t>
      </w:r>
      <w:r>
        <w:rPr>
          <w:spacing w:val="-2"/>
        </w:rPr>
        <w:t xml:space="preserve">present value </w:t>
      </w:r>
      <w:r>
        <w:t>of the future payments.</w:t>
      </w:r>
    </w:p>
    <w:p w:rsidR="0097143C" w:rsidRDefault="0097143C" w:rsidP="0097143C">
      <w:pPr>
        <w:pStyle w:val="ISMab"/>
      </w:pPr>
      <w:r>
        <w:tab/>
      </w:r>
      <w:r>
        <w:tab/>
      </w:r>
      <w:r>
        <w:rPr>
          <w:i/>
        </w:rPr>
        <w:t>a</w:t>
      </w:r>
      <w:r>
        <w:t>.</w:t>
      </w:r>
      <w:r>
        <w:tab/>
        <w:t>The payments form an ordinary simple perpetuity having</w:t>
      </w:r>
    </w:p>
    <w:p w:rsidR="0097143C" w:rsidRDefault="0097143C" w:rsidP="0097143C">
      <w:pPr>
        <w:pStyle w:val="ISMab"/>
      </w:pPr>
      <w:r>
        <w:tab/>
      </w:r>
      <w:r>
        <w:tab/>
      </w:r>
      <w:r>
        <w:tab/>
      </w:r>
      <w:r>
        <w:tab/>
      </w:r>
      <w:r>
        <w:rPr>
          <w:rFonts w:ascii="Times New Roman" w:hAnsi="Times New Roman"/>
          <w:i/>
        </w:rPr>
        <w:t>PMT</w:t>
      </w:r>
      <w:r>
        <w:t xml:space="preserve"> = $2000 and </w:t>
      </w:r>
      <w:r>
        <w:rPr>
          <w:rFonts w:ascii="Times New Roman" w:hAnsi="Times New Roman"/>
          <w:i/>
        </w:rPr>
        <w:t>i</w:t>
      </w:r>
      <w:r>
        <w:t xml:space="preserve"> = </w:t>
      </w:r>
      <w:r w:rsidRPr="004B1A38">
        <w:rPr>
          <w:position w:val="-16"/>
        </w:rPr>
        <w:object w:dxaOrig="520" w:dyaOrig="440">
          <v:shape id="_x0000_i1193" type="#_x0000_t75" style="width:28.45pt;height:21.75pt" o:ole="" fillcolor="window">
            <v:imagedata r:id="rId348" o:title=""/>
          </v:shape>
          <o:OLEObject Type="Embed" ProgID="Equation.3" ShapeID="_x0000_i1193" DrawAspect="Content" ObjectID="_1654992519" r:id="rId349"/>
        </w:object>
      </w:r>
      <w:r>
        <w:t xml:space="preserve"> = 1.4%.</w:t>
      </w:r>
    </w:p>
    <w:p w:rsidR="00666804" w:rsidRDefault="0097143C" w:rsidP="0076343F">
      <w:pPr>
        <w:pStyle w:val="ISMab"/>
        <w:spacing w:line="360" w:lineRule="auto"/>
      </w:pPr>
      <w:r>
        <w:tab/>
      </w:r>
      <w:r>
        <w:tab/>
      </w:r>
      <w:r>
        <w:tab/>
      </w:r>
      <w:r>
        <w:tab/>
      </w:r>
      <w:r>
        <w:rPr>
          <w:rFonts w:ascii="Times New Roman" w:hAnsi="Times New Roman"/>
          <w:i/>
        </w:rPr>
        <w:t>PV</w:t>
      </w:r>
      <w:r>
        <w:t xml:space="preserve"> = </w:t>
      </w:r>
      <w:r w:rsidRPr="004B1A38">
        <w:rPr>
          <w:position w:val="-22"/>
        </w:rPr>
        <w:object w:dxaOrig="580" w:dyaOrig="580">
          <v:shape id="_x0000_i1194" type="#_x0000_t75" style="width:28.45pt;height:28.45pt" o:ole="" fillcolor="window">
            <v:imagedata r:id="rId350" o:title=""/>
          </v:shape>
          <o:OLEObject Type="Embed" ProgID="Equation.3" ShapeID="_x0000_i1194" DrawAspect="Content" ObjectID="_1654992520" r:id="rId351"/>
        </w:object>
      </w:r>
      <w:r>
        <w:t xml:space="preserve"> = </w:t>
      </w:r>
      <w:r w:rsidRPr="004B1A38">
        <w:rPr>
          <w:position w:val="-22"/>
        </w:rPr>
        <w:object w:dxaOrig="720" w:dyaOrig="580">
          <v:shape id="_x0000_i1195" type="#_x0000_t75" style="width:36pt;height:28.45pt" o:ole="" fillcolor="window">
            <v:imagedata r:id="rId352" o:title=""/>
          </v:shape>
          <o:OLEObject Type="Embed" ProgID="Equation.3" ShapeID="_x0000_i1195" DrawAspect="Content" ObjectID="_1654992521" r:id="rId353"/>
        </w:object>
      </w:r>
      <w:r>
        <w:t xml:space="preserve"> = </w:t>
      </w:r>
      <w:r>
        <w:rPr>
          <w:u w:val="double"/>
        </w:rPr>
        <w:t>$142,857.14</w:t>
      </w:r>
      <w:r w:rsidR="00666804">
        <w:br w:type="page"/>
      </w:r>
    </w:p>
    <w:p w:rsidR="0097143C" w:rsidRDefault="0097143C" w:rsidP="0097143C">
      <w:pPr>
        <w:pStyle w:val="ISMab"/>
      </w:pPr>
      <w:r>
        <w:lastRenderedPageBreak/>
        <w:tab/>
      </w:r>
      <w:r>
        <w:tab/>
      </w:r>
      <w:r>
        <w:rPr>
          <w:i/>
        </w:rPr>
        <w:t>b</w:t>
      </w:r>
      <w:r>
        <w:t>.</w:t>
      </w:r>
      <w:r>
        <w:tab/>
        <w:t xml:space="preserve">The payments form a deferred ordinary simple perpetuity having a 4-year plus </w:t>
      </w:r>
    </w:p>
    <w:p w:rsidR="0097143C" w:rsidRDefault="0097143C" w:rsidP="0097143C">
      <w:pPr>
        <w:pStyle w:val="ISMab"/>
      </w:pPr>
      <w:r>
        <w:tab/>
      </w:r>
      <w:r>
        <w:tab/>
      </w:r>
      <w:r>
        <w:tab/>
        <w:t xml:space="preserve">9-month period of deferral. The </w:t>
      </w:r>
      <w:r>
        <w:rPr>
          <w:rFonts w:ascii="Times New Roman" w:hAnsi="Times New Roman"/>
          <w:i/>
        </w:rPr>
        <w:t>PV</w:t>
      </w:r>
      <w:r>
        <w:t xml:space="preserve"> of the payments on that date is the amount </w:t>
      </w:r>
    </w:p>
    <w:p w:rsidR="0097143C" w:rsidRDefault="0097143C" w:rsidP="0097143C">
      <w:pPr>
        <w:pStyle w:val="ISMab"/>
      </w:pPr>
      <w:r>
        <w:tab/>
      </w:r>
      <w:r>
        <w:tab/>
      </w:r>
      <w:r>
        <w:tab/>
        <w:t xml:space="preserve">calculated in part </w:t>
      </w:r>
      <w:r>
        <w:rPr>
          <w:i/>
        </w:rPr>
        <w:t>a</w:t>
      </w:r>
      <w:r>
        <w:t xml:space="preserve">. The </w:t>
      </w:r>
      <w:r>
        <w:rPr>
          <w:rFonts w:ascii="Times New Roman" w:hAnsi="Times New Roman"/>
          <w:i/>
        </w:rPr>
        <w:t>PV</w:t>
      </w:r>
      <w:r>
        <w:t xml:space="preserve"> of this amount today is</w:t>
      </w:r>
    </w:p>
    <w:p w:rsidR="0097143C" w:rsidRDefault="0097143C" w:rsidP="008E7E97">
      <w:pPr>
        <w:pStyle w:val="ISMab"/>
        <w:spacing w:after="180"/>
      </w:pPr>
      <w:r>
        <w:tab/>
      </w:r>
      <w:r>
        <w:tab/>
      </w:r>
      <w:r>
        <w:tab/>
      </w:r>
      <w:r>
        <w:tab/>
      </w:r>
      <w:r w:rsidRPr="004B1A38">
        <w:rPr>
          <w:position w:val="-12"/>
        </w:rPr>
        <w:object w:dxaOrig="1640" w:dyaOrig="420">
          <v:shape id="_x0000_i1196" type="#_x0000_t75" style="width:79.55pt;height:21.75pt" o:ole="" fillcolor="window">
            <v:imagedata r:id="rId354" o:title=""/>
          </v:shape>
          <o:OLEObject Type="Embed" ProgID="Equation.2" ShapeID="_x0000_i1196" DrawAspect="Content" ObjectID="_1654992522" r:id="rId355"/>
        </w:object>
      </w:r>
      <w:r>
        <w:t xml:space="preserve"> = $142,857.14</w:t>
      </w:r>
      <w:r w:rsidRPr="004B1A38">
        <w:rPr>
          <w:position w:val="-10"/>
        </w:rPr>
        <w:object w:dxaOrig="1060" w:dyaOrig="380">
          <v:shape id="_x0000_i1197" type="#_x0000_t75" style="width:57.75pt;height:14.25pt" o:ole="" fillcolor="window">
            <v:imagedata r:id="rId356" o:title=""/>
          </v:shape>
          <o:OLEObject Type="Embed" ProgID="Equation.3" ShapeID="_x0000_i1197" DrawAspect="Content" ObjectID="_1654992523" r:id="rId357"/>
        </w:object>
      </w:r>
      <w:r>
        <w:t xml:space="preserve"> = </w:t>
      </w:r>
      <w:r>
        <w:rPr>
          <w:u w:val="double"/>
        </w:rPr>
        <w:t>$109,693.48</w:t>
      </w:r>
    </w:p>
    <w:p w:rsidR="0097143C" w:rsidRDefault="0097143C" w:rsidP="0097143C">
      <w:pPr>
        <w:pStyle w:val="ISM"/>
      </w:pPr>
      <w:r>
        <w:tab/>
      </w:r>
      <w:r w:rsidR="0002157E">
        <w:t>13</w:t>
      </w:r>
      <w:r>
        <w:t>.</w:t>
      </w:r>
      <w:r>
        <w:tab/>
        <w:t>The amount required to fund an annuity or a perpetuity is the present value of</w:t>
      </w:r>
    </w:p>
    <w:p w:rsidR="0097143C" w:rsidRDefault="0097143C" w:rsidP="0097143C">
      <w:pPr>
        <w:pStyle w:val="ISM"/>
      </w:pPr>
      <w:r>
        <w:tab/>
      </w:r>
      <w:r>
        <w:tab/>
        <w:t xml:space="preserve">the payments. For the perpetuity, </w:t>
      </w:r>
      <w:r>
        <w:rPr>
          <w:rFonts w:ascii="Times New Roman" w:hAnsi="Times New Roman"/>
          <w:i/>
        </w:rPr>
        <w:t>PMT</w:t>
      </w:r>
      <w:r>
        <w:t xml:space="preserve"> = $500, </w:t>
      </w:r>
      <w:r>
        <w:rPr>
          <w:rFonts w:ascii="Times New Roman" w:hAnsi="Times New Roman"/>
          <w:i/>
        </w:rPr>
        <w:t>i</w:t>
      </w:r>
      <w:r>
        <w:t xml:space="preserve"> = </w:t>
      </w:r>
      <w:r w:rsidRPr="004B1A38">
        <w:rPr>
          <w:position w:val="-16"/>
        </w:rPr>
        <w:object w:dxaOrig="380" w:dyaOrig="440">
          <v:shape id="_x0000_i1198" type="#_x0000_t75" style="width:14.25pt;height:21.75pt" o:ole="" fillcolor="window">
            <v:imagedata r:id="rId149" o:title=""/>
          </v:shape>
          <o:OLEObject Type="Embed" ProgID="Equation.3" ShapeID="_x0000_i1198" DrawAspect="Content" ObjectID="_1654992524" r:id="rId358"/>
        </w:object>
      </w:r>
      <w:r>
        <w:t xml:space="preserve"> = 1.75%, </w:t>
      </w:r>
      <w:r>
        <w:rPr>
          <w:rFonts w:ascii="Times New Roman" w:hAnsi="Times New Roman"/>
          <w:i/>
        </w:rPr>
        <w:t>c</w:t>
      </w:r>
      <w:r>
        <w:t xml:space="preserve"> = </w:t>
      </w:r>
      <w:r w:rsidRPr="004B1A38">
        <w:rPr>
          <w:position w:val="-16"/>
        </w:rPr>
        <w:object w:dxaOrig="300" w:dyaOrig="420">
          <v:shape id="_x0000_i1199" type="#_x0000_t75" style="width:14.25pt;height:21.75pt" o:ole="" fillcolor="window">
            <v:imagedata r:id="rId359" o:title=""/>
          </v:shape>
          <o:OLEObject Type="Embed" ProgID="Equation.3" ShapeID="_x0000_i1199" DrawAspect="Content" ObjectID="_1654992525" r:id="rId360"/>
        </w:object>
      </w:r>
      <w:r>
        <w:t xml:space="preserve"> = </w:t>
      </w:r>
      <w:r w:rsidRPr="004B1A38">
        <w:rPr>
          <w:position w:val="-6"/>
        </w:rPr>
        <w:object w:dxaOrig="360" w:dyaOrig="320">
          <v:shape id="_x0000_i1200" type="#_x0000_t75" style="width:21.75pt;height:14.25pt" o:ole="" fillcolor="window">
            <v:imagedata r:id="rId361" o:title=""/>
          </v:shape>
          <o:OLEObject Type="Embed" ProgID="Equation.3" ShapeID="_x0000_i1200" DrawAspect="Content" ObjectID="_1654992526" r:id="rId362"/>
        </w:object>
      </w:r>
      <w:r>
        <w:t>, and</w:t>
      </w:r>
    </w:p>
    <w:p w:rsidR="0097143C" w:rsidRDefault="0097143C" w:rsidP="0097143C">
      <w:pPr>
        <w:pStyle w:val="ISM"/>
      </w:pPr>
      <w:r>
        <w:tab/>
      </w:r>
      <w:r>
        <w:tab/>
      </w:r>
      <w:r>
        <w:tab/>
      </w:r>
      <w:r>
        <w:tab/>
      </w:r>
      <w:r w:rsidRPr="004B1A38">
        <w:rPr>
          <w:position w:val="-10"/>
        </w:rPr>
        <w:object w:dxaOrig="1420" w:dyaOrig="380">
          <v:shape id="_x0000_i1201" type="#_x0000_t75" style="width:1in;height:14.25pt" o:ole="" fillcolor="window">
            <v:imagedata r:id="rId124" o:title=""/>
          </v:shape>
          <o:OLEObject Type="Embed" ProgID="Equation.3" ShapeID="_x0000_i1201" DrawAspect="Content" ObjectID="_1654992527" r:id="rId363"/>
        </w:object>
      </w:r>
      <w:r>
        <w:t xml:space="preserve"> = </w:t>
      </w:r>
      <w:r w:rsidRPr="004B1A38">
        <w:rPr>
          <w:position w:val="-6"/>
        </w:rPr>
        <w:object w:dxaOrig="999" w:dyaOrig="380">
          <v:shape id="_x0000_i1202" type="#_x0000_t75" style="width:50.25pt;height:14.25pt" o:ole="" fillcolor="window">
            <v:imagedata r:id="rId364" o:title=""/>
          </v:shape>
          <o:OLEObject Type="Embed" ProgID="Equation.3" ShapeID="_x0000_i1202" DrawAspect="Content" ObjectID="_1654992528" r:id="rId365"/>
        </w:object>
      </w:r>
      <w:r>
        <w:t>– 1 = 0.00579963</w:t>
      </w:r>
      <w:r w:rsidR="008B7EC3">
        <w:t>3</w:t>
      </w:r>
    </w:p>
    <w:p w:rsidR="0097143C" w:rsidRDefault="0097143C" w:rsidP="0097143C">
      <w:pPr>
        <w:pStyle w:val="ISM"/>
      </w:pPr>
      <w:r>
        <w:tab/>
      </w:r>
      <w:r>
        <w:tab/>
      </w:r>
      <w:r>
        <w:tab/>
      </w:r>
      <w:r>
        <w:tab/>
      </w:r>
      <w:r>
        <w:rPr>
          <w:rFonts w:ascii="Times New Roman" w:hAnsi="Times New Roman"/>
          <w:i/>
        </w:rPr>
        <w:t>PV</w:t>
      </w:r>
      <w:r>
        <w:t xml:space="preserve"> = </w:t>
      </w:r>
      <w:r w:rsidRPr="004B1A38">
        <w:rPr>
          <w:position w:val="-28"/>
        </w:rPr>
        <w:object w:dxaOrig="580" w:dyaOrig="639">
          <v:shape id="_x0000_i1203" type="#_x0000_t75" style="width:28.45pt;height:28.45pt" o:ole="" fillcolor="window">
            <v:imagedata r:id="rId366" o:title=""/>
          </v:shape>
          <o:OLEObject Type="Embed" ProgID="Equation.3" ShapeID="_x0000_i1203" DrawAspect="Content" ObjectID="_1654992529" r:id="rId367"/>
        </w:object>
      </w:r>
      <w:r>
        <w:t xml:space="preserve"> = </w:t>
      </w:r>
      <w:r w:rsidR="008B7EC3" w:rsidRPr="008B7EC3">
        <w:rPr>
          <w:position w:val="-24"/>
        </w:rPr>
        <w:object w:dxaOrig="1360" w:dyaOrig="620">
          <v:shape id="_x0000_i1204" type="#_x0000_t75" style="width:1in;height:28.45pt" o:ole="" fillcolor="window">
            <v:imagedata r:id="rId368" o:title=""/>
          </v:shape>
          <o:OLEObject Type="Embed" ProgID="Equation.3" ShapeID="_x0000_i1204" DrawAspect="Content" ObjectID="_1654992530" r:id="rId369"/>
        </w:object>
      </w:r>
      <w:r>
        <w:t xml:space="preserve"> = $86,212.36</w:t>
      </w:r>
    </w:p>
    <w:p w:rsidR="0097143C" w:rsidRDefault="0097143C" w:rsidP="0097143C">
      <w:pPr>
        <w:pStyle w:val="ISM"/>
      </w:pPr>
      <w:r>
        <w:tab/>
      </w:r>
      <w:r>
        <w:tab/>
        <w:t xml:space="preserve">For the annuity having </w:t>
      </w:r>
      <w:r>
        <w:rPr>
          <w:rFonts w:ascii="Times New Roman" w:hAnsi="Times New Roman"/>
          <w:i/>
        </w:rPr>
        <w:t>PMT</w:t>
      </w:r>
      <w:r>
        <w:t xml:space="preserve"> = $500, </w:t>
      </w:r>
      <w:r>
        <w:rPr>
          <w:rFonts w:ascii="Times New Roman" w:hAnsi="Times New Roman"/>
          <w:i/>
        </w:rPr>
        <w:t>n</w:t>
      </w:r>
      <w:r>
        <w:t xml:space="preserve"> = 12(25) = 300, and </w:t>
      </w:r>
      <w:r w:rsidRPr="004B1A38">
        <w:rPr>
          <w:position w:val="-10"/>
        </w:rPr>
        <w:object w:dxaOrig="240" w:dyaOrig="320">
          <v:shape id="_x0000_i1205" type="#_x0000_t75" style="width:14.25pt;height:14.25pt" o:ole="" fillcolor="window">
            <v:imagedata r:id="rId370" o:title=""/>
          </v:shape>
          <o:OLEObject Type="Embed" ProgID="Equation.3" ShapeID="_x0000_i1205" DrawAspect="Content" ObjectID="_1654992531" r:id="rId371"/>
        </w:object>
      </w:r>
      <w:r>
        <w:rPr>
          <w:rFonts w:ascii="Times New Roman" w:hAnsi="Times New Roman"/>
          <w:i/>
        </w:rPr>
        <w:t xml:space="preserve"> </w:t>
      </w:r>
      <w:r>
        <w:t>= 0.57996326%,</w:t>
      </w:r>
    </w:p>
    <w:p w:rsidR="0097143C" w:rsidRDefault="0097143C" w:rsidP="0097143C">
      <w:pPr>
        <w:pStyle w:val="ISM"/>
      </w:pPr>
      <w:r>
        <w:tab/>
      </w:r>
      <w:r>
        <w:tab/>
      </w:r>
      <w:r>
        <w:tab/>
      </w:r>
      <w:r>
        <w:tab/>
      </w:r>
      <w:r w:rsidR="0076343F" w:rsidRPr="0076343F">
        <w:rPr>
          <w:spacing w:val="-2"/>
          <w:position w:val="-38"/>
        </w:rPr>
        <w:object w:dxaOrig="2780" w:dyaOrig="880">
          <v:shape id="_x0000_i1240" type="#_x0000_t75" style="width:139pt;height:44.35pt" o:ole="" o:preferrelative="f" fillcolor="window">
            <v:imagedata r:id="rId372" o:title=""/>
            <o:lock v:ext="edit" aspectratio="f"/>
          </v:shape>
          <o:OLEObject Type="Embed" ProgID="Equation.DSMT4" ShapeID="_x0000_i1240" DrawAspect="Content" ObjectID="_1654992532" r:id="rId373"/>
        </w:object>
      </w:r>
      <w:r>
        <w:t xml:space="preserve"> = $500</w:t>
      </w:r>
      <w:r w:rsidR="008B7EC3" w:rsidRPr="008B7EC3">
        <w:rPr>
          <w:position w:val="-32"/>
        </w:rPr>
        <w:object w:dxaOrig="2120" w:dyaOrig="740">
          <v:shape id="_x0000_i1206" type="#_x0000_t75" style="width:108pt;height:36pt" o:ole="" fillcolor="window">
            <v:imagedata r:id="rId374" o:title=""/>
          </v:shape>
          <o:OLEObject Type="Embed" ProgID="Equation.3" ShapeID="_x0000_i1206" DrawAspect="Content" ObjectID="_1654992533" r:id="rId375"/>
        </w:object>
      </w:r>
      <w:r>
        <w:t xml:space="preserve"> = $71,002.41</w:t>
      </w:r>
    </w:p>
    <w:p w:rsidR="0097143C" w:rsidRDefault="0097143C" w:rsidP="0097143C">
      <w:pPr>
        <w:pStyle w:val="ISM"/>
      </w:pPr>
      <w:r>
        <w:tab/>
      </w:r>
      <w:r>
        <w:tab/>
        <w:t xml:space="preserve">Therefore, $86,212.36 – $71,002.41 = </w:t>
      </w:r>
      <w:r>
        <w:rPr>
          <w:u w:val="double"/>
        </w:rPr>
        <w:t>$15,209.95</w:t>
      </w:r>
      <w:r>
        <w:t xml:space="preserve"> more is required to fund the perpetuity.</w:t>
      </w:r>
    </w:p>
    <w:p w:rsidR="0097143C" w:rsidRDefault="0097143C" w:rsidP="0097143C">
      <w:pPr>
        <w:pStyle w:val="ISM"/>
      </w:pPr>
    </w:p>
    <w:p w:rsidR="0097143C" w:rsidRDefault="0097143C" w:rsidP="0097143C">
      <w:pPr>
        <w:pStyle w:val="ISM"/>
      </w:pPr>
      <w:r>
        <w:tab/>
      </w:r>
      <w:r w:rsidR="0002157E">
        <w:t>15</w:t>
      </w:r>
      <w:r>
        <w:t>.</w:t>
      </w:r>
      <w:r>
        <w:tab/>
        <w:t>The amount required to fund an annuity or a perpetuity is the present value of</w:t>
      </w:r>
    </w:p>
    <w:p w:rsidR="0097143C" w:rsidRDefault="0097143C" w:rsidP="0097143C">
      <w:pPr>
        <w:pStyle w:val="ISM"/>
      </w:pPr>
      <w:r>
        <w:tab/>
      </w:r>
      <w:r>
        <w:tab/>
        <w:t xml:space="preserve">the payments. For a perpetuity having </w:t>
      </w:r>
      <w:r>
        <w:rPr>
          <w:rFonts w:ascii="Times New Roman" w:hAnsi="Times New Roman"/>
          <w:i/>
        </w:rPr>
        <w:t>PMT</w:t>
      </w:r>
      <w:r>
        <w:t xml:space="preserve"> = $1000 and </w:t>
      </w:r>
      <w:r>
        <w:rPr>
          <w:rFonts w:ascii="Times New Roman" w:hAnsi="Times New Roman"/>
          <w:i/>
        </w:rPr>
        <w:t>i</w:t>
      </w:r>
      <w:r>
        <w:t xml:space="preserve"> = </w:t>
      </w:r>
      <w:r w:rsidRPr="004B1A38">
        <w:rPr>
          <w:position w:val="-16"/>
        </w:rPr>
        <w:object w:dxaOrig="520" w:dyaOrig="440">
          <v:shape id="_x0000_i1207" type="#_x0000_t75" style="width:28.45pt;height:21.75pt" o:ole="" fillcolor="window">
            <v:imagedata r:id="rId376" o:title=""/>
          </v:shape>
          <o:OLEObject Type="Embed" ProgID="Equation.3" ShapeID="_x0000_i1207" DrawAspect="Content" ObjectID="_1654992534" r:id="rId377"/>
        </w:object>
      </w:r>
      <w:r>
        <w:t xml:space="preserve"> = 2.9%,</w:t>
      </w:r>
    </w:p>
    <w:p w:rsidR="0097143C" w:rsidRDefault="0097143C" w:rsidP="0097143C">
      <w:pPr>
        <w:pStyle w:val="ISM"/>
      </w:pPr>
      <w:r>
        <w:tab/>
      </w:r>
      <w:r>
        <w:tab/>
      </w:r>
      <w:r>
        <w:tab/>
      </w:r>
      <w:r>
        <w:tab/>
      </w:r>
      <w:r>
        <w:rPr>
          <w:rFonts w:ascii="Times New Roman" w:hAnsi="Times New Roman"/>
          <w:i/>
        </w:rPr>
        <w:t>PV</w:t>
      </w:r>
      <w:r>
        <w:t xml:space="preserve"> = </w:t>
      </w:r>
      <w:r w:rsidRPr="004B1A38">
        <w:rPr>
          <w:position w:val="-22"/>
        </w:rPr>
        <w:object w:dxaOrig="580" w:dyaOrig="580">
          <v:shape id="_x0000_i1208" type="#_x0000_t75" style="width:28.45pt;height:28.45pt" o:ole="" fillcolor="window">
            <v:imagedata r:id="rId324" o:title=""/>
          </v:shape>
          <o:OLEObject Type="Embed" ProgID="Equation.3" ShapeID="_x0000_i1208" DrawAspect="Content" ObjectID="_1654992535" r:id="rId378"/>
        </w:object>
      </w:r>
      <w:r>
        <w:t xml:space="preserve"> = </w:t>
      </w:r>
      <w:r w:rsidRPr="004B1A38">
        <w:rPr>
          <w:position w:val="-22"/>
        </w:rPr>
        <w:object w:dxaOrig="720" w:dyaOrig="580">
          <v:shape id="_x0000_i1209" type="#_x0000_t75" style="width:36pt;height:28.45pt" o:ole="" fillcolor="window">
            <v:imagedata r:id="rId379" o:title=""/>
          </v:shape>
          <o:OLEObject Type="Embed" ProgID="Equation.3" ShapeID="_x0000_i1209" DrawAspect="Content" ObjectID="_1654992536" r:id="rId380"/>
        </w:object>
      </w:r>
      <w:r>
        <w:t xml:space="preserve"> = $34,482.76</w:t>
      </w:r>
    </w:p>
    <w:p w:rsidR="0097143C" w:rsidRDefault="0097143C" w:rsidP="0097143C">
      <w:pPr>
        <w:pStyle w:val="ISM"/>
      </w:pPr>
      <w:r>
        <w:tab/>
      </w:r>
      <w:r>
        <w:tab/>
        <w:t xml:space="preserve">For the annuity having </w:t>
      </w:r>
      <w:r>
        <w:rPr>
          <w:rFonts w:ascii="Times New Roman" w:hAnsi="Times New Roman"/>
          <w:i/>
        </w:rPr>
        <w:t>PMT</w:t>
      </w:r>
      <w:r>
        <w:t xml:space="preserve"> = $1000, </w:t>
      </w:r>
      <w:r>
        <w:rPr>
          <w:rFonts w:ascii="Times New Roman" w:hAnsi="Times New Roman"/>
          <w:i/>
        </w:rPr>
        <w:t>n</w:t>
      </w:r>
      <w:r>
        <w:t xml:space="preserve"> = 2(30) = 60, and </w:t>
      </w:r>
      <w:r>
        <w:rPr>
          <w:rFonts w:ascii="Times New Roman" w:hAnsi="Times New Roman"/>
          <w:i/>
        </w:rPr>
        <w:t>i</w:t>
      </w:r>
      <w:r>
        <w:t xml:space="preserve"> = 2.9%,</w:t>
      </w:r>
    </w:p>
    <w:p w:rsidR="0097143C" w:rsidRDefault="0097143C" w:rsidP="0097143C">
      <w:pPr>
        <w:pStyle w:val="ISM"/>
      </w:pPr>
      <w:r>
        <w:tab/>
      </w:r>
      <w:r>
        <w:tab/>
      </w:r>
      <w:r>
        <w:tab/>
      </w:r>
      <w:r>
        <w:tab/>
      </w:r>
      <w:r w:rsidR="00F15EF3" w:rsidRPr="00F15EF3">
        <w:rPr>
          <w:spacing w:val="-2"/>
          <w:position w:val="-38"/>
        </w:rPr>
        <w:object w:dxaOrig="2560" w:dyaOrig="880">
          <v:shape id="_x0000_i1241" type="#_x0000_t75" style="width:128.1pt;height:44.35pt" o:ole="" o:preferrelative="f" fillcolor="window">
            <v:imagedata r:id="rId381" o:title=""/>
            <o:lock v:ext="edit" aspectratio="f"/>
          </v:shape>
          <o:OLEObject Type="Embed" ProgID="Equation.DSMT4" ShapeID="_x0000_i1241" DrawAspect="Content" ObjectID="_1654992537" r:id="rId382"/>
        </w:object>
      </w:r>
      <w:r>
        <w:t xml:space="preserve"> = $1000</w:t>
      </w:r>
      <w:r w:rsidRPr="004B1A38">
        <w:rPr>
          <w:position w:val="-34"/>
        </w:rPr>
        <w:object w:dxaOrig="1500" w:dyaOrig="780">
          <v:shape id="_x0000_i1210" type="#_x0000_t75" style="width:1in;height:43.55pt" o:ole="" fillcolor="window">
            <v:imagedata r:id="rId383" o:title=""/>
          </v:shape>
          <o:OLEObject Type="Embed" ProgID="Equation.3" ShapeID="_x0000_i1210" DrawAspect="Content" ObjectID="_1654992538" r:id="rId384"/>
        </w:object>
      </w:r>
      <w:r>
        <w:t xml:space="preserve"> = $28,278.65</w:t>
      </w:r>
    </w:p>
    <w:p w:rsidR="0097143C" w:rsidRDefault="0097143C" w:rsidP="0097143C">
      <w:pPr>
        <w:pStyle w:val="ISM"/>
      </w:pPr>
      <w:r>
        <w:tab/>
      </w:r>
      <w:r>
        <w:tab/>
        <w:t>Therefore,</w:t>
      </w:r>
    </w:p>
    <w:p w:rsidR="0097143C" w:rsidRDefault="0097143C" w:rsidP="0097143C">
      <w:pPr>
        <w:pStyle w:val="ISM"/>
      </w:pPr>
      <w:r>
        <w:tab/>
      </w:r>
      <w:r>
        <w:tab/>
      </w:r>
      <w:r>
        <w:tab/>
      </w:r>
      <w:r>
        <w:tab/>
      </w:r>
      <w:r w:rsidRPr="004B1A38">
        <w:rPr>
          <w:position w:val="-26"/>
        </w:rPr>
        <w:object w:dxaOrig="2540" w:dyaOrig="620">
          <v:shape id="_x0000_i1211" type="#_x0000_t75" style="width:123.05pt;height:28.45pt" o:ole="" fillcolor="window">
            <v:imagedata r:id="rId385" o:title=""/>
          </v:shape>
          <o:OLEObject Type="Embed" ProgID="Equation.3" ShapeID="_x0000_i1211" DrawAspect="Content" ObjectID="_1654992539" r:id="rId386"/>
        </w:object>
      </w:r>
      <w:r>
        <w:rPr>
          <w:sz w:val="24"/>
        </w:rPr>
        <w:sym w:font="Symbol" w:char="F0B4"/>
      </w:r>
      <w:r>
        <w:t xml:space="preserve">100% = </w:t>
      </w:r>
      <w:r>
        <w:rPr>
          <w:u w:val="double"/>
        </w:rPr>
        <w:t>21.94%</w:t>
      </w:r>
    </w:p>
    <w:p w:rsidR="0056152A" w:rsidRDefault="0097143C" w:rsidP="00FE4255">
      <w:pPr>
        <w:pStyle w:val="ISM"/>
        <w:ind w:left="270" w:hanging="270"/>
      </w:pPr>
      <w:r>
        <w:tab/>
      </w:r>
      <w:r>
        <w:tab/>
        <w:t>more funds are needed to fund the perpetuity.</w:t>
      </w:r>
      <w:r w:rsidR="00D658B8">
        <w:tab/>
      </w:r>
      <w:r w:rsidR="00752491">
        <w:tab/>
      </w:r>
    </w:p>
    <w:p w:rsidR="0056152A" w:rsidRDefault="0056152A" w:rsidP="00FE4255">
      <w:pPr>
        <w:pStyle w:val="ISM"/>
        <w:ind w:left="270" w:hanging="270"/>
      </w:pPr>
    </w:p>
    <w:p w:rsidR="00F04DE2" w:rsidRDefault="00F04DE2" w:rsidP="00F04DE2">
      <w:pPr>
        <w:pStyle w:val="ISM"/>
      </w:pPr>
      <w:r>
        <w:tab/>
      </w:r>
      <w:r w:rsidR="0002157E">
        <w:t>17</w:t>
      </w:r>
      <w:r>
        <w:t>.</w:t>
      </w:r>
      <w:r>
        <w:tab/>
        <w:t>With the focal date 1 month before the first payment,</w:t>
      </w:r>
    </w:p>
    <w:p w:rsidR="00F04DE2" w:rsidRDefault="00F04DE2" w:rsidP="00F04DE2">
      <w:pPr>
        <w:pStyle w:val="ISM"/>
      </w:pPr>
      <w:r>
        <w:tab/>
      </w:r>
      <w:r>
        <w:tab/>
      </w:r>
      <w:r>
        <w:tab/>
      </w:r>
      <w:r>
        <w:tab/>
        <w:t>(Future value of original principal) = (Present value of loan payments)</w:t>
      </w:r>
    </w:p>
    <w:p w:rsidR="00F04DE2" w:rsidRDefault="00F04DE2" w:rsidP="00F04DE2">
      <w:pPr>
        <w:pStyle w:val="ISM"/>
      </w:pPr>
      <w:r>
        <w:tab/>
      </w:r>
      <w:r>
        <w:tab/>
        <w:t xml:space="preserve">For the </w:t>
      </w:r>
      <w:r>
        <w:rPr>
          <w:spacing w:val="-2"/>
        </w:rPr>
        <w:t xml:space="preserve">present value </w:t>
      </w:r>
      <w:r>
        <w:t>calculation,</w:t>
      </w:r>
    </w:p>
    <w:p w:rsidR="00F04DE2" w:rsidRDefault="00F04DE2" w:rsidP="00F04DE2">
      <w:pPr>
        <w:pStyle w:val="ISM"/>
      </w:pPr>
      <w:r>
        <w:tab/>
      </w:r>
      <w:r>
        <w:tab/>
      </w:r>
      <w:r>
        <w:tab/>
      </w:r>
      <w:r>
        <w:tab/>
      </w:r>
      <w:r>
        <w:rPr>
          <w:rFonts w:ascii="Times New Roman" w:hAnsi="Times New Roman"/>
          <w:i/>
        </w:rPr>
        <w:t>PMT</w:t>
      </w:r>
      <w:r>
        <w:t xml:space="preserve"> = $425.10, </w:t>
      </w:r>
      <w:r>
        <w:rPr>
          <w:rFonts w:ascii="Times New Roman" w:hAnsi="Times New Roman"/>
          <w:i/>
        </w:rPr>
        <w:t>n</w:t>
      </w:r>
      <w:r>
        <w:t xml:space="preserve"> = 12(10) = 120, and </w:t>
      </w:r>
      <w:r>
        <w:rPr>
          <w:rFonts w:ascii="Times New Roman" w:hAnsi="Times New Roman"/>
          <w:i/>
        </w:rPr>
        <w:t>i</w:t>
      </w:r>
      <w:r>
        <w:t xml:space="preserve"> = </w:t>
      </w:r>
      <w:r w:rsidRPr="00197A7A">
        <w:rPr>
          <w:position w:val="-16"/>
        </w:rPr>
        <w:object w:dxaOrig="380" w:dyaOrig="440">
          <v:shape id="_x0000_i1212" type="#_x0000_t75" style="width:14.25pt;height:21.75pt" o:ole="" fillcolor="window">
            <v:imagedata r:id="rId387" o:title=""/>
          </v:shape>
          <o:OLEObject Type="Embed" ProgID="Equation.3" ShapeID="_x0000_i1212" DrawAspect="Content" ObjectID="_1654992540" r:id="rId388"/>
        </w:object>
      </w:r>
      <w:r>
        <w:t xml:space="preserve"> = 0.75%</w:t>
      </w:r>
    </w:p>
    <w:p w:rsidR="00F04DE2" w:rsidRDefault="00F04DE2" w:rsidP="00F04DE2">
      <w:pPr>
        <w:pStyle w:val="ISM"/>
      </w:pPr>
      <w:r>
        <w:tab/>
      </w:r>
      <w:r>
        <w:tab/>
      </w:r>
      <w:r>
        <w:tab/>
      </w:r>
      <w:r>
        <w:tab/>
      </w:r>
      <w:r w:rsidR="005E357A" w:rsidRPr="005E357A">
        <w:rPr>
          <w:spacing w:val="-2"/>
          <w:position w:val="-38"/>
        </w:rPr>
        <w:object w:dxaOrig="2659" w:dyaOrig="880">
          <v:shape id="_x0000_i1242" type="#_x0000_t75" style="width:133.1pt;height:44.35pt" o:ole="" o:preferrelative="f" fillcolor="window">
            <v:imagedata r:id="rId389" o:title=""/>
            <o:lock v:ext="edit" aspectratio="f"/>
          </v:shape>
          <o:OLEObject Type="Embed" ProgID="Equation.DSMT4" ShapeID="_x0000_i1242" DrawAspect="Content" ObjectID="_1654992541" r:id="rId390"/>
        </w:object>
      </w:r>
      <w:r>
        <w:t xml:space="preserve"> = $425.10</w:t>
      </w:r>
      <w:r w:rsidRPr="00197A7A">
        <w:rPr>
          <w:position w:val="-34"/>
        </w:rPr>
        <w:object w:dxaOrig="1740" w:dyaOrig="780">
          <v:shape id="_x0000_i1213" type="#_x0000_t75" style="width:86.25pt;height:43.55pt" o:ole="" fillcolor="window">
            <v:imagedata r:id="rId391" o:title=""/>
          </v:shape>
          <o:OLEObject Type="Embed" ProgID="Equation.3" ShapeID="_x0000_i1213" DrawAspect="Content" ObjectID="_1654992542" r:id="rId392"/>
        </w:object>
      </w:r>
      <w:r>
        <w:t xml:space="preserve"> = $33,558.11</w:t>
      </w:r>
    </w:p>
    <w:p w:rsidR="00F04DE2" w:rsidRDefault="00F04DE2" w:rsidP="00F04DE2">
      <w:pPr>
        <w:pStyle w:val="ISM"/>
      </w:pPr>
      <w:r>
        <w:tab/>
      </w:r>
      <w:r>
        <w:tab/>
        <w:t xml:space="preserve">On the left side of the equation, we have </w:t>
      </w:r>
      <w:r>
        <w:rPr>
          <w:rFonts w:ascii="Times New Roman" w:hAnsi="Times New Roman"/>
          <w:i/>
        </w:rPr>
        <w:t>FV</w:t>
      </w:r>
      <w:r>
        <w:t xml:space="preserve"> = $33,558.11, </w:t>
      </w:r>
      <w:r>
        <w:rPr>
          <w:rFonts w:ascii="Times New Roman" w:hAnsi="Times New Roman"/>
          <w:i/>
        </w:rPr>
        <w:t>PV</w:t>
      </w:r>
      <w:r>
        <w:t xml:space="preserve"> = $30,000, and </w:t>
      </w:r>
      <w:r>
        <w:rPr>
          <w:rFonts w:ascii="Times New Roman" w:hAnsi="Times New Roman"/>
          <w:i/>
        </w:rPr>
        <w:t>i</w:t>
      </w:r>
      <w:r>
        <w:t xml:space="preserve"> = 0.75%.</w:t>
      </w:r>
    </w:p>
    <w:p w:rsidR="00F04DE2" w:rsidRDefault="00F04DE2" w:rsidP="00F04DE2">
      <w:pPr>
        <w:pStyle w:val="ISM"/>
      </w:pPr>
      <w:r>
        <w:tab/>
      </w:r>
      <w:r>
        <w:tab/>
        <w:t>Then the number of compounding intervals is</w:t>
      </w:r>
    </w:p>
    <w:p w:rsidR="00F04DE2" w:rsidRDefault="00F04DE2" w:rsidP="00F04DE2">
      <w:pPr>
        <w:pStyle w:val="ISM"/>
      </w:pPr>
      <w:r>
        <w:tab/>
      </w:r>
      <w:r>
        <w:tab/>
      </w:r>
      <w:r>
        <w:tab/>
      </w:r>
      <w:r>
        <w:tab/>
      </w:r>
      <w:r w:rsidRPr="00197A7A">
        <w:rPr>
          <w:position w:val="-28"/>
        </w:rPr>
        <w:object w:dxaOrig="1219" w:dyaOrig="960">
          <v:shape id="_x0000_i1214" type="#_x0000_t75" style="width:57.75pt;height:51.05pt" o:ole="" fillcolor="window">
            <v:imagedata r:id="rId393" o:title=""/>
          </v:shape>
          <o:OLEObject Type="Embed" ProgID="Equation.3" ShapeID="_x0000_i1214" DrawAspect="Content" ObjectID="_1654992543" r:id="rId394"/>
        </w:object>
      </w:r>
      <w:r>
        <w:t xml:space="preserve"> = </w:t>
      </w:r>
      <w:r w:rsidRPr="00197A7A">
        <w:rPr>
          <w:spacing w:val="-2"/>
          <w:position w:val="-28"/>
        </w:rPr>
        <w:object w:dxaOrig="1660" w:dyaOrig="980">
          <v:shape id="_x0000_i1215" type="#_x0000_t75" style="width:86.25pt;height:51.05pt" o:ole="" fillcolor="window">
            <v:imagedata r:id="rId395" o:title=""/>
          </v:shape>
          <o:OLEObject Type="Embed" ProgID="Equation.3" ShapeID="_x0000_i1215" DrawAspect="Content" ObjectID="_1654992544" r:id="rId396"/>
        </w:object>
      </w:r>
      <w:r>
        <w:t xml:space="preserve"> = 15.00</w:t>
      </w:r>
    </w:p>
    <w:p w:rsidR="00F04DE2" w:rsidRDefault="00F04DE2" w:rsidP="00F04DE2">
      <w:pPr>
        <w:pStyle w:val="ISM"/>
      </w:pPr>
      <w:r>
        <w:tab/>
      </w:r>
      <w:r>
        <w:tab/>
        <w:t xml:space="preserve">Therefore, the time interval between the date of the loan and the first payment </w:t>
      </w:r>
    </w:p>
    <w:p w:rsidR="00F04DE2" w:rsidRDefault="00F04DE2" w:rsidP="00F04DE2">
      <w:pPr>
        <w:pStyle w:val="ISM"/>
      </w:pPr>
      <w:r>
        <w:tab/>
      </w:r>
      <w:r>
        <w:tab/>
        <w:t xml:space="preserve">was 15 + 1 = </w:t>
      </w:r>
      <w:r>
        <w:rPr>
          <w:u w:val="double"/>
        </w:rPr>
        <w:t>16 months</w:t>
      </w:r>
      <w:r>
        <w:t>.</w:t>
      </w:r>
    </w:p>
    <w:p w:rsidR="00666804" w:rsidRDefault="00666804">
      <w:pPr>
        <w:rPr>
          <w:b/>
          <w:sz w:val="24"/>
        </w:rPr>
      </w:pPr>
      <w:r>
        <w:rPr>
          <w:b/>
          <w:sz w:val="24"/>
        </w:rPr>
        <w:br w:type="page"/>
      </w:r>
    </w:p>
    <w:p w:rsidR="0097143C" w:rsidRDefault="0097143C" w:rsidP="0097143C">
      <w:pPr>
        <w:pStyle w:val="ISM"/>
        <w:spacing w:after="120"/>
        <w:rPr>
          <w:b/>
          <w:sz w:val="24"/>
        </w:rPr>
      </w:pPr>
      <w:r>
        <w:rPr>
          <w:b/>
          <w:sz w:val="24"/>
        </w:rPr>
        <w:lastRenderedPageBreak/>
        <w:t xml:space="preserve">Case  (Chapter </w:t>
      </w:r>
      <w:r w:rsidR="007564D0">
        <w:rPr>
          <w:b/>
          <w:sz w:val="24"/>
        </w:rPr>
        <w:t>14</w:t>
      </w:r>
      <w:r>
        <w:rPr>
          <w:b/>
          <w:sz w:val="24"/>
        </w:rPr>
        <w:t>)</w:t>
      </w:r>
    </w:p>
    <w:p w:rsidR="0097143C" w:rsidRDefault="0097143C" w:rsidP="0097143C">
      <w:pPr>
        <w:pStyle w:val="ISM"/>
        <w:rPr>
          <w:b/>
          <w:i/>
        </w:rPr>
      </w:pPr>
      <w:r>
        <w:rPr>
          <w:b/>
          <w:i/>
        </w:rPr>
        <w:t xml:space="preserve">Should You Choose to Start Receiving the CPP Retirement </w:t>
      </w:r>
    </w:p>
    <w:p w:rsidR="0097143C" w:rsidRDefault="0097143C" w:rsidP="0097143C">
      <w:pPr>
        <w:pStyle w:val="ISM"/>
        <w:spacing w:after="60"/>
        <w:rPr>
          <w:b/>
          <w:i/>
        </w:rPr>
      </w:pPr>
      <w:r>
        <w:rPr>
          <w:b/>
          <w:i/>
        </w:rPr>
        <w:t>Pension at Age 60 Instead of Age 65?</w:t>
      </w:r>
    </w:p>
    <w:p w:rsidR="0097143C" w:rsidRDefault="0097143C" w:rsidP="0097143C">
      <w:pPr>
        <w:pStyle w:val="ISM"/>
      </w:pPr>
      <w:r>
        <w:tab/>
        <w:t>1.</w:t>
      </w:r>
      <w:r>
        <w:tab/>
        <w:t xml:space="preserve">The economic value of the reduced pension is the </w:t>
      </w:r>
      <w:r>
        <w:rPr>
          <w:spacing w:val="-2"/>
        </w:rPr>
        <w:t xml:space="preserve">present value </w:t>
      </w:r>
      <w:r>
        <w:t xml:space="preserve">of the expected </w:t>
      </w:r>
    </w:p>
    <w:p w:rsidR="0097143C" w:rsidRDefault="0097143C" w:rsidP="0097143C">
      <w:pPr>
        <w:pStyle w:val="ISM"/>
      </w:pPr>
      <w:r>
        <w:tab/>
      </w:r>
      <w:r>
        <w:tab/>
        <w:t xml:space="preserve">pension payments. With </w:t>
      </w:r>
      <w:r>
        <w:rPr>
          <w:rFonts w:ascii="Times New Roman" w:hAnsi="Times New Roman"/>
          <w:i/>
        </w:rPr>
        <w:t>PMT</w:t>
      </w:r>
      <w:r>
        <w:t xml:space="preserve"> = $</w:t>
      </w:r>
      <w:r w:rsidR="007564D0">
        <w:t>8867.20</w:t>
      </w:r>
      <w:r>
        <w:t xml:space="preserve">, </w:t>
      </w:r>
      <w:r>
        <w:rPr>
          <w:rFonts w:ascii="Times New Roman" w:hAnsi="Times New Roman"/>
          <w:i/>
        </w:rPr>
        <w:t>i</w:t>
      </w:r>
      <w:r>
        <w:t xml:space="preserve"> = 6%, </w:t>
      </w:r>
      <w:r>
        <w:rPr>
          <w:rFonts w:ascii="Times New Roman" w:hAnsi="Times New Roman"/>
          <w:i/>
        </w:rPr>
        <w:t>g</w:t>
      </w:r>
      <w:r>
        <w:t xml:space="preserve"> = 2</w:t>
      </w:r>
      <w:r w:rsidR="007564D0">
        <w:t>.3</w:t>
      </w:r>
      <w:r>
        <w:t xml:space="preserve">%, and </w:t>
      </w:r>
      <w:r>
        <w:rPr>
          <w:rFonts w:ascii="Times New Roman" w:hAnsi="Times New Roman"/>
          <w:i/>
        </w:rPr>
        <w:t>n</w:t>
      </w:r>
      <w:r>
        <w:t xml:space="preserve"> = 2</w:t>
      </w:r>
      <w:r w:rsidR="002C79BA">
        <w:t>1</w:t>
      </w:r>
      <w:r>
        <w:t>,</w:t>
      </w:r>
    </w:p>
    <w:p w:rsidR="0097143C" w:rsidRDefault="0097143C" w:rsidP="009B02E3">
      <w:pPr>
        <w:pStyle w:val="ISM"/>
        <w:spacing w:after="60"/>
      </w:pPr>
      <w:r>
        <w:tab/>
      </w:r>
      <w:r>
        <w:tab/>
      </w:r>
      <w:r>
        <w:tab/>
      </w:r>
      <w:r w:rsidRPr="004B1A38">
        <w:rPr>
          <w:spacing w:val="-2"/>
          <w:position w:val="-36"/>
        </w:rPr>
        <w:object w:dxaOrig="3200" w:dyaOrig="840">
          <v:shape id="_x0000_i1216" type="#_x0000_t75" style="width:158.25pt;height:43.55pt" o:ole="" fillcolor="window">
            <v:imagedata r:id="rId267" o:title=""/>
          </v:shape>
          <o:OLEObject Type="Embed" ProgID="Equation.2" ShapeID="_x0000_i1216" DrawAspect="Content" ObjectID="_1654992545" r:id="rId397"/>
        </w:object>
      </w:r>
      <w:r>
        <w:rPr>
          <w:spacing w:val="-2"/>
        </w:rPr>
        <w:t xml:space="preserve"> = $</w:t>
      </w:r>
      <w:r w:rsidR="007564D0">
        <w:t>8867.20</w:t>
      </w:r>
      <w:r w:rsidR="007564D0" w:rsidRPr="007564D0">
        <w:rPr>
          <w:spacing w:val="-2"/>
          <w:position w:val="-38"/>
        </w:rPr>
        <w:object w:dxaOrig="2200" w:dyaOrig="880">
          <v:shape id="_x0000_i1217" type="#_x0000_t75" style="width:108pt;height:43.55pt" o:ole="" fillcolor="window">
            <v:imagedata r:id="rId398" o:title=""/>
          </v:shape>
          <o:OLEObject Type="Embed" ProgID="Equation.3" ShapeID="_x0000_i1217" DrawAspect="Content" ObjectID="_1654992546" r:id="rId399"/>
        </w:object>
      </w:r>
      <w:r>
        <w:rPr>
          <w:spacing w:val="-2"/>
        </w:rPr>
        <w:t xml:space="preserve"> = </w:t>
      </w:r>
      <w:r>
        <w:rPr>
          <w:spacing w:val="-2"/>
          <w:u w:val="double"/>
        </w:rPr>
        <w:t>$</w:t>
      </w:r>
      <w:r w:rsidR="0032298B">
        <w:rPr>
          <w:spacing w:val="-2"/>
          <w:u w:val="double"/>
        </w:rPr>
        <w:t>1</w:t>
      </w:r>
      <w:r w:rsidR="007564D0">
        <w:rPr>
          <w:spacing w:val="-2"/>
          <w:u w:val="double"/>
        </w:rPr>
        <w:t>26,009.16</w:t>
      </w:r>
    </w:p>
    <w:p w:rsidR="0097143C" w:rsidRDefault="0097143C" w:rsidP="0097143C">
      <w:pPr>
        <w:pStyle w:val="ISM"/>
      </w:pPr>
      <w:r>
        <w:tab/>
        <w:t>3.</w:t>
      </w:r>
      <w:r>
        <w:tab/>
        <w:t xml:space="preserve">The </w:t>
      </w:r>
      <w:r>
        <w:rPr>
          <w:spacing w:val="-2"/>
        </w:rPr>
        <w:t xml:space="preserve">present value </w:t>
      </w:r>
      <w:r>
        <w:t>of 1</w:t>
      </w:r>
      <w:r w:rsidR="002C79BA">
        <w:t>6</w:t>
      </w:r>
      <w:r>
        <w:t xml:space="preserve"> years of the full pension at age 65 is</w:t>
      </w:r>
    </w:p>
    <w:p w:rsidR="0097143C" w:rsidRDefault="0097143C" w:rsidP="0097143C">
      <w:pPr>
        <w:pStyle w:val="ISM"/>
      </w:pPr>
      <w:r>
        <w:tab/>
      </w:r>
      <w:r>
        <w:tab/>
      </w:r>
      <w:r>
        <w:tab/>
      </w:r>
      <w:r w:rsidRPr="004B1A38">
        <w:rPr>
          <w:spacing w:val="-2"/>
          <w:position w:val="-36"/>
        </w:rPr>
        <w:object w:dxaOrig="3200" w:dyaOrig="840">
          <v:shape id="_x0000_i1218" type="#_x0000_t75" style="width:158.25pt;height:43.55pt" o:ole="" fillcolor="window">
            <v:imagedata r:id="rId267" o:title=""/>
          </v:shape>
          <o:OLEObject Type="Embed" ProgID="Equation.2" ShapeID="_x0000_i1218" DrawAspect="Content" ObjectID="_1654992547" r:id="rId400"/>
        </w:object>
      </w:r>
      <w:r>
        <w:rPr>
          <w:spacing w:val="-2"/>
        </w:rPr>
        <w:t xml:space="preserve"> = $</w:t>
      </w:r>
      <w:r w:rsidR="007564D0">
        <w:t>15,523.32</w:t>
      </w:r>
      <w:r w:rsidR="007564D0" w:rsidRPr="007564D0">
        <w:rPr>
          <w:spacing w:val="-2"/>
          <w:position w:val="-38"/>
        </w:rPr>
        <w:object w:dxaOrig="2220" w:dyaOrig="880">
          <v:shape id="_x0000_i1219" type="#_x0000_t75" style="width:115.55pt;height:43.55pt" o:ole="" fillcolor="window">
            <v:imagedata r:id="rId401" o:title=""/>
          </v:shape>
          <o:OLEObject Type="Embed" ProgID="Equation.3" ShapeID="_x0000_i1219" DrawAspect="Content" ObjectID="_1654992548" r:id="rId402"/>
        </w:object>
      </w:r>
      <w:r>
        <w:rPr>
          <w:spacing w:val="-2"/>
        </w:rPr>
        <w:t xml:space="preserve"> = $1</w:t>
      </w:r>
      <w:r w:rsidR="007564D0">
        <w:rPr>
          <w:spacing w:val="-2"/>
        </w:rPr>
        <w:t>81,920.33</w:t>
      </w:r>
    </w:p>
    <w:p w:rsidR="0097143C" w:rsidRDefault="0097143C" w:rsidP="0097143C">
      <w:pPr>
        <w:pStyle w:val="ISM"/>
      </w:pPr>
      <w:r>
        <w:tab/>
      </w:r>
      <w:r>
        <w:tab/>
        <w:t xml:space="preserve">The </w:t>
      </w:r>
      <w:r>
        <w:rPr>
          <w:spacing w:val="-2"/>
        </w:rPr>
        <w:t xml:space="preserve">present value </w:t>
      </w:r>
      <w:r>
        <w:t>of the preceding amount at age 60 (</w:t>
      </w:r>
      <w:r w:rsidR="0003362A">
        <w:t>end of</w:t>
      </w:r>
      <w:r>
        <w:t xml:space="preserve"> </w:t>
      </w:r>
      <w:r w:rsidR="007564D0">
        <w:t>2018</w:t>
      </w:r>
      <w:r w:rsidR="0003362A">
        <w:t>)</w:t>
      </w:r>
      <w:r>
        <w:t xml:space="preserve"> 5 years earlier is</w:t>
      </w:r>
    </w:p>
    <w:p w:rsidR="0097143C" w:rsidRDefault="0097143C" w:rsidP="0097143C">
      <w:pPr>
        <w:pStyle w:val="ISM"/>
        <w:spacing w:after="240"/>
      </w:pPr>
      <w:r>
        <w:tab/>
      </w:r>
      <w:r>
        <w:tab/>
      </w:r>
      <w:r>
        <w:tab/>
      </w:r>
      <w:r w:rsidRPr="004B1A38">
        <w:rPr>
          <w:position w:val="-12"/>
        </w:rPr>
        <w:object w:dxaOrig="1640" w:dyaOrig="420">
          <v:shape id="_x0000_i1220" type="#_x0000_t75" style="width:79.55pt;height:21.75pt" o:ole="" fillcolor="window">
            <v:imagedata r:id="rId354" o:title=""/>
          </v:shape>
          <o:OLEObject Type="Embed" ProgID="Equation.2" ShapeID="_x0000_i1220" DrawAspect="Content" ObjectID="_1654992549" r:id="rId403"/>
        </w:object>
      </w:r>
      <w:r>
        <w:t xml:space="preserve"> = </w:t>
      </w:r>
      <w:r>
        <w:rPr>
          <w:spacing w:val="-2"/>
        </w:rPr>
        <w:t>$</w:t>
      </w:r>
      <w:r w:rsidR="002C79BA">
        <w:rPr>
          <w:spacing w:val="-2"/>
        </w:rPr>
        <w:t>1</w:t>
      </w:r>
      <w:r w:rsidR="007564D0">
        <w:rPr>
          <w:spacing w:val="-2"/>
        </w:rPr>
        <w:t>81,920.33</w:t>
      </w:r>
      <w:r w:rsidRPr="004B1A38">
        <w:rPr>
          <w:spacing w:val="-2"/>
          <w:position w:val="-10"/>
        </w:rPr>
        <w:object w:dxaOrig="840" w:dyaOrig="380">
          <v:shape id="_x0000_i1221" type="#_x0000_t75" style="width:43.55pt;height:14.25pt" o:ole="" fillcolor="window">
            <v:imagedata r:id="rId404" o:title=""/>
          </v:shape>
          <o:OLEObject Type="Embed" ProgID="Equation.3" ShapeID="_x0000_i1221" DrawAspect="Content" ObjectID="_1654992550" r:id="rId405"/>
        </w:object>
      </w:r>
      <w:r>
        <w:rPr>
          <w:spacing w:val="-2"/>
        </w:rPr>
        <w:t xml:space="preserve"> = </w:t>
      </w:r>
      <w:r>
        <w:rPr>
          <w:spacing w:val="-2"/>
          <w:u w:val="double"/>
        </w:rPr>
        <w:t>$</w:t>
      </w:r>
      <w:r w:rsidR="002C79BA">
        <w:rPr>
          <w:spacing w:val="-2"/>
          <w:u w:val="double"/>
        </w:rPr>
        <w:t>1</w:t>
      </w:r>
      <w:r w:rsidR="007564D0">
        <w:rPr>
          <w:spacing w:val="-2"/>
          <w:u w:val="double"/>
        </w:rPr>
        <w:t>35,941.45</w:t>
      </w:r>
    </w:p>
    <w:p w:rsidR="0097143C" w:rsidRDefault="0097143C" w:rsidP="0097143C">
      <w:pPr>
        <w:pStyle w:val="ISM"/>
      </w:pPr>
      <w:r>
        <w:tab/>
        <w:t>5.</w:t>
      </w:r>
      <w:r>
        <w:tab/>
        <w:t xml:space="preserve">With </w:t>
      </w:r>
      <w:r>
        <w:rPr>
          <w:rFonts w:ascii="Times New Roman" w:hAnsi="Times New Roman"/>
          <w:i/>
        </w:rPr>
        <w:t xml:space="preserve">i </w:t>
      </w:r>
      <w:r>
        <w:t>= 4.5%, the economic value of the reduced pension at age 60 is</w:t>
      </w:r>
    </w:p>
    <w:p w:rsidR="0097143C" w:rsidRDefault="0097143C" w:rsidP="0097143C">
      <w:pPr>
        <w:pStyle w:val="ISM"/>
        <w:tabs>
          <w:tab w:val="left" w:pos="1080"/>
        </w:tabs>
      </w:pPr>
      <w:r>
        <w:tab/>
      </w:r>
      <w:r>
        <w:tab/>
      </w:r>
      <w:r>
        <w:tab/>
      </w:r>
      <w:r>
        <w:rPr>
          <w:rFonts w:ascii="Times New Roman" w:hAnsi="Times New Roman"/>
          <w:i/>
          <w:spacing w:val="-2"/>
        </w:rPr>
        <w:t>PV</w:t>
      </w:r>
      <w:r>
        <w:rPr>
          <w:spacing w:val="-2"/>
        </w:rPr>
        <w:t xml:space="preserve"> = </w:t>
      </w:r>
      <w:r w:rsidR="009B02E3">
        <w:rPr>
          <w:spacing w:val="-2"/>
        </w:rPr>
        <w:t>$</w:t>
      </w:r>
      <w:r w:rsidR="007564D0">
        <w:t>8867.20</w:t>
      </w:r>
      <w:r w:rsidR="00DC0FD9" w:rsidRPr="007564D0">
        <w:rPr>
          <w:spacing w:val="-2"/>
          <w:position w:val="-38"/>
        </w:rPr>
        <w:object w:dxaOrig="2320" w:dyaOrig="880">
          <v:shape id="_x0000_i1222" type="#_x0000_t75" style="width:115.55pt;height:43.55pt" o:ole="" fillcolor="window">
            <v:imagedata r:id="rId406" o:title=""/>
          </v:shape>
          <o:OLEObject Type="Embed" ProgID="Equation.3" ShapeID="_x0000_i1222" DrawAspect="Content" ObjectID="_1654992551" r:id="rId407"/>
        </w:object>
      </w:r>
      <w:r w:rsidR="009B02E3">
        <w:rPr>
          <w:spacing w:val="-2"/>
        </w:rPr>
        <w:t xml:space="preserve"> </w:t>
      </w:r>
      <w:r>
        <w:rPr>
          <w:spacing w:val="-2"/>
        </w:rPr>
        <w:t xml:space="preserve">= </w:t>
      </w:r>
      <w:r>
        <w:rPr>
          <w:spacing w:val="-2"/>
          <w:u w:val="double"/>
        </w:rPr>
        <w:t>$</w:t>
      </w:r>
      <w:r w:rsidR="0032298B">
        <w:rPr>
          <w:spacing w:val="-2"/>
          <w:u w:val="double"/>
        </w:rPr>
        <w:t>1</w:t>
      </w:r>
      <w:r w:rsidR="007564D0">
        <w:rPr>
          <w:spacing w:val="-2"/>
          <w:u w:val="double"/>
        </w:rPr>
        <w:t>45,238.45</w:t>
      </w:r>
    </w:p>
    <w:p w:rsidR="0097143C" w:rsidRDefault="0097143C" w:rsidP="0097143C">
      <w:pPr>
        <w:pStyle w:val="ISM"/>
      </w:pPr>
      <w:r>
        <w:tab/>
      </w:r>
      <w:r>
        <w:tab/>
        <w:t xml:space="preserve">The </w:t>
      </w:r>
      <w:r>
        <w:rPr>
          <w:spacing w:val="-2"/>
        </w:rPr>
        <w:t xml:space="preserve">present value </w:t>
      </w:r>
      <w:r>
        <w:t>of the full pension at age 65 is</w:t>
      </w:r>
    </w:p>
    <w:p w:rsidR="0097143C" w:rsidRDefault="0097143C" w:rsidP="0097143C">
      <w:pPr>
        <w:pStyle w:val="ISM"/>
        <w:tabs>
          <w:tab w:val="left" w:pos="1080"/>
        </w:tabs>
      </w:pPr>
      <w:r>
        <w:tab/>
      </w:r>
      <w:r>
        <w:tab/>
      </w:r>
      <w:r>
        <w:tab/>
      </w:r>
      <w:r>
        <w:rPr>
          <w:rFonts w:ascii="Times New Roman" w:hAnsi="Times New Roman"/>
          <w:i/>
          <w:spacing w:val="-2"/>
        </w:rPr>
        <w:t>PV</w:t>
      </w:r>
      <w:r>
        <w:rPr>
          <w:spacing w:val="-2"/>
        </w:rPr>
        <w:t xml:space="preserve"> = </w:t>
      </w:r>
      <w:r w:rsidR="009B02E3">
        <w:rPr>
          <w:spacing w:val="-2"/>
        </w:rPr>
        <w:t>$</w:t>
      </w:r>
      <w:r w:rsidR="007564D0">
        <w:t>15,523.32</w:t>
      </w:r>
      <w:r w:rsidR="00DC0FD9" w:rsidRPr="007564D0">
        <w:rPr>
          <w:spacing w:val="-2"/>
          <w:position w:val="-38"/>
        </w:rPr>
        <w:object w:dxaOrig="2320" w:dyaOrig="880">
          <v:shape id="_x0000_i1223" type="#_x0000_t75" style="width:115.55pt;height:43.55pt" o:ole="" fillcolor="window">
            <v:imagedata r:id="rId408" o:title=""/>
          </v:shape>
          <o:OLEObject Type="Embed" ProgID="Equation.3" ShapeID="_x0000_i1223" DrawAspect="Content" ObjectID="_1654992552" r:id="rId409"/>
        </w:object>
      </w:r>
      <w:r w:rsidR="009B02E3">
        <w:rPr>
          <w:spacing w:val="-2"/>
        </w:rPr>
        <w:t xml:space="preserve"> </w:t>
      </w:r>
      <w:r>
        <w:rPr>
          <w:spacing w:val="-2"/>
        </w:rPr>
        <w:t>= $</w:t>
      </w:r>
      <w:r w:rsidR="00A61569">
        <w:rPr>
          <w:spacing w:val="-2"/>
        </w:rPr>
        <w:t>203,596.55</w:t>
      </w:r>
    </w:p>
    <w:p w:rsidR="0097143C" w:rsidRDefault="0097143C" w:rsidP="0097143C">
      <w:pPr>
        <w:pStyle w:val="ISM"/>
      </w:pPr>
      <w:r>
        <w:tab/>
      </w:r>
      <w:r>
        <w:tab/>
        <w:t xml:space="preserve">The </w:t>
      </w:r>
      <w:r>
        <w:rPr>
          <w:spacing w:val="-2"/>
        </w:rPr>
        <w:t xml:space="preserve">present value </w:t>
      </w:r>
      <w:r>
        <w:t>of the preceding amount at age 60 (5 years earlier) is</w:t>
      </w:r>
    </w:p>
    <w:p w:rsidR="0097143C" w:rsidRDefault="0097143C" w:rsidP="0097143C">
      <w:pPr>
        <w:pStyle w:val="ISM"/>
        <w:tabs>
          <w:tab w:val="left" w:pos="1080"/>
        </w:tabs>
      </w:pPr>
      <w:r>
        <w:tab/>
      </w:r>
      <w:r>
        <w:tab/>
      </w:r>
      <w:r>
        <w:tab/>
      </w:r>
      <w:r w:rsidRPr="004B1A38">
        <w:rPr>
          <w:position w:val="-12"/>
        </w:rPr>
        <w:object w:dxaOrig="1640" w:dyaOrig="420">
          <v:shape id="_x0000_i1224" type="#_x0000_t75" style="width:79.55pt;height:21.75pt" o:ole="" fillcolor="window">
            <v:imagedata r:id="rId354" o:title=""/>
          </v:shape>
          <o:OLEObject Type="Embed" ProgID="Equation.2" ShapeID="_x0000_i1224" DrawAspect="Content" ObjectID="_1654992553" r:id="rId410"/>
        </w:object>
      </w:r>
      <w:r>
        <w:t xml:space="preserve"> = </w:t>
      </w:r>
      <w:r>
        <w:rPr>
          <w:spacing w:val="-2"/>
        </w:rPr>
        <w:t>$</w:t>
      </w:r>
      <w:r w:rsidR="00A61569">
        <w:rPr>
          <w:spacing w:val="-2"/>
        </w:rPr>
        <w:t>203,596.55</w:t>
      </w:r>
      <w:r w:rsidRPr="004B1A38">
        <w:rPr>
          <w:spacing w:val="-2"/>
          <w:position w:val="-10"/>
        </w:rPr>
        <w:object w:dxaOrig="960" w:dyaOrig="380">
          <v:shape id="_x0000_i1225" type="#_x0000_t75" style="width:51.05pt;height:14.25pt" o:ole="" fillcolor="window">
            <v:imagedata r:id="rId411" o:title=""/>
          </v:shape>
          <o:OLEObject Type="Embed" ProgID="Equation.3" ShapeID="_x0000_i1225" DrawAspect="Content" ObjectID="_1654992554" r:id="rId412"/>
        </w:object>
      </w:r>
      <w:r>
        <w:rPr>
          <w:spacing w:val="-2"/>
        </w:rPr>
        <w:t xml:space="preserve"> = </w:t>
      </w:r>
      <w:r>
        <w:rPr>
          <w:spacing w:val="-2"/>
          <w:u w:val="double"/>
        </w:rPr>
        <w:t>$1</w:t>
      </w:r>
      <w:r w:rsidR="00A61569">
        <w:rPr>
          <w:spacing w:val="-2"/>
          <w:u w:val="double"/>
        </w:rPr>
        <w:t>63,376.26</w:t>
      </w:r>
    </w:p>
    <w:p w:rsidR="00DF1B73" w:rsidRPr="005D7038" w:rsidRDefault="0097143C" w:rsidP="0097143C">
      <w:pPr>
        <w:pStyle w:val="ISM"/>
        <w:rPr>
          <w:spacing w:val="-2"/>
        </w:rPr>
      </w:pPr>
      <w:r>
        <w:tab/>
      </w:r>
      <w:r>
        <w:tab/>
        <w:t xml:space="preserve">At a discount rate of 4.5% </w:t>
      </w:r>
      <w:r>
        <w:rPr>
          <w:spacing w:val="-2"/>
        </w:rPr>
        <w:t xml:space="preserve">compounded annually, the </w:t>
      </w:r>
      <w:r w:rsidRPr="005D7038">
        <w:rPr>
          <w:spacing w:val="-2"/>
        </w:rPr>
        <w:t xml:space="preserve">economic value of the </w:t>
      </w:r>
      <w:r w:rsidR="00DF1B73" w:rsidRPr="005D7038">
        <w:rPr>
          <w:spacing w:val="-2"/>
        </w:rPr>
        <w:t>full</w:t>
      </w:r>
      <w:r w:rsidRPr="005D7038">
        <w:rPr>
          <w:spacing w:val="-2"/>
        </w:rPr>
        <w:t xml:space="preserve"> pension</w:t>
      </w:r>
    </w:p>
    <w:p w:rsidR="00DF1B73" w:rsidRDefault="00DF1B73" w:rsidP="0097143C">
      <w:pPr>
        <w:pStyle w:val="ISM"/>
        <w:rPr>
          <w:spacing w:val="-2"/>
        </w:rPr>
      </w:pPr>
      <w:r w:rsidRPr="005D7038">
        <w:rPr>
          <w:spacing w:val="-2"/>
        </w:rPr>
        <w:tab/>
      </w:r>
      <w:r w:rsidRPr="005D7038">
        <w:rPr>
          <w:spacing w:val="-2"/>
        </w:rPr>
        <w:tab/>
        <w:t>is $</w:t>
      </w:r>
      <w:r w:rsidR="00A61569">
        <w:rPr>
          <w:spacing w:val="-2"/>
        </w:rPr>
        <w:t>18,137.81</w:t>
      </w:r>
      <w:r w:rsidRPr="005D7038">
        <w:rPr>
          <w:spacing w:val="-2"/>
        </w:rPr>
        <w:t xml:space="preserve"> more than the economic value of the reduced pension.</w:t>
      </w:r>
      <w:r w:rsidR="0097143C">
        <w:rPr>
          <w:spacing w:val="-2"/>
        </w:rPr>
        <w:t xml:space="preserve"> Therefore, </w:t>
      </w:r>
      <w:r>
        <w:rPr>
          <w:spacing w:val="-2"/>
        </w:rPr>
        <w:t xml:space="preserve">Neil </w:t>
      </w:r>
    </w:p>
    <w:p w:rsidR="0097143C" w:rsidRDefault="00DF1B73" w:rsidP="00DF1B73">
      <w:pPr>
        <w:pStyle w:val="ISM"/>
        <w:spacing w:after="120"/>
        <w:rPr>
          <w:spacing w:val="-2"/>
        </w:rPr>
      </w:pPr>
      <w:r>
        <w:rPr>
          <w:spacing w:val="-2"/>
        </w:rPr>
        <w:tab/>
      </w:r>
      <w:r>
        <w:rPr>
          <w:spacing w:val="-2"/>
        </w:rPr>
        <w:tab/>
        <w:t xml:space="preserve">should </w:t>
      </w:r>
      <w:r w:rsidR="002F2E46">
        <w:rPr>
          <w:spacing w:val="-2"/>
        </w:rPr>
        <w:t xml:space="preserve">again </w:t>
      </w:r>
      <w:r w:rsidRPr="00DF1B73">
        <w:rPr>
          <w:spacing w:val="-2"/>
          <w:u w:val="double"/>
        </w:rPr>
        <w:t>choose the full pension</w:t>
      </w:r>
      <w:r w:rsidR="005D7038">
        <w:rPr>
          <w:spacing w:val="-2"/>
          <w:u w:val="double"/>
        </w:rPr>
        <w:t xml:space="preserve"> beginning at age 65</w:t>
      </w:r>
      <w:r>
        <w:rPr>
          <w:spacing w:val="-2"/>
        </w:rPr>
        <w:t>.</w:t>
      </w:r>
      <w:r w:rsidR="0097143C">
        <w:rPr>
          <w:spacing w:val="-2"/>
        </w:rPr>
        <w:t xml:space="preserve"> </w:t>
      </w:r>
    </w:p>
    <w:p w:rsidR="005910B0" w:rsidRDefault="005910B0" w:rsidP="00BE5DA4">
      <w:pPr>
        <w:pStyle w:val="ISM"/>
      </w:pPr>
    </w:p>
    <w:p w:rsidR="00AA3FB3" w:rsidRDefault="00AA3FB3" w:rsidP="00BE5DA4">
      <w:pPr>
        <w:pStyle w:val="ISM"/>
        <w:sectPr w:rsidR="00AA3FB3" w:rsidSect="00B05B6B">
          <w:footerReference w:type="even" r:id="rId413"/>
          <w:footerReference w:type="default" r:id="rId414"/>
          <w:pgSz w:w="12240" w:h="15840" w:code="1"/>
          <w:pgMar w:top="1080" w:right="1440" w:bottom="1080" w:left="1440" w:header="720" w:footer="720" w:gutter="0"/>
          <w:pgNumType w:start="258"/>
          <w:cols w:space="720"/>
        </w:sectPr>
      </w:pPr>
    </w:p>
    <w:p w:rsidR="002F4C2D" w:rsidRDefault="002F4C2D" w:rsidP="00BE5DA4">
      <w:pPr>
        <w:pStyle w:val="ISM"/>
      </w:pPr>
    </w:p>
    <w:sectPr w:rsidR="002F4C2D" w:rsidSect="00AA3FB3">
      <w:footerReference w:type="even" r:id="rId415"/>
      <w:type w:val="evenPage"/>
      <w:pgSz w:w="12240" w:h="15840" w:code="1"/>
      <w:pgMar w:top="1080" w:right="1440" w:bottom="1080" w:left="1440" w:header="720" w:footer="720" w:gutter="0"/>
      <w:pgNumType w:start="27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E52" w:rsidRDefault="005F1E52">
      <w:r>
        <w:separator/>
      </w:r>
    </w:p>
  </w:endnote>
  <w:endnote w:type="continuationSeparator" w:id="0">
    <w:p w:rsidR="005F1E52" w:rsidRDefault="005F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T Extra">
    <w:panose1 w:val="05050102010205020202"/>
    <w:charset w:val="02"/>
    <w:family w:val="roman"/>
    <w:pitch w:val="variable"/>
    <w:sig w:usb0="8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F22" w:rsidRDefault="00F26F22">
    <w:pPr>
      <w:pStyle w:val="Footer"/>
      <w:pBdr>
        <w:top w:val="single" w:sz="4" w:space="1" w:color="auto"/>
      </w:pBdr>
      <w:tabs>
        <w:tab w:val="clear" w:pos="8640"/>
        <w:tab w:val="right" w:pos="9270"/>
      </w:tabs>
      <w:rPr>
        <w:b/>
        <w:i/>
      </w:rPr>
    </w:pPr>
    <w:r>
      <w:rPr>
        <w:rStyle w:val="PageNumber"/>
        <w:b/>
      </w:rPr>
      <w:fldChar w:fldCharType="begin"/>
    </w:r>
    <w:r>
      <w:rPr>
        <w:rStyle w:val="PageNumber"/>
        <w:b/>
      </w:rPr>
      <w:instrText xml:space="preserve"> PAGE </w:instrText>
    </w:r>
    <w:r>
      <w:rPr>
        <w:rStyle w:val="PageNumber"/>
        <w:b/>
      </w:rPr>
      <w:fldChar w:fldCharType="separate"/>
    </w:r>
    <w:r w:rsidR="00FD0002">
      <w:rPr>
        <w:rStyle w:val="PageNumber"/>
        <w:b/>
        <w:noProof/>
      </w:rPr>
      <w:t>258</w:t>
    </w:r>
    <w:r>
      <w:rPr>
        <w:rStyle w:val="PageNumber"/>
        <w:b/>
      </w:rPr>
      <w:fldChar w:fldCharType="end"/>
    </w:r>
    <w:r>
      <w:rPr>
        <w:rStyle w:val="PageNumber"/>
        <w:b/>
      </w:rPr>
      <w:tab/>
    </w:r>
    <w:r>
      <w:rPr>
        <w:rStyle w:val="PageNumber"/>
        <w:b/>
      </w:rPr>
      <w:tab/>
    </w:r>
    <w:r>
      <w:rPr>
        <w:rStyle w:val="PageNumber"/>
        <w:b/>
        <w:i/>
      </w:rPr>
      <w:t>Business Mathematics in Canada, 10/e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F22" w:rsidRDefault="00F26F22">
    <w:pPr>
      <w:pStyle w:val="Footer"/>
      <w:pBdr>
        <w:top w:val="single" w:sz="4" w:space="1" w:color="auto"/>
      </w:pBdr>
      <w:tabs>
        <w:tab w:val="clear" w:pos="8640"/>
        <w:tab w:val="right" w:pos="9270"/>
      </w:tabs>
      <w:rPr>
        <w:b/>
        <w:i/>
      </w:rPr>
    </w:pPr>
    <w:r>
      <w:rPr>
        <w:b/>
        <w:i/>
      </w:rPr>
      <w:t>Chapter 14: Annuities: Special Situations</w:t>
    </w:r>
    <w:r>
      <w:rPr>
        <w:b/>
        <w:i/>
      </w:rPr>
      <w:tab/>
    </w:r>
    <w:r>
      <w:rPr>
        <w:b/>
        <w:i/>
      </w:rPr>
      <w:tab/>
    </w:r>
    <w:r>
      <w:rPr>
        <w:rStyle w:val="PageNumber"/>
        <w:b/>
      </w:rPr>
      <w:fldChar w:fldCharType="begin"/>
    </w:r>
    <w:r>
      <w:rPr>
        <w:rStyle w:val="PageNumber"/>
        <w:b/>
      </w:rPr>
      <w:instrText xml:space="preserve"> PAGE </w:instrText>
    </w:r>
    <w:r>
      <w:rPr>
        <w:rStyle w:val="PageNumber"/>
        <w:b/>
      </w:rPr>
      <w:fldChar w:fldCharType="separate"/>
    </w:r>
    <w:r w:rsidR="00FD0002">
      <w:rPr>
        <w:rStyle w:val="PageNumber"/>
        <w:b/>
        <w:noProof/>
      </w:rPr>
      <w:t>259</w:t>
    </w:r>
    <w:r>
      <w:rPr>
        <w:rStyle w:val="PageNumbe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4E5" w:rsidRDefault="00D264E5" w:rsidP="00D264E5">
    <w:pPr>
      <w:pStyle w:val="Footer"/>
      <w:tabs>
        <w:tab w:val="clear" w:pos="8640"/>
        <w:tab w:val="right" w:pos="9270"/>
      </w:tabs>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E52" w:rsidRDefault="005F1E52">
      <w:r>
        <w:separator/>
      </w:r>
    </w:p>
  </w:footnote>
  <w:footnote w:type="continuationSeparator" w:id="0">
    <w:p w:rsidR="005F1E52" w:rsidRDefault="005F1E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7143C"/>
    <w:rsid w:val="0002157E"/>
    <w:rsid w:val="0003362A"/>
    <w:rsid w:val="00041F7B"/>
    <w:rsid w:val="000442E8"/>
    <w:rsid w:val="00057FF9"/>
    <w:rsid w:val="000824C2"/>
    <w:rsid w:val="000943C4"/>
    <w:rsid w:val="000A6BFF"/>
    <w:rsid w:val="000B05FF"/>
    <w:rsid w:val="000B0955"/>
    <w:rsid w:val="000B6394"/>
    <w:rsid w:val="000C45C1"/>
    <w:rsid w:val="000C643C"/>
    <w:rsid w:val="000F241C"/>
    <w:rsid w:val="000F3C61"/>
    <w:rsid w:val="00101D39"/>
    <w:rsid w:val="00134AFA"/>
    <w:rsid w:val="0013667F"/>
    <w:rsid w:val="00140494"/>
    <w:rsid w:val="00145C3F"/>
    <w:rsid w:val="00151E2E"/>
    <w:rsid w:val="00170C92"/>
    <w:rsid w:val="00175243"/>
    <w:rsid w:val="00176EF7"/>
    <w:rsid w:val="00177FBE"/>
    <w:rsid w:val="001907D6"/>
    <w:rsid w:val="00197A7A"/>
    <w:rsid w:val="001A3B6D"/>
    <w:rsid w:val="001A5934"/>
    <w:rsid w:val="001A775A"/>
    <w:rsid w:val="001C67AE"/>
    <w:rsid w:val="001E5801"/>
    <w:rsid w:val="001F68B9"/>
    <w:rsid w:val="00202130"/>
    <w:rsid w:val="002157E7"/>
    <w:rsid w:val="0022116C"/>
    <w:rsid w:val="00222E76"/>
    <w:rsid w:val="00225A7E"/>
    <w:rsid w:val="00245696"/>
    <w:rsid w:val="00246E1A"/>
    <w:rsid w:val="00252F54"/>
    <w:rsid w:val="002542AC"/>
    <w:rsid w:val="00260812"/>
    <w:rsid w:val="00264946"/>
    <w:rsid w:val="00265A11"/>
    <w:rsid w:val="00281723"/>
    <w:rsid w:val="002852C6"/>
    <w:rsid w:val="00290FDC"/>
    <w:rsid w:val="00291BE3"/>
    <w:rsid w:val="002A1070"/>
    <w:rsid w:val="002A2242"/>
    <w:rsid w:val="002A3CE0"/>
    <w:rsid w:val="002C79BA"/>
    <w:rsid w:val="002D73A3"/>
    <w:rsid w:val="002F1536"/>
    <w:rsid w:val="002F2E46"/>
    <w:rsid w:val="002F4C2D"/>
    <w:rsid w:val="00307944"/>
    <w:rsid w:val="00317A28"/>
    <w:rsid w:val="00317B23"/>
    <w:rsid w:val="0032149E"/>
    <w:rsid w:val="0032298B"/>
    <w:rsid w:val="00322D94"/>
    <w:rsid w:val="00323456"/>
    <w:rsid w:val="00341696"/>
    <w:rsid w:val="003800E2"/>
    <w:rsid w:val="0038490B"/>
    <w:rsid w:val="00390BE9"/>
    <w:rsid w:val="00393714"/>
    <w:rsid w:val="003A258C"/>
    <w:rsid w:val="003A3C83"/>
    <w:rsid w:val="003A48FA"/>
    <w:rsid w:val="003A7C51"/>
    <w:rsid w:val="003B1C21"/>
    <w:rsid w:val="003B1F4F"/>
    <w:rsid w:val="003C0EAE"/>
    <w:rsid w:val="003C5796"/>
    <w:rsid w:val="003C788A"/>
    <w:rsid w:val="003D2B07"/>
    <w:rsid w:val="003D4EB5"/>
    <w:rsid w:val="003E3940"/>
    <w:rsid w:val="003E6C22"/>
    <w:rsid w:val="003E72AF"/>
    <w:rsid w:val="003E7B3D"/>
    <w:rsid w:val="00400497"/>
    <w:rsid w:val="00404CB4"/>
    <w:rsid w:val="00421669"/>
    <w:rsid w:val="00423CC2"/>
    <w:rsid w:val="004308F3"/>
    <w:rsid w:val="004318C0"/>
    <w:rsid w:val="00441AE5"/>
    <w:rsid w:val="004515A0"/>
    <w:rsid w:val="00454913"/>
    <w:rsid w:val="00463FD9"/>
    <w:rsid w:val="00494324"/>
    <w:rsid w:val="00495922"/>
    <w:rsid w:val="00496205"/>
    <w:rsid w:val="004A5C1B"/>
    <w:rsid w:val="004B1A38"/>
    <w:rsid w:val="0050692E"/>
    <w:rsid w:val="00515E94"/>
    <w:rsid w:val="005165C4"/>
    <w:rsid w:val="00532C64"/>
    <w:rsid w:val="00540388"/>
    <w:rsid w:val="005428F9"/>
    <w:rsid w:val="00545807"/>
    <w:rsid w:val="0056152A"/>
    <w:rsid w:val="005910B0"/>
    <w:rsid w:val="005B0450"/>
    <w:rsid w:val="005B2EAA"/>
    <w:rsid w:val="005B5572"/>
    <w:rsid w:val="005C2710"/>
    <w:rsid w:val="005D0442"/>
    <w:rsid w:val="005D198C"/>
    <w:rsid w:val="005D7038"/>
    <w:rsid w:val="005E357A"/>
    <w:rsid w:val="005E5FB3"/>
    <w:rsid w:val="005E69BD"/>
    <w:rsid w:val="005F1E52"/>
    <w:rsid w:val="005F2DCA"/>
    <w:rsid w:val="00602F08"/>
    <w:rsid w:val="00605194"/>
    <w:rsid w:val="006151F6"/>
    <w:rsid w:val="00620351"/>
    <w:rsid w:val="00634E4A"/>
    <w:rsid w:val="00661B4B"/>
    <w:rsid w:val="00661C33"/>
    <w:rsid w:val="00666804"/>
    <w:rsid w:val="006727EB"/>
    <w:rsid w:val="0067365F"/>
    <w:rsid w:val="00675011"/>
    <w:rsid w:val="0067601C"/>
    <w:rsid w:val="00685F51"/>
    <w:rsid w:val="00695890"/>
    <w:rsid w:val="00697BD7"/>
    <w:rsid w:val="006A1F39"/>
    <w:rsid w:val="006A48B2"/>
    <w:rsid w:val="006A4C59"/>
    <w:rsid w:val="006A5CA9"/>
    <w:rsid w:val="006A6075"/>
    <w:rsid w:val="006B3457"/>
    <w:rsid w:val="006B7C26"/>
    <w:rsid w:val="006D12E8"/>
    <w:rsid w:val="006D4FA1"/>
    <w:rsid w:val="006F428A"/>
    <w:rsid w:val="00704A6D"/>
    <w:rsid w:val="00704B10"/>
    <w:rsid w:val="0071451C"/>
    <w:rsid w:val="0072425E"/>
    <w:rsid w:val="007255FC"/>
    <w:rsid w:val="00736B3C"/>
    <w:rsid w:val="00743401"/>
    <w:rsid w:val="00752491"/>
    <w:rsid w:val="007564D0"/>
    <w:rsid w:val="0076343F"/>
    <w:rsid w:val="00776C53"/>
    <w:rsid w:val="007802AA"/>
    <w:rsid w:val="00796168"/>
    <w:rsid w:val="007A165E"/>
    <w:rsid w:val="007A533D"/>
    <w:rsid w:val="007B4BD9"/>
    <w:rsid w:val="007B4E8C"/>
    <w:rsid w:val="007D2BB8"/>
    <w:rsid w:val="007D3599"/>
    <w:rsid w:val="007F0DF7"/>
    <w:rsid w:val="0080245F"/>
    <w:rsid w:val="00805857"/>
    <w:rsid w:val="008203C9"/>
    <w:rsid w:val="00821C96"/>
    <w:rsid w:val="008279B1"/>
    <w:rsid w:val="00836895"/>
    <w:rsid w:val="00843632"/>
    <w:rsid w:val="00847237"/>
    <w:rsid w:val="00847580"/>
    <w:rsid w:val="008649DA"/>
    <w:rsid w:val="00874A64"/>
    <w:rsid w:val="00876D67"/>
    <w:rsid w:val="0088049D"/>
    <w:rsid w:val="0088507C"/>
    <w:rsid w:val="008922DD"/>
    <w:rsid w:val="008952AC"/>
    <w:rsid w:val="00895A49"/>
    <w:rsid w:val="00896B4D"/>
    <w:rsid w:val="008B3794"/>
    <w:rsid w:val="008B6613"/>
    <w:rsid w:val="008B7EC3"/>
    <w:rsid w:val="008C14EE"/>
    <w:rsid w:val="008E4E66"/>
    <w:rsid w:val="008E7E97"/>
    <w:rsid w:val="009001BB"/>
    <w:rsid w:val="00907AAB"/>
    <w:rsid w:val="00916593"/>
    <w:rsid w:val="009207B8"/>
    <w:rsid w:val="00922CC6"/>
    <w:rsid w:val="00923D2D"/>
    <w:rsid w:val="009304CF"/>
    <w:rsid w:val="00932AC1"/>
    <w:rsid w:val="009354B8"/>
    <w:rsid w:val="00943498"/>
    <w:rsid w:val="00955BF1"/>
    <w:rsid w:val="0096159B"/>
    <w:rsid w:val="00963A74"/>
    <w:rsid w:val="009648E7"/>
    <w:rsid w:val="009702A8"/>
    <w:rsid w:val="0097143C"/>
    <w:rsid w:val="00996692"/>
    <w:rsid w:val="009B02E3"/>
    <w:rsid w:val="009C28A2"/>
    <w:rsid w:val="009C7F4A"/>
    <w:rsid w:val="009D2858"/>
    <w:rsid w:val="009E6251"/>
    <w:rsid w:val="009F0C38"/>
    <w:rsid w:val="00A104B1"/>
    <w:rsid w:val="00A2121E"/>
    <w:rsid w:val="00A22B01"/>
    <w:rsid w:val="00A36F3C"/>
    <w:rsid w:val="00A4222E"/>
    <w:rsid w:val="00A42CBB"/>
    <w:rsid w:val="00A526F7"/>
    <w:rsid w:val="00A566AA"/>
    <w:rsid w:val="00A5734C"/>
    <w:rsid w:val="00A6051F"/>
    <w:rsid w:val="00A61569"/>
    <w:rsid w:val="00A64475"/>
    <w:rsid w:val="00A7141A"/>
    <w:rsid w:val="00A762C4"/>
    <w:rsid w:val="00A76842"/>
    <w:rsid w:val="00A76DED"/>
    <w:rsid w:val="00A773DD"/>
    <w:rsid w:val="00A81A3A"/>
    <w:rsid w:val="00A83E49"/>
    <w:rsid w:val="00A854FE"/>
    <w:rsid w:val="00A932C6"/>
    <w:rsid w:val="00A979E0"/>
    <w:rsid w:val="00AA2C56"/>
    <w:rsid w:val="00AA3FB3"/>
    <w:rsid w:val="00AA44CA"/>
    <w:rsid w:val="00AA7ED4"/>
    <w:rsid w:val="00AB0FCC"/>
    <w:rsid w:val="00AB29D1"/>
    <w:rsid w:val="00AB497E"/>
    <w:rsid w:val="00AC2942"/>
    <w:rsid w:val="00AD03BB"/>
    <w:rsid w:val="00AE500A"/>
    <w:rsid w:val="00AF41B3"/>
    <w:rsid w:val="00AF51B2"/>
    <w:rsid w:val="00AF7CDF"/>
    <w:rsid w:val="00B03011"/>
    <w:rsid w:val="00B05B6B"/>
    <w:rsid w:val="00B117CE"/>
    <w:rsid w:val="00B24725"/>
    <w:rsid w:val="00B27200"/>
    <w:rsid w:val="00B27370"/>
    <w:rsid w:val="00B52148"/>
    <w:rsid w:val="00B53A8E"/>
    <w:rsid w:val="00B5577A"/>
    <w:rsid w:val="00B663DD"/>
    <w:rsid w:val="00B74E26"/>
    <w:rsid w:val="00B7524B"/>
    <w:rsid w:val="00B80CB8"/>
    <w:rsid w:val="00B81655"/>
    <w:rsid w:val="00B8375E"/>
    <w:rsid w:val="00B906A4"/>
    <w:rsid w:val="00BA5933"/>
    <w:rsid w:val="00BA6CE3"/>
    <w:rsid w:val="00BD12FD"/>
    <w:rsid w:val="00BD1A2C"/>
    <w:rsid w:val="00BE5DA4"/>
    <w:rsid w:val="00BE62CB"/>
    <w:rsid w:val="00BF1A66"/>
    <w:rsid w:val="00C1024D"/>
    <w:rsid w:val="00C162D2"/>
    <w:rsid w:val="00C1750A"/>
    <w:rsid w:val="00C33B8D"/>
    <w:rsid w:val="00C467B4"/>
    <w:rsid w:val="00C56339"/>
    <w:rsid w:val="00C626B8"/>
    <w:rsid w:val="00C702EE"/>
    <w:rsid w:val="00C82EA7"/>
    <w:rsid w:val="00CA2A36"/>
    <w:rsid w:val="00CA7AB9"/>
    <w:rsid w:val="00CB4336"/>
    <w:rsid w:val="00CB78C9"/>
    <w:rsid w:val="00CC0456"/>
    <w:rsid w:val="00CD53D5"/>
    <w:rsid w:val="00CF2718"/>
    <w:rsid w:val="00CF4B46"/>
    <w:rsid w:val="00D00DFE"/>
    <w:rsid w:val="00D0250D"/>
    <w:rsid w:val="00D02A54"/>
    <w:rsid w:val="00D2214A"/>
    <w:rsid w:val="00D264E5"/>
    <w:rsid w:val="00D271DF"/>
    <w:rsid w:val="00D33735"/>
    <w:rsid w:val="00D658B8"/>
    <w:rsid w:val="00D75ED4"/>
    <w:rsid w:val="00D814D2"/>
    <w:rsid w:val="00D907CD"/>
    <w:rsid w:val="00D975EC"/>
    <w:rsid w:val="00DA529D"/>
    <w:rsid w:val="00DC0FD9"/>
    <w:rsid w:val="00DC36AA"/>
    <w:rsid w:val="00DC47D8"/>
    <w:rsid w:val="00DD29A3"/>
    <w:rsid w:val="00DE5517"/>
    <w:rsid w:val="00DF1B73"/>
    <w:rsid w:val="00DF1EBA"/>
    <w:rsid w:val="00E019E0"/>
    <w:rsid w:val="00E02FFE"/>
    <w:rsid w:val="00E12214"/>
    <w:rsid w:val="00E172F9"/>
    <w:rsid w:val="00E42B2C"/>
    <w:rsid w:val="00E50567"/>
    <w:rsid w:val="00E553F4"/>
    <w:rsid w:val="00E62653"/>
    <w:rsid w:val="00E6391C"/>
    <w:rsid w:val="00E7009A"/>
    <w:rsid w:val="00E75D9F"/>
    <w:rsid w:val="00E819E2"/>
    <w:rsid w:val="00E922DF"/>
    <w:rsid w:val="00E9437C"/>
    <w:rsid w:val="00EA6D4F"/>
    <w:rsid w:val="00EB631A"/>
    <w:rsid w:val="00EB7A1F"/>
    <w:rsid w:val="00EC3B3A"/>
    <w:rsid w:val="00EC3EEB"/>
    <w:rsid w:val="00EE17BD"/>
    <w:rsid w:val="00EF40BE"/>
    <w:rsid w:val="00F04DE2"/>
    <w:rsid w:val="00F15EF3"/>
    <w:rsid w:val="00F25390"/>
    <w:rsid w:val="00F26F22"/>
    <w:rsid w:val="00F400A1"/>
    <w:rsid w:val="00F518B0"/>
    <w:rsid w:val="00F57F1D"/>
    <w:rsid w:val="00F60140"/>
    <w:rsid w:val="00F62D4A"/>
    <w:rsid w:val="00F769AC"/>
    <w:rsid w:val="00F81B38"/>
    <w:rsid w:val="00FA140A"/>
    <w:rsid w:val="00FB3C7A"/>
    <w:rsid w:val="00FC22CE"/>
    <w:rsid w:val="00FD0002"/>
    <w:rsid w:val="00FE4255"/>
    <w:rsid w:val="00FF3A6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99"/>
    <o:shapelayout v:ext="edit">
      <o:idmap v:ext="edit" data="1"/>
      <o:rules v:ext="edit">
        <o:r id="V:Rule1" type="callout" idref="#AutoShape 16"/>
        <o:r id="V:Rule2" type="callout" idref="#AutoShape 17"/>
        <o:r id="V:Rule3" type="callout" idref="#AutoShape 18"/>
        <o:r id="V:Rule4" type="callout" idref="#AutoShape 19"/>
        <o:r id="V:Rule5" type="callout" idref="#AutoShape 747"/>
        <o:r id="V:Rule6" type="callout" idref="#AutoShape 744"/>
        <o:r id="V:Rule7" type="callout" idref="#AutoShape 751"/>
        <o:r id="V:Rule8" type="callout" idref="#AutoShape 748"/>
        <o:r id="V:Rule9" type="callout" idref="#AutoShape 22"/>
        <o:r id="V:Rule10" type="callout" idref="#AutoShape 23"/>
        <o:r id="V:Rule11" type="callout" idref="#AutoShape 27"/>
        <o:r id="V:Rule12" type="callout" idref="#AutoShape 28"/>
        <o:r id="V:Rule13" type="callout" idref="#AutoShape 766"/>
        <o:r id="V:Rule14" type="callout" idref="#AutoShape 767"/>
        <o:r id="V:Rule15" type="callout" idref="#AutoShape 768"/>
        <o:r id="V:Rule16" type="callout" idref="#AutoShape 29"/>
        <o:r id="V:Rule17" type="callout" idref="#AutoShape 30"/>
        <o:r id="V:Rule18" type="callout" idref="#AutoShape 770"/>
        <o:r id="V:Rule19" type="callout" idref="#AutoShape 769"/>
        <o:r id="V:Rule20" type="callout" idref="#AutoShape 778"/>
        <o:r id="V:Rule21" type="callout" idref="#AutoShape 771"/>
        <o:r id="V:Rule22" type="callout" idref="#AutoShape 776"/>
        <o:r id="V:Rule23" type="callout" idref="#AutoShape 774"/>
        <o:r id="V:Rule24" type="callout" idref="#AutoShape 782"/>
        <o:r id="V:Rule25" type="callout" idref="#AutoShape 779"/>
        <o:r id="V:Rule26" type="callout" idref="#AutoShape 790"/>
        <o:r id="V:Rule27" type="callout" idref="#AutoShape 787"/>
      </o:rules>
    </o:shapelayout>
  </w:shapeDefaults>
  <w:decimalSymbol w:val="."/>
  <w:listSeparator w:val=","/>
  <w15:docId w15:val="{1F13F487-FDAB-47CF-8A17-0307B9FB1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A38"/>
    <w:rPr>
      <w:rFonts w:ascii="Arial" w:hAnsi="Arial"/>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1A38"/>
    <w:pPr>
      <w:tabs>
        <w:tab w:val="center" w:pos="4320"/>
        <w:tab w:val="right" w:pos="8640"/>
      </w:tabs>
    </w:pPr>
  </w:style>
  <w:style w:type="paragraph" w:styleId="Footer">
    <w:name w:val="footer"/>
    <w:basedOn w:val="Normal"/>
    <w:rsid w:val="004B1A38"/>
    <w:pPr>
      <w:tabs>
        <w:tab w:val="center" w:pos="4320"/>
        <w:tab w:val="right" w:pos="8640"/>
      </w:tabs>
    </w:pPr>
  </w:style>
  <w:style w:type="character" w:styleId="PageNumber">
    <w:name w:val="page number"/>
    <w:basedOn w:val="DefaultParagraphFont"/>
    <w:rsid w:val="004B1A38"/>
  </w:style>
  <w:style w:type="paragraph" w:customStyle="1" w:styleId="ISM">
    <w:name w:val="ISM"/>
    <w:basedOn w:val="Normal"/>
    <w:link w:val="ISMChar"/>
    <w:rsid w:val="004B1A38"/>
    <w:pPr>
      <w:tabs>
        <w:tab w:val="decimal" w:pos="270"/>
        <w:tab w:val="left" w:pos="540"/>
      </w:tabs>
    </w:pPr>
  </w:style>
  <w:style w:type="paragraph" w:customStyle="1" w:styleId="ISMab">
    <w:name w:val="ISMab"/>
    <w:basedOn w:val="ISM"/>
    <w:rsid w:val="004B1A38"/>
    <w:pPr>
      <w:tabs>
        <w:tab w:val="left" w:pos="900"/>
      </w:tabs>
    </w:pPr>
  </w:style>
  <w:style w:type="character" w:customStyle="1" w:styleId="ISMChar">
    <w:name w:val="ISM Char"/>
    <w:basedOn w:val="DefaultParagraphFont"/>
    <w:link w:val="ISM"/>
    <w:rsid w:val="00F57F1D"/>
    <w:rPr>
      <w:rFonts w:ascii="Arial" w:hAnsi="Arial"/>
      <w:sz w:val="22"/>
      <w:lang w:val="en-US" w:eastAsia="en-US"/>
    </w:rPr>
  </w:style>
  <w:style w:type="paragraph" w:styleId="BalloonText">
    <w:name w:val="Balloon Text"/>
    <w:basedOn w:val="Normal"/>
    <w:link w:val="BalloonTextChar"/>
    <w:rsid w:val="00C467B4"/>
    <w:rPr>
      <w:rFonts w:ascii="Tahoma" w:hAnsi="Tahoma" w:cs="Tahoma"/>
      <w:sz w:val="16"/>
      <w:szCs w:val="16"/>
    </w:rPr>
  </w:style>
  <w:style w:type="character" w:customStyle="1" w:styleId="BalloonTextChar">
    <w:name w:val="Balloon Text Char"/>
    <w:basedOn w:val="DefaultParagraphFont"/>
    <w:link w:val="BalloonText"/>
    <w:rsid w:val="00C467B4"/>
    <w:rPr>
      <w:rFonts w:ascii="Tahoma" w:hAnsi="Tahoma" w:cs="Tahoma"/>
      <w:sz w:val="16"/>
      <w:szCs w:val="16"/>
      <w:lang w:val="en-US" w:eastAsia="en-US"/>
    </w:rPr>
  </w:style>
  <w:style w:type="paragraph" w:customStyle="1" w:styleId="Mainfirst">
    <w:name w:val="Main first"/>
    <w:basedOn w:val="Normal"/>
    <w:rsid w:val="00C467B4"/>
    <w:pPr>
      <w:spacing w:line="360" w:lineRule="auto"/>
      <w:jc w:val="both"/>
    </w:pPr>
    <w:rPr>
      <w:lang w:val="en-GB"/>
    </w:rPr>
  </w:style>
  <w:style w:type="character" w:styleId="CommentReference">
    <w:name w:val="annotation reference"/>
    <w:basedOn w:val="DefaultParagraphFont"/>
    <w:rsid w:val="00F60140"/>
    <w:rPr>
      <w:sz w:val="16"/>
      <w:szCs w:val="16"/>
    </w:rPr>
  </w:style>
  <w:style w:type="paragraph" w:styleId="CommentText">
    <w:name w:val="annotation text"/>
    <w:basedOn w:val="Normal"/>
    <w:link w:val="CommentTextChar"/>
    <w:rsid w:val="00F60140"/>
    <w:rPr>
      <w:sz w:val="20"/>
    </w:rPr>
  </w:style>
  <w:style w:type="character" w:customStyle="1" w:styleId="CommentTextChar">
    <w:name w:val="Comment Text Char"/>
    <w:basedOn w:val="DefaultParagraphFont"/>
    <w:link w:val="CommentText"/>
    <w:rsid w:val="00F60140"/>
    <w:rPr>
      <w:rFonts w:ascii="Arial" w:hAnsi="Arial"/>
      <w:lang w:val="en-US" w:eastAsia="en-US"/>
    </w:rPr>
  </w:style>
  <w:style w:type="paragraph" w:styleId="CommentSubject">
    <w:name w:val="annotation subject"/>
    <w:basedOn w:val="CommentText"/>
    <w:next w:val="CommentText"/>
    <w:link w:val="CommentSubjectChar"/>
    <w:rsid w:val="00F60140"/>
    <w:rPr>
      <w:b/>
      <w:bCs/>
    </w:rPr>
  </w:style>
  <w:style w:type="character" w:customStyle="1" w:styleId="CommentSubjectChar">
    <w:name w:val="Comment Subject Char"/>
    <w:basedOn w:val="CommentTextChar"/>
    <w:link w:val="CommentSubject"/>
    <w:rsid w:val="00F60140"/>
    <w:rPr>
      <w:rFonts w:ascii="Arial" w:hAnsi="Arial"/>
      <w:b/>
      <w:bCs/>
      <w:lang w:val="en-US" w:eastAsia="en-US"/>
    </w:rPr>
  </w:style>
  <w:style w:type="paragraph" w:styleId="Revision">
    <w:name w:val="Revision"/>
    <w:hidden/>
    <w:uiPriority w:val="99"/>
    <w:semiHidden/>
    <w:rsid w:val="00FF3A6E"/>
    <w:rPr>
      <w:rFonts w:ascii="Arial" w:hAnsi="Arial"/>
      <w:sz w:val="22"/>
      <w:lang w:val="en-US" w:eastAsia="en-US"/>
    </w:rPr>
  </w:style>
  <w:style w:type="character" w:styleId="PlaceholderText">
    <w:name w:val="Placeholder Text"/>
    <w:basedOn w:val="DefaultParagraphFont"/>
    <w:uiPriority w:val="99"/>
    <w:semiHidden/>
    <w:rsid w:val="0060519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99" Type="http://schemas.openxmlformats.org/officeDocument/2006/relationships/image" Target="media/image136.wmf"/><Relationship Id="rId21" Type="http://schemas.openxmlformats.org/officeDocument/2006/relationships/image" Target="media/image8.wmf"/><Relationship Id="rId63" Type="http://schemas.openxmlformats.org/officeDocument/2006/relationships/image" Target="media/image28.wmf"/><Relationship Id="rId159" Type="http://schemas.openxmlformats.org/officeDocument/2006/relationships/oleObject" Target="embeddings/oleObject81.bin"/><Relationship Id="rId324" Type="http://schemas.openxmlformats.org/officeDocument/2006/relationships/image" Target="media/image147.wmf"/><Relationship Id="rId366" Type="http://schemas.openxmlformats.org/officeDocument/2006/relationships/image" Target="media/image166.wmf"/><Relationship Id="rId170" Type="http://schemas.openxmlformats.org/officeDocument/2006/relationships/image" Target="media/image78.wmf"/><Relationship Id="rId226" Type="http://schemas.openxmlformats.org/officeDocument/2006/relationships/oleObject" Target="embeddings/oleObject116.bin"/><Relationship Id="rId268" Type="http://schemas.openxmlformats.org/officeDocument/2006/relationships/oleObject" Target="embeddings/oleObject139.bin"/><Relationship Id="rId32" Type="http://schemas.openxmlformats.org/officeDocument/2006/relationships/image" Target="media/image13.wmf"/><Relationship Id="rId74" Type="http://schemas.openxmlformats.org/officeDocument/2006/relationships/image" Target="media/image33.wmf"/><Relationship Id="rId128" Type="http://schemas.openxmlformats.org/officeDocument/2006/relationships/image" Target="media/image58.wmf"/><Relationship Id="rId335" Type="http://schemas.openxmlformats.org/officeDocument/2006/relationships/oleObject" Target="embeddings/oleObject178.bin"/><Relationship Id="rId377" Type="http://schemas.openxmlformats.org/officeDocument/2006/relationships/oleObject" Target="embeddings/oleObject200.bin"/><Relationship Id="rId5" Type="http://schemas.openxmlformats.org/officeDocument/2006/relationships/footnotes" Target="footnotes.xml"/><Relationship Id="rId181" Type="http://schemas.openxmlformats.org/officeDocument/2006/relationships/oleObject" Target="embeddings/oleObject92.bin"/><Relationship Id="rId237" Type="http://schemas.openxmlformats.org/officeDocument/2006/relationships/oleObject" Target="embeddings/oleObject122.bin"/><Relationship Id="rId402" Type="http://schemas.openxmlformats.org/officeDocument/2006/relationships/oleObject" Target="embeddings/oleObject214.bin"/><Relationship Id="rId258" Type="http://schemas.openxmlformats.org/officeDocument/2006/relationships/oleObject" Target="embeddings/oleObject134.bin"/><Relationship Id="rId279" Type="http://schemas.openxmlformats.org/officeDocument/2006/relationships/image" Target="media/image128.wmf"/><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oleObject" Target="embeddings/oleObject30.bin"/><Relationship Id="rId118" Type="http://schemas.openxmlformats.org/officeDocument/2006/relationships/oleObject" Target="embeddings/oleObject59.bin"/><Relationship Id="rId139" Type="http://schemas.openxmlformats.org/officeDocument/2006/relationships/image" Target="media/image63.wmf"/><Relationship Id="rId290" Type="http://schemas.openxmlformats.org/officeDocument/2006/relationships/image" Target="media/image133.wmf"/><Relationship Id="rId304" Type="http://schemas.openxmlformats.org/officeDocument/2006/relationships/oleObject" Target="embeddings/oleObject160.bin"/><Relationship Id="rId325" Type="http://schemas.openxmlformats.org/officeDocument/2006/relationships/oleObject" Target="embeddings/oleObject172.bin"/><Relationship Id="rId346" Type="http://schemas.openxmlformats.org/officeDocument/2006/relationships/image" Target="media/image157.wmf"/><Relationship Id="rId367" Type="http://schemas.openxmlformats.org/officeDocument/2006/relationships/oleObject" Target="embeddings/oleObject195.bin"/><Relationship Id="rId388" Type="http://schemas.openxmlformats.org/officeDocument/2006/relationships/oleObject" Target="embeddings/oleObject206.bin"/><Relationship Id="rId85" Type="http://schemas.openxmlformats.org/officeDocument/2006/relationships/image" Target="media/image38.wmf"/><Relationship Id="rId150" Type="http://schemas.openxmlformats.org/officeDocument/2006/relationships/oleObject" Target="embeddings/oleObject76.bin"/><Relationship Id="rId171" Type="http://schemas.openxmlformats.org/officeDocument/2006/relationships/oleObject" Target="embeddings/oleObject87.bin"/><Relationship Id="rId192" Type="http://schemas.openxmlformats.org/officeDocument/2006/relationships/image" Target="media/image89.wmf"/><Relationship Id="rId206" Type="http://schemas.openxmlformats.org/officeDocument/2006/relationships/oleObject" Target="embeddings/oleObject105.bin"/><Relationship Id="rId227" Type="http://schemas.openxmlformats.org/officeDocument/2006/relationships/image" Target="media/image105.wmf"/><Relationship Id="rId413" Type="http://schemas.openxmlformats.org/officeDocument/2006/relationships/footer" Target="footer1.xml"/><Relationship Id="rId248" Type="http://schemas.openxmlformats.org/officeDocument/2006/relationships/image" Target="media/image115.wmf"/><Relationship Id="rId269" Type="http://schemas.openxmlformats.org/officeDocument/2006/relationships/image" Target="media/image124.emf"/><Relationship Id="rId12" Type="http://schemas.openxmlformats.org/officeDocument/2006/relationships/oleObject" Target="embeddings/oleObject3.bin"/><Relationship Id="rId33" Type="http://schemas.openxmlformats.org/officeDocument/2006/relationships/oleObject" Target="embeddings/oleObject14.bin"/><Relationship Id="rId108" Type="http://schemas.openxmlformats.org/officeDocument/2006/relationships/image" Target="media/image49.wmf"/><Relationship Id="rId129" Type="http://schemas.openxmlformats.org/officeDocument/2006/relationships/oleObject" Target="embeddings/oleObject65.bin"/><Relationship Id="rId280" Type="http://schemas.openxmlformats.org/officeDocument/2006/relationships/oleObject" Target="embeddings/oleObject146.bin"/><Relationship Id="rId315" Type="http://schemas.openxmlformats.org/officeDocument/2006/relationships/image" Target="media/image143.wmf"/><Relationship Id="rId336" Type="http://schemas.openxmlformats.org/officeDocument/2006/relationships/image" Target="media/image152.emf"/><Relationship Id="rId357" Type="http://schemas.openxmlformats.org/officeDocument/2006/relationships/oleObject" Target="embeddings/oleObject189.bin"/><Relationship Id="rId54" Type="http://schemas.openxmlformats.org/officeDocument/2006/relationships/oleObject" Target="embeddings/oleObject25.bin"/><Relationship Id="rId75" Type="http://schemas.openxmlformats.org/officeDocument/2006/relationships/oleObject" Target="embeddings/oleObject36.bin"/><Relationship Id="rId96" Type="http://schemas.openxmlformats.org/officeDocument/2006/relationships/image" Target="media/image43.wmf"/><Relationship Id="rId140" Type="http://schemas.openxmlformats.org/officeDocument/2006/relationships/oleObject" Target="embeddings/oleObject71.bin"/><Relationship Id="rId161" Type="http://schemas.openxmlformats.org/officeDocument/2006/relationships/oleObject" Target="embeddings/oleObject82.bin"/><Relationship Id="rId182" Type="http://schemas.openxmlformats.org/officeDocument/2006/relationships/image" Target="media/image84.emf"/><Relationship Id="rId217" Type="http://schemas.openxmlformats.org/officeDocument/2006/relationships/oleObject" Target="embeddings/oleObject111.bin"/><Relationship Id="rId378" Type="http://schemas.openxmlformats.org/officeDocument/2006/relationships/oleObject" Target="embeddings/oleObject201.bin"/><Relationship Id="rId399" Type="http://schemas.openxmlformats.org/officeDocument/2006/relationships/oleObject" Target="embeddings/oleObject212.bin"/><Relationship Id="rId403" Type="http://schemas.openxmlformats.org/officeDocument/2006/relationships/oleObject" Target="embeddings/oleObject215.bin"/><Relationship Id="rId6" Type="http://schemas.openxmlformats.org/officeDocument/2006/relationships/endnotes" Target="endnotes.xml"/><Relationship Id="rId238" Type="http://schemas.openxmlformats.org/officeDocument/2006/relationships/image" Target="media/image110.wmf"/><Relationship Id="rId259" Type="http://schemas.openxmlformats.org/officeDocument/2006/relationships/image" Target="media/image119.wmf"/><Relationship Id="rId23" Type="http://schemas.openxmlformats.org/officeDocument/2006/relationships/image" Target="media/image9.wmf"/><Relationship Id="rId119" Type="http://schemas.openxmlformats.org/officeDocument/2006/relationships/oleObject" Target="embeddings/oleObject60.bin"/><Relationship Id="rId270" Type="http://schemas.openxmlformats.org/officeDocument/2006/relationships/oleObject" Target="embeddings/oleObject140.bin"/><Relationship Id="rId291" Type="http://schemas.openxmlformats.org/officeDocument/2006/relationships/oleObject" Target="embeddings/oleObject152.bin"/><Relationship Id="rId305" Type="http://schemas.openxmlformats.org/officeDocument/2006/relationships/oleObject" Target="embeddings/oleObject161.bin"/><Relationship Id="rId326" Type="http://schemas.openxmlformats.org/officeDocument/2006/relationships/image" Target="media/image148.wmf"/><Relationship Id="rId347" Type="http://schemas.openxmlformats.org/officeDocument/2006/relationships/oleObject" Target="embeddings/oleObject184.bin"/><Relationship Id="rId44" Type="http://schemas.openxmlformats.org/officeDocument/2006/relationships/image" Target="media/image19.wmf"/><Relationship Id="rId65" Type="http://schemas.openxmlformats.org/officeDocument/2006/relationships/image" Target="media/image29.wmf"/><Relationship Id="rId86" Type="http://schemas.openxmlformats.org/officeDocument/2006/relationships/oleObject" Target="embeddings/oleObject42.bin"/><Relationship Id="rId130" Type="http://schemas.openxmlformats.org/officeDocument/2006/relationships/image" Target="media/image59.wmf"/><Relationship Id="rId151" Type="http://schemas.openxmlformats.org/officeDocument/2006/relationships/image" Target="media/image69.wmf"/><Relationship Id="rId368" Type="http://schemas.openxmlformats.org/officeDocument/2006/relationships/image" Target="media/image167.emf"/><Relationship Id="rId389" Type="http://schemas.openxmlformats.org/officeDocument/2006/relationships/image" Target="media/image177.wmf"/><Relationship Id="rId172" Type="http://schemas.openxmlformats.org/officeDocument/2006/relationships/image" Target="media/image79.wmf"/><Relationship Id="rId193" Type="http://schemas.openxmlformats.org/officeDocument/2006/relationships/oleObject" Target="embeddings/oleObject98.bin"/><Relationship Id="rId207" Type="http://schemas.openxmlformats.org/officeDocument/2006/relationships/image" Target="media/image96.wmf"/><Relationship Id="rId228" Type="http://schemas.openxmlformats.org/officeDocument/2006/relationships/oleObject" Target="embeddings/oleObject117.bin"/><Relationship Id="rId249" Type="http://schemas.openxmlformats.org/officeDocument/2006/relationships/oleObject" Target="embeddings/oleObject128.bin"/><Relationship Id="rId414" Type="http://schemas.openxmlformats.org/officeDocument/2006/relationships/footer" Target="footer2.xml"/><Relationship Id="rId13" Type="http://schemas.openxmlformats.org/officeDocument/2006/relationships/image" Target="media/image4.wmf"/><Relationship Id="rId109" Type="http://schemas.openxmlformats.org/officeDocument/2006/relationships/oleObject" Target="embeddings/oleObject54.bin"/><Relationship Id="rId260" Type="http://schemas.openxmlformats.org/officeDocument/2006/relationships/oleObject" Target="embeddings/oleObject135.bin"/><Relationship Id="rId281" Type="http://schemas.openxmlformats.org/officeDocument/2006/relationships/image" Target="media/image129.wmf"/><Relationship Id="rId316" Type="http://schemas.openxmlformats.org/officeDocument/2006/relationships/oleObject" Target="embeddings/oleObject167.bin"/><Relationship Id="rId337" Type="http://schemas.openxmlformats.org/officeDocument/2006/relationships/oleObject" Target="embeddings/oleObject179.bin"/><Relationship Id="rId34" Type="http://schemas.openxmlformats.org/officeDocument/2006/relationships/image" Target="media/image14.wmf"/><Relationship Id="rId55" Type="http://schemas.openxmlformats.org/officeDocument/2006/relationships/image" Target="media/image24.emf"/><Relationship Id="rId76" Type="http://schemas.openxmlformats.org/officeDocument/2006/relationships/image" Target="media/image34.wmf"/><Relationship Id="rId97" Type="http://schemas.openxmlformats.org/officeDocument/2006/relationships/oleObject" Target="embeddings/oleObject48.bin"/><Relationship Id="rId120" Type="http://schemas.openxmlformats.org/officeDocument/2006/relationships/image" Target="media/image54.wmf"/><Relationship Id="rId141" Type="http://schemas.openxmlformats.org/officeDocument/2006/relationships/image" Target="media/image64.wmf"/><Relationship Id="rId358" Type="http://schemas.openxmlformats.org/officeDocument/2006/relationships/oleObject" Target="embeddings/oleObject190.bin"/><Relationship Id="rId379" Type="http://schemas.openxmlformats.org/officeDocument/2006/relationships/image" Target="media/image172.wmf"/><Relationship Id="rId7" Type="http://schemas.openxmlformats.org/officeDocument/2006/relationships/image" Target="media/image1.wmf"/><Relationship Id="rId162" Type="http://schemas.openxmlformats.org/officeDocument/2006/relationships/image" Target="media/image74.wmf"/><Relationship Id="rId183" Type="http://schemas.openxmlformats.org/officeDocument/2006/relationships/oleObject" Target="embeddings/oleObject93.bin"/><Relationship Id="rId218" Type="http://schemas.openxmlformats.org/officeDocument/2006/relationships/image" Target="media/image101.wmf"/><Relationship Id="rId239" Type="http://schemas.openxmlformats.org/officeDocument/2006/relationships/oleObject" Target="embeddings/oleObject123.bin"/><Relationship Id="rId390" Type="http://schemas.openxmlformats.org/officeDocument/2006/relationships/oleObject" Target="embeddings/oleObject207.bin"/><Relationship Id="rId404" Type="http://schemas.openxmlformats.org/officeDocument/2006/relationships/image" Target="media/image183.wmf"/><Relationship Id="rId250" Type="http://schemas.openxmlformats.org/officeDocument/2006/relationships/image" Target="media/image116.wmf"/><Relationship Id="rId271" Type="http://schemas.openxmlformats.org/officeDocument/2006/relationships/oleObject" Target="embeddings/oleObject141.bin"/><Relationship Id="rId292" Type="http://schemas.openxmlformats.org/officeDocument/2006/relationships/oleObject" Target="embeddings/oleObject153.bin"/><Relationship Id="rId306" Type="http://schemas.openxmlformats.org/officeDocument/2006/relationships/image" Target="media/image139.wmf"/><Relationship Id="rId24" Type="http://schemas.openxmlformats.org/officeDocument/2006/relationships/oleObject" Target="embeddings/oleObject9.bin"/><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image" Target="media/image39.wmf"/><Relationship Id="rId110" Type="http://schemas.openxmlformats.org/officeDocument/2006/relationships/oleObject" Target="embeddings/oleObject55.bin"/><Relationship Id="rId131" Type="http://schemas.openxmlformats.org/officeDocument/2006/relationships/oleObject" Target="embeddings/oleObject66.bin"/><Relationship Id="rId327" Type="http://schemas.openxmlformats.org/officeDocument/2006/relationships/oleObject" Target="embeddings/oleObject173.bin"/><Relationship Id="rId348" Type="http://schemas.openxmlformats.org/officeDocument/2006/relationships/image" Target="media/image158.wmf"/><Relationship Id="rId369" Type="http://schemas.openxmlformats.org/officeDocument/2006/relationships/oleObject" Target="embeddings/oleObject196.bin"/><Relationship Id="rId152" Type="http://schemas.openxmlformats.org/officeDocument/2006/relationships/oleObject" Target="embeddings/oleObject77.bin"/><Relationship Id="rId173" Type="http://schemas.openxmlformats.org/officeDocument/2006/relationships/oleObject" Target="embeddings/oleObject88.bin"/><Relationship Id="rId194" Type="http://schemas.openxmlformats.org/officeDocument/2006/relationships/oleObject" Target="embeddings/oleObject99.bin"/><Relationship Id="rId208" Type="http://schemas.openxmlformats.org/officeDocument/2006/relationships/oleObject" Target="embeddings/oleObject106.bin"/><Relationship Id="rId229" Type="http://schemas.openxmlformats.org/officeDocument/2006/relationships/image" Target="media/image106.wmf"/><Relationship Id="rId380" Type="http://schemas.openxmlformats.org/officeDocument/2006/relationships/oleObject" Target="embeddings/oleObject202.bin"/><Relationship Id="rId415" Type="http://schemas.openxmlformats.org/officeDocument/2006/relationships/footer" Target="footer3.xml"/><Relationship Id="rId240" Type="http://schemas.openxmlformats.org/officeDocument/2006/relationships/image" Target="media/image111.wmf"/><Relationship Id="rId261" Type="http://schemas.openxmlformats.org/officeDocument/2006/relationships/image" Target="media/image120.wmf"/><Relationship Id="rId14" Type="http://schemas.openxmlformats.org/officeDocument/2006/relationships/oleObject" Target="embeddings/oleObject4.bin"/><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oleObject" Target="embeddings/oleObject37.bin"/><Relationship Id="rId100" Type="http://schemas.openxmlformats.org/officeDocument/2006/relationships/image" Target="media/image45.wmf"/><Relationship Id="rId282" Type="http://schemas.openxmlformats.org/officeDocument/2006/relationships/oleObject" Target="embeddings/oleObject147.bin"/><Relationship Id="rId317" Type="http://schemas.openxmlformats.org/officeDocument/2006/relationships/image" Target="media/image144.wmf"/><Relationship Id="rId338" Type="http://schemas.openxmlformats.org/officeDocument/2006/relationships/image" Target="media/image153.wmf"/><Relationship Id="rId359" Type="http://schemas.openxmlformats.org/officeDocument/2006/relationships/image" Target="media/image163.wmf"/><Relationship Id="rId8" Type="http://schemas.openxmlformats.org/officeDocument/2006/relationships/oleObject" Target="embeddings/oleObject1.bin"/><Relationship Id="rId98" Type="http://schemas.openxmlformats.org/officeDocument/2006/relationships/image" Target="media/image44.wmf"/><Relationship Id="rId121" Type="http://schemas.openxmlformats.org/officeDocument/2006/relationships/oleObject" Target="embeddings/oleObject61.bin"/><Relationship Id="rId142" Type="http://schemas.openxmlformats.org/officeDocument/2006/relationships/oleObject" Target="embeddings/oleObject72.bin"/><Relationship Id="rId163" Type="http://schemas.openxmlformats.org/officeDocument/2006/relationships/oleObject" Target="embeddings/oleObject83.bin"/><Relationship Id="rId184" Type="http://schemas.openxmlformats.org/officeDocument/2006/relationships/image" Target="media/image85.wmf"/><Relationship Id="rId219" Type="http://schemas.openxmlformats.org/officeDocument/2006/relationships/oleObject" Target="embeddings/oleObject112.bin"/><Relationship Id="rId370" Type="http://schemas.openxmlformats.org/officeDocument/2006/relationships/image" Target="media/image168.wmf"/><Relationship Id="rId391" Type="http://schemas.openxmlformats.org/officeDocument/2006/relationships/image" Target="media/image178.wmf"/><Relationship Id="rId405" Type="http://schemas.openxmlformats.org/officeDocument/2006/relationships/oleObject" Target="embeddings/oleObject216.bin"/><Relationship Id="rId230" Type="http://schemas.openxmlformats.org/officeDocument/2006/relationships/oleObject" Target="embeddings/oleObject118.bin"/><Relationship Id="rId251" Type="http://schemas.openxmlformats.org/officeDocument/2006/relationships/oleObject" Target="embeddings/oleObject129.bin"/><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2.bin"/><Relationship Id="rId272" Type="http://schemas.openxmlformats.org/officeDocument/2006/relationships/image" Target="media/image125.emf"/><Relationship Id="rId293" Type="http://schemas.openxmlformats.org/officeDocument/2006/relationships/image" Target="media/image134.wmf"/><Relationship Id="rId307" Type="http://schemas.openxmlformats.org/officeDocument/2006/relationships/oleObject" Target="embeddings/oleObject162.bin"/><Relationship Id="rId328" Type="http://schemas.openxmlformats.org/officeDocument/2006/relationships/image" Target="media/image149.wmf"/><Relationship Id="rId349" Type="http://schemas.openxmlformats.org/officeDocument/2006/relationships/oleObject" Target="embeddings/oleObject185.bin"/><Relationship Id="rId88" Type="http://schemas.openxmlformats.org/officeDocument/2006/relationships/oleObject" Target="embeddings/oleObject43.bin"/><Relationship Id="rId111" Type="http://schemas.openxmlformats.org/officeDocument/2006/relationships/image" Target="media/image50.wmf"/><Relationship Id="rId132" Type="http://schemas.openxmlformats.org/officeDocument/2006/relationships/image" Target="media/image60.wmf"/><Relationship Id="rId153" Type="http://schemas.openxmlformats.org/officeDocument/2006/relationships/oleObject" Target="embeddings/oleObject78.bin"/><Relationship Id="rId174" Type="http://schemas.openxmlformats.org/officeDocument/2006/relationships/image" Target="media/image80.emf"/><Relationship Id="rId195" Type="http://schemas.openxmlformats.org/officeDocument/2006/relationships/image" Target="media/image90.wmf"/><Relationship Id="rId209" Type="http://schemas.openxmlformats.org/officeDocument/2006/relationships/image" Target="media/image97.wmf"/><Relationship Id="rId360" Type="http://schemas.openxmlformats.org/officeDocument/2006/relationships/oleObject" Target="embeddings/oleObject191.bin"/><Relationship Id="rId381" Type="http://schemas.openxmlformats.org/officeDocument/2006/relationships/image" Target="media/image173.wmf"/><Relationship Id="rId416" Type="http://schemas.openxmlformats.org/officeDocument/2006/relationships/fontTable" Target="fontTable.xml"/><Relationship Id="rId220" Type="http://schemas.openxmlformats.org/officeDocument/2006/relationships/image" Target="media/image102.wmf"/><Relationship Id="rId241" Type="http://schemas.openxmlformats.org/officeDocument/2006/relationships/oleObject" Target="embeddings/oleObject124.bin"/><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image" Target="media/image25.emf"/><Relationship Id="rId262" Type="http://schemas.openxmlformats.org/officeDocument/2006/relationships/oleObject" Target="embeddings/oleObject136.bin"/><Relationship Id="rId283" Type="http://schemas.openxmlformats.org/officeDocument/2006/relationships/oleObject" Target="embeddings/oleObject148.bin"/><Relationship Id="rId318" Type="http://schemas.openxmlformats.org/officeDocument/2006/relationships/oleObject" Target="embeddings/oleObject168.bin"/><Relationship Id="rId339" Type="http://schemas.openxmlformats.org/officeDocument/2006/relationships/oleObject" Target="embeddings/oleObject180.bin"/><Relationship Id="rId78" Type="http://schemas.openxmlformats.org/officeDocument/2006/relationships/image" Target="media/image35.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5.wmf"/><Relationship Id="rId143" Type="http://schemas.openxmlformats.org/officeDocument/2006/relationships/image" Target="media/image65.wmf"/><Relationship Id="rId164" Type="http://schemas.openxmlformats.org/officeDocument/2006/relationships/image" Target="media/image75.emf"/><Relationship Id="rId185" Type="http://schemas.openxmlformats.org/officeDocument/2006/relationships/oleObject" Target="embeddings/oleObject94.bin"/><Relationship Id="rId350" Type="http://schemas.openxmlformats.org/officeDocument/2006/relationships/image" Target="media/image159.wmf"/><Relationship Id="rId371" Type="http://schemas.openxmlformats.org/officeDocument/2006/relationships/oleObject" Target="embeddings/oleObject197.bin"/><Relationship Id="rId406" Type="http://schemas.openxmlformats.org/officeDocument/2006/relationships/image" Target="media/image184.emf"/><Relationship Id="rId9" Type="http://schemas.openxmlformats.org/officeDocument/2006/relationships/image" Target="media/image2.wmf"/><Relationship Id="rId210" Type="http://schemas.openxmlformats.org/officeDocument/2006/relationships/oleObject" Target="embeddings/oleObject107.bin"/><Relationship Id="rId392" Type="http://schemas.openxmlformats.org/officeDocument/2006/relationships/oleObject" Target="embeddings/oleObject208.bin"/><Relationship Id="rId26" Type="http://schemas.openxmlformats.org/officeDocument/2006/relationships/oleObject" Target="embeddings/oleObject10.bin"/><Relationship Id="rId231" Type="http://schemas.openxmlformats.org/officeDocument/2006/relationships/image" Target="media/image107.wmf"/><Relationship Id="rId252" Type="http://schemas.openxmlformats.org/officeDocument/2006/relationships/oleObject" Target="embeddings/oleObject130.bin"/><Relationship Id="rId273" Type="http://schemas.openxmlformats.org/officeDocument/2006/relationships/oleObject" Target="embeddings/oleObject142.bin"/><Relationship Id="rId294" Type="http://schemas.openxmlformats.org/officeDocument/2006/relationships/oleObject" Target="embeddings/oleObject154.bin"/><Relationship Id="rId308" Type="http://schemas.openxmlformats.org/officeDocument/2006/relationships/oleObject" Target="embeddings/oleObject163.bin"/><Relationship Id="rId329" Type="http://schemas.openxmlformats.org/officeDocument/2006/relationships/oleObject" Target="embeddings/oleObject174.bin"/><Relationship Id="rId47" Type="http://schemas.openxmlformats.org/officeDocument/2006/relationships/oleObject" Target="embeddings/oleObject21.bin"/><Relationship Id="rId68" Type="http://schemas.openxmlformats.org/officeDocument/2006/relationships/image" Target="media/image30.wmf"/><Relationship Id="rId89" Type="http://schemas.openxmlformats.org/officeDocument/2006/relationships/image" Target="media/image40.wmf"/><Relationship Id="rId112" Type="http://schemas.openxmlformats.org/officeDocument/2006/relationships/oleObject" Target="embeddings/oleObject56.bin"/><Relationship Id="rId133" Type="http://schemas.openxmlformats.org/officeDocument/2006/relationships/oleObject" Target="embeddings/oleObject67.bin"/><Relationship Id="rId154" Type="http://schemas.openxmlformats.org/officeDocument/2006/relationships/image" Target="media/image70.wmf"/><Relationship Id="rId175" Type="http://schemas.openxmlformats.org/officeDocument/2006/relationships/oleObject" Target="embeddings/oleObject89.bin"/><Relationship Id="rId340" Type="http://schemas.openxmlformats.org/officeDocument/2006/relationships/image" Target="media/image154.wmf"/><Relationship Id="rId361" Type="http://schemas.openxmlformats.org/officeDocument/2006/relationships/image" Target="media/image164.wmf"/><Relationship Id="rId196" Type="http://schemas.openxmlformats.org/officeDocument/2006/relationships/oleObject" Target="embeddings/oleObject100.bin"/><Relationship Id="rId200" Type="http://schemas.openxmlformats.org/officeDocument/2006/relationships/oleObject" Target="embeddings/oleObject102.bin"/><Relationship Id="rId382" Type="http://schemas.openxmlformats.org/officeDocument/2006/relationships/oleObject" Target="embeddings/oleObject203.bin"/><Relationship Id="rId417" Type="http://schemas.openxmlformats.org/officeDocument/2006/relationships/theme" Target="theme/theme1.xml"/><Relationship Id="rId16" Type="http://schemas.openxmlformats.org/officeDocument/2006/relationships/oleObject" Target="embeddings/oleObject5.bin"/><Relationship Id="rId221" Type="http://schemas.openxmlformats.org/officeDocument/2006/relationships/oleObject" Target="embeddings/oleObject113.bin"/><Relationship Id="rId242" Type="http://schemas.openxmlformats.org/officeDocument/2006/relationships/image" Target="media/image112.wmf"/><Relationship Id="rId263" Type="http://schemas.openxmlformats.org/officeDocument/2006/relationships/image" Target="media/image121.emf"/><Relationship Id="rId284" Type="http://schemas.openxmlformats.org/officeDocument/2006/relationships/image" Target="media/image130.wmf"/><Relationship Id="rId319" Type="http://schemas.openxmlformats.org/officeDocument/2006/relationships/image" Target="media/image145.wmf"/><Relationship Id="rId37" Type="http://schemas.openxmlformats.org/officeDocument/2006/relationships/oleObject" Target="embeddings/oleObject16.bin"/><Relationship Id="rId58" Type="http://schemas.openxmlformats.org/officeDocument/2006/relationships/oleObject" Target="embeddings/oleObject27.bin"/><Relationship Id="rId79" Type="http://schemas.openxmlformats.org/officeDocument/2006/relationships/oleObject" Target="embeddings/oleObject38.bin"/><Relationship Id="rId102" Type="http://schemas.openxmlformats.org/officeDocument/2006/relationships/image" Target="media/image46.wmf"/><Relationship Id="rId123" Type="http://schemas.openxmlformats.org/officeDocument/2006/relationships/oleObject" Target="embeddings/oleObject62.bin"/><Relationship Id="rId144" Type="http://schemas.openxmlformats.org/officeDocument/2006/relationships/oleObject" Target="embeddings/oleObject73.bin"/><Relationship Id="rId330" Type="http://schemas.openxmlformats.org/officeDocument/2006/relationships/image" Target="media/image150.wmf"/><Relationship Id="rId90" Type="http://schemas.openxmlformats.org/officeDocument/2006/relationships/oleObject" Target="embeddings/oleObject44.bin"/><Relationship Id="rId165" Type="http://schemas.openxmlformats.org/officeDocument/2006/relationships/oleObject" Target="embeddings/oleObject84.bin"/><Relationship Id="rId186" Type="http://schemas.openxmlformats.org/officeDocument/2006/relationships/image" Target="media/image86.wmf"/><Relationship Id="rId351" Type="http://schemas.openxmlformats.org/officeDocument/2006/relationships/oleObject" Target="embeddings/oleObject186.bin"/><Relationship Id="rId372" Type="http://schemas.openxmlformats.org/officeDocument/2006/relationships/image" Target="media/image169.wmf"/><Relationship Id="rId393" Type="http://schemas.openxmlformats.org/officeDocument/2006/relationships/image" Target="media/image179.wmf"/><Relationship Id="rId407" Type="http://schemas.openxmlformats.org/officeDocument/2006/relationships/oleObject" Target="embeddings/oleObject217.bin"/><Relationship Id="rId211" Type="http://schemas.openxmlformats.org/officeDocument/2006/relationships/oleObject" Target="embeddings/oleObject108.bin"/><Relationship Id="rId232" Type="http://schemas.openxmlformats.org/officeDocument/2006/relationships/oleObject" Target="embeddings/oleObject119.bin"/><Relationship Id="rId253" Type="http://schemas.openxmlformats.org/officeDocument/2006/relationships/image" Target="media/image117.wmf"/><Relationship Id="rId274" Type="http://schemas.openxmlformats.org/officeDocument/2006/relationships/oleObject" Target="embeddings/oleObject143.bin"/><Relationship Id="rId295" Type="http://schemas.openxmlformats.org/officeDocument/2006/relationships/oleObject" Target="embeddings/oleObject155.bin"/><Relationship Id="rId309" Type="http://schemas.openxmlformats.org/officeDocument/2006/relationships/image" Target="media/image140.wmf"/><Relationship Id="rId27" Type="http://schemas.openxmlformats.org/officeDocument/2006/relationships/oleObject" Target="embeddings/oleObject11.bin"/><Relationship Id="rId48" Type="http://schemas.openxmlformats.org/officeDocument/2006/relationships/image" Target="media/image21.wmf"/><Relationship Id="rId69" Type="http://schemas.openxmlformats.org/officeDocument/2006/relationships/oleObject" Target="embeddings/oleObject33.bin"/><Relationship Id="rId113" Type="http://schemas.openxmlformats.org/officeDocument/2006/relationships/image" Target="media/image51.wmf"/><Relationship Id="rId134" Type="http://schemas.openxmlformats.org/officeDocument/2006/relationships/image" Target="media/image61.wmf"/><Relationship Id="rId320" Type="http://schemas.openxmlformats.org/officeDocument/2006/relationships/oleObject" Target="embeddings/oleObject169.bin"/><Relationship Id="rId80" Type="http://schemas.openxmlformats.org/officeDocument/2006/relationships/image" Target="media/image36.wmf"/><Relationship Id="rId155" Type="http://schemas.openxmlformats.org/officeDocument/2006/relationships/oleObject" Target="embeddings/oleObject79.bin"/><Relationship Id="rId176" Type="http://schemas.openxmlformats.org/officeDocument/2006/relationships/image" Target="media/image81.wmf"/><Relationship Id="rId197" Type="http://schemas.openxmlformats.org/officeDocument/2006/relationships/image" Target="media/image91.wmf"/><Relationship Id="rId341" Type="http://schemas.openxmlformats.org/officeDocument/2006/relationships/oleObject" Target="embeddings/oleObject181.bin"/><Relationship Id="rId362" Type="http://schemas.openxmlformats.org/officeDocument/2006/relationships/oleObject" Target="embeddings/oleObject192.bin"/><Relationship Id="rId383" Type="http://schemas.openxmlformats.org/officeDocument/2006/relationships/image" Target="media/image174.wmf"/><Relationship Id="rId201" Type="http://schemas.openxmlformats.org/officeDocument/2006/relationships/image" Target="media/image93.wmf"/><Relationship Id="rId222" Type="http://schemas.openxmlformats.org/officeDocument/2006/relationships/image" Target="media/image103.wmf"/><Relationship Id="rId243" Type="http://schemas.openxmlformats.org/officeDocument/2006/relationships/oleObject" Target="embeddings/oleObject125.bin"/><Relationship Id="rId264" Type="http://schemas.openxmlformats.org/officeDocument/2006/relationships/oleObject" Target="embeddings/oleObject137.bin"/><Relationship Id="rId285" Type="http://schemas.openxmlformats.org/officeDocument/2006/relationships/oleObject" Target="embeddings/oleObject149.bin"/><Relationship Id="rId17" Type="http://schemas.openxmlformats.org/officeDocument/2006/relationships/image" Target="media/image6.wmf"/><Relationship Id="rId38" Type="http://schemas.openxmlformats.org/officeDocument/2006/relationships/image" Target="media/image16.wmf"/><Relationship Id="rId59" Type="http://schemas.openxmlformats.org/officeDocument/2006/relationships/image" Target="media/image26.emf"/><Relationship Id="rId103" Type="http://schemas.openxmlformats.org/officeDocument/2006/relationships/oleObject" Target="embeddings/oleObject51.bin"/><Relationship Id="rId124" Type="http://schemas.openxmlformats.org/officeDocument/2006/relationships/image" Target="media/image56.wmf"/><Relationship Id="rId310" Type="http://schemas.openxmlformats.org/officeDocument/2006/relationships/oleObject" Target="embeddings/oleObject164.bin"/><Relationship Id="rId70" Type="http://schemas.openxmlformats.org/officeDocument/2006/relationships/image" Target="media/image31.wmf"/><Relationship Id="rId91" Type="http://schemas.openxmlformats.org/officeDocument/2006/relationships/image" Target="media/image41.wmf"/><Relationship Id="rId145" Type="http://schemas.openxmlformats.org/officeDocument/2006/relationships/image" Target="media/image66.wmf"/><Relationship Id="rId166" Type="http://schemas.openxmlformats.org/officeDocument/2006/relationships/image" Target="media/image76.wmf"/><Relationship Id="rId187" Type="http://schemas.openxmlformats.org/officeDocument/2006/relationships/oleObject" Target="embeddings/oleObject95.bin"/><Relationship Id="rId331" Type="http://schemas.openxmlformats.org/officeDocument/2006/relationships/oleObject" Target="embeddings/oleObject175.bin"/><Relationship Id="rId352" Type="http://schemas.openxmlformats.org/officeDocument/2006/relationships/image" Target="media/image160.wmf"/><Relationship Id="rId373" Type="http://schemas.openxmlformats.org/officeDocument/2006/relationships/oleObject" Target="embeddings/oleObject198.bin"/><Relationship Id="rId394" Type="http://schemas.openxmlformats.org/officeDocument/2006/relationships/oleObject" Target="embeddings/oleObject209.bin"/><Relationship Id="rId408" Type="http://schemas.openxmlformats.org/officeDocument/2006/relationships/image" Target="media/image185.emf"/><Relationship Id="rId1" Type="http://schemas.openxmlformats.org/officeDocument/2006/relationships/customXml" Target="../customXml/item1.xml"/><Relationship Id="rId212" Type="http://schemas.openxmlformats.org/officeDocument/2006/relationships/image" Target="media/image98.wmf"/><Relationship Id="rId233" Type="http://schemas.openxmlformats.org/officeDocument/2006/relationships/oleObject" Target="embeddings/oleObject120.bin"/><Relationship Id="rId254" Type="http://schemas.openxmlformats.org/officeDocument/2006/relationships/oleObject" Target="embeddings/oleObject131.bin"/><Relationship Id="rId28" Type="http://schemas.openxmlformats.org/officeDocument/2006/relationships/image" Target="media/image11.wmf"/><Relationship Id="rId49" Type="http://schemas.openxmlformats.org/officeDocument/2006/relationships/oleObject" Target="embeddings/oleObject22.bin"/><Relationship Id="rId114" Type="http://schemas.openxmlformats.org/officeDocument/2006/relationships/oleObject" Target="embeddings/oleObject57.bin"/><Relationship Id="rId275" Type="http://schemas.openxmlformats.org/officeDocument/2006/relationships/image" Target="media/image126.wmf"/><Relationship Id="rId296" Type="http://schemas.openxmlformats.org/officeDocument/2006/relationships/image" Target="media/image135.wmf"/><Relationship Id="rId300" Type="http://schemas.openxmlformats.org/officeDocument/2006/relationships/oleObject" Target="embeddings/oleObject158.bin"/><Relationship Id="rId60" Type="http://schemas.openxmlformats.org/officeDocument/2006/relationships/oleObject" Target="embeddings/oleObject28.bin"/><Relationship Id="rId81" Type="http://schemas.openxmlformats.org/officeDocument/2006/relationships/oleObject" Target="embeddings/oleObject39.bin"/><Relationship Id="rId135" Type="http://schemas.openxmlformats.org/officeDocument/2006/relationships/oleObject" Target="embeddings/oleObject68.bin"/><Relationship Id="rId156" Type="http://schemas.openxmlformats.org/officeDocument/2006/relationships/image" Target="media/image71.emf"/><Relationship Id="rId177" Type="http://schemas.openxmlformats.org/officeDocument/2006/relationships/oleObject" Target="embeddings/oleObject90.bin"/><Relationship Id="rId198" Type="http://schemas.openxmlformats.org/officeDocument/2006/relationships/oleObject" Target="embeddings/oleObject101.bin"/><Relationship Id="rId321" Type="http://schemas.openxmlformats.org/officeDocument/2006/relationships/oleObject" Target="embeddings/oleObject170.bin"/><Relationship Id="rId342" Type="http://schemas.openxmlformats.org/officeDocument/2006/relationships/image" Target="media/image155.wmf"/><Relationship Id="rId363" Type="http://schemas.openxmlformats.org/officeDocument/2006/relationships/oleObject" Target="embeddings/oleObject193.bin"/><Relationship Id="rId384" Type="http://schemas.openxmlformats.org/officeDocument/2006/relationships/oleObject" Target="embeddings/oleObject204.bin"/><Relationship Id="rId202" Type="http://schemas.openxmlformats.org/officeDocument/2006/relationships/oleObject" Target="embeddings/oleObject103.bin"/><Relationship Id="rId223" Type="http://schemas.openxmlformats.org/officeDocument/2006/relationships/oleObject" Target="embeddings/oleObject114.bin"/><Relationship Id="rId244" Type="http://schemas.openxmlformats.org/officeDocument/2006/relationships/image" Target="media/image113.wmf"/><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image" Target="media/image122.emf"/><Relationship Id="rId286" Type="http://schemas.openxmlformats.org/officeDocument/2006/relationships/image" Target="media/image131.wmf"/><Relationship Id="rId50" Type="http://schemas.openxmlformats.org/officeDocument/2006/relationships/oleObject" Target="embeddings/oleObject23.bin"/><Relationship Id="rId104" Type="http://schemas.openxmlformats.org/officeDocument/2006/relationships/image" Target="media/image47.wmf"/><Relationship Id="rId125" Type="http://schemas.openxmlformats.org/officeDocument/2006/relationships/oleObject" Target="embeddings/oleObject63.bin"/><Relationship Id="rId146" Type="http://schemas.openxmlformats.org/officeDocument/2006/relationships/oleObject" Target="embeddings/oleObject74.bin"/><Relationship Id="rId167" Type="http://schemas.openxmlformats.org/officeDocument/2006/relationships/oleObject" Target="embeddings/oleObject85.bin"/><Relationship Id="rId188" Type="http://schemas.openxmlformats.org/officeDocument/2006/relationships/image" Target="media/image87.wmf"/><Relationship Id="rId311" Type="http://schemas.openxmlformats.org/officeDocument/2006/relationships/image" Target="media/image141.wmf"/><Relationship Id="rId332" Type="http://schemas.openxmlformats.org/officeDocument/2006/relationships/image" Target="media/image151.wmf"/><Relationship Id="rId353" Type="http://schemas.openxmlformats.org/officeDocument/2006/relationships/oleObject" Target="embeddings/oleObject187.bin"/><Relationship Id="rId374" Type="http://schemas.openxmlformats.org/officeDocument/2006/relationships/image" Target="media/image170.emf"/><Relationship Id="rId395" Type="http://schemas.openxmlformats.org/officeDocument/2006/relationships/image" Target="media/image180.wmf"/><Relationship Id="rId409" Type="http://schemas.openxmlformats.org/officeDocument/2006/relationships/oleObject" Target="embeddings/oleObject218.bin"/><Relationship Id="rId71" Type="http://schemas.openxmlformats.org/officeDocument/2006/relationships/oleObject" Target="embeddings/oleObject34.bin"/><Relationship Id="rId92" Type="http://schemas.openxmlformats.org/officeDocument/2006/relationships/oleObject" Target="embeddings/oleObject45.bin"/><Relationship Id="rId213" Type="http://schemas.openxmlformats.org/officeDocument/2006/relationships/oleObject" Target="embeddings/oleObject109.bin"/><Relationship Id="rId234" Type="http://schemas.openxmlformats.org/officeDocument/2006/relationships/image" Target="media/image108.wmf"/><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118.wmf"/><Relationship Id="rId276" Type="http://schemas.openxmlformats.org/officeDocument/2006/relationships/oleObject" Target="embeddings/oleObject144.bin"/><Relationship Id="rId297" Type="http://schemas.openxmlformats.org/officeDocument/2006/relationships/oleObject" Target="embeddings/oleObject156.bin"/><Relationship Id="rId40" Type="http://schemas.openxmlformats.org/officeDocument/2006/relationships/image" Target="media/image17.wmf"/><Relationship Id="rId115" Type="http://schemas.openxmlformats.org/officeDocument/2006/relationships/image" Target="media/image52.wmf"/><Relationship Id="rId136" Type="http://schemas.openxmlformats.org/officeDocument/2006/relationships/image" Target="media/image62.wmf"/><Relationship Id="rId157" Type="http://schemas.openxmlformats.org/officeDocument/2006/relationships/oleObject" Target="embeddings/oleObject80.bin"/><Relationship Id="rId178" Type="http://schemas.openxmlformats.org/officeDocument/2006/relationships/image" Target="media/image82.emf"/><Relationship Id="rId301" Type="http://schemas.openxmlformats.org/officeDocument/2006/relationships/image" Target="media/image137.wmf"/><Relationship Id="rId322" Type="http://schemas.openxmlformats.org/officeDocument/2006/relationships/image" Target="media/image146.wmf"/><Relationship Id="rId343" Type="http://schemas.openxmlformats.org/officeDocument/2006/relationships/oleObject" Target="embeddings/oleObject182.bin"/><Relationship Id="rId364" Type="http://schemas.openxmlformats.org/officeDocument/2006/relationships/image" Target="media/image165.wmf"/><Relationship Id="rId61" Type="http://schemas.openxmlformats.org/officeDocument/2006/relationships/image" Target="media/image27.wmf"/><Relationship Id="rId82" Type="http://schemas.openxmlformats.org/officeDocument/2006/relationships/image" Target="media/image37.wmf"/><Relationship Id="rId199" Type="http://schemas.openxmlformats.org/officeDocument/2006/relationships/image" Target="media/image92.wmf"/><Relationship Id="rId203" Type="http://schemas.openxmlformats.org/officeDocument/2006/relationships/image" Target="media/image94.wmf"/><Relationship Id="rId385" Type="http://schemas.openxmlformats.org/officeDocument/2006/relationships/image" Target="media/image175.wmf"/><Relationship Id="rId19" Type="http://schemas.openxmlformats.org/officeDocument/2006/relationships/image" Target="media/image7.wmf"/><Relationship Id="rId224" Type="http://schemas.openxmlformats.org/officeDocument/2006/relationships/oleObject" Target="embeddings/oleObject115.bin"/><Relationship Id="rId245" Type="http://schemas.openxmlformats.org/officeDocument/2006/relationships/oleObject" Target="embeddings/oleObject126.bin"/><Relationship Id="rId266" Type="http://schemas.openxmlformats.org/officeDocument/2006/relationships/oleObject" Target="embeddings/oleObject138.bin"/><Relationship Id="rId287" Type="http://schemas.openxmlformats.org/officeDocument/2006/relationships/oleObject" Target="embeddings/oleObject150.bin"/><Relationship Id="rId410" Type="http://schemas.openxmlformats.org/officeDocument/2006/relationships/oleObject" Target="embeddings/oleObject219.bin"/><Relationship Id="rId30" Type="http://schemas.openxmlformats.org/officeDocument/2006/relationships/image" Target="media/image12.wmf"/><Relationship Id="rId105" Type="http://schemas.openxmlformats.org/officeDocument/2006/relationships/oleObject" Target="embeddings/oleObject52.bin"/><Relationship Id="rId126" Type="http://schemas.openxmlformats.org/officeDocument/2006/relationships/image" Target="media/image57.wmf"/><Relationship Id="rId147" Type="http://schemas.openxmlformats.org/officeDocument/2006/relationships/image" Target="media/image67.wmf"/><Relationship Id="rId168" Type="http://schemas.openxmlformats.org/officeDocument/2006/relationships/image" Target="media/image77.wmf"/><Relationship Id="rId312" Type="http://schemas.openxmlformats.org/officeDocument/2006/relationships/oleObject" Target="embeddings/oleObject165.bin"/><Relationship Id="rId333" Type="http://schemas.openxmlformats.org/officeDocument/2006/relationships/oleObject" Target="embeddings/oleObject176.bin"/><Relationship Id="rId354" Type="http://schemas.openxmlformats.org/officeDocument/2006/relationships/image" Target="media/image161.wmf"/><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oleObject" Target="embeddings/oleObject46.bin"/><Relationship Id="rId189" Type="http://schemas.openxmlformats.org/officeDocument/2006/relationships/oleObject" Target="embeddings/oleObject96.bin"/><Relationship Id="rId375" Type="http://schemas.openxmlformats.org/officeDocument/2006/relationships/oleObject" Target="embeddings/oleObject199.bin"/><Relationship Id="rId396" Type="http://schemas.openxmlformats.org/officeDocument/2006/relationships/oleObject" Target="embeddings/oleObject210.bin"/><Relationship Id="rId3" Type="http://schemas.openxmlformats.org/officeDocument/2006/relationships/settings" Target="settings.xml"/><Relationship Id="rId214" Type="http://schemas.openxmlformats.org/officeDocument/2006/relationships/image" Target="media/image99.wmf"/><Relationship Id="rId235" Type="http://schemas.openxmlformats.org/officeDocument/2006/relationships/oleObject" Target="embeddings/oleObject121.bin"/><Relationship Id="rId256" Type="http://schemas.openxmlformats.org/officeDocument/2006/relationships/oleObject" Target="embeddings/oleObject132.bin"/><Relationship Id="rId277" Type="http://schemas.openxmlformats.org/officeDocument/2006/relationships/image" Target="media/image127.wmf"/><Relationship Id="rId298" Type="http://schemas.openxmlformats.org/officeDocument/2006/relationships/oleObject" Target="embeddings/oleObject157.bin"/><Relationship Id="rId400" Type="http://schemas.openxmlformats.org/officeDocument/2006/relationships/oleObject" Target="embeddings/oleObject213.bin"/><Relationship Id="rId116" Type="http://schemas.openxmlformats.org/officeDocument/2006/relationships/oleObject" Target="embeddings/oleObject58.bin"/><Relationship Id="rId137" Type="http://schemas.openxmlformats.org/officeDocument/2006/relationships/oleObject" Target="embeddings/oleObject69.bin"/><Relationship Id="rId158" Type="http://schemas.openxmlformats.org/officeDocument/2006/relationships/image" Target="media/image72.wmf"/><Relationship Id="rId302" Type="http://schemas.openxmlformats.org/officeDocument/2006/relationships/oleObject" Target="embeddings/oleObject159.bin"/><Relationship Id="rId323" Type="http://schemas.openxmlformats.org/officeDocument/2006/relationships/oleObject" Target="embeddings/oleObject171.bin"/><Relationship Id="rId344" Type="http://schemas.openxmlformats.org/officeDocument/2006/relationships/image" Target="media/image156.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oleObject" Target="embeddings/oleObject29.bin"/><Relationship Id="rId83" Type="http://schemas.openxmlformats.org/officeDocument/2006/relationships/oleObject" Target="embeddings/oleObject40.bin"/><Relationship Id="rId179" Type="http://schemas.openxmlformats.org/officeDocument/2006/relationships/oleObject" Target="embeddings/oleObject91.bin"/><Relationship Id="rId365" Type="http://schemas.openxmlformats.org/officeDocument/2006/relationships/oleObject" Target="embeddings/oleObject194.bin"/><Relationship Id="rId386" Type="http://schemas.openxmlformats.org/officeDocument/2006/relationships/oleObject" Target="embeddings/oleObject205.bin"/><Relationship Id="rId190" Type="http://schemas.openxmlformats.org/officeDocument/2006/relationships/image" Target="media/image88.wmf"/><Relationship Id="rId204" Type="http://schemas.openxmlformats.org/officeDocument/2006/relationships/oleObject" Target="embeddings/oleObject104.bin"/><Relationship Id="rId225" Type="http://schemas.openxmlformats.org/officeDocument/2006/relationships/image" Target="media/image104.wmf"/><Relationship Id="rId246" Type="http://schemas.openxmlformats.org/officeDocument/2006/relationships/image" Target="media/image114.wmf"/><Relationship Id="rId267" Type="http://schemas.openxmlformats.org/officeDocument/2006/relationships/image" Target="media/image123.wmf"/><Relationship Id="rId288" Type="http://schemas.openxmlformats.org/officeDocument/2006/relationships/image" Target="media/image132.wmf"/><Relationship Id="rId411" Type="http://schemas.openxmlformats.org/officeDocument/2006/relationships/image" Target="media/image186.wmf"/><Relationship Id="rId106" Type="http://schemas.openxmlformats.org/officeDocument/2006/relationships/image" Target="media/image48.wmf"/><Relationship Id="rId127" Type="http://schemas.openxmlformats.org/officeDocument/2006/relationships/oleObject" Target="embeddings/oleObject64.bin"/><Relationship Id="rId313" Type="http://schemas.openxmlformats.org/officeDocument/2006/relationships/image" Target="media/image142.wmf"/><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oleObject" Target="embeddings/oleObject24.bin"/><Relationship Id="rId73" Type="http://schemas.openxmlformats.org/officeDocument/2006/relationships/oleObject" Target="embeddings/oleObject35.bin"/><Relationship Id="rId94" Type="http://schemas.openxmlformats.org/officeDocument/2006/relationships/image" Target="media/image42.wmf"/><Relationship Id="rId148" Type="http://schemas.openxmlformats.org/officeDocument/2006/relationships/oleObject" Target="embeddings/oleObject75.bin"/><Relationship Id="rId169" Type="http://schemas.openxmlformats.org/officeDocument/2006/relationships/oleObject" Target="embeddings/oleObject86.bin"/><Relationship Id="rId334" Type="http://schemas.openxmlformats.org/officeDocument/2006/relationships/oleObject" Target="embeddings/oleObject177.bin"/><Relationship Id="rId355" Type="http://schemas.openxmlformats.org/officeDocument/2006/relationships/oleObject" Target="embeddings/oleObject188.bin"/><Relationship Id="rId376" Type="http://schemas.openxmlformats.org/officeDocument/2006/relationships/image" Target="media/image171.wmf"/><Relationship Id="rId397" Type="http://schemas.openxmlformats.org/officeDocument/2006/relationships/oleObject" Target="embeddings/oleObject211.bin"/><Relationship Id="rId4" Type="http://schemas.openxmlformats.org/officeDocument/2006/relationships/webSettings" Target="webSettings.xml"/><Relationship Id="rId180" Type="http://schemas.openxmlformats.org/officeDocument/2006/relationships/image" Target="media/image83.wmf"/><Relationship Id="rId215" Type="http://schemas.openxmlformats.org/officeDocument/2006/relationships/oleObject" Target="embeddings/oleObject110.bin"/><Relationship Id="rId236" Type="http://schemas.openxmlformats.org/officeDocument/2006/relationships/image" Target="media/image109.wmf"/><Relationship Id="rId257" Type="http://schemas.openxmlformats.org/officeDocument/2006/relationships/oleObject" Target="embeddings/oleObject133.bin"/><Relationship Id="rId278" Type="http://schemas.openxmlformats.org/officeDocument/2006/relationships/oleObject" Target="embeddings/oleObject145.bin"/><Relationship Id="rId401" Type="http://schemas.openxmlformats.org/officeDocument/2006/relationships/image" Target="media/image182.emf"/><Relationship Id="rId303" Type="http://schemas.openxmlformats.org/officeDocument/2006/relationships/image" Target="media/image138.wmf"/><Relationship Id="rId42" Type="http://schemas.openxmlformats.org/officeDocument/2006/relationships/image" Target="media/image18.wmf"/><Relationship Id="rId84" Type="http://schemas.openxmlformats.org/officeDocument/2006/relationships/oleObject" Target="embeddings/oleObject41.bin"/><Relationship Id="rId138" Type="http://schemas.openxmlformats.org/officeDocument/2006/relationships/oleObject" Target="embeddings/oleObject70.bin"/><Relationship Id="rId345" Type="http://schemas.openxmlformats.org/officeDocument/2006/relationships/oleObject" Target="embeddings/oleObject183.bin"/><Relationship Id="rId387" Type="http://schemas.openxmlformats.org/officeDocument/2006/relationships/image" Target="media/image176.wmf"/><Relationship Id="rId191" Type="http://schemas.openxmlformats.org/officeDocument/2006/relationships/oleObject" Target="embeddings/oleObject97.bin"/><Relationship Id="rId205" Type="http://schemas.openxmlformats.org/officeDocument/2006/relationships/image" Target="media/image95.wmf"/><Relationship Id="rId247" Type="http://schemas.openxmlformats.org/officeDocument/2006/relationships/oleObject" Target="embeddings/oleObject127.bin"/><Relationship Id="rId412" Type="http://schemas.openxmlformats.org/officeDocument/2006/relationships/oleObject" Target="embeddings/oleObject220.bin"/><Relationship Id="rId107" Type="http://schemas.openxmlformats.org/officeDocument/2006/relationships/oleObject" Target="embeddings/oleObject53.bin"/><Relationship Id="rId289" Type="http://schemas.openxmlformats.org/officeDocument/2006/relationships/oleObject" Target="embeddings/oleObject151.bin"/><Relationship Id="rId11" Type="http://schemas.openxmlformats.org/officeDocument/2006/relationships/image" Target="media/image3.wmf"/><Relationship Id="rId53" Type="http://schemas.openxmlformats.org/officeDocument/2006/relationships/image" Target="media/image23.wmf"/><Relationship Id="rId149" Type="http://schemas.openxmlformats.org/officeDocument/2006/relationships/image" Target="media/image68.wmf"/><Relationship Id="rId314" Type="http://schemas.openxmlformats.org/officeDocument/2006/relationships/oleObject" Target="embeddings/oleObject166.bin"/><Relationship Id="rId356" Type="http://schemas.openxmlformats.org/officeDocument/2006/relationships/image" Target="media/image162.wmf"/><Relationship Id="rId398" Type="http://schemas.openxmlformats.org/officeDocument/2006/relationships/image" Target="media/image181.emf"/><Relationship Id="rId95" Type="http://schemas.openxmlformats.org/officeDocument/2006/relationships/oleObject" Target="embeddings/oleObject47.bin"/><Relationship Id="rId160" Type="http://schemas.openxmlformats.org/officeDocument/2006/relationships/image" Target="media/image73.wmf"/><Relationship Id="rId216" Type="http://schemas.openxmlformats.org/officeDocument/2006/relationships/image" Target="media/image100.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I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F605C-1693-46C5-B029-D2DBC23CD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ISM</Template>
  <TotalTime>48</TotalTime>
  <Pages>17</Pages>
  <Words>3345</Words>
  <Characters>19068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22369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Ernie Jerome</dc:creator>
  <cp:lastModifiedBy>Rajender Kumar</cp:lastModifiedBy>
  <cp:revision>67</cp:revision>
  <cp:lastPrinted>2020-06-29T16:21:00Z</cp:lastPrinted>
  <dcterms:created xsi:type="dcterms:W3CDTF">2019-09-03T15:38:00Z</dcterms:created>
  <dcterms:modified xsi:type="dcterms:W3CDTF">2020-06-29T16:22:00Z</dcterms:modified>
</cp:coreProperties>
</file>